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74B" w:rsidRDefault="003C374B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ЗАКОН УЛЬЯНОВСКОЙ ОБЛАСТИ</w:t>
      </w:r>
    </w:p>
    <w:p w:rsidR="003C374B" w:rsidRDefault="003C374B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C374B" w:rsidRDefault="003C374B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C374B" w:rsidRPr="00FA0ACA" w:rsidRDefault="003C374B" w:rsidP="00FA0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374B" w:rsidRPr="00814A51" w:rsidRDefault="003C374B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торгово-промышленной палате Ульяновской области</w:t>
      </w:r>
    </w:p>
    <w:p w:rsidR="003C374B" w:rsidRDefault="003C374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trong"/>
          <w:rFonts w:ascii="Times New Roman" w:hAnsi="Times New Roman"/>
          <w:b w:val="0"/>
          <w:bCs w:val="0"/>
          <w:i/>
          <w:iCs/>
          <w:sz w:val="24"/>
          <w:szCs w:val="24"/>
          <w:lang w:eastAsia="ru-RU"/>
        </w:rPr>
      </w:pPr>
    </w:p>
    <w:p w:rsidR="003C374B" w:rsidRDefault="003C374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trong"/>
          <w:rFonts w:ascii="Times New Roman" w:hAnsi="Times New Roman"/>
          <w:b w:val="0"/>
          <w:bCs w:val="0"/>
          <w:i/>
          <w:iCs/>
          <w:sz w:val="24"/>
          <w:szCs w:val="24"/>
          <w:lang w:eastAsia="ru-RU"/>
        </w:rPr>
      </w:pPr>
    </w:p>
    <w:p w:rsidR="003C374B" w:rsidRPr="000501EA" w:rsidRDefault="003C374B" w:rsidP="000501E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20 сентября 2017 года</w:t>
      </w:r>
    </w:p>
    <w:p w:rsidR="003C374B" w:rsidRDefault="003C374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FA0A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86">
        <w:rPr>
          <w:rFonts w:ascii="Times New Roman" w:hAnsi="Times New Roman" w:cs="Times New Roman"/>
          <w:sz w:val="28"/>
          <w:szCs w:val="28"/>
        </w:rPr>
        <w:t xml:space="preserve">Настоящий Закон определяет правовые, экономические и социальные основы и направления деятельности </w:t>
      </w:r>
      <w:r>
        <w:rPr>
          <w:rFonts w:ascii="Times New Roman" w:hAnsi="Times New Roman" w:cs="Times New Roman"/>
          <w:sz w:val="28"/>
          <w:szCs w:val="28"/>
        </w:rPr>
        <w:t>торгово-промышленной палаты Ульяновской области</w:t>
      </w:r>
      <w:r w:rsidRPr="00FA7C86">
        <w:rPr>
          <w:rFonts w:ascii="Times New Roman" w:hAnsi="Times New Roman" w:cs="Times New Roman"/>
          <w:sz w:val="28"/>
          <w:szCs w:val="28"/>
        </w:rPr>
        <w:t>, формы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A7C86">
        <w:rPr>
          <w:rFonts w:ascii="Times New Roman" w:hAnsi="Times New Roman" w:cs="Times New Roman"/>
          <w:sz w:val="28"/>
          <w:szCs w:val="28"/>
        </w:rPr>
        <w:t xml:space="preserve"> взаимоотношений с органами государственной власти Ульяновской области,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Ульяновской области </w:t>
      </w:r>
      <w:r w:rsidRPr="00FA7C8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FA7C8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A7C86">
        <w:rPr>
          <w:rFonts w:ascii="Times New Roman" w:hAnsi="Times New Roman" w:cs="Times New Roman"/>
          <w:sz w:val="28"/>
          <w:szCs w:val="28"/>
        </w:rPr>
        <w:t xml:space="preserve"> Российской Федерации от 7 июля 1993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A7C86">
        <w:rPr>
          <w:rFonts w:ascii="Times New Roman" w:hAnsi="Times New Roman" w:cs="Times New Roman"/>
          <w:sz w:val="28"/>
          <w:szCs w:val="28"/>
        </w:rPr>
        <w:t xml:space="preserve"> 5340-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A7C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7C86">
        <w:rPr>
          <w:rFonts w:ascii="Times New Roman" w:hAnsi="Times New Roman" w:cs="Times New Roman"/>
          <w:sz w:val="28"/>
          <w:szCs w:val="28"/>
        </w:rPr>
        <w:t>О торгово-промышленных палатах</w:t>
      </w:r>
      <w:r>
        <w:rPr>
          <w:rFonts w:ascii="Times New Roman" w:hAnsi="Times New Roman" w:cs="Times New Roman"/>
          <w:sz w:val="28"/>
          <w:szCs w:val="28"/>
        </w:rPr>
        <w:br/>
      </w:r>
      <w:r w:rsidRPr="00FA7C86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7C86">
        <w:rPr>
          <w:rFonts w:ascii="Times New Roman" w:hAnsi="Times New Roman" w:cs="Times New Roman"/>
          <w:sz w:val="28"/>
          <w:szCs w:val="28"/>
        </w:rPr>
        <w:t>.</w:t>
      </w:r>
    </w:p>
    <w:p w:rsidR="003C374B" w:rsidRPr="00FA0ACA" w:rsidRDefault="003C374B" w:rsidP="00467829">
      <w:pPr>
        <w:autoSpaceDE w:val="0"/>
        <w:autoSpaceDN w:val="0"/>
        <w:adjustRightInd w:val="0"/>
        <w:spacing w:after="0" w:line="240" w:lineRule="auto"/>
        <w:ind w:firstLine="782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C374B" w:rsidRDefault="003C374B" w:rsidP="00467829">
      <w:pPr>
        <w:autoSpaceDE w:val="0"/>
        <w:autoSpaceDN w:val="0"/>
        <w:adjustRightInd w:val="0"/>
        <w:spacing w:after="0" w:line="240" w:lineRule="auto"/>
        <w:ind w:firstLine="7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insideH w:val="single" w:sz="4" w:space="0" w:color="auto"/>
        </w:tblBorders>
        <w:tblLook w:val="01E0"/>
      </w:tblPr>
      <w:tblGrid>
        <w:gridCol w:w="2188"/>
        <w:gridCol w:w="7949"/>
      </w:tblGrid>
      <w:tr w:rsidR="003C374B">
        <w:tc>
          <w:tcPr>
            <w:tcW w:w="2188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360" w:lineRule="auto"/>
              <w:ind w:right="-108" w:firstLine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sz w:val="28"/>
                <w:szCs w:val="28"/>
              </w:rPr>
              <w:t>Статья 1.</w:t>
            </w:r>
          </w:p>
        </w:tc>
        <w:tc>
          <w:tcPr>
            <w:tcW w:w="7949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статуса торгово-промышленной палаты Ульяновской области</w:t>
            </w:r>
          </w:p>
        </w:tc>
      </w:tr>
    </w:tbl>
    <w:p w:rsidR="003C374B" w:rsidRDefault="003C374B" w:rsidP="00467829">
      <w:pPr>
        <w:autoSpaceDE w:val="0"/>
        <w:autoSpaceDN w:val="0"/>
        <w:adjustRightInd w:val="0"/>
        <w:spacing w:after="0" w:line="240" w:lineRule="auto"/>
        <w:ind w:firstLine="7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374B" w:rsidRDefault="003C374B" w:rsidP="00467829">
      <w:pPr>
        <w:autoSpaceDE w:val="0"/>
        <w:autoSpaceDN w:val="0"/>
        <w:adjustRightInd w:val="0"/>
        <w:spacing w:after="0" w:line="240" w:lineRule="auto"/>
        <w:ind w:firstLine="7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374B" w:rsidRPr="00763D37" w:rsidRDefault="003C374B" w:rsidP="00A527A2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D3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Торгово-промышленная палата Ульяновской области</w:t>
      </w:r>
      <w:r w:rsidRPr="00763D37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63D37">
        <w:rPr>
          <w:rFonts w:ascii="Times New Roman" w:hAnsi="Times New Roman" w:cs="Times New Roman"/>
          <w:sz w:val="28"/>
          <w:szCs w:val="28"/>
        </w:rPr>
        <w:t xml:space="preserve"> Палата) является негосударственной некоммерческой организацией, созданной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763D37">
        <w:rPr>
          <w:rFonts w:ascii="Times New Roman" w:hAnsi="Times New Roman" w:cs="Times New Roman"/>
          <w:sz w:val="28"/>
          <w:szCs w:val="28"/>
        </w:rPr>
        <w:t>в организационно-правовой форме союза в целях содействия развитию предпринимательства, экономической и внешнеторговой деятельности, реализации иных целей и задач, предусмотренных федеральным законодательством и настоящим Законом.</w:t>
      </w:r>
    </w:p>
    <w:p w:rsidR="003C374B" w:rsidRDefault="003C374B" w:rsidP="00A527A2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D37">
        <w:rPr>
          <w:rFonts w:ascii="Times New Roman" w:hAnsi="Times New Roman" w:cs="Times New Roman"/>
          <w:sz w:val="28"/>
          <w:szCs w:val="28"/>
        </w:rPr>
        <w:t xml:space="preserve">2. Палата осуществляет свою деятельность на основе </w:t>
      </w:r>
      <w:hyperlink r:id="rId7" w:history="1">
        <w:r w:rsidRPr="00763D37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763D37">
        <w:rPr>
          <w:rFonts w:ascii="Times New Roman" w:hAnsi="Times New Roman" w:cs="Times New Roman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763D3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 xml:space="preserve">1993 года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763D37">
        <w:rPr>
          <w:rFonts w:ascii="Times New Roman" w:hAnsi="Times New Roman" w:cs="Times New Roman"/>
          <w:sz w:val="28"/>
          <w:szCs w:val="28"/>
        </w:rPr>
        <w:t xml:space="preserve"> 5340-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63D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3D37">
        <w:rPr>
          <w:rFonts w:ascii="Times New Roman" w:hAnsi="Times New Roman" w:cs="Times New Roman"/>
          <w:sz w:val="28"/>
          <w:szCs w:val="28"/>
        </w:rPr>
        <w:t>О торгово-промышленных палатах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3D37">
        <w:rPr>
          <w:rFonts w:ascii="Times New Roman" w:hAnsi="Times New Roman" w:cs="Times New Roman"/>
          <w:sz w:val="28"/>
          <w:szCs w:val="28"/>
        </w:rPr>
        <w:t>, других федеральных законов и принимаемых в соответствии с ними иных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Закона,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законов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63D3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763D37">
        <w:rPr>
          <w:rFonts w:ascii="Times New Roman" w:hAnsi="Times New Roman" w:cs="Times New Roman"/>
          <w:sz w:val="28"/>
          <w:szCs w:val="28"/>
        </w:rPr>
        <w:t xml:space="preserve">нормативных правовых актов Ульяновской области, а также </w:t>
      </w:r>
      <w:hyperlink r:id="rId9" w:history="1">
        <w:r w:rsidRPr="00763D37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763D37">
        <w:rPr>
          <w:rFonts w:ascii="Times New Roman" w:hAnsi="Times New Roman" w:cs="Times New Roman"/>
          <w:sz w:val="28"/>
          <w:szCs w:val="28"/>
        </w:rPr>
        <w:t xml:space="preserve"> Торгово-промышленной палаты Российской Федерации и Уста</w:t>
      </w:r>
      <w:bookmarkStart w:id="0" w:name="_GoBack"/>
      <w:bookmarkEnd w:id="0"/>
      <w:r w:rsidRPr="00763D37">
        <w:rPr>
          <w:rFonts w:ascii="Times New Roman" w:hAnsi="Times New Roman" w:cs="Times New Roman"/>
          <w:sz w:val="28"/>
          <w:szCs w:val="28"/>
        </w:rPr>
        <w:t>ва Палаты.</w:t>
      </w:r>
    </w:p>
    <w:p w:rsidR="003C374B" w:rsidRPr="002A25D8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D8">
        <w:rPr>
          <w:rFonts w:ascii="Times New Roman" w:hAnsi="Times New Roman" w:cs="Times New Roman"/>
          <w:sz w:val="28"/>
          <w:szCs w:val="28"/>
        </w:rPr>
        <w:t>3. В соответствии с Уставом Ульяновской области Палата наделена правом законодательной инициативы в Законодательном Собрании Ульяновской области.</w:t>
      </w:r>
    </w:p>
    <w:p w:rsidR="003C374B" w:rsidRPr="00763D3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63D37">
        <w:rPr>
          <w:rFonts w:ascii="Times New Roman" w:hAnsi="Times New Roman" w:cs="Times New Roman"/>
          <w:sz w:val="28"/>
          <w:szCs w:val="28"/>
        </w:rPr>
        <w:t>. Палата относится к организациям, входящим в состав инфраструктуры поддержки предпринимательства, экономики и промышленности на территории Ульяновской области, и принимает участие в формировании и реализации промышленной политики Ульяновской области.</w:t>
      </w:r>
    </w:p>
    <w:p w:rsidR="003C374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3D37">
        <w:rPr>
          <w:rFonts w:ascii="Times New Roman" w:hAnsi="Times New Roman" w:cs="Times New Roman"/>
          <w:sz w:val="28"/>
          <w:szCs w:val="28"/>
        </w:rPr>
        <w:t xml:space="preserve">. Палата в соответствии с </w:t>
      </w:r>
      <w:hyperlink r:id="rId10" w:history="1">
        <w:r w:rsidRPr="00763D3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63D37">
        <w:rPr>
          <w:rFonts w:ascii="Times New Roman" w:hAnsi="Times New Roman" w:cs="Times New Roman"/>
          <w:sz w:val="28"/>
          <w:szCs w:val="28"/>
        </w:rPr>
        <w:t xml:space="preserve"> Торгово-промышленной палаты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Палаты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>организовывает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D37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3D37">
        <w:rPr>
          <w:rFonts w:ascii="Times New Roman" w:hAnsi="Times New Roman" w:cs="Times New Roman"/>
          <w:sz w:val="28"/>
          <w:szCs w:val="28"/>
        </w:rPr>
        <w:t>с торгово-промышленными палатами других субъектов Российской Федерации.</w:t>
      </w:r>
    </w:p>
    <w:p w:rsidR="003C374B" w:rsidRPr="002A25D8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D8">
        <w:rPr>
          <w:rFonts w:ascii="Times New Roman" w:hAnsi="Times New Roman" w:cs="Times New Roman"/>
          <w:sz w:val="28"/>
          <w:szCs w:val="28"/>
        </w:rPr>
        <w:t>6. В целях реализации прав Палаты, закреплённых в её Уставе, Палата вправе осуществлять взаимодействие с общественными объединениями.</w:t>
      </w:r>
    </w:p>
    <w:p w:rsidR="003C374B" w:rsidRPr="007F7E59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C374B" w:rsidRDefault="003C374B" w:rsidP="007F7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insideH w:val="single" w:sz="4" w:space="0" w:color="auto"/>
        </w:tblBorders>
        <w:tblLook w:val="01E0"/>
      </w:tblPr>
      <w:tblGrid>
        <w:gridCol w:w="2188"/>
        <w:gridCol w:w="7949"/>
      </w:tblGrid>
      <w:tr w:rsidR="003C374B">
        <w:trPr>
          <w:trHeight w:val="80"/>
        </w:trPr>
        <w:tc>
          <w:tcPr>
            <w:tcW w:w="2188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ind w:right="-108" w:firstLine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sz w:val="28"/>
                <w:szCs w:val="28"/>
              </w:rPr>
              <w:t>Статья 2.</w:t>
            </w:r>
          </w:p>
        </w:tc>
        <w:tc>
          <w:tcPr>
            <w:tcW w:w="7949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Палаты</w:t>
            </w:r>
          </w:p>
        </w:tc>
      </w:tr>
    </w:tbl>
    <w:p w:rsidR="003C374B" w:rsidRDefault="003C374B" w:rsidP="007F7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1. Палата выполняет следующие задачи: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1) содействие формированию благоприятных условий для развития всех видов предпринимательской деятельности на территории Ульяновской области;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2) представление и защита прав и законных интересов субъектов предпринимательской деятельности в органах государственной власти Ульяновской области и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Ульяновской области</w:t>
      </w:r>
      <w:r w:rsidRPr="000A2C67">
        <w:rPr>
          <w:rFonts w:ascii="Times New Roman" w:hAnsi="Times New Roman" w:cs="Times New Roman"/>
          <w:sz w:val="28"/>
          <w:szCs w:val="28"/>
        </w:rPr>
        <w:t>;</w:t>
      </w:r>
    </w:p>
    <w:p w:rsidR="003C374B" w:rsidRPr="00F227E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227E9">
        <w:rPr>
          <w:rFonts w:ascii="Times New Roman" w:hAnsi="Times New Roman" w:cs="Times New Roman"/>
          <w:spacing w:val="-4"/>
          <w:sz w:val="28"/>
          <w:szCs w:val="28"/>
        </w:rPr>
        <w:t>3) участие в формировании и реализации промышленной, финансовой, торговой, научной, кадровой и информационной политики Ульяновской области, развитии торгово-экономических и научно-технических связей между Ульяновской областью, субъектами Российской Федерации и зарубежными партнёрами;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4) содействие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социально-экономическому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 xml:space="preserve">развитию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0A2C67">
        <w:rPr>
          <w:rFonts w:ascii="Times New Roman" w:hAnsi="Times New Roman" w:cs="Times New Roman"/>
          <w:sz w:val="28"/>
          <w:szCs w:val="28"/>
        </w:rPr>
        <w:t>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0A2C67">
        <w:rPr>
          <w:rFonts w:ascii="Times New Roman" w:hAnsi="Times New Roman" w:cs="Times New Roman"/>
          <w:sz w:val="28"/>
          <w:szCs w:val="28"/>
        </w:rPr>
        <w:t>, входящих 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0A2C67">
        <w:rPr>
          <w:rFonts w:ascii="Times New Roman" w:hAnsi="Times New Roman" w:cs="Times New Roman"/>
          <w:sz w:val="28"/>
          <w:szCs w:val="28"/>
        </w:rPr>
        <w:t xml:space="preserve"> состав;</w:t>
      </w:r>
    </w:p>
    <w:p w:rsidR="003C374B" w:rsidRPr="00F227E9" w:rsidRDefault="003C374B" w:rsidP="0039172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227E9">
        <w:rPr>
          <w:rFonts w:ascii="Times New Roman" w:hAnsi="Times New Roman" w:cs="Times New Roman"/>
          <w:spacing w:val="-4"/>
          <w:sz w:val="28"/>
          <w:szCs w:val="28"/>
        </w:rPr>
        <w:t>5) развитие конкуренции в Ульяновской области, содействие урегулированию споров, возникающих между организациями, предпринимателями, в том числе осуществление арбитража (третейского разбирательства) и процедур медиации;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6) обеспечение функционирования Ульяновского регионального центра субконтрактации;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7) урегулирование отношений предпринимателей с их социальными партн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0A2C67">
        <w:rPr>
          <w:rFonts w:ascii="Times New Roman" w:hAnsi="Times New Roman" w:cs="Times New Roman"/>
          <w:sz w:val="28"/>
          <w:szCs w:val="28"/>
        </w:rPr>
        <w:t>рами;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8) содействие развитию инвестиционной деятельности, государственно-частного партн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0A2C67">
        <w:rPr>
          <w:rFonts w:ascii="Times New Roman" w:hAnsi="Times New Roman" w:cs="Times New Roman"/>
          <w:sz w:val="28"/>
          <w:szCs w:val="28"/>
        </w:rPr>
        <w:t>рства, муниципально-частного партн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0A2C67">
        <w:rPr>
          <w:rFonts w:ascii="Times New Roman" w:hAnsi="Times New Roman" w:cs="Times New Roman"/>
          <w:sz w:val="28"/>
          <w:szCs w:val="28"/>
        </w:rPr>
        <w:t>рства, улучшению инвестиционного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климата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 xml:space="preserve">разработке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0A2C67">
        <w:rPr>
          <w:rFonts w:ascii="Times New Roman" w:hAnsi="Times New Roman" w:cs="Times New Roman"/>
          <w:sz w:val="28"/>
          <w:szCs w:val="28"/>
        </w:rPr>
        <w:t>и реализации соответствующих государственных и муниципальных программ;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9) содействие развитию системы образования и подготовки кадров для предпринимательской деятельности в Ульяновской области, участие в разработке и реализации соответствующих государственных и муниципальных программ, осуществление образовательной деятельности по программам дополнительного профессионального образования;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 xml:space="preserve">10) представление интересов членов Палаты в </w:t>
      </w:r>
      <w:r>
        <w:rPr>
          <w:rFonts w:ascii="Times New Roman" w:hAnsi="Times New Roman" w:cs="Times New Roman"/>
          <w:sz w:val="28"/>
          <w:szCs w:val="28"/>
        </w:rPr>
        <w:t xml:space="preserve">органах государственной власти </w:t>
      </w:r>
      <w:r w:rsidRPr="000A2C67">
        <w:rPr>
          <w:rFonts w:ascii="Times New Roman" w:hAnsi="Times New Roman" w:cs="Times New Roman"/>
          <w:sz w:val="28"/>
          <w:szCs w:val="28"/>
        </w:rPr>
        <w:t>Ульяновской области;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11) оказание предпринимателям, их объединениям, союзам, ассоциациям информационных услуг, содействие в организации и функционировании инфраструктуры информационного обслуживания предпринимательства;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12) принятие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предоставленных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C67">
        <w:rPr>
          <w:rFonts w:ascii="Times New Roman" w:hAnsi="Times New Roman" w:cs="Times New Roman"/>
          <w:sz w:val="28"/>
          <w:szCs w:val="28"/>
        </w:rPr>
        <w:t xml:space="preserve">недопущению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0A2C67">
        <w:rPr>
          <w:rFonts w:ascii="Times New Roman" w:hAnsi="Times New Roman" w:cs="Times New Roman"/>
          <w:sz w:val="28"/>
          <w:szCs w:val="28"/>
        </w:rPr>
        <w:t>и пресечению недобросовестной конкуренции и неделового партн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0A2C67">
        <w:rPr>
          <w:rFonts w:ascii="Times New Roman" w:hAnsi="Times New Roman" w:cs="Times New Roman"/>
          <w:sz w:val="28"/>
          <w:szCs w:val="28"/>
        </w:rPr>
        <w:t>рства;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13) содействие в восстановлении нарушенных прав и осуществлении судопроизводства посредством проведения различных видов экспертиз, в том числе внесудебных и судебных экспертиз;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14) проведение независимой экспертизы аукционной и конкурсной документации при размещении заказов на поставки товаров, выполнени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A2C67">
        <w:rPr>
          <w:rFonts w:ascii="Times New Roman" w:hAnsi="Times New Roman" w:cs="Times New Roman"/>
          <w:sz w:val="28"/>
          <w:szCs w:val="28"/>
        </w:rPr>
        <w:t xml:space="preserve"> работ, оказани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A2C67">
        <w:rPr>
          <w:rFonts w:ascii="Times New Roman" w:hAnsi="Times New Roman" w:cs="Times New Roman"/>
          <w:sz w:val="28"/>
          <w:szCs w:val="28"/>
        </w:rPr>
        <w:t xml:space="preserve"> услуг для государственных и муниципальных нужд и 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2C67">
        <w:rPr>
          <w:rFonts w:ascii="Times New Roman" w:hAnsi="Times New Roman" w:cs="Times New Roman"/>
          <w:sz w:val="28"/>
          <w:szCs w:val="28"/>
        </w:rPr>
        <w:t xml:space="preserve"> контрактов;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15) содействие развитию экспортно-импортного потенциала Ульяновской области и обеспечение взаимодействия с представителями делового и экспертного сообщества в части поддержки экспортных и импортных проектов;</w:t>
      </w:r>
    </w:p>
    <w:p w:rsidR="003C374B" w:rsidRPr="001B072E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B072E">
        <w:rPr>
          <w:rFonts w:ascii="Times New Roman" w:hAnsi="Times New Roman" w:cs="Times New Roman"/>
          <w:spacing w:val="-4"/>
          <w:sz w:val="28"/>
          <w:szCs w:val="28"/>
        </w:rPr>
        <w:t>16) оказание адресной поддержки участникам внешнеэкономической деятельности региона на всех этапах экспортной и импортной деятельности, в том числе за счёт субсидий, направленных на развитие и поддержку малого и среднего предпринимательства, экономики и промышленности в Ульяновской области;</w:t>
      </w:r>
    </w:p>
    <w:p w:rsidR="003C374B" w:rsidRPr="001B072E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B072E">
        <w:rPr>
          <w:rFonts w:ascii="Times New Roman" w:hAnsi="Times New Roman" w:cs="Times New Roman"/>
          <w:spacing w:val="-4"/>
          <w:sz w:val="28"/>
          <w:szCs w:val="28"/>
        </w:rPr>
        <w:t xml:space="preserve">17) оказание консультационной поддержки исполнительным органам государственной власти Ульяновской области и органам местного самоуправления муниципальных образований Ульяновской области при проведении рыночной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1B072E">
        <w:rPr>
          <w:rFonts w:ascii="Times New Roman" w:hAnsi="Times New Roman" w:cs="Times New Roman"/>
          <w:spacing w:val="-4"/>
          <w:sz w:val="28"/>
          <w:szCs w:val="28"/>
        </w:rPr>
        <w:t>и государственной кадастровой оценки земельных участков и объектов недвижимости, расположенных на территории Ульяновской области;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18) проведение мониторинга состояния делового климата на территории Ульяновской области;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19) проведение мониторинга деятельности регулируемых организаций Ульяновской области, в том числе анализ экономической обоснованности тарифов естественных монополий на территории Ульяновской области;</w:t>
      </w:r>
    </w:p>
    <w:p w:rsidR="003C374B" w:rsidRPr="000A2C6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20) ведение негосударственных реестров предприятий и предпринимателей в сфере производства продукции и оказания услуг;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74B" w:rsidRPr="001B072E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B072E">
        <w:rPr>
          <w:rFonts w:ascii="Times New Roman" w:hAnsi="Times New Roman" w:cs="Times New Roman"/>
          <w:spacing w:val="-4"/>
          <w:sz w:val="28"/>
          <w:szCs w:val="28"/>
        </w:rPr>
        <w:t>21) иные задачи, не противоречащие законодательству Российской Федерации.</w:t>
      </w:r>
    </w:p>
    <w:p w:rsidR="003C374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7">
        <w:rPr>
          <w:rFonts w:ascii="Times New Roman" w:hAnsi="Times New Roman" w:cs="Times New Roman"/>
          <w:sz w:val="28"/>
          <w:szCs w:val="28"/>
        </w:rPr>
        <w:t>2. Палата может выполнять в соответствии с законодательством Российской Федерации, законодательством Ульяновской области и муниципальными правовыми актами отдельные функции в сфере экономики и поддержки развития предпринимательства, возложенные на Палату исполнительн</w:t>
      </w:r>
      <w:r>
        <w:rPr>
          <w:rFonts w:ascii="Times New Roman" w:hAnsi="Times New Roman" w:cs="Times New Roman"/>
          <w:sz w:val="28"/>
          <w:szCs w:val="28"/>
        </w:rPr>
        <w:t xml:space="preserve">ыми органами </w:t>
      </w:r>
      <w:r w:rsidRPr="006C3D99">
        <w:rPr>
          <w:rFonts w:ascii="Times New Roman" w:hAnsi="Times New Roman" w:cs="Times New Roman"/>
          <w:spacing w:val="-4"/>
          <w:sz w:val="28"/>
          <w:szCs w:val="28"/>
        </w:rPr>
        <w:t>государственной власти Ульяновской области, органами местного самоуправления муниципальных образований Ульяновской области и согласованные</w:t>
      </w:r>
      <w:r w:rsidRPr="000A2C67">
        <w:rPr>
          <w:rFonts w:ascii="Times New Roman" w:hAnsi="Times New Roman" w:cs="Times New Roman"/>
          <w:sz w:val="28"/>
          <w:szCs w:val="28"/>
        </w:rPr>
        <w:t xml:space="preserve"> ими с Палатой.</w:t>
      </w:r>
    </w:p>
    <w:p w:rsidR="003C374B" w:rsidRPr="001B072E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insideH w:val="single" w:sz="4" w:space="0" w:color="auto"/>
        </w:tblBorders>
        <w:tblLook w:val="01E0"/>
      </w:tblPr>
      <w:tblGrid>
        <w:gridCol w:w="2188"/>
        <w:gridCol w:w="7949"/>
      </w:tblGrid>
      <w:tr w:rsidR="003C374B">
        <w:tc>
          <w:tcPr>
            <w:tcW w:w="2188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ind w:right="-108" w:firstLine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sz w:val="28"/>
                <w:szCs w:val="28"/>
              </w:rPr>
              <w:t>Статья 3.</w:t>
            </w:r>
          </w:p>
        </w:tc>
        <w:tc>
          <w:tcPr>
            <w:tcW w:w="7949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Публично-правовые образования и Палата</w:t>
            </w:r>
          </w:p>
        </w:tc>
      </w:tr>
    </w:tbl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 xml:space="preserve">1. Палата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 xml:space="preserve">целях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 xml:space="preserve">защиты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интересов предпринимателей взаимодействует с органами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 и</w:t>
      </w:r>
      <w:r w:rsidRPr="004A621B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Ульяновской области </w:t>
      </w:r>
      <w:r w:rsidRPr="004A621B">
        <w:rPr>
          <w:rFonts w:ascii="Times New Roman" w:hAnsi="Times New Roman" w:cs="Times New Roman"/>
          <w:sz w:val="28"/>
          <w:szCs w:val="28"/>
        </w:rPr>
        <w:t>в следующих основных формах:</w:t>
      </w: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>1) участие Палаты в формировании и реализации государственной политики в области развития промышленности, экономики и предпринимательства 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разработке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4A621B">
        <w:rPr>
          <w:rFonts w:ascii="Times New Roman" w:hAnsi="Times New Roman" w:cs="Times New Roman"/>
          <w:sz w:val="28"/>
          <w:szCs w:val="28"/>
        </w:rPr>
        <w:t>и муниципальных программ;</w:t>
      </w:r>
    </w:p>
    <w:p w:rsidR="003C374B" w:rsidRPr="008F57F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F57F7">
        <w:rPr>
          <w:rFonts w:ascii="Times New Roman" w:hAnsi="Times New Roman" w:cs="Times New Roman"/>
          <w:spacing w:val="-4"/>
          <w:sz w:val="28"/>
          <w:szCs w:val="28"/>
        </w:rPr>
        <w:t xml:space="preserve">2) участие Палаты в реализации программ развития государственно-частного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8F57F7">
        <w:rPr>
          <w:rFonts w:ascii="Times New Roman" w:hAnsi="Times New Roman" w:cs="Times New Roman"/>
          <w:spacing w:val="-4"/>
          <w:sz w:val="28"/>
          <w:szCs w:val="28"/>
        </w:rPr>
        <w:t>и муниципально-частного партнёрства на территории Ульяновской области;</w:t>
      </w: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>3) участие Палаты в подготовке проектов законов и иных нормативных правовых актов Ульяновской области в порядке, предусмотренном настоящим Законом и иными нормативными правовыми актами;</w:t>
      </w: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>4) 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Палаты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совещательных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органах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 xml:space="preserve">Губернаторе </w:t>
      </w:r>
      <w:r>
        <w:rPr>
          <w:rFonts w:ascii="Times New Roman" w:hAnsi="Times New Roman" w:cs="Times New Roman"/>
          <w:sz w:val="28"/>
          <w:szCs w:val="28"/>
        </w:rPr>
        <w:br/>
      </w:r>
      <w:r w:rsidRPr="004A621B">
        <w:rPr>
          <w:rFonts w:ascii="Times New Roman" w:hAnsi="Times New Roman" w:cs="Times New Roman"/>
          <w:sz w:val="28"/>
          <w:szCs w:val="28"/>
        </w:rPr>
        <w:t>и Правительстве Ульяновской области;</w:t>
      </w: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 xml:space="preserve">5) проведение экспертизы, в том числе в целях оценки регулирующего воздействия, проектов законов и проектов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4A621B">
        <w:rPr>
          <w:rFonts w:ascii="Times New Roman" w:hAnsi="Times New Roman" w:cs="Times New Roman"/>
          <w:sz w:val="28"/>
          <w:szCs w:val="28"/>
        </w:rPr>
        <w:t>нормативных правовых актов Ульяновской области, проектов муниципальных правовых актов;</w:t>
      </w: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>6) осуществление мониторинга правоприменения, а также оценки фактического воздействия законов и нормативных правовых актов Ульяновской области, муниципальных правовых актов в интересах предпринимательства;</w:t>
      </w: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>7) информационное взаимодействие между Палатой и органами государственной власти Ульяновской области, органами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Ульяновской области</w:t>
      </w:r>
      <w:r w:rsidRPr="004A621B">
        <w:rPr>
          <w:rFonts w:ascii="Times New Roman" w:hAnsi="Times New Roman" w:cs="Times New Roman"/>
          <w:sz w:val="28"/>
          <w:szCs w:val="28"/>
        </w:rPr>
        <w:t>;</w:t>
      </w: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 xml:space="preserve">8) содействие проведению публичных, общественных слушаний в целях разрешения существующих проблемных вопросов в сфере </w:t>
      </w:r>
      <w:r>
        <w:rPr>
          <w:rFonts w:ascii="Times New Roman" w:hAnsi="Times New Roman" w:cs="Times New Roman"/>
          <w:sz w:val="28"/>
          <w:szCs w:val="28"/>
        </w:rPr>
        <w:t xml:space="preserve">промышленности, </w:t>
      </w:r>
      <w:r w:rsidRPr="004A621B">
        <w:rPr>
          <w:rFonts w:ascii="Times New Roman" w:hAnsi="Times New Roman" w:cs="Times New Roman"/>
          <w:sz w:val="28"/>
          <w:szCs w:val="28"/>
        </w:rPr>
        <w:t xml:space="preserve">экономики и </w:t>
      </w:r>
      <w:r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4A621B">
        <w:rPr>
          <w:rFonts w:ascii="Times New Roman" w:hAnsi="Times New Roman" w:cs="Times New Roman"/>
          <w:sz w:val="28"/>
          <w:szCs w:val="28"/>
        </w:rPr>
        <w:t>;</w:t>
      </w: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>9) проведение мероприятий, направленных на решение социальных, экономических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21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сфере промышленности, экономики </w:t>
      </w:r>
      <w:r>
        <w:rPr>
          <w:rFonts w:ascii="Times New Roman" w:hAnsi="Times New Roman" w:cs="Times New Roman"/>
          <w:sz w:val="28"/>
          <w:szCs w:val="28"/>
        </w:rPr>
        <w:br/>
        <w:t xml:space="preserve">и </w:t>
      </w:r>
      <w:r w:rsidRPr="004A621B">
        <w:rPr>
          <w:rFonts w:ascii="Times New Roman" w:hAnsi="Times New Roman" w:cs="Times New Roman"/>
          <w:sz w:val="28"/>
          <w:szCs w:val="28"/>
        </w:rPr>
        <w:t>предпринимательства.</w:t>
      </w:r>
    </w:p>
    <w:p w:rsidR="003C374B" w:rsidRPr="004A621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1B">
        <w:rPr>
          <w:rFonts w:ascii="Times New Roman" w:hAnsi="Times New Roman" w:cs="Times New Roman"/>
          <w:sz w:val="28"/>
          <w:szCs w:val="28"/>
        </w:rPr>
        <w:t xml:space="preserve">2. Палата вправе учреждать совместно с Правительством Ульяновской области и местными администрациями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 w:rsidRPr="004A621B">
        <w:rPr>
          <w:rFonts w:ascii="Times New Roman" w:hAnsi="Times New Roman" w:cs="Times New Roman"/>
          <w:sz w:val="28"/>
          <w:szCs w:val="28"/>
        </w:rPr>
        <w:t>некоммерческие организации, целью которых является развитие предпринимательства на территории Ульяновской области.</w:t>
      </w:r>
    </w:p>
    <w:p w:rsidR="003C374B" w:rsidRDefault="003C374B" w:rsidP="008F57F7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F7">
        <w:rPr>
          <w:rFonts w:ascii="Times New Roman" w:hAnsi="Times New Roman" w:cs="Times New Roman"/>
          <w:spacing w:val="-4"/>
          <w:sz w:val="28"/>
          <w:szCs w:val="28"/>
        </w:rPr>
        <w:t>3. Палата оказывает содействие органам государственной власти Ульяновской области и органам местного самоуправления муниципальных образований Ульяновской области в реализации мероприятий по противодействию коррупции</w:t>
      </w:r>
      <w:r w:rsidRPr="004A621B">
        <w:rPr>
          <w:rFonts w:ascii="Times New Roman" w:hAnsi="Times New Roman" w:cs="Times New Roman"/>
          <w:sz w:val="28"/>
          <w:szCs w:val="28"/>
        </w:rPr>
        <w:t>.</w:t>
      </w:r>
    </w:p>
    <w:p w:rsidR="003C374B" w:rsidRPr="00292C52" w:rsidRDefault="003C374B" w:rsidP="008F57F7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C52">
        <w:rPr>
          <w:rFonts w:ascii="Times New Roman" w:hAnsi="Times New Roman" w:cs="Times New Roman"/>
          <w:sz w:val="28"/>
          <w:szCs w:val="28"/>
        </w:rPr>
        <w:t xml:space="preserve">4. Палата по согласованию с органами государственной власти Ульяновской области и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Ульяновской области </w:t>
      </w:r>
      <w:r w:rsidRPr="00292C52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C52">
        <w:rPr>
          <w:rFonts w:ascii="Times New Roman" w:hAnsi="Times New Roman" w:cs="Times New Roman"/>
          <w:sz w:val="28"/>
          <w:szCs w:val="28"/>
        </w:rPr>
        <w:t>создавать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C52">
        <w:rPr>
          <w:rFonts w:ascii="Times New Roman" w:hAnsi="Times New Roman" w:cs="Times New Roman"/>
          <w:sz w:val="28"/>
          <w:szCs w:val="28"/>
        </w:rPr>
        <w:t>представительства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C52">
        <w:rPr>
          <w:rFonts w:ascii="Times New Roman" w:hAnsi="Times New Roman" w:cs="Times New Roman"/>
          <w:sz w:val="28"/>
          <w:szCs w:val="28"/>
        </w:rPr>
        <w:t xml:space="preserve">Палаты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292C52">
        <w:rPr>
          <w:rFonts w:ascii="Times New Roman" w:hAnsi="Times New Roman" w:cs="Times New Roman"/>
          <w:sz w:val="28"/>
          <w:szCs w:val="28"/>
        </w:rPr>
        <w:t>в муниципальных образованиях Ульяновской области.</w:t>
      </w:r>
    </w:p>
    <w:p w:rsidR="003C374B" w:rsidRPr="004A621B" w:rsidRDefault="003C374B" w:rsidP="008F57F7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A621B">
        <w:rPr>
          <w:rFonts w:ascii="Times New Roman" w:hAnsi="Times New Roman" w:cs="Times New Roman"/>
          <w:sz w:val="28"/>
          <w:szCs w:val="28"/>
        </w:rPr>
        <w:t xml:space="preserve">. Органы государственной власти Ульяновской области,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Ульяновской области </w:t>
      </w:r>
      <w:r w:rsidRPr="004A621B">
        <w:rPr>
          <w:rFonts w:ascii="Times New Roman" w:hAnsi="Times New Roman" w:cs="Times New Roman"/>
          <w:sz w:val="28"/>
          <w:szCs w:val="28"/>
        </w:rPr>
        <w:t>вправе оказывать Палате для выполнения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A621B">
        <w:rPr>
          <w:rFonts w:ascii="Times New Roman" w:hAnsi="Times New Roman" w:cs="Times New Roman"/>
          <w:sz w:val="28"/>
          <w:szCs w:val="28"/>
        </w:rPr>
        <w:t xml:space="preserve"> уставных задач имущественную, финансовую и иные виды поддержки в целях реализации муниципальных программ (подпрограмм), государственных программ (подпрограмм) Ульяновской области и государственных программ (подпрограмм)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сфере промышленности, экономики и предпринимательства</w:t>
      </w:r>
      <w:r w:rsidRPr="004A621B">
        <w:rPr>
          <w:rFonts w:ascii="Times New Roman" w:hAnsi="Times New Roman" w:cs="Times New Roman"/>
          <w:sz w:val="28"/>
          <w:szCs w:val="28"/>
        </w:rPr>
        <w:t>.</w:t>
      </w:r>
    </w:p>
    <w:p w:rsidR="003C374B" w:rsidRPr="008F57F7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insideH w:val="single" w:sz="4" w:space="0" w:color="auto"/>
        </w:tblBorders>
        <w:tblLook w:val="01E0"/>
      </w:tblPr>
      <w:tblGrid>
        <w:gridCol w:w="2188"/>
        <w:gridCol w:w="7949"/>
      </w:tblGrid>
      <w:tr w:rsidR="003C374B">
        <w:tc>
          <w:tcPr>
            <w:tcW w:w="2188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360" w:lineRule="auto"/>
              <w:ind w:right="-108" w:firstLine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sz w:val="28"/>
                <w:szCs w:val="28"/>
              </w:rPr>
              <w:t>Статья 4.</w:t>
            </w:r>
          </w:p>
        </w:tc>
        <w:tc>
          <w:tcPr>
            <w:tcW w:w="7949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Взаимодействие Палаты с Законодательным Собранием Ульяновской области</w:t>
            </w:r>
          </w:p>
        </w:tc>
      </w:tr>
    </w:tbl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Pr="00880591" w:rsidRDefault="003C374B" w:rsidP="008F57F7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591">
        <w:rPr>
          <w:rFonts w:ascii="Times New Roman" w:hAnsi="Times New Roman" w:cs="Times New Roman"/>
          <w:sz w:val="28"/>
          <w:szCs w:val="28"/>
        </w:rPr>
        <w:t>1. Законодательное Собрание Ульяновской области вправе привлекать представителей Палаты к участию в заседаниях комитетов и рабочих групп, публичных и депутатских слушаниях по проектам федеральных законов, проектам законов Ульяновской области в сфере предпринимательства, экономики и промышленности. Представители Палаты вправе присутствовать на заседаниях Законодательного Собрания Ульяновской области.</w:t>
      </w:r>
    </w:p>
    <w:p w:rsidR="003C374B" w:rsidRPr="00880591" w:rsidRDefault="003C374B" w:rsidP="008F57F7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591">
        <w:rPr>
          <w:rFonts w:ascii="Times New Roman" w:hAnsi="Times New Roman" w:cs="Times New Roman"/>
          <w:sz w:val="28"/>
          <w:szCs w:val="28"/>
        </w:rPr>
        <w:t>2. По предложению Законодательного Собрания Ульяновской области представители Палаты могут принимать участие в работе совещательных, консультативных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комиссий,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экспертных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советов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880591">
        <w:rPr>
          <w:rFonts w:ascii="Times New Roman" w:hAnsi="Times New Roman" w:cs="Times New Roman"/>
          <w:sz w:val="28"/>
          <w:szCs w:val="28"/>
        </w:rPr>
        <w:t>и организаций, образуемых Законодательным Собранием Ульяновской области.</w:t>
      </w:r>
    </w:p>
    <w:p w:rsidR="003C374B" w:rsidRPr="00880591" w:rsidRDefault="003C374B" w:rsidP="008F57F7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591">
        <w:rPr>
          <w:rFonts w:ascii="Times New Roman" w:hAnsi="Times New Roman" w:cs="Times New Roman"/>
          <w:sz w:val="28"/>
          <w:szCs w:val="28"/>
        </w:rPr>
        <w:t>3. Палата вправе:</w:t>
      </w:r>
    </w:p>
    <w:p w:rsidR="003C374B" w:rsidRPr="00880591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591">
        <w:rPr>
          <w:rFonts w:ascii="Times New Roman" w:hAnsi="Times New Roman" w:cs="Times New Roman"/>
          <w:sz w:val="28"/>
          <w:szCs w:val="28"/>
        </w:rPr>
        <w:t>1) направлять в Законодательное Собрание Ульяновской области предложения по разработке проектов законов и иных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промышленности, </w:t>
      </w:r>
      <w:r w:rsidRPr="00880591">
        <w:rPr>
          <w:rFonts w:ascii="Times New Roman" w:hAnsi="Times New Roman" w:cs="Times New Roman"/>
          <w:sz w:val="28"/>
          <w:szCs w:val="28"/>
        </w:rPr>
        <w:t xml:space="preserve">экономики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88059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880591">
        <w:rPr>
          <w:rFonts w:ascii="Times New Roman" w:hAnsi="Times New Roman" w:cs="Times New Roman"/>
          <w:sz w:val="28"/>
          <w:szCs w:val="28"/>
        </w:rPr>
        <w:t>;</w:t>
      </w:r>
    </w:p>
    <w:p w:rsidR="003C374B" w:rsidRPr="00880591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591">
        <w:rPr>
          <w:rFonts w:ascii="Times New Roman" w:hAnsi="Times New Roman" w:cs="Times New Roman"/>
          <w:sz w:val="28"/>
          <w:szCs w:val="28"/>
        </w:rPr>
        <w:t>2) участвовать в подготовке проектов законов и иных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промышленности, </w:t>
      </w:r>
      <w:r w:rsidRPr="00880591">
        <w:rPr>
          <w:rFonts w:ascii="Times New Roman" w:hAnsi="Times New Roman" w:cs="Times New Roman"/>
          <w:sz w:val="28"/>
          <w:szCs w:val="28"/>
        </w:rPr>
        <w:t xml:space="preserve">экономики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88059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880591">
        <w:rPr>
          <w:rFonts w:ascii="Times New Roman" w:hAnsi="Times New Roman" w:cs="Times New Roman"/>
          <w:sz w:val="28"/>
          <w:szCs w:val="28"/>
        </w:rPr>
        <w:t xml:space="preserve"> в форме, определяемой органами государственной власти Ульяновской области;</w:t>
      </w:r>
    </w:p>
    <w:p w:rsidR="003C374B" w:rsidRPr="00880591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591">
        <w:rPr>
          <w:rFonts w:ascii="Times New Roman" w:hAnsi="Times New Roman" w:cs="Times New Roman"/>
          <w:sz w:val="28"/>
          <w:szCs w:val="28"/>
        </w:rPr>
        <w:t>3) проводить экспертизу проектов законов и иных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промышленности, </w:t>
      </w:r>
      <w:r w:rsidRPr="00880591">
        <w:rPr>
          <w:rFonts w:ascii="Times New Roman" w:hAnsi="Times New Roman" w:cs="Times New Roman"/>
          <w:sz w:val="28"/>
          <w:szCs w:val="28"/>
        </w:rPr>
        <w:t xml:space="preserve">экономики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88059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880591">
        <w:rPr>
          <w:rFonts w:ascii="Times New Roman" w:hAnsi="Times New Roman" w:cs="Times New Roman"/>
          <w:sz w:val="28"/>
          <w:szCs w:val="28"/>
        </w:rPr>
        <w:t>, в том числе в целях оценки регулирующего воздействия;</w:t>
      </w:r>
    </w:p>
    <w:p w:rsidR="003C374B" w:rsidRPr="008F57F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F57F7">
        <w:rPr>
          <w:rFonts w:ascii="Times New Roman" w:hAnsi="Times New Roman" w:cs="Times New Roman"/>
          <w:spacing w:val="-4"/>
          <w:sz w:val="28"/>
          <w:szCs w:val="28"/>
        </w:rPr>
        <w:t xml:space="preserve">4) участвовать в осуществлении мониторинга правоприменения законов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8F57F7">
        <w:rPr>
          <w:rFonts w:ascii="Times New Roman" w:hAnsi="Times New Roman" w:cs="Times New Roman"/>
          <w:spacing w:val="-4"/>
          <w:sz w:val="28"/>
          <w:szCs w:val="28"/>
        </w:rPr>
        <w:t>и иных нормативных правовых актов, принятых Законодательным Собранием Ульяновской области, в сфере промышленности, экономики и предпринимательства.</w:t>
      </w:r>
    </w:p>
    <w:p w:rsidR="003C374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591">
        <w:rPr>
          <w:rFonts w:ascii="Times New Roman" w:hAnsi="Times New Roman" w:cs="Times New Roman"/>
          <w:sz w:val="28"/>
          <w:szCs w:val="28"/>
        </w:rPr>
        <w:t>4.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положений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591">
        <w:rPr>
          <w:rFonts w:ascii="Times New Roman" w:hAnsi="Times New Roman" w:cs="Times New Roman"/>
          <w:sz w:val="28"/>
          <w:szCs w:val="28"/>
        </w:rPr>
        <w:t xml:space="preserve">между Палатой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880591">
        <w:rPr>
          <w:rFonts w:ascii="Times New Roman" w:hAnsi="Times New Roman" w:cs="Times New Roman"/>
          <w:sz w:val="28"/>
          <w:szCs w:val="28"/>
        </w:rPr>
        <w:t>и Законодательным Собранием Ульяновской области может быть заключено соглашение о сотрудничестве.</w:t>
      </w:r>
    </w:p>
    <w:p w:rsidR="003C374B" w:rsidRPr="008F57F7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insideH w:val="single" w:sz="4" w:space="0" w:color="auto"/>
        </w:tblBorders>
        <w:tblLook w:val="01E0"/>
      </w:tblPr>
      <w:tblGrid>
        <w:gridCol w:w="2188"/>
        <w:gridCol w:w="7949"/>
      </w:tblGrid>
      <w:tr w:rsidR="003C374B">
        <w:tc>
          <w:tcPr>
            <w:tcW w:w="2188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360" w:lineRule="auto"/>
              <w:ind w:right="-108" w:firstLine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sz w:val="28"/>
                <w:szCs w:val="28"/>
              </w:rPr>
              <w:t>Статья 5.</w:t>
            </w:r>
          </w:p>
        </w:tc>
        <w:tc>
          <w:tcPr>
            <w:tcW w:w="7949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Взаимодействие Палаты с Правительством Ульяновской области, исполнительными органами государственной власти Ульяновской области и органами местного самоуправления муниципальных образований Ульяновской области </w:t>
            </w:r>
          </w:p>
        </w:tc>
      </w:tr>
    </w:tbl>
    <w:p w:rsidR="003C374B" w:rsidRPr="00880591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Pr="002A25D8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D8">
        <w:rPr>
          <w:rFonts w:ascii="Times New Roman" w:hAnsi="Times New Roman" w:cs="Times New Roman"/>
          <w:sz w:val="28"/>
          <w:szCs w:val="28"/>
        </w:rPr>
        <w:t>1. Правительство Ульяновской области, исполнительные органы государственной власти Ульяновской области и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Ульяновской области</w:t>
      </w:r>
      <w:r w:rsidRPr="002A25D8">
        <w:rPr>
          <w:rFonts w:ascii="Times New Roman" w:hAnsi="Times New Roman" w:cs="Times New Roman"/>
          <w:sz w:val="28"/>
          <w:szCs w:val="28"/>
        </w:rPr>
        <w:t xml:space="preserve"> в установленном порядке могут привлекать Палату к проведению экспертизы проектов нормативных правовых актов.</w:t>
      </w:r>
    </w:p>
    <w:p w:rsidR="003C374B" w:rsidRPr="002A25D8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D8">
        <w:rPr>
          <w:rFonts w:ascii="Times New Roman" w:hAnsi="Times New Roman" w:cs="Times New Roman"/>
          <w:sz w:val="28"/>
          <w:szCs w:val="28"/>
        </w:rPr>
        <w:t xml:space="preserve">2. Представители Палаты по предложению Правительства Ульяновской области, соответствующих исполнительных органов государственной власти Ульяновской области 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Ульяновской области </w:t>
      </w:r>
      <w:r w:rsidRPr="002A25D8">
        <w:rPr>
          <w:rFonts w:ascii="Times New Roman" w:hAnsi="Times New Roman" w:cs="Times New Roman"/>
          <w:sz w:val="28"/>
          <w:szCs w:val="28"/>
        </w:rPr>
        <w:t>могут принимать участие в работе ведомственных,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5D8">
        <w:rPr>
          <w:rFonts w:ascii="Times New Roman" w:hAnsi="Times New Roman" w:cs="Times New Roman"/>
          <w:sz w:val="28"/>
          <w:szCs w:val="28"/>
        </w:rPr>
        <w:t>межведомственных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5D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5D8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5D8">
        <w:rPr>
          <w:rFonts w:ascii="Times New Roman" w:hAnsi="Times New Roman" w:cs="Times New Roman"/>
          <w:sz w:val="28"/>
          <w:szCs w:val="28"/>
        </w:rPr>
        <w:t>комиссий,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5D8">
        <w:rPr>
          <w:rFonts w:ascii="Times New Roman" w:hAnsi="Times New Roman" w:cs="Times New Roman"/>
          <w:sz w:val="28"/>
          <w:szCs w:val="28"/>
        </w:rPr>
        <w:t>экспертных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5D8">
        <w:rPr>
          <w:rFonts w:ascii="Times New Roman" w:hAnsi="Times New Roman" w:cs="Times New Roman"/>
          <w:sz w:val="28"/>
          <w:szCs w:val="28"/>
        </w:rPr>
        <w:t xml:space="preserve">советов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2A25D8">
        <w:rPr>
          <w:rFonts w:ascii="Times New Roman" w:hAnsi="Times New Roman" w:cs="Times New Roman"/>
          <w:sz w:val="28"/>
          <w:szCs w:val="28"/>
        </w:rPr>
        <w:t>и других органов и организаций, создаваемых ими.</w:t>
      </w:r>
    </w:p>
    <w:p w:rsidR="003C374B" w:rsidRPr="00403BC4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D8">
        <w:rPr>
          <w:rFonts w:ascii="Times New Roman" w:hAnsi="Times New Roman" w:cs="Times New Roman"/>
          <w:sz w:val="28"/>
          <w:szCs w:val="28"/>
        </w:rPr>
        <w:t>3. Палата вправе в порядке, установленном нормативными правовыми актами Ульяновской области и муниципальными нормативными правовыми актами, вносить в Правительство Ульяновской области, исполнительные органы государственной власти Ульяновской области и органы местного самоуправления муниципальных образований Ульяновской области разработанные ею проекты нормативных правовых актов Ульяновской области и проекты муниципальных нормативных правовых актов,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BC4">
        <w:rPr>
          <w:rFonts w:ascii="Times New Roman" w:hAnsi="Times New Roman" w:cs="Times New Roman"/>
          <w:sz w:val="28"/>
          <w:szCs w:val="28"/>
        </w:rPr>
        <w:t>осуществлять функции информационно-методической, образовательной</w:t>
      </w:r>
      <w:r>
        <w:rPr>
          <w:rFonts w:ascii="Times New Roman" w:hAnsi="Times New Roman" w:cs="Times New Roman"/>
          <w:sz w:val="28"/>
          <w:szCs w:val="28"/>
        </w:rPr>
        <w:t>, переводческой</w:t>
      </w:r>
      <w:r w:rsidRPr="00403BC4">
        <w:rPr>
          <w:rFonts w:ascii="Times New Roman" w:hAnsi="Times New Roman" w:cs="Times New Roman"/>
          <w:sz w:val="28"/>
          <w:szCs w:val="28"/>
        </w:rPr>
        <w:t xml:space="preserve"> и организационной поддержки внешнеэкономической,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BC4">
        <w:rPr>
          <w:rFonts w:ascii="Times New Roman" w:hAnsi="Times New Roman" w:cs="Times New Roman"/>
          <w:sz w:val="28"/>
          <w:szCs w:val="28"/>
        </w:rPr>
        <w:t>торговой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BC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BC4">
        <w:rPr>
          <w:rFonts w:ascii="Times New Roman" w:hAnsi="Times New Roman" w:cs="Times New Roman"/>
          <w:sz w:val="28"/>
          <w:szCs w:val="28"/>
        </w:rPr>
        <w:t>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BC4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403BC4">
        <w:rPr>
          <w:rFonts w:ascii="Times New Roman" w:hAnsi="Times New Roman" w:cs="Times New Roman"/>
          <w:sz w:val="28"/>
          <w:szCs w:val="28"/>
        </w:rPr>
        <w:t>в Ульяновской области, а также организовывать мероприятия по:</w:t>
      </w:r>
    </w:p>
    <w:p w:rsidR="003C374B" w:rsidRPr="00403BC4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C4">
        <w:rPr>
          <w:rFonts w:ascii="Times New Roman" w:hAnsi="Times New Roman" w:cs="Times New Roman"/>
          <w:sz w:val="28"/>
          <w:szCs w:val="28"/>
        </w:rPr>
        <w:t xml:space="preserve">1) подготовке и реализации предложений по формированию стратегии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403BC4">
        <w:rPr>
          <w:rFonts w:ascii="Times New Roman" w:hAnsi="Times New Roman" w:cs="Times New Roman"/>
          <w:sz w:val="28"/>
          <w:szCs w:val="28"/>
        </w:rPr>
        <w:t>и планов действий в сфере улучшения инвестиционного климата и развития инвестиционной деятельности организаций промышленности и укрепления их экспортного потенциала в интересах Ульяновской области и входящих 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03BC4">
        <w:rPr>
          <w:rFonts w:ascii="Times New Roman" w:hAnsi="Times New Roman" w:cs="Times New Roman"/>
          <w:sz w:val="28"/>
          <w:szCs w:val="28"/>
        </w:rPr>
        <w:t xml:space="preserve"> состав муниципальных образований;</w:t>
      </w:r>
    </w:p>
    <w:p w:rsidR="003C374B" w:rsidRPr="00403BC4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C4">
        <w:rPr>
          <w:rFonts w:ascii="Times New Roman" w:hAnsi="Times New Roman" w:cs="Times New Roman"/>
          <w:sz w:val="28"/>
          <w:szCs w:val="28"/>
        </w:rPr>
        <w:t>2) развитию в Ульяновской области системы поддержки экспорта, продвижению инвестиционных проектов и привлечению инвестиций пут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03BC4">
        <w:rPr>
          <w:rFonts w:ascii="Times New Roman" w:hAnsi="Times New Roman" w:cs="Times New Roman"/>
          <w:sz w:val="28"/>
          <w:szCs w:val="28"/>
        </w:rPr>
        <w:t>м организации информационной поддержки в данной сфере;</w:t>
      </w:r>
    </w:p>
    <w:p w:rsidR="003C374B" w:rsidRPr="00403BC4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C4">
        <w:rPr>
          <w:rFonts w:ascii="Times New Roman" w:hAnsi="Times New Roman" w:cs="Times New Roman"/>
          <w:sz w:val="28"/>
          <w:szCs w:val="28"/>
        </w:rPr>
        <w:t>3) организации различных форм обучения, в том числе с использованием дистанционных образовательных технологий, для повышения квалификации специалистов;</w:t>
      </w:r>
    </w:p>
    <w:p w:rsidR="003C374B" w:rsidRPr="00403BC4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C4">
        <w:rPr>
          <w:rFonts w:ascii="Times New Roman" w:hAnsi="Times New Roman" w:cs="Times New Roman"/>
          <w:sz w:val="28"/>
          <w:szCs w:val="28"/>
        </w:rPr>
        <w:t>4) осуществлению мониторинга нормативных правовых актов Ульяновской области в сфере промышленности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3BC4">
        <w:rPr>
          <w:rFonts w:ascii="Times New Roman" w:hAnsi="Times New Roman" w:cs="Times New Roman"/>
          <w:sz w:val="28"/>
          <w:szCs w:val="28"/>
        </w:rPr>
        <w:t xml:space="preserve"> экономики и </w:t>
      </w:r>
      <w:r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403BC4">
        <w:rPr>
          <w:rFonts w:ascii="Times New Roman" w:hAnsi="Times New Roman" w:cs="Times New Roman"/>
          <w:sz w:val="28"/>
          <w:szCs w:val="28"/>
        </w:rPr>
        <w:t>;</w:t>
      </w:r>
    </w:p>
    <w:p w:rsidR="003C374B" w:rsidRPr="00403BC4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C4">
        <w:rPr>
          <w:rFonts w:ascii="Times New Roman" w:hAnsi="Times New Roman" w:cs="Times New Roman"/>
          <w:sz w:val="28"/>
          <w:szCs w:val="28"/>
        </w:rPr>
        <w:t>5)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03BC4">
        <w:rPr>
          <w:rFonts w:ascii="Times New Roman" w:hAnsi="Times New Roman" w:cs="Times New Roman"/>
          <w:sz w:val="28"/>
          <w:szCs w:val="28"/>
        </w:rPr>
        <w:t xml:space="preserve"> выставок и ярмарок предприятий и предпринимателей Ульяновской области, предприятий и предпринимателей иных регионов Российской Федерации, а также зарубежных партн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03BC4">
        <w:rPr>
          <w:rFonts w:ascii="Times New Roman" w:hAnsi="Times New Roman" w:cs="Times New Roman"/>
          <w:sz w:val="28"/>
          <w:szCs w:val="28"/>
        </w:rPr>
        <w:t>ров;</w:t>
      </w:r>
    </w:p>
    <w:p w:rsidR="003C374B" w:rsidRPr="00403BC4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C4">
        <w:rPr>
          <w:rFonts w:ascii="Times New Roman" w:hAnsi="Times New Roman" w:cs="Times New Roman"/>
          <w:sz w:val="28"/>
          <w:szCs w:val="28"/>
        </w:rPr>
        <w:t>6) комплексн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03BC4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03BC4">
        <w:rPr>
          <w:rFonts w:ascii="Times New Roman" w:hAnsi="Times New Roman" w:cs="Times New Roman"/>
          <w:sz w:val="28"/>
          <w:szCs w:val="28"/>
        </w:rPr>
        <w:t xml:space="preserve"> деловых миссий в целях развития внутрирегионального, межрегионального и международного сотрудничества.</w:t>
      </w:r>
    </w:p>
    <w:p w:rsidR="003C374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C4">
        <w:rPr>
          <w:rFonts w:ascii="Times New Roman" w:hAnsi="Times New Roman" w:cs="Times New Roman"/>
          <w:sz w:val="28"/>
          <w:szCs w:val="28"/>
        </w:rPr>
        <w:t xml:space="preserve">4. В целях реализации положений настоящего Закона Палата может заключать с </w:t>
      </w:r>
      <w:r>
        <w:rPr>
          <w:rFonts w:ascii="Times New Roman" w:hAnsi="Times New Roman" w:cs="Times New Roman"/>
          <w:sz w:val="28"/>
          <w:szCs w:val="28"/>
        </w:rPr>
        <w:t>исполнительными органами государственной власти</w:t>
      </w:r>
      <w:r w:rsidRPr="00403BC4">
        <w:rPr>
          <w:rFonts w:ascii="Times New Roman" w:hAnsi="Times New Roman" w:cs="Times New Roman"/>
          <w:sz w:val="28"/>
          <w:szCs w:val="28"/>
        </w:rPr>
        <w:t xml:space="preserve"> Ульяновской области и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Ульяновской области </w:t>
      </w:r>
      <w:r w:rsidRPr="00403BC4">
        <w:rPr>
          <w:rFonts w:ascii="Times New Roman" w:hAnsi="Times New Roman" w:cs="Times New Roman"/>
          <w:sz w:val="28"/>
          <w:szCs w:val="28"/>
        </w:rPr>
        <w:t>соглашения о сотрудничестве.</w:t>
      </w:r>
    </w:p>
    <w:p w:rsidR="003C374B" w:rsidRPr="008F57F7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insideH w:val="single" w:sz="4" w:space="0" w:color="auto"/>
        </w:tblBorders>
        <w:tblLook w:val="01E0"/>
      </w:tblPr>
      <w:tblGrid>
        <w:gridCol w:w="2188"/>
        <w:gridCol w:w="7949"/>
      </w:tblGrid>
      <w:tr w:rsidR="003C374B">
        <w:tc>
          <w:tcPr>
            <w:tcW w:w="2188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360" w:lineRule="auto"/>
              <w:ind w:right="-108" w:firstLine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sz w:val="28"/>
                <w:szCs w:val="28"/>
              </w:rPr>
              <w:t>Статья 6.</w:t>
            </w:r>
          </w:p>
        </w:tc>
        <w:tc>
          <w:tcPr>
            <w:tcW w:w="7949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Участие Палаты в реализации программ по поддержке предпринимательства в Ульяновской области </w:t>
            </w:r>
          </w:p>
        </w:tc>
      </w:tr>
    </w:tbl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Pr="002766A9" w:rsidRDefault="003C374B" w:rsidP="008F57F7">
      <w:pPr>
        <w:spacing w:after="0"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1. Палата участвует в разработке и реализации государственных программ (подпрограмм) Российской Федерации, государственных программ (подпрограмм)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области, муниципальных программ (подпрограмм)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 xml:space="preserve">промышленности, экономики, </w:t>
      </w:r>
      <w:r w:rsidRPr="002766A9">
        <w:rPr>
          <w:rFonts w:ascii="Times New Roman" w:hAnsi="Times New Roman" w:cs="Times New Roman"/>
          <w:sz w:val="28"/>
          <w:szCs w:val="28"/>
        </w:rPr>
        <w:t>предпринимательства, инвестиционной, инновационной и иных видов деятельности.</w:t>
      </w:r>
    </w:p>
    <w:p w:rsidR="003C374B" w:rsidRPr="002766A9" w:rsidRDefault="003C374B" w:rsidP="008F57F7">
      <w:pPr>
        <w:spacing w:after="0"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2. Палата выполняет функции организации, входящей в состав инфраструктуры поддержки субъектов малого и среднего предпринимательства.</w:t>
      </w:r>
    </w:p>
    <w:p w:rsidR="003C374B" w:rsidRPr="002766A9" w:rsidRDefault="003C374B" w:rsidP="008F57F7">
      <w:pPr>
        <w:spacing w:after="0"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 Ульяновской области и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Ульяновской области </w:t>
      </w:r>
      <w:r w:rsidRPr="002766A9">
        <w:rPr>
          <w:rFonts w:ascii="Times New Roman" w:hAnsi="Times New Roman" w:cs="Times New Roman"/>
          <w:sz w:val="28"/>
          <w:szCs w:val="28"/>
        </w:rPr>
        <w:t>могут привлекать Палату к реализации государственных программ (подпрограмм) 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(подпрограмм)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поддержки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и развития субъектов малого и среднего предпринимательства.</w:t>
      </w:r>
    </w:p>
    <w:p w:rsidR="003C374B" w:rsidRPr="002766A9" w:rsidRDefault="003C374B" w:rsidP="008F57F7">
      <w:pPr>
        <w:spacing w:after="0"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3. Виды, условия и порядок оказания Палатой поддержки субъектам предпринимательства в рамках реализации государственных программ (подпрограмм) Ульяновской области и муниципальных программ (подпрограмм)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устанавливаться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правовыми актами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правовыми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предварительному согласованию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с Палатой.</w:t>
      </w:r>
    </w:p>
    <w:p w:rsidR="003C374B" w:rsidRPr="002766A9" w:rsidRDefault="003C374B" w:rsidP="008F57F7">
      <w:pPr>
        <w:spacing w:after="0"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Иные виды поддержки субъектов предпринимательства могут предусматриваться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Уставе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локальных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актах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Палаты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с федеральным законодательством и нормативными правовыми актами Ульяновской области.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4. Палата вправе при осуществлении мероприятий в рамках реализации государственных программ (подпрограмм) Российской Федерации, государственных программ (подпрограмм) Ульяновской области, муниципальных программ (подпрограмм):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 xml:space="preserve">1) выполнять виды деятельности, направленные на поддержку развития </w:t>
      </w:r>
      <w:r>
        <w:rPr>
          <w:rFonts w:ascii="Times New Roman" w:hAnsi="Times New Roman" w:cs="Times New Roman"/>
          <w:sz w:val="28"/>
          <w:szCs w:val="28"/>
        </w:rPr>
        <w:t xml:space="preserve">промышленности, экономики и </w:t>
      </w:r>
      <w:r w:rsidRPr="002766A9">
        <w:rPr>
          <w:rFonts w:ascii="Times New Roman" w:hAnsi="Times New Roman" w:cs="Times New Roman"/>
          <w:sz w:val="28"/>
          <w:szCs w:val="28"/>
        </w:rPr>
        <w:t>предпринимательства,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Федерации, законодательством Ульяновской области и муниципальными правовыми актами;</w:t>
      </w:r>
    </w:p>
    <w:p w:rsidR="003C374B" w:rsidRPr="00C8105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81057">
        <w:rPr>
          <w:rFonts w:ascii="Times New Roman" w:hAnsi="Times New Roman" w:cs="Times New Roman"/>
          <w:spacing w:val="-4"/>
          <w:sz w:val="28"/>
          <w:szCs w:val="28"/>
        </w:rPr>
        <w:t>2) содействовать проведению и участвовать в организации публичных деловых мероприятий федерального и регионального уровней (форумов, конференций, симпозиумов, выставок, ярмарок и других мероприятий), направленных на поддержку и развитие предпринимательства и его популяризацию;</w:t>
      </w:r>
    </w:p>
    <w:p w:rsidR="003C374B" w:rsidRPr="00C8105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81057">
        <w:rPr>
          <w:rFonts w:ascii="Times New Roman" w:hAnsi="Times New Roman" w:cs="Times New Roman"/>
          <w:spacing w:val="-4"/>
          <w:sz w:val="28"/>
          <w:szCs w:val="28"/>
        </w:rPr>
        <w:t xml:space="preserve">3) принимать меры по защите прав и законных интересов субъектов предпринимательства в органах государственной власти Ульяновской области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C81057">
        <w:rPr>
          <w:rFonts w:ascii="Times New Roman" w:hAnsi="Times New Roman" w:cs="Times New Roman"/>
          <w:spacing w:val="-4"/>
          <w:sz w:val="28"/>
          <w:szCs w:val="28"/>
        </w:rPr>
        <w:t>и органах местного самоуправления муниципальных образований Ульяновской области;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4) содействовать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молод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766A9">
        <w:rPr>
          <w:rFonts w:ascii="Times New Roman" w:hAnsi="Times New Roman" w:cs="Times New Roman"/>
          <w:sz w:val="28"/>
          <w:szCs w:val="28"/>
        </w:rPr>
        <w:t>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посредством</w:t>
      </w:r>
      <w:r>
        <w:rPr>
          <w:rFonts w:ascii="Times New Roman" w:hAnsi="Times New Roman" w:cs="Times New Roman"/>
          <w:sz w:val="28"/>
          <w:szCs w:val="28"/>
        </w:rPr>
        <w:t xml:space="preserve"> вовлечени</w:t>
      </w:r>
      <w:r w:rsidRPr="002766A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молод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766A9">
        <w:rPr>
          <w:rFonts w:ascii="Times New Roman" w:hAnsi="Times New Roman" w:cs="Times New Roman"/>
          <w:sz w:val="28"/>
          <w:szCs w:val="28"/>
        </w:rPr>
        <w:t>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в предпринимательство, проведения обучения и формирования у молодых людей навыков ведения бизнеса, оказания консультационной, юридической, инфраструктурной поддержки;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 xml:space="preserve">5) предоставлять информационно-консультационную поддержку субъектам предпринимательской деятельности, в том числе оказывать консультационные услуги по общим вопросам ведения деятельности, по вопросам продвижения продукции на </w:t>
      </w:r>
      <w:r>
        <w:rPr>
          <w:rFonts w:ascii="Times New Roman" w:hAnsi="Times New Roman" w:cs="Times New Roman"/>
          <w:sz w:val="28"/>
          <w:szCs w:val="28"/>
        </w:rPr>
        <w:t xml:space="preserve">российский </w:t>
      </w:r>
      <w:r w:rsidRPr="002766A9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нок и рынки иностранных государств</w:t>
      </w:r>
      <w:r w:rsidRPr="002766A9">
        <w:rPr>
          <w:rFonts w:ascii="Times New Roman" w:hAnsi="Times New Roman" w:cs="Times New Roman"/>
          <w:sz w:val="28"/>
          <w:szCs w:val="28"/>
        </w:rPr>
        <w:t>, а также оказывать правовую поддержку;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6) проводить мониторинг деловой среды и финансово-экономических показателей развития Ульяновской области;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 xml:space="preserve">7) проводить социологические исследования общественного мнения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по различным направлениям;</w:t>
      </w:r>
    </w:p>
    <w:p w:rsidR="003C374B" w:rsidRPr="00C81057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81057">
        <w:rPr>
          <w:rFonts w:ascii="Times New Roman" w:hAnsi="Times New Roman" w:cs="Times New Roman"/>
          <w:spacing w:val="-4"/>
          <w:sz w:val="28"/>
          <w:szCs w:val="28"/>
        </w:rPr>
        <w:t>8) участвовать в создании благоприятных условий для субъектов предпринимательской деятельности, в том числе в сфере промышленности, осуществляющих  экспорт произведённой на территории Ульяновской области промышленной продукции, в соответствии с таможенным законодательством Таможенного союза и законодательством Российской Федерации о таможенном деле, если это не противоречит международным обязательствам Российской Федерации;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9) содействовать продвижению на российский рынок и рынки иностранных государств продукции ульяновских производителей, а также продвижению брендов и проектов, направленных на поддержку и повышение узнаваемости экс</w:t>
      </w:r>
      <w:r>
        <w:rPr>
          <w:rFonts w:ascii="Times New Roman" w:hAnsi="Times New Roman" w:cs="Times New Roman"/>
          <w:sz w:val="28"/>
          <w:szCs w:val="28"/>
        </w:rPr>
        <w:t>порта, бизнеса и культуры Российской Федерации</w:t>
      </w:r>
      <w:r w:rsidRPr="002766A9">
        <w:rPr>
          <w:rFonts w:ascii="Times New Roman" w:hAnsi="Times New Roman" w:cs="Times New Roman"/>
          <w:sz w:val="28"/>
          <w:szCs w:val="28"/>
        </w:rPr>
        <w:t xml:space="preserve"> на внешних рынках;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10) оказывать содействие в организации взаимодействия иностранных предпринимателей и субъектов предпринимательской деятельности;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11) выдавать сертификаты о происхождении товаров и документы, подтверждающие страну происхождения товаров, выполнения работ, оказания услуг,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6A9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6A9">
        <w:rPr>
          <w:rFonts w:ascii="Times New Roman" w:hAnsi="Times New Roman" w:cs="Times New Roman"/>
          <w:sz w:val="28"/>
          <w:szCs w:val="28"/>
        </w:rPr>
        <w:t>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 закупок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государственных и муниципальных нужд в случаях и в порядке, которые установлены федеральными законами и иными нормативными правовыми актами Российской Федерации;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 xml:space="preserve">12) оказывать услуги по производству различных видов экспертиз,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в том числе судебных экспертиз;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 xml:space="preserve">13) участвовать в организации профессионального образования, дополнительного образования и профессионального обучения для предприятий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и предпринимателей;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14) оказывать содействие работодателям в подборе кадров;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15) участвовать в разработке профессиональных стандартов в порядке, установленном федеральными законами и иными нормативными правовыми актами Российской Федерации;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 xml:space="preserve">16) разрабатывать программы обучения специалистов, участвовать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в развитии системы профессиональной ориентации в Ульяновской области.</w:t>
      </w:r>
    </w:p>
    <w:tbl>
      <w:tblPr>
        <w:tblW w:w="0" w:type="auto"/>
        <w:tblInd w:w="2" w:type="dxa"/>
        <w:tblBorders>
          <w:insideH w:val="single" w:sz="4" w:space="0" w:color="auto"/>
        </w:tblBorders>
        <w:tblLook w:val="01E0"/>
      </w:tblPr>
      <w:tblGrid>
        <w:gridCol w:w="2188"/>
        <w:gridCol w:w="7947"/>
      </w:tblGrid>
      <w:tr w:rsidR="003C374B">
        <w:tc>
          <w:tcPr>
            <w:tcW w:w="2188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360" w:lineRule="auto"/>
              <w:ind w:right="-108" w:firstLine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sz w:val="28"/>
                <w:szCs w:val="28"/>
              </w:rPr>
              <w:t>Статья 7.</w:t>
            </w:r>
          </w:p>
        </w:tc>
        <w:tc>
          <w:tcPr>
            <w:tcW w:w="7949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Порядок проведения Палатой экспертизы проектов нормативных правовых актов Ульяновской области, проектов муниципальных правовых актов </w:t>
            </w:r>
          </w:p>
        </w:tc>
      </w:tr>
    </w:tbl>
    <w:p w:rsidR="003C374B" w:rsidRDefault="003C374B" w:rsidP="00476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476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1. Экспертиза проектов нормативных правовых актов Ульяновской области, проектов муниципальных правовых актов проводится Палатой в целях согласования общественно значимых интересов граждан, субъектов предпринимательской деятельности и органов государственной власти Ульяновской области,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Ульяновской области</w:t>
      </w:r>
      <w:r w:rsidRPr="002766A9">
        <w:rPr>
          <w:rFonts w:ascii="Times New Roman" w:hAnsi="Times New Roman" w:cs="Times New Roman"/>
          <w:sz w:val="28"/>
          <w:szCs w:val="28"/>
        </w:rPr>
        <w:t>, создания благоприятных условий для развития предпринимательства с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766A9">
        <w:rPr>
          <w:rFonts w:ascii="Times New Roman" w:hAnsi="Times New Roman" w:cs="Times New Roman"/>
          <w:sz w:val="28"/>
          <w:szCs w:val="28"/>
        </w:rPr>
        <w:t>том экономических интересов Ульяновской области,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2766A9">
        <w:rPr>
          <w:rFonts w:ascii="Times New Roman" w:hAnsi="Times New Roman" w:cs="Times New Roman"/>
          <w:sz w:val="28"/>
          <w:szCs w:val="28"/>
        </w:rPr>
        <w:t>, а также для организации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субъектами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 xml:space="preserve">и органами государственной власти Ульяновской области,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Ульяновской области </w:t>
      </w:r>
      <w:r w:rsidRPr="002766A9">
        <w:rPr>
          <w:rFonts w:ascii="Times New Roman" w:hAnsi="Times New Roman" w:cs="Times New Roman"/>
          <w:sz w:val="28"/>
          <w:szCs w:val="28"/>
        </w:rPr>
        <w:t>при принятии ими указанных актов.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2. Основаниями проведения Палатой экспертизы проектов нормативных правовых актов Ульяновской области могут быть: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1) обращение Губернатора Ульяновской области;</w:t>
      </w:r>
    </w:p>
    <w:p w:rsidR="003C374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2) обращение Законодательного Собрания Ульяновской области;</w:t>
      </w:r>
    </w:p>
    <w:p w:rsidR="003C374B" w:rsidRPr="002A25D8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D8">
        <w:rPr>
          <w:rFonts w:ascii="Times New Roman" w:hAnsi="Times New Roman" w:cs="Times New Roman"/>
          <w:sz w:val="28"/>
          <w:szCs w:val="28"/>
        </w:rPr>
        <w:t>3) обращение Председателя Правительства Ульяновской области;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766A9">
        <w:rPr>
          <w:rFonts w:ascii="Times New Roman" w:hAnsi="Times New Roman" w:cs="Times New Roman"/>
          <w:sz w:val="28"/>
          <w:szCs w:val="28"/>
        </w:rPr>
        <w:t>) обращение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Уполномоченного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предпринимателей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в Ульяновской области;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766A9">
        <w:rPr>
          <w:rFonts w:ascii="Times New Roman" w:hAnsi="Times New Roman" w:cs="Times New Roman"/>
          <w:sz w:val="28"/>
          <w:szCs w:val="28"/>
        </w:rPr>
        <w:t xml:space="preserve">) обращение 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Pr="002766A9">
        <w:rPr>
          <w:rFonts w:ascii="Times New Roman" w:hAnsi="Times New Roman" w:cs="Times New Roman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2766A9">
        <w:rPr>
          <w:rFonts w:ascii="Times New Roman" w:hAnsi="Times New Roman" w:cs="Times New Roman"/>
          <w:sz w:val="28"/>
          <w:szCs w:val="28"/>
        </w:rPr>
        <w:t>власти Ульяновской области;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766A9">
        <w:rPr>
          <w:rFonts w:ascii="Times New Roman" w:hAnsi="Times New Roman" w:cs="Times New Roman"/>
          <w:sz w:val="28"/>
          <w:szCs w:val="28"/>
        </w:rPr>
        <w:t>) включение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в примерный план работы Палаты по проведению экспертизы проектов нормативных правовых актов;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766A9">
        <w:rPr>
          <w:rFonts w:ascii="Times New Roman" w:hAnsi="Times New Roman" w:cs="Times New Roman"/>
          <w:sz w:val="28"/>
          <w:szCs w:val="28"/>
        </w:rPr>
        <w:t>) запрос Торгово-промышленной палаты Российской Федерации;</w:t>
      </w:r>
    </w:p>
    <w:p w:rsidR="003C374B" w:rsidRPr="002766A9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766A9">
        <w:rPr>
          <w:rFonts w:ascii="Times New Roman" w:hAnsi="Times New Roman" w:cs="Times New Roman"/>
          <w:sz w:val="28"/>
          <w:szCs w:val="28"/>
        </w:rPr>
        <w:t>) запрос или обращение предпринимателей или представителей делового сообщества;</w:t>
      </w:r>
    </w:p>
    <w:p w:rsidR="003C374B" w:rsidRPr="002766A9" w:rsidRDefault="003C374B" w:rsidP="00D34079">
      <w:pPr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766A9">
        <w:rPr>
          <w:rFonts w:ascii="Times New Roman" w:hAnsi="Times New Roman" w:cs="Times New Roman"/>
          <w:sz w:val="28"/>
          <w:szCs w:val="28"/>
        </w:rPr>
        <w:t>) собственная инициатива Палаты.</w:t>
      </w:r>
    </w:p>
    <w:p w:rsidR="003C374B" w:rsidRPr="002766A9" w:rsidRDefault="003C374B" w:rsidP="00D34079">
      <w:pPr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3. Основаниями проведения Палатой экспертизы проектов муниципальных правовых актов могут быть:</w:t>
      </w:r>
    </w:p>
    <w:p w:rsidR="003C374B" w:rsidRPr="002766A9" w:rsidRDefault="003C374B" w:rsidP="00D34079">
      <w:pPr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1) обращение главы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</w:t>
      </w:r>
      <w:r>
        <w:rPr>
          <w:rFonts w:ascii="Times New Roman" w:hAnsi="Times New Roman" w:cs="Times New Roman"/>
          <w:sz w:val="28"/>
          <w:szCs w:val="28"/>
        </w:rPr>
        <w:br/>
        <w:t>области</w:t>
      </w:r>
      <w:r w:rsidRPr="002766A9">
        <w:rPr>
          <w:rFonts w:ascii="Times New Roman" w:hAnsi="Times New Roman" w:cs="Times New Roman"/>
          <w:sz w:val="28"/>
          <w:szCs w:val="28"/>
        </w:rPr>
        <w:t>;</w:t>
      </w:r>
    </w:p>
    <w:p w:rsidR="003C374B" w:rsidRPr="002766A9" w:rsidRDefault="003C374B" w:rsidP="00D34079">
      <w:pPr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2) включение проекта муниципального правового акта в примерный план работы Палаты по проведению экспертизы проектов муниципальных правовых актов;</w:t>
      </w:r>
    </w:p>
    <w:p w:rsidR="003C374B" w:rsidRPr="002766A9" w:rsidRDefault="003C374B" w:rsidP="00D34079">
      <w:pPr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3) запрос торгово-промышленной палаты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2766A9">
        <w:rPr>
          <w:rFonts w:ascii="Times New Roman" w:hAnsi="Times New Roman" w:cs="Times New Roman"/>
          <w:sz w:val="28"/>
          <w:szCs w:val="28"/>
        </w:rPr>
        <w:t>.</w:t>
      </w:r>
    </w:p>
    <w:p w:rsidR="003C374B" w:rsidRPr="002766A9" w:rsidRDefault="003C374B" w:rsidP="00D34079">
      <w:pPr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4. Заключение Палаты по результатам экспертизы проекта нормативного правового акта Ульяновской области, проекта муниципального правового акта направляется для рассмотрения в орган государственной власти Ульяновской области, орган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Ульяновской области</w:t>
      </w:r>
      <w:r w:rsidRPr="002766A9">
        <w:rPr>
          <w:rFonts w:ascii="Times New Roman" w:hAnsi="Times New Roman" w:cs="Times New Roman"/>
          <w:sz w:val="28"/>
          <w:szCs w:val="28"/>
        </w:rPr>
        <w:t>, к компетенции которого относится принятие соответствующего акта, и носит рекомендательный характер.</w:t>
      </w:r>
    </w:p>
    <w:p w:rsidR="003C374B" w:rsidRPr="004A451E" w:rsidRDefault="003C374B" w:rsidP="00476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C374B" w:rsidRPr="00D34079" w:rsidRDefault="003C374B" w:rsidP="00476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insideH w:val="single" w:sz="4" w:space="0" w:color="auto"/>
        </w:tblBorders>
        <w:tblLook w:val="01E0"/>
      </w:tblPr>
      <w:tblGrid>
        <w:gridCol w:w="2188"/>
        <w:gridCol w:w="7947"/>
      </w:tblGrid>
      <w:tr w:rsidR="003C374B">
        <w:tc>
          <w:tcPr>
            <w:tcW w:w="2188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ind w:right="-108" w:firstLine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sz w:val="28"/>
                <w:szCs w:val="28"/>
              </w:rPr>
              <w:t>Статья 8.</w:t>
            </w:r>
          </w:p>
        </w:tc>
        <w:tc>
          <w:tcPr>
            <w:tcW w:w="7949" w:type="dxa"/>
          </w:tcPr>
          <w:p w:rsidR="003C374B" w:rsidRPr="00C21422" w:rsidRDefault="003C374B" w:rsidP="00C214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Внешнеэкономические и межрегиональные связи Палаты </w:t>
            </w:r>
          </w:p>
        </w:tc>
      </w:tr>
    </w:tbl>
    <w:p w:rsidR="003C374B" w:rsidRPr="002766A9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Pr="00D34079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Pr="002766A9" w:rsidRDefault="003C374B" w:rsidP="00D340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 xml:space="preserve">1. Палата в соответствии со своим Уставом может поддерживать прямые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766A9">
        <w:rPr>
          <w:rFonts w:ascii="Times New Roman" w:hAnsi="Times New Roman" w:cs="Times New Roman"/>
          <w:sz w:val="28"/>
          <w:szCs w:val="28"/>
        </w:rPr>
        <w:t>нешнеэкономические</w:t>
      </w:r>
      <w:r>
        <w:rPr>
          <w:rFonts w:ascii="Times New Roman" w:hAnsi="Times New Roman" w:cs="Times New Roman"/>
          <w:sz w:val="28"/>
          <w:szCs w:val="28"/>
        </w:rPr>
        <w:t xml:space="preserve"> и межрегиональные</w:t>
      </w:r>
      <w:r w:rsidRPr="002766A9">
        <w:rPr>
          <w:rFonts w:ascii="Times New Roman" w:hAnsi="Times New Roman" w:cs="Times New Roman"/>
          <w:sz w:val="28"/>
          <w:szCs w:val="28"/>
        </w:rPr>
        <w:t xml:space="preserve"> связи, заключать соответствующие соглашения.</w:t>
      </w:r>
    </w:p>
    <w:p w:rsidR="003C374B" w:rsidRPr="002766A9" w:rsidRDefault="003C374B" w:rsidP="00D340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 xml:space="preserve">2. Палата участвует в осуществлении внешнеэкономических связей Ульяновской области, способствует реализации межрегиональных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и международных программ и проектов, разработанных при участии органов государственной власти Ульяновской области.</w:t>
      </w:r>
    </w:p>
    <w:p w:rsidR="003C374B" w:rsidRPr="002766A9" w:rsidRDefault="003C374B" w:rsidP="00D3407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3. Палата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учреждать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совместно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>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A9">
        <w:rPr>
          <w:rFonts w:ascii="Times New Roman" w:hAnsi="Times New Roman" w:cs="Times New Roman"/>
          <w:sz w:val="28"/>
          <w:szCs w:val="28"/>
        </w:rPr>
        <w:t xml:space="preserve">областью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и муниципальными образованиями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2766A9">
        <w:rPr>
          <w:rFonts w:ascii="Times New Roman" w:hAnsi="Times New Roman" w:cs="Times New Roman"/>
          <w:sz w:val="28"/>
          <w:szCs w:val="28"/>
        </w:rPr>
        <w:t xml:space="preserve"> некоммерческие организации для реализации межрегиональных и международных программ </w:t>
      </w:r>
      <w:r>
        <w:rPr>
          <w:rFonts w:ascii="Times New Roman" w:hAnsi="Times New Roman" w:cs="Times New Roman"/>
          <w:sz w:val="28"/>
          <w:szCs w:val="28"/>
        </w:rPr>
        <w:br/>
      </w:r>
      <w:r w:rsidRPr="002766A9">
        <w:rPr>
          <w:rFonts w:ascii="Times New Roman" w:hAnsi="Times New Roman" w:cs="Times New Roman"/>
          <w:sz w:val="28"/>
          <w:szCs w:val="28"/>
        </w:rPr>
        <w:t>и проектов торгово-экономического сотрудничества.</w:t>
      </w:r>
    </w:p>
    <w:p w:rsidR="003C374B" w:rsidRPr="002766A9" w:rsidRDefault="003C374B" w:rsidP="004A451E">
      <w:pPr>
        <w:widowControl w:val="0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4. Палата осуществляет вовлечение субъектов малого и среднего предпринимательства в экспортную деятельность, а также оказывает содействие выходу субъектов предпринимательства на рынки товаров, услуг и технологий</w:t>
      </w:r>
      <w:r>
        <w:rPr>
          <w:rFonts w:ascii="Times New Roman" w:hAnsi="Times New Roman" w:cs="Times New Roman"/>
          <w:sz w:val="28"/>
          <w:szCs w:val="28"/>
        </w:rPr>
        <w:t xml:space="preserve"> иностранных государств</w:t>
      </w:r>
      <w:r w:rsidRPr="002766A9">
        <w:rPr>
          <w:rFonts w:ascii="Times New Roman" w:hAnsi="Times New Roman" w:cs="Times New Roman"/>
          <w:sz w:val="28"/>
          <w:szCs w:val="28"/>
        </w:rPr>
        <w:t>.</w:t>
      </w:r>
    </w:p>
    <w:p w:rsidR="003C374B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A9">
        <w:rPr>
          <w:rFonts w:ascii="Times New Roman" w:hAnsi="Times New Roman" w:cs="Times New Roman"/>
          <w:sz w:val="28"/>
          <w:szCs w:val="28"/>
        </w:rPr>
        <w:t>5. Палата участвует в осуществлении организационного и информационно-аналитического сопровождения внешнеэкономических и межрегиональных связей Ульяновской области.</w:t>
      </w:r>
    </w:p>
    <w:p w:rsidR="003C374B" w:rsidRPr="00292C52" w:rsidRDefault="003C374B" w:rsidP="0047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C52">
        <w:rPr>
          <w:rFonts w:ascii="Times New Roman" w:hAnsi="Times New Roman" w:cs="Times New Roman"/>
          <w:sz w:val="28"/>
          <w:szCs w:val="28"/>
        </w:rPr>
        <w:t>6.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C52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C52">
        <w:rPr>
          <w:rFonts w:ascii="Times New Roman" w:hAnsi="Times New Roman" w:cs="Times New Roman"/>
          <w:sz w:val="28"/>
          <w:szCs w:val="28"/>
        </w:rPr>
        <w:t>сопровождения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C52">
        <w:rPr>
          <w:rFonts w:ascii="Times New Roman" w:hAnsi="Times New Roman" w:cs="Times New Roman"/>
          <w:sz w:val="28"/>
          <w:szCs w:val="28"/>
        </w:rPr>
        <w:t>внешнеэкономических и межрегио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292C52">
        <w:rPr>
          <w:rFonts w:ascii="Times New Roman" w:hAnsi="Times New Roman" w:cs="Times New Roman"/>
          <w:sz w:val="28"/>
          <w:szCs w:val="28"/>
        </w:rPr>
        <w:t>нальных связей Ульяновской области Палата в установленном порядке вправе создавать представительства за рубежом и в других субъектах Российской Федерации.</w:t>
      </w:r>
    </w:p>
    <w:p w:rsidR="003C374B" w:rsidRPr="004A451E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DC0CCD">
      <w:pPr>
        <w:pStyle w:val="ListParagraph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7CD0"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7CD0">
        <w:rPr>
          <w:rFonts w:ascii="Times New Roman" w:hAnsi="Times New Roman" w:cs="Times New Roman"/>
          <w:b/>
          <w:bCs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С.И.Морозов</w:t>
      </w:r>
    </w:p>
    <w:p w:rsidR="003C374B" w:rsidRDefault="003C374B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3C374B" w:rsidRDefault="003C374B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сентября 2017 г.</w:t>
      </w:r>
    </w:p>
    <w:p w:rsidR="003C374B" w:rsidRPr="009B75F6" w:rsidRDefault="003C374B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75F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116-</w:t>
      </w:r>
      <w:r w:rsidRPr="009B75F6">
        <w:rPr>
          <w:rFonts w:ascii="Times New Roman" w:hAnsi="Times New Roman" w:cs="Times New Roman"/>
          <w:sz w:val="28"/>
          <w:szCs w:val="28"/>
        </w:rPr>
        <w:t>ЗО</w:t>
      </w:r>
    </w:p>
    <w:sectPr w:rsidR="003C374B" w:rsidRPr="009B75F6" w:rsidSect="00391726">
      <w:headerReference w:type="defaul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74B" w:rsidRDefault="003C374B">
      <w:r>
        <w:separator/>
      </w:r>
    </w:p>
  </w:endnote>
  <w:endnote w:type="continuationSeparator" w:id="0">
    <w:p w:rsidR="003C374B" w:rsidRDefault="003C3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74B" w:rsidRPr="00014F42" w:rsidRDefault="003C374B" w:rsidP="00014F42">
    <w:pPr>
      <w:pStyle w:val="Footer"/>
      <w:spacing w:after="0" w:line="240" w:lineRule="auto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1209км1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74B" w:rsidRDefault="003C374B">
      <w:r>
        <w:separator/>
      </w:r>
    </w:p>
  </w:footnote>
  <w:footnote w:type="continuationSeparator" w:id="0">
    <w:p w:rsidR="003C374B" w:rsidRDefault="003C3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74B" w:rsidRPr="00360854" w:rsidRDefault="003C374B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14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9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0BF"/>
    <w:rsid w:val="00014124"/>
    <w:rsid w:val="00014233"/>
    <w:rsid w:val="000146F9"/>
    <w:rsid w:val="00014CFE"/>
    <w:rsid w:val="00014F42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1EA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4E7C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05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072E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8F5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F30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C52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4FFF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72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8C9"/>
    <w:rsid w:val="00327CD9"/>
    <w:rsid w:val="003302A2"/>
    <w:rsid w:val="0033067A"/>
    <w:rsid w:val="00330B91"/>
    <w:rsid w:val="003315DA"/>
    <w:rsid w:val="00332AF7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0854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74B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C4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19"/>
    <w:rsid w:val="0047489F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51E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2C77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47BCF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3C3"/>
    <w:rsid w:val="00610D51"/>
    <w:rsid w:val="006110C7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3F42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861"/>
    <w:rsid w:val="006C3D99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07"/>
    <w:rsid w:val="006D2A57"/>
    <w:rsid w:val="006D2DCC"/>
    <w:rsid w:val="006D38EF"/>
    <w:rsid w:val="006D3F5C"/>
    <w:rsid w:val="006D40B2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7F7E59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1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6910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7F7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85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D7CD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0F82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049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7A2"/>
    <w:rsid w:val="00A528AA"/>
    <w:rsid w:val="00A52BF0"/>
    <w:rsid w:val="00A52E33"/>
    <w:rsid w:val="00A536C8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6DE6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422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057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079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97A"/>
    <w:rsid w:val="00D81231"/>
    <w:rsid w:val="00D818BC"/>
    <w:rsid w:val="00D81C8B"/>
    <w:rsid w:val="00D825A0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704"/>
    <w:rsid w:val="00DF71D0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27645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4A2E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DB8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D76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7E9"/>
    <w:rsid w:val="00F22A6F"/>
    <w:rsid w:val="00F22F18"/>
    <w:rsid w:val="00F23219"/>
    <w:rsid w:val="00F239C7"/>
    <w:rsid w:val="00F23ADD"/>
    <w:rsid w:val="00F2408E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144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56A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ACA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B7EA3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5D75C3"/>
    <w:pPr>
      <w:ind w:left="720"/>
    </w:pPr>
  </w:style>
  <w:style w:type="paragraph" w:styleId="Header">
    <w:name w:val="header"/>
    <w:basedOn w:val="Normal"/>
    <w:link w:val="HeaderChar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D75C3"/>
    <w:rPr>
      <w:rFonts w:ascii="Calibri" w:hAnsi="Calibri" w:cs="Calibri"/>
      <w:sz w:val="22"/>
      <w:szCs w:val="22"/>
      <w:lang w:val="ru-RU" w:eastAsia="en-US"/>
    </w:rPr>
  </w:style>
  <w:style w:type="paragraph" w:styleId="NormalWeb">
    <w:name w:val="Normal (Web)"/>
    <w:basedOn w:val="Normal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D75C3"/>
    <w:rPr>
      <w:rFonts w:cs="Times New Roman"/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36C8"/>
    <w:rPr>
      <w:rFonts w:cs="Times New Roman"/>
      <w:sz w:val="2"/>
      <w:szCs w:val="2"/>
      <w:lang w:eastAsia="en-US"/>
    </w:rPr>
  </w:style>
  <w:style w:type="paragraph" w:customStyle="1" w:styleId="ConsPlusNormal">
    <w:name w:val="ConsPlusNormal"/>
    <w:uiPriority w:val="99"/>
    <w:rsid w:val="00417047"/>
    <w:pPr>
      <w:autoSpaceDE w:val="0"/>
      <w:autoSpaceDN w:val="0"/>
      <w:adjustRightInd w:val="0"/>
    </w:pPr>
    <w:rPr>
      <w:rFonts w:ascii="Calibri" w:hAnsi="Calibri" w:cs="Calibri"/>
      <w:sz w:val="28"/>
      <w:szCs w:val="28"/>
    </w:rPr>
  </w:style>
  <w:style w:type="paragraph" w:styleId="Footer">
    <w:name w:val="footer"/>
    <w:basedOn w:val="Normal"/>
    <w:link w:val="FooterChar"/>
    <w:uiPriority w:val="99"/>
    <w:rsid w:val="006110C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36C8"/>
    <w:rPr>
      <w:rFonts w:ascii="Calibri" w:hAnsi="Calibri" w:cs="Calibri"/>
      <w:lang w:eastAsia="en-US"/>
    </w:rPr>
  </w:style>
  <w:style w:type="table" w:styleId="TableGrid">
    <w:name w:val="Table Grid"/>
    <w:basedOn w:val="TableNormal"/>
    <w:uiPriority w:val="99"/>
    <w:rsid w:val="00763D37"/>
    <w:pPr>
      <w:spacing w:after="200" w:line="276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FD5C77DE7E5E830DA70C419D58E38834F1EE8E12441E79CDBEEF911EO5x7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DFD5C77DE7E5E830DA70C419D58E38837F0ED821814497B9CEBE1O9x4G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FD5C77DE7E5E830DA70C419D58E38834F1EE8E12441E79CDBEEF911E57B8F2B9814E408B82C813O9xF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CDFD5C77DE7E5E830DA70C419D58E38834F1EC831A451E79CDBEEF911EO5x7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DFD5C77DE7E5E830DA70C419D58E38834F1EC831A451E79CDBEEF911EO5x7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14</Pages>
  <Words>3592</Words>
  <Characters>20479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subject/>
  <dc:creator>user</dc:creator>
  <cp:keywords/>
  <dc:description/>
  <cp:lastModifiedBy>Пользователь</cp:lastModifiedBy>
  <cp:revision>5</cp:revision>
  <cp:lastPrinted>2017-09-20T10:33:00Z</cp:lastPrinted>
  <dcterms:created xsi:type="dcterms:W3CDTF">2017-09-15T08:12:00Z</dcterms:created>
  <dcterms:modified xsi:type="dcterms:W3CDTF">2017-09-29T07:33:00Z</dcterms:modified>
</cp:coreProperties>
</file>