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F" w:rsidRPr="00CB27E5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7E5">
        <w:rPr>
          <w:rFonts w:ascii="Times New Roman" w:hAnsi="Times New Roman" w:cs="Times New Roman"/>
          <w:b/>
          <w:sz w:val="24"/>
          <w:szCs w:val="24"/>
        </w:rPr>
        <w:t>ЗАКОН УЛЬЯНОВСКОЙ ОБЛАСТИ</w:t>
      </w:r>
    </w:p>
    <w:p w:rsidR="006A224F" w:rsidRPr="00CB27E5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24F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A224F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24F" w:rsidRPr="009238DA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p w:rsidR="006A224F" w:rsidRPr="009238DA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24F" w:rsidRPr="00E337E5" w:rsidRDefault="006A224F" w:rsidP="008D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7E5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 в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статью 3 З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337E5">
        <w:rPr>
          <w:rFonts w:ascii="Times New Roman" w:hAnsi="Times New Roman" w:cs="Times New Roman"/>
          <w:b/>
          <w:bCs/>
          <w:sz w:val="28"/>
          <w:szCs w:val="28"/>
        </w:rPr>
        <w:t>льяновской области</w:t>
      </w:r>
    </w:p>
    <w:p w:rsidR="006A224F" w:rsidRPr="0090420D" w:rsidRDefault="006A224F" w:rsidP="008D2B5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0420D">
        <w:rPr>
          <w:rFonts w:ascii="Times New Roman" w:hAnsi="Times New Roman" w:cs="Times New Roman"/>
          <w:b/>
          <w:bCs/>
          <w:sz w:val="28"/>
          <w:szCs w:val="28"/>
        </w:rPr>
        <w:t xml:space="preserve">О некоторых вопросах регулирования торговой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0420D">
        <w:rPr>
          <w:rFonts w:ascii="Times New Roman" w:hAnsi="Times New Roman" w:cs="Times New Roman"/>
          <w:b/>
          <w:bCs/>
          <w:sz w:val="28"/>
          <w:szCs w:val="28"/>
        </w:rPr>
        <w:t>на территории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A224F" w:rsidRPr="007D68E3" w:rsidRDefault="006A224F" w:rsidP="00923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9238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9238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Pr="00183903" w:rsidRDefault="006A224F" w:rsidP="0018390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83903">
        <w:rPr>
          <w:rFonts w:ascii="Times New Roman" w:hAnsi="Times New Roman" w:cs="Times New Roman"/>
          <w:bCs/>
          <w:sz w:val="24"/>
          <w:szCs w:val="24"/>
        </w:rPr>
        <w:t>Принят  Законодательным Собранием Ульяновской области 25 августа 2016 года</w:t>
      </w:r>
    </w:p>
    <w:p w:rsidR="006A224F" w:rsidRDefault="006A224F" w:rsidP="009238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9238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9238DA">
      <w:pPr>
        <w:pStyle w:val="ConsPlusNormal"/>
        <w:spacing w:line="36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9238DA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87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статью 3 </w:t>
      </w:r>
      <w:r w:rsidRPr="000B7C87">
        <w:rPr>
          <w:rFonts w:ascii="Times New Roman" w:hAnsi="Times New Roman" w:cs="Times New Roman"/>
          <w:sz w:val="28"/>
          <w:szCs w:val="28"/>
        </w:rPr>
        <w:t>Закона Ульяновской области от 30 ноября 2011 года</w:t>
      </w:r>
      <w:r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0B7C87">
        <w:rPr>
          <w:rFonts w:ascii="Times New Roman" w:hAnsi="Times New Roman" w:cs="Times New Roman"/>
          <w:sz w:val="28"/>
          <w:szCs w:val="28"/>
        </w:rPr>
        <w:t xml:space="preserve"> 208-ЗО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7C87">
        <w:rPr>
          <w:rFonts w:ascii="Times New Roman" w:hAnsi="Times New Roman" w:cs="Times New Roman"/>
          <w:sz w:val="28"/>
          <w:szCs w:val="28"/>
        </w:rPr>
        <w:t xml:space="preserve">О некоторых вопросах регулирования торговой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B7C87">
        <w:rPr>
          <w:rFonts w:ascii="Times New Roman" w:hAnsi="Times New Roman" w:cs="Times New Roman"/>
          <w:sz w:val="28"/>
          <w:szCs w:val="28"/>
        </w:rPr>
        <w:t>на территории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B7C8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7C87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B7C87">
        <w:rPr>
          <w:rFonts w:ascii="Times New Roman" w:hAnsi="Times New Roman" w:cs="Times New Roman"/>
          <w:sz w:val="28"/>
          <w:szCs w:val="28"/>
        </w:rPr>
        <w:t xml:space="preserve"> от 07.12.2011 </w:t>
      </w:r>
      <w:r>
        <w:rPr>
          <w:rFonts w:ascii="Times New Roman" w:hAnsi="Times New Roman" w:cs="Times New Roman"/>
          <w:sz w:val="28"/>
          <w:szCs w:val="28"/>
        </w:rPr>
        <w:t xml:space="preserve">            №</w:t>
      </w:r>
      <w:r w:rsidRPr="000B7C87">
        <w:rPr>
          <w:rFonts w:ascii="Times New Roman" w:hAnsi="Times New Roman" w:cs="Times New Roman"/>
          <w:sz w:val="28"/>
          <w:szCs w:val="28"/>
        </w:rPr>
        <w:t xml:space="preserve"> 138; от 07.09.2012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B7C87">
        <w:rPr>
          <w:rFonts w:ascii="Times New Roman" w:hAnsi="Times New Roman" w:cs="Times New Roman"/>
          <w:sz w:val="28"/>
          <w:szCs w:val="28"/>
        </w:rPr>
        <w:t xml:space="preserve"> 97; от 19.08.2013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B7C87">
        <w:rPr>
          <w:rFonts w:ascii="Times New Roman" w:hAnsi="Times New Roman" w:cs="Times New Roman"/>
          <w:sz w:val="28"/>
          <w:szCs w:val="28"/>
        </w:rPr>
        <w:t xml:space="preserve"> 97;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B7C87">
        <w:rPr>
          <w:rFonts w:ascii="Times New Roman" w:hAnsi="Times New Roman" w:cs="Times New Roman"/>
          <w:sz w:val="28"/>
          <w:szCs w:val="28"/>
        </w:rPr>
        <w:t xml:space="preserve"> 144</w:t>
      </w:r>
      <w:r>
        <w:rPr>
          <w:rFonts w:ascii="Times New Roman" w:hAnsi="Times New Roman" w:cs="Times New Roman"/>
          <w:sz w:val="28"/>
          <w:szCs w:val="28"/>
        </w:rPr>
        <w:t>;                       от 29.10.2015 № 151) следующие изменения:</w:t>
      </w:r>
    </w:p>
    <w:p w:rsidR="006A224F" w:rsidRDefault="006A224F" w:rsidP="009238DA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часть 3 изложить в следующей редакции:</w:t>
      </w:r>
    </w:p>
    <w:p w:rsidR="006A224F" w:rsidRDefault="006A224F" w:rsidP="009238DA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0B7C87">
        <w:rPr>
          <w:rFonts w:ascii="Times New Roman" w:hAnsi="Times New Roman" w:cs="Times New Roman"/>
          <w:sz w:val="28"/>
          <w:szCs w:val="28"/>
        </w:rPr>
        <w:t>Решения о разработке р</w:t>
      </w:r>
      <w:r>
        <w:rPr>
          <w:rFonts w:ascii="Times New Roman" w:hAnsi="Times New Roman" w:cs="Times New Roman"/>
          <w:sz w:val="28"/>
          <w:szCs w:val="28"/>
        </w:rPr>
        <w:t>егиональной программы и сроке её</w:t>
      </w:r>
      <w:r w:rsidRPr="000B7C87">
        <w:rPr>
          <w:rFonts w:ascii="Times New Roman" w:hAnsi="Times New Roman" w:cs="Times New Roman"/>
          <w:sz w:val="28"/>
          <w:szCs w:val="28"/>
        </w:rPr>
        <w:t xml:space="preserve"> действия принимаются Правительством Ульяновской области. </w:t>
      </w:r>
    </w:p>
    <w:p w:rsidR="006A224F" w:rsidRDefault="006A224F" w:rsidP="009238DA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87">
        <w:rPr>
          <w:rFonts w:ascii="Times New Roman" w:hAnsi="Times New Roman" w:cs="Times New Roman"/>
          <w:sz w:val="28"/>
          <w:szCs w:val="28"/>
        </w:rPr>
        <w:t>Решения о разработке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B7C87">
        <w:rPr>
          <w:rFonts w:ascii="Times New Roman" w:hAnsi="Times New Roman" w:cs="Times New Roman"/>
          <w:sz w:val="28"/>
          <w:szCs w:val="28"/>
        </w:rPr>
        <w:t xml:space="preserve"> программ и срок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B7C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0B7C87">
        <w:rPr>
          <w:rFonts w:ascii="Times New Roman" w:hAnsi="Times New Roman" w:cs="Times New Roman"/>
          <w:sz w:val="28"/>
          <w:szCs w:val="28"/>
        </w:rPr>
        <w:t xml:space="preserve"> действия принимаются местн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0B7C8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B7C87">
        <w:rPr>
          <w:rFonts w:ascii="Times New Roman" w:hAnsi="Times New Roman" w:cs="Times New Roman"/>
          <w:sz w:val="28"/>
          <w:szCs w:val="28"/>
        </w:rPr>
        <w:t xml:space="preserve"> </w:t>
      </w:r>
      <w:r w:rsidRPr="00CF4D04">
        <w:rPr>
          <w:rFonts w:ascii="Times New Roman" w:hAnsi="Times New Roman" w:cs="Times New Roman"/>
          <w:sz w:val="28"/>
          <w:szCs w:val="28"/>
        </w:rPr>
        <w:t xml:space="preserve">поселений, городских округов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CF4D04">
        <w:rPr>
          <w:rFonts w:ascii="Times New Roman" w:hAnsi="Times New Roman" w:cs="Times New Roman"/>
          <w:sz w:val="28"/>
          <w:szCs w:val="28"/>
        </w:rPr>
        <w:t>и муниципальных районов соответственно,</w:t>
      </w:r>
      <w:r>
        <w:rPr>
          <w:rFonts w:ascii="Times New Roman" w:hAnsi="Times New Roman" w:cs="Times New Roman"/>
          <w:sz w:val="28"/>
          <w:szCs w:val="28"/>
        </w:rPr>
        <w:t xml:space="preserve">  если иное не предусмотрено абзацем третьим настоящей части.</w:t>
      </w:r>
    </w:p>
    <w:p w:rsidR="006A224F" w:rsidRDefault="006A224F" w:rsidP="009238DA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C87">
        <w:rPr>
          <w:rFonts w:ascii="Times New Roman" w:hAnsi="Times New Roman" w:cs="Times New Roman"/>
          <w:sz w:val="28"/>
          <w:szCs w:val="28"/>
        </w:rPr>
        <w:t>Решения о разработке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B7C87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в поселениях, являющихся административными центрами муниципальных районов,</w:t>
      </w:r>
      <w:r w:rsidRPr="00602591">
        <w:rPr>
          <w:rFonts w:ascii="Times New Roman" w:hAnsi="Times New Roman" w:cs="Times New Roman"/>
          <w:sz w:val="28"/>
          <w:szCs w:val="28"/>
        </w:rPr>
        <w:t xml:space="preserve"> местн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60259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2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которых</w:t>
      </w:r>
      <w:r w:rsidRPr="00602591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602591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2591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259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2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</w:t>
      </w:r>
      <w:r w:rsidRPr="0060259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2591">
        <w:rPr>
          <w:rFonts w:ascii="Times New Roman" w:hAnsi="Times New Roman" w:cs="Times New Roman"/>
          <w:sz w:val="28"/>
          <w:szCs w:val="28"/>
        </w:rPr>
        <w:t>т полномочия местн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0259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2591">
        <w:rPr>
          <w:rFonts w:ascii="Times New Roman" w:hAnsi="Times New Roman" w:cs="Times New Roman"/>
          <w:sz w:val="28"/>
          <w:szCs w:val="28"/>
        </w:rPr>
        <w:t xml:space="preserve"> так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60259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й, </w:t>
      </w:r>
      <w:r w:rsidRPr="000B7C87">
        <w:rPr>
          <w:rFonts w:ascii="Times New Roman" w:hAnsi="Times New Roman" w:cs="Times New Roman"/>
          <w:sz w:val="28"/>
          <w:szCs w:val="28"/>
        </w:rPr>
        <w:t>и срок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B7C87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 xml:space="preserve"> указанных программ принимаются местными администрациями соответствующих муниципальных районов.</w:t>
      </w:r>
    </w:p>
    <w:p w:rsidR="006A224F" w:rsidRDefault="006A224F" w:rsidP="009238DA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Местные администрации, указанные в настоящей части, далее именуются «местные администрации».»;</w:t>
      </w:r>
    </w:p>
    <w:p w:rsidR="006A224F" w:rsidRDefault="006A224F" w:rsidP="0005369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4 слова «</w:t>
      </w:r>
      <w:r w:rsidRPr="00602591">
        <w:rPr>
          <w:rFonts w:ascii="Times New Roman" w:hAnsi="Times New Roman" w:cs="Times New Roman"/>
          <w:sz w:val="28"/>
          <w:szCs w:val="28"/>
        </w:rPr>
        <w:t>муниципального образования Ульяновской области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6A224F" w:rsidRPr="009238DA" w:rsidRDefault="006A224F" w:rsidP="009238DA">
      <w:pPr>
        <w:pStyle w:val="ConsPlusNormal"/>
        <w:ind w:firstLine="539"/>
        <w:jc w:val="both"/>
        <w:rPr>
          <w:rFonts w:ascii="Times New Roman" w:hAnsi="Times New Roman" w:cs="Times New Roman"/>
          <w:sz w:val="16"/>
          <w:szCs w:val="28"/>
        </w:rPr>
      </w:pPr>
    </w:p>
    <w:p w:rsidR="006A224F" w:rsidRDefault="006A224F" w:rsidP="009238D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9238D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A224F" w:rsidRPr="007B174F" w:rsidRDefault="006A224F" w:rsidP="009238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174F">
        <w:rPr>
          <w:rFonts w:ascii="Times New Roman" w:hAnsi="Times New Roman" w:cs="Times New Roman"/>
          <w:b/>
          <w:bCs/>
          <w:sz w:val="28"/>
          <w:szCs w:val="28"/>
        </w:rPr>
        <w:t>Временно исполняющий обязанности</w:t>
      </w:r>
    </w:p>
    <w:p w:rsidR="006A224F" w:rsidRPr="007B174F" w:rsidRDefault="006A224F" w:rsidP="009238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Губернатора Ульяновской</w:t>
      </w:r>
      <w:r w:rsidRPr="007B174F">
        <w:rPr>
          <w:rFonts w:ascii="Times New Roman" w:hAnsi="Times New Roman" w:cs="Times New Roman"/>
          <w:b/>
          <w:bCs/>
          <w:sz w:val="28"/>
          <w:szCs w:val="28"/>
        </w:rPr>
        <w:t xml:space="preserve"> области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7B174F">
        <w:rPr>
          <w:rFonts w:ascii="Times New Roman" w:hAnsi="Times New Roman" w:cs="Times New Roman"/>
          <w:b/>
          <w:bCs/>
          <w:sz w:val="28"/>
          <w:szCs w:val="28"/>
        </w:rPr>
        <w:t xml:space="preserve">         С.И.Морозов</w:t>
      </w:r>
    </w:p>
    <w:p w:rsidR="006A224F" w:rsidRDefault="006A224F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24F" w:rsidRDefault="006A224F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24F" w:rsidRPr="00B9010A" w:rsidRDefault="006A224F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24F" w:rsidRPr="00B9010A" w:rsidRDefault="006A224F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10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6A224F" w:rsidRPr="00B9010A" w:rsidRDefault="006A224F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августа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</w:t>
        </w:r>
        <w:r w:rsidRPr="00B9010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B9010A">
        <w:rPr>
          <w:rFonts w:ascii="Times New Roman" w:hAnsi="Times New Roman" w:cs="Times New Roman"/>
          <w:sz w:val="28"/>
          <w:szCs w:val="28"/>
        </w:rPr>
        <w:t>.</w:t>
      </w:r>
    </w:p>
    <w:p w:rsidR="006A224F" w:rsidRPr="00E337E5" w:rsidRDefault="006A224F" w:rsidP="001021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10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116</w:t>
      </w:r>
      <w:r w:rsidRPr="00B9010A">
        <w:rPr>
          <w:rFonts w:ascii="Times New Roman" w:hAnsi="Times New Roman" w:cs="Times New Roman"/>
          <w:sz w:val="28"/>
          <w:szCs w:val="28"/>
        </w:rPr>
        <w:t>-ЗО</w:t>
      </w:r>
    </w:p>
    <w:sectPr w:rsidR="006A224F" w:rsidRPr="00E337E5" w:rsidSect="00053695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24F" w:rsidRDefault="006A224F" w:rsidP="00E60DD2">
      <w:pPr>
        <w:spacing w:after="0" w:line="240" w:lineRule="auto"/>
      </w:pPr>
      <w:r>
        <w:separator/>
      </w:r>
    </w:p>
  </w:endnote>
  <w:endnote w:type="continuationSeparator" w:id="0">
    <w:p w:rsidR="006A224F" w:rsidRDefault="006A224F" w:rsidP="00E6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24F" w:rsidRPr="009238DA" w:rsidRDefault="006A224F" w:rsidP="009238DA">
    <w:pPr>
      <w:pStyle w:val="Footer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1107км1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24F" w:rsidRDefault="006A224F" w:rsidP="00E60DD2">
      <w:pPr>
        <w:spacing w:after="0" w:line="240" w:lineRule="auto"/>
      </w:pPr>
      <w:r>
        <w:separator/>
      </w:r>
    </w:p>
  </w:footnote>
  <w:footnote w:type="continuationSeparator" w:id="0">
    <w:p w:rsidR="006A224F" w:rsidRDefault="006A224F" w:rsidP="00E60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24F" w:rsidRPr="009238DA" w:rsidRDefault="006A224F" w:rsidP="009238DA">
    <w:pPr>
      <w:pStyle w:val="Header"/>
      <w:tabs>
        <w:tab w:val="left" w:pos="4560"/>
        <w:tab w:val="center" w:pos="4819"/>
      </w:tabs>
      <w:jc w:val="center"/>
      <w:rPr>
        <w:rFonts w:ascii="Times New Roman" w:hAnsi="Times New Roman" w:cs="Times New Roman"/>
        <w:sz w:val="28"/>
        <w:szCs w:val="28"/>
      </w:rPr>
    </w:pPr>
    <w:r w:rsidRPr="009238DA">
      <w:rPr>
        <w:rFonts w:ascii="Times New Roman" w:hAnsi="Times New Roman" w:cs="Times New Roman"/>
        <w:sz w:val="28"/>
        <w:szCs w:val="28"/>
      </w:rPr>
      <w:fldChar w:fldCharType="begin"/>
    </w:r>
    <w:r w:rsidRPr="009238D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238DA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9238DA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96153"/>
    <w:multiLevelType w:val="hybridMultilevel"/>
    <w:tmpl w:val="AA16A976"/>
    <w:lvl w:ilvl="0" w:tplc="D9AE937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7E5"/>
    <w:rsid w:val="000000B3"/>
    <w:rsid w:val="00000722"/>
    <w:rsid w:val="000008AC"/>
    <w:rsid w:val="00000FD1"/>
    <w:rsid w:val="0000101D"/>
    <w:rsid w:val="0000185C"/>
    <w:rsid w:val="00001CCD"/>
    <w:rsid w:val="0000354E"/>
    <w:rsid w:val="0000365F"/>
    <w:rsid w:val="00003D9F"/>
    <w:rsid w:val="000047B9"/>
    <w:rsid w:val="000048B5"/>
    <w:rsid w:val="000056A1"/>
    <w:rsid w:val="000056BB"/>
    <w:rsid w:val="0000595F"/>
    <w:rsid w:val="00005BE5"/>
    <w:rsid w:val="00010FEE"/>
    <w:rsid w:val="00011BD1"/>
    <w:rsid w:val="00011EB6"/>
    <w:rsid w:val="00014E87"/>
    <w:rsid w:val="00015264"/>
    <w:rsid w:val="000153C9"/>
    <w:rsid w:val="0001589C"/>
    <w:rsid w:val="00015F50"/>
    <w:rsid w:val="00016325"/>
    <w:rsid w:val="00017F91"/>
    <w:rsid w:val="000202E3"/>
    <w:rsid w:val="00021AD7"/>
    <w:rsid w:val="000221D8"/>
    <w:rsid w:val="00023432"/>
    <w:rsid w:val="0002395F"/>
    <w:rsid w:val="00024A21"/>
    <w:rsid w:val="00024CBE"/>
    <w:rsid w:val="00026380"/>
    <w:rsid w:val="000279E2"/>
    <w:rsid w:val="000306D4"/>
    <w:rsid w:val="00031359"/>
    <w:rsid w:val="00031821"/>
    <w:rsid w:val="00031973"/>
    <w:rsid w:val="00033CEE"/>
    <w:rsid w:val="00034E32"/>
    <w:rsid w:val="000361C3"/>
    <w:rsid w:val="00036208"/>
    <w:rsid w:val="00036839"/>
    <w:rsid w:val="00036F84"/>
    <w:rsid w:val="00040B8C"/>
    <w:rsid w:val="00040E15"/>
    <w:rsid w:val="00041F04"/>
    <w:rsid w:val="00043535"/>
    <w:rsid w:val="000437D3"/>
    <w:rsid w:val="0004390C"/>
    <w:rsid w:val="000439FB"/>
    <w:rsid w:val="0004427A"/>
    <w:rsid w:val="000451A6"/>
    <w:rsid w:val="000452A5"/>
    <w:rsid w:val="000472A3"/>
    <w:rsid w:val="00051D36"/>
    <w:rsid w:val="0005227E"/>
    <w:rsid w:val="00052802"/>
    <w:rsid w:val="00052AAF"/>
    <w:rsid w:val="00053695"/>
    <w:rsid w:val="00053CE8"/>
    <w:rsid w:val="00054173"/>
    <w:rsid w:val="000542B2"/>
    <w:rsid w:val="0005480B"/>
    <w:rsid w:val="000555C2"/>
    <w:rsid w:val="0005653D"/>
    <w:rsid w:val="00056904"/>
    <w:rsid w:val="00056C19"/>
    <w:rsid w:val="000603B8"/>
    <w:rsid w:val="00061378"/>
    <w:rsid w:val="00061B18"/>
    <w:rsid w:val="00062870"/>
    <w:rsid w:val="000639BD"/>
    <w:rsid w:val="00065B8C"/>
    <w:rsid w:val="0006665D"/>
    <w:rsid w:val="000669F0"/>
    <w:rsid w:val="000702B3"/>
    <w:rsid w:val="00070782"/>
    <w:rsid w:val="0007170F"/>
    <w:rsid w:val="00074AEB"/>
    <w:rsid w:val="00074C97"/>
    <w:rsid w:val="00076025"/>
    <w:rsid w:val="00077B1D"/>
    <w:rsid w:val="0008084A"/>
    <w:rsid w:val="00081807"/>
    <w:rsid w:val="00082883"/>
    <w:rsid w:val="000836B0"/>
    <w:rsid w:val="00083C20"/>
    <w:rsid w:val="0008512D"/>
    <w:rsid w:val="00086670"/>
    <w:rsid w:val="000866C3"/>
    <w:rsid w:val="00086D29"/>
    <w:rsid w:val="00090B27"/>
    <w:rsid w:val="00092B23"/>
    <w:rsid w:val="0009378C"/>
    <w:rsid w:val="00093F41"/>
    <w:rsid w:val="000944C4"/>
    <w:rsid w:val="00095489"/>
    <w:rsid w:val="00095A4A"/>
    <w:rsid w:val="00095D5D"/>
    <w:rsid w:val="0009637D"/>
    <w:rsid w:val="00096AC3"/>
    <w:rsid w:val="00096D10"/>
    <w:rsid w:val="0009700F"/>
    <w:rsid w:val="000A1BB7"/>
    <w:rsid w:val="000A1C49"/>
    <w:rsid w:val="000A25B7"/>
    <w:rsid w:val="000A2D5C"/>
    <w:rsid w:val="000A44BE"/>
    <w:rsid w:val="000A4A15"/>
    <w:rsid w:val="000A562E"/>
    <w:rsid w:val="000A6705"/>
    <w:rsid w:val="000A67A2"/>
    <w:rsid w:val="000A6E0B"/>
    <w:rsid w:val="000B10EA"/>
    <w:rsid w:val="000B2007"/>
    <w:rsid w:val="000B22D5"/>
    <w:rsid w:val="000B25E2"/>
    <w:rsid w:val="000B2776"/>
    <w:rsid w:val="000B2AEF"/>
    <w:rsid w:val="000B3061"/>
    <w:rsid w:val="000B33FC"/>
    <w:rsid w:val="000B34ED"/>
    <w:rsid w:val="000B4ED6"/>
    <w:rsid w:val="000B5490"/>
    <w:rsid w:val="000B5E1B"/>
    <w:rsid w:val="000B5F42"/>
    <w:rsid w:val="000B6642"/>
    <w:rsid w:val="000B7AB0"/>
    <w:rsid w:val="000B7C87"/>
    <w:rsid w:val="000C1604"/>
    <w:rsid w:val="000C29E5"/>
    <w:rsid w:val="000C508F"/>
    <w:rsid w:val="000C518E"/>
    <w:rsid w:val="000C543F"/>
    <w:rsid w:val="000C54B6"/>
    <w:rsid w:val="000C5ACF"/>
    <w:rsid w:val="000C5DA6"/>
    <w:rsid w:val="000C72D0"/>
    <w:rsid w:val="000C7B38"/>
    <w:rsid w:val="000C7D72"/>
    <w:rsid w:val="000D3739"/>
    <w:rsid w:val="000D4C02"/>
    <w:rsid w:val="000D566C"/>
    <w:rsid w:val="000D5AD4"/>
    <w:rsid w:val="000D6070"/>
    <w:rsid w:val="000D6ACC"/>
    <w:rsid w:val="000D7017"/>
    <w:rsid w:val="000D77BA"/>
    <w:rsid w:val="000D78CE"/>
    <w:rsid w:val="000E1EEC"/>
    <w:rsid w:val="000E2572"/>
    <w:rsid w:val="000E2CD6"/>
    <w:rsid w:val="000E42C2"/>
    <w:rsid w:val="000E4307"/>
    <w:rsid w:val="000E4C6D"/>
    <w:rsid w:val="000E566E"/>
    <w:rsid w:val="000E588F"/>
    <w:rsid w:val="000E6122"/>
    <w:rsid w:val="000E64F3"/>
    <w:rsid w:val="000E699A"/>
    <w:rsid w:val="000F1935"/>
    <w:rsid w:val="000F1C5E"/>
    <w:rsid w:val="000F23A0"/>
    <w:rsid w:val="000F2E3E"/>
    <w:rsid w:val="000F34E7"/>
    <w:rsid w:val="000F356E"/>
    <w:rsid w:val="000F36BB"/>
    <w:rsid w:val="000F4440"/>
    <w:rsid w:val="000F44B8"/>
    <w:rsid w:val="000F54B3"/>
    <w:rsid w:val="000F7F2E"/>
    <w:rsid w:val="0010021D"/>
    <w:rsid w:val="00101757"/>
    <w:rsid w:val="001017B0"/>
    <w:rsid w:val="00101C31"/>
    <w:rsid w:val="0010210B"/>
    <w:rsid w:val="00102741"/>
    <w:rsid w:val="00102C64"/>
    <w:rsid w:val="0010337D"/>
    <w:rsid w:val="0010599E"/>
    <w:rsid w:val="0010794B"/>
    <w:rsid w:val="0011024E"/>
    <w:rsid w:val="00110D12"/>
    <w:rsid w:val="00110EBC"/>
    <w:rsid w:val="001115EB"/>
    <w:rsid w:val="00112104"/>
    <w:rsid w:val="001128FC"/>
    <w:rsid w:val="001136E1"/>
    <w:rsid w:val="00113D17"/>
    <w:rsid w:val="00113DE3"/>
    <w:rsid w:val="00114679"/>
    <w:rsid w:val="00114B19"/>
    <w:rsid w:val="00115DB4"/>
    <w:rsid w:val="00117ABA"/>
    <w:rsid w:val="00117EBC"/>
    <w:rsid w:val="00121854"/>
    <w:rsid w:val="00121938"/>
    <w:rsid w:val="00121A7A"/>
    <w:rsid w:val="00122D6E"/>
    <w:rsid w:val="00122DCB"/>
    <w:rsid w:val="001230E8"/>
    <w:rsid w:val="00123742"/>
    <w:rsid w:val="00127B2D"/>
    <w:rsid w:val="00131C45"/>
    <w:rsid w:val="00132070"/>
    <w:rsid w:val="001325F7"/>
    <w:rsid w:val="00134717"/>
    <w:rsid w:val="001354D9"/>
    <w:rsid w:val="00136D0A"/>
    <w:rsid w:val="001373E3"/>
    <w:rsid w:val="001377FC"/>
    <w:rsid w:val="00137F0D"/>
    <w:rsid w:val="00141116"/>
    <w:rsid w:val="00142839"/>
    <w:rsid w:val="00142B4D"/>
    <w:rsid w:val="00144CF0"/>
    <w:rsid w:val="00145BC8"/>
    <w:rsid w:val="00146A17"/>
    <w:rsid w:val="001505F7"/>
    <w:rsid w:val="0015178D"/>
    <w:rsid w:val="00151EB5"/>
    <w:rsid w:val="00152C68"/>
    <w:rsid w:val="00152DA5"/>
    <w:rsid w:val="0015432F"/>
    <w:rsid w:val="00154813"/>
    <w:rsid w:val="00155EFA"/>
    <w:rsid w:val="00156B11"/>
    <w:rsid w:val="0016066F"/>
    <w:rsid w:val="00161875"/>
    <w:rsid w:val="00161D59"/>
    <w:rsid w:val="00162422"/>
    <w:rsid w:val="001626C1"/>
    <w:rsid w:val="00162FE4"/>
    <w:rsid w:val="001637BB"/>
    <w:rsid w:val="00163B6D"/>
    <w:rsid w:val="001648B4"/>
    <w:rsid w:val="00164C6E"/>
    <w:rsid w:val="00164CC1"/>
    <w:rsid w:val="0016585A"/>
    <w:rsid w:val="00166591"/>
    <w:rsid w:val="00166E7A"/>
    <w:rsid w:val="0016786F"/>
    <w:rsid w:val="00171475"/>
    <w:rsid w:val="00171A44"/>
    <w:rsid w:val="0017281B"/>
    <w:rsid w:val="0017430E"/>
    <w:rsid w:val="0017479A"/>
    <w:rsid w:val="00174A8E"/>
    <w:rsid w:val="0017626A"/>
    <w:rsid w:val="0017653B"/>
    <w:rsid w:val="00176957"/>
    <w:rsid w:val="00177522"/>
    <w:rsid w:val="00177B36"/>
    <w:rsid w:val="00181A7E"/>
    <w:rsid w:val="00181C28"/>
    <w:rsid w:val="00181C57"/>
    <w:rsid w:val="00181FF6"/>
    <w:rsid w:val="001829A6"/>
    <w:rsid w:val="00183903"/>
    <w:rsid w:val="00183B55"/>
    <w:rsid w:val="001847B6"/>
    <w:rsid w:val="001849C0"/>
    <w:rsid w:val="001860D4"/>
    <w:rsid w:val="00186181"/>
    <w:rsid w:val="0018716D"/>
    <w:rsid w:val="001878A2"/>
    <w:rsid w:val="0019089A"/>
    <w:rsid w:val="00190925"/>
    <w:rsid w:val="00190D0E"/>
    <w:rsid w:val="001911EB"/>
    <w:rsid w:val="0019125B"/>
    <w:rsid w:val="001914F0"/>
    <w:rsid w:val="00191B13"/>
    <w:rsid w:val="00192F08"/>
    <w:rsid w:val="00194D4D"/>
    <w:rsid w:val="00195419"/>
    <w:rsid w:val="0019592A"/>
    <w:rsid w:val="0019754D"/>
    <w:rsid w:val="001A12F9"/>
    <w:rsid w:val="001A1CFC"/>
    <w:rsid w:val="001A219E"/>
    <w:rsid w:val="001A28BF"/>
    <w:rsid w:val="001A30A5"/>
    <w:rsid w:val="001A330F"/>
    <w:rsid w:val="001A3ACB"/>
    <w:rsid w:val="001A431E"/>
    <w:rsid w:val="001A4C40"/>
    <w:rsid w:val="001A5C47"/>
    <w:rsid w:val="001A63EC"/>
    <w:rsid w:val="001A6A29"/>
    <w:rsid w:val="001A7176"/>
    <w:rsid w:val="001B128C"/>
    <w:rsid w:val="001B1CCC"/>
    <w:rsid w:val="001B2183"/>
    <w:rsid w:val="001B31B8"/>
    <w:rsid w:val="001B36DF"/>
    <w:rsid w:val="001B3A15"/>
    <w:rsid w:val="001B3AC0"/>
    <w:rsid w:val="001B50FE"/>
    <w:rsid w:val="001C0409"/>
    <w:rsid w:val="001C05E4"/>
    <w:rsid w:val="001C2363"/>
    <w:rsid w:val="001C262D"/>
    <w:rsid w:val="001C4A51"/>
    <w:rsid w:val="001C4C72"/>
    <w:rsid w:val="001C5A6B"/>
    <w:rsid w:val="001C5DBC"/>
    <w:rsid w:val="001C6486"/>
    <w:rsid w:val="001C6770"/>
    <w:rsid w:val="001C7D84"/>
    <w:rsid w:val="001C7E96"/>
    <w:rsid w:val="001D002E"/>
    <w:rsid w:val="001D02FC"/>
    <w:rsid w:val="001D0417"/>
    <w:rsid w:val="001D04B1"/>
    <w:rsid w:val="001D0F0A"/>
    <w:rsid w:val="001D13A7"/>
    <w:rsid w:val="001D1841"/>
    <w:rsid w:val="001D40F1"/>
    <w:rsid w:val="001D4B52"/>
    <w:rsid w:val="001D502B"/>
    <w:rsid w:val="001D57D8"/>
    <w:rsid w:val="001D77D3"/>
    <w:rsid w:val="001E01E8"/>
    <w:rsid w:val="001E20B5"/>
    <w:rsid w:val="001E2286"/>
    <w:rsid w:val="001E2964"/>
    <w:rsid w:val="001E3B05"/>
    <w:rsid w:val="001E5E32"/>
    <w:rsid w:val="001E69C8"/>
    <w:rsid w:val="001F081F"/>
    <w:rsid w:val="001F10DA"/>
    <w:rsid w:val="001F111A"/>
    <w:rsid w:val="001F3382"/>
    <w:rsid w:val="001F34BB"/>
    <w:rsid w:val="001F3C39"/>
    <w:rsid w:val="001F5DD6"/>
    <w:rsid w:val="001F627E"/>
    <w:rsid w:val="001F73C1"/>
    <w:rsid w:val="001F7BA4"/>
    <w:rsid w:val="001F7C35"/>
    <w:rsid w:val="0020108B"/>
    <w:rsid w:val="0020179D"/>
    <w:rsid w:val="00203698"/>
    <w:rsid w:val="00206591"/>
    <w:rsid w:val="00207D14"/>
    <w:rsid w:val="002103BF"/>
    <w:rsid w:val="002114F0"/>
    <w:rsid w:val="00211755"/>
    <w:rsid w:val="002123C8"/>
    <w:rsid w:val="00214D6E"/>
    <w:rsid w:val="00216329"/>
    <w:rsid w:val="002171CB"/>
    <w:rsid w:val="002178CE"/>
    <w:rsid w:val="00217B72"/>
    <w:rsid w:val="0022023D"/>
    <w:rsid w:val="00221BCF"/>
    <w:rsid w:val="00222B09"/>
    <w:rsid w:val="00222BA1"/>
    <w:rsid w:val="00223F0C"/>
    <w:rsid w:val="002252C4"/>
    <w:rsid w:val="00225FC2"/>
    <w:rsid w:val="00227C31"/>
    <w:rsid w:val="00227E85"/>
    <w:rsid w:val="00230111"/>
    <w:rsid w:val="0023081F"/>
    <w:rsid w:val="002320F4"/>
    <w:rsid w:val="00232BF9"/>
    <w:rsid w:val="00232E98"/>
    <w:rsid w:val="00233FAF"/>
    <w:rsid w:val="00234141"/>
    <w:rsid w:val="00234767"/>
    <w:rsid w:val="00237577"/>
    <w:rsid w:val="00237C18"/>
    <w:rsid w:val="00241CF4"/>
    <w:rsid w:val="00242001"/>
    <w:rsid w:val="0024334D"/>
    <w:rsid w:val="0024485C"/>
    <w:rsid w:val="002456E2"/>
    <w:rsid w:val="002461D7"/>
    <w:rsid w:val="00246872"/>
    <w:rsid w:val="00247778"/>
    <w:rsid w:val="0025087A"/>
    <w:rsid w:val="00251505"/>
    <w:rsid w:val="00251588"/>
    <w:rsid w:val="00253441"/>
    <w:rsid w:val="00253835"/>
    <w:rsid w:val="00253A62"/>
    <w:rsid w:val="00254140"/>
    <w:rsid w:val="002542E3"/>
    <w:rsid w:val="002557B3"/>
    <w:rsid w:val="00255E2D"/>
    <w:rsid w:val="002563CB"/>
    <w:rsid w:val="0026130B"/>
    <w:rsid w:val="00261D63"/>
    <w:rsid w:val="00264269"/>
    <w:rsid w:val="002649E7"/>
    <w:rsid w:val="00264EF2"/>
    <w:rsid w:val="00264F3E"/>
    <w:rsid w:val="002659BE"/>
    <w:rsid w:val="00266533"/>
    <w:rsid w:val="00267527"/>
    <w:rsid w:val="002676AE"/>
    <w:rsid w:val="00270026"/>
    <w:rsid w:val="0027017F"/>
    <w:rsid w:val="00270431"/>
    <w:rsid w:val="002713F1"/>
    <w:rsid w:val="00272336"/>
    <w:rsid w:val="002737DE"/>
    <w:rsid w:val="00274263"/>
    <w:rsid w:val="00274502"/>
    <w:rsid w:val="00274F04"/>
    <w:rsid w:val="002751DC"/>
    <w:rsid w:val="00276A51"/>
    <w:rsid w:val="00276E81"/>
    <w:rsid w:val="00276FDE"/>
    <w:rsid w:val="00277138"/>
    <w:rsid w:val="00277173"/>
    <w:rsid w:val="0027761C"/>
    <w:rsid w:val="00277811"/>
    <w:rsid w:val="0028002B"/>
    <w:rsid w:val="00280924"/>
    <w:rsid w:val="00280BC8"/>
    <w:rsid w:val="0028102B"/>
    <w:rsid w:val="00281717"/>
    <w:rsid w:val="002824C1"/>
    <w:rsid w:val="0028393F"/>
    <w:rsid w:val="00284589"/>
    <w:rsid w:val="0028463B"/>
    <w:rsid w:val="00286F1F"/>
    <w:rsid w:val="002876C2"/>
    <w:rsid w:val="002906D7"/>
    <w:rsid w:val="002909FF"/>
    <w:rsid w:val="00290E66"/>
    <w:rsid w:val="00292876"/>
    <w:rsid w:val="00293794"/>
    <w:rsid w:val="00294083"/>
    <w:rsid w:val="0029498E"/>
    <w:rsid w:val="00294F4A"/>
    <w:rsid w:val="002956EF"/>
    <w:rsid w:val="00295CC4"/>
    <w:rsid w:val="00295D63"/>
    <w:rsid w:val="00297B69"/>
    <w:rsid w:val="00297E30"/>
    <w:rsid w:val="002A05CE"/>
    <w:rsid w:val="002A0C34"/>
    <w:rsid w:val="002A24A8"/>
    <w:rsid w:val="002A2644"/>
    <w:rsid w:val="002A3308"/>
    <w:rsid w:val="002A4EB9"/>
    <w:rsid w:val="002A6713"/>
    <w:rsid w:val="002A6AAF"/>
    <w:rsid w:val="002A6F95"/>
    <w:rsid w:val="002A75C4"/>
    <w:rsid w:val="002B0E30"/>
    <w:rsid w:val="002B27A9"/>
    <w:rsid w:val="002B27BE"/>
    <w:rsid w:val="002B2B6A"/>
    <w:rsid w:val="002B2CCC"/>
    <w:rsid w:val="002B51E7"/>
    <w:rsid w:val="002B58B8"/>
    <w:rsid w:val="002B6834"/>
    <w:rsid w:val="002B6848"/>
    <w:rsid w:val="002B6A62"/>
    <w:rsid w:val="002B77B3"/>
    <w:rsid w:val="002B7BF1"/>
    <w:rsid w:val="002B7F34"/>
    <w:rsid w:val="002C002E"/>
    <w:rsid w:val="002C03E5"/>
    <w:rsid w:val="002C130C"/>
    <w:rsid w:val="002C2C61"/>
    <w:rsid w:val="002C341E"/>
    <w:rsid w:val="002C4135"/>
    <w:rsid w:val="002C472A"/>
    <w:rsid w:val="002C4A20"/>
    <w:rsid w:val="002C534A"/>
    <w:rsid w:val="002C71B5"/>
    <w:rsid w:val="002C7310"/>
    <w:rsid w:val="002C7ABF"/>
    <w:rsid w:val="002D0E63"/>
    <w:rsid w:val="002D11FF"/>
    <w:rsid w:val="002D28CE"/>
    <w:rsid w:val="002D2FDB"/>
    <w:rsid w:val="002D3008"/>
    <w:rsid w:val="002D5ECC"/>
    <w:rsid w:val="002D6799"/>
    <w:rsid w:val="002D6ADC"/>
    <w:rsid w:val="002D749B"/>
    <w:rsid w:val="002D7F9D"/>
    <w:rsid w:val="002E0DF3"/>
    <w:rsid w:val="002E0EA7"/>
    <w:rsid w:val="002E13EB"/>
    <w:rsid w:val="002E1C7B"/>
    <w:rsid w:val="002E1EF1"/>
    <w:rsid w:val="002E4AF1"/>
    <w:rsid w:val="002E4BA4"/>
    <w:rsid w:val="002E50A6"/>
    <w:rsid w:val="002E50F8"/>
    <w:rsid w:val="002E5D6F"/>
    <w:rsid w:val="002E64B0"/>
    <w:rsid w:val="002E65B1"/>
    <w:rsid w:val="002E6BE0"/>
    <w:rsid w:val="002E7C29"/>
    <w:rsid w:val="002E7C7E"/>
    <w:rsid w:val="002F1147"/>
    <w:rsid w:val="002F2622"/>
    <w:rsid w:val="002F4995"/>
    <w:rsid w:val="002F7AC3"/>
    <w:rsid w:val="00301AD2"/>
    <w:rsid w:val="00301BD7"/>
    <w:rsid w:val="00304FBD"/>
    <w:rsid w:val="00304FFC"/>
    <w:rsid w:val="0030546C"/>
    <w:rsid w:val="0030619E"/>
    <w:rsid w:val="00307F01"/>
    <w:rsid w:val="00311194"/>
    <w:rsid w:val="003133F6"/>
    <w:rsid w:val="003156F5"/>
    <w:rsid w:val="00315FDD"/>
    <w:rsid w:val="0031731E"/>
    <w:rsid w:val="00322FAF"/>
    <w:rsid w:val="0032479F"/>
    <w:rsid w:val="0032496F"/>
    <w:rsid w:val="00327227"/>
    <w:rsid w:val="003274BA"/>
    <w:rsid w:val="00327E9C"/>
    <w:rsid w:val="003311C4"/>
    <w:rsid w:val="003316A3"/>
    <w:rsid w:val="00331A89"/>
    <w:rsid w:val="00331CE6"/>
    <w:rsid w:val="00331FBB"/>
    <w:rsid w:val="00332C4F"/>
    <w:rsid w:val="00335072"/>
    <w:rsid w:val="00337476"/>
    <w:rsid w:val="00337B34"/>
    <w:rsid w:val="00340BBD"/>
    <w:rsid w:val="00340D6D"/>
    <w:rsid w:val="00341DBA"/>
    <w:rsid w:val="0034207F"/>
    <w:rsid w:val="003423B8"/>
    <w:rsid w:val="00342532"/>
    <w:rsid w:val="00343BFE"/>
    <w:rsid w:val="00344577"/>
    <w:rsid w:val="00346788"/>
    <w:rsid w:val="00350B51"/>
    <w:rsid w:val="003513F6"/>
    <w:rsid w:val="00351B00"/>
    <w:rsid w:val="0035241C"/>
    <w:rsid w:val="00353CD5"/>
    <w:rsid w:val="0035468E"/>
    <w:rsid w:val="00355710"/>
    <w:rsid w:val="0035577F"/>
    <w:rsid w:val="003558A8"/>
    <w:rsid w:val="00357DE0"/>
    <w:rsid w:val="00357F64"/>
    <w:rsid w:val="00360147"/>
    <w:rsid w:val="00362F5A"/>
    <w:rsid w:val="00363366"/>
    <w:rsid w:val="003645C7"/>
    <w:rsid w:val="003673FA"/>
    <w:rsid w:val="003675E9"/>
    <w:rsid w:val="00367667"/>
    <w:rsid w:val="00367A84"/>
    <w:rsid w:val="00370B11"/>
    <w:rsid w:val="00371C61"/>
    <w:rsid w:val="00371E18"/>
    <w:rsid w:val="00371E93"/>
    <w:rsid w:val="00374019"/>
    <w:rsid w:val="00374280"/>
    <w:rsid w:val="003750D6"/>
    <w:rsid w:val="00376418"/>
    <w:rsid w:val="003765E8"/>
    <w:rsid w:val="00377D4B"/>
    <w:rsid w:val="00380666"/>
    <w:rsid w:val="00380CF4"/>
    <w:rsid w:val="00381A69"/>
    <w:rsid w:val="00381D2F"/>
    <w:rsid w:val="00382DFC"/>
    <w:rsid w:val="003832BC"/>
    <w:rsid w:val="00383ACF"/>
    <w:rsid w:val="00383E33"/>
    <w:rsid w:val="00384F76"/>
    <w:rsid w:val="00385E28"/>
    <w:rsid w:val="0038738D"/>
    <w:rsid w:val="003876C9"/>
    <w:rsid w:val="00390490"/>
    <w:rsid w:val="00390653"/>
    <w:rsid w:val="00390C8E"/>
    <w:rsid w:val="00392BE9"/>
    <w:rsid w:val="00393015"/>
    <w:rsid w:val="00394ABF"/>
    <w:rsid w:val="003960B2"/>
    <w:rsid w:val="00396140"/>
    <w:rsid w:val="00396276"/>
    <w:rsid w:val="00396D44"/>
    <w:rsid w:val="0039723B"/>
    <w:rsid w:val="003976CF"/>
    <w:rsid w:val="003A2008"/>
    <w:rsid w:val="003A2483"/>
    <w:rsid w:val="003A2B4C"/>
    <w:rsid w:val="003A2D9B"/>
    <w:rsid w:val="003A3B01"/>
    <w:rsid w:val="003A3CBA"/>
    <w:rsid w:val="003A46A4"/>
    <w:rsid w:val="003A5480"/>
    <w:rsid w:val="003A5A36"/>
    <w:rsid w:val="003A63B4"/>
    <w:rsid w:val="003A7F4A"/>
    <w:rsid w:val="003B13E0"/>
    <w:rsid w:val="003B1BBD"/>
    <w:rsid w:val="003B21DF"/>
    <w:rsid w:val="003B2205"/>
    <w:rsid w:val="003B4733"/>
    <w:rsid w:val="003B4D67"/>
    <w:rsid w:val="003B5460"/>
    <w:rsid w:val="003B63C3"/>
    <w:rsid w:val="003B6F02"/>
    <w:rsid w:val="003B75B5"/>
    <w:rsid w:val="003B7F07"/>
    <w:rsid w:val="003C11AE"/>
    <w:rsid w:val="003C1B7D"/>
    <w:rsid w:val="003C221C"/>
    <w:rsid w:val="003C35D4"/>
    <w:rsid w:val="003C508F"/>
    <w:rsid w:val="003C64BA"/>
    <w:rsid w:val="003D03E0"/>
    <w:rsid w:val="003D09D6"/>
    <w:rsid w:val="003D10E6"/>
    <w:rsid w:val="003D14C5"/>
    <w:rsid w:val="003D1782"/>
    <w:rsid w:val="003D19E3"/>
    <w:rsid w:val="003D1B1B"/>
    <w:rsid w:val="003D1B69"/>
    <w:rsid w:val="003D2A46"/>
    <w:rsid w:val="003D5458"/>
    <w:rsid w:val="003D5F10"/>
    <w:rsid w:val="003D644D"/>
    <w:rsid w:val="003E062C"/>
    <w:rsid w:val="003E11F4"/>
    <w:rsid w:val="003E1569"/>
    <w:rsid w:val="003E15DB"/>
    <w:rsid w:val="003E1B60"/>
    <w:rsid w:val="003F0114"/>
    <w:rsid w:val="003F27DC"/>
    <w:rsid w:val="003F44FB"/>
    <w:rsid w:val="003F4C44"/>
    <w:rsid w:val="003F5F6C"/>
    <w:rsid w:val="003F7149"/>
    <w:rsid w:val="003F71F0"/>
    <w:rsid w:val="003F7A92"/>
    <w:rsid w:val="003F7AA6"/>
    <w:rsid w:val="003F7FD8"/>
    <w:rsid w:val="0040092B"/>
    <w:rsid w:val="00400DCA"/>
    <w:rsid w:val="004021B6"/>
    <w:rsid w:val="004029EB"/>
    <w:rsid w:val="00404B64"/>
    <w:rsid w:val="00404D0A"/>
    <w:rsid w:val="00405F08"/>
    <w:rsid w:val="004067CA"/>
    <w:rsid w:val="00406B62"/>
    <w:rsid w:val="00407348"/>
    <w:rsid w:val="0040751A"/>
    <w:rsid w:val="004119DD"/>
    <w:rsid w:val="00411F09"/>
    <w:rsid w:val="004122DB"/>
    <w:rsid w:val="00412675"/>
    <w:rsid w:val="0041293A"/>
    <w:rsid w:val="00412DA1"/>
    <w:rsid w:val="00413054"/>
    <w:rsid w:val="00413230"/>
    <w:rsid w:val="00414068"/>
    <w:rsid w:val="00415079"/>
    <w:rsid w:val="004150BE"/>
    <w:rsid w:val="00415C66"/>
    <w:rsid w:val="00416EC6"/>
    <w:rsid w:val="00417044"/>
    <w:rsid w:val="0041720B"/>
    <w:rsid w:val="0042127E"/>
    <w:rsid w:val="004224BC"/>
    <w:rsid w:val="0042268F"/>
    <w:rsid w:val="0042290E"/>
    <w:rsid w:val="00422D85"/>
    <w:rsid w:val="00422EB3"/>
    <w:rsid w:val="0042396C"/>
    <w:rsid w:val="00423C67"/>
    <w:rsid w:val="004251E2"/>
    <w:rsid w:val="00425549"/>
    <w:rsid w:val="004257B8"/>
    <w:rsid w:val="004259C0"/>
    <w:rsid w:val="00425A34"/>
    <w:rsid w:val="00426606"/>
    <w:rsid w:val="004272EB"/>
    <w:rsid w:val="00427447"/>
    <w:rsid w:val="00427ADE"/>
    <w:rsid w:val="00427C9E"/>
    <w:rsid w:val="004311AA"/>
    <w:rsid w:val="004314F6"/>
    <w:rsid w:val="00433781"/>
    <w:rsid w:val="0043386C"/>
    <w:rsid w:val="00434640"/>
    <w:rsid w:val="00435329"/>
    <w:rsid w:val="00435F9D"/>
    <w:rsid w:val="0043611E"/>
    <w:rsid w:val="00436C0F"/>
    <w:rsid w:val="00436C6C"/>
    <w:rsid w:val="00436DB1"/>
    <w:rsid w:val="0043717D"/>
    <w:rsid w:val="004375CE"/>
    <w:rsid w:val="00437780"/>
    <w:rsid w:val="0044051F"/>
    <w:rsid w:val="004414C8"/>
    <w:rsid w:val="00442223"/>
    <w:rsid w:val="00442487"/>
    <w:rsid w:val="004424CE"/>
    <w:rsid w:val="0044336E"/>
    <w:rsid w:val="00445B68"/>
    <w:rsid w:val="00450336"/>
    <w:rsid w:val="00450756"/>
    <w:rsid w:val="00450B66"/>
    <w:rsid w:val="00451420"/>
    <w:rsid w:val="00451891"/>
    <w:rsid w:val="0045200D"/>
    <w:rsid w:val="00453E27"/>
    <w:rsid w:val="00454517"/>
    <w:rsid w:val="00454DD2"/>
    <w:rsid w:val="00455A00"/>
    <w:rsid w:val="004563FE"/>
    <w:rsid w:val="00456B0E"/>
    <w:rsid w:val="004600AC"/>
    <w:rsid w:val="004602C3"/>
    <w:rsid w:val="004610B2"/>
    <w:rsid w:val="00461A6A"/>
    <w:rsid w:val="004620A4"/>
    <w:rsid w:val="004622CE"/>
    <w:rsid w:val="00462359"/>
    <w:rsid w:val="00463BB6"/>
    <w:rsid w:val="004646AC"/>
    <w:rsid w:val="00470FF4"/>
    <w:rsid w:val="00471347"/>
    <w:rsid w:val="00472DDD"/>
    <w:rsid w:val="004735E2"/>
    <w:rsid w:val="00473F2C"/>
    <w:rsid w:val="00474399"/>
    <w:rsid w:val="00474CA4"/>
    <w:rsid w:val="00481118"/>
    <w:rsid w:val="00481373"/>
    <w:rsid w:val="004815B6"/>
    <w:rsid w:val="00481D27"/>
    <w:rsid w:val="00481FFC"/>
    <w:rsid w:val="00483B48"/>
    <w:rsid w:val="004848CA"/>
    <w:rsid w:val="00484B97"/>
    <w:rsid w:val="0048550C"/>
    <w:rsid w:val="00485DF5"/>
    <w:rsid w:val="00485FD2"/>
    <w:rsid w:val="004876D5"/>
    <w:rsid w:val="0049041A"/>
    <w:rsid w:val="004906A3"/>
    <w:rsid w:val="0049091E"/>
    <w:rsid w:val="00490CF4"/>
    <w:rsid w:val="004921BB"/>
    <w:rsid w:val="00494B6E"/>
    <w:rsid w:val="00494C43"/>
    <w:rsid w:val="00496B70"/>
    <w:rsid w:val="0049766E"/>
    <w:rsid w:val="004A0B31"/>
    <w:rsid w:val="004A125C"/>
    <w:rsid w:val="004A13B7"/>
    <w:rsid w:val="004A2120"/>
    <w:rsid w:val="004A3B72"/>
    <w:rsid w:val="004A5F33"/>
    <w:rsid w:val="004A618C"/>
    <w:rsid w:val="004A78C9"/>
    <w:rsid w:val="004A7D22"/>
    <w:rsid w:val="004B0DCD"/>
    <w:rsid w:val="004B1C22"/>
    <w:rsid w:val="004B1EED"/>
    <w:rsid w:val="004B212A"/>
    <w:rsid w:val="004B5979"/>
    <w:rsid w:val="004B626B"/>
    <w:rsid w:val="004B67FA"/>
    <w:rsid w:val="004B6942"/>
    <w:rsid w:val="004B6B37"/>
    <w:rsid w:val="004B752D"/>
    <w:rsid w:val="004C0232"/>
    <w:rsid w:val="004C0350"/>
    <w:rsid w:val="004C0400"/>
    <w:rsid w:val="004C0B5F"/>
    <w:rsid w:val="004C0C3E"/>
    <w:rsid w:val="004C1A8B"/>
    <w:rsid w:val="004C1B77"/>
    <w:rsid w:val="004C1F0B"/>
    <w:rsid w:val="004C242E"/>
    <w:rsid w:val="004C2DB6"/>
    <w:rsid w:val="004C3E64"/>
    <w:rsid w:val="004C3F4A"/>
    <w:rsid w:val="004C4F90"/>
    <w:rsid w:val="004C5D69"/>
    <w:rsid w:val="004C639F"/>
    <w:rsid w:val="004D0164"/>
    <w:rsid w:val="004D02A2"/>
    <w:rsid w:val="004D0C5D"/>
    <w:rsid w:val="004D18D0"/>
    <w:rsid w:val="004D1F12"/>
    <w:rsid w:val="004D3AFE"/>
    <w:rsid w:val="004D558B"/>
    <w:rsid w:val="004D798E"/>
    <w:rsid w:val="004E33C5"/>
    <w:rsid w:val="004E3812"/>
    <w:rsid w:val="004E4087"/>
    <w:rsid w:val="004F04AC"/>
    <w:rsid w:val="004F093D"/>
    <w:rsid w:val="004F0B3E"/>
    <w:rsid w:val="004F11E8"/>
    <w:rsid w:val="004F1232"/>
    <w:rsid w:val="004F21D9"/>
    <w:rsid w:val="004F3943"/>
    <w:rsid w:val="004F4B9E"/>
    <w:rsid w:val="004F5315"/>
    <w:rsid w:val="004F547A"/>
    <w:rsid w:val="004F74B0"/>
    <w:rsid w:val="004F7A51"/>
    <w:rsid w:val="00500545"/>
    <w:rsid w:val="00500EAC"/>
    <w:rsid w:val="00502CC0"/>
    <w:rsid w:val="0050471E"/>
    <w:rsid w:val="00505CF8"/>
    <w:rsid w:val="00507583"/>
    <w:rsid w:val="00507781"/>
    <w:rsid w:val="005105EA"/>
    <w:rsid w:val="00510626"/>
    <w:rsid w:val="005124AA"/>
    <w:rsid w:val="00512605"/>
    <w:rsid w:val="0051312B"/>
    <w:rsid w:val="0051330F"/>
    <w:rsid w:val="00515850"/>
    <w:rsid w:val="0051749C"/>
    <w:rsid w:val="005202E5"/>
    <w:rsid w:val="00520C4C"/>
    <w:rsid w:val="00520DA2"/>
    <w:rsid w:val="00521E34"/>
    <w:rsid w:val="00522E39"/>
    <w:rsid w:val="00523351"/>
    <w:rsid w:val="00523C0E"/>
    <w:rsid w:val="00523D80"/>
    <w:rsid w:val="0052571D"/>
    <w:rsid w:val="005260DC"/>
    <w:rsid w:val="00526632"/>
    <w:rsid w:val="00526FE3"/>
    <w:rsid w:val="005276EC"/>
    <w:rsid w:val="00530281"/>
    <w:rsid w:val="005309F9"/>
    <w:rsid w:val="00531F17"/>
    <w:rsid w:val="00532099"/>
    <w:rsid w:val="005323D5"/>
    <w:rsid w:val="00532A3E"/>
    <w:rsid w:val="00532AF6"/>
    <w:rsid w:val="00532BC6"/>
    <w:rsid w:val="00532FE9"/>
    <w:rsid w:val="005338F4"/>
    <w:rsid w:val="005340D2"/>
    <w:rsid w:val="0053619D"/>
    <w:rsid w:val="005363D2"/>
    <w:rsid w:val="00536A9C"/>
    <w:rsid w:val="005376E9"/>
    <w:rsid w:val="00537E44"/>
    <w:rsid w:val="0054059F"/>
    <w:rsid w:val="005410A4"/>
    <w:rsid w:val="00541538"/>
    <w:rsid w:val="005430EF"/>
    <w:rsid w:val="00543F1A"/>
    <w:rsid w:val="00544016"/>
    <w:rsid w:val="0054501D"/>
    <w:rsid w:val="00545FA5"/>
    <w:rsid w:val="00547770"/>
    <w:rsid w:val="005506E8"/>
    <w:rsid w:val="00550E4A"/>
    <w:rsid w:val="00551F9C"/>
    <w:rsid w:val="00553D98"/>
    <w:rsid w:val="005558B5"/>
    <w:rsid w:val="00555C19"/>
    <w:rsid w:val="00555DC5"/>
    <w:rsid w:val="005572AD"/>
    <w:rsid w:val="005579FD"/>
    <w:rsid w:val="0056069C"/>
    <w:rsid w:val="00562E48"/>
    <w:rsid w:val="00562F72"/>
    <w:rsid w:val="005630A5"/>
    <w:rsid w:val="0056317A"/>
    <w:rsid w:val="00563C2F"/>
    <w:rsid w:val="005643F2"/>
    <w:rsid w:val="005644AA"/>
    <w:rsid w:val="00565213"/>
    <w:rsid w:val="00565C45"/>
    <w:rsid w:val="00566E46"/>
    <w:rsid w:val="00567399"/>
    <w:rsid w:val="005701DB"/>
    <w:rsid w:val="00571317"/>
    <w:rsid w:val="005718DF"/>
    <w:rsid w:val="00572676"/>
    <w:rsid w:val="00572765"/>
    <w:rsid w:val="00573535"/>
    <w:rsid w:val="00573EC6"/>
    <w:rsid w:val="0057410A"/>
    <w:rsid w:val="00575F9D"/>
    <w:rsid w:val="005775F5"/>
    <w:rsid w:val="0057789B"/>
    <w:rsid w:val="00577B8B"/>
    <w:rsid w:val="005805A9"/>
    <w:rsid w:val="005812CC"/>
    <w:rsid w:val="00581747"/>
    <w:rsid w:val="00582612"/>
    <w:rsid w:val="00582A41"/>
    <w:rsid w:val="005833E6"/>
    <w:rsid w:val="00583D37"/>
    <w:rsid w:val="00586682"/>
    <w:rsid w:val="005908B2"/>
    <w:rsid w:val="0059101D"/>
    <w:rsid w:val="00591314"/>
    <w:rsid w:val="005924DB"/>
    <w:rsid w:val="0059253D"/>
    <w:rsid w:val="00592B69"/>
    <w:rsid w:val="00593D29"/>
    <w:rsid w:val="00594F3E"/>
    <w:rsid w:val="005956BB"/>
    <w:rsid w:val="00595898"/>
    <w:rsid w:val="0059622B"/>
    <w:rsid w:val="00596571"/>
    <w:rsid w:val="00596F39"/>
    <w:rsid w:val="00597DEF"/>
    <w:rsid w:val="005A0290"/>
    <w:rsid w:val="005A02B9"/>
    <w:rsid w:val="005A0B5B"/>
    <w:rsid w:val="005A0DA5"/>
    <w:rsid w:val="005A1548"/>
    <w:rsid w:val="005A20C2"/>
    <w:rsid w:val="005A2401"/>
    <w:rsid w:val="005A24B8"/>
    <w:rsid w:val="005A28EC"/>
    <w:rsid w:val="005A2CC7"/>
    <w:rsid w:val="005A3731"/>
    <w:rsid w:val="005A4736"/>
    <w:rsid w:val="005A4EA3"/>
    <w:rsid w:val="005A57B8"/>
    <w:rsid w:val="005A59D5"/>
    <w:rsid w:val="005A6367"/>
    <w:rsid w:val="005A69FE"/>
    <w:rsid w:val="005B0390"/>
    <w:rsid w:val="005B2BFC"/>
    <w:rsid w:val="005B5F5E"/>
    <w:rsid w:val="005B62FC"/>
    <w:rsid w:val="005B6F17"/>
    <w:rsid w:val="005B6F66"/>
    <w:rsid w:val="005B71F0"/>
    <w:rsid w:val="005B724B"/>
    <w:rsid w:val="005C00A5"/>
    <w:rsid w:val="005C0C78"/>
    <w:rsid w:val="005C1541"/>
    <w:rsid w:val="005C1CCD"/>
    <w:rsid w:val="005C1F72"/>
    <w:rsid w:val="005C25D9"/>
    <w:rsid w:val="005C377D"/>
    <w:rsid w:val="005C3B82"/>
    <w:rsid w:val="005C6CDB"/>
    <w:rsid w:val="005C71F0"/>
    <w:rsid w:val="005D0106"/>
    <w:rsid w:val="005D082E"/>
    <w:rsid w:val="005D233B"/>
    <w:rsid w:val="005D234F"/>
    <w:rsid w:val="005D2BD1"/>
    <w:rsid w:val="005D4E71"/>
    <w:rsid w:val="005D5A7C"/>
    <w:rsid w:val="005D5B63"/>
    <w:rsid w:val="005D6195"/>
    <w:rsid w:val="005D7614"/>
    <w:rsid w:val="005E04E0"/>
    <w:rsid w:val="005E21DE"/>
    <w:rsid w:val="005E4AEC"/>
    <w:rsid w:val="005E6130"/>
    <w:rsid w:val="005F0BF1"/>
    <w:rsid w:val="005F11ED"/>
    <w:rsid w:val="005F1343"/>
    <w:rsid w:val="005F24CA"/>
    <w:rsid w:val="005F24DF"/>
    <w:rsid w:val="005F286F"/>
    <w:rsid w:val="005F301E"/>
    <w:rsid w:val="005F42B1"/>
    <w:rsid w:val="005F45E4"/>
    <w:rsid w:val="005F473A"/>
    <w:rsid w:val="005F5196"/>
    <w:rsid w:val="005F5E4B"/>
    <w:rsid w:val="005F6364"/>
    <w:rsid w:val="005F6F07"/>
    <w:rsid w:val="005F7247"/>
    <w:rsid w:val="005F72DF"/>
    <w:rsid w:val="00600EB1"/>
    <w:rsid w:val="00602591"/>
    <w:rsid w:val="0060408C"/>
    <w:rsid w:val="00604E8C"/>
    <w:rsid w:val="00605B9C"/>
    <w:rsid w:val="00606462"/>
    <w:rsid w:val="00606B55"/>
    <w:rsid w:val="00607E0B"/>
    <w:rsid w:val="00612192"/>
    <w:rsid w:val="00612978"/>
    <w:rsid w:val="00614166"/>
    <w:rsid w:val="006146EE"/>
    <w:rsid w:val="006169FC"/>
    <w:rsid w:val="00617603"/>
    <w:rsid w:val="00617B3E"/>
    <w:rsid w:val="00620A67"/>
    <w:rsid w:val="006210CF"/>
    <w:rsid w:val="00621D65"/>
    <w:rsid w:val="006239EF"/>
    <w:rsid w:val="0062410A"/>
    <w:rsid w:val="006248F3"/>
    <w:rsid w:val="0062509E"/>
    <w:rsid w:val="006253C5"/>
    <w:rsid w:val="00625765"/>
    <w:rsid w:val="00625837"/>
    <w:rsid w:val="00626B32"/>
    <w:rsid w:val="00627131"/>
    <w:rsid w:val="0062740F"/>
    <w:rsid w:val="0063084E"/>
    <w:rsid w:val="006317B7"/>
    <w:rsid w:val="0063195C"/>
    <w:rsid w:val="00631B71"/>
    <w:rsid w:val="00631BBF"/>
    <w:rsid w:val="00634B23"/>
    <w:rsid w:val="00635153"/>
    <w:rsid w:val="00636DB9"/>
    <w:rsid w:val="0064075F"/>
    <w:rsid w:val="00640CE9"/>
    <w:rsid w:val="0064263A"/>
    <w:rsid w:val="00643B96"/>
    <w:rsid w:val="00646401"/>
    <w:rsid w:val="00647151"/>
    <w:rsid w:val="006476B4"/>
    <w:rsid w:val="00647F0F"/>
    <w:rsid w:val="006506E0"/>
    <w:rsid w:val="00650AB0"/>
    <w:rsid w:val="00652336"/>
    <w:rsid w:val="00654006"/>
    <w:rsid w:val="00654B41"/>
    <w:rsid w:val="0065610B"/>
    <w:rsid w:val="00656D50"/>
    <w:rsid w:val="00657434"/>
    <w:rsid w:val="006630DC"/>
    <w:rsid w:val="00663E9C"/>
    <w:rsid w:val="00664784"/>
    <w:rsid w:val="006648A7"/>
    <w:rsid w:val="00664C69"/>
    <w:rsid w:val="00664E61"/>
    <w:rsid w:val="00665743"/>
    <w:rsid w:val="006671BD"/>
    <w:rsid w:val="00667237"/>
    <w:rsid w:val="0067051D"/>
    <w:rsid w:val="00672002"/>
    <w:rsid w:val="0067233F"/>
    <w:rsid w:val="00672656"/>
    <w:rsid w:val="00672D46"/>
    <w:rsid w:val="006732BC"/>
    <w:rsid w:val="00673A91"/>
    <w:rsid w:val="00673C91"/>
    <w:rsid w:val="00674201"/>
    <w:rsid w:val="00674309"/>
    <w:rsid w:val="006755F8"/>
    <w:rsid w:val="0067596E"/>
    <w:rsid w:val="00675B30"/>
    <w:rsid w:val="00675B6E"/>
    <w:rsid w:val="00676F73"/>
    <w:rsid w:val="00677AE3"/>
    <w:rsid w:val="00680395"/>
    <w:rsid w:val="0068150D"/>
    <w:rsid w:val="006824E8"/>
    <w:rsid w:val="0068256F"/>
    <w:rsid w:val="00682CE5"/>
    <w:rsid w:val="00683661"/>
    <w:rsid w:val="00683D0E"/>
    <w:rsid w:val="0068413E"/>
    <w:rsid w:val="006856A9"/>
    <w:rsid w:val="00686883"/>
    <w:rsid w:val="00687EE9"/>
    <w:rsid w:val="00690BD3"/>
    <w:rsid w:val="0069136C"/>
    <w:rsid w:val="006914E6"/>
    <w:rsid w:val="006954B0"/>
    <w:rsid w:val="00695E4E"/>
    <w:rsid w:val="006965A5"/>
    <w:rsid w:val="006A10E6"/>
    <w:rsid w:val="006A224F"/>
    <w:rsid w:val="006A3880"/>
    <w:rsid w:val="006A7227"/>
    <w:rsid w:val="006B08DE"/>
    <w:rsid w:val="006B2194"/>
    <w:rsid w:val="006B2623"/>
    <w:rsid w:val="006B28DE"/>
    <w:rsid w:val="006B29EB"/>
    <w:rsid w:val="006B41E3"/>
    <w:rsid w:val="006B6454"/>
    <w:rsid w:val="006B7848"/>
    <w:rsid w:val="006C408A"/>
    <w:rsid w:val="006C47D5"/>
    <w:rsid w:val="006C53AA"/>
    <w:rsid w:val="006C6EE6"/>
    <w:rsid w:val="006D04E0"/>
    <w:rsid w:val="006D1354"/>
    <w:rsid w:val="006D135A"/>
    <w:rsid w:val="006D13F9"/>
    <w:rsid w:val="006D1AAF"/>
    <w:rsid w:val="006D1E19"/>
    <w:rsid w:val="006D27AE"/>
    <w:rsid w:val="006D2876"/>
    <w:rsid w:val="006D2BA5"/>
    <w:rsid w:val="006D4912"/>
    <w:rsid w:val="006D7394"/>
    <w:rsid w:val="006D7878"/>
    <w:rsid w:val="006E00A1"/>
    <w:rsid w:val="006E06F0"/>
    <w:rsid w:val="006E08AC"/>
    <w:rsid w:val="006E1340"/>
    <w:rsid w:val="006E1C4A"/>
    <w:rsid w:val="006E443E"/>
    <w:rsid w:val="006E545C"/>
    <w:rsid w:val="006E76A3"/>
    <w:rsid w:val="006F0892"/>
    <w:rsid w:val="006F0D6A"/>
    <w:rsid w:val="006F140F"/>
    <w:rsid w:val="006F1BA6"/>
    <w:rsid w:val="006F32A9"/>
    <w:rsid w:val="006F5B37"/>
    <w:rsid w:val="006F61D3"/>
    <w:rsid w:val="006F72F3"/>
    <w:rsid w:val="006F7CC9"/>
    <w:rsid w:val="00700849"/>
    <w:rsid w:val="0070127A"/>
    <w:rsid w:val="007020C0"/>
    <w:rsid w:val="00702CF2"/>
    <w:rsid w:val="00702EFF"/>
    <w:rsid w:val="00704363"/>
    <w:rsid w:val="007046D7"/>
    <w:rsid w:val="0070503E"/>
    <w:rsid w:val="0070555D"/>
    <w:rsid w:val="00705D46"/>
    <w:rsid w:val="00705F3B"/>
    <w:rsid w:val="007066EB"/>
    <w:rsid w:val="0070695D"/>
    <w:rsid w:val="007071C4"/>
    <w:rsid w:val="0070726C"/>
    <w:rsid w:val="007077B4"/>
    <w:rsid w:val="00707ADF"/>
    <w:rsid w:val="00707DE1"/>
    <w:rsid w:val="00710DF5"/>
    <w:rsid w:val="007114CC"/>
    <w:rsid w:val="00712CDF"/>
    <w:rsid w:val="0071431F"/>
    <w:rsid w:val="00714B76"/>
    <w:rsid w:val="007169D6"/>
    <w:rsid w:val="00720158"/>
    <w:rsid w:val="00720960"/>
    <w:rsid w:val="00720E17"/>
    <w:rsid w:val="0072161D"/>
    <w:rsid w:val="00721702"/>
    <w:rsid w:val="00721B25"/>
    <w:rsid w:val="00723512"/>
    <w:rsid w:val="007246FF"/>
    <w:rsid w:val="0072535C"/>
    <w:rsid w:val="007267E8"/>
    <w:rsid w:val="00726C15"/>
    <w:rsid w:val="007272A7"/>
    <w:rsid w:val="007277BE"/>
    <w:rsid w:val="00730263"/>
    <w:rsid w:val="00731041"/>
    <w:rsid w:val="00731234"/>
    <w:rsid w:val="0073177F"/>
    <w:rsid w:val="007324DF"/>
    <w:rsid w:val="0073260A"/>
    <w:rsid w:val="00733794"/>
    <w:rsid w:val="0073447C"/>
    <w:rsid w:val="00734701"/>
    <w:rsid w:val="00734B84"/>
    <w:rsid w:val="00734DEA"/>
    <w:rsid w:val="0073500C"/>
    <w:rsid w:val="007366F0"/>
    <w:rsid w:val="007367AB"/>
    <w:rsid w:val="00740056"/>
    <w:rsid w:val="0074016C"/>
    <w:rsid w:val="007424F1"/>
    <w:rsid w:val="0074458B"/>
    <w:rsid w:val="007462A7"/>
    <w:rsid w:val="00746CEB"/>
    <w:rsid w:val="007470F0"/>
    <w:rsid w:val="007476AD"/>
    <w:rsid w:val="00747F00"/>
    <w:rsid w:val="007512B5"/>
    <w:rsid w:val="00752500"/>
    <w:rsid w:val="007547F3"/>
    <w:rsid w:val="00754B4A"/>
    <w:rsid w:val="00754F2D"/>
    <w:rsid w:val="0075539F"/>
    <w:rsid w:val="0075596E"/>
    <w:rsid w:val="00755EA9"/>
    <w:rsid w:val="00760ACE"/>
    <w:rsid w:val="00761B35"/>
    <w:rsid w:val="007625D4"/>
    <w:rsid w:val="00767033"/>
    <w:rsid w:val="007672D4"/>
    <w:rsid w:val="00767324"/>
    <w:rsid w:val="00770216"/>
    <w:rsid w:val="00770D06"/>
    <w:rsid w:val="007722A6"/>
    <w:rsid w:val="007735AA"/>
    <w:rsid w:val="00774323"/>
    <w:rsid w:val="007746B0"/>
    <w:rsid w:val="007749A5"/>
    <w:rsid w:val="00774E20"/>
    <w:rsid w:val="00775066"/>
    <w:rsid w:val="00775FE3"/>
    <w:rsid w:val="00777307"/>
    <w:rsid w:val="007774BD"/>
    <w:rsid w:val="00777DE2"/>
    <w:rsid w:val="007805A2"/>
    <w:rsid w:val="0078086D"/>
    <w:rsid w:val="00780E11"/>
    <w:rsid w:val="00781194"/>
    <w:rsid w:val="007820A1"/>
    <w:rsid w:val="00782445"/>
    <w:rsid w:val="0078474D"/>
    <w:rsid w:val="007848EF"/>
    <w:rsid w:val="0078505E"/>
    <w:rsid w:val="00786EC7"/>
    <w:rsid w:val="0078785D"/>
    <w:rsid w:val="00787B0E"/>
    <w:rsid w:val="007916FB"/>
    <w:rsid w:val="00791BC8"/>
    <w:rsid w:val="00791D02"/>
    <w:rsid w:val="0079274C"/>
    <w:rsid w:val="00793ABE"/>
    <w:rsid w:val="00793F98"/>
    <w:rsid w:val="00795C7E"/>
    <w:rsid w:val="00795FAF"/>
    <w:rsid w:val="007972AC"/>
    <w:rsid w:val="0079752F"/>
    <w:rsid w:val="00797AFB"/>
    <w:rsid w:val="007A1C87"/>
    <w:rsid w:val="007A1FC4"/>
    <w:rsid w:val="007A3776"/>
    <w:rsid w:val="007A5C8E"/>
    <w:rsid w:val="007A6118"/>
    <w:rsid w:val="007A611A"/>
    <w:rsid w:val="007A635C"/>
    <w:rsid w:val="007A69F3"/>
    <w:rsid w:val="007A6D43"/>
    <w:rsid w:val="007B05E2"/>
    <w:rsid w:val="007B1299"/>
    <w:rsid w:val="007B174F"/>
    <w:rsid w:val="007B27EF"/>
    <w:rsid w:val="007B3AB3"/>
    <w:rsid w:val="007B4B77"/>
    <w:rsid w:val="007B7784"/>
    <w:rsid w:val="007C0312"/>
    <w:rsid w:val="007C0E50"/>
    <w:rsid w:val="007C2AC7"/>
    <w:rsid w:val="007C3535"/>
    <w:rsid w:val="007C36FA"/>
    <w:rsid w:val="007C4D5E"/>
    <w:rsid w:val="007C51FA"/>
    <w:rsid w:val="007C52B8"/>
    <w:rsid w:val="007C5B05"/>
    <w:rsid w:val="007C6063"/>
    <w:rsid w:val="007C719C"/>
    <w:rsid w:val="007C7571"/>
    <w:rsid w:val="007C7ACD"/>
    <w:rsid w:val="007D058F"/>
    <w:rsid w:val="007D108B"/>
    <w:rsid w:val="007D1891"/>
    <w:rsid w:val="007D2A3E"/>
    <w:rsid w:val="007D68E3"/>
    <w:rsid w:val="007D6DA5"/>
    <w:rsid w:val="007E132E"/>
    <w:rsid w:val="007E1C40"/>
    <w:rsid w:val="007E2403"/>
    <w:rsid w:val="007E271A"/>
    <w:rsid w:val="007E38A2"/>
    <w:rsid w:val="007E42B5"/>
    <w:rsid w:val="007E6484"/>
    <w:rsid w:val="007E7C26"/>
    <w:rsid w:val="007F0B0D"/>
    <w:rsid w:val="007F0CF0"/>
    <w:rsid w:val="007F1DBD"/>
    <w:rsid w:val="007F2229"/>
    <w:rsid w:val="007F3196"/>
    <w:rsid w:val="007F43DD"/>
    <w:rsid w:val="007F62A6"/>
    <w:rsid w:val="007F6B4E"/>
    <w:rsid w:val="007F6C87"/>
    <w:rsid w:val="007F7B18"/>
    <w:rsid w:val="008009E8"/>
    <w:rsid w:val="00802C5D"/>
    <w:rsid w:val="0080387F"/>
    <w:rsid w:val="00803CD9"/>
    <w:rsid w:val="00803E62"/>
    <w:rsid w:val="0080531A"/>
    <w:rsid w:val="008055CF"/>
    <w:rsid w:val="00805658"/>
    <w:rsid w:val="00805988"/>
    <w:rsid w:val="00807A77"/>
    <w:rsid w:val="00807F76"/>
    <w:rsid w:val="00810228"/>
    <w:rsid w:val="00810FF9"/>
    <w:rsid w:val="00812470"/>
    <w:rsid w:val="0081342B"/>
    <w:rsid w:val="00813AF6"/>
    <w:rsid w:val="00814E63"/>
    <w:rsid w:val="0081514A"/>
    <w:rsid w:val="008207EB"/>
    <w:rsid w:val="00820C02"/>
    <w:rsid w:val="008216A0"/>
    <w:rsid w:val="0082218A"/>
    <w:rsid w:val="00822C82"/>
    <w:rsid w:val="00822F08"/>
    <w:rsid w:val="00823F43"/>
    <w:rsid w:val="00824B9D"/>
    <w:rsid w:val="00824FCD"/>
    <w:rsid w:val="0082547D"/>
    <w:rsid w:val="008256D4"/>
    <w:rsid w:val="008302A8"/>
    <w:rsid w:val="00831949"/>
    <w:rsid w:val="008339AA"/>
    <w:rsid w:val="00833BF5"/>
    <w:rsid w:val="00833FCA"/>
    <w:rsid w:val="00834E06"/>
    <w:rsid w:val="008354AE"/>
    <w:rsid w:val="00836E23"/>
    <w:rsid w:val="00837A7D"/>
    <w:rsid w:val="008401FF"/>
    <w:rsid w:val="00842D40"/>
    <w:rsid w:val="00842E97"/>
    <w:rsid w:val="00843764"/>
    <w:rsid w:val="00843ACF"/>
    <w:rsid w:val="00845C58"/>
    <w:rsid w:val="00845E0A"/>
    <w:rsid w:val="008475DB"/>
    <w:rsid w:val="00847678"/>
    <w:rsid w:val="00850676"/>
    <w:rsid w:val="0085097A"/>
    <w:rsid w:val="00853BBE"/>
    <w:rsid w:val="00854351"/>
    <w:rsid w:val="00854581"/>
    <w:rsid w:val="0085482F"/>
    <w:rsid w:val="00855A56"/>
    <w:rsid w:val="00855B2C"/>
    <w:rsid w:val="00860387"/>
    <w:rsid w:val="0086102E"/>
    <w:rsid w:val="00862DDA"/>
    <w:rsid w:val="0086303E"/>
    <w:rsid w:val="00864A84"/>
    <w:rsid w:val="00865CAF"/>
    <w:rsid w:val="00866F84"/>
    <w:rsid w:val="0087004D"/>
    <w:rsid w:val="00870842"/>
    <w:rsid w:val="0087164F"/>
    <w:rsid w:val="00873199"/>
    <w:rsid w:val="008734A5"/>
    <w:rsid w:val="008745AB"/>
    <w:rsid w:val="00877E26"/>
    <w:rsid w:val="00880C7A"/>
    <w:rsid w:val="00881DFC"/>
    <w:rsid w:val="0088294D"/>
    <w:rsid w:val="00882AB8"/>
    <w:rsid w:val="00882AC0"/>
    <w:rsid w:val="00883A8E"/>
    <w:rsid w:val="00883BB6"/>
    <w:rsid w:val="00883BEC"/>
    <w:rsid w:val="00884000"/>
    <w:rsid w:val="00884887"/>
    <w:rsid w:val="00884BD3"/>
    <w:rsid w:val="008852B5"/>
    <w:rsid w:val="00886774"/>
    <w:rsid w:val="008878D5"/>
    <w:rsid w:val="008906A7"/>
    <w:rsid w:val="008912B9"/>
    <w:rsid w:val="008912F0"/>
    <w:rsid w:val="008914AA"/>
    <w:rsid w:val="008935AF"/>
    <w:rsid w:val="008939F6"/>
    <w:rsid w:val="008945B3"/>
    <w:rsid w:val="008950EF"/>
    <w:rsid w:val="008953C6"/>
    <w:rsid w:val="008964C6"/>
    <w:rsid w:val="00897BA9"/>
    <w:rsid w:val="008A06F7"/>
    <w:rsid w:val="008A0A4E"/>
    <w:rsid w:val="008A14B5"/>
    <w:rsid w:val="008A1C7B"/>
    <w:rsid w:val="008A204E"/>
    <w:rsid w:val="008A2257"/>
    <w:rsid w:val="008A472D"/>
    <w:rsid w:val="008A54EB"/>
    <w:rsid w:val="008A6DAB"/>
    <w:rsid w:val="008A7C37"/>
    <w:rsid w:val="008B0BA0"/>
    <w:rsid w:val="008B1007"/>
    <w:rsid w:val="008B2B3E"/>
    <w:rsid w:val="008B2E4E"/>
    <w:rsid w:val="008B3FA3"/>
    <w:rsid w:val="008B4363"/>
    <w:rsid w:val="008B5253"/>
    <w:rsid w:val="008B54A8"/>
    <w:rsid w:val="008B54FB"/>
    <w:rsid w:val="008B5769"/>
    <w:rsid w:val="008B5FAF"/>
    <w:rsid w:val="008B68DD"/>
    <w:rsid w:val="008B7363"/>
    <w:rsid w:val="008B78FE"/>
    <w:rsid w:val="008C29F9"/>
    <w:rsid w:val="008C302A"/>
    <w:rsid w:val="008C36F1"/>
    <w:rsid w:val="008C3C92"/>
    <w:rsid w:val="008C43D0"/>
    <w:rsid w:val="008C4568"/>
    <w:rsid w:val="008C62B9"/>
    <w:rsid w:val="008C63FA"/>
    <w:rsid w:val="008C7247"/>
    <w:rsid w:val="008D0489"/>
    <w:rsid w:val="008D0F02"/>
    <w:rsid w:val="008D1D5D"/>
    <w:rsid w:val="008D1F58"/>
    <w:rsid w:val="008D2B5B"/>
    <w:rsid w:val="008D3006"/>
    <w:rsid w:val="008D3B32"/>
    <w:rsid w:val="008D4CE7"/>
    <w:rsid w:val="008D5008"/>
    <w:rsid w:val="008D59C5"/>
    <w:rsid w:val="008D5BAD"/>
    <w:rsid w:val="008D6E3F"/>
    <w:rsid w:val="008D77F1"/>
    <w:rsid w:val="008E14FD"/>
    <w:rsid w:val="008E2ACF"/>
    <w:rsid w:val="008E3CA7"/>
    <w:rsid w:val="008E61D4"/>
    <w:rsid w:val="008E6D59"/>
    <w:rsid w:val="008E7064"/>
    <w:rsid w:val="008E73C8"/>
    <w:rsid w:val="008E7AEC"/>
    <w:rsid w:val="008F1176"/>
    <w:rsid w:val="008F52E2"/>
    <w:rsid w:val="00900325"/>
    <w:rsid w:val="00900BC1"/>
    <w:rsid w:val="009041F3"/>
    <w:rsid w:val="0090420D"/>
    <w:rsid w:val="0090511F"/>
    <w:rsid w:val="00905E57"/>
    <w:rsid w:val="009060BD"/>
    <w:rsid w:val="00906233"/>
    <w:rsid w:val="00906E18"/>
    <w:rsid w:val="00907EEC"/>
    <w:rsid w:val="00910025"/>
    <w:rsid w:val="0091114E"/>
    <w:rsid w:val="00916162"/>
    <w:rsid w:val="00917099"/>
    <w:rsid w:val="0092091F"/>
    <w:rsid w:val="00920EC9"/>
    <w:rsid w:val="00921E08"/>
    <w:rsid w:val="00922350"/>
    <w:rsid w:val="00922B0D"/>
    <w:rsid w:val="009238DA"/>
    <w:rsid w:val="0092476D"/>
    <w:rsid w:val="00924E64"/>
    <w:rsid w:val="009256E4"/>
    <w:rsid w:val="0092765E"/>
    <w:rsid w:val="00931106"/>
    <w:rsid w:val="0093147E"/>
    <w:rsid w:val="00931A5C"/>
    <w:rsid w:val="00931F5D"/>
    <w:rsid w:val="00932501"/>
    <w:rsid w:val="009334D1"/>
    <w:rsid w:val="00933D99"/>
    <w:rsid w:val="009342DE"/>
    <w:rsid w:val="00934BEE"/>
    <w:rsid w:val="00934D81"/>
    <w:rsid w:val="00935990"/>
    <w:rsid w:val="009361CA"/>
    <w:rsid w:val="009375E7"/>
    <w:rsid w:val="00940FAB"/>
    <w:rsid w:val="009423EB"/>
    <w:rsid w:val="009429EF"/>
    <w:rsid w:val="009438DD"/>
    <w:rsid w:val="00943B57"/>
    <w:rsid w:val="00944B16"/>
    <w:rsid w:val="00945F29"/>
    <w:rsid w:val="00946E1D"/>
    <w:rsid w:val="009473F3"/>
    <w:rsid w:val="00947624"/>
    <w:rsid w:val="00950A1A"/>
    <w:rsid w:val="0095202B"/>
    <w:rsid w:val="00954298"/>
    <w:rsid w:val="00954446"/>
    <w:rsid w:val="00954519"/>
    <w:rsid w:val="009547B5"/>
    <w:rsid w:val="009548B2"/>
    <w:rsid w:val="00954A58"/>
    <w:rsid w:val="00954CF1"/>
    <w:rsid w:val="0095604F"/>
    <w:rsid w:val="009565C5"/>
    <w:rsid w:val="00956908"/>
    <w:rsid w:val="00956C9D"/>
    <w:rsid w:val="009575DB"/>
    <w:rsid w:val="00957916"/>
    <w:rsid w:val="00961B50"/>
    <w:rsid w:val="00962624"/>
    <w:rsid w:val="009626CC"/>
    <w:rsid w:val="00962E76"/>
    <w:rsid w:val="00963BE0"/>
    <w:rsid w:val="0096561C"/>
    <w:rsid w:val="00966992"/>
    <w:rsid w:val="00967260"/>
    <w:rsid w:val="009677B5"/>
    <w:rsid w:val="0096790E"/>
    <w:rsid w:val="0097004D"/>
    <w:rsid w:val="00972658"/>
    <w:rsid w:val="009729B8"/>
    <w:rsid w:val="00972A02"/>
    <w:rsid w:val="00972E90"/>
    <w:rsid w:val="00975A5B"/>
    <w:rsid w:val="00976B3C"/>
    <w:rsid w:val="00977476"/>
    <w:rsid w:val="009778D5"/>
    <w:rsid w:val="0098177E"/>
    <w:rsid w:val="00982366"/>
    <w:rsid w:val="00982EEB"/>
    <w:rsid w:val="009835F5"/>
    <w:rsid w:val="0098396B"/>
    <w:rsid w:val="00984F28"/>
    <w:rsid w:val="009859B3"/>
    <w:rsid w:val="00987071"/>
    <w:rsid w:val="00994461"/>
    <w:rsid w:val="00994506"/>
    <w:rsid w:val="00996679"/>
    <w:rsid w:val="00996AA1"/>
    <w:rsid w:val="00997393"/>
    <w:rsid w:val="00997650"/>
    <w:rsid w:val="00997E0E"/>
    <w:rsid w:val="009A0283"/>
    <w:rsid w:val="009A16B9"/>
    <w:rsid w:val="009A1A53"/>
    <w:rsid w:val="009A1BF0"/>
    <w:rsid w:val="009A43F6"/>
    <w:rsid w:val="009A4581"/>
    <w:rsid w:val="009A5889"/>
    <w:rsid w:val="009A595E"/>
    <w:rsid w:val="009A5B7E"/>
    <w:rsid w:val="009A74B4"/>
    <w:rsid w:val="009B03B6"/>
    <w:rsid w:val="009B09FB"/>
    <w:rsid w:val="009B0EC1"/>
    <w:rsid w:val="009B1A71"/>
    <w:rsid w:val="009B579E"/>
    <w:rsid w:val="009B5E8C"/>
    <w:rsid w:val="009B675E"/>
    <w:rsid w:val="009B6774"/>
    <w:rsid w:val="009B7318"/>
    <w:rsid w:val="009B79A3"/>
    <w:rsid w:val="009B7EC9"/>
    <w:rsid w:val="009C02C6"/>
    <w:rsid w:val="009C13EB"/>
    <w:rsid w:val="009C195A"/>
    <w:rsid w:val="009C1ACD"/>
    <w:rsid w:val="009C22D0"/>
    <w:rsid w:val="009C24C7"/>
    <w:rsid w:val="009C25DB"/>
    <w:rsid w:val="009C2B13"/>
    <w:rsid w:val="009C3A4C"/>
    <w:rsid w:val="009C4782"/>
    <w:rsid w:val="009C676E"/>
    <w:rsid w:val="009C6F23"/>
    <w:rsid w:val="009C7ED0"/>
    <w:rsid w:val="009D0559"/>
    <w:rsid w:val="009D0BF1"/>
    <w:rsid w:val="009D176B"/>
    <w:rsid w:val="009D1FB1"/>
    <w:rsid w:val="009D3913"/>
    <w:rsid w:val="009D4274"/>
    <w:rsid w:val="009D53CA"/>
    <w:rsid w:val="009D5FCD"/>
    <w:rsid w:val="009D6D1C"/>
    <w:rsid w:val="009D72B1"/>
    <w:rsid w:val="009D75BE"/>
    <w:rsid w:val="009D7B3D"/>
    <w:rsid w:val="009E0647"/>
    <w:rsid w:val="009E1678"/>
    <w:rsid w:val="009E30E3"/>
    <w:rsid w:val="009E3BB4"/>
    <w:rsid w:val="009E5E6D"/>
    <w:rsid w:val="009E7676"/>
    <w:rsid w:val="009E7B8F"/>
    <w:rsid w:val="009F07FE"/>
    <w:rsid w:val="009F2C0D"/>
    <w:rsid w:val="009F67DA"/>
    <w:rsid w:val="009F6C33"/>
    <w:rsid w:val="009F72B6"/>
    <w:rsid w:val="009F7731"/>
    <w:rsid w:val="00A022B2"/>
    <w:rsid w:val="00A026D4"/>
    <w:rsid w:val="00A0364B"/>
    <w:rsid w:val="00A03993"/>
    <w:rsid w:val="00A041F6"/>
    <w:rsid w:val="00A042A7"/>
    <w:rsid w:val="00A04558"/>
    <w:rsid w:val="00A05391"/>
    <w:rsid w:val="00A05549"/>
    <w:rsid w:val="00A05819"/>
    <w:rsid w:val="00A07058"/>
    <w:rsid w:val="00A076B0"/>
    <w:rsid w:val="00A076BB"/>
    <w:rsid w:val="00A07B26"/>
    <w:rsid w:val="00A1170E"/>
    <w:rsid w:val="00A11B07"/>
    <w:rsid w:val="00A11D3D"/>
    <w:rsid w:val="00A1217F"/>
    <w:rsid w:val="00A129F0"/>
    <w:rsid w:val="00A143A4"/>
    <w:rsid w:val="00A1480E"/>
    <w:rsid w:val="00A15893"/>
    <w:rsid w:val="00A164A0"/>
    <w:rsid w:val="00A1662F"/>
    <w:rsid w:val="00A17DAF"/>
    <w:rsid w:val="00A24B48"/>
    <w:rsid w:val="00A25CFE"/>
    <w:rsid w:val="00A25ECD"/>
    <w:rsid w:val="00A26386"/>
    <w:rsid w:val="00A267ED"/>
    <w:rsid w:val="00A26E3B"/>
    <w:rsid w:val="00A307C3"/>
    <w:rsid w:val="00A30CA1"/>
    <w:rsid w:val="00A32222"/>
    <w:rsid w:val="00A32489"/>
    <w:rsid w:val="00A33140"/>
    <w:rsid w:val="00A333F2"/>
    <w:rsid w:val="00A35157"/>
    <w:rsid w:val="00A35238"/>
    <w:rsid w:val="00A35DE0"/>
    <w:rsid w:val="00A36315"/>
    <w:rsid w:val="00A36570"/>
    <w:rsid w:val="00A36BCA"/>
    <w:rsid w:val="00A3754C"/>
    <w:rsid w:val="00A412E8"/>
    <w:rsid w:val="00A416D4"/>
    <w:rsid w:val="00A42475"/>
    <w:rsid w:val="00A42B66"/>
    <w:rsid w:val="00A43CE0"/>
    <w:rsid w:val="00A508F3"/>
    <w:rsid w:val="00A5093C"/>
    <w:rsid w:val="00A5187A"/>
    <w:rsid w:val="00A532F2"/>
    <w:rsid w:val="00A53E26"/>
    <w:rsid w:val="00A54916"/>
    <w:rsid w:val="00A555DA"/>
    <w:rsid w:val="00A5582E"/>
    <w:rsid w:val="00A55D5C"/>
    <w:rsid w:val="00A5737E"/>
    <w:rsid w:val="00A57397"/>
    <w:rsid w:val="00A606BB"/>
    <w:rsid w:val="00A61B36"/>
    <w:rsid w:val="00A63506"/>
    <w:rsid w:val="00A65D12"/>
    <w:rsid w:val="00A71B30"/>
    <w:rsid w:val="00A72D08"/>
    <w:rsid w:val="00A73289"/>
    <w:rsid w:val="00A73296"/>
    <w:rsid w:val="00A75143"/>
    <w:rsid w:val="00A754E8"/>
    <w:rsid w:val="00A756E9"/>
    <w:rsid w:val="00A75FA2"/>
    <w:rsid w:val="00A765C0"/>
    <w:rsid w:val="00A7683D"/>
    <w:rsid w:val="00A82C45"/>
    <w:rsid w:val="00A831A9"/>
    <w:rsid w:val="00A839D0"/>
    <w:rsid w:val="00A83B26"/>
    <w:rsid w:val="00A83D81"/>
    <w:rsid w:val="00A84352"/>
    <w:rsid w:val="00A857A4"/>
    <w:rsid w:val="00A86D5A"/>
    <w:rsid w:val="00A875A1"/>
    <w:rsid w:val="00A87B56"/>
    <w:rsid w:val="00A91157"/>
    <w:rsid w:val="00A92FCF"/>
    <w:rsid w:val="00A93DE4"/>
    <w:rsid w:val="00A942F7"/>
    <w:rsid w:val="00A94CB6"/>
    <w:rsid w:val="00A94E5C"/>
    <w:rsid w:val="00A9610D"/>
    <w:rsid w:val="00A965E2"/>
    <w:rsid w:val="00A9727A"/>
    <w:rsid w:val="00A97AE2"/>
    <w:rsid w:val="00AA05AC"/>
    <w:rsid w:val="00AA0AFD"/>
    <w:rsid w:val="00AA0F0F"/>
    <w:rsid w:val="00AA0FA9"/>
    <w:rsid w:val="00AA1A18"/>
    <w:rsid w:val="00AA32B5"/>
    <w:rsid w:val="00AA3B51"/>
    <w:rsid w:val="00AA3D66"/>
    <w:rsid w:val="00AA4186"/>
    <w:rsid w:val="00AA451D"/>
    <w:rsid w:val="00AA485D"/>
    <w:rsid w:val="00AA5E0D"/>
    <w:rsid w:val="00AA625D"/>
    <w:rsid w:val="00AA6407"/>
    <w:rsid w:val="00AA75E2"/>
    <w:rsid w:val="00AA7C1F"/>
    <w:rsid w:val="00AB1557"/>
    <w:rsid w:val="00AB1EEC"/>
    <w:rsid w:val="00AB21E9"/>
    <w:rsid w:val="00AB2CD9"/>
    <w:rsid w:val="00AB3412"/>
    <w:rsid w:val="00AB49E2"/>
    <w:rsid w:val="00AB4E64"/>
    <w:rsid w:val="00AB6875"/>
    <w:rsid w:val="00AB692A"/>
    <w:rsid w:val="00AB70B9"/>
    <w:rsid w:val="00AC0B66"/>
    <w:rsid w:val="00AC119C"/>
    <w:rsid w:val="00AC15AB"/>
    <w:rsid w:val="00AC22FA"/>
    <w:rsid w:val="00AC36C2"/>
    <w:rsid w:val="00AC399B"/>
    <w:rsid w:val="00AC3CB4"/>
    <w:rsid w:val="00AC4F80"/>
    <w:rsid w:val="00AC6B58"/>
    <w:rsid w:val="00AC7F5B"/>
    <w:rsid w:val="00AD05FB"/>
    <w:rsid w:val="00AD08E1"/>
    <w:rsid w:val="00AD0DB9"/>
    <w:rsid w:val="00AD120A"/>
    <w:rsid w:val="00AD1A1A"/>
    <w:rsid w:val="00AD1AA9"/>
    <w:rsid w:val="00AD1EA7"/>
    <w:rsid w:val="00AD20CE"/>
    <w:rsid w:val="00AD2BBA"/>
    <w:rsid w:val="00AD2EB9"/>
    <w:rsid w:val="00AD417E"/>
    <w:rsid w:val="00AD4B74"/>
    <w:rsid w:val="00AD58E4"/>
    <w:rsid w:val="00AD5C7F"/>
    <w:rsid w:val="00AD79B2"/>
    <w:rsid w:val="00AD79E6"/>
    <w:rsid w:val="00AD7EB6"/>
    <w:rsid w:val="00AE1EF8"/>
    <w:rsid w:val="00AE1FC7"/>
    <w:rsid w:val="00AE367C"/>
    <w:rsid w:val="00AE4117"/>
    <w:rsid w:val="00AE506D"/>
    <w:rsid w:val="00AE550B"/>
    <w:rsid w:val="00AE635C"/>
    <w:rsid w:val="00AE6679"/>
    <w:rsid w:val="00AE6CEB"/>
    <w:rsid w:val="00AE7A73"/>
    <w:rsid w:val="00AF163F"/>
    <w:rsid w:val="00AF2230"/>
    <w:rsid w:val="00AF2254"/>
    <w:rsid w:val="00AF303B"/>
    <w:rsid w:val="00AF33E5"/>
    <w:rsid w:val="00AF4139"/>
    <w:rsid w:val="00AF6BE4"/>
    <w:rsid w:val="00AF7A31"/>
    <w:rsid w:val="00B0032C"/>
    <w:rsid w:val="00B016E0"/>
    <w:rsid w:val="00B023FC"/>
    <w:rsid w:val="00B02946"/>
    <w:rsid w:val="00B02DD9"/>
    <w:rsid w:val="00B03C35"/>
    <w:rsid w:val="00B0594B"/>
    <w:rsid w:val="00B05FD1"/>
    <w:rsid w:val="00B0741C"/>
    <w:rsid w:val="00B07FDB"/>
    <w:rsid w:val="00B1063E"/>
    <w:rsid w:val="00B107FC"/>
    <w:rsid w:val="00B10C65"/>
    <w:rsid w:val="00B10F71"/>
    <w:rsid w:val="00B114FD"/>
    <w:rsid w:val="00B1266D"/>
    <w:rsid w:val="00B13942"/>
    <w:rsid w:val="00B172C6"/>
    <w:rsid w:val="00B17303"/>
    <w:rsid w:val="00B20D8A"/>
    <w:rsid w:val="00B20F1F"/>
    <w:rsid w:val="00B215C7"/>
    <w:rsid w:val="00B23045"/>
    <w:rsid w:val="00B23284"/>
    <w:rsid w:val="00B23BE1"/>
    <w:rsid w:val="00B256AB"/>
    <w:rsid w:val="00B2589C"/>
    <w:rsid w:val="00B277EF"/>
    <w:rsid w:val="00B30455"/>
    <w:rsid w:val="00B31D8B"/>
    <w:rsid w:val="00B31F34"/>
    <w:rsid w:val="00B32524"/>
    <w:rsid w:val="00B3297D"/>
    <w:rsid w:val="00B32F91"/>
    <w:rsid w:val="00B33C78"/>
    <w:rsid w:val="00B3623C"/>
    <w:rsid w:val="00B40540"/>
    <w:rsid w:val="00B417C6"/>
    <w:rsid w:val="00B42114"/>
    <w:rsid w:val="00B42B01"/>
    <w:rsid w:val="00B42CAF"/>
    <w:rsid w:val="00B45542"/>
    <w:rsid w:val="00B4638D"/>
    <w:rsid w:val="00B46AC4"/>
    <w:rsid w:val="00B50135"/>
    <w:rsid w:val="00B5130D"/>
    <w:rsid w:val="00B51E41"/>
    <w:rsid w:val="00B51FAA"/>
    <w:rsid w:val="00B520BB"/>
    <w:rsid w:val="00B52832"/>
    <w:rsid w:val="00B528C2"/>
    <w:rsid w:val="00B531C4"/>
    <w:rsid w:val="00B53C8D"/>
    <w:rsid w:val="00B543E3"/>
    <w:rsid w:val="00B5491D"/>
    <w:rsid w:val="00B54D4D"/>
    <w:rsid w:val="00B5501E"/>
    <w:rsid w:val="00B5545A"/>
    <w:rsid w:val="00B5548A"/>
    <w:rsid w:val="00B554BF"/>
    <w:rsid w:val="00B57C28"/>
    <w:rsid w:val="00B602B3"/>
    <w:rsid w:val="00B60E55"/>
    <w:rsid w:val="00B62A4E"/>
    <w:rsid w:val="00B62FE5"/>
    <w:rsid w:val="00B63192"/>
    <w:rsid w:val="00B6331D"/>
    <w:rsid w:val="00B63B00"/>
    <w:rsid w:val="00B6491A"/>
    <w:rsid w:val="00B64CDD"/>
    <w:rsid w:val="00B64EC5"/>
    <w:rsid w:val="00B65C00"/>
    <w:rsid w:val="00B65C3A"/>
    <w:rsid w:val="00B6768C"/>
    <w:rsid w:val="00B67E03"/>
    <w:rsid w:val="00B70068"/>
    <w:rsid w:val="00B71130"/>
    <w:rsid w:val="00B7367D"/>
    <w:rsid w:val="00B737F4"/>
    <w:rsid w:val="00B738F0"/>
    <w:rsid w:val="00B73DAE"/>
    <w:rsid w:val="00B75513"/>
    <w:rsid w:val="00B7618B"/>
    <w:rsid w:val="00B82C4F"/>
    <w:rsid w:val="00B8311E"/>
    <w:rsid w:val="00B84ACD"/>
    <w:rsid w:val="00B85260"/>
    <w:rsid w:val="00B85ADF"/>
    <w:rsid w:val="00B85E3F"/>
    <w:rsid w:val="00B87086"/>
    <w:rsid w:val="00B87357"/>
    <w:rsid w:val="00B9010A"/>
    <w:rsid w:val="00B90942"/>
    <w:rsid w:val="00B90C2D"/>
    <w:rsid w:val="00B9179B"/>
    <w:rsid w:val="00B918B4"/>
    <w:rsid w:val="00B91961"/>
    <w:rsid w:val="00B928ED"/>
    <w:rsid w:val="00B92D3F"/>
    <w:rsid w:val="00B9362B"/>
    <w:rsid w:val="00B94C57"/>
    <w:rsid w:val="00B9558F"/>
    <w:rsid w:val="00B960EF"/>
    <w:rsid w:val="00BA0393"/>
    <w:rsid w:val="00BA0F1C"/>
    <w:rsid w:val="00BA1EA9"/>
    <w:rsid w:val="00BA2508"/>
    <w:rsid w:val="00BA2BC0"/>
    <w:rsid w:val="00BA2BC8"/>
    <w:rsid w:val="00BA3983"/>
    <w:rsid w:val="00BA3F3D"/>
    <w:rsid w:val="00BA5497"/>
    <w:rsid w:val="00BB0464"/>
    <w:rsid w:val="00BB16FC"/>
    <w:rsid w:val="00BB1CE4"/>
    <w:rsid w:val="00BB2374"/>
    <w:rsid w:val="00BB2949"/>
    <w:rsid w:val="00BB3F31"/>
    <w:rsid w:val="00BB4393"/>
    <w:rsid w:val="00BB4AB6"/>
    <w:rsid w:val="00BB5481"/>
    <w:rsid w:val="00BB59A0"/>
    <w:rsid w:val="00BB6632"/>
    <w:rsid w:val="00BB6E3E"/>
    <w:rsid w:val="00BC12AA"/>
    <w:rsid w:val="00BC25B8"/>
    <w:rsid w:val="00BC2DC6"/>
    <w:rsid w:val="00BC3914"/>
    <w:rsid w:val="00BC44DA"/>
    <w:rsid w:val="00BC6BB5"/>
    <w:rsid w:val="00BC74A2"/>
    <w:rsid w:val="00BD09AE"/>
    <w:rsid w:val="00BD0D3C"/>
    <w:rsid w:val="00BD1350"/>
    <w:rsid w:val="00BD1E53"/>
    <w:rsid w:val="00BD2AD7"/>
    <w:rsid w:val="00BD3455"/>
    <w:rsid w:val="00BD403D"/>
    <w:rsid w:val="00BD4A93"/>
    <w:rsid w:val="00BD4E70"/>
    <w:rsid w:val="00BD58F8"/>
    <w:rsid w:val="00BD61E7"/>
    <w:rsid w:val="00BE0937"/>
    <w:rsid w:val="00BE0A2B"/>
    <w:rsid w:val="00BE0D48"/>
    <w:rsid w:val="00BE14AC"/>
    <w:rsid w:val="00BE1A4F"/>
    <w:rsid w:val="00BE268C"/>
    <w:rsid w:val="00BE3AFA"/>
    <w:rsid w:val="00BE3FEA"/>
    <w:rsid w:val="00BE4480"/>
    <w:rsid w:val="00BE479F"/>
    <w:rsid w:val="00BE6229"/>
    <w:rsid w:val="00BE691B"/>
    <w:rsid w:val="00BE79F4"/>
    <w:rsid w:val="00BF007E"/>
    <w:rsid w:val="00BF45B2"/>
    <w:rsid w:val="00BF4956"/>
    <w:rsid w:val="00BF4EDF"/>
    <w:rsid w:val="00BF77CE"/>
    <w:rsid w:val="00BF793E"/>
    <w:rsid w:val="00C002D5"/>
    <w:rsid w:val="00C00AE1"/>
    <w:rsid w:val="00C00C0B"/>
    <w:rsid w:val="00C02382"/>
    <w:rsid w:val="00C03260"/>
    <w:rsid w:val="00C03C51"/>
    <w:rsid w:val="00C0591D"/>
    <w:rsid w:val="00C05FFD"/>
    <w:rsid w:val="00C10708"/>
    <w:rsid w:val="00C1099E"/>
    <w:rsid w:val="00C13606"/>
    <w:rsid w:val="00C16FC7"/>
    <w:rsid w:val="00C22C2A"/>
    <w:rsid w:val="00C251D9"/>
    <w:rsid w:val="00C270F0"/>
    <w:rsid w:val="00C31371"/>
    <w:rsid w:val="00C3137C"/>
    <w:rsid w:val="00C3213C"/>
    <w:rsid w:val="00C332D6"/>
    <w:rsid w:val="00C35340"/>
    <w:rsid w:val="00C3643A"/>
    <w:rsid w:val="00C36643"/>
    <w:rsid w:val="00C40AEB"/>
    <w:rsid w:val="00C41069"/>
    <w:rsid w:val="00C4165C"/>
    <w:rsid w:val="00C42203"/>
    <w:rsid w:val="00C429EE"/>
    <w:rsid w:val="00C4370F"/>
    <w:rsid w:val="00C43743"/>
    <w:rsid w:val="00C443B3"/>
    <w:rsid w:val="00C44C7D"/>
    <w:rsid w:val="00C45465"/>
    <w:rsid w:val="00C4553C"/>
    <w:rsid w:val="00C45834"/>
    <w:rsid w:val="00C47D3C"/>
    <w:rsid w:val="00C50898"/>
    <w:rsid w:val="00C5165B"/>
    <w:rsid w:val="00C52280"/>
    <w:rsid w:val="00C52AD8"/>
    <w:rsid w:val="00C53860"/>
    <w:rsid w:val="00C53866"/>
    <w:rsid w:val="00C53A8A"/>
    <w:rsid w:val="00C55362"/>
    <w:rsid w:val="00C55718"/>
    <w:rsid w:val="00C56DF1"/>
    <w:rsid w:val="00C578E4"/>
    <w:rsid w:val="00C62ADE"/>
    <w:rsid w:val="00C62E09"/>
    <w:rsid w:val="00C63579"/>
    <w:rsid w:val="00C63C3F"/>
    <w:rsid w:val="00C63D9B"/>
    <w:rsid w:val="00C644BA"/>
    <w:rsid w:val="00C644CD"/>
    <w:rsid w:val="00C64808"/>
    <w:rsid w:val="00C64937"/>
    <w:rsid w:val="00C65711"/>
    <w:rsid w:val="00C65E82"/>
    <w:rsid w:val="00C660DA"/>
    <w:rsid w:val="00C66231"/>
    <w:rsid w:val="00C708B4"/>
    <w:rsid w:val="00C714D6"/>
    <w:rsid w:val="00C72153"/>
    <w:rsid w:val="00C72353"/>
    <w:rsid w:val="00C73DF3"/>
    <w:rsid w:val="00C73E90"/>
    <w:rsid w:val="00C742C2"/>
    <w:rsid w:val="00C76AE8"/>
    <w:rsid w:val="00C771E4"/>
    <w:rsid w:val="00C77731"/>
    <w:rsid w:val="00C80BD0"/>
    <w:rsid w:val="00C80F45"/>
    <w:rsid w:val="00C822E3"/>
    <w:rsid w:val="00C82534"/>
    <w:rsid w:val="00C8258D"/>
    <w:rsid w:val="00C83417"/>
    <w:rsid w:val="00C8418F"/>
    <w:rsid w:val="00C84DF5"/>
    <w:rsid w:val="00C86BEC"/>
    <w:rsid w:val="00C87FEF"/>
    <w:rsid w:val="00C9145A"/>
    <w:rsid w:val="00C9151A"/>
    <w:rsid w:val="00C92C0E"/>
    <w:rsid w:val="00C93546"/>
    <w:rsid w:val="00C95FBF"/>
    <w:rsid w:val="00C9782D"/>
    <w:rsid w:val="00C97CA6"/>
    <w:rsid w:val="00CA0A12"/>
    <w:rsid w:val="00CA0F99"/>
    <w:rsid w:val="00CA2668"/>
    <w:rsid w:val="00CA37A1"/>
    <w:rsid w:val="00CA3CFD"/>
    <w:rsid w:val="00CA4631"/>
    <w:rsid w:val="00CA4A7A"/>
    <w:rsid w:val="00CA4C71"/>
    <w:rsid w:val="00CA4D21"/>
    <w:rsid w:val="00CB0308"/>
    <w:rsid w:val="00CB081B"/>
    <w:rsid w:val="00CB27A7"/>
    <w:rsid w:val="00CB27E5"/>
    <w:rsid w:val="00CB2954"/>
    <w:rsid w:val="00CB2AEA"/>
    <w:rsid w:val="00CB2E76"/>
    <w:rsid w:val="00CB5D12"/>
    <w:rsid w:val="00CC067E"/>
    <w:rsid w:val="00CC10DE"/>
    <w:rsid w:val="00CC332A"/>
    <w:rsid w:val="00CC4B5C"/>
    <w:rsid w:val="00CC5228"/>
    <w:rsid w:val="00CC6DB3"/>
    <w:rsid w:val="00CD09BF"/>
    <w:rsid w:val="00CD21C7"/>
    <w:rsid w:val="00CD2200"/>
    <w:rsid w:val="00CD2BA4"/>
    <w:rsid w:val="00CD2E92"/>
    <w:rsid w:val="00CD3B0E"/>
    <w:rsid w:val="00CD4231"/>
    <w:rsid w:val="00CD4296"/>
    <w:rsid w:val="00CD5835"/>
    <w:rsid w:val="00CD5B2A"/>
    <w:rsid w:val="00CD5F69"/>
    <w:rsid w:val="00CD68E6"/>
    <w:rsid w:val="00CE105C"/>
    <w:rsid w:val="00CE22F3"/>
    <w:rsid w:val="00CE2624"/>
    <w:rsid w:val="00CE44FB"/>
    <w:rsid w:val="00CE48DD"/>
    <w:rsid w:val="00CE51A4"/>
    <w:rsid w:val="00CE6121"/>
    <w:rsid w:val="00CE6731"/>
    <w:rsid w:val="00CE72AA"/>
    <w:rsid w:val="00CE7DCD"/>
    <w:rsid w:val="00CF0D0B"/>
    <w:rsid w:val="00CF1EB2"/>
    <w:rsid w:val="00CF4176"/>
    <w:rsid w:val="00CF4D04"/>
    <w:rsid w:val="00CF5CA4"/>
    <w:rsid w:val="00CF6307"/>
    <w:rsid w:val="00CF795F"/>
    <w:rsid w:val="00CF7C05"/>
    <w:rsid w:val="00D001F5"/>
    <w:rsid w:val="00D00D91"/>
    <w:rsid w:val="00D027D4"/>
    <w:rsid w:val="00D02B1B"/>
    <w:rsid w:val="00D034D0"/>
    <w:rsid w:val="00D03808"/>
    <w:rsid w:val="00D0392F"/>
    <w:rsid w:val="00D03A31"/>
    <w:rsid w:val="00D05916"/>
    <w:rsid w:val="00D05C58"/>
    <w:rsid w:val="00D075A8"/>
    <w:rsid w:val="00D105AE"/>
    <w:rsid w:val="00D116D2"/>
    <w:rsid w:val="00D11CEB"/>
    <w:rsid w:val="00D1258E"/>
    <w:rsid w:val="00D13A0C"/>
    <w:rsid w:val="00D13A2B"/>
    <w:rsid w:val="00D14C2B"/>
    <w:rsid w:val="00D17391"/>
    <w:rsid w:val="00D173F0"/>
    <w:rsid w:val="00D177A6"/>
    <w:rsid w:val="00D21C86"/>
    <w:rsid w:val="00D23B6F"/>
    <w:rsid w:val="00D244FB"/>
    <w:rsid w:val="00D24819"/>
    <w:rsid w:val="00D249F7"/>
    <w:rsid w:val="00D30249"/>
    <w:rsid w:val="00D30483"/>
    <w:rsid w:val="00D3131C"/>
    <w:rsid w:val="00D3198F"/>
    <w:rsid w:val="00D31C35"/>
    <w:rsid w:val="00D3244A"/>
    <w:rsid w:val="00D325DC"/>
    <w:rsid w:val="00D32BF2"/>
    <w:rsid w:val="00D34364"/>
    <w:rsid w:val="00D3448E"/>
    <w:rsid w:val="00D35665"/>
    <w:rsid w:val="00D37380"/>
    <w:rsid w:val="00D4124A"/>
    <w:rsid w:val="00D4170B"/>
    <w:rsid w:val="00D42993"/>
    <w:rsid w:val="00D42A05"/>
    <w:rsid w:val="00D434EE"/>
    <w:rsid w:val="00D439CF"/>
    <w:rsid w:val="00D448AC"/>
    <w:rsid w:val="00D456EF"/>
    <w:rsid w:val="00D45922"/>
    <w:rsid w:val="00D45A1A"/>
    <w:rsid w:val="00D45DD2"/>
    <w:rsid w:val="00D471A2"/>
    <w:rsid w:val="00D475D2"/>
    <w:rsid w:val="00D50B04"/>
    <w:rsid w:val="00D50C2E"/>
    <w:rsid w:val="00D51497"/>
    <w:rsid w:val="00D51F97"/>
    <w:rsid w:val="00D52101"/>
    <w:rsid w:val="00D52244"/>
    <w:rsid w:val="00D5248A"/>
    <w:rsid w:val="00D56F5D"/>
    <w:rsid w:val="00D57556"/>
    <w:rsid w:val="00D57720"/>
    <w:rsid w:val="00D609BB"/>
    <w:rsid w:val="00D60DF8"/>
    <w:rsid w:val="00D61212"/>
    <w:rsid w:val="00D62BCE"/>
    <w:rsid w:val="00D64E83"/>
    <w:rsid w:val="00D662B2"/>
    <w:rsid w:val="00D67951"/>
    <w:rsid w:val="00D67A29"/>
    <w:rsid w:val="00D67CC9"/>
    <w:rsid w:val="00D71883"/>
    <w:rsid w:val="00D71CAD"/>
    <w:rsid w:val="00D7270A"/>
    <w:rsid w:val="00D73EB8"/>
    <w:rsid w:val="00D7514D"/>
    <w:rsid w:val="00D75582"/>
    <w:rsid w:val="00D767A3"/>
    <w:rsid w:val="00D819C7"/>
    <w:rsid w:val="00D81A43"/>
    <w:rsid w:val="00D83AD9"/>
    <w:rsid w:val="00D83E4F"/>
    <w:rsid w:val="00D84531"/>
    <w:rsid w:val="00D85121"/>
    <w:rsid w:val="00D86757"/>
    <w:rsid w:val="00D86E8D"/>
    <w:rsid w:val="00D871C6"/>
    <w:rsid w:val="00D91467"/>
    <w:rsid w:val="00D921EC"/>
    <w:rsid w:val="00D929D3"/>
    <w:rsid w:val="00D92C0B"/>
    <w:rsid w:val="00D930A1"/>
    <w:rsid w:val="00D93499"/>
    <w:rsid w:val="00D93685"/>
    <w:rsid w:val="00D93E21"/>
    <w:rsid w:val="00D94228"/>
    <w:rsid w:val="00D94EED"/>
    <w:rsid w:val="00D95E14"/>
    <w:rsid w:val="00D97225"/>
    <w:rsid w:val="00DA02AB"/>
    <w:rsid w:val="00DA054B"/>
    <w:rsid w:val="00DA0C53"/>
    <w:rsid w:val="00DA12CE"/>
    <w:rsid w:val="00DA1587"/>
    <w:rsid w:val="00DA277F"/>
    <w:rsid w:val="00DA2852"/>
    <w:rsid w:val="00DA2B04"/>
    <w:rsid w:val="00DA3B2F"/>
    <w:rsid w:val="00DA3FB5"/>
    <w:rsid w:val="00DA4168"/>
    <w:rsid w:val="00DA4DD8"/>
    <w:rsid w:val="00DA5B04"/>
    <w:rsid w:val="00DB1666"/>
    <w:rsid w:val="00DB182B"/>
    <w:rsid w:val="00DB1A06"/>
    <w:rsid w:val="00DB3769"/>
    <w:rsid w:val="00DB4A77"/>
    <w:rsid w:val="00DB4A97"/>
    <w:rsid w:val="00DB4C2D"/>
    <w:rsid w:val="00DB6F94"/>
    <w:rsid w:val="00DB7005"/>
    <w:rsid w:val="00DB70D3"/>
    <w:rsid w:val="00DB716D"/>
    <w:rsid w:val="00DB76C2"/>
    <w:rsid w:val="00DC0F3D"/>
    <w:rsid w:val="00DC1F58"/>
    <w:rsid w:val="00DC23E3"/>
    <w:rsid w:val="00DC29B2"/>
    <w:rsid w:val="00DC30D0"/>
    <w:rsid w:val="00DC641C"/>
    <w:rsid w:val="00DC6D9F"/>
    <w:rsid w:val="00DC7B09"/>
    <w:rsid w:val="00DD04B2"/>
    <w:rsid w:val="00DD1E22"/>
    <w:rsid w:val="00DD2066"/>
    <w:rsid w:val="00DD2983"/>
    <w:rsid w:val="00DD2E4B"/>
    <w:rsid w:val="00DD3229"/>
    <w:rsid w:val="00DD3569"/>
    <w:rsid w:val="00DD3B87"/>
    <w:rsid w:val="00DD582F"/>
    <w:rsid w:val="00DD5BA9"/>
    <w:rsid w:val="00DD6E46"/>
    <w:rsid w:val="00DD7869"/>
    <w:rsid w:val="00DD7C08"/>
    <w:rsid w:val="00DE07FA"/>
    <w:rsid w:val="00DE0F1A"/>
    <w:rsid w:val="00DE34F6"/>
    <w:rsid w:val="00DE40F7"/>
    <w:rsid w:val="00DE43CA"/>
    <w:rsid w:val="00DE4700"/>
    <w:rsid w:val="00DE667C"/>
    <w:rsid w:val="00DF04C2"/>
    <w:rsid w:val="00DF2985"/>
    <w:rsid w:val="00DF36B8"/>
    <w:rsid w:val="00DF3BB8"/>
    <w:rsid w:val="00DF54A7"/>
    <w:rsid w:val="00DF59AA"/>
    <w:rsid w:val="00DF59D1"/>
    <w:rsid w:val="00DF71B1"/>
    <w:rsid w:val="00E03412"/>
    <w:rsid w:val="00E03C2B"/>
    <w:rsid w:val="00E04B9E"/>
    <w:rsid w:val="00E050C8"/>
    <w:rsid w:val="00E05683"/>
    <w:rsid w:val="00E05C59"/>
    <w:rsid w:val="00E0664B"/>
    <w:rsid w:val="00E069A6"/>
    <w:rsid w:val="00E076B5"/>
    <w:rsid w:val="00E11C83"/>
    <w:rsid w:val="00E12D3B"/>
    <w:rsid w:val="00E12EA1"/>
    <w:rsid w:val="00E1523D"/>
    <w:rsid w:val="00E20BFB"/>
    <w:rsid w:val="00E22575"/>
    <w:rsid w:val="00E22C74"/>
    <w:rsid w:val="00E22F9E"/>
    <w:rsid w:val="00E2308E"/>
    <w:rsid w:val="00E23678"/>
    <w:rsid w:val="00E2385C"/>
    <w:rsid w:val="00E243F0"/>
    <w:rsid w:val="00E244E2"/>
    <w:rsid w:val="00E25988"/>
    <w:rsid w:val="00E26704"/>
    <w:rsid w:val="00E26C79"/>
    <w:rsid w:val="00E26E5B"/>
    <w:rsid w:val="00E27DA6"/>
    <w:rsid w:val="00E3022E"/>
    <w:rsid w:val="00E3045C"/>
    <w:rsid w:val="00E3119F"/>
    <w:rsid w:val="00E328B0"/>
    <w:rsid w:val="00E337E5"/>
    <w:rsid w:val="00E33804"/>
    <w:rsid w:val="00E34BFB"/>
    <w:rsid w:val="00E36417"/>
    <w:rsid w:val="00E36452"/>
    <w:rsid w:val="00E365DD"/>
    <w:rsid w:val="00E36E95"/>
    <w:rsid w:val="00E373B8"/>
    <w:rsid w:val="00E37748"/>
    <w:rsid w:val="00E37DD8"/>
    <w:rsid w:val="00E4142C"/>
    <w:rsid w:val="00E430B8"/>
    <w:rsid w:val="00E43FAD"/>
    <w:rsid w:val="00E443A9"/>
    <w:rsid w:val="00E443EB"/>
    <w:rsid w:val="00E44897"/>
    <w:rsid w:val="00E44B39"/>
    <w:rsid w:val="00E45282"/>
    <w:rsid w:val="00E45782"/>
    <w:rsid w:val="00E505CB"/>
    <w:rsid w:val="00E513EC"/>
    <w:rsid w:val="00E513F7"/>
    <w:rsid w:val="00E521FC"/>
    <w:rsid w:val="00E53C60"/>
    <w:rsid w:val="00E56A1B"/>
    <w:rsid w:val="00E57966"/>
    <w:rsid w:val="00E6045C"/>
    <w:rsid w:val="00E60DD2"/>
    <w:rsid w:val="00E612CC"/>
    <w:rsid w:val="00E634CC"/>
    <w:rsid w:val="00E644BE"/>
    <w:rsid w:val="00E64B1F"/>
    <w:rsid w:val="00E64B21"/>
    <w:rsid w:val="00E66F0A"/>
    <w:rsid w:val="00E7126F"/>
    <w:rsid w:val="00E73361"/>
    <w:rsid w:val="00E74530"/>
    <w:rsid w:val="00E75024"/>
    <w:rsid w:val="00E757D2"/>
    <w:rsid w:val="00E802B3"/>
    <w:rsid w:val="00E805BC"/>
    <w:rsid w:val="00E807BF"/>
    <w:rsid w:val="00E81957"/>
    <w:rsid w:val="00E8255A"/>
    <w:rsid w:val="00E8484F"/>
    <w:rsid w:val="00E86070"/>
    <w:rsid w:val="00E86F10"/>
    <w:rsid w:val="00E90EE7"/>
    <w:rsid w:val="00E91CB6"/>
    <w:rsid w:val="00E91FB8"/>
    <w:rsid w:val="00E9220D"/>
    <w:rsid w:val="00E9283C"/>
    <w:rsid w:val="00E93EF0"/>
    <w:rsid w:val="00E9418B"/>
    <w:rsid w:val="00E94393"/>
    <w:rsid w:val="00E9458F"/>
    <w:rsid w:val="00E94B3B"/>
    <w:rsid w:val="00E9583B"/>
    <w:rsid w:val="00E95F45"/>
    <w:rsid w:val="00E9637F"/>
    <w:rsid w:val="00EA0143"/>
    <w:rsid w:val="00EA089F"/>
    <w:rsid w:val="00EA271A"/>
    <w:rsid w:val="00EA2D0E"/>
    <w:rsid w:val="00EA31A1"/>
    <w:rsid w:val="00EA52EC"/>
    <w:rsid w:val="00EB1115"/>
    <w:rsid w:val="00EB166D"/>
    <w:rsid w:val="00EB2A07"/>
    <w:rsid w:val="00EB2AFB"/>
    <w:rsid w:val="00EB2F3D"/>
    <w:rsid w:val="00EB4A6C"/>
    <w:rsid w:val="00EB5946"/>
    <w:rsid w:val="00EB6298"/>
    <w:rsid w:val="00EB66BA"/>
    <w:rsid w:val="00EC01FA"/>
    <w:rsid w:val="00EC112F"/>
    <w:rsid w:val="00EC153D"/>
    <w:rsid w:val="00EC23D2"/>
    <w:rsid w:val="00EC24FE"/>
    <w:rsid w:val="00EC31EC"/>
    <w:rsid w:val="00EC4AA4"/>
    <w:rsid w:val="00EC51C8"/>
    <w:rsid w:val="00EC54FE"/>
    <w:rsid w:val="00EC7C78"/>
    <w:rsid w:val="00ED1468"/>
    <w:rsid w:val="00ED1B8B"/>
    <w:rsid w:val="00ED2546"/>
    <w:rsid w:val="00ED3C31"/>
    <w:rsid w:val="00ED4C24"/>
    <w:rsid w:val="00ED4DCC"/>
    <w:rsid w:val="00ED70E2"/>
    <w:rsid w:val="00EE05E5"/>
    <w:rsid w:val="00EE0BFD"/>
    <w:rsid w:val="00EE0E7E"/>
    <w:rsid w:val="00EE1D2B"/>
    <w:rsid w:val="00EE3C9C"/>
    <w:rsid w:val="00EE429A"/>
    <w:rsid w:val="00EE460D"/>
    <w:rsid w:val="00EE6FE8"/>
    <w:rsid w:val="00EE7F25"/>
    <w:rsid w:val="00EF0854"/>
    <w:rsid w:val="00EF096D"/>
    <w:rsid w:val="00EF0C54"/>
    <w:rsid w:val="00EF1687"/>
    <w:rsid w:val="00EF3ADF"/>
    <w:rsid w:val="00EF5579"/>
    <w:rsid w:val="00EF5913"/>
    <w:rsid w:val="00F00A14"/>
    <w:rsid w:val="00F00DD8"/>
    <w:rsid w:val="00F011AF"/>
    <w:rsid w:val="00F02AE7"/>
    <w:rsid w:val="00F02CA1"/>
    <w:rsid w:val="00F03010"/>
    <w:rsid w:val="00F03AF6"/>
    <w:rsid w:val="00F03AFD"/>
    <w:rsid w:val="00F0416F"/>
    <w:rsid w:val="00F04194"/>
    <w:rsid w:val="00F04833"/>
    <w:rsid w:val="00F05A7E"/>
    <w:rsid w:val="00F05ADF"/>
    <w:rsid w:val="00F06FA6"/>
    <w:rsid w:val="00F077F0"/>
    <w:rsid w:val="00F1004F"/>
    <w:rsid w:val="00F11EF4"/>
    <w:rsid w:val="00F122C2"/>
    <w:rsid w:val="00F142CD"/>
    <w:rsid w:val="00F148E1"/>
    <w:rsid w:val="00F149BE"/>
    <w:rsid w:val="00F15252"/>
    <w:rsid w:val="00F15552"/>
    <w:rsid w:val="00F15CF5"/>
    <w:rsid w:val="00F16F60"/>
    <w:rsid w:val="00F172DA"/>
    <w:rsid w:val="00F177C3"/>
    <w:rsid w:val="00F20453"/>
    <w:rsid w:val="00F20BC2"/>
    <w:rsid w:val="00F20F09"/>
    <w:rsid w:val="00F2115D"/>
    <w:rsid w:val="00F23C62"/>
    <w:rsid w:val="00F24DAB"/>
    <w:rsid w:val="00F25D7E"/>
    <w:rsid w:val="00F25F05"/>
    <w:rsid w:val="00F27CC4"/>
    <w:rsid w:val="00F27E94"/>
    <w:rsid w:val="00F31826"/>
    <w:rsid w:val="00F31A86"/>
    <w:rsid w:val="00F3225F"/>
    <w:rsid w:val="00F322AB"/>
    <w:rsid w:val="00F328B7"/>
    <w:rsid w:val="00F342EB"/>
    <w:rsid w:val="00F346DF"/>
    <w:rsid w:val="00F347B0"/>
    <w:rsid w:val="00F34C64"/>
    <w:rsid w:val="00F3617C"/>
    <w:rsid w:val="00F37C48"/>
    <w:rsid w:val="00F40DBD"/>
    <w:rsid w:val="00F4216B"/>
    <w:rsid w:val="00F42633"/>
    <w:rsid w:val="00F42B56"/>
    <w:rsid w:val="00F42D88"/>
    <w:rsid w:val="00F46C10"/>
    <w:rsid w:val="00F5098D"/>
    <w:rsid w:val="00F50C70"/>
    <w:rsid w:val="00F52D01"/>
    <w:rsid w:val="00F5389E"/>
    <w:rsid w:val="00F5518C"/>
    <w:rsid w:val="00F556DD"/>
    <w:rsid w:val="00F558AF"/>
    <w:rsid w:val="00F571D8"/>
    <w:rsid w:val="00F5740B"/>
    <w:rsid w:val="00F610FD"/>
    <w:rsid w:val="00F6172B"/>
    <w:rsid w:val="00F61E1F"/>
    <w:rsid w:val="00F62970"/>
    <w:rsid w:val="00F62B1E"/>
    <w:rsid w:val="00F6354B"/>
    <w:rsid w:val="00F63979"/>
    <w:rsid w:val="00F65153"/>
    <w:rsid w:val="00F6597F"/>
    <w:rsid w:val="00F677F5"/>
    <w:rsid w:val="00F70423"/>
    <w:rsid w:val="00F72A0C"/>
    <w:rsid w:val="00F73079"/>
    <w:rsid w:val="00F74807"/>
    <w:rsid w:val="00F74AC6"/>
    <w:rsid w:val="00F75A66"/>
    <w:rsid w:val="00F76C22"/>
    <w:rsid w:val="00F775B0"/>
    <w:rsid w:val="00F776C9"/>
    <w:rsid w:val="00F77EEB"/>
    <w:rsid w:val="00F81B44"/>
    <w:rsid w:val="00F85734"/>
    <w:rsid w:val="00F8628B"/>
    <w:rsid w:val="00F86516"/>
    <w:rsid w:val="00F87EB1"/>
    <w:rsid w:val="00F905C8"/>
    <w:rsid w:val="00F90D11"/>
    <w:rsid w:val="00F91444"/>
    <w:rsid w:val="00F925E6"/>
    <w:rsid w:val="00F94335"/>
    <w:rsid w:val="00F94E79"/>
    <w:rsid w:val="00F9572C"/>
    <w:rsid w:val="00F9646F"/>
    <w:rsid w:val="00F96606"/>
    <w:rsid w:val="00F968C5"/>
    <w:rsid w:val="00F96AE7"/>
    <w:rsid w:val="00FA0607"/>
    <w:rsid w:val="00FA071D"/>
    <w:rsid w:val="00FA0AF1"/>
    <w:rsid w:val="00FA2443"/>
    <w:rsid w:val="00FA52EA"/>
    <w:rsid w:val="00FA6E90"/>
    <w:rsid w:val="00FA7093"/>
    <w:rsid w:val="00FA70AC"/>
    <w:rsid w:val="00FB014E"/>
    <w:rsid w:val="00FB12D1"/>
    <w:rsid w:val="00FB16DD"/>
    <w:rsid w:val="00FB2F0E"/>
    <w:rsid w:val="00FB3C80"/>
    <w:rsid w:val="00FB40F5"/>
    <w:rsid w:val="00FB4664"/>
    <w:rsid w:val="00FB4821"/>
    <w:rsid w:val="00FB4B0D"/>
    <w:rsid w:val="00FB4BBF"/>
    <w:rsid w:val="00FB77B6"/>
    <w:rsid w:val="00FC08A4"/>
    <w:rsid w:val="00FC1C91"/>
    <w:rsid w:val="00FC35A2"/>
    <w:rsid w:val="00FC3989"/>
    <w:rsid w:val="00FC4E78"/>
    <w:rsid w:val="00FC5CA3"/>
    <w:rsid w:val="00FC5D39"/>
    <w:rsid w:val="00FC653C"/>
    <w:rsid w:val="00FD1680"/>
    <w:rsid w:val="00FD1744"/>
    <w:rsid w:val="00FD2039"/>
    <w:rsid w:val="00FD20FE"/>
    <w:rsid w:val="00FD36BA"/>
    <w:rsid w:val="00FD4002"/>
    <w:rsid w:val="00FD4482"/>
    <w:rsid w:val="00FD49DA"/>
    <w:rsid w:val="00FD5551"/>
    <w:rsid w:val="00FD5859"/>
    <w:rsid w:val="00FD6286"/>
    <w:rsid w:val="00FD639E"/>
    <w:rsid w:val="00FD6753"/>
    <w:rsid w:val="00FD6F14"/>
    <w:rsid w:val="00FD7B23"/>
    <w:rsid w:val="00FD7C64"/>
    <w:rsid w:val="00FE031A"/>
    <w:rsid w:val="00FE1114"/>
    <w:rsid w:val="00FE1121"/>
    <w:rsid w:val="00FE1293"/>
    <w:rsid w:val="00FE2703"/>
    <w:rsid w:val="00FE2CAF"/>
    <w:rsid w:val="00FE2F58"/>
    <w:rsid w:val="00FE3F02"/>
    <w:rsid w:val="00FE3FE2"/>
    <w:rsid w:val="00FE427D"/>
    <w:rsid w:val="00FE5779"/>
    <w:rsid w:val="00FE733F"/>
    <w:rsid w:val="00FF029F"/>
    <w:rsid w:val="00FF31DF"/>
    <w:rsid w:val="00FF4113"/>
    <w:rsid w:val="00FF58D8"/>
    <w:rsid w:val="00FF71EB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B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337E5"/>
    <w:pPr>
      <w:ind w:left="720"/>
    </w:pPr>
  </w:style>
  <w:style w:type="paragraph" w:customStyle="1" w:styleId="ConsPlusNormal">
    <w:name w:val="ConsPlusNormal"/>
    <w:uiPriority w:val="99"/>
    <w:rsid w:val="002C731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93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93794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E60DD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60DD2"/>
    <w:rPr>
      <w:rFonts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23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38D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277</Words>
  <Characters>1579</Characters>
  <Application>Microsoft Office Outlook</Application>
  <DocSecurity>0</DocSecurity>
  <Lines>0</Lines>
  <Paragraphs>0</Paragraphs>
  <ScaleCrop>false</ScaleCrop>
  <Company>Fabrika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TimohinIN</dc:creator>
  <cp:keywords/>
  <dc:description/>
  <cp:lastModifiedBy>Пользователь</cp:lastModifiedBy>
  <cp:revision>7</cp:revision>
  <cp:lastPrinted>2016-08-25T10:45:00Z</cp:lastPrinted>
  <dcterms:created xsi:type="dcterms:W3CDTF">2016-07-11T07:05:00Z</dcterms:created>
  <dcterms:modified xsi:type="dcterms:W3CDTF">2016-09-12T11:42:00Z</dcterms:modified>
</cp:coreProperties>
</file>