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F7" w:rsidRDefault="005410F7" w:rsidP="00BC4A3A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5410F7" w:rsidRDefault="005410F7" w:rsidP="00BC4A3A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410F7" w:rsidRDefault="005410F7" w:rsidP="00BC4A3A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410F7" w:rsidRDefault="005410F7" w:rsidP="00BC4A3A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410F7" w:rsidRPr="00E706BA" w:rsidRDefault="005410F7" w:rsidP="00BC4A3A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44"/>
          <w:szCs w:val="28"/>
        </w:rPr>
      </w:pPr>
    </w:p>
    <w:p w:rsidR="005410F7" w:rsidRDefault="005410F7" w:rsidP="00BC4A3A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410F7" w:rsidRPr="00F21134" w:rsidRDefault="005410F7" w:rsidP="00BC4A3A">
      <w:pPr>
        <w:pStyle w:val="ConsPlusTitle"/>
        <w:widowControl/>
        <w:tabs>
          <w:tab w:val="left" w:pos="8820"/>
        </w:tabs>
        <w:spacing w:line="24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134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1134">
        <w:rPr>
          <w:rFonts w:ascii="Times New Roman" w:hAnsi="Times New Roman" w:cs="Times New Roman"/>
          <w:sz w:val="28"/>
          <w:szCs w:val="28"/>
        </w:rPr>
        <w:t xml:space="preserve"> в статью 2 Закона Ульяновской области </w:t>
      </w:r>
    </w:p>
    <w:p w:rsidR="005410F7" w:rsidRPr="002B6A99" w:rsidRDefault="005410F7" w:rsidP="00BC4A3A">
      <w:pPr>
        <w:pStyle w:val="ConsPlusTitle"/>
        <w:widowControl/>
        <w:tabs>
          <w:tab w:val="left" w:pos="8820"/>
        </w:tabs>
        <w:spacing w:line="245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B6A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1974">
        <w:rPr>
          <w:rFonts w:ascii="Times New Roman" w:hAnsi="Times New Roman" w:cs="Times New Roman"/>
          <w:sz w:val="28"/>
          <w:szCs w:val="28"/>
        </w:rPr>
        <w:t>«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п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еречне должностных лиц исполнительных органов  государственной власти Ульяновской области, уполномоченных составлять протоколы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br/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об отдельных административных правонарушениях, предусмотренных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К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одексом Российской Федерации об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а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>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5410F7" w:rsidRDefault="005410F7" w:rsidP="00BC4A3A">
      <w:pPr>
        <w:pStyle w:val="FORMATTEXT"/>
        <w:spacing w:line="245" w:lineRule="auto"/>
        <w:jc w:val="center"/>
        <w:rPr>
          <w:bCs/>
          <w:sz w:val="28"/>
          <w:szCs w:val="28"/>
        </w:rPr>
      </w:pPr>
    </w:p>
    <w:p w:rsidR="005410F7" w:rsidRDefault="005410F7" w:rsidP="00BC4A3A">
      <w:pPr>
        <w:pStyle w:val="FORMATTEXT"/>
        <w:jc w:val="center"/>
        <w:rPr>
          <w:bCs/>
          <w:sz w:val="28"/>
          <w:szCs w:val="28"/>
        </w:rPr>
      </w:pPr>
    </w:p>
    <w:p w:rsidR="005410F7" w:rsidRDefault="005410F7" w:rsidP="00BC4A3A">
      <w:pPr>
        <w:pStyle w:val="FORMATTEXT"/>
        <w:jc w:val="center"/>
        <w:rPr>
          <w:bCs/>
          <w:sz w:val="28"/>
          <w:szCs w:val="28"/>
        </w:rPr>
      </w:pPr>
    </w:p>
    <w:p w:rsidR="005410F7" w:rsidRPr="00084A26" w:rsidRDefault="005410F7" w:rsidP="00BC4A3A">
      <w:pPr>
        <w:pStyle w:val="FORMATTEXT"/>
        <w:jc w:val="center"/>
        <w:rPr>
          <w:bCs/>
        </w:rPr>
      </w:pPr>
      <w:r w:rsidRPr="00084A26">
        <w:rPr>
          <w:bCs/>
        </w:rPr>
        <w:t>Принят Законодательным Собранием Ульяновской области 20 сентября 2017 года</w:t>
      </w:r>
    </w:p>
    <w:p w:rsidR="005410F7" w:rsidRDefault="005410F7" w:rsidP="00BC4A3A">
      <w:pPr>
        <w:pStyle w:val="FORMATTEXT"/>
        <w:jc w:val="center"/>
        <w:rPr>
          <w:bCs/>
          <w:sz w:val="28"/>
          <w:szCs w:val="28"/>
        </w:rPr>
      </w:pPr>
    </w:p>
    <w:p w:rsidR="005410F7" w:rsidRPr="00D27C92" w:rsidRDefault="005410F7" w:rsidP="00BC4A3A">
      <w:pPr>
        <w:pStyle w:val="FORMATTEXT"/>
        <w:jc w:val="center"/>
        <w:rPr>
          <w:bCs/>
          <w:sz w:val="28"/>
          <w:szCs w:val="28"/>
        </w:rPr>
      </w:pPr>
    </w:p>
    <w:p w:rsidR="005410F7" w:rsidRPr="00E706BA" w:rsidRDefault="005410F7" w:rsidP="00BC4A3A">
      <w:pPr>
        <w:ind w:left="902" w:right="896"/>
        <w:jc w:val="both"/>
        <w:rPr>
          <w:sz w:val="20"/>
          <w:szCs w:val="28"/>
        </w:rPr>
      </w:pPr>
    </w:p>
    <w:p w:rsidR="005410F7" w:rsidRPr="007835E7" w:rsidRDefault="005410F7" w:rsidP="00BC4A3A">
      <w:pPr>
        <w:ind w:left="902" w:right="896"/>
        <w:jc w:val="both"/>
        <w:rPr>
          <w:sz w:val="28"/>
          <w:szCs w:val="28"/>
        </w:rPr>
      </w:pPr>
    </w:p>
    <w:p w:rsidR="005410F7" w:rsidRPr="007835E7" w:rsidRDefault="005410F7" w:rsidP="00BC4A3A">
      <w:pPr>
        <w:spacing w:line="365" w:lineRule="auto"/>
        <w:ind w:left="902" w:right="896"/>
        <w:jc w:val="both"/>
        <w:rPr>
          <w:sz w:val="28"/>
          <w:szCs w:val="28"/>
        </w:rPr>
      </w:pPr>
    </w:p>
    <w:p w:rsidR="005410F7" w:rsidRDefault="005410F7" w:rsidP="00BC4A3A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578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пункт 9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786578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86578">
        <w:rPr>
          <w:rFonts w:ascii="Times New Roman" w:hAnsi="Times New Roman" w:cs="Times New Roman"/>
          <w:sz w:val="28"/>
          <w:szCs w:val="28"/>
        </w:rPr>
        <w:t xml:space="preserve"> Закона Ульяновской области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7865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86578">
        <w:rPr>
          <w:rFonts w:ascii="Times New Roman" w:hAnsi="Times New Roman" w:cs="Times New Roman"/>
          <w:sz w:val="28"/>
          <w:szCs w:val="28"/>
        </w:rPr>
        <w:t xml:space="preserve"> года № 26-ЗО </w:t>
      </w:r>
      <w:r w:rsidRPr="00581974">
        <w:rPr>
          <w:rFonts w:ascii="Times New Roman" w:hAnsi="Times New Roman" w:cs="Times New Roman"/>
          <w:sz w:val="28"/>
          <w:szCs w:val="28"/>
        </w:rPr>
        <w:t>«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п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еречне должност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ных лиц исполнительных органов 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К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одексом Российской Федерации об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а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br/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в области федерального государственного надзора»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 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 xml:space="preserve">(«Ульяновская правда»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>от 06.04.2015 № 44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от 07.09.2015 № 124; от 09.11.2015  № 156; от 14.03.2016               № 31; от 02.08.2016 № 99; от 08.11.2016 № 127;  от 27.12.2016 № 140;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от 07.03.2017 № 16; от 31.03.2017 № 23; от 28.04.2017 № 31; от 30.06.2017 № 47; от 28.07.2017 № 54; от 05.09.2017 № 65)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</w:t>
      </w:r>
      <w:r w:rsidRPr="00786578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я: </w:t>
      </w:r>
    </w:p>
    <w:p w:rsidR="005410F7" w:rsidRPr="00D35AB4" w:rsidRDefault="005410F7" w:rsidP="00BC4A3A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AB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абзац первый после  </w:t>
      </w:r>
      <w:r w:rsidRPr="00D35AB4">
        <w:rPr>
          <w:rFonts w:ascii="Times New Roman" w:hAnsi="Times New Roman" w:cs="Times New Roman"/>
          <w:sz w:val="28"/>
          <w:szCs w:val="28"/>
        </w:rPr>
        <w:t>слова «надзор</w:t>
      </w:r>
      <w:r>
        <w:rPr>
          <w:rFonts w:ascii="Times New Roman" w:hAnsi="Times New Roman" w:cs="Times New Roman"/>
          <w:sz w:val="28"/>
          <w:szCs w:val="28"/>
        </w:rPr>
        <w:t xml:space="preserve">а» дополнить словами                                   </w:t>
      </w:r>
      <w:r w:rsidRPr="00D35AB4">
        <w:rPr>
          <w:rFonts w:ascii="Times New Roman" w:hAnsi="Times New Roman" w:cs="Times New Roman"/>
          <w:sz w:val="28"/>
          <w:szCs w:val="28"/>
        </w:rPr>
        <w:t>«и государственной экспертизы»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10F7" w:rsidRDefault="005410F7" w:rsidP="00BC4A3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подпункт «а» после слова </w:t>
      </w:r>
      <w:r w:rsidRPr="00D35AB4">
        <w:rPr>
          <w:sz w:val="28"/>
          <w:szCs w:val="28"/>
        </w:rPr>
        <w:t>«надзор</w:t>
      </w:r>
      <w:r>
        <w:rPr>
          <w:sz w:val="28"/>
          <w:szCs w:val="28"/>
        </w:rPr>
        <w:t xml:space="preserve">а» дополнить словами                                  </w:t>
      </w:r>
      <w:r w:rsidRPr="00D35AB4">
        <w:rPr>
          <w:sz w:val="28"/>
          <w:szCs w:val="28"/>
        </w:rPr>
        <w:t>«и государственной экспертизы»</w:t>
      </w:r>
      <w:r>
        <w:rPr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5410F7" w:rsidRDefault="005410F7" w:rsidP="00BC4A3A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подпункт «б» после слов </w:t>
      </w:r>
      <w:r w:rsidRPr="00D35AB4">
        <w:rPr>
          <w:sz w:val="28"/>
          <w:szCs w:val="28"/>
        </w:rPr>
        <w:t>«</w:t>
      </w:r>
      <w:r>
        <w:rPr>
          <w:sz w:val="28"/>
          <w:szCs w:val="28"/>
        </w:rPr>
        <w:t xml:space="preserve">Агентства регионального государственного строительного </w:t>
      </w:r>
      <w:r w:rsidRPr="00D35AB4">
        <w:rPr>
          <w:sz w:val="28"/>
          <w:szCs w:val="28"/>
        </w:rPr>
        <w:t>надзор</w:t>
      </w:r>
      <w:r>
        <w:rPr>
          <w:sz w:val="28"/>
          <w:szCs w:val="28"/>
        </w:rPr>
        <w:t>а</w:t>
      </w:r>
      <w:r w:rsidRPr="00D35AB4">
        <w:rPr>
          <w:sz w:val="28"/>
          <w:szCs w:val="28"/>
        </w:rPr>
        <w:t>» дополнить словами</w:t>
      </w:r>
      <w:r>
        <w:rPr>
          <w:sz w:val="28"/>
          <w:szCs w:val="28"/>
        </w:rPr>
        <w:t xml:space="preserve"> </w:t>
      </w:r>
      <w:r w:rsidRPr="00D35AB4">
        <w:rPr>
          <w:sz w:val="28"/>
          <w:szCs w:val="28"/>
        </w:rPr>
        <w:t>«и государственной экспертизы»</w:t>
      </w:r>
      <w:r>
        <w:rPr>
          <w:sz w:val="28"/>
          <w:szCs w:val="28"/>
        </w:rPr>
        <w:t>.</w:t>
      </w:r>
    </w:p>
    <w:p w:rsidR="005410F7" w:rsidRDefault="005410F7" w:rsidP="00BC4A3A">
      <w:pPr>
        <w:ind w:firstLine="709"/>
        <w:jc w:val="both"/>
        <w:rPr>
          <w:color w:val="000000"/>
          <w:sz w:val="28"/>
          <w:szCs w:val="28"/>
        </w:rPr>
      </w:pPr>
    </w:p>
    <w:p w:rsidR="005410F7" w:rsidRPr="00E706BA" w:rsidRDefault="005410F7" w:rsidP="00BC4A3A">
      <w:pPr>
        <w:pStyle w:val="ConsPlusNormal"/>
        <w:ind w:firstLine="709"/>
        <w:jc w:val="both"/>
        <w:rPr>
          <w:rFonts w:ascii="Times New Roman" w:hAnsi="Times New Roman" w:cs="Times New Roman"/>
          <w:b/>
          <w:sz w:val="22"/>
          <w:szCs w:val="28"/>
        </w:rPr>
      </w:pPr>
    </w:p>
    <w:p w:rsidR="005410F7" w:rsidRDefault="005410F7" w:rsidP="00BC4A3A">
      <w:pPr>
        <w:jc w:val="both"/>
        <w:rPr>
          <w:color w:val="000000"/>
          <w:sz w:val="28"/>
          <w:szCs w:val="28"/>
        </w:rPr>
      </w:pPr>
    </w:p>
    <w:p w:rsidR="005410F7" w:rsidRPr="006E4624" w:rsidRDefault="005410F7" w:rsidP="00BC4A3A">
      <w:pPr>
        <w:ind w:right="20"/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</w:t>
      </w:r>
      <w:r w:rsidRPr="006E4624">
        <w:rPr>
          <w:b/>
          <w:sz w:val="28"/>
          <w:szCs w:val="28"/>
        </w:rPr>
        <w:t xml:space="preserve">Ульяновской области               </w:t>
      </w:r>
      <w:r>
        <w:rPr>
          <w:b/>
          <w:sz w:val="28"/>
          <w:szCs w:val="28"/>
        </w:rPr>
        <w:t xml:space="preserve">   </w:t>
      </w:r>
      <w:r w:rsidRPr="006E46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</w:t>
      </w:r>
      <w:r w:rsidRPr="006E4624">
        <w:rPr>
          <w:b/>
          <w:sz w:val="28"/>
          <w:szCs w:val="28"/>
        </w:rPr>
        <w:t xml:space="preserve">С.И.Морозов </w:t>
      </w:r>
    </w:p>
    <w:p w:rsidR="005410F7" w:rsidRDefault="005410F7" w:rsidP="00BC4A3A"/>
    <w:p w:rsidR="005410F7" w:rsidRDefault="005410F7" w:rsidP="00BC4A3A"/>
    <w:p w:rsidR="005410F7" w:rsidRDefault="005410F7" w:rsidP="00BC4A3A">
      <w:pPr>
        <w:jc w:val="center"/>
      </w:pPr>
    </w:p>
    <w:p w:rsidR="005410F7" w:rsidRPr="001C3095" w:rsidRDefault="005410F7" w:rsidP="00BC4A3A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1C3095">
        <w:rPr>
          <w:sz w:val="28"/>
          <w:szCs w:val="28"/>
        </w:rPr>
        <w:t>Ульяновск</w:t>
      </w:r>
    </w:p>
    <w:p w:rsidR="005410F7" w:rsidRPr="001C3095" w:rsidRDefault="005410F7" w:rsidP="00BC4A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 xml:space="preserve">2017 </w:t>
        </w:r>
        <w:r w:rsidRPr="001C3095">
          <w:rPr>
            <w:sz w:val="28"/>
            <w:szCs w:val="28"/>
          </w:rPr>
          <w:t>г</w:t>
        </w:r>
      </w:smartTag>
      <w:r w:rsidRPr="001C3095">
        <w:rPr>
          <w:sz w:val="28"/>
          <w:szCs w:val="28"/>
        </w:rPr>
        <w:t>.</w:t>
      </w:r>
    </w:p>
    <w:p w:rsidR="005410F7" w:rsidRDefault="005410F7" w:rsidP="00BC4A3A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№</w:t>
      </w:r>
      <w:r>
        <w:rPr>
          <w:sz w:val="28"/>
          <w:szCs w:val="28"/>
        </w:rPr>
        <w:t xml:space="preserve"> 115-</w:t>
      </w:r>
      <w:r w:rsidRPr="001C3095">
        <w:rPr>
          <w:sz w:val="28"/>
          <w:szCs w:val="28"/>
        </w:rPr>
        <w:t>ЗО</w:t>
      </w:r>
    </w:p>
    <w:p w:rsidR="005410F7" w:rsidRDefault="005410F7" w:rsidP="00BC4A3A">
      <w:pPr>
        <w:jc w:val="center"/>
      </w:pPr>
    </w:p>
    <w:p w:rsidR="005410F7" w:rsidRPr="00BC4A3A" w:rsidRDefault="005410F7" w:rsidP="00BC4A3A"/>
    <w:sectPr w:rsidR="005410F7" w:rsidRPr="00BC4A3A" w:rsidSect="004B284D">
      <w:headerReference w:type="even" r:id="rId7"/>
      <w:headerReference w:type="default" r:id="rId8"/>
      <w:footerReference w:type="first" r:id="rId9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0F7" w:rsidRDefault="005410F7">
      <w:r>
        <w:separator/>
      </w:r>
    </w:p>
  </w:endnote>
  <w:endnote w:type="continuationSeparator" w:id="0">
    <w:p w:rsidR="005410F7" w:rsidRDefault="00541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F7" w:rsidRPr="002A26D4" w:rsidRDefault="005410F7" w:rsidP="002A26D4">
    <w:pPr>
      <w:pStyle w:val="Footer"/>
      <w:jc w:val="right"/>
      <w:rPr>
        <w:sz w:val="16"/>
      </w:rPr>
    </w:pPr>
    <w:r w:rsidRPr="002A26D4">
      <w:rPr>
        <w:sz w:val="16"/>
      </w:rPr>
      <w:t>1807кк2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0F7" w:rsidRDefault="005410F7">
      <w:r>
        <w:separator/>
      </w:r>
    </w:p>
  </w:footnote>
  <w:footnote w:type="continuationSeparator" w:id="0">
    <w:p w:rsidR="005410F7" w:rsidRDefault="00541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F7" w:rsidRDefault="005410F7" w:rsidP="007A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10F7" w:rsidRDefault="005410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F7" w:rsidRPr="005E2793" w:rsidRDefault="005410F7" w:rsidP="007A4B5A">
    <w:pPr>
      <w:pStyle w:val="Header"/>
      <w:jc w:val="center"/>
      <w:rPr>
        <w:rStyle w:val="PageNumber"/>
        <w:sz w:val="28"/>
        <w:szCs w:val="28"/>
      </w:rPr>
    </w:pPr>
    <w:r w:rsidRPr="005E2793">
      <w:rPr>
        <w:rStyle w:val="PageNumber"/>
        <w:sz w:val="28"/>
        <w:szCs w:val="28"/>
      </w:rPr>
      <w:fldChar w:fldCharType="begin"/>
    </w:r>
    <w:r w:rsidRPr="005E2793">
      <w:rPr>
        <w:rStyle w:val="PageNumber"/>
        <w:sz w:val="28"/>
        <w:szCs w:val="28"/>
      </w:rPr>
      <w:instrText xml:space="preserve">PAGE  </w:instrText>
    </w:r>
    <w:r w:rsidRPr="005E279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E2793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25A22"/>
    <w:rsid w:val="00025A2B"/>
    <w:rsid w:val="00030DF6"/>
    <w:rsid w:val="000349DD"/>
    <w:rsid w:val="000352EC"/>
    <w:rsid w:val="00040ED0"/>
    <w:rsid w:val="00045D06"/>
    <w:rsid w:val="00055866"/>
    <w:rsid w:val="00055C51"/>
    <w:rsid w:val="00055F69"/>
    <w:rsid w:val="000614F8"/>
    <w:rsid w:val="000631D7"/>
    <w:rsid w:val="000655B7"/>
    <w:rsid w:val="00070CF5"/>
    <w:rsid w:val="00073E59"/>
    <w:rsid w:val="00081D37"/>
    <w:rsid w:val="00084216"/>
    <w:rsid w:val="00084A26"/>
    <w:rsid w:val="0008663F"/>
    <w:rsid w:val="00090676"/>
    <w:rsid w:val="00090EAB"/>
    <w:rsid w:val="0009238E"/>
    <w:rsid w:val="000953CF"/>
    <w:rsid w:val="00096FF4"/>
    <w:rsid w:val="000975D1"/>
    <w:rsid w:val="000A3B20"/>
    <w:rsid w:val="000A4212"/>
    <w:rsid w:val="000A6569"/>
    <w:rsid w:val="000B62FC"/>
    <w:rsid w:val="000B7257"/>
    <w:rsid w:val="000C002D"/>
    <w:rsid w:val="000C0799"/>
    <w:rsid w:val="000C104F"/>
    <w:rsid w:val="000C5B22"/>
    <w:rsid w:val="000C722C"/>
    <w:rsid w:val="000E1C08"/>
    <w:rsid w:val="000F01FE"/>
    <w:rsid w:val="000F679C"/>
    <w:rsid w:val="0010469E"/>
    <w:rsid w:val="001052C6"/>
    <w:rsid w:val="00107AB9"/>
    <w:rsid w:val="00111887"/>
    <w:rsid w:val="0011656E"/>
    <w:rsid w:val="001169E5"/>
    <w:rsid w:val="001175C0"/>
    <w:rsid w:val="00124CBA"/>
    <w:rsid w:val="001264F3"/>
    <w:rsid w:val="00132A00"/>
    <w:rsid w:val="00135988"/>
    <w:rsid w:val="00137AB7"/>
    <w:rsid w:val="00142C71"/>
    <w:rsid w:val="00143C20"/>
    <w:rsid w:val="00145A9E"/>
    <w:rsid w:val="001460F9"/>
    <w:rsid w:val="001547BA"/>
    <w:rsid w:val="00154BC7"/>
    <w:rsid w:val="00154CAE"/>
    <w:rsid w:val="00156115"/>
    <w:rsid w:val="00165908"/>
    <w:rsid w:val="00171779"/>
    <w:rsid w:val="0017218A"/>
    <w:rsid w:val="0017777E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3095"/>
    <w:rsid w:val="001C4578"/>
    <w:rsid w:val="001C7A8D"/>
    <w:rsid w:val="001D1DA9"/>
    <w:rsid w:val="001D391F"/>
    <w:rsid w:val="001D63AD"/>
    <w:rsid w:val="001F0921"/>
    <w:rsid w:val="001F41F6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2221"/>
    <w:rsid w:val="00233234"/>
    <w:rsid w:val="002363E7"/>
    <w:rsid w:val="00237DF9"/>
    <w:rsid w:val="00242045"/>
    <w:rsid w:val="00245D71"/>
    <w:rsid w:val="002472DE"/>
    <w:rsid w:val="00250DD6"/>
    <w:rsid w:val="002525E6"/>
    <w:rsid w:val="002556B2"/>
    <w:rsid w:val="00256678"/>
    <w:rsid w:val="002603FF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445F"/>
    <w:rsid w:val="00285601"/>
    <w:rsid w:val="00286DA1"/>
    <w:rsid w:val="00287C38"/>
    <w:rsid w:val="002936B5"/>
    <w:rsid w:val="002A26D4"/>
    <w:rsid w:val="002B5795"/>
    <w:rsid w:val="002B64BE"/>
    <w:rsid w:val="002B6A99"/>
    <w:rsid w:val="002B762F"/>
    <w:rsid w:val="002B7DF1"/>
    <w:rsid w:val="002C2EB0"/>
    <w:rsid w:val="002C5095"/>
    <w:rsid w:val="002C7749"/>
    <w:rsid w:val="002D3F92"/>
    <w:rsid w:val="002D561A"/>
    <w:rsid w:val="002E11B9"/>
    <w:rsid w:val="002F0252"/>
    <w:rsid w:val="002F5157"/>
    <w:rsid w:val="002F759C"/>
    <w:rsid w:val="002F7A35"/>
    <w:rsid w:val="003011DD"/>
    <w:rsid w:val="0030417D"/>
    <w:rsid w:val="0031147F"/>
    <w:rsid w:val="0031220A"/>
    <w:rsid w:val="00313B6E"/>
    <w:rsid w:val="00314437"/>
    <w:rsid w:val="003332FA"/>
    <w:rsid w:val="00333614"/>
    <w:rsid w:val="003418A4"/>
    <w:rsid w:val="00343C05"/>
    <w:rsid w:val="00343E2C"/>
    <w:rsid w:val="0035238F"/>
    <w:rsid w:val="00353C50"/>
    <w:rsid w:val="00363390"/>
    <w:rsid w:val="00364327"/>
    <w:rsid w:val="003667A8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A15FD"/>
    <w:rsid w:val="003B1B27"/>
    <w:rsid w:val="003B1B45"/>
    <w:rsid w:val="003C1D1C"/>
    <w:rsid w:val="003C3F12"/>
    <w:rsid w:val="003D06AA"/>
    <w:rsid w:val="003D4345"/>
    <w:rsid w:val="003D7189"/>
    <w:rsid w:val="003D7DE7"/>
    <w:rsid w:val="003E41AB"/>
    <w:rsid w:val="003E54EE"/>
    <w:rsid w:val="003E5FA5"/>
    <w:rsid w:val="003E77E6"/>
    <w:rsid w:val="003F12C2"/>
    <w:rsid w:val="00412CB4"/>
    <w:rsid w:val="0042311A"/>
    <w:rsid w:val="00423C0C"/>
    <w:rsid w:val="004246D2"/>
    <w:rsid w:val="00425A01"/>
    <w:rsid w:val="00427516"/>
    <w:rsid w:val="00446920"/>
    <w:rsid w:val="00452367"/>
    <w:rsid w:val="004544B9"/>
    <w:rsid w:val="00454A90"/>
    <w:rsid w:val="00454C32"/>
    <w:rsid w:val="00460FBA"/>
    <w:rsid w:val="004650DA"/>
    <w:rsid w:val="00475E65"/>
    <w:rsid w:val="00484FDE"/>
    <w:rsid w:val="004909DF"/>
    <w:rsid w:val="00491F72"/>
    <w:rsid w:val="004A2857"/>
    <w:rsid w:val="004A3985"/>
    <w:rsid w:val="004A71FA"/>
    <w:rsid w:val="004B284D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430F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0F7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067B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2793"/>
    <w:rsid w:val="005E32A2"/>
    <w:rsid w:val="005F167A"/>
    <w:rsid w:val="005F4B72"/>
    <w:rsid w:val="005F5265"/>
    <w:rsid w:val="006003FA"/>
    <w:rsid w:val="00602FFE"/>
    <w:rsid w:val="00605321"/>
    <w:rsid w:val="00606189"/>
    <w:rsid w:val="0061145A"/>
    <w:rsid w:val="006148C4"/>
    <w:rsid w:val="0062188E"/>
    <w:rsid w:val="0062355A"/>
    <w:rsid w:val="00625478"/>
    <w:rsid w:val="00630FB6"/>
    <w:rsid w:val="00647A49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34E"/>
    <w:rsid w:val="006A3900"/>
    <w:rsid w:val="006A422A"/>
    <w:rsid w:val="006A6D96"/>
    <w:rsid w:val="006A711B"/>
    <w:rsid w:val="006B4BDB"/>
    <w:rsid w:val="006B5FE4"/>
    <w:rsid w:val="006B7FAB"/>
    <w:rsid w:val="006C00DD"/>
    <w:rsid w:val="006C5CFF"/>
    <w:rsid w:val="006C7851"/>
    <w:rsid w:val="006D00FD"/>
    <w:rsid w:val="006D16B6"/>
    <w:rsid w:val="006D3058"/>
    <w:rsid w:val="006D68B6"/>
    <w:rsid w:val="006E1FEA"/>
    <w:rsid w:val="006E4624"/>
    <w:rsid w:val="006F1808"/>
    <w:rsid w:val="006F207F"/>
    <w:rsid w:val="006F2DF7"/>
    <w:rsid w:val="006F3661"/>
    <w:rsid w:val="006F7682"/>
    <w:rsid w:val="0070429C"/>
    <w:rsid w:val="007122AE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288E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9697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80547E"/>
    <w:rsid w:val="008130FE"/>
    <w:rsid w:val="0081467D"/>
    <w:rsid w:val="00816FE4"/>
    <w:rsid w:val="00820920"/>
    <w:rsid w:val="008231AC"/>
    <w:rsid w:val="008242D8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4F75"/>
    <w:rsid w:val="00877F05"/>
    <w:rsid w:val="0088036C"/>
    <w:rsid w:val="008824ED"/>
    <w:rsid w:val="00883FC9"/>
    <w:rsid w:val="0088772F"/>
    <w:rsid w:val="0089037D"/>
    <w:rsid w:val="00891553"/>
    <w:rsid w:val="00891E09"/>
    <w:rsid w:val="0089484F"/>
    <w:rsid w:val="008A3F06"/>
    <w:rsid w:val="008C419C"/>
    <w:rsid w:val="008D5C21"/>
    <w:rsid w:val="008E2EF7"/>
    <w:rsid w:val="008F10FD"/>
    <w:rsid w:val="008F1606"/>
    <w:rsid w:val="008F7945"/>
    <w:rsid w:val="00902D97"/>
    <w:rsid w:val="009036D5"/>
    <w:rsid w:val="0090642D"/>
    <w:rsid w:val="00910768"/>
    <w:rsid w:val="00915FFA"/>
    <w:rsid w:val="00925640"/>
    <w:rsid w:val="009310FF"/>
    <w:rsid w:val="009341B7"/>
    <w:rsid w:val="009351D5"/>
    <w:rsid w:val="00941002"/>
    <w:rsid w:val="00941114"/>
    <w:rsid w:val="00944AA2"/>
    <w:rsid w:val="00944F28"/>
    <w:rsid w:val="00945D4A"/>
    <w:rsid w:val="00945F7A"/>
    <w:rsid w:val="0096329C"/>
    <w:rsid w:val="0096363D"/>
    <w:rsid w:val="00964561"/>
    <w:rsid w:val="0098311F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2F73"/>
    <w:rsid w:val="009D3C71"/>
    <w:rsid w:val="009D76C0"/>
    <w:rsid w:val="009E1FA1"/>
    <w:rsid w:val="009E667D"/>
    <w:rsid w:val="00A0155E"/>
    <w:rsid w:val="00A02103"/>
    <w:rsid w:val="00A05D82"/>
    <w:rsid w:val="00A07464"/>
    <w:rsid w:val="00A07CAC"/>
    <w:rsid w:val="00A27694"/>
    <w:rsid w:val="00A3462A"/>
    <w:rsid w:val="00A406F4"/>
    <w:rsid w:val="00A43E2A"/>
    <w:rsid w:val="00A44280"/>
    <w:rsid w:val="00A452D8"/>
    <w:rsid w:val="00A627DB"/>
    <w:rsid w:val="00A70C74"/>
    <w:rsid w:val="00A85864"/>
    <w:rsid w:val="00A92D79"/>
    <w:rsid w:val="00AA12FF"/>
    <w:rsid w:val="00AA425D"/>
    <w:rsid w:val="00AA5C4C"/>
    <w:rsid w:val="00AB6287"/>
    <w:rsid w:val="00AC2616"/>
    <w:rsid w:val="00AC6D2F"/>
    <w:rsid w:val="00AC73C2"/>
    <w:rsid w:val="00AC7993"/>
    <w:rsid w:val="00AD2F55"/>
    <w:rsid w:val="00AD38D3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3065E"/>
    <w:rsid w:val="00B309B6"/>
    <w:rsid w:val="00B34371"/>
    <w:rsid w:val="00B363D2"/>
    <w:rsid w:val="00B3646D"/>
    <w:rsid w:val="00B36C27"/>
    <w:rsid w:val="00B40A3C"/>
    <w:rsid w:val="00B4627E"/>
    <w:rsid w:val="00B47CA4"/>
    <w:rsid w:val="00B55D58"/>
    <w:rsid w:val="00B64213"/>
    <w:rsid w:val="00B8399B"/>
    <w:rsid w:val="00B93F40"/>
    <w:rsid w:val="00B94C51"/>
    <w:rsid w:val="00B94F8B"/>
    <w:rsid w:val="00BA03B9"/>
    <w:rsid w:val="00BA0669"/>
    <w:rsid w:val="00BA19F7"/>
    <w:rsid w:val="00BB0C1A"/>
    <w:rsid w:val="00BB3CB8"/>
    <w:rsid w:val="00BB4F14"/>
    <w:rsid w:val="00BB52EC"/>
    <w:rsid w:val="00BB5E08"/>
    <w:rsid w:val="00BC0931"/>
    <w:rsid w:val="00BC10DA"/>
    <w:rsid w:val="00BC4A3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104AE"/>
    <w:rsid w:val="00C15743"/>
    <w:rsid w:val="00C16CD1"/>
    <w:rsid w:val="00C178FD"/>
    <w:rsid w:val="00C2255E"/>
    <w:rsid w:val="00C225DF"/>
    <w:rsid w:val="00C26FBA"/>
    <w:rsid w:val="00C3268C"/>
    <w:rsid w:val="00C3521A"/>
    <w:rsid w:val="00C36A9D"/>
    <w:rsid w:val="00C37D46"/>
    <w:rsid w:val="00C422C4"/>
    <w:rsid w:val="00C42D80"/>
    <w:rsid w:val="00C43457"/>
    <w:rsid w:val="00C46C27"/>
    <w:rsid w:val="00C50720"/>
    <w:rsid w:val="00C511D2"/>
    <w:rsid w:val="00C61BDD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7B08"/>
    <w:rsid w:val="00CC68CD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38FF"/>
    <w:rsid w:val="00D35AB4"/>
    <w:rsid w:val="00D3788A"/>
    <w:rsid w:val="00D40F0D"/>
    <w:rsid w:val="00D4711C"/>
    <w:rsid w:val="00D50AED"/>
    <w:rsid w:val="00D6448F"/>
    <w:rsid w:val="00D66924"/>
    <w:rsid w:val="00D730CA"/>
    <w:rsid w:val="00D82AB5"/>
    <w:rsid w:val="00D90059"/>
    <w:rsid w:val="00D90F56"/>
    <w:rsid w:val="00D92003"/>
    <w:rsid w:val="00D95E50"/>
    <w:rsid w:val="00DA02EE"/>
    <w:rsid w:val="00DA13F7"/>
    <w:rsid w:val="00DA432E"/>
    <w:rsid w:val="00DA52E8"/>
    <w:rsid w:val="00DA6784"/>
    <w:rsid w:val="00DA7BC9"/>
    <w:rsid w:val="00DB10A8"/>
    <w:rsid w:val="00DB15F7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687E"/>
    <w:rsid w:val="00E63111"/>
    <w:rsid w:val="00E650E9"/>
    <w:rsid w:val="00E6627D"/>
    <w:rsid w:val="00E6682F"/>
    <w:rsid w:val="00E67836"/>
    <w:rsid w:val="00E706BA"/>
    <w:rsid w:val="00E70C67"/>
    <w:rsid w:val="00E71099"/>
    <w:rsid w:val="00E72AFF"/>
    <w:rsid w:val="00E87EA6"/>
    <w:rsid w:val="00E92851"/>
    <w:rsid w:val="00E93281"/>
    <w:rsid w:val="00E9378A"/>
    <w:rsid w:val="00EA08B2"/>
    <w:rsid w:val="00EA3592"/>
    <w:rsid w:val="00EA7A79"/>
    <w:rsid w:val="00EB0827"/>
    <w:rsid w:val="00EB4E04"/>
    <w:rsid w:val="00EC348E"/>
    <w:rsid w:val="00EC60F9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5C7B"/>
    <w:rsid w:val="00F17A66"/>
    <w:rsid w:val="00F21134"/>
    <w:rsid w:val="00F237DE"/>
    <w:rsid w:val="00F26929"/>
    <w:rsid w:val="00F35669"/>
    <w:rsid w:val="00F367D3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8423E"/>
    <w:rsid w:val="00F8449C"/>
    <w:rsid w:val="00F87686"/>
    <w:rsid w:val="00F93ECF"/>
    <w:rsid w:val="00F946C8"/>
    <w:rsid w:val="00F94E6A"/>
    <w:rsid w:val="00FA21A8"/>
    <w:rsid w:val="00FA5D69"/>
    <w:rsid w:val="00FB2EC6"/>
    <w:rsid w:val="00FB2F98"/>
    <w:rsid w:val="00FB3199"/>
    <w:rsid w:val="00FC2AF9"/>
    <w:rsid w:val="00FC5AA2"/>
    <w:rsid w:val="00FC5F3B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DA52E8"/>
    <w:rPr>
      <w:rFonts w:cs="Times New Roman"/>
      <w:b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A13F7"/>
    <w:rPr>
      <w:rFonts w:cs="Times New Roman"/>
    </w:rPr>
  </w:style>
  <w:style w:type="character" w:customStyle="1" w:styleId="FontStyle22">
    <w:name w:val="Font Style22"/>
    <w:uiPriority w:val="99"/>
    <w:rsid w:val="00DA13F7"/>
    <w:rPr>
      <w:rFonts w:ascii="Times New Roman" w:hAnsi="Times New Roman"/>
      <w:b/>
      <w:sz w:val="26"/>
    </w:rPr>
  </w:style>
  <w:style w:type="paragraph" w:customStyle="1" w:styleId="ConsPlusNormal">
    <w:name w:val="ConsPlusNormal"/>
    <w:uiPriority w:val="99"/>
    <w:rsid w:val="00DA13F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DA13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6C27"/>
    <w:rPr>
      <w:rFonts w:cs="Times New Roman"/>
      <w:sz w:val="24"/>
      <w:lang w:eastAsia="ar-SA" w:bidi="ar-SA"/>
    </w:rPr>
  </w:style>
  <w:style w:type="paragraph" w:customStyle="1" w:styleId="Style5">
    <w:name w:val="Style5"/>
    <w:basedOn w:val="Normal"/>
    <w:uiPriority w:val="99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uiPriority w:val="99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Знак Знак1"/>
    <w:basedOn w:val="Normal"/>
    <w:uiPriority w:val="99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2E8"/>
    <w:rPr>
      <w:rFonts w:ascii="Arial Narrow" w:hAnsi="Arial Narrow" w:cs="Times New Roman"/>
      <w:lang w:val="ru-RU" w:eastAsia="ru-RU"/>
    </w:rPr>
  </w:style>
  <w:style w:type="paragraph" w:customStyle="1" w:styleId="ConsPlusTitle">
    <w:name w:val="ConsPlusTitle"/>
    <w:uiPriority w:val="99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Знак Знак2"/>
    <w:basedOn w:val="Normal"/>
    <w:uiPriority w:val="99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7B7C"/>
  </w:style>
  <w:style w:type="paragraph" w:styleId="DocumentMap">
    <w:name w:val="Document Map"/>
    <w:basedOn w:val="Normal"/>
    <w:link w:val="DocumentMapChar"/>
    <w:uiPriority w:val="99"/>
    <w:semiHidden/>
    <w:rsid w:val="008D5C21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36C27"/>
    <w:rPr>
      <w:rFonts w:cs="Times New Roman"/>
      <w:sz w:val="2"/>
      <w:lang w:eastAsia="ar-SA" w:bidi="ar-SA"/>
    </w:rPr>
  </w:style>
  <w:style w:type="paragraph" w:styleId="Footer">
    <w:name w:val="footer"/>
    <w:basedOn w:val="Normal"/>
    <w:link w:val="FooterChar"/>
    <w:uiPriority w:val="99"/>
    <w:rsid w:val="002A2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6D4"/>
    <w:rPr>
      <w:rFonts w:cs="Times New Roman"/>
      <w:sz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305</Words>
  <Characters>1745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Пользователь</cp:lastModifiedBy>
  <cp:revision>8</cp:revision>
  <cp:lastPrinted>2017-09-20T11:12:00Z</cp:lastPrinted>
  <dcterms:created xsi:type="dcterms:W3CDTF">2017-07-18T07:38:00Z</dcterms:created>
  <dcterms:modified xsi:type="dcterms:W3CDTF">2017-09-29T07:38:00Z</dcterms:modified>
</cp:coreProperties>
</file>