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EF" w:rsidRDefault="004748EF" w:rsidP="00806B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4748EF" w:rsidRDefault="004748EF" w:rsidP="00283203">
      <w:pPr>
        <w:jc w:val="right"/>
        <w:rPr>
          <w:b/>
          <w:bCs/>
          <w:sz w:val="28"/>
          <w:szCs w:val="28"/>
        </w:rPr>
      </w:pPr>
    </w:p>
    <w:p w:rsidR="004748EF" w:rsidRDefault="004748EF" w:rsidP="00283203">
      <w:pPr>
        <w:jc w:val="right"/>
        <w:rPr>
          <w:b/>
          <w:bCs/>
          <w:sz w:val="28"/>
          <w:szCs w:val="28"/>
        </w:rPr>
      </w:pPr>
    </w:p>
    <w:p w:rsidR="004748EF" w:rsidRDefault="004748EF" w:rsidP="00F51277">
      <w:pPr>
        <w:jc w:val="right"/>
        <w:rPr>
          <w:b/>
          <w:bCs/>
          <w:sz w:val="28"/>
          <w:szCs w:val="28"/>
        </w:rPr>
      </w:pPr>
    </w:p>
    <w:p w:rsidR="004748EF" w:rsidRPr="0045260B" w:rsidRDefault="004748EF" w:rsidP="0045260B">
      <w:pPr>
        <w:jc w:val="right"/>
        <w:rPr>
          <w:b/>
          <w:bCs/>
          <w:szCs w:val="28"/>
        </w:rPr>
      </w:pPr>
    </w:p>
    <w:p w:rsidR="004748EF" w:rsidRDefault="004748EF" w:rsidP="00AE69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06EA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отдельные законодательные акты </w:t>
      </w:r>
    </w:p>
    <w:p w:rsidR="004748EF" w:rsidRPr="00D606EA" w:rsidRDefault="004748EF" w:rsidP="00AE69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</w:t>
      </w:r>
    </w:p>
    <w:p w:rsidR="004748EF" w:rsidRDefault="004748EF" w:rsidP="003A6D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8EF" w:rsidRPr="00274D51" w:rsidRDefault="004748EF" w:rsidP="003A6D0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20 сентября 2017 года</w:t>
      </w:r>
    </w:p>
    <w:p w:rsidR="004748EF" w:rsidRPr="0045260B" w:rsidRDefault="004748EF" w:rsidP="003A6D0B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748EF" w:rsidRPr="00237DFD" w:rsidRDefault="004748EF" w:rsidP="000761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DF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748EF" w:rsidRPr="003A6D0B" w:rsidRDefault="004748EF" w:rsidP="00076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8EF" w:rsidRPr="003A6D0B" w:rsidRDefault="004748EF" w:rsidP="00076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8EF" w:rsidRPr="00F51277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F51277">
        <w:rPr>
          <w:sz w:val="28"/>
          <w:szCs w:val="28"/>
        </w:rPr>
        <w:t xml:space="preserve">Внести в Закон Ульяновской области от 4 июня 2007 года № 71-ЗО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(«Ульяновская правда» от 06.06.2007 № 45; от 07.11.2008 № 91; от 11.11.2009 № 90; от 06.10.2010 № 81; от 01.12.2010 № 97-98; </w:t>
      </w:r>
      <w:r>
        <w:rPr>
          <w:sz w:val="28"/>
          <w:szCs w:val="28"/>
        </w:rPr>
        <w:br/>
      </w:r>
      <w:r w:rsidRPr="00F51277">
        <w:rPr>
          <w:sz w:val="28"/>
          <w:szCs w:val="28"/>
        </w:rPr>
        <w:t xml:space="preserve">от 06.04.2011 № 36; от 05.10.2012 № 109; от 06.03.2013 № 25; от 11.07.2013 № 75; от 07.09.2013 № 109; от 10.11.2014 № 163-164; от 29.10.2015 № 151; от 30.12.2015 № 192; от 06.06.2016 № 75-76; от 04.10.2016 № 118; от 25.11.2016 № 132) следующие изменения: </w:t>
      </w:r>
    </w:p>
    <w:p w:rsidR="004748EF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5A159A">
        <w:rPr>
          <w:sz w:val="28"/>
          <w:szCs w:val="28"/>
        </w:rPr>
        <w:t>1) в статье 1</w:t>
      </w:r>
      <w:r w:rsidRPr="005A159A">
        <w:rPr>
          <w:sz w:val="28"/>
          <w:szCs w:val="28"/>
          <w:vertAlign w:val="superscript"/>
        </w:rPr>
        <w:t>1</w:t>
      </w:r>
      <w:r w:rsidRPr="005A159A">
        <w:rPr>
          <w:sz w:val="28"/>
          <w:szCs w:val="28"/>
        </w:rPr>
        <w:t>:</w:t>
      </w:r>
    </w:p>
    <w:p w:rsidR="004748EF" w:rsidRPr="005A159A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части 1:</w:t>
      </w:r>
    </w:p>
    <w:p w:rsidR="004748EF" w:rsidRPr="002C059C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pacing w:val="-4"/>
          <w:sz w:val="28"/>
          <w:szCs w:val="28"/>
        </w:rPr>
      </w:pPr>
      <w:r w:rsidRPr="002C059C">
        <w:rPr>
          <w:spacing w:val="-4"/>
          <w:sz w:val="28"/>
          <w:szCs w:val="28"/>
        </w:rPr>
        <w:t xml:space="preserve">в абзаце первом слова «Пониженная налоговая ставка» заменить словами «Налоговая ставка налога на прибыль организаций, подлежащего зачислению </w:t>
      </w:r>
      <w:r>
        <w:rPr>
          <w:spacing w:val="-4"/>
          <w:sz w:val="28"/>
          <w:szCs w:val="28"/>
        </w:rPr>
        <w:br/>
      </w:r>
      <w:r w:rsidRPr="002C059C">
        <w:rPr>
          <w:spacing w:val="-4"/>
          <w:sz w:val="28"/>
          <w:szCs w:val="28"/>
        </w:rPr>
        <w:t xml:space="preserve">в областной бюджет Ульяновской области, в размере 13,5 процента (12,5 процента </w:t>
      </w:r>
      <w:r>
        <w:rPr>
          <w:spacing w:val="-4"/>
          <w:sz w:val="28"/>
          <w:szCs w:val="28"/>
        </w:rPr>
        <w:br/>
      </w:r>
      <w:r w:rsidRPr="002C059C">
        <w:rPr>
          <w:spacing w:val="-4"/>
          <w:sz w:val="28"/>
          <w:szCs w:val="28"/>
        </w:rPr>
        <w:t>в 2017-2020 годах) (далее в настоящей статье – сниженная налоговая ставка)»;</w:t>
      </w:r>
    </w:p>
    <w:p w:rsidR="004748EF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слово «пониженной» заменить словом «сниженной»;</w:t>
      </w:r>
    </w:p>
    <w:p w:rsidR="004748EF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частях 2 и 3 слово «пониженной» заменить словом «сниженной»;</w:t>
      </w:r>
    </w:p>
    <w:p w:rsidR="004748EF" w:rsidRDefault="004748EF" w:rsidP="002C059C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A1663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Pr="001A166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ё</w:t>
      </w:r>
      <w:r w:rsidRPr="001A1663">
        <w:rPr>
          <w:sz w:val="28"/>
          <w:szCs w:val="28"/>
        </w:rPr>
        <w:t>й 1</w:t>
      </w:r>
      <w:r w:rsidRPr="001A1663">
        <w:rPr>
          <w:sz w:val="28"/>
          <w:szCs w:val="28"/>
          <w:vertAlign w:val="superscript"/>
        </w:rPr>
        <w:t>12</w:t>
      </w:r>
      <w:r w:rsidRPr="001A1663">
        <w:rPr>
          <w:sz w:val="28"/>
          <w:szCs w:val="28"/>
        </w:rPr>
        <w:t xml:space="preserve"> следующего содержания: </w:t>
      </w:r>
    </w:p>
    <w:p w:rsidR="004748EF" w:rsidRPr="001A1663" w:rsidRDefault="004748EF" w:rsidP="002C059C">
      <w:pPr>
        <w:pStyle w:val="ConsPlusNormal"/>
        <w:ind w:left="2699" w:hanging="19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663">
        <w:rPr>
          <w:rFonts w:ascii="Times New Roman" w:hAnsi="Times New Roman" w:cs="Times New Roman"/>
          <w:sz w:val="28"/>
          <w:szCs w:val="28"/>
        </w:rPr>
        <w:t>«</w:t>
      </w:r>
      <w:r w:rsidRPr="001A1663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1A1663">
        <w:rPr>
          <w:rFonts w:ascii="Times New Roman" w:hAnsi="Times New Roman" w:cs="Times New Roman"/>
          <w:b/>
          <w:sz w:val="28"/>
          <w:szCs w:val="28"/>
          <w:vertAlign w:val="superscript"/>
        </w:rPr>
        <w:t>12</w:t>
      </w:r>
    </w:p>
    <w:p w:rsidR="004748EF" w:rsidRPr="0045260B" w:rsidRDefault="004748EF" w:rsidP="002C059C">
      <w:pPr>
        <w:pStyle w:val="ConsPlusNormal"/>
        <w:ind w:left="2699" w:hanging="1741"/>
        <w:jc w:val="both"/>
        <w:rPr>
          <w:rFonts w:ascii="Times New Roman" w:hAnsi="Times New Roman" w:cs="Times New Roman"/>
          <w:sz w:val="24"/>
          <w:szCs w:val="28"/>
        </w:rPr>
      </w:pPr>
    </w:p>
    <w:p w:rsidR="004748EF" w:rsidRPr="0045260B" w:rsidRDefault="004748EF" w:rsidP="002C059C">
      <w:pPr>
        <w:pStyle w:val="ConsPlusNormal"/>
        <w:widowControl w:val="0"/>
        <w:spacing w:line="235" w:lineRule="auto"/>
        <w:ind w:left="2699" w:hanging="1741"/>
        <w:jc w:val="both"/>
        <w:rPr>
          <w:rFonts w:ascii="Times New Roman" w:hAnsi="Times New Roman" w:cs="Times New Roman"/>
          <w:sz w:val="24"/>
          <w:szCs w:val="28"/>
        </w:rPr>
      </w:pPr>
    </w:p>
    <w:p w:rsidR="004748EF" w:rsidRPr="00785A30" w:rsidRDefault="004748EF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pacing w:val="-4"/>
          <w:sz w:val="28"/>
          <w:szCs w:val="28"/>
        </w:rPr>
      </w:pPr>
      <w:r w:rsidRPr="00785A30">
        <w:rPr>
          <w:spacing w:val="-4"/>
          <w:sz w:val="28"/>
          <w:szCs w:val="28"/>
        </w:rPr>
        <w:t xml:space="preserve">Налоговая ставка налога на прибыль организаций, подлежащего зачислению </w:t>
      </w:r>
      <w:r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 xml:space="preserve">в областной бюджет Ульяновской области, устанавливается для организаций, получивших статус резидента территории опережающего социально-экономического развития, в отношении прибыли от деятельности, осуществляемой при исполнении соглашения об осуществлении деятельности на территории опережающего социально-экономического развития, в размере 0 процентов </w:t>
      </w:r>
      <w:r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 xml:space="preserve">в течение пяти налоговых периодов начиная с налогового периода, в котором </w:t>
      </w:r>
      <w:r>
        <w:rPr>
          <w:spacing w:val="-4"/>
          <w:sz w:val="28"/>
          <w:szCs w:val="28"/>
        </w:rPr>
        <w:br/>
      </w:r>
      <w:r w:rsidRPr="00785A30">
        <w:rPr>
          <w:spacing w:val="-4"/>
          <w:sz w:val="28"/>
          <w:szCs w:val="28"/>
        </w:rPr>
        <w:t xml:space="preserve">в соответствии с данными налогового учёта была получена первая прибыль от этой деятельности, и в размере 10 процентов в течение следующих пяти налоговых периодов. Положения настоящей статьи применяются при выполнении организациями, получившими статус резидента территории опережающего социально-экономического развития, требований и условий, установленных </w:t>
      </w:r>
      <w:hyperlink r:id="rId7" w:history="1">
        <w:r w:rsidRPr="00785A30">
          <w:rPr>
            <w:spacing w:val="-4"/>
            <w:sz w:val="28"/>
            <w:szCs w:val="28"/>
          </w:rPr>
          <w:t>статьёй 284</w:t>
        </w:r>
        <w:r w:rsidRPr="00785A30">
          <w:rPr>
            <w:spacing w:val="-4"/>
            <w:sz w:val="28"/>
            <w:szCs w:val="28"/>
            <w:vertAlign w:val="superscript"/>
          </w:rPr>
          <w:t>4</w:t>
        </w:r>
      </w:hyperlink>
      <w:r w:rsidRPr="00785A30">
        <w:rPr>
          <w:spacing w:val="-4"/>
          <w:sz w:val="28"/>
          <w:szCs w:val="28"/>
        </w:rPr>
        <w:t xml:space="preserve"> Налогового кодекса Российской Федерации.».</w:t>
      </w:r>
    </w:p>
    <w:p w:rsidR="004748EF" w:rsidRPr="00C920F2" w:rsidRDefault="004748EF" w:rsidP="0045260B">
      <w:pPr>
        <w:pStyle w:val="a"/>
        <w:spacing w:line="235" w:lineRule="auto"/>
        <w:jc w:val="both"/>
        <w:rPr>
          <w:rFonts w:ascii="Times New Roman" w:hAnsi="Times New Roman"/>
          <w:b/>
          <w:sz w:val="16"/>
          <w:szCs w:val="28"/>
        </w:rPr>
      </w:pPr>
    </w:p>
    <w:p w:rsidR="004748EF" w:rsidRPr="0045260B" w:rsidRDefault="004748EF" w:rsidP="00977171">
      <w:pPr>
        <w:spacing w:line="235" w:lineRule="auto"/>
        <w:rPr>
          <w:sz w:val="28"/>
          <w:szCs w:val="28"/>
        </w:rPr>
      </w:pPr>
    </w:p>
    <w:p w:rsidR="004748EF" w:rsidRPr="00C920F2" w:rsidRDefault="004748EF" w:rsidP="00977171">
      <w:pPr>
        <w:pStyle w:val="a"/>
        <w:spacing w:line="235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20F2">
        <w:rPr>
          <w:rFonts w:ascii="Times New Roman" w:hAnsi="Times New Roman"/>
          <w:b/>
          <w:sz w:val="28"/>
          <w:szCs w:val="28"/>
        </w:rPr>
        <w:t>Статья 2</w:t>
      </w:r>
    </w:p>
    <w:p w:rsidR="004748EF" w:rsidRPr="0045260B" w:rsidRDefault="004748EF" w:rsidP="00977171">
      <w:pPr>
        <w:spacing w:line="235" w:lineRule="auto"/>
        <w:rPr>
          <w:sz w:val="28"/>
          <w:szCs w:val="28"/>
        </w:rPr>
      </w:pPr>
    </w:p>
    <w:p w:rsidR="004748EF" w:rsidRPr="0045260B" w:rsidRDefault="004748EF" w:rsidP="00977171">
      <w:pPr>
        <w:spacing w:line="235" w:lineRule="auto"/>
        <w:rPr>
          <w:sz w:val="28"/>
          <w:szCs w:val="28"/>
        </w:rPr>
      </w:pPr>
    </w:p>
    <w:p w:rsidR="004748EF" w:rsidRPr="00405C78" w:rsidRDefault="004748EF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405C78">
        <w:rPr>
          <w:sz w:val="28"/>
          <w:szCs w:val="28"/>
        </w:rPr>
        <w:t xml:space="preserve">Внести в </w:t>
      </w:r>
      <w:hyperlink r:id="rId8" w:history="1">
        <w:r w:rsidRPr="00405C78">
          <w:rPr>
            <w:sz w:val="28"/>
            <w:szCs w:val="28"/>
          </w:rPr>
          <w:t>часть 1 статьи 3</w:t>
        </w:r>
      </w:hyperlink>
      <w:r w:rsidRPr="00405C78">
        <w:rPr>
          <w:sz w:val="28"/>
          <w:szCs w:val="28"/>
        </w:rPr>
        <w:t xml:space="preserve"> Закона Ульяновской области от 6 сентября </w:t>
      </w:r>
      <w:r>
        <w:rPr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2007 года № 130-ЗО «О транспортном налоге в Ульяновской области» («Ульяновская правда» от 08.09.2007 № 76; от 22.08.2008 № 68; от 11.11.2009 № 90; от 06.10.2010 № 81; от 17.12.2010 № 103; от 06.04.2011 № 36; от 11.05.2011 № 50; </w:t>
      </w:r>
      <w:r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12.08.2011 № 89; от 12.10.2011 № 115; от 02.03.2012 № 22; от 08.06.2012 № 59; </w:t>
      </w:r>
      <w:r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05.10.2012 № 109; от 30.11.2012 № 133; от 06.03.2013 № 25; от 19.08.2013 № 97; </w:t>
      </w:r>
      <w:r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от 07.09.2013 № 109; от 31.03.2014 № 45; от 10.07.2014 № 98; от 10.11.2014 </w:t>
      </w:r>
      <w:r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 xml:space="preserve">№ 163-164; от 05.03.2015 № 28; от 05.10.2015 № 139; от 06.06.2016 № 75-76; </w:t>
      </w:r>
      <w:r>
        <w:rPr>
          <w:spacing w:val="-4"/>
          <w:sz w:val="28"/>
          <w:szCs w:val="28"/>
        </w:rPr>
        <w:br/>
      </w:r>
      <w:r w:rsidRPr="00405C78">
        <w:rPr>
          <w:spacing w:val="-4"/>
          <w:sz w:val="28"/>
          <w:szCs w:val="28"/>
        </w:rPr>
        <w:t>от 04.10.2016 № 118) изменение, дополнив её пунктом 17 следующего содержания:</w:t>
      </w:r>
    </w:p>
    <w:p w:rsidR="004748EF" w:rsidRPr="009224E4" w:rsidRDefault="004748EF" w:rsidP="0045260B">
      <w:pPr>
        <w:widowControl w:val="0"/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9224E4">
        <w:rPr>
          <w:sz w:val="28"/>
          <w:szCs w:val="28"/>
        </w:rPr>
        <w:t xml:space="preserve">«17) </w:t>
      </w:r>
      <w:r>
        <w:rPr>
          <w:sz w:val="28"/>
          <w:szCs w:val="28"/>
        </w:rPr>
        <w:t>организации, получившие статус</w:t>
      </w:r>
      <w:r w:rsidRPr="001A1663">
        <w:rPr>
          <w:sz w:val="28"/>
          <w:szCs w:val="28"/>
        </w:rPr>
        <w:t xml:space="preserve"> резидент</w:t>
      </w:r>
      <w:r>
        <w:rPr>
          <w:sz w:val="28"/>
          <w:szCs w:val="28"/>
        </w:rPr>
        <w:t>а</w:t>
      </w:r>
      <w:r w:rsidRPr="001A1663">
        <w:rPr>
          <w:sz w:val="28"/>
          <w:szCs w:val="28"/>
        </w:rPr>
        <w:t xml:space="preserve"> </w:t>
      </w:r>
      <w:r w:rsidRPr="009224E4">
        <w:rPr>
          <w:sz w:val="28"/>
          <w:szCs w:val="28"/>
        </w:rPr>
        <w:t>территории опережающего социально-экономического развития</w:t>
      </w:r>
      <w:r>
        <w:rPr>
          <w:sz w:val="28"/>
          <w:szCs w:val="28"/>
        </w:rPr>
        <w:t>, – в течение пяти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r w:rsidRPr="009224E4">
        <w:rPr>
          <w:sz w:val="28"/>
          <w:szCs w:val="28"/>
        </w:rPr>
        <w:t>.».</w:t>
      </w:r>
    </w:p>
    <w:p w:rsidR="004748EF" w:rsidRPr="0045260B" w:rsidRDefault="004748EF" w:rsidP="00476C3F">
      <w:pPr>
        <w:pStyle w:val="a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4748EF" w:rsidRPr="0045260B" w:rsidRDefault="004748EF" w:rsidP="00476C3F">
      <w:pPr>
        <w:pStyle w:val="a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48EF" w:rsidRPr="00237DFD" w:rsidRDefault="004748EF" w:rsidP="00476C3F">
      <w:pPr>
        <w:pStyle w:val="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7DF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4748EF" w:rsidRPr="0045260B" w:rsidRDefault="004748EF" w:rsidP="00476C3F">
      <w:pPr>
        <w:ind w:firstLine="720"/>
        <w:jc w:val="both"/>
        <w:rPr>
          <w:sz w:val="28"/>
          <w:szCs w:val="28"/>
        </w:rPr>
      </w:pPr>
    </w:p>
    <w:p w:rsidR="004748EF" w:rsidRPr="0045260B" w:rsidRDefault="004748EF" w:rsidP="0045260B">
      <w:pPr>
        <w:widowControl w:val="0"/>
        <w:ind w:firstLine="720"/>
        <w:jc w:val="both"/>
        <w:rPr>
          <w:sz w:val="28"/>
          <w:szCs w:val="28"/>
        </w:rPr>
      </w:pPr>
    </w:p>
    <w:p w:rsidR="004748EF" w:rsidRPr="00164872" w:rsidRDefault="004748EF" w:rsidP="0045260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64872">
        <w:rPr>
          <w:sz w:val="28"/>
          <w:szCs w:val="28"/>
        </w:rPr>
        <w:t xml:space="preserve">Внести в часть 2 статьи 2 Закона Ульяновской области </w:t>
      </w:r>
      <w:r w:rsidRPr="00164872">
        <w:rPr>
          <w:sz w:val="28"/>
          <w:szCs w:val="28"/>
        </w:rPr>
        <w:br/>
        <w:t xml:space="preserve">от 2 сентября 2015 года № 99-ЗО «О налоге на имущество организаций </w:t>
      </w:r>
      <w:r w:rsidRPr="00164872">
        <w:rPr>
          <w:sz w:val="28"/>
          <w:szCs w:val="28"/>
        </w:rPr>
        <w:br/>
        <w:t xml:space="preserve">на территории Ульяновской области» («Ульяновская правда» от 07.09.2015 </w:t>
      </w:r>
      <w:r w:rsidRPr="00164872">
        <w:rPr>
          <w:sz w:val="28"/>
          <w:szCs w:val="28"/>
        </w:rPr>
        <w:br/>
        <w:t xml:space="preserve">№ 124; от 05.10.2015 № 139; от 29.10.2015 № 151; от 12.04.2016 № 47;                             </w:t>
      </w:r>
      <w:r w:rsidRPr="00164872">
        <w:rPr>
          <w:bCs/>
          <w:sz w:val="28"/>
          <w:szCs w:val="28"/>
        </w:rPr>
        <w:t>от 06.06.2016 № 75-76; от 02.08.2016 № 99; от 06.09.2016 № 109;</w:t>
      </w:r>
      <w:r w:rsidRPr="00164872">
        <w:rPr>
          <w:sz w:val="28"/>
          <w:szCs w:val="28"/>
        </w:rPr>
        <w:t xml:space="preserve"> от 04.10.2016            № 118</w:t>
      </w:r>
      <w:r w:rsidRPr="00164872">
        <w:rPr>
          <w:bCs/>
          <w:sz w:val="28"/>
          <w:szCs w:val="28"/>
        </w:rPr>
        <w:t xml:space="preserve">) </w:t>
      </w:r>
      <w:r w:rsidRPr="00164872">
        <w:rPr>
          <w:sz w:val="28"/>
          <w:szCs w:val="28"/>
        </w:rPr>
        <w:t>изменение, дополнив е</w:t>
      </w:r>
      <w:r>
        <w:rPr>
          <w:sz w:val="28"/>
          <w:szCs w:val="28"/>
        </w:rPr>
        <w:t>ё</w:t>
      </w:r>
      <w:r w:rsidRPr="00164872">
        <w:rPr>
          <w:sz w:val="28"/>
          <w:szCs w:val="28"/>
        </w:rPr>
        <w:t xml:space="preserve"> пунктом 13 следующего содержания: </w:t>
      </w:r>
    </w:p>
    <w:p w:rsidR="004748EF" w:rsidRPr="00E51E77" w:rsidRDefault="004748EF" w:rsidP="003003D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64872">
        <w:rPr>
          <w:sz w:val="28"/>
          <w:szCs w:val="28"/>
        </w:rPr>
        <w:t xml:space="preserve">«13) </w:t>
      </w:r>
      <w:r>
        <w:rPr>
          <w:sz w:val="28"/>
          <w:szCs w:val="28"/>
        </w:rPr>
        <w:t>организаций, получивших статус</w:t>
      </w:r>
      <w:r w:rsidRPr="001A1663">
        <w:rPr>
          <w:sz w:val="28"/>
          <w:szCs w:val="28"/>
        </w:rPr>
        <w:t xml:space="preserve"> резидент</w:t>
      </w:r>
      <w:r>
        <w:rPr>
          <w:sz w:val="28"/>
          <w:szCs w:val="28"/>
        </w:rPr>
        <w:t>а</w:t>
      </w:r>
      <w:r w:rsidRPr="001A1663">
        <w:rPr>
          <w:sz w:val="28"/>
          <w:szCs w:val="28"/>
        </w:rPr>
        <w:t xml:space="preserve"> </w:t>
      </w:r>
      <w:r w:rsidRPr="00164872">
        <w:rPr>
          <w:sz w:val="28"/>
          <w:szCs w:val="28"/>
        </w:rPr>
        <w:t>территории опережающего социально-экономического развития</w:t>
      </w:r>
      <w:r>
        <w:rPr>
          <w:sz w:val="28"/>
          <w:szCs w:val="28"/>
        </w:rPr>
        <w:t>, – в течение пяти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r w:rsidRPr="00164872">
        <w:rPr>
          <w:sz w:val="28"/>
          <w:szCs w:val="28"/>
        </w:rPr>
        <w:t>.».</w:t>
      </w:r>
    </w:p>
    <w:p w:rsidR="004748EF" w:rsidRPr="00852348" w:rsidRDefault="004748EF" w:rsidP="00F82581">
      <w:pPr>
        <w:pStyle w:val="a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4748EF" w:rsidRPr="00852348" w:rsidRDefault="004748EF" w:rsidP="00F82581">
      <w:pPr>
        <w:rPr>
          <w:sz w:val="28"/>
          <w:szCs w:val="28"/>
        </w:rPr>
      </w:pPr>
    </w:p>
    <w:p w:rsidR="004748EF" w:rsidRPr="00852348" w:rsidRDefault="004748EF" w:rsidP="00F82581">
      <w:pPr>
        <w:pStyle w:val="a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2348">
        <w:rPr>
          <w:rFonts w:ascii="Times New Roman" w:hAnsi="Times New Roman"/>
          <w:b/>
          <w:sz w:val="28"/>
          <w:szCs w:val="28"/>
        </w:rPr>
        <w:t>Статья 4</w:t>
      </w:r>
    </w:p>
    <w:p w:rsidR="004748EF" w:rsidRPr="00852348" w:rsidRDefault="004748EF" w:rsidP="00F82581">
      <w:pPr>
        <w:rPr>
          <w:sz w:val="28"/>
          <w:szCs w:val="28"/>
        </w:rPr>
      </w:pPr>
    </w:p>
    <w:p w:rsidR="004748EF" w:rsidRPr="00B46667" w:rsidRDefault="004748EF" w:rsidP="00F82581">
      <w:pPr>
        <w:rPr>
          <w:sz w:val="28"/>
          <w:szCs w:val="28"/>
        </w:rPr>
      </w:pPr>
    </w:p>
    <w:p w:rsidR="004748EF" w:rsidRDefault="004748EF" w:rsidP="009B05B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67CE">
        <w:rPr>
          <w:sz w:val="28"/>
          <w:szCs w:val="28"/>
        </w:rPr>
        <w:t>Настоящий Закон вступает в силу со дня его официального опубликования</w:t>
      </w:r>
      <w:r>
        <w:rPr>
          <w:sz w:val="28"/>
          <w:szCs w:val="28"/>
        </w:rPr>
        <w:t xml:space="preserve">, за исключением статьи 2 настоящего Закона, которая вступает </w:t>
      </w:r>
      <w:r>
        <w:rPr>
          <w:sz w:val="28"/>
          <w:szCs w:val="28"/>
        </w:rPr>
        <w:br/>
        <w:t>в силу с 1 января 2018 года.</w:t>
      </w:r>
    </w:p>
    <w:p w:rsidR="004748EF" w:rsidRPr="00274EAB" w:rsidRDefault="004748EF" w:rsidP="00B42020">
      <w:pPr>
        <w:tabs>
          <w:tab w:val="left" w:pos="9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Положения статьи 1</w:t>
      </w:r>
      <w:r w:rsidRPr="006130C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статьи 1</w:t>
      </w:r>
      <w:r w:rsidRPr="00B97516"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</w:t>
      </w:r>
      <w:r w:rsidRPr="0060632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0632F">
        <w:rPr>
          <w:sz w:val="28"/>
          <w:szCs w:val="28"/>
        </w:rPr>
        <w:t xml:space="preserve"> Ульяновской области от 4 июня </w:t>
      </w:r>
      <w:r w:rsidRPr="00F82581">
        <w:rPr>
          <w:spacing w:val="-4"/>
          <w:sz w:val="28"/>
          <w:szCs w:val="28"/>
        </w:rPr>
        <w:t xml:space="preserve">2007 года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(в редакции настоящего Закона), а также пункта 13 части 2 статьи 2 Закона Ульяновской области от 2 сентября 2015 года </w:t>
      </w:r>
      <w:r>
        <w:rPr>
          <w:spacing w:val="-4"/>
          <w:sz w:val="28"/>
          <w:szCs w:val="28"/>
        </w:rPr>
        <w:br/>
      </w:r>
      <w:r w:rsidRPr="00F82581">
        <w:rPr>
          <w:spacing w:val="-4"/>
          <w:sz w:val="28"/>
          <w:szCs w:val="28"/>
        </w:rPr>
        <w:t xml:space="preserve">№ 99-ЗО «О налоге на имущество организаций на территории Ульяновской области» (в редакции настоящего Закона) распространяются на отношения, возникшие </w:t>
      </w:r>
      <w:r>
        <w:rPr>
          <w:spacing w:val="-4"/>
          <w:sz w:val="28"/>
          <w:szCs w:val="28"/>
        </w:rPr>
        <w:br/>
      </w:r>
      <w:r w:rsidRPr="00F82581">
        <w:rPr>
          <w:spacing w:val="-4"/>
          <w:sz w:val="28"/>
          <w:szCs w:val="28"/>
        </w:rPr>
        <w:t>с 1 января 2017 года.</w:t>
      </w:r>
    </w:p>
    <w:p w:rsidR="004748EF" w:rsidRPr="0045260B" w:rsidRDefault="004748EF" w:rsidP="00B52F7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28"/>
        </w:rPr>
      </w:pPr>
    </w:p>
    <w:p w:rsidR="004748EF" w:rsidRDefault="004748EF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8EF" w:rsidRPr="00274EAB" w:rsidRDefault="004748EF" w:rsidP="00B52F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8EF" w:rsidRPr="00271BD4" w:rsidRDefault="004748EF" w:rsidP="004C4902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71BD4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271BD4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4748EF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48EF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48EF" w:rsidRPr="004E67CE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48EF" w:rsidRPr="00271BD4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BD4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4748EF" w:rsidRPr="00271BD4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 сентября</w:t>
      </w:r>
      <w:r w:rsidRPr="00271BD4">
        <w:rPr>
          <w:rFonts w:ascii="Times New Roman" w:hAnsi="Times New Roman" w:cs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271BD4">
          <w:rPr>
            <w:rFonts w:ascii="Times New Roman" w:hAnsi="Times New Roman" w:cs="Times New Roman"/>
            <w:bCs/>
            <w:sz w:val="28"/>
            <w:szCs w:val="28"/>
          </w:rPr>
          <w:t>201</w:t>
        </w:r>
        <w:r>
          <w:rPr>
            <w:rFonts w:ascii="Times New Roman" w:hAnsi="Times New Roman" w:cs="Times New Roman"/>
            <w:bCs/>
            <w:sz w:val="28"/>
            <w:szCs w:val="28"/>
          </w:rPr>
          <w:t>7</w:t>
        </w:r>
        <w:r w:rsidRPr="00271BD4">
          <w:rPr>
            <w:rFonts w:ascii="Times New Roman" w:hAnsi="Times New Roman" w:cs="Times New Roman"/>
            <w:bCs/>
            <w:sz w:val="28"/>
            <w:szCs w:val="28"/>
          </w:rPr>
          <w:t xml:space="preserve"> г</w:t>
        </w:r>
      </w:smartTag>
      <w:r w:rsidRPr="00271BD4">
        <w:rPr>
          <w:rFonts w:ascii="Times New Roman" w:hAnsi="Times New Roman" w:cs="Times New Roman"/>
          <w:bCs/>
          <w:sz w:val="28"/>
          <w:szCs w:val="28"/>
        </w:rPr>
        <w:t>.</w:t>
      </w:r>
    </w:p>
    <w:p w:rsidR="004748EF" w:rsidRPr="004D2CF0" w:rsidRDefault="004748EF" w:rsidP="004C4902">
      <w:pPr>
        <w:pStyle w:val="ConsPlusNormal"/>
        <w:ind w:firstLin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109</w:t>
      </w:r>
      <w:r w:rsidRPr="00271BD4">
        <w:rPr>
          <w:rFonts w:ascii="Times New Roman" w:hAnsi="Times New Roman" w:cs="Times New Roman"/>
          <w:sz w:val="28"/>
          <w:szCs w:val="28"/>
        </w:rPr>
        <w:t xml:space="preserve"> -ЗО</w:t>
      </w:r>
    </w:p>
    <w:sectPr w:rsidR="004748EF" w:rsidRPr="004D2CF0" w:rsidSect="00F8258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EF" w:rsidRDefault="004748EF">
      <w:r>
        <w:separator/>
      </w:r>
    </w:p>
  </w:endnote>
  <w:endnote w:type="continuationSeparator" w:id="0">
    <w:p w:rsidR="004748EF" w:rsidRDefault="0047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EF" w:rsidRPr="00007B58" w:rsidRDefault="004748EF" w:rsidP="00007B58">
    <w:pPr>
      <w:pStyle w:val="Footer"/>
      <w:jc w:val="right"/>
      <w:rPr>
        <w:sz w:val="16"/>
      </w:rPr>
    </w:pPr>
    <w:r w:rsidRPr="00007B58">
      <w:rPr>
        <w:sz w:val="16"/>
      </w:rPr>
      <w:t>0509ар1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EF" w:rsidRDefault="004748EF">
      <w:r>
        <w:separator/>
      </w:r>
    </w:p>
  </w:footnote>
  <w:footnote w:type="continuationSeparator" w:id="0">
    <w:p w:rsidR="004748EF" w:rsidRDefault="00474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EF" w:rsidRDefault="004748EF" w:rsidP="00BE375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48EF" w:rsidRDefault="004748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EF" w:rsidRPr="00182360" w:rsidRDefault="004748EF" w:rsidP="00B52F70">
    <w:pPr>
      <w:pStyle w:val="Header"/>
      <w:jc w:val="center"/>
      <w:rPr>
        <w:rStyle w:val="PageNumber"/>
        <w:sz w:val="28"/>
        <w:szCs w:val="28"/>
      </w:rPr>
    </w:pPr>
    <w:r w:rsidRPr="00182360">
      <w:rPr>
        <w:rStyle w:val="PageNumber"/>
        <w:sz w:val="28"/>
        <w:szCs w:val="28"/>
      </w:rPr>
      <w:fldChar w:fldCharType="begin"/>
    </w:r>
    <w:r w:rsidRPr="00182360">
      <w:rPr>
        <w:rStyle w:val="PageNumber"/>
        <w:sz w:val="28"/>
        <w:szCs w:val="28"/>
      </w:rPr>
      <w:instrText xml:space="preserve">PAGE  </w:instrText>
    </w:r>
    <w:r w:rsidRPr="0018236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182360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EF" w:rsidRDefault="004748EF" w:rsidP="0028320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AAD"/>
    <w:rsid w:val="000024F4"/>
    <w:rsid w:val="000041B4"/>
    <w:rsid w:val="000043D9"/>
    <w:rsid w:val="000061FB"/>
    <w:rsid w:val="00006809"/>
    <w:rsid w:val="00007B58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539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15E5"/>
    <w:rsid w:val="000E2DA5"/>
    <w:rsid w:val="000E3084"/>
    <w:rsid w:val="000E3B97"/>
    <w:rsid w:val="000E5C8E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378"/>
    <w:rsid w:val="0021220A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12F5"/>
    <w:rsid w:val="002447C1"/>
    <w:rsid w:val="00246888"/>
    <w:rsid w:val="00246963"/>
    <w:rsid w:val="00246DA1"/>
    <w:rsid w:val="0025069A"/>
    <w:rsid w:val="00253C72"/>
    <w:rsid w:val="002548BD"/>
    <w:rsid w:val="00257CE2"/>
    <w:rsid w:val="00260F73"/>
    <w:rsid w:val="00261924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D51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0020"/>
    <w:rsid w:val="002B63E2"/>
    <w:rsid w:val="002C059C"/>
    <w:rsid w:val="002C05A6"/>
    <w:rsid w:val="002C1F16"/>
    <w:rsid w:val="002C2DD8"/>
    <w:rsid w:val="002C3AB9"/>
    <w:rsid w:val="002C3CD1"/>
    <w:rsid w:val="002C4442"/>
    <w:rsid w:val="002C6F3F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3003D0"/>
    <w:rsid w:val="003033A5"/>
    <w:rsid w:val="00303BE1"/>
    <w:rsid w:val="00305F32"/>
    <w:rsid w:val="003078C1"/>
    <w:rsid w:val="00307902"/>
    <w:rsid w:val="00311103"/>
    <w:rsid w:val="00312E32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170"/>
    <w:rsid w:val="00362B77"/>
    <w:rsid w:val="00362BBF"/>
    <w:rsid w:val="00363626"/>
    <w:rsid w:val="003703B8"/>
    <w:rsid w:val="00370F4E"/>
    <w:rsid w:val="003710B2"/>
    <w:rsid w:val="003725D9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7F2E"/>
    <w:rsid w:val="003A0FEB"/>
    <w:rsid w:val="003A1FAA"/>
    <w:rsid w:val="003A3F6B"/>
    <w:rsid w:val="003A50BA"/>
    <w:rsid w:val="003A51E6"/>
    <w:rsid w:val="003A5735"/>
    <w:rsid w:val="003A6D0B"/>
    <w:rsid w:val="003A7C4A"/>
    <w:rsid w:val="003A7D1C"/>
    <w:rsid w:val="003B283C"/>
    <w:rsid w:val="003B3C9C"/>
    <w:rsid w:val="003B6A91"/>
    <w:rsid w:val="003B6B11"/>
    <w:rsid w:val="003B7A0C"/>
    <w:rsid w:val="003C3786"/>
    <w:rsid w:val="003C3E3A"/>
    <w:rsid w:val="003C3FA4"/>
    <w:rsid w:val="003C42A4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05C78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4781C"/>
    <w:rsid w:val="00450F81"/>
    <w:rsid w:val="0045260B"/>
    <w:rsid w:val="0045271A"/>
    <w:rsid w:val="00461B43"/>
    <w:rsid w:val="00461D62"/>
    <w:rsid w:val="00462E2A"/>
    <w:rsid w:val="00470A6B"/>
    <w:rsid w:val="00470DD2"/>
    <w:rsid w:val="00470EB9"/>
    <w:rsid w:val="00471FFD"/>
    <w:rsid w:val="004748EF"/>
    <w:rsid w:val="00475FCA"/>
    <w:rsid w:val="00476C3F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4630"/>
    <w:rsid w:val="004971D0"/>
    <w:rsid w:val="004A10A8"/>
    <w:rsid w:val="004A4808"/>
    <w:rsid w:val="004A6F5C"/>
    <w:rsid w:val="004A7F04"/>
    <w:rsid w:val="004B4C4A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6EC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40E8"/>
    <w:rsid w:val="0051681C"/>
    <w:rsid w:val="005179A6"/>
    <w:rsid w:val="005225D8"/>
    <w:rsid w:val="00522F7D"/>
    <w:rsid w:val="00523D35"/>
    <w:rsid w:val="0052481D"/>
    <w:rsid w:val="00524E90"/>
    <w:rsid w:val="00525050"/>
    <w:rsid w:val="005268B1"/>
    <w:rsid w:val="00526DEE"/>
    <w:rsid w:val="00530BC8"/>
    <w:rsid w:val="005317B6"/>
    <w:rsid w:val="00534769"/>
    <w:rsid w:val="00537A3A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AFA"/>
    <w:rsid w:val="00602A58"/>
    <w:rsid w:val="006046C2"/>
    <w:rsid w:val="006054CB"/>
    <w:rsid w:val="0060632F"/>
    <w:rsid w:val="0060671B"/>
    <w:rsid w:val="0060762E"/>
    <w:rsid w:val="00610955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C34"/>
    <w:rsid w:val="00622EF9"/>
    <w:rsid w:val="006234F9"/>
    <w:rsid w:val="00624D3B"/>
    <w:rsid w:val="00627AF8"/>
    <w:rsid w:val="006301D5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50C1"/>
    <w:rsid w:val="006931DC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B26B4"/>
    <w:rsid w:val="006B41F1"/>
    <w:rsid w:val="006B4826"/>
    <w:rsid w:val="006B4B3D"/>
    <w:rsid w:val="006B5F42"/>
    <w:rsid w:val="006B641F"/>
    <w:rsid w:val="006C4336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F070C"/>
    <w:rsid w:val="006F6BD9"/>
    <w:rsid w:val="006F7BCA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25E9"/>
    <w:rsid w:val="00723623"/>
    <w:rsid w:val="00723EE1"/>
    <w:rsid w:val="007256B4"/>
    <w:rsid w:val="00726A85"/>
    <w:rsid w:val="00726E90"/>
    <w:rsid w:val="00727304"/>
    <w:rsid w:val="0073117A"/>
    <w:rsid w:val="007311BF"/>
    <w:rsid w:val="00733692"/>
    <w:rsid w:val="007349AD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3C0"/>
    <w:rsid w:val="007717ED"/>
    <w:rsid w:val="00772526"/>
    <w:rsid w:val="00772A9C"/>
    <w:rsid w:val="00773CF2"/>
    <w:rsid w:val="00774EF8"/>
    <w:rsid w:val="0077724A"/>
    <w:rsid w:val="00777F09"/>
    <w:rsid w:val="00777FBE"/>
    <w:rsid w:val="00782C56"/>
    <w:rsid w:val="00784E69"/>
    <w:rsid w:val="00785A30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430"/>
    <w:rsid w:val="0080456E"/>
    <w:rsid w:val="00806B21"/>
    <w:rsid w:val="00807125"/>
    <w:rsid w:val="0081211E"/>
    <w:rsid w:val="0081301C"/>
    <w:rsid w:val="00817C6F"/>
    <w:rsid w:val="00821AE2"/>
    <w:rsid w:val="00822F8F"/>
    <w:rsid w:val="00823215"/>
    <w:rsid w:val="0082672B"/>
    <w:rsid w:val="0083232B"/>
    <w:rsid w:val="0084542C"/>
    <w:rsid w:val="00846607"/>
    <w:rsid w:val="008466E0"/>
    <w:rsid w:val="00851879"/>
    <w:rsid w:val="00852348"/>
    <w:rsid w:val="00852F70"/>
    <w:rsid w:val="00854405"/>
    <w:rsid w:val="00861066"/>
    <w:rsid w:val="00863D33"/>
    <w:rsid w:val="00865997"/>
    <w:rsid w:val="00866359"/>
    <w:rsid w:val="00866BB7"/>
    <w:rsid w:val="00867091"/>
    <w:rsid w:val="00872404"/>
    <w:rsid w:val="00874966"/>
    <w:rsid w:val="00876287"/>
    <w:rsid w:val="00876EC3"/>
    <w:rsid w:val="00877802"/>
    <w:rsid w:val="00896E7C"/>
    <w:rsid w:val="008A241B"/>
    <w:rsid w:val="008A47C9"/>
    <w:rsid w:val="008A69AB"/>
    <w:rsid w:val="008A7B4F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625A"/>
    <w:rsid w:val="00926308"/>
    <w:rsid w:val="009269D5"/>
    <w:rsid w:val="009276E6"/>
    <w:rsid w:val="00927AFA"/>
    <w:rsid w:val="009353BA"/>
    <w:rsid w:val="00941098"/>
    <w:rsid w:val="009447DE"/>
    <w:rsid w:val="00960352"/>
    <w:rsid w:val="009646EA"/>
    <w:rsid w:val="00964A89"/>
    <w:rsid w:val="009707CA"/>
    <w:rsid w:val="00971894"/>
    <w:rsid w:val="00972F39"/>
    <w:rsid w:val="00977171"/>
    <w:rsid w:val="0098011C"/>
    <w:rsid w:val="009813D5"/>
    <w:rsid w:val="00981C2E"/>
    <w:rsid w:val="00981F72"/>
    <w:rsid w:val="0098283E"/>
    <w:rsid w:val="00986650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D616C"/>
    <w:rsid w:val="00AE03BD"/>
    <w:rsid w:val="00AE0E6D"/>
    <w:rsid w:val="00AE0EC3"/>
    <w:rsid w:val="00AE1495"/>
    <w:rsid w:val="00AE1796"/>
    <w:rsid w:val="00AE3190"/>
    <w:rsid w:val="00AE5C1B"/>
    <w:rsid w:val="00AE692E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3D4"/>
    <w:rsid w:val="00B0681C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57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5665"/>
    <w:rsid w:val="00BE3757"/>
    <w:rsid w:val="00BE5703"/>
    <w:rsid w:val="00BE778A"/>
    <w:rsid w:val="00BF11FA"/>
    <w:rsid w:val="00BF3F45"/>
    <w:rsid w:val="00BF693F"/>
    <w:rsid w:val="00BF6B34"/>
    <w:rsid w:val="00BF7479"/>
    <w:rsid w:val="00C03652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0F2"/>
    <w:rsid w:val="00C923C7"/>
    <w:rsid w:val="00C92A5E"/>
    <w:rsid w:val="00C92D3D"/>
    <w:rsid w:val="00C95C84"/>
    <w:rsid w:val="00C96154"/>
    <w:rsid w:val="00C96798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77DC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431E"/>
    <w:rsid w:val="00D35456"/>
    <w:rsid w:val="00D37937"/>
    <w:rsid w:val="00D431A4"/>
    <w:rsid w:val="00D455EF"/>
    <w:rsid w:val="00D4743A"/>
    <w:rsid w:val="00D51A77"/>
    <w:rsid w:val="00D51C23"/>
    <w:rsid w:val="00D52816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2302"/>
    <w:rsid w:val="00E12333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3A69"/>
    <w:rsid w:val="00E6691B"/>
    <w:rsid w:val="00E67035"/>
    <w:rsid w:val="00E73D8C"/>
    <w:rsid w:val="00E741B3"/>
    <w:rsid w:val="00E8279A"/>
    <w:rsid w:val="00E83FC2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54C6"/>
    <w:rsid w:val="00EC7ED7"/>
    <w:rsid w:val="00ED1BB3"/>
    <w:rsid w:val="00ED5789"/>
    <w:rsid w:val="00EE03B8"/>
    <w:rsid w:val="00EE0DE3"/>
    <w:rsid w:val="00EE1E35"/>
    <w:rsid w:val="00EE3916"/>
    <w:rsid w:val="00EE3C17"/>
    <w:rsid w:val="00EE57C5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277"/>
    <w:rsid w:val="00F5199C"/>
    <w:rsid w:val="00F53F91"/>
    <w:rsid w:val="00F609E9"/>
    <w:rsid w:val="00F6353D"/>
    <w:rsid w:val="00F63699"/>
    <w:rsid w:val="00F66AD8"/>
    <w:rsid w:val="00F71A8F"/>
    <w:rsid w:val="00F71BD8"/>
    <w:rsid w:val="00F82581"/>
    <w:rsid w:val="00F84122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B72D1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9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AA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E0AA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0AA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2F7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49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E4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TableGrid">
    <w:name w:val="Table Grid"/>
    <w:basedOn w:val="TableNormal"/>
    <w:uiPriority w:val="99"/>
    <w:rsid w:val="00F97F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C52ED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uiPriority w:val="99"/>
    <w:rsid w:val="00F12FFD"/>
  </w:style>
  <w:style w:type="character" w:customStyle="1" w:styleId="apple-style-span">
    <w:name w:val="apple-style-span"/>
    <w:basedOn w:val="DefaultParagraphFont"/>
    <w:uiPriority w:val="99"/>
    <w:rsid w:val="0054123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1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5ABC"/>
    <w:rPr>
      <w:rFonts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BBEFCFA7B0B8FD98F2BA29DB2E57AEBE3CDAF6DA77F7F857B67F37695E1C85FC0AF4F7330956290450BBDX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ADEA40FAFB9B375A5BF317621A487D6A6F603629DD274FB8AAC02EFFE29F30E9FB2BBEB7EBDD1EQ7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3</Pages>
  <Words>754</Words>
  <Characters>4298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semenov</dc:creator>
  <cp:keywords/>
  <dc:description/>
  <cp:lastModifiedBy>Пользователь</cp:lastModifiedBy>
  <cp:revision>29</cp:revision>
  <cp:lastPrinted>2017-09-20T10:19:00Z</cp:lastPrinted>
  <dcterms:created xsi:type="dcterms:W3CDTF">2017-09-05T13:22:00Z</dcterms:created>
  <dcterms:modified xsi:type="dcterms:W3CDTF">2017-09-29T07:31:00Z</dcterms:modified>
</cp:coreProperties>
</file>