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AC" w:rsidRPr="00C37EF9" w:rsidRDefault="002F69AC" w:rsidP="0050380E">
      <w:pPr>
        <w:spacing w:line="264" w:lineRule="auto"/>
        <w:jc w:val="center"/>
        <w:rPr>
          <w:b/>
        </w:rPr>
      </w:pPr>
      <w:r>
        <w:rPr>
          <w:b/>
        </w:rPr>
        <w:t>ЗАКОН УЛЬЯНОВСКОЙ ОБЛАСТИ</w:t>
      </w:r>
    </w:p>
    <w:p w:rsidR="002F69AC" w:rsidRPr="00335C2D" w:rsidRDefault="002F69AC" w:rsidP="0050380E">
      <w:pPr>
        <w:spacing w:line="264" w:lineRule="auto"/>
        <w:jc w:val="center"/>
        <w:rPr>
          <w:b/>
        </w:rPr>
      </w:pPr>
    </w:p>
    <w:p w:rsidR="002F69AC" w:rsidRPr="00C37EF9" w:rsidRDefault="002F69AC" w:rsidP="0050380E">
      <w:pPr>
        <w:spacing w:line="264" w:lineRule="auto"/>
        <w:jc w:val="center"/>
        <w:rPr>
          <w:b/>
          <w:sz w:val="32"/>
        </w:rPr>
      </w:pPr>
    </w:p>
    <w:p w:rsidR="002F69AC" w:rsidRPr="00384105" w:rsidRDefault="002F69AC" w:rsidP="008B1F97">
      <w:pPr>
        <w:spacing w:line="264" w:lineRule="auto"/>
        <w:jc w:val="center"/>
        <w:rPr>
          <w:b/>
          <w:sz w:val="36"/>
        </w:rPr>
      </w:pPr>
    </w:p>
    <w:p w:rsidR="002F69AC" w:rsidRDefault="002F69AC" w:rsidP="00E449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ия в статью 2</w:t>
      </w:r>
      <w:r w:rsidRPr="00E06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E061F4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</w:p>
    <w:p w:rsidR="002F69AC" w:rsidRPr="00E97457" w:rsidRDefault="002F69AC" w:rsidP="00E4491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7457">
        <w:rPr>
          <w:b/>
        </w:rPr>
        <w:t>«О транспортном налоге в Ульяновской области»</w:t>
      </w:r>
    </w:p>
    <w:p w:rsidR="002F69AC" w:rsidRPr="00C37EF9" w:rsidRDefault="002F69AC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F69AC" w:rsidRPr="008C043F" w:rsidRDefault="002F69AC" w:rsidP="008C04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043F"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20 сентября 2017 года</w:t>
      </w:r>
    </w:p>
    <w:p w:rsidR="002F69AC" w:rsidRPr="00C37EF9" w:rsidRDefault="002F69AC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F69AC" w:rsidRPr="00F16B81" w:rsidRDefault="002F69AC" w:rsidP="00663FF2">
      <w:pPr>
        <w:jc w:val="center"/>
        <w:rPr>
          <w:b/>
          <w:sz w:val="2"/>
        </w:rPr>
      </w:pPr>
    </w:p>
    <w:p w:rsidR="002F69AC" w:rsidRDefault="002F69AC" w:rsidP="00D43221">
      <w:pPr>
        <w:ind w:firstLine="709"/>
        <w:rPr>
          <w:b/>
        </w:rPr>
      </w:pPr>
      <w:r w:rsidRPr="00FE4D7F">
        <w:rPr>
          <w:b/>
        </w:rPr>
        <w:t>Статья 1</w:t>
      </w:r>
    </w:p>
    <w:p w:rsidR="002F69AC" w:rsidRDefault="002F69AC" w:rsidP="00D43221">
      <w:pPr>
        <w:rPr>
          <w:b/>
        </w:rPr>
      </w:pPr>
    </w:p>
    <w:p w:rsidR="002F69AC" w:rsidRDefault="002F69AC" w:rsidP="00D43221">
      <w:pPr>
        <w:rPr>
          <w:b/>
        </w:rPr>
      </w:pPr>
    </w:p>
    <w:p w:rsidR="002F69AC" w:rsidRPr="00F65DF7" w:rsidRDefault="002F69AC" w:rsidP="00F60543">
      <w:pPr>
        <w:pStyle w:val="a"/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65DF7">
        <w:rPr>
          <w:rFonts w:ascii="Times New Roman" w:hAnsi="Times New Roman"/>
          <w:spacing w:val="-4"/>
          <w:sz w:val="28"/>
          <w:szCs w:val="28"/>
        </w:rPr>
        <w:t xml:space="preserve">Внести в таблицу статьи 2 Закона Ульяновской области от 6 сентября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/>
          <w:spacing w:val="-4"/>
          <w:sz w:val="28"/>
          <w:szCs w:val="28"/>
        </w:rPr>
        <w:t xml:space="preserve">2007 года </w:t>
      </w:r>
      <w:r>
        <w:rPr>
          <w:rFonts w:ascii="Times New Roman" w:hAnsi="Times New Roman"/>
          <w:spacing w:val="-4"/>
          <w:sz w:val="28"/>
          <w:szCs w:val="28"/>
        </w:rPr>
        <w:t>№ 130-ЗО</w:t>
      </w:r>
      <w:r w:rsidRPr="00F65DF7">
        <w:rPr>
          <w:rFonts w:ascii="Times New Roman" w:hAnsi="Times New Roman"/>
          <w:spacing w:val="-4"/>
          <w:sz w:val="28"/>
          <w:szCs w:val="28"/>
        </w:rPr>
        <w:t xml:space="preserve"> «О транспортном налоге в Ульяновской области» («Ульяновская правда» от 08.09.2007 № 76; от 22.08.2008 № 68; от 11.11.2009 № 90; от 06.10.2010 № 81; от 17.12.2010 № 103; от 06.04.2011 № 36; от 11.05.2011 № 50;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/>
          <w:spacing w:val="-4"/>
          <w:sz w:val="28"/>
          <w:szCs w:val="28"/>
        </w:rPr>
        <w:t xml:space="preserve">от 12.08.2011 № 89; от 12.10.2011 № 115; </w:t>
      </w:r>
      <w:r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от 02.03.2012 № 22; от 08.06.2012 № 59;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от 05.10.2012 № 109; от 30.11.2012 № 133; от 06.03.2013 № 25; от 19.08.2013 № 97;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от 07.09.2013 № 109; от 31.03.2014 № 45; от 10.07.2014 № 98; от 10.11.2014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 w:cs="Times New Roman"/>
          <w:spacing w:val="-4"/>
          <w:sz w:val="28"/>
          <w:szCs w:val="28"/>
        </w:rPr>
        <w:t>№ 163-164; от 05.03.2015 № 28; от 05.10.2015 № 139; от 06.06.2016 № 75-76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  <w:r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F65DF7">
        <w:rPr>
          <w:rStyle w:val="Strong"/>
          <w:rFonts w:ascii="Times New Roman" w:hAnsi="Times New Roman"/>
          <w:b w:val="0"/>
          <w:color w:val="000000"/>
          <w:spacing w:val="-4"/>
          <w:sz w:val="28"/>
          <w:szCs w:val="20"/>
          <w:shd w:val="clear" w:color="auto" w:fill="FFFFFF"/>
        </w:rPr>
        <w:t>от 04.10.2016 № 118</w:t>
      </w:r>
      <w:r w:rsidRPr="00F65DF7">
        <w:rPr>
          <w:rFonts w:ascii="Times New Roman" w:hAnsi="Times New Roman"/>
          <w:spacing w:val="-4"/>
          <w:sz w:val="28"/>
          <w:szCs w:val="28"/>
        </w:rPr>
        <w:t>) изменение, изложив её в следующей редакции: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8647"/>
        <w:gridCol w:w="1276"/>
      </w:tblGrid>
      <w:tr w:rsidR="002F69AC" w:rsidRPr="00F65DF7" w:rsidTr="008B1F97">
        <w:trPr>
          <w:trHeight w:val="807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2F69AC" w:rsidRPr="00AF385C" w:rsidRDefault="002F69AC" w:rsidP="002D3341">
            <w:pPr>
              <w:jc w:val="center"/>
            </w:pPr>
            <w:r w:rsidRPr="00AF385C">
              <w:t>«</w:t>
            </w:r>
          </w:p>
        </w:tc>
        <w:tc>
          <w:tcPr>
            <w:tcW w:w="8647" w:type="dxa"/>
            <w:tcBorders>
              <w:bottom w:val="nil"/>
            </w:tcBorders>
            <w:vAlign w:val="center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Наименование объекта налогообложения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2F69AC" w:rsidRPr="00F65DF7" w:rsidRDefault="002F69AC" w:rsidP="002D3341">
            <w:pPr>
              <w:ind w:left="-108" w:right="-144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Налоговая ставка</w:t>
            </w:r>
          </w:p>
          <w:p w:rsidR="002F69AC" w:rsidRPr="00F65DF7" w:rsidRDefault="002F69AC" w:rsidP="002D3341">
            <w:pPr>
              <w:ind w:left="-108" w:right="-144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(в рублях)</w:t>
            </w:r>
          </w:p>
        </w:tc>
      </w:tr>
    </w:tbl>
    <w:p w:rsidR="002F69AC" w:rsidRPr="00F65DF7" w:rsidRDefault="002F69AC" w:rsidP="0001289F">
      <w:pPr>
        <w:spacing w:line="14" w:lineRule="auto"/>
        <w:rPr>
          <w:sz w:val="26"/>
          <w:szCs w:val="26"/>
        </w:rPr>
      </w:pPr>
    </w:p>
    <w:tbl>
      <w:tblPr>
        <w:tblW w:w="10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47"/>
        <w:gridCol w:w="1276"/>
        <w:gridCol w:w="576"/>
      </w:tblGrid>
      <w:tr w:rsidR="002F69AC" w:rsidRPr="00F65DF7" w:rsidTr="008B1F97">
        <w:trPr>
          <w:gridAfter w:val="1"/>
          <w:wAfter w:w="576" w:type="dxa"/>
          <w:trHeight w:val="407"/>
          <w:tblHeader/>
        </w:trPr>
        <w:tc>
          <w:tcPr>
            <w:tcW w:w="8647" w:type="dxa"/>
            <w:vAlign w:val="center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2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Автомобили легковые  с  мощностью двигателя (с каждой лошадиной силы):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(до 73,55 кВт) включительно  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F65DF7">
                <w:rPr>
                  <w:sz w:val="26"/>
                  <w:szCs w:val="26"/>
                </w:rPr>
                <w:t>150 л</w:t>
              </w:r>
            </w:smartTag>
            <w:r w:rsidRPr="00F65DF7">
              <w:rPr>
                <w:sz w:val="26"/>
                <w:szCs w:val="26"/>
              </w:rPr>
              <w:t>. с. (свыше 73,55 кВт до 110,33 кВт) включительно</w:t>
            </w:r>
          </w:p>
          <w:p w:rsidR="002F69AC" w:rsidRPr="00AF3FCB" w:rsidRDefault="002F69AC" w:rsidP="00F65DF7">
            <w:pPr>
              <w:widowControl w:val="0"/>
              <w:rPr>
                <w:spacing w:val="-4"/>
                <w:sz w:val="26"/>
                <w:szCs w:val="26"/>
              </w:rPr>
            </w:pPr>
            <w:r w:rsidRPr="00AF3FCB">
              <w:rPr>
                <w:spacing w:val="-4"/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AF3FCB">
                <w:rPr>
                  <w:spacing w:val="-4"/>
                  <w:sz w:val="26"/>
                  <w:szCs w:val="26"/>
                </w:rPr>
                <w:t>150 л</w:t>
              </w:r>
            </w:smartTag>
            <w:r w:rsidRPr="00AF3FCB">
              <w:rPr>
                <w:spacing w:val="-4"/>
                <w:sz w:val="26"/>
                <w:szCs w:val="26"/>
              </w:rPr>
              <w:t>. с. до 200  л. с. (свыше 110,33 кВт  до  147,1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65DF7">
                <w:rPr>
                  <w:sz w:val="26"/>
                  <w:szCs w:val="26"/>
                </w:rPr>
                <w:t>200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65DF7">
                <w:rPr>
                  <w:sz w:val="26"/>
                  <w:szCs w:val="26"/>
                </w:rPr>
                <w:t>250 л</w:t>
              </w:r>
            </w:smartTag>
            <w:r w:rsidRPr="00F65DF7">
              <w:rPr>
                <w:sz w:val="26"/>
                <w:szCs w:val="26"/>
              </w:rPr>
              <w:t>. с. (свыше 147,1 кВт до 183,9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65DF7">
                <w:rPr>
                  <w:sz w:val="26"/>
                  <w:szCs w:val="26"/>
                </w:rPr>
                <w:t>250 л</w:t>
              </w:r>
            </w:smartTag>
            <w:r w:rsidRPr="00F65DF7">
              <w:rPr>
                <w:sz w:val="26"/>
                <w:szCs w:val="26"/>
              </w:rPr>
              <w:t>. с. (свыше 183,9 кВт)</w:t>
            </w:r>
          </w:p>
        </w:tc>
        <w:tc>
          <w:tcPr>
            <w:tcW w:w="1276" w:type="dxa"/>
          </w:tcPr>
          <w:p w:rsidR="002F69AC" w:rsidRDefault="002F69AC" w:rsidP="00F65DF7">
            <w:pPr>
              <w:widowControl w:val="0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12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30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bookmarkStart w:id="0" w:name="_GoBack"/>
            <w:bookmarkEnd w:id="0"/>
            <w:r w:rsidRPr="00F65DF7">
              <w:rPr>
                <w:sz w:val="26"/>
                <w:szCs w:val="26"/>
                <w:lang w:val="en-US"/>
              </w:rPr>
              <w:t>45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70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  <w:lang w:val="en-US"/>
              </w:rPr>
              <w:t>1</w:t>
            </w:r>
            <w:r w:rsidRPr="00F65DF7">
              <w:rPr>
                <w:sz w:val="26"/>
                <w:szCs w:val="26"/>
              </w:rPr>
              <w:t>30</w:t>
            </w:r>
          </w:p>
        </w:tc>
      </w:tr>
      <w:tr w:rsidR="002F69AC" w:rsidRPr="00F65DF7" w:rsidTr="008B1F97">
        <w:trPr>
          <w:gridAfter w:val="1"/>
          <w:wAfter w:w="576" w:type="dxa"/>
          <w:trHeight w:val="77"/>
        </w:trPr>
        <w:tc>
          <w:tcPr>
            <w:tcW w:w="8647" w:type="dxa"/>
          </w:tcPr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Мотоциклы и мотороллеры с мощностью двигателя (с каждой лошадиной силы):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F65DF7">
                <w:rPr>
                  <w:sz w:val="26"/>
                  <w:szCs w:val="26"/>
                </w:rPr>
                <w:t>20 л</w:t>
              </w:r>
            </w:smartTag>
            <w:r w:rsidRPr="00F65DF7">
              <w:rPr>
                <w:sz w:val="26"/>
                <w:szCs w:val="26"/>
              </w:rPr>
              <w:t>. с. (до 14,7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F65DF7">
                <w:rPr>
                  <w:sz w:val="26"/>
                  <w:szCs w:val="26"/>
                </w:rPr>
                <w:t>20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F65DF7">
                <w:rPr>
                  <w:sz w:val="26"/>
                  <w:szCs w:val="26"/>
                </w:rPr>
                <w:t>35 л</w:t>
              </w:r>
            </w:smartTag>
            <w:r w:rsidRPr="00F65DF7">
              <w:rPr>
                <w:sz w:val="26"/>
                <w:szCs w:val="26"/>
              </w:rPr>
              <w:t>. с. (свыше 14,7 кВт до 25,74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F65DF7">
                <w:rPr>
                  <w:sz w:val="26"/>
                  <w:szCs w:val="26"/>
                </w:rPr>
                <w:t>35 л</w:t>
              </w:r>
            </w:smartTag>
            <w:r w:rsidRPr="00F65DF7">
              <w:rPr>
                <w:sz w:val="26"/>
                <w:szCs w:val="26"/>
              </w:rPr>
              <w:t>. с. (свыше 25,74 кВт)</w:t>
            </w:r>
          </w:p>
        </w:tc>
        <w:tc>
          <w:tcPr>
            <w:tcW w:w="1276" w:type="dxa"/>
          </w:tcPr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10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30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Автобусы с мощностью двигателя (с каждой лошадиной силы):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65DF7">
                <w:rPr>
                  <w:sz w:val="26"/>
                  <w:szCs w:val="26"/>
                </w:rPr>
                <w:t>200 л</w:t>
              </w:r>
            </w:smartTag>
            <w:r w:rsidRPr="00F65DF7">
              <w:rPr>
                <w:sz w:val="26"/>
                <w:szCs w:val="26"/>
              </w:rPr>
              <w:t>. с. (до 147,1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65DF7">
                <w:rPr>
                  <w:sz w:val="26"/>
                  <w:szCs w:val="26"/>
                </w:rPr>
                <w:t>200 л</w:t>
              </w:r>
            </w:smartTag>
            <w:r w:rsidRPr="00F65DF7">
              <w:rPr>
                <w:sz w:val="26"/>
                <w:szCs w:val="26"/>
              </w:rPr>
              <w:t xml:space="preserve">. с. (свыше 147,1 кВт) </w:t>
            </w:r>
          </w:p>
        </w:tc>
        <w:tc>
          <w:tcPr>
            <w:tcW w:w="1276" w:type="dxa"/>
          </w:tcPr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30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50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2A3315" w:rsidRDefault="002F69AC" w:rsidP="00F65DF7">
            <w:pPr>
              <w:widowControl w:val="0"/>
              <w:rPr>
                <w:spacing w:val="-4"/>
                <w:sz w:val="26"/>
                <w:szCs w:val="26"/>
              </w:rPr>
            </w:pPr>
            <w:r w:rsidRPr="002A3315">
              <w:rPr>
                <w:spacing w:val="-4"/>
                <w:sz w:val="26"/>
                <w:szCs w:val="26"/>
              </w:rPr>
              <w:t>Автомобили грузовые с мощностью двигателя (с каждой лошадиной силы):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>. с. (до 73,55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F65DF7">
                <w:rPr>
                  <w:sz w:val="26"/>
                  <w:szCs w:val="26"/>
                </w:rPr>
                <w:t>150 л</w:t>
              </w:r>
            </w:smartTag>
            <w:r w:rsidRPr="00F65DF7">
              <w:rPr>
                <w:sz w:val="26"/>
                <w:szCs w:val="26"/>
              </w:rPr>
              <w:t>. с. (свыше 73,55 кВт до 110,33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F65DF7">
                <w:rPr>
                  <w:sz w:val="26"/>
                  <w:szCs w:val="26"/>
                </w:rPr>
                <w:t>150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65DF7">
                <w:rPr>
                  <w:sz w:val="26"/>
                  <w:szCs w:val="26"/>
                </w:rPr>
                <w:t>200 л</w:t>
              </w:r>
            </w:smartTag>
            <w:r w:rsidRPr="00F65DF7">
              <w:rPr>
                <w:sz w:val="26"/>
                <w:szCs w:val="26"/>
              </w:rPr>
              <w:t>. с. (свыше 110,33 кВт до 147,1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65DF7">
                <w:rPr>
                  <w:sz w:val="26"/>
                  <w:szCs w:val="26"/>
                </w:rPr>
                <w:t>200 л</w:t>
              </w:r>
            </w:smartTag>
            <w:r w:rsidRPr="00F65DF7">
              <w:rPr>
                <w:sz w:val="26"/>
                <w:szCs w:val="26"/>
              </w:rPr>
              <w:t xml:space="preserve">. с. до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65DF7">
                <w:rPr>
                  <w:sz w:val="26"/>
                  <w:szCs w:val="26"/>
                </w:rPr>
                <w:t>250 л</w:t>
              </w:r>
            </w:smartTag>
            <w:r w:rsidRPr="00F65DF7">
              <w:rPr>
                <w:sz w:val="26"/>
                <w:szCs w:val="26"/>
              </w:rPr>
              <w:t>. с. (свыше 147,1 кВт до 183,9 кВт) включительно</w:t>
            </w:r>
          </w:p>
          <w:p w:rsidR="002F69AC" w:rsidRPr="00F65DF7" w:rsidRDefault="002F69A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65DF7">
                <w:rPr>
                  <w:sz w:val="26"/>
                  <w:szCs w:val="26"/>
                </w:rPr>
                <w:t>250 л</w:t>
              </w:r>
            </w:smartTag>
            <w:r w:rsidRPr="00F65DF7">
              <w:rPr>
                <w:sz w:val="26"/>
                <w:szCs w:val="26"/>
              </w:rPr>
              <w:t>. с. (свыше 183,9 кВт)</w:t>
            </w:r>
          </w:p>
        </w:tc>
        <w:tc>
          <w:tcPr>
            <w:tcW w:w="1276" w:type="dxa"/>
          </w:tcPr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25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40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45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65</w:t>
            </w:r>
          </w:p>
          <w:p w:rsidR="002F69AC" w:rsidRPr="00F65DF7" w:rsidRDefault="002F69A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85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Другие самоходные транспортные средства, машины и механизмы </w:t>
            </w:r>
            <w:r>
              <w:rPr>
                <w:sz w:val="26"/>
                <w:szCs w:val="26"/>
              </w:rPr>
              <w:br/>
            </w:r>
            <w:r w:rsidRPr="00F65DF7">
              <w:rPr>
                <w:sz w:val="26"/>
                <w:szCs w:val="26"/>
              </w:rPr>
              <w:t xml:space="preserve">на пневматическом и гусеничном ходу (с каждой  лошадиной силы)  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934A57" w:rsidRDefault="002F69AC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25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Снегоходы, мотосани с мощностью двигателя (с каждой лошадиной силы):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F65DF7">
                <w:rPr>
                  <w:sz w:val="26"/>
                  <w:szCs w:val="26"/>
                </w:rPr>
                <w:t>50 л</w:t>
              </w:r>
            </w:smartTag>
            <w:r w:rsidRPr="00F65DF7">
              <w:rPr>
                <w:sz w:val="26"/>
                <w:szCs w:val="26"/>
              </w:rPr>
              <w:t>. с. (до 36,77 кВт) включительно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F65DF7">
                <w:rPr>
                  <w:sz w:val="26"/>
                  <w:szCs w:val="26"/>
                </w:rPr>
                <w:t>50 л</w:t>
              </w:r>
            </w:smartTag>
            <w:r w:rsidRPr="00F65DF7">
              <w:rPr>
                <w:sz w:val="26"/>
                <w:szCs w:val="26"/>
              </w:rPr>
              <w:t xml:space="preserve">. с. (свыше 36,77 кВт)  </w:t>
            </w:r>
          </w:p>
        </w:tc>
        <w:tc>
          <w:tcPr>
            <w:tcW w:w="1276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20</w:t>
            </w: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4</w:t>
            </w:r>
            <w:r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Катера, моторные лодки и другие водные транспортные средства </w:t>
            </w:r>
            <w:r>
              <w:rPr>
                <w:sz w:val="26"/>
                <w:szCs w:val="26"/>
              </w:rPr>
              <w:br/>
            </w:r>
            <w:r w:rsidRPr="00F65DF7">
              <w:rPr>
                <w:sz w:val="26"/>
                <w:szCs w:val="26"/>
              </w:rPr>
              <w:t>с мощностью двигателя (с каждой лошадиной силы):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>. с. (до 73,55 кВт) включительно</w:t>
            </w:r>
          </w:p>
          <w:p w:rsidR="002F69AC" w:rsidRPr="00F65DF7" w:rsidRDefault="002F69AC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(свыше 73,55 кВт) </w:t>
            </w:r>
          </w:p>
        </w:tc>
        <w:tc>
          <w:tcPr>
            <w:tcW w:w="1276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</w:p>
          <w:p w:rsidR="002F69AC" w:rsidRPr="00934A57" w:rsidRDefault="002F69AC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30</w:t>
            </w: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85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Яхты и другие парусно-моторные суда с мощностью двигателя (с каждой лошадиной силы):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>. с. (до 73,55 кВт) включительно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(свыше 73,55 кВт)  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60</w:t>
            </w:r>
          </w:p>
          <w:p w:rsidR="002F69AC" w:rsidRPr="00F65DF7" w:rsidRDefault="002F69AC" w:rsidP="0012028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</w:t>
            </w:r>
            <w:r w:rsidRPr="00F65DF7">
              <w:rPr>
                <w:sz w:val="26"/>
                <w:szCs w:val="26"/>
              </w:rPr>
              <w:t>8</w:t>
            </w:r>
            <w:r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Гидроциклы с мощностью двигателя (с каждой лошадиной силы):  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 xml:space="preserve">. с. (до 73,55 кВт) включительно  </w:t>
            </w:r>
          </w:p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65DF7">
                <w:rPr>
                  <w:sz w:val="26"/>
                  <w:szCs w:val="26"/>
                </w:rPr>
                <w:t>100 л</w:t>
              </w:r>
            </w:smartTag>
            <w:r w:rsidRPr="00F65DF7">
              <w:rPr>
                <w:sz w:val="26"/>
                <w:szCs w:val="26"/>
              </w:rPr>
              <w:t>. с. (свыше 73,55 кВт)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80</w:t>
            </w: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20</w:t>
            </w:r>
            <w:r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934A57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Несамоходные (буксируемые) суда, для которых определяется</w:t>
            </w:r>
            <w:r>
              <w:rPr>
                <w:sz w:val="26"/>
                <w:szCs w:val="26"/>
              </w:rPr>
              <w:t xml:space="preserve"> </w:t>
            </w:r>
            <w:r w:rsidRPr="00F65DF7">
              <w:rPr>
                <w:sz w:val="26"/>
                <w:szCs w:val="26"/>
              </w:rPr>
              <w:t xml:space="preserve">валовая вместимость (с каждой регистровой тонны валовой вместимости)   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80</w:t>
            </w:r>
          </w:p>
        </w:tc>
      </w:tr>
      <w:tr w:rsidR="002F69AC" w:rsidRPr="00F65DF7" w:rsidTr="008B1F97">
        <w:trPr>
          <w:gridAfter w:val="1"/>
          <w:wAfter w:w="576" w:type="dxa"/>
          <w:trHeight w:val="343"/>
        </w:trPr>
        <w:tc>
          <w:tcPr>
            <w:tcW w:w="8647" w:type="dxa"/>
          </w:tcPr>
          <w:p w:rsidR="002F69AC" w:rsidRPr="00F65DF7" w:rsidRDefault="002F69AC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Самолёты, вертолёты и иные воздушные суда, имеющие двигатели </w:t>
            </w:r>
            <w:r>
              <w:rPr>
                <w:sz w:val="26"/>
                <w:szCs w:val="26"/>
              </w:rPr>
              <w:br/>
            </w:r>
            <w:r w:rsidRPr="00F65DF7">
              <w:rPr>
                <w:sz w:val="26"/>
                <w:szCs w:val="26"/>
              </w:rPr>
              <w:t xml:space="preserve">(с каждой лошадиной силы)  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934A57" w:rsidRDefault="002F69AC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60</w:t>
            </w:r>
          </w:p>
        </w:tc>
      </w:tr>
      <w:tr w:rsidR="002F69AC" w:rsidRPr="00F65DF7" w:rsidTr="008B1F97">
        <w:trPr>
          <w:gridAfter w:val="1"/>
          <w:wAfter w:w="576" w:type="dxa"/>
        </w:trPr>
        <w:tc>
          <w:tcPr>
            <w:tcW w:w="8647" w:type="dxa"/>
          </w:tcPr>
          <w:p w:rsidR="002F69AC" w:rsidRPr="00F65DF7" w:rsidRDefault="002F69AC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Самолёты, имеющие реактивные двигатели (с каждого килограмма </w:t>
            </w:r>
            <w:r>
              <w:rPr>
                <w:sz w:val="26"/>
                <w:szCs w:val="26"/>
              </w:rPr>
              <w:br/>
            </w:r>
            <w:r w:rsidRPr="00F65DF7">
              <w:rPr>
                <w:sz w:val="26"/>
                <w:szCs w:val="26"/>
              </w:rPr>
              <w:t>силы тяги)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934A57" w:rsidRDefault="002F69AC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50</w:t>
            </w:r>
          </w:p>
        </w:tc>
      </w:tr>
      <w:tr w:rsidR="002F69AC" w:rsidRPr="00F65DF7" w:rsidTr="008B1F97">
        <w:tc>
          <w:tcPr>
            <w:tcW w:w="8647" w:type="dxa"/>
          </w:tcPr>
          <w:p w:rsidR="002F69AC" w:rsidRPr="00F65DF7" w:rsidRDefault="002F69AC" w:rsidP="00A159B4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Другие водные и воздушные транспортные средства, не имеющие двигателей (с единицы транспортного средства)   </w:t>
            </w:r>
          </w:p>
        </w:tc>
        <w:tc>
          <w:tcPr>
            <w:tcW w:w="1276" w:type="dxa"/>
          </w:tcPr>
          <w:p w:rsidR="002F69AC" w:rsidRPr="00F65DF7" w:rsidRDefault="002F69AC" w:rsidP="002D3341">
            <w:pPr>
              <w:jc w:val="center"/>
              <w:rPr>
                <w:sz w:val="26"/>
                <w:szCs w:val="26"/>
              </w:rPr>
            </w:pPr>
          </w:p>
          <w:p w:rsidR="002F69AC" w:rsidRPr="00F65DF7" w:rsidRDefault="002F69AC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700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 w:rsidR="002F69AC" w:rsidRPr="00F65DF7" w:rsidRDefault="002F69AC">
            <w:pPr>
              <w:rPr>
                <w:sz w:val="26"/>
                <w:szCs w:val="26"/>
              </w:rPr>
            </w:pPr>
          </w:p>
          <w:p w:rsidR="002F69AC" w:rsidRPr="0050265D" w:rsidRDefault="002F69AC" w:rsidP="00A6181C">
            <w:r w:rsidRPr="0050265D">
              <w:t>».</w:t>
            </w:r>
          </w:p>
        </w:tc>
      </w:tr>
    </w:tbl>
    <w:p w:rsidR="002F69AC" w:rsidRPr="002A3315" w:rsidRDefault="002F69AC" w:rsidP="00CC12A4">
      <w:pPr>
        <w:autoSpaceDE w:val="0"/>
        <w:autoSpaceDN w:val="0"/>
        <w:adjustRightInd w:val="0"/>
        <w:jc w:val="both"/>
        <w:rPr>
          <w:b/>
        </w:rPr>
      </w:pPr>
    </w:p>
    <w:p w:rsidR="002F69AC" w:rsidRDefault="002F69AC" w:rsidP="00CC12A4">
      <w:pPr>
        <w:autoSpaceDE w:val="0"/>
        <w:autoSpaceDN w:val="0"/>
        <w:adjustRightInd w:val="0"/>
        <w:jc w:val="both"/>
        <w:rPr>
          <w:b/>
        </w:rPr>
      </w:pPr>
    </w:p>
    <w:p w:rsidR="002F69AC" w:rsidRDefault="002F69AC" w:rsidP="00C859B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2F69AC" w:rsidRDefault="002F69AC" w:rsidP="00C81020">
      <w:pPr>
        <w:autoSpaceDE w:val="0"/>
        <w:autoSpaceDN w:val="0"/>
        <w:adjustRightInd w:val="0"/>
        <w:jc w:val="both"/>
        <w:rPr>
          <w:b/>
        </w:rPr>
      </w:pPr>
    </w:p>
    <w:p w:rsidR="002F69AC" w:rsidRPr="002A3315" w:rsidRDefault="002F69AC" w:rsidP="00C81020">
      <w:pPr>
        <w:autoSpaceDE w:val="0"/>
        <w:autoSpaceDN w:val="0"/>
        <w:adjustRightInd w:val="0"/>
        <w:jc w:val="both"/>
        <w:rPr>
          <w:b/>
        </w:rPr>
      </w:pPr>
    </w:p>
    <w:p w:rsidR="002F69AC" w:rsidRDefault="002F69AC" w:rsidP="00C859BA">
      <w:pPr>
        <w:ind w:firstLine="709"/>
      </w:pPr>
      <w:r w:rsidRPr="00B263C9">
        <w:rPr>
          <w:color w:val="000000"/>
        </w:rPr>
        <w:t>Настоящий Закон вступает в силу с 1 января 20</w:t>
      </w:r>
      <w:r>
        <w:rPr>
          <w:color w:val="000000"/>
        </w:rPr>
        <w:t>18</w:t>
      </w:r>
      <w:r w:rsidRPr="00B263C9">
        <w:rPr>
          <w:color w:val="000000"/>
        </w:rPr>
        <w:t xml:space="preserve"> года.</w:t>
      </w:r>
    </w:p>
    <w:p w:rsidR="002F69AC" w:rsidRPr="00270E1F" w:rsidRDefault="002F69AC" w:rsidP="00663FF2">
      <w:pPr>
        <w:pStyle w:val="BodyText"/>
        <w:ind w:right="0"/>
        <w:rPr>
          <w:bCs w:val="0"/>
          <w:sz w:val="24"/>
          <w:szCs w:val="28"/>
        </w:rPr>
      </w:pPr>
    </w:p>
    <w:p w:rsidR="002F69AC" w:rsidRDefault="002F69AC" w:rsidP="00663FF2">
      <w:pPr>
        <w:pStyle w:val="BodyText"/>
        <w:ind w:right="0"/>
        <w:rPr>
          <w:szCs w:val="28"/>
        </w:rPr>
      </w:pPr>
    </w:p>
    <w:p w:rsidR="002F69AC" w:rsidRDefault="002F69AC" w:rsidP="00663FF2">
      <w:pPr>
        <w:pStyle w:val="BodyText"/>
        <w:ind w:right="0"/>
        <w:rPr>
          <w:szCs w:val="28"/>
        </w:rPr>
      </w:pPr>
    </w:p>
    <w:p w:rsidR="002F69AC" w:rsidRPr="00D34C13" w:rsidRDefault="002F69AC" w:rsidP="00663FF2">
      <w:pPr>
        <w:pStyle w:val="BodyText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          </w:t>
      </w:r>
      <w:r w:rsidRPr="00D34C13">
        <w:rPr>
          <w:b/>
          <w:szCs w:val="28"/>
        </w:rPr>
        <w:t>С.И.Морозов</w:t>
      </w:r>
    </w:p>
    <w:p w:rsidR="002F69AC" w:rsidRDefault="002F69AC" w:rsidP="00CC12A4"/>
    <w:p w:rsidR="002F69AC" w:rsidRPr="002A3315" w:rsidRDefault="002F69AC" w:rsidP="00663FF2">
      <w:pPr>
        <w:jc w:val="center"/>
        <w:rPr>
          <w:sz w:val="40"/>
        </w:rPr>
      </w:pPr>
    </w:p>
    <w:p w:rsidR="002F69AC" w:rsidRPr="00D34C13" w:rsidRDefault="002F69AC" w:rsidP="00663FF2">
      <w:pPr>
        <w:jc w:val="center"/>
      </w:pPr>
      <w:r w:rsidRPr="00D34C13">
        <w:t>г. Ульяновск</w:t>
      </w:r>
    </w:p>
    <w:p w:rsidR="002F69AC" w:rsidRPr="00D34C13" w:rsidRDefault="002F69AC" w:rsidP="001607ED">
      <w:pPr>
        <w:spacing w:line="312" w:lineRule="auto"/>
        <w:jc w:val="center"/>
      </w:pPr>
      <w: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D34C13">
          <w:t>201</w:t>
        </w:r>
        <w:r>
          <w:t>7</w:t>
        </w:r>
        <w:r w:rsidRPr="00D34C13">
          <w:t xml:space="preserve"> г</w:t>
        </w:r>
      </w:smartTag>
      <w:r w:rsidRPr="00D34C13">
        <w:t>.</w:t>
      </w:r>
    </w:p>
    <w:p w:rsidR="002F69AC" w:rsidRDefault="002F69AC" w:rsidP="006E6EF4">
      <w:pPr>
        <w:spacing w:line="312" w:lineRule="auto"/>
        <w:jc w:val="center"/>
      </w:pPr>
      <w:r>
        <w:t>№107-</w:t>
      </w:r>
      <w:r w:rsidRPr="00D34C13">
        <w:t>ЗО</w:t>
      </w:r>
    </w:p>
    <w:sectPr w:rsidR="002F69AC" w:rsidSect="008B1F97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9AC" w:rsidRDefault="002F69AC">
      <w:r>
        <w:separator/>
      </w:r>
    </w:p>
  </w:endnote>
  <w:endnote w:type="continuationSeparator" w:id="0">
    <w:p w:rsidR="002F69AC" w:rsidRDefault="002F6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AC" w:rsidRPr="00EA7891" w:rsidRDefault="002F69AC" w:rsidP="00141F2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1807ар1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9AC" w:rsidRDefault="002F69AC">
      <w:r>
        <w:separator/>
      </w:r>
    </w:p>
  </w:footnote>
  <w:footnote w:type="continuationSeparator" w:id="0">
    <w:p w:rsidR="002F69AC" w:rsidRDefault="002F6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AC" w:rsidRDefault="002F69AC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69AC" w:rsidRDefault="002F69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AC" w:rsidRDefault="002F69AC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41F29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47A85"/>
    <w:rsid w:val="00260B3F"/>
    <w:rsid w:val="00260CC9"/>
    <w:rsid w:val="00261C84"/>
    <w:rsid w:val="00270D66"/>
    <w:rsid w:val="00270E1F"/>
    <w:rsid w:val="002976BA"/>
    <w:rsid w:val="002A0A9F"/>
    <w:rsid w:val="002A3315"/>
    <w:rsid w:val="002A3AC7"/>
    <w:rsid w:val="002A602E"/>
    <w:rsid w:val="002B1BAD"/>
    <w:rsid w:val="002B69C7"/>
    <w:rsid w:val="002C3F0D"/>
    <w:rsid w:val="002D3341"/>
    <w:rsid w:val="002D66B9"/>
    <w:rsid w:val="002E75B6"/>
    <w:rsid w:val="002F3924"/>
    <w:rsid w:val="002F69AC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059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A3E34"/>
    <w:rsid w:val="004B0D99"/>
    <w:rsid w:val="004B21B3"/>
    <w:rsid w:val="004B39A9"/>
    <w:rsid w:val="004B5ACC"/>
    <w:rsid w:val="004B6177"/>
    <w:rsid w:val="004D2950"/>
    <w:rsid w:val="004D69DF"/>
    <w:rsid w:val="004E2B75"/>
    <w:rsid w:val="004F0910"/>
    <w:rsid w:val="004F546E"/>
    <w:rsid w:val="0050265D"/>
    <w:rsid w:val="0050380E"/>
    <w:rsid w:val="00535059"/>
    <w:rsid w:val="00544F49"/>
    <w:rsid w:val="00552A3D"/>
    <w:rsid w:val="005601A3"/>
    <w:rsid w:val="00560C7B"/>
    <w:rsid w:val="0058090D"/>
    <w:rsid w:val="005852D3"/>
    <w:rsid w:val="00594C28"/>
    <w:rsid w:val="005A3DCE"/>
    <w:rsid w:val="005A4A52"/>
    <w:rsid w:val="005A7C44"/>
    <w:rsid w:val="005B1CE4"/>
    <w:rsid w:val="005B36F5"/>
    <w:rsid w:val="005B3A25"/>
    <w:rsid w:val="005B7C4F"/>
    <w:rsid w:val="005C0FBF"/>
    <w:rsid w:val="00606BF6"/>
    <w:rsid w:val="006078D7"/>
    <w:rsid w:val="00616A1A"/>
    <w:rsid w:val="00617341"/>
    <w:rsid w:val="00617447"/>
    <w:rsid w:val="0062527E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72F20"/>
    <w:rsid w:val="00781E44"/>
    <w:rsid w:val="007B4509"/>
    <w:rsid w:val="007B58AF"/>
    <w:rsid w:val="007C2403"/>
    <w:rsid w:val="007C44DB"/>
    <w:rsid w:val="0080431B"/>
    <w:rsid w:val="0080431D"/>
    <w:rsid w:val="00806155"/>
    <w:rsid w:val="00857554"/>
    <w:rsid w:val="0087089C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43F"/>
    <w:rsid w:val="008C0653"/>
    <w:rsid w:val="008C55E5"/>
    <w:rsid w:val="008D27EB"/>
    <w:rsid w:val="008D32E2"/>
    <w:rsid w:val="008F1872"/>
    <w:rsid w:val="0090027F"/>
    <w:rsid w:val="00931508"/>
    <w:rsid w:val="00934A57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A355A"/>
    <w:rsid w:val="009A4478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5D04"/>
    <w:rsid w:val="00AF2484"/>
    <w:rsid w:val="00AF385C"/>
    <w:rsid w:val="00AF3FCB"/>
    <w:rsid w:val="00B01619"/>
    <w:rsid w:val="00B0713D"/>
    <w:rsid w:val="00B13C6E"/>
    <w:rsid w:val="00B13F8C"/>
    <w:rsid w:val="00B263C9"/>
    <w:rsid w:val="00B37833"/>
    <w:rsid w:val="00B41213"/>
    <w:rsid w:val="00B41720"/>
    <w:rsid w:val="00B55CE9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101C6"/>
    <w:rsid w:val="00C2453A"/>
    <w:rsid w:val="00C332C1"/>
    <w:rsid w:val="00C3449A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34C13"/>
    <w:rsid w:val="00D43221"/>
    <w:rsid w:val="00D72DE0"/>
    <w:rsid w:val="00D831B7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E6F5D"/>
    <w:rsid w:val="00DF5735"/>
    <w:rsid w:val="00DF7CEC"/>
    <w:rsid w:val="00E00E6D"/>
    <w:rsid w:val="00E02225"/>
    <w:rsid w:val="00E061F4"/>
    <w:rsid w:val="00E14942"/>
    <w:rsid w:val="00E1692C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602FE"/>
    <w:rsid w:val="00F60543"/>
    <w:rsid w:val="00F61B5A"/>
    <w:rsid w:val="00F65DF7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Times New Roman"/>
      <w:b/>
      <w:color w:val="26282F"/>
      <w:sz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3341"/>
    <w:rPr>
      <w:rFonts w:cs="Times New Roman"/>
      <w:sz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7447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CB0F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59B4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9A355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530</Words>
  <Characters>3025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Пользователь</cp:lastModifiedBy>
  <cp:revision>24</cp:revision>
  <cp:lastPrinted>2017-09-19T08:32:00Z</cp:lastPrinted>
  <dcterms:created xsi:type="dcterms:W3CDTF">2017-07-18T10:09:00Z</dcterms:created>
  <dcterms:modified xsi:type="dcterms:W3CDTF">2017-09-29T07:40:00Z</dcterms:modified>
</cp:coreProperties>
</file>