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E4" w:rsidRDefault="005C30E4" w:rsidP="004B34D5">
      <w:pPr>
        <w:spacing w:line="264" w:lineRule="auto"/>
      </w:pPr>
      <w:r>
        <w:t>ЗАКОН УЛЬЯНОВСКОЙ ОБЛАСТИ</w:t>
      </w:r>
    </w:p>
    <w:p w:rsidR="005C30E4" w:rsidRDefault="005C30E4" w:rsidP="004B34D5">
      <w:pPr>
        <w:spacing w:line="264" w:lineRule="auto"/>
        <w:rPr>
          <w:b/>
          <w:sz w:val="36"/>
        </w:rPr>
      </w:pPr>
    </w:p>
    <w:p w:rsidR="005C30E4" w:rsidRDefault="005C30E4" w:rsidP="004B34D5">
      <w:pPr>
        <w:spacing w:line="264" w:lineRule="auto"/>
        <w:rPr>
          <w:b/>
          <w:sz w:val="36"/>
        </w:rPr>
      </w:pPr>
    </w:p>
    <w:p w:rsidR="005C30E4" w:rsidRPr="002F3875" w:rsidRDefault="005C30E4" w:rsidP="002F3875">
      <w:pPr>
        <w:spacing w:line="264" w:lineRule="auto"/>
        <w:rPr>
          <w:b/>
          <w:sz w:val="24"/>
        </w:rPr>
      </w:pPr>
    </w:p>
    <w:p w:rsidR="005C30E4" w:rsidRDefault="005C30E4" w:rsidP="004B34D5">
      <w:pPr>
        <w:jc w:val="center"/>
        <w:rPr>
          <w:b/>
          <w:bCs/>
        </w:rPr>
      </w:pPr>
      <w:r>
        <w:rPr>
          <w:b/>
          <w:bCs/>
        </w:rPr>
        <w:t>О внесении изменения</w:t>
      </w:r>
      <w:r w:rsidRPr="00D06AE8">
        <w:rPr>
          <w:b/>
          <w:bCs/>
        </w:rPr>
        <w:t xml:space="preserve"> в </w:t>
      </w:r>
      <w:r>
        <w:rPr>
          <w:b/>
          <w:bCs/>
        </w:rPr>
        <w:t>статью 2 Закона Ульяновской области</w:t>
      </w:r>
    </w:p>
    <w:p w:rsidR="005C30E4" w:rsidRDefault="005C30E4" w:rsidP="00835BD2">
      <w:pPr>
        <w:jc w:val="center"/>
        <w:rPr>
          <w:b/>
          <w:bCs/>
        </w:rPr>
      </w:pPr>
      <w:r w:rsidRPr="00D06AE8">
        <w:rPr>
          <w:b/>
          <w:bCs/>
        </w:rPr>
        <w:t>«</w:t>
      </w:r>
      <w:r>
        <w:rPr>
          <w:b/>
          <w:bCs/>
        </w:rPr>
        <w:t>О дорожном фонде Ульяновской области</w:t>
      </w:r>
      <w:r w:rsidRPr="00D06AE8">
        <w:rPr>
          <w:b/>
          <w:bCs/>
        </w:rPr>
        <w:t>»</w:t>
      </w:r>
    </w:p>
    <w:p w:rsidR="005C30E4" w:rsidRDefault="005C30E4" w:rsidP="00835BD2">
      <w:pPr>
        <w:spacing w:line="360" w:lineRule="auto"/>
        <w:ind w:firstLine="709"/>
        <w:rPr>
          <w:b/>
        </w:rPr>
      </w:pPr>
    </w:p>
    <w:p w:rsidR="005C30E4" w:rsidRPr="007A7CB2" w:rsidRDefault="005C30E4" w:rsidP="00835BD2">
      <w:pPr>
        <w:spacing w:line="360" w:lineRule="auto"/>
        <w:ind w:firstLine="709"/>
        <w:rPr>
          <w:b/>
          <w:sz w:val="36"/>
        </w:rPr>
      </w:pPr>
    </w:p>
    <w:p w:rsidR="005C30E4" w:rsidRDefault="005C30E4" w:rsidP="002F3875">
      <w:pPr>
        <w:ind w:firstLine="709"/>
        <w:rPr>
          <w:b/>
        </w:rPr>
      </w:pPr>
      <w:r w:rsidRPr="00FE4D7F">
        <w:rPr>
          <w:b/>
        </w:rPr>
        <w:t>Статья 1</w:t>
      </w:r>
    </w:p>
    <w:p w:rsidR="005C30E4" w:rsidRDefault="005C30E4" w:rsidP="002F3875"/>
    <w:p w:rsidR="005C30E4" w:rsidRPr="00C04BB0" w:rsidRDefault="005C30E4" w:rsidP="002F3875"/>
    <w:p w:rsidR="005C30E4" w:rsidRPr="00835BD2" w:rsidRDefault="005C30E4" w:rsidP="002F3875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pacing w:val="-4"/>
        </w:rPr>
      </w:pPr>
      <w:r w:rsidRPr="00143E64">
        <w:t xml:space="preserve">Внести в </w:t>
      </w:r>
      <w:r>
        <w:t xml:space="preserve">статью 2 Закона Ульяновской области от 8 августа 2011 года </w:t>
      </w:r>
      <w:r>
        <w:br/>
        <w:t xml:space="preserve">№ 127-ЗО «О дорожном фонде Ульяновской области» </w:t>
      </w:r>
      <w:r w:rsidRPr="00994BBA">
        <w:t>(«</w:t>
      </w:r>
      <w:r w:rsidRPr="00793189">
        <w:t>Ульяновская правда»</w:t>
      </w:r>
      <w:r>
        <w:br/>
      </w:r>
      <w:r>
        <w:rPr>
          <w:bCs/>
        </w:rPr>
        <w:t xml:space="preserve">от </w:t>
      </w:r>
      <w:r w:rsidRPr="00793189">
        <w:rPr>
          <w:bCs/>
        </w:rPr>
        <w:t>12.08.2011</w:t>
      </w:r>
      <w:r w:rsidRPr="00793189">
        <w:t xml:space="preserve"> </w:t>
      </w:r>
      <w:r w:rsidRPr="00793189">
        <w:rPr>
          <w:bCs/>
        </w:rPr>
        <w:t>№ 89</w:t>
      </w:r>
      <w:r w:rsidRPr="00793189">
        <w:t>; от 06.04.2012</w:t>
      </w:r>
      <w:r>
        <w:t xml:space="preserve"> № 36</w:t>
      </w:r>
      <w:r w:rsidRPr="00B176E6">
        <w:t>;</w:t>
      </w:r>
      <w:r>
        <w:t xml:space="preserve"> </w:t>
      </w:r>
      <w:r w:rsidRPr="00B176E6">
        <w:t>от 07.12.2015 № 170</w:t>
      </w:r>
      <w:r>
        <w:t xml:space="preserve">; </w:t>
      </w:r>
      <w:r w:rsidRPr="00B176E6">
        <w:t>от 0</w:t>
      </w:r>
      <w:r>
        <w:t>6</w:t>
      </w:r>
      <w:r w:rsidRPr="00B176E6">
        <w:t>.</w:t>
      </w:r>
      <w:r>
        <w:t>09</w:t>
      </w:r>
      <w:r w:rsidRPr="00B176E6">
        <w:t>.201</w:t>
      </w:r>
      <w:r>
        <w:t>6</w:t>
      </w:r>
      <w:r w:rsidRPr="00B176E6">
        <w:t xml:space="preserve"> </w:t>
      </w:r>
      <w:r>
        <w:br/>
      </w:r>
      <w:r w:rsidRPr="00B176E6">
        <w:t>№ 1</w:t>
      </w:r>
      <w:r>
        <w:t>09</w:t>
      </w:r>
      <w:r w:rsidRPr="00B176E6">
        <w:t>)</w:t>
      </w:r>
      <w:r w:rsidRPr="00F65DF7">
        <w:rPr>
          <w:spacing w:val="-4"/>
        </w:rPr>
        <w:t xml:space="preserve"> изменение,</w:t>
      </w:r>
      <w:r>
        <w:rPr>
          <w:spacing w:val="-4"/>
        </w:rPr>
        <w:t xml:space="preserve"> дополнив её пунктом 11 следующего содержания</w:t>
      </w:r>
      <w:r w:rsidRPr="00835BD2">
        <w:rPr>
          <w:spacing w:val="-4"/>
        </w:rPr>
        <w:t>:</w:t>
      </w:r>
    </w:p>
    <w:p w:rsidR="005C30E4" w:rsidRPr="002F3875" w:rsidRDefault="005C30E4" w:rsidP="002F3875">
      <w:pPr>
        <w:autoSpaceDE w:val="0"/>
        <w:autoSpaceDN w:val="0"/>
        <w:adjustRightInd w:val="0"/>
        <w:spacing w:line="350" w:lineRule="auto"/>
        <w:ind w:firstLine="540"/>
        <w:jc w:val="both"/>
        <w:rPr>
          <w:spacing w:val="-4"/>
        </w:rPr>
      </w:pPr>
      <w:r w:rsidRPr="002F3875">
        <w:rPr>
          <w:spacing w:val="-4"/>
        </w:rPr>
        <w:t>«11) денежных взысканий (штрафов) за нарушение законодательства Российской Федерации о безопасности дорожного движения в размере 52 процентов сумм, подлежащих зачислению в областной бюджет Ульяновской области.».</w:t>
      </w:r>
    </w:p>
    <w:p w:rsidR="005C30E4" w:rsidRPr="002F3875" w:rsidRDefault="005C30E4" w:rsidP="002F3875">
      <w:pPr>
        <w:autoSpaceDE w:val="0"/>
        <w:autoSpaceDN w:val="0"/>
        <w:adjustRightInd w:val="0"/>
        <w:jc w:val="both"/>
        <w:rPr>
          <w:b/>
          <w:sz w:val="16"/>
        </w:rPr>
      </w:pPr>
    </w:p>
    <w:p w:rsidR="005C30E4" w:rsidRPr="007A7CB2" w:rsidRDefault="005C30E4" w:rsidP="002F3875">
      <w:pPr>
        <w:autoSpaceDE w:val="0"/>
        <w:autoSpaceDN w:val="0"/>
        <w:adjustRightInd w:val="0"/>
        <w:jc w:val="both"/>
        <w:rPr>
          <w:b/>
          <w:sz w:val="24"/>
        </w:rPr>
      </w:pPr>
    </w:p>
    <w:p w:rsidR="005C30E4" w:rsidRDefault="005C30E4" w:rsidP="002F3875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5C30E4" w:rsidRDefault="005C30E4" w:rsidP="002F3875">
      <w:pPr>
        <w:autoSpaceDE w:val="0"/>
        <w:autoSpaceDN w:val="0"/>
        <w:adjustRightInd w:val="0"/>
        <w:jc w:val="both"/>
        <w:rPr>
          <w:b/>
        </w:rPr>
      </w:pPr>
    </w:p>
    <w:p w:rsidR="005C30E4" w:rsidRPr="007A7CB2" w:rsidRDefault="005C30E4" w:rsidP="002F3875">
      <w:pPr>
        <w:autoSpaceDE w:val="0"/>
        <w:autoSpaceDN w:val="0"/>
        <w:adjustRightInd w:val="0"/>
        <w:jc w:val="both"/>
        <w:rPr>
          <w:b/>
          <w:sz w:val="24"/>
        </w:rPr>
      </w:pPr>
    </w:p>
    <w:p w:rsidR="005C30E4" w:rsidRDefault="005C30E4" w:rsidP="002F3875">
      <w:pPr>
        <w:spacing w:line="350" w:lineRule="auto"/>
        <w:ind w:firstLine="709"/>
      </w:pPr>
      <w:r>
        <w:rPr>
          <w:color w:val="000000"/>
        </w:rPr>
        <w:t xml:space="preserve">1. </w:t>
      </w:r>
      <w:r w:rsidRPr="00B263C9">
        <w:rPr>
          <w:color w:val="000000"/>
        </w:rPr>
        <w:t>Настоящий Закон вступает в силу с 1 января 20</w:t>
      </w:r>
      <w:r>
        <w:rPr>
          <w:color w:val="000000"/>
        </w:rPr>
        <w:t>18</w:t>
      </w:r>
      <w:r w:rsidRPr="00B263C9">
        <w:rPr>
          <w:color w:val="000000"/>
        </w:rPr>
        <w:t xml:space="preserve"> года.</w:t>
      </w:r>
    </w:p>
    <w:p w:rsidR="005C30E4" w:rsidRDefault="005C30E4" w:rsidP="002F3875">
      <w:pPr>
        <w:spacing w:line="350" w:lineRule="auto"/>
        <w:ind w:firstLine="709"/>
        <w:jc w:val="both"/>
      </w:pPr>
      <w:r>
        <w:t xml:space="preserve">2. Положение пункта 11 статьи 2 Закона Ульяновской области </w:t>
      </w:r>
      <w:r>
        <w:br/>
        <w:t xml:space="preserve">от 8 августа 2011 года № 127-ЗО «О дорожном фонде Ульяновской области» </w:t>
      </w:r>
      <w:r>
        <w:br/>
        <w:t xml:space="preserve">(в редакции настоящего Закона) применяется к правоотношениям, возникающим при составлении проекта закона Ульяновской области об областном бюджете Ульяновской области на 2018 год и плановый период 2019 и 2020 годов.  </w:t>
      </w:r>
    </w:p>
    <w:p w:rsidR="005C30E4" w:rsidRPr="002F3875" w:rsidRDefault="005C30E4" w:rsidP="00663FF2">
      <w:pPr>
        <w:pStyle w:val="BodyText"/>
        <w:ind w:right="0"/>
        <w:rPr>
          <w:sz w:val="16"/>
          <w:szCs w:val="28"/>
        </w:rPr>
      </w:pPr>
    </w:p>
    <w:p w:rsidR="005C30E4" w:rsidRPr="002F3875" w:rsidRDefault="005C30E4" w:rsidP="00663FF2">
      <w:pPr>
        <w:pStyle w:val="BodyText"/>
        <w:ind w:right="0"/>
        <w:rPr>
          <w:sz w:val="16"/>
          <w:szCs w:val="28"/>
        </w:rPr>
      </w:pPr>
    </w:p>
    <w:p w:rsidR="005C30E4" w:rsidRPr="002F3875" w:rsidRDefault="005C30E4" w:rsidP="00663FF2">
      <w:pPr>
        <w:pStyle w:val="BodyText"/>
        <w:ind w:right="0"/>
        <w:rPr>
          <w:sz w:val="32"/>
          <w:szCs w:val="28"/>
        </w:rPr>
      </w:pPr>
    </w:p>
    <w:p w:rsidR="005C30E4" w:rsidRPr="00D34C13" w:rsidRDefault="005C30E4" w:rsidP="00663FF2">
      <w:pPr>
        <w:pStyle w:val="BodyText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</w:t>
      </w:r>
      <w:bookmarkStart w:id="0" w:name="_GoBack"/>
      <w:bookmarkEnd w:id="0"/>
      <w:r>
        <w:rPr>
          <w:b/>
          <w:szCs w:val="28"/>
        </w:rPr>
        <w:t xml:space="preserve">              </w:t>
      </w:r>
      <w:r w:rsidRPr="00D34C13">
        <w:rPr>
          <w:b/>
          <w:szCs w:val="28"/>
        </w:rPr>
        <w:t>С.И.Морозов</w:t>
      </w:r>
    </w:p>
    <w:p w:rsidR="005C30E4" w:rsidRDefault="005C30E4" w:rsidP="00663FF2">
      <w:pPr>
        <w:jc w:val="center"/>
      </w:pPr>
    </w:p>
    <w:p w:rsidR="005C30E4" w:rsidRDefault="005C30E4" w:rsidP="00663FF2">
      <w:pPr>
        <w:jc w:val="center"/>
      </w:pPr>
    </w:p>
    <w:p w:rsidR="005C30E4" w:rsidRPr="00D34C13" w:rsidRDefault="005C30E4" w:rsidP="00663FF2">
      <w:pPr>
        <w:jc w:val="center"/>
      </w:pPr>
      <w:r w:rsidRPr="00D34C13">
        <w:t>г. Ульяновск</w:t>
      </w:r>
    </w:p>
    <w:p w:rsidR="005C30E4" w:rsidRPr="00D34C13" w:rsidRDefault="005C30E4" w:rsidP="001607ED">
      <w:pPr>
        <w:spacing w:line="312" w:lineRule="auto"/>
        <w:jc w:val="center"/>
      </w:pPr>
      <w: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D34C13">
          <w:t>201</w:t>
        </w:r>
        <w:r>
          <w:t>7</w:t>
        </w:r>
        <w:r w:rsidRPr="00D34C13">
          <w:t xml:space="preserve"> г</w:t>
        </w:r>
      </w:smartTag>
      <w:r w:rsidRPr="00D34C13">
        <w:t>.</w:t>
      </w:r>
    </w:p>
    <w:p w:rsidR="005C30E4" w:rsidRDefault="005C30E4" w:rsidP="006E6EF4">
      <w:pPr>
        <w:spacing w:line="312" w:lineRule="auto"/>
        <w:jc w:val="center"/>
      </w:pPr>
      <w:r>
        <w:t>№106-</w:t>
      </w:r>
      <w:r w:rsidRPr="00D34C13">
        <w:t>ЗО</w:t>
      </w:r>
    </w:p>
    <w:sectPr w:rsidR="005C30E4" w:rsidSect="002F387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0E4" w:rsidRDefault="005C30E4">
      <w:r>
        <w:separator/>
      </w:r>
    </w:p>
  </w:endnote>
  <w:endnote w:type="continuationSeparator" w:id="0">
    <w:p w:rsidR="005C30E4" w:rsidRDefault="005C3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0E4" w:rsidRDefault="005C30E4" w:rsidP="00141F2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0509км1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0E4" w:rsidRDefault="005C30E4">
      <w:r>
        <w:separator/>
      </w:r>
    </w:p>
  </w:footnote>
  <w:footnote w:type="continuationSeparator" w:id="0">
    <w:p w:rsidR="005C30E4" w:rsidRDefault="005C3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0E4" w:rsidRDefault="005C30E4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0E4" w:rsidRDefault="005C30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0E4" w:rsidRDefault="005C30E4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0AF7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75F5"/>
    <w:rsid w:val="00141F29"/>
    <w:rsid w:val="00143E64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4634E"/>
    <w:rsid w:val="00260B3F"/>
    <w:rsid w:val="00260CC9"/>
    <w:rsid w:val="00261C84"/>
    <w:rsid w:val="00270D66"/>
    <w:rsid w:val="00270E1F"/>
    <w:rsid w:val="002976BA"/>
    <w:rsid w:val="002A0A9F"/>
    <w:rsid w:val="002A3315"/>
    <w:rsid w:val="002A3AC7"/>
    <w:rsid w:val="002A602E"/>
    <w:rsid w:val="002B173E"/>
    <w:rsid w:val="002B1BAD"/>
    <w:rsid w:val="002B69C7"/>
    <w:rsid w:val="002C3F0D"/>
    <w:rsid w:val="002D3341"/>
    <w:rsid w:val="002D66B9"/>
    <w:rsid w:val="002E75B6"/>
    <w:rsid w:val="002F3875"/>
    <w:rsid w:val="002F3924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77B07"/>
    <w:rsid w:val="004841B2"/>
    <w:rsid w:val="00485DC0"/>
    <w:rsid w:val="00495FBB"/>
    <w:rsid w:val="004A3E34"/>
    <w:rsid w:val="004B0D99"/>
    <w:rsid w:val="004B21B3"/>
    <w:rsid w:val="004B34D5"/>
    <w:rsid w:val="004B39A9"/>
    <w:rsid w:val="004B5ACC"/>
    <w:rsid w:val="004B6177"/>
    <w:rsid w:val="004D2950"/>
    <w:rsid w:val="004D69DF"/>
    <w:rsid w:val="004E2B75"/>
    <w:rsid w:val="004F546E"/>
    <w:rsid w:val="0050265D"/>
    <w:rsid w:val="0050380E"/>
    <w:rsid w:val="0050754E"/>
    <w:rsid w:val="00535059"/>
    <w:rsid w:val="00544F49"/>
    <w:rsid w:val="00552A3D"/>
    <w:rsid w:val="005601A3"/>
    <w:rsid w:val="00560C7B"/>
    <w:rsid w:val="0058090D"/>
    <w:rsid w:val="005852D3"/>
    <w:rsid w:val="00594C28"/>
    <w:rsid w:val="005955B9"/>
    <w:rsid w:val="005A3DCE"/>
    <w:rsid w:val="005A4A52"/>
    <w:rsid w:val="005A7C44"/>
    <w:rsid w:val="005B1CE4"/>
    <w:rsid w:val="005B36F5"/>
    <w:rsid w:val="005B3A25"/>
    <w:rsid w:val="005B7C4F"/>
    <w:rsid w:val="005C0FBF"/>
    <w:rsid w:val="005C30E4"/>
    <w:rsid w:val="005F541F"/>
    <w:rsid w:val="00606BF6"/>
    <w:rsid w:val="006078D7"/>
    <w:rsid w:val="00616A1A"/>
    <w:rsid w:val="00617341"/>
    <w:rsid w:val="00617447"/>
    <w:rsid w:val="0062527E"/>
    <w:rsid w:val="00632798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72F20"/>
    <w:rsid w:val="00781E44"/>
    <w:rsid w:val="00793189"/>
    <w:rsid w:val="007A7CB2"/>
    <w:rsid w:val="007B4509"/>
    <w:rsid w:val="007B58AF"/>
    <w:rsid w:val="007C2403"/>
    <w:rsid w:val="007C44DB"/>
    <w:rsid w:val="0080431B"/>
    <w:rsid w:val="0080431D"/>
    <w:rsid w:val="00806155"/>
    <w:rsid w:val="00835BD2"/>
    <w:rsid w:val="00857554"/>
    <w:rsid w:val="0087089C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653"/>
    <w:rsid w:val="008C55E5"/>
    <w:rsid w:val="008D27EB"/>
    <w:rsid w:val="008D32E2"/>
    <w:rsid w:val="008E7ACD"/>
    <w:rsid w:val="008F1872"/>
    <w:rsid w:val="0090027F"/>
    <w:rsid w:val="00931508"/>
    <w:rsid w:val="00934A57"/>
    <w:rsid w:val="009547B9"/>
    <w:rsid w:val="00957742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94BBA"/>
    <w:rsid w:val="009A355A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5D04"/>
    <w:rsid w:val="00AF2484"/>
    <w:rsid w:val="00AF385C"/>
    <w:rsid w:val="00AF3FCB"/>
    <w:rsid w:val="00B01619"/>
    <w:rsid w:val="00B0713D"/>
    <w:rsid w:val="00B13C6E"/>
    <w:rsid w:val="00B13F8C"/>
    <w:rsid w:val="00B176E6"/>
    <w:rsid w:val="00B24D69"/>
    <w:rsid w:val="00B263C9"/>
    <w:rsid w:val="00B37833"/>
    <w:rsid w:val="00B41213"/>
    <w:rsid w:val="00B41720"/>
    <w:rsid w:val="00B55CE9"/>
    <w:rsid w:val="00B72CEB"/>
    <w:rsid w:val="00B74B94"/>
    <w:rsid w:val="00B84965"/>
    <w:rsid w:val="00B93DE6"/>
    <w:rsid w:val="00B9697E"/>
    <w:rsid w:val="00BC05F2"/>
    <w:rsid w:val="00BC3570"/>
    <w:rsid w:val="00BD5495"/>
    <w:rsid w:val="00BE2FF1"/>
    <w:rsid w:val="00BE4028"/>
    <w:rsid w:val="00BE4536"/>
    <w:rsid w:val="00BF06C1"/>
    <w:rsid w:val="00BF5E83"/>
    <w:rsid w:val="00C04BB0"/>
    <w:rsid w:val="00C2453A"/>
    <w:rsid w:val="00C332C1"/>
    <w:rsid w:val="00C3449A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06AE8"/>
    <w:rsid w:val="00D14A0C"/>
    <w:rsid w:val="00D30AA3"/>
    <w:rsid w:val="00D31420"/>
    <w:rsid w:val="00D34C13"/>
    <w:rsid w:val="00D43221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33599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8384B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E4E62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602FE"/>
    <w:rsid w:val="00F60543"/>
    <w:rsid w:val="00F61B5A"/>
    <w:rsid w:val="00F65DF7"/>
    <w:rsid w:val="00F67EBA"/>
    <w:rsid w:val="00F805DB"/>
    <w:rsid w:val="00F81E68"/>
    <w:rsid w:val="00F96CDB"/>
    <w:rsid w:val="00F97469"/>
    <w:rsid w:val="00FA5236"/>
    <w:rsid w:val="00FC6CDD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/>
      <w:b/>
      <w:color w:val="26282F"/>
      <w:sz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A457E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3341"/>
    <w:rPr>
      <w:sz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7E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7447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CB0F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59B4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9A355A"/>
    <w:rPr>
      <w:rFonts w:cs="Times New Roman"/>
      <w:b/>
      <w:bCs/>
    </w:rPr>
  </w:style>
  <w:style w:type="paragraph" w:customStyle="1" w:styleId="ConsTitle">
    <w:name w:val="ConsTitle"/>
    <w:uiPriority w:val="99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NormalWeb">
    <w:name w:val="Normal (Web)"/>
    <w:basedOn w:val="Normal"/>
    <w:uiPriority w:val="99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9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178</Words>
  <Characters>1016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Пользователь</cp:lastModifiedBy>
  <cp:revision>8</cp:revision>
  <cp:lastPrinted>2017-09-01T09:55:00Z</cp:lastPrinted>
  <dcterms:created xsi:type="dcterms:W3CDTF">2017-09-05T10:23:00Z</dcterms:created>
  <dcterms:modified xsi:type="dcterms:W3CDTF">2017-09-29T07:35:00Z</dcterms:modified>
</cp:coreProperties>
</file>