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DA" w:rsidRDefault="007967DA" w:rsidP="00495F4B">
      <w:pPr>
        <w:suppressAutoHyphens/>
        <w:spacing w:line="17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7967DA" w:rsidRDefault="007967DA" w:rsidP="00495F4B">
      <w:pPr>
        <w:suppressAutoHyphens/>
        <w:spacing w:line="17" w:lineRule="atLeast"/>
        <w:jc w:val="center"/>
        <w:rPr>
          <w:sz w:val="28"/>
          <w:szCs w:val="28"/>
        </w:rPr>
      </w:pPr>
    </w:p>
    <w:p w:rsidR="007967DA" w:rsidRDefault="007967DA" w:rsidP="00495F4B">
      <w:pPr>
        <w:suppressAutoHyphens/>
        <w:spacing w:line="17" w:lineRule="atLeast"/>
        <w:jc w:val="center"/>
        <w:rPr>
          <w:sz w:val="28"/>
          <w:szCs w:val="28"/>
        </w:rPr>
      </w:pPr>
    </w:p>
    <w:p w:rsidR="007967DA" w:rsidRDefault="007967DA" w:rsidP="00495F4B">
      <w:pPr>
        <w:suppressAutoHyphens/>
        <w:spacing w:line="17" w:lineRule="atLeast"/>
        <w:jc w:val="center"/>
        <w:rPr>
          <w:sz w:val="28"/>
          <w:szCs w:val="28"/>
        </w:rPr>
      </w:pPr>
    </w:p>
    <w:p w:rsidR="007967DA" w:rsidRDefault="007967DA" w:rsidP="00495F4B">
      <w:pPr>
        <w:suppressAutoHyphens/>
        <w:spacing w:line="17" w:lineRule="atLeast"/>
        <w:jc w:val="center"/>
        <w:rPr>
          <w:sz w:val="28"/>
          <w:szCs w:val="28"/>
        </w:rPr>
      </w:pPr>
    </w:p>
    <w:p w:rsidR="007967DA" w:rsidRDefault="007967DA" w:rsidP="00BF258C">
      <w:pPr>
        <w:suppressAutoHyphens/>
        <w:spacing w:line="17" w:lineRule="atLeast"/>
        <w:jc w:val="center"/>
        <w:rPr>
          <w:sz w:val="28"/>
          <w:szCs w:val="28"/>
        </w:rPr>
      </w:pPr>
    </w:p>
    <w:p w:rsidR="007967DA" w:rsidRDefault="007967DA" w:rsidP="00495F4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6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16D8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8C16D8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статью 6</w:t>
      </w:r>
      <w:r w:rsidRPr="00B23E8F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Pr="008C16D8">
        <w:rPr>
          <w:rFonts w:ascii="Times New Roman" w:hAnsi="Times New Roman" w:cs="Times New Roman"/>
          <w:b/>
          <w:sz w:val="28"/>
          <w:szCs w:val="28"/>
        </w:rPr>
        <w:t>акон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C16D8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7967DA" w:rsidRPr="00747E83" w:rsidRDefault="007967DA" w:rsidP="00495F4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16D8">
        <w:rPr>
          <w:rFonts w:ascii="Times New Roman" w:hAnsi="Times New Roman" w:cs="Times New Roman"/>
          <w:b/>
          <w:sz w:val="28"/>
          <w:szCs w:val="28"/>
        </w:rPr>
        <w:t xml:space="preserve">«О взаимодействии органов государственной власти Ульяновской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C16D8">
        <w:rPr>
          <w:rFonts w:ascii="Times New Roman" w:hAnsi="Times New Roman" w:cs="Times New Roman"/>
          <w:b/>
          <w:sz w:val="28"/>
          <w:szCs w:val="28"/>
        </w:rPr>
        <w:t>с негосударственными некоммерческими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организациями»</w:t>
      </w:r>
    </w:p>
    <w:p w:rsidR="007967DA" w:rsidRPr="00160EEB" w:rsidRDefault="007967DA" w:rsidP="00495F4B">
      <w:pPr>
        <w:suppressAutoHyphens/>
        <w:spacing w:line="17" w:lineRule="atLeast"/>
        <w:jc w:val="center"/>
        <w:rPr>
          <w:b/>
          <w:sz w:val="28"/>
          <w:szCs w:val="28"/>
        </w:rPr>
      </w:pPr>
    </w:p>
    <w:p w:rsidR="007967DA" w:rsidRDefault="007967DA" w:rsidP="00495F4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67DA" w:rsidRPr="00CB6A4B" w:rsidRDefault="007967DA" w:rsidP="00EB5B3E">
      <w:pPr>
        <w:pStyle w:val="ConsNormal"/>
        <w:spacing w:line="240" w:lineRule="auto"/>
        <w:ind w:right="0" w:firstLine="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B6A4B"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</w:t>
      </w:r>
      <w:r>
        <w:rPr>
          <w:rFonts w:ascii="Times New Roman" w:hAnsi="Times New Roman" w:cs="Times New Roman"/>
          <w:sz w:val="24"/>
          <w:szCs w:val="24"/>
        </w:rPr>
        <w:t>0 сентября</w:t>
      </w:r>
      <w:r w:rsidRPr="00CB6A4B">
        <w:rPr>
          <w:rFonts w:ascii="Times New Roman" w:hAnsi="Times New Roman" w:cs="Times New Roman"/>
          <w:sz w:val="24"/>
          <w:szCs w:val="24"/>
        </w:rPr>
        <w:t xml:space="preserve"> 2017 года</w:t>
      </w:r>
    </w:p>
    <w:p w:rsidR="007967DA" w:rsidRDefault="007967DA" w:rsidP="00C2067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67DA" w:rsidRDefault="007967DA" w:rsidP="00C2067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67DA" w:rsidRDefault="007967DA" w:rsidP="00C2067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67DA" w:rsidRDefault="007967DA" w:rsidP="00495F4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539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статью 6</w:t>
      </w:r>
      <w:r w:rsidRPr="00B23E8F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З</w:t>
      </w:r>
      <w:r w:rsidRPr="00815394">
        <w:rPr>
          <w:sz w:val="28"/>
          <w:szCs w:val="28"/>
        </w:rPr>
        <w:t>акон</w:t>
      </w:r>
      <w:r>
        <w:rPr>
          <w:sz w:val="28"/>
          <w:szCs w:val="28"/>
        </w:rPr>
        <w:t>а</w:t>
      </w:r>
      <w:r w:rsidRPr="00815394">
        <w:rPr>
          <w:sz w:val="28"/>
          <w:szCs w:val="28"/>
        </w:rPr>
        <w:t xml:space="preserve"> Ульяновской области от 9 июля 2007 года</w:t>
      </w:r>
      <w:r>
        <w:rPr>
          <w:sz w:val="28"/>
          <w:szCs w:val="28"/>
        </w:rPr>
        <w:t xml:space="preserve">                      </w:t>
      </w:r>
      <w:r w:rsidRPr="00815394">
        <w:rPr>
          <w:sz w:val="28"/>
          <w:szCs w:val="28"/>
        </w:rPr>
        <w:t>№ 93-ЗО «О взаимодействии органов государственной власти Ульяновской области</w:t>
      </w:r>
      <w:r>
        <w:rPr>
          <w:sz w:val="28"/>
          <w:szCs w:val="28"/>
        </w:rPr>
        <w:t xml:space="preserve"> </w:t>
      </w:r>
      <w:r w:rsidRPr="00815394">
        <w:rPr>
          <w:sz w:val="28"/>
          <w:szCs w:val="28"/>
        </w:rPr>
        <w:t>с негосударственными некоммерческими организациями»</w:t>
      </w:r>
      <w:r>
        <w:rPr>
          <w:sz w:val="28"/>
          <w:szCs w:val="28"/>
        </w:rPr>
        <w:t xml:space="preserve"> («Ульяновская правда» от 11.07.2007 № 55; от 12.11.2008 № 92; от 12.11.2010 № 92; </w:t>
      </w:r>
      <w:r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от 08.07.2011 № 74; от 12.08.2011 № 89; от 28.12.2012 № 146; от 05.12.2013 № 158; от 11.03.2014 № 34; от 09.11.2014 № 49; от 08.07.2016 № 91; от 30.06.2017 № 47) изменение, дополнив её пунктом 6 следующего содержания:</w:t>
      </w:r>
    </w:p>
    <w:p w:rsidR="007967DA" w:rsidRDefault="007967DA" w:rsidP="00495F4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Pr="00815394">
        <w:rPr>
          <w:sz w:val="28"/>
          <w:szCs w:val="28"/>
        </w:rPr>
        <w:t xml:space="preserve">) </w:t>
      </w:r>
      <w:r>
        <w:rPr>
          <w:sz w:val="28"/>
          <w:szCs w:val="28"/>
        </w:rPr>
        <w:t>научно-методическое и информационно-аналитическое сопровождение деятельности в сфере прогнозирования, планирования и программирования социально-экономического развития Ульяновской области и отраслей её экономики.».</w:t>
      </w:r>
    </w:p>
    <w:p w:rsidR="007967DA" w:rsidRDefault="007967DA" w:rsidP="00BF258C">
      <w:pPr>
        <w:suppressAutoHyphens/>
        <w:ind w:firstLine="709"/>
        <w:jc w:val="both"/>
        <w:rPr>
          <w:sz w:val="28"/>
          <w:szCs w:val="28"/>
        </w:rPr>
      </w:pPr>
    </w:p>
    <w:p w:rsidR="007967DA" w:rsidRDefault="007967DA" w:rsidP="00BF258C">
      <w:pPr>
        <w:suppressAutoHyphens/>
        <w:ind w:firstLine="709"/>
        <w:jc w:val="both"/>
        <w:rPr>
          <w:sz w:val="28"/>
          <w:szCs w:val="28"/>
        </w:rPr>
      </w:pPr>
    </w:p>
    <w:p w:rsidR="007967DA" w:rsidRDefault="007967DA" w:rsidP="00BF258C">
      <w:pPr>
        <w:suppressAutoHyphens/>
        <w:ind w:firstLine="709"/>
        <w:jc w:val="both"/>
        <w:rPr>
          <w:sz w:val="28"/>
          <w:szCs w:val="28"/>
        </w:rPr>
      </w:pPr>
    </w:p>
    <w:p w:rsidR="007967DA" w:rsidRDefault="007967DA" w:rsidP="007110C4">
      <w:pPr>
        <w:suppressAutoHyphens/>
        <w:rPr>
          <w:b/>
          <w:sz w:val="28"/>
          <w:szCs w:val="28"/>
        </w:rPr>
      </w:pPr>
      <w:r w:rsidRPr="00B23E8F">
        <w:rPr>
          <w:b/>
          <w:sz w:val="28"/>
          <w:szCs w:val="28"/>
        </w:rPr>
        <w:t xml:space="preserve">Губернатор Ульяновской области                                    </w:t>
      </w:r>
      <w:r>
        <w:rPr>
          <w:b/>
          <w:sz w:val="28"/>
          <w:szCs w:val="28"/>
        </w:rPr>
        <w:t xml:space="preserve"> </w:t>
      </w:r>
      <w:r w:rsidRPr="00B23E8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</w:t>
      </w:r>
      <w:r w:rsidRPr="00B23E8F">
        <w:rPr>
          <w:b/>
          <w:sz w:val="28"/>
          <w:szCs w:val="28"/>
        </w:rPr>
        <w:t xml:space="preserve">   С.И.Морозов</w:t>
      </w:r>
    </w:p>
    <w:p w:rsidR="007967DA" w:rsidRDefault="007967DA" w:rsidP="00C2067F">
      <w:pPr>
        <w:suppressAutoHyphens/>
        <w:jc w:val="both"/>
        <w:rPr>
          <w:b/>
          <w:sz w:val="28"/>
          <w:szCs w:val="28"/>
        </w:rPr>
      </w:pPr>
    </w:p>
    <w:p w:rsidR="007967DA" w:rsidRDefault="007967DA" w:rsidP="00C2067F">
      <w:pPr>
        <w:suppressAutoHyphens/>
        <w:jc w:val="both"/>
        <w:rPr>
          <w:b/>
          <w:sz w:val="28"/>
          <w:szCs w:val="28"/>
        </w:rPr>
      </w:pPr>
    </w:p>
    <w:p w:rsidR="007967DA" w:rsidRDefault="007967DA" w:rsidP="00C2067F">
      <w:pPr>
        <w:suppressAutoHyphens/>
        <w:jc w:val="both"/>
        <w:rPr>
          <w:b/>
          <w:sz w:val="28"/>
          <w:szCs w:val="28"/>
        </w:rPr>
      </w:pPr>
    </w:p>
    <w:p w:rsidR="007967DA" w:rsidRPr="00495F4B" w:rsidRDefault="007967DA" w:rsidP="00495F4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495F4B">
        <w:rPr>
          <w:sz w:val="28"/>
          <w:szCs w:val="28"/>
        </w:rPr>
        <w:t>. Ульяновск</w:t>
      </w:r>
    </w:p>
    <w:p w:rsidR="007967DA" w:rsidRPr="00495F4B" w:rsidRDefault="007967DA" w:rsidP="00495F4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 сентября </w:t>
      </w:r>
      <w:smartTag w:uri="urn:schemas-microsoft-com:office:smarttags" w:element="metricconverter">
        <w:smartTagPr>
          <w:attr w:name="ProductID" w:val="2017 г"/>
        </w:smartTagPr>
        <w:r w:rsidRPr="00495F4B">
          <w:rPr>
            <w:sz w:val="28"/>
            <w:szCs w:val="28"/>
          </w:rPr>
          <w:t>2017 г</w:t>
        </w:r>
      </w:smartTag>
      <w:r w:rsidRPr="00495F4B">
        <w:rPr>
          <w:sz w:val="28"/>
          <w:szCs w:val="28"/>
        </w:rPr>
        <w:t>.</w:t>
      </w:r>
    </w:p>
    <w:p w:rsidR="007967DA" w:rsidRPr="00495F4B" w:rsidRDefault="007967DA" w:rsidP="00495F4B">
      <w:pPr>
        <w:suppressAutoHyphens/>
        <w:jc w:val="center"/>
        <w:rPr>
          <w:sz w:val="28"/>
          <w:szCs w:val="28"/>
        </w:rPr>
      </w:pPr>
      <w:r w:rsidRPr="00495F4B">
        <w:rPr>
          <w:sz w:val="28"/>
          <w:szCs w:val="28"/>
        </w:rPr>
        <w:t xml:space="preserve">№ </w:t>
      </w:r>
      <w:r>
        <w:rPr>
          <w:sz w:val="28"/>
          <w:szCs w:val="28"/>
        </w:rPr>
        <w:t>105-</w:t>
      </w:r>
      <w:r w:rsidRPr="00495F4B">
        <w:rPr>
          <w:sz w:val="28"/>
          <w:szCs w:val="28"/>
        </w:rPr>
        <w:t>ЗО</w:t>
      </w:r>
    </w:p>
    <w:sectPr w:rsidR="007967DA" w:rsidRPr="00495F4B" w:rsidSect="00EB5B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7DA" w:rsidRDefault="007967DA">
      <w:r>
        <w:separator/>
      </w:r>
    </w:p>
  </w:endnote>
  <w:endnote w:type="continuationSeparator" w:id="0">
    <w:p w:rsidR="007967DA" w:rsidRDefault="00796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7DA" w:rsidRDefault="007967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7DA" w:rsidRDefault="007967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7DA" w:rsidRPr="00C07B33" w:rsidRDefault="007967DA" w:rsidP="00C07B33">
    <w:pPr>
      <w:pStyle w:val="Footer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7DA" w:rsidRDefault="007967DA">
      <w:r>
        <w:separator/>
      </w:r>
    </w:p>
  </w:footnote>
  <w:footnote w:type="continuationSeparator" w:id="0">
    <w:p w:rsidR="007967DA" w:rsidRDefault="00796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7DA" w:rsidRDefault="007967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7DA" w:rsidRDefault="007967D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7DA" w:rsidRDefault="007967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082B"/>
    <w:multiLevelType w:val="hybridMultilevel"/>
    <w:tmpl w:val="DD082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806A2E"/>
    <w:multiLevelType w:val="hybridMultilevel"/>
    <w:tmpl w:val="BAE463D0"/>
    <w:lvl w:ilvl="0" w:tplc="BB62205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20947471"/>
    <w:multiLevelType w:val="multilevel"/>
    <w:tmpl w:val="09E8795A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29730EC"/>
    <w:multiLevelType w:val="hybridMultilevel"/>
    <w:tmpl w:val="E0BC3EE0"/>
    <w:lvl w:ilvl="0" w:tplc="0419000F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4">
    <w:nsid w:val="25AA1599"/>
    <w:multiLevelType w:val="hybridMultilevel"/>
    <w:tmpl w:val="F11A209E"/>
    <w:lvl w:ilvl="0" w:tplc="3E1080EA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8A73E1C"/>
    <w:multiLevelType w:val="hybridMultilevel"/>
    <w:tmpl w:val="FF4A86F2"/>
    <w:lvl w:ilvl="0" w:tplc="F6ACDD4A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6">
    <w:nsid w:val="2DFD7B86"/>
    <w:multiLevelType w:val="hybridMultilevel"/>
    <w:tmpl w:val="1C3C7398"/>
    <w:lvl w:ilvl="0" w:tplc="5E8811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3A20905"/>
    <w:multiLevelType w:val="hybridMultilevel"/>
    <w:tmpl w:val="8B605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0069D9"/>
    <w:multiLevelType w:val="hybridMultilevel"/>
    <w:tmpl w:val="0D40D324"/>
    <w:lvl w:ilvl="0" w:tplc="549EBE32">
      <w:start w:val="1"/>
      <w:numFmt w:val="decimal"/>
      <w:lvlText w:val="%1."/>
      <w:lvlJc w:val="left"/>
      <w:pPr>
        <w:ind w:left="2605" w:hanging="14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9">
    <w:nsid w:val="39E67D68"/>
    <w:multiLevelType w:val="hybridMultilevel"/>
    <w:tmpl w:val="4100E76A"/>
    <w:lvl w:ilvl="0" w:tplc="32F2D98A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B6F4CFA"/>
    <w:multiLevelType w:val="hybridMultilevel"/>
    <w:tmpl w:val="C0728B60"/>
    <w:lvl w:ilvl="0" w:tplc="23D27B7C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1">
    <w:nsid w:val="42EA5FF1"/>
    <w:multiLevelType w:val="hybridMultilevel"/>
    <w:tmpl w:val="0D84E528"/>
    <w:lvl w:ilvl="0" w:tplc="49F47132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498003E9"/>
    <w:multiLevelType w:val="hybridMultilevel"/>
    <w:tmpl w:val="924AA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7B5046"/>
    <w:multiLevelType w:val="hybridMultilevel"/>
    <w:tmpl w:val="7318BABC"/>
    <w:lvl w:ilvl="0" w:tplc="0D502C3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4">
    <w:nsid w:val="56136502"/>
    <w:multiLevelType w:val="hybridMultilevel"/>
    <w:tmpl w:val="C8C83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9F1FC2"/>
    <w:multiLevelType w:val="hybridMultilevel"/>
    <w:tmpl w:val="F5EE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DA0847"/>
    <w:multiLevelType w:val="hybridMultilevel"/>
    <w:tmpl w:val="37B20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6A0DA8"/>
    <w:multiLevelType w:val="multilevel"/>
    <w:tmpl w:val="F09AF3E6"/>
    <w:lvl w:ilvl="0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18">
    <w:nsid w:val="6DB626FC"/>
    <w:multiLevelType w:val="hybridMultilevel"/>
    <w:tmpl w:val="BAE463D0"/>
    <w:lvl w:ilvl="0" w:tplc="BB62205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9">
    <w:nsid w:val="6E53299E"/>
    <w:multiLevelType w:val="hybridMultilevel"/>
    <w:tmpl w:val="C3D66982"/>
    <w:lvl w:ilvl="0" w:tplc="3BF46F5E">
      <w:start w:val="1"/>
      <w:numFmt w:val="decimal"/>
      <w:lvlText w:val="%1."/>
      <w:lvlJc w:val="left"/>
      <w:pPr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1080048"/>
    <w:multiLevelType w:val="hybridMultilevel"/>
    <w:tmpl w:val="C344A8FA"/>
    <w:lvl w:ilvl="0" w:tplc="2D0A58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18"/>
  </w:num>
  <w:num w:numId="5">
    <w:abstractNumId w:val="20"/>
  </w:num>
  <w:num w:numId="6">
    <w:abstractNumId w:val="5"/>
  </w:num>
  <w:num w:numId="7">
    <w:abstractNumId w:val="14"/>
  </w:num>
  <w:num w:numId="8">
    <w:abstractNumId w:val="16"/>
  </w:num>
  <w:num w:numId="9">
    <w:abstractNumId w:val="3"/>
  </w:num>
  <w:num w:numId="10">
    <w:abstractNumId w:val="12"/>
  </w:num>
  <w:num w:numId="11">
    <w:abstractNumId w:val="11"/>
  </w:num>
  <w:num w:numId="12">
    <w:abstractNumId w:val="0"/>
  </w:num>
  <w:num w:numId="13">
    <w:abstractNumId w:val="1"/>
  </w:num>
  <w:num w:numId="14">
    <w:abstractNumId w:val="15"/>
  </w:num>
  <w:num w:numId="15">
    <w:abstractNumId w:val="9"/>
  </w:num>
  <w:num w:numId="16">
    <w:abstractNumId w:val="4"/>
  </w:num>
  <w:num w:numId="17">
    <w:abstractNumId w:val="19"/>
  </w:num>
  <w:num w:numId="18">
    <w:abstractNumId w:val="17"/>
  </w:num>
  <w:num w:numId="19">
    <w:abstractNumId w:val="8"/>
  </w:num>
  <w:num w:numId="20">
    <w:abstractNumId w:val="6"/>
  </w:num>
  <w:num w:numId="21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071"/>
    <w:rsid w:val="0000487F"/>
    <w:rsid w:val="00004ADA"/>
    <w:rsid w:val="0000697A"/>
    <w:rsid w:val="000104AB"/>
    <w:rsid w:val="00011712"/>
    <w:rsid w:val="00011AB3"/>
    <w:rsid w:val="0001430A"/>
    <w:rsid w:val="00016598"/>
    <w:rsid w:val="000168E3"/>
    <w:rsid w:val="000171ED"/>
    <w:rsid w:val="0002465F"/>
    <w:rsid w:val="00027E4A"/>
    <w:rsid w:val="00031EED"/>
    <w:rsid w:val="000323A8"/>
    <w:rsid w:val="00033278"/>
    <w:rsid w:val="0003540C"/>
    <w:rsid w:val="000365C4"/>
    <w:rsid w:val="0003798B"/>
    <w:rsid w:val="00042853"/>
    <w:rsid w:val="0004288B"/>
    <w:rsid w:val="000429CE"/>
    <w:rsid w:val="00043101"/>
    <w:rsid w:val="000439E6"/>
    <w:rsid w:val="00045764"/>
    <w:rsid w:val="00045A87"/>
    <w:rsid w:val="00045BD3"/>
    <w:rsid w:val="00045BD6"/>
    <w:rsid w:val="000502A5"/>
    <w:rsid w:val="00050CF2"/>
    <w:rsid w:val="00051F7C"/>
    <w:rsid w:val="00053798"/>
    <w:rsid w:val="00055E97"/>
    <w:rsid w:val="00056D02"/>
    <w:rsid w:val="000574C8"/>
    <w:rsid w:val="00060721"/>
    <w:rsid w:val="00060EEC"/>
    <w:rsid w:val="00064BE9"/>
    <w:rsid w:val="00065C91"/>
    <w:rsid w:val="00065CEA"/>
    <w:rsid w:val="00073471"/>
    <w:rsid w:val="00073EEE"/>
    <w:rsid w:val="00076572"/>
    <w:rsid w:val="00083224"/>
    <w:rsid w:val="00086DFD"/>
    <w:rsid w:val="00087801"/>
    <w:rsid w:val="00087BE2"/>
    <w:rsid w:val="00091621"/>
    <w:rsid w:val="00095A70"/>
    <w:rsid w:val="00095E50"/>
    <w:rsid w:val="000A10F6"/>
    <w:rsid w:val="000A3BEB"/>
    <w:rsid w:val="000A401D"/>
    <w:rsid w:val="000A50B0"/>
    <w:rsid w:val="000A604B"/>
    <w:rsid w:val="000A6D5D"/>
    <w:rsid w:val="000A6DEA"/>
    <w:rsid w:val="000B05B1"/>
    <w:rsid w:val="000B2CC7"/>
    <w:rsid w:val="000B3CE1"/>
    <w:rsid w:val="000B4444"/>
    <w:rsid w:val="000B51A8"/>
    <w:rsid w:val="000B6510"/>
    <w:rsid w:val="000B7253"/>
    <w:rsid w:val="000B731B"/>
    <w:rsid w:val="000C06A4"/>
    <w:rsid w:val="000C082C"/>
    <w:rsid w:val="000C1CC8"/>
    <w:rsid w:val="000C2194"/>
    <w:rsid w:val="000C49E5"/>
    <w:rsid w:val="000C4A92"/>
    <w:rsid w:val="000C4F2E"/>
    <w:rsid w:val="000C5512"/>
    <w:rsid w:val="000C63BC"/>
    <w:rsid w:val="000C7A8B"/>
    <w:rsid w:val="000D09C4"/>
    <w:rsid w:val="000D3F18"/>
    <w:rsid w:val="000D4A09"/>
    <w:rsid w:val="000D748E"/>
    <w:rsid w:val="000D7CD8"/>
    <w:rsid w:val="000E1A8A"/>
    <w:rsid w:val="000E25ED"/>
    <w:rsid w:val="000E7E01"/>
    <w:rsid w:val="000F438B"/>
    <w:rsid w:val="000F5420"/>
    <w:rsid w:val="000F5FD5"/>
    <w:rsid w:val="000F78D2"/>
    <w:rsid w:val="0010149E"/>
    <w:rsid w:val="00103290"/>
    <w:rsid w:val="001041D9"/>
    <w:rsid w:val="00107A97"/>
    <w:rsid w:val="001130E8"/>
    <w:rsid w:val="001138BE"/>
    <w:rsid w:val="00117045"/>
    <w:rsid w:val="0012178F"/>
    <w:rsid w:val="00122FB8"/>
    <w:rsid w:val="00123B51"/>
    <w:rsid w:val="00124B67"/>
    <w:rsid w:val="001262D1"/>
    <w:rsid w:val="00126ED9"/>
    <w:rsid w:val="0012786F"/>
    <w:rsid w:val="00130928"/>
    <w:rsid w:val="001320CF"/>
    <w:rsid w:val="0013241B"/>
    <w:rsid w:val="00132962"/>
    <w:rsid w:val="001340B4"/>
    <w:rsid w:val="00134AA6"/>
    <w:rsid w:val="0013521B"/>
    <w:rsid w:val="00136C1D"/>
    <w:rsid w:val="0014033D"/>
    <w:rsid w:val="00141B28"/>
    <w:rsid w:val="00147F1F"/>
    <w:rsid w:val="0015598C"/>
    <w:rsid w:val="00157BA6"/>
    <w:rsid w:val="00160EEB"/>
    <w:rsid w:val="00162ECB"/>
    <w:rsid w:val="00163726"/>
    <w:rsid w:val="0016476E"/>
    <w:rsid w:val="00165357"/>
    <w:rsid w:val="00172971"/>
    <w:rsid w:val="00173C5F"/>
    <w:rsid w:val="0017749B"/>
    <w:rsid w:val="00181241"/>
    <w:rsid w:val="001819DE"/>
    <w:rsid w:val="00182553"/>
    <w:rsid w:val="00184A78"/>
    <w:rsid w:val="001864E8"/>
    <w:rsid w:val="00190F74"/>
    <w:rsid w:val="00192A11"/>
    <w:rsid w:val="00194976"/>
    <w:rsid w:val="00195469"/>
    <w:rsid w:val="00197D0A"/>
    <w:rsid w:val="001A14F4"/>
    <w:rsid w:val="001A15A6"/>
    <w:rsid w:val="001A362B"/>
    <w:rsid w:val="001B04DF"/>
    <w:rsid w:val="001B5C0A"/>
    <w:rsid w:val="001B6A07"/>
    <w:rsid w:val="001C1D04"/>
    <w:rsid w:val="001C5C7E"/>
    <w:rsid w:val="001D03AE"/>
    <w:rsid w:val="001D0923"/>
    <w:rsid w:val="001D0E31"/>
    <w:rsid w:val="001D7862"/>
    <w:rsid w:val="001E1C49"/>
    <w:rsid w:val="001E40C0"/>
    <w:rsid w:val="001E40FF"/>
    <w:rsid w:val="001E51B4"/>
    <w:rsid w:val="001E542C"/>
    <w:rsid w:val="001E5ADC"/>
    <w:rsid w:val="001E671A"/>
    <w:rsid w:val="001E69D0"/>
    <w:rsid w:val="001F06E1"/>
    <w:rsid w:val="001F0EF6"/>
    <w:rsid w:val="001F156C"/>
    <w:rsid w:val="001F60CF"/>
    <w:rsid w:val="001F612C"/>
    <w:rsid w:val="001F6159"/>
    <w:rsid w:val="002015BC"/>
    <w:rsid w:val="002015F9"/>
    <w:rsid w:val="00202E47"/>
    <w:rsid w:val="00207050"/>
    <w:rsid w:val="00211758"/>
    <w:rsid w:val="00211E0E"/>
    <w:rsid w:val="00212D1E"/>
    <w:rsid w:val="00217097"/>
    <w:rsid w:val="00220E66"/>
    <w:rsid w:val="002230F1"/>
    <w:rsid w:val="00223A3A"/>
    <w:rsid w:val="00224406"/>
    <w:rsid w:val="00226875"/>
    <w:rsid w:val="0022710F"/>
    <w:rsid w:val="002301DB"/>
    <w:rsid w:val="00231BEB"/>
    <w:rsid w:val="00235540"/>
    <w:rsid w:val="0023559C"/>
    <w:rsid w:val="0023591C"/>
    <w:rsid w:val="00235E35"/>
    <w:rsid w:val="002364EB"/>
    <w:rsid w:val="00236740"/>
    <w:rsid w:val="00243C9F"/>
    <w:rsid w:val="00244E2B"/>
    <w:rsid w:val="00247AC7"/>
    <w:rsid w:val="00250040"/>
    <w:rsid w:val="00252987"/>
    <w:rsid w:val="00253B51"/>
    <w:rsid w:val="00256710"/>
    <w:rsid w:val="00261436"/>
    <w:rsid w:val="00262522"/>
    <w:rsid w:val="00262BB7"/>
    <w:rsid w:val="00263485"/>
    <w:rsid w:val="00270C48"/>
    <w:rsid w:val="00270FDA"/>
    <w:rsid w:val="002730F5"/>
    <w:rsid w:val="00273108"/>
    <w:rsid w:val="002752F3"/>
    <w:rsid w:val="0028132A"/>
    <w:rsid w:val="002833B1"/>
    <w:rsid w:val="002864A0"/>
    <w:rsid w:val="00286F91"/>
    <w:rsid w:val="002873BF"/>
    <w:rsid w:val="00290180"/>
    <w:rsid w:val="00291B03"/>
    <w:rsid w:val="00293192"/>
    <w:rsid w:val="00295367"/>
    <w:rsid w:val="00296A0A"/>
    <w:rsid w:val="00296EBA"/>
    <w:rsid w:val="00297693"/>
    <w:rsid w:val="00297FDF"/>
    <w:rsid w:val="002A020F"/>
    <w:rsid w:val="002A3FB7"/>
    <w:rsid w:val="002A4C2D"/>
    <w:rsid w:val="002A6076"/>
    <w:rsid w:val="002A7A6B"/>
    <w:rsid w:val="002B0EAC"/>
    <w:rsid w:val="002B68F1"/>
    <w:rsid w:val="002B7032"/>
    <w:rsid w:val="002C06EC"/>
    <w:rsid w:val="002C11F8"/>
    <w:rsid w:val="002C19F8"/>
    <w:rsid w:val="002C5B2A"/>
    <w:rsid w:val="002C5F91"/>
    <w:rsid w:val="002C6A41"/>
    <w:rsid w:val="002D39F1"/>
    <w:rsid w:val="002D438F"/>
    <w:rsid w:val="002D507E"/>
    <w:rsid w:val="002D64A9"/>
    <w:rsid w:val="002E117C"/>
    <w:rsid w:val="002E2AEC"/>
    <w:rsid w:val="002E3D89"/>
    <w:rsid w:val="002E53F6"/>
    <w:rsid w:val="002F6B99"/>
    <w:rsid w:val="002F6C01"/>
    <w:rsid w:val="00300B7E"/>
    <w:rsid w:val="0030129C"/>
    <w:rsid w:val="00301D9A"/>
    <w:rsid w:val="00306F0D"/>
    <w:rsid w:val="00310CA0"/>
    <w:rsid w:val="00312B8E"/>
    <w:rsid w:val="00313488"/>
    <w:rsid w:val="0031746B"/>
    <w:rsid w:val="00330FDB"/>
    <w:rsid w:val="00331228"/>
    <w:rsid w:val="00332352"/>
    <w:rsid w:val="00333DE0"/>
    <w:rsid w:val="0034018A"/>
    <w:rsid w:val="00341B86"/>
    <w:rsid w:val="00342870"/>
    <w:rsid w:val="00342DAD"/>
    <w:rsid w:val="0034508F"/>
    <w:rsid w:val="00346BAA"/>
    <w:rsid w:val="00347EA4"/>
    <w:rsid w:val="0035267F"/>
    <w:rsid w:val="0035341C"/>
    <w:rsid w:val="00356010"/>
    <w:rsid w:val="00357396"/>
    <w:rsid w:val="003630E7"/>
    <w:rsid w:val="00363A9E"/>
    <w:rsid w:val="003642DF"/>
    <w:rsid w:val="00364828"/>
    <w:rsid w:val="00376032"/>
    <w:rsid w:val="003762B1"/>
    <w:rsid w:val="00380591"/>
    <w:rsid w:val="0038072C"/>
    <w:rsid w:val="00387EC1"/>
    <w:rsid w:val="00391A7C"/>
    <w:rsid w:val="00393246"/>
    <w:rsid w:val="00393F2C"/>
    <w:rsid w:val="00394875"/>
    <w:rsid w:val="00396341"/>
    <w:rsid w:val="003A2ED8"/>
    <w:rsid w:val="003A35AD"/>
    <w:rsid w:val="003B0156"/>
    <w:rsid w:val="003B2C2E"/>
    <w:rsid w:val="003B374B"/>
    <w:rsid w:val="003B7B77"/>
    <w:rsid w:val="003C014D"/>
    <w:rsid w:val="003C0A4F"/>
    <w:rsid w:val="003C1858"/>
    <w:rsid w:val="003C1B66"/>
    <w:rsid w:val="003C2226"/>
    <w:rsid w:val="003C3DCC"/>
    <w:rsid w:val="003C4DA9"/>
    <w:rsid w:val="003D29B7"/>
    <w:rsid w:val="003D2D1F"/>
    <w:rsid w:val="003D440D"/>
    <w:rsid w:val="003D5F62"/>
    <w:rsid w:val="003E4D30"/>
    <w:rsid w:val="003F042A"/>
    <w:rsid w:val="003F3172"/>
    <w:rsid w:val="003F6942"/>
    <w:rsid w:val="003F6C63"/>
    <w:rsid w:val="00400457"/>
    <w:rsid w:val="00400BD1"/>
    <w:rsid w:val="00410C0C"/>
    <w:rsid w:val="00412A2A"/>
    <w:rsid w:val="0041405B"/>
    <w:rsid w:val="00417D87"/>
    <w:rsid w:val="00425BB0"/>
    <w:rsid w:val="004268A5"/>
    <w:rsid w:val="00431F5C"/>
    <w:rsid w:val="00433802"/>
    <w:rsid w:val="00434291"/>
    <w:rsid w:val="00436AB9"/>
    <w:rsid w:val="00440FE1"/>
    <w:rsid w:val="00446C72"/>
    <w:rsid w:val="00446DBD"/>
    <w:rsid w:val="00452715"/>
    <w:rsid w:val="004533DC"/>
    <w:rsid w:val="00457495"/>
    <w:rsid w:val="00462125"/>
    <w:rsid w:val="00463BBC"/>
    <w:rsid w:val="00463DDD"/>
    <w:rsid w:val="00464BD5"/>
    <w:rsid w:val="00465CBB"/>
    <w:rsid w:val="004665F2"/>
    <w:rsid w:val="0047059C"/>
    <w:rsid w:val="004705E0"/>
    <w:rsid w:val="0047194E"/>
    <w:rsid w:val="00471AFE"/>
    <w:rsid w:val="00474749"/>
    <w:rsid w:val="00475B23"/>
    <w:rsid w:val="004760E0"/>
    <w:rsid w:val="00482EAC"/>
    <w:rsid w:val="00485DD4"/>
    <w:rsid w:val="00487E45"/>
    <w:rsid w:val="00495F4B"/>
    <w:rsid w:val="004A114F"/>
    <w:rsid w:val="004A28CB"/>
    <w:rsid w:val="004A43D3"/>
    <w:rsid w:val="004A4492"/>
    <w:rsid w:val="004B01A1"/>
    <w:rsid w:val="004B45DA"/>
    <w:rsid w:val="004B5AD2"/>
    <w:rsid w:val="004B5D0A"/>
    <w:rsid w:val="004B673E"/>
    <w:rsid w:val="004B6AE1"/>
    <w:rsid w:val="004B7B1A"/>
    <w:rsid w:val="004C0CAB"/>
    <w:rsid w:val="004C1D3B"/>
    <w:rsid w:val="004C3A92"/>
    <w:rsid w:val="004D002E"/>
    <w:rsid w:val="004D2F2E"/>
    <w:rsid w:val="004D5B23"/>
    <w:rsid w:val="004E248B"/>
    <w:rsid w:val="004E552F"/>
    <w:rsid w:val="004E6844"/>
    <w:rsid w:val="004E6A11"/>
    <w:rsid w:val="004F00DB"/>
    <w:rsid w:val="004F4422"/>
    <w:rsid w:val="004F5791"/>
    <w:rsid w:val="004F723F"/>
    <w:rsid w:val="00500654"/>
    <w:rsid w:val="00502548"/>
    <w:rsid w:val="005055AF"/>
    <w:rsid w:val="005102D9"/>
    <w:rsid w:val="0051155D"/>
    <w:rsid w:val="00511BA7"/>
    <w:rsid w:val="0051226A"/>
    <w:rsid w:val="00514329"/>
    <w:rsid w:val="0051480D"/>
    <w:rsid w:val="00514F10"/>
    <w:rsid w:val="00517B69"/>
    <w:rsid w:val="00517B6B"/>
    <w:rsid w:val="00531997"/>
    <w:rsid w:val="005327F4"/>
    <w:rsid w:val="005334A6"/>
    <w:rsid w:val="00533796"/>
    <w:rsid w:val="00533D0E"/>
    <w:rsid w:val="00534F88"/>
    <w:rsid w:val="0053661B"/>
    <w:rsid w:val="00537E26"/>
    <w:rsid w:val="00542FEA"/>
    <w:rsid w:val="00545F96"/>
    <w:rsid w:val="00546097"/>
    <w:rsid w:val="0055114E"/>
    <w:rsid w:val="00556DCD"/>
    <w:rsid w:val="00556EEC"/>
    <w:rsid w:val="005645BE"/>
    <w:rsid w:val="0056601F"/>
    <w:rsid w:val="00566826"/>
    <w:rsid w:val="00566E22"/>
    <w:rsid w:val="00567C34"/>
    <w:rsid w:val="00567DF0"/>
    <w:rsid w:val="005710CD"/>
    <w:rsid w:val="00575668"/>
    <w:rsid w:val="005846D4"/>
    <w:rsid w:val="005851D9"/>
    <w:rsid w:val="00590837"/>
    <w:rsid w:val="00596D38"/>
    <w:rsid w:val="005972E9"/>
    <w:rsid w:val="005A0A4F"/>
    <w:rsid w:val="005A0C01"/>
    <w:rsid w:val="005A441B"/>
    <w:rsid w:val="005A5EFA"/>
    <w:rsid w:val="005A6274"/>
    <w:rsid w:val="005A7A4E"/>
    <w:rsid w:val="005B0474"/>
    <w:rsid w:val="005B1687"/>
    <w:rsid w:val="005B193C"/>
    <w:rsid w:val="005B1F73"/>
    <w:rsid w:val="005B2CA6"/>
    <w:rsid w:val="005B3F88"/>
    <w:rsid w:val="005B7A33"/>
    <w:rsid w:val="005C0E0C"/>
    <w:rsid w:val="005C1A42"/>
    <w:rsid w:val="005C45B6"/>
    <w:rsid w:val="005C5150"/>
    <w:rsid w:val="005C5216"/>
    <w:rsid w:val="005C5564"/>
    <w:rsid w:val="005D0A9A"/>
    <w:rsid w:val="005D2EE1"/>
    <w:rsid w:val="005D452F"/>
    <w:rsid w:val="005D52B9"/>
    <w:rsid w:val="005E2071"/>
    <w:rsid w:val="005E63AF"/>
    <w:rsid w:val="005E6B34"/>
    <w:rsid w:val="005F185C"/>
    <w:rsid w:val="005F5A5D"/>
    <w:rsid w:val="00602EDC"/>
    <w:rsid w:val="00604E2D"/>
    <w:rsid w:val="00604E8F"/>
    <w:rsid w:val="006112EE"/>
    <w:rsid w:val="0061489A"/>
    <w:rsid w:val="006210B9"/>
    <w:rsid w:val="00621A42"/>
    <w:rsid w:val="006238C3"/>
    <w:rsid w:val="00627969"/>
    <w:rsid w:val="00630EB9"/>
    <w:rsid w:val="00631AD6"/>
    <w:rsid w:val="00633582"/>
    <w:rsid w:val="00633D36"/>
    <w:rsid w:val="00636459"/>
    <w:rsid w:val="00636791"/>
    <w:rsid w:val="00636B65"/>
    <w:rsid w:val="00636DA3"/>
    <w:rsid w:val="00636E39"/>
    <w:rsid w:val="00644BD5"/>
    <w:rsid w:val="00644C12"/>
    <w:rsid w:val="00646269"/>
    <w:rsid w:val="00651454"/>
    <w:rsid w:val="00655E61"/>
    <w:rsid w:val="00656AE2"/>
    <w:rsid w:val="00656F78"/>
    <w:rsid w:val="00657289"/>
    <w:rsid w:val="00661D5A"/>
    <w:rsid w:val="006647F3"/>
    <w:rsid w:val="00671304"/>
    <w:rsid w:val="00675A37"/>
    <w:rsid w:val="006803D1"/>
    <w:rsid w:val="00680496"/>
    <w:rsid w:val="006833A2"/>
    <w:rsid w:val="006844D8"/>
    <w:rsid w:val="006846F0"/>
    <w:rsid w:val="00690193"/>
    <w:rsid w:val="0069073E"/>
    <w:rsid w:val="00692493"/>
    <w:rsid w:val="0069455E"/>
    <w:rsid w:val="006948B4"/>
    <w:rsid w:val="00696E3D"/>
    <w:rsid w:val="00697A47"/>
    <w:rsid w:val="00697B7F"/>
    <w:rsid w:val="006A0D14"/>
    <w:rsid w:val="006A2128"/>
    <w:rsid w:val="006A2273"/>
    <w:rsid w:val="006A23BE"/>
    <w:rsid w:val="006A358C"/>
    <w:rsid w:val="006A4423"/>
    <w:rsid w:val="006A5434"/>
    <w:rsid w:val="006A7F6B"/>
    <w:rsid w:val="006B130D"/>
    <w:rsid w:val="006B2129"/>
    <w:rsid w:val="006B2DB5"/>
    <w:rsid w:val="006B5C2A"/>
    <w:rsid w:val="006B7583"/>
    <w:rsid w:val="006C3DBE"/>
    <w:rsid w:val="006C461D"/>
    <w:rsid w:val="006D03B0"/>
    <w:rsid w:val="006D0A4D"/>
    <w:rsid w:val="006D2FC1"/>
    <w:rsid w:val="006D37CA"/>
    <w:rsid w:val="006D47AB"/>
    <w:rsid w:val="006D4D8C"/>
    <w:rsid w:val="006D6227"/>
    <w:rsid w:val="006D751B"/>
    <w:rsid w:val="006E0797"/>
    <w:rsid w:val="006E35B4"/>
    <w:rsid w:val="006E4967"/>
    <w:rsid w:val="006F32D4"/>
    <w:rsid w:val="006F4567"/>
    <w:rsid w:val="006F4B44"/>
    <w:rsid w:val="006F6A52"/>
    <w:rsid w:val="006F7E2F"/>
    <w:rsid w:val="007015E0"/>
    <w:rsid w:val="007020ED"/>
    <w:rsid w:val="0070545E"/>
    <w:rsid w:val="007110C4"/>
    <w:rsid w:val="007128D3"/>
    <w:rsid w:val="007144DC"/>
    <w:rsid w:val="0071473B"/>
    <w:rsid w:val="00716631"/>
    <w:rsid w:val="00716EDE"/>
    <w:rsid w:val="007231DB"/>
    <w:rsid w:val="007233F7"/>
    <w:rsid w:val="0072481A"/>
    <w:rsid w:val="00731858"/>
    <w:rsid w:val="00733241"/>
    <w:rsid w:val="0073723C"/>
    <w:rsid w:val="00737DF5"/>
    <w:rsid w:val="00737F02"/>
    <w:rsid w:val="0074051C"/>
    <w:rsid w:val="00743527"/>
    <w:rsid w:val="00747E83"/>
    <w:rsid w:val="00754285"/>
    <w:rsid w:val="00760AFB"/>
    <w:rsid w:val="00764040"/>
    <w:rsid w:val="007642A6"/>
    <w:rsid w:val="00764A3E"/>
    <w:rsid w:val="007669C1"/>
    <w:rsid w:val="007669D1"/>
    <w:rsid w:val="00766F96"/>
    <w:rsid w:val="00767033"/>
    <w:rsid w:val="00773CA2"/>
    <w:rsid w:val="00774063"/>
    <w:rsid w:val="00780B9C"/>
    <w:rsid w:val="00781C4D"/>
    <w:rsid w:val="007821DF"/>
    <w:rsid w:val="00783917"/>
    <w:rsid w:val="0079052B"/>
    <w:rsid w:val="00793F99"/>
    <w:rsid w:val="007957A8"/>
    <w:rsid w:val="007967DA"/>
    <w:rsid w:val="00797926"/>
    <w:rsid w:val="007A4250"/>
    <w:rsid w:val="007A71A4"/>
    <w:rsid w:val="007A7D59"/>
    <w:rsid w:val="007B0ED7"/>
    <w:rsid w:val="007B1465"/>
    <w:rsid w:val="007B2BF7"/>
    <w:rsid w:val="007B44D7"/>
    <w:rsid w:val="007B4816"/>
    <w:rsid w:val="007B77BA"/>
    <w:rsid w:val="007C3440"/>
    <w:rsid w:val="007C4351"/>
    <w:rsid w:val="007C4D6C"/>
    <w:rsid w:val="007C509A"/>
    <w:rsid w:val="007C5CFC"/>
    <w:rsid w:val="007C6064"/>
    <w:rsid w:val="007D4984"/>
    <w:rsid w:val="007D5BBB"/>
    <w:rsid w:val="007D6C72"/>
    <w:rsid w:val="007D7B22"/>
    <w:rsid w:val="007E1AA8"/>
    <w:rsid w:val="007E1CE0"/>
    <w:rsid w:val="007E2244"/>
    <w:rsid w:val="007E24C6"/>
    <w:rsid w:val="007E47BC"/>
    <w:rsid w:val="007E60F4"/>
    <w:rsid w:val="007E6CE9"/>
    <w:rsid w:val="007F1FAF"/>
    <w:rsid w:val="007F255E"/>
    <w:rsid w:val="007F26C9"/>
    <w:rsid w:val="007F3632"/>
    <w:rsid w:val="007F69D1"/>
    <w:rsid w:val="008000CB"/>
    <w:rsid w:val="00800251"/>
    <w:rsid w:val="00800C8B"/>
    <w:rsid w:val="00802905"/>
    <w:rsid w:val="00802E2C"/>
    <w:rsid w:val="00803DC7"/>
    <w:rsid w:val="0080557D"/>
    <w:rsid w:val="00806EA5"/>
    <w:rsid w:val="008103DF"/>
    <w:rsid w:val="0081227D"/>
    <w:rsid w:val="00813821"/>
    <w:rsid w:val="00815394"/>
    <w:rsid w:val="00820B5A"/>
    <w:rsid w:val="00822DAE"/>
    <w:rsid w:val="00826DCF"/>
    <w:rsid w:val="00827BC2"/>
    <w:rsid w:val="008333BB"/>
    <w:rsid w:val="00834EE4"/>
    <w:rsid w:val="00835035"/>
    <w:rsid w:val="00845846"/>
    <w:rsid w:val="00850DAC"/>
    <w:rsid w:val="00855B60"/>
    <w:rsid w:val="0085638F"/>
    <w:rsid w:val="0086037F"/>
    <w:rsid w:val="00863AEE"/>
    <w:rsid w:val="00867179"/>
    <w:rsid w:val="00867706"/>
    <w:rsid w:val="00873524"/>
    <w:rsid w:val="008740E8"/>
    <w:rsid w:val="008743EC"/>
    <w:rsid w:val="008779F9"/>
    <w:rsid w:val="00877A5B"/>
    <w:rsid w:val="00880D20"/>
    <w:rsid w:val="00881330"/>
    <w:rsid w:val="0088232B"/>
    <w:rsid w:val="00883207"/>
    <w:rsid w:val="00886A2B"/>
    <w:rsid w:val="00890A1D"/>
    <w:rsid w:val="00891417"/>
    <w:rsid w:val="0089195A"/>
    <w:rsid w:val="00893F66"/>
    <w:rsid w:val="00896B2A"/>
    <w:rsid w:val="00896FF1"/>
    <w:rsid w:val="008A1963"/>
    <w:rsid w:val="008A3E2B"/>
    <w:rsid w:val="008A4FE5"/>
    <w:rsid w:val="008A519D"/>
    <w:rsid w:val="008A7599"/>
    <w:rsid w:val="008A7FA4"/>
    <w:rsid w:val="008B36D5"/>
    <w:rsid w:val="008B3C88"/>
    <w:rsid w:val="008B3DC7"/>
    <w:rsid w:val="008C16D8"/>
    <w:rsid w:val="008C49AE"/>
    <w:rsid w:val="008C5F92"/>
    <w:rsid w:val="008D232E"/>
    <w:rsid w:val="008E0407"/>
    <w:rsid w:val="008E54B2"/>
    <w:rsid w:val="008E7FCB"/>
    <w:rsid w:val="008F0E1F"/>
    <w:rsid w:val="008F6033"/>
    <w:rsid w:val="00902F29"/>
    <w:rsid w:val="00903AA3"/>
    <w:rsid w:val="00905834"/>
    <w:rsid w:val="00906D7A"/>
    <w:rsid w:val="00913766"/>
    <w:rsid w:val="0091393E"/>
    <w:rsid w:val="009144DA"/>
    <w:rsid w:val="00914600"/>
    <w:rsid w:val="009159CB"/>
    <w:rsid w:val="00915B0B"/>
    <w:rsid w:val="00927E22"/>
    <w:rsid w:val="00927F96"/>
    <w:rsid w:val="00930426"/>
    <w:rsid w:val="00930BC9"/>
    <w:rsid w:val="009323B4"/>
    <w:rsid w:val="00933D6C"/>
    <w:rsid w:val="009364AC"/>
    <w:rsid w:val="009375B3"/>
    <w:rsid w:val="00940F85"/>
    <w:rsid w:val="009437AC"/>
    <w:rsid w:val="00943D44"/>
    <w:rsid w:val="009453E3"/>
    <w:rsid w:val="0094688D"/>
    <w:rsid w:val="009504B1"/>
    <w:rsid w:val="00952775"/>
    <w:rsid w:val="00955365"/>
    <w:rsid w:val="009555BA"/>
    <w:rsid w:val="00955828"/>
    <w:rsid w:val="00955C89"/>
    <w:rsid w:val="00957A63"/>
    <w:rsid w:val="0096277F"/>
    <w:rsid w:val="0096421E"/>
    <w:rsid w:val="00966339"/>
    <w:rsid w:val="00971856"/>
    <w:rsid w:val="00972F65"/>
    <w:rsid w:val="00975B93"/>
    <w:rsid w:val="00975FE9"/>
    <w:rsid w:val="009824E0"/>
    <w:rsid w:val="009850AF"/>
    <w:rsid w:val="00985E91"/>
    <w:rsid w:val="0098634D"/>
    <w:rsid w:val="00992FBF"/>
    <w:rsid w:val="00993751"/>
    <w:rsid w:val="009974E7"/>
    <w:rsid w:val="009A01A5"/>
    <w:rsid w:val="009A0257"/>
    <w:rsid w:val="009A2DB8"/>
    <w:rsid w:val="009B2737"/>
    <w:rsid w:val="009B4A24"/>
    <w:rsid w:val="009B4FAD"/>
    <w:rsid w:val="009B6444"/>
    <w:rsid w:val="009B6C1A"/>
    <w:rsid w:val="009B74C7"/>
    <w:rsid w:val="009C0849"/>
    <w:rsid w:val="009C1D2C"/>
    <w:rsid w:val="009C3140"/>
    <w:rsid w:val="009C4282"/>
    <w:rsid w:val="009C7788"/>
    <w:rsid w:val="009D0A93"/>
    <w:rsid w:val="009D15E7"/>
    <w:rsid w:val="009D2997"/>
    <w:rsid w:val="009D380B"/>
    <w:rsid w:val="009D550C"/>
    <w:rsid w:val="009D6567"/>
    <w:rsid w:val="009D6F22"/>
    <w:rsid w:val="009D72FF"/>
    <w:rsid w:val="009E1E3F"/>
    <w:rsid w:val="009E25FF"/>
    <w:rsid w:val="009E6B5B"/>
    <w:rsid w:val="009E6EAF"/>
    <w:rsid w:val="009E7707"/>
    <w:rsid w:val="009F17AF"/>
    <w:rsid w:val="009F1D90"/>
    <w:rsid w:val="009F20AE"/>
    <w:rsid w:val="009F2F36"/>
    <w:rsid w:val="009F4A60"/>
    <w:rsid w:val="009F5CF5"/>
    <w:rsid w:val="009F6F56"/>
    <w:rsid w:val="00A014CC"/>
    <w:rsid w:val="00A01820"/>
    <w:rsid w:val="00A022B9"/>
    <w:rsid w:val="00A02517"/>
    <w:rsid w:val="00A057C4"/>
    <w:rsid w:val="00A12BBF"/>
    <w:rsid w:val="00A13B28"/>
    <w:rsid w:val="00A2086E"/>
    <w:rsid w:val="00A220BB"/>
    <w:rsid w:val="00A22BEB"/>
    <w:rsid w:val="00A2414C"/>
    <w:rsid w:val="00A24A2C"/>
    <w:rsid w:val="00A30004"/>
    <w:rsid w:val="00A336ED"/>
    <w:rsid w:val="00A40A62"/>
    <w:rsid w:val="00A412E0"/>
    <w:rsid w:val="00A42779"/>
    <w:rsid w:val="00A43E19"/>
    <w:rsid w:val="00A47F13"/>
    <w:rsid w:val="00A563F7"/>
    <w:rsid w:val="00A568F1"/>
    <w:rsid w:val="00A60FA8"/>
    <w:rsid w:val="00A62985"/>
    <w:rsid w:val="00A650AC"/>
    <w:rsid w:val="00A6525A"/>
    <w:rsid w:val="00A65C0C"/>
    <w:rsid w:val="00A66FB2"/>
    <w:rsid w:val="00A67699"/>
    <w:rsid w:val="00A73D4D"/>
    <w:rsid w:val="00A75CA7"/>
    <w:rsid w:val="00A81638"/>
    <w:rsid w:val="00A826F4"/>
    <w:rsid w:val="00A82DF5"/>
    <w:rsid w:val="00A8419A"/>
    <w:rsid w:val="00A96027"/>
    <w:rsid w:val="00AA0192"/>
    <w:rsid w:val="00AA0256"/>
    <w:rsid w:val="00AA27DF"/>
    <w:rsid w:val="00AA4BD3"/>
    <w:rsid w:val="00AA6F20"/>
    <w:rsid w:val="00AA73C4"/>
    <w:rsid w:val="00AB0505"/>
    <w:rsid w:val="00AB123C"/>
    <w:rsid w:val="00AB5B49"/>
    <w:rsid w:val="00AB68ED"/>
    <w:rsid w:val="00AC2E30"/>
    <w:rsid w:val="00AC2E48"/>
    <w:rsid w:val="00AC31AD"/>
    <w:rsid w:val="00AC3210"/>
    <w:rsid w:val="00AC4010"/>
    <w:rsid w:val="00AC7F6E"/>
    <w:rsid w:val="00AD3F50"/>
    <w:rsid w:val="00AE0332"/>
    <w:rsid w:val="00AE10C2"/>
    <w:rsid w:val="00AE1D64"/>
    <w:rsid w:val="00AE2D91"/>
    <w:rsid w:val="00AE4CCD"/>
    <w:rsid w:val="00AE723B"/>
    <w:rsid w:val="00AE77D9"/>
    <w:rsid w:val="00AF23F7"/>
    <w:rsid w:val="00AF4854"/>
    <w:rsid w:val="00B06EFF"/>
    <w:rsid w:val="00B07294"/>
    <w:rsid w:val="00B10BE7"/>
    <w:rsid w:val="00B10F46"/>
    <w:rsid w:val="00B14143"/>
    <w:rsid w:val="00B15C2C"/>
    <w:rsid w:val="00B163A7"/>
    <w:rsid w:val="00B16645"/>
    <w:rsid w:val="00B16C0C"/>
    <w:rsid w:val="00B20745"/>
    <w:rsid w:val="00B23A24"/>
    <w:rsid w:val="00B23E8F"/>
    <w:rsid w:val="00B24638"/>
    <w:rsid w:val="00B33EE8"/>
    <w:rsid w:val="00B33EED"/>
    <w:rsid w:val="00B33FFA"/>
    <w:rsid w:val="00B3740D"/>
    <w:rsid w:val="00B37831"/>
    <w:rsid w:val="00B40A08"/>
    <w:rsid w:val="00B43ED1"/>
    <w:rsid w:val="00B44FEB"/>
    <w:rsid w:val="00B457FD"/>
    <w:rsid w:val="00B50D93"/>
    <w:rsid w:val="00B51DE7"/>
    <w:rsid w:val="00B57675"/>
    <w:rsid w:val="00B61D90"/>
    <w:rsid w:val="00B62C0F"/>
    <w:rsid w:val="00B64194"/>
    <w:rsid w:val="00B65027"/>
    <w:rsid w:val="00B707E2"/>
    <w:rsid w:val="00B72AFF"/>
    <w:rsid w:val="00B72CAC"/>
    <w:rsid w:val="00B74061"/>
    <w:rsid w:val="00B7493A"/>
    <w:rsid w:val="00B777BE"/>
    <w:rsid w:val="00B77B5A"/>
    <w:rsid w:val="00B80FF5"/>
    <w:rsid w:val="00B839AB"/>
    <w:rsid w:val="00B859E4"/>
    <w:rsid w:val="00B9319C"/>
    <w:rsid w:val="00B94D78"/>
    <w:rsid w:val="00B96EBC"/>
    <w:rsid w:val="00B97AEE"/>
    <w:rsid w:val="00BA0A92"/>
    <w:rsid w:val="00BA5B73"/>
    <w:rsid w:val="00BA78C8"/>
    <w:rsid w:val="00BB0D21"/>
    <w:rsid w:val="00BB2A89"/>
    <w:rsid w:val="00BB2EF2"/>
    <w:rsid w:val="00BB70BA"/>
    <w:rsid w:val="00BC07D8"/>
    <w:rsid w:val="00BC2259"/>
    <w:rsid w:val="00BC4306"/>
    <w:rsid w:val="00BC4E2C"/>
    <w:rsid w:val="00BD18B7"/>
    <w:rsid w:val="00BD40D0"/>
    <w:rsid w:val="00BD4834"/>
    <w:rsid w:val="00BD4A77"/>
    <w:rsid w:val="00BD670A"/>
    <w:rsid w:val="00BE26DD"/>
    <w:rsid w:val="00BE5832"/>
    <w:rsid w:val="00BE6042"/>
    <w:rsid w:val="00BF258C"/>
    <w:rsid w:val="00BF2D48"/>
    <w:rsid w:val="00BF781C"/>
    <w:rsid w:val="00C01FC8"/>
    <w:rsid w:val="00C02970"/>
    <w:rsid w:val="00C04B7B"/>
    <w:rsid w:val="00C062D1"/>
    <w:rsid w:val="00C06CD5"/>
    <w:rsid w:val="00C07B33"/>
    <w:rsid w:val="00C1088F"/>
    <w:rsid w:val="00C10BBB"/>
    <w:rsid w:val="00C110E9"/>
    <w:rsid w:val="00C116BF"/>
    <w:rsid w:val="00C13CE9"/>
    <w:rsid w:val="00C15390"/>
    <w:rsid w:val="00C162D4"/>
    <w:rsid w:val="00C173BE"/>
    <w:rsid w:val="00C2067F"/>
    <w:rsid w:val="00C2098A"/>
    <w:rsid w:val="00C306AD"/>
    <w:rsid w:val="00C342BA"/>
    <w:rsid w:val="00C37012"/>
    <w:rsid w:val="00C41DAE"/>
    <w:rsid w:val="00C43D06"/>
    <w:rsid w:val="00C46068"/>
    <w:rsid w:val="00C53F57"/>
    <w:rsid w:val="00C544C7"/>
    <w:rsid w:val="00C57400"/>
    <w:rsid w:val="00C6199B"/>
    <w:rsid w:val="00C61BB6"/>
    <w:rsid w:val="00C625CE"/>
    <w:rsid w:val="00C63CF6"/>
    <w:rsid w:val="00C64B93"/>
    <w:rsid w:val="00C72DFB"/>
    <w:rsid w:val="00C758E8"/>
    <w:rsid w:val="00C76E51"/>
    <w:rsid w:val="00C81282"/>
    <w:rsid w:val="00C81A5B"/>
    <w:rsid w:val="00C840C7"/>
    <w:rsid w:val="00C84855"/>
    <w:rsid w:val="00C972DE"/>
    <w:rsid w:val="00CA466F"/>
    <w:rsid w:val="00CB27D8"/>
    <w:rsid w:val="00CB6294"/>
    <w:rsid w:val="00CB6A4B"/>
    <w:rsid w:val="00CB7704"/>
    <w:rsid w:val="00CB77D1"/>
    <w:rsid w:val="00CC0C54"/>
    <w:rsid w:val="00CC2D76"/>
    <w:rsid w:val="00CC4691"/>
    <w:rsid w:val="00CC5BD8"/>
    <w:rsid w:val="00CD13E8"/>
    <w:rsid w:val="00CD1635"/>
    <w:rsid w:val="00CD1E6B"/>
    <w:rsid w:val="00CD5D4E"/>
    <w:rsid w:val="00CE1767"/>
    <w:rsid w:val="00CE1F54"/>
    <w:rsid w:val="00CE522C"/>
    <w:rsid w:val="00CE5BAE"/>
    <w:rsid w:val="00CF0320"/>
    <w:rsid w:val="00CF13F9"/>
    <w:rsid w:val="00CF15D7"/>
    <w:rsid w:val="00CF2955"/>
    <w:rsid w:val="00CF3665"/>
    <w:rsid w:val="00CF395F"/>
    <w:rsid w:val="00CF5BFA"/>
    <w:rsid w:val="00CF6F42"/>
    <w:rsid w:val="00D00ECB"/>
    <w:rsid w:val="00D02C65"/>
    <w:rsid w:val="00D04885"/>
    <w:rsid w:val="00D06C2F"/>
    <w:rsid w:val="00D06FF1"/>
    <w:rsid w:val="00D07435"/>
    <w:rsid w:val="00D07C92"/>
    <w:rsid w:val="00D11400"/>
    <w:rsid w:val="00D1402D"/>
    <w:rsid w:val="00D14D9C"/>
    <w:rsid w:val="00D204DB"/>
    <w:rsid w:val="00D21044"/>
    <w:rsid w:val="00D22339"/>
    <w:rsid w:val="00D23860"/>
    <w:rsid w:val="00D2662A"/>
    <w:rsid w:val="00D30088"/>
    <w:rsid w:val="00D32DFF"/>
    <w:rsid w:val="00D33D71"/>
    <w:rsid w:val="00D34AA1"/>
    <w:rsid w:val="00D36220"/>
    <w:rsid w:val="00D400F7"/>
    <w:rsid w:val="00D435F1"/>
    <w:rsid w:val="00D43D0A"/>
    <w:rsid w:val="00D448BD"/>
    <w:rsid w:val="00D47825"/>
    <w:rsid w:val="00D47E04"/>
    <w:rsid w:val="00D52D60"/>
    <w:rsid w:val="00D54EF9"/>
    <w:rsid w:val="00D60BAE"/>
    <w:rsid w:val="00D63988"/>
    <w:rsid w:val="00D63B37"/>
    <w:rsid w:val="00D655DA"/>
    <w:rsid w:val="00D81745"/>
    <w:rsid w:val="00D827AF"/>
    <w:rsid w:val="00D87B03"/>
    <w:rsid w:val="00D90D0B"/>
    <w:rsid w:val="00D927FF"/>
    <w:rsid w:val="00D92F71"/>
    <w:rsid w:val="00D93672"/>
    <w:rsid w:val="00D938E7"/>
    <w:rsid w:val="00DA0A06"/>
    <w:rsid w:val="00DA5CA5"/>
    <w:rsid w:val="00DA7338"/>
    <w:rsid w:val="00DB2ADE"/>
    <w:rsid w:val="00DB5F18"/>
    <w:rsid w:val="00DB6A1B"/>
    <w:rsid w:val="00DB7C27"/>
    <w:rsid w:val="00DC51B5"/>
    <w:rsid w:val="00DC7F3D"/>
    <w:rsid w:val="00DD0007"/>
    <w:rsid w:val="00DD1461"/>
    <w:rsid w:val="00DD248A"/>
    <w:rsid w:val="00DD27B6"/>
    <w:rsid w:val="00DD2E28"/>
    <w:rsid w:val="00DD417F"/>
    <w:rsid w:val="00DD4DF5"/>
    <w:rsid w:val="00DD651E"/>
    <w:rsid w:val="00DD674A"/>
    <w:rsid w:val="00DE160F"/>
    <w:rsid w:val="00DE597B"/>
    <w:rsid w:val="00DE6FA5"/>
    <w:rsid w:val="00DF0E59"/>
    <w:rsid w:val="00DF2BBF"/>
    <w:rsid w:val="00DF50D4"/>
    <w:rsid w:val="00E009F0"/>
    <w:rsid w:val="00E01862"/>
    <w:rsid w:val="00E01E7B"/>
    <w:rsid w:val="00E03326"/>
    <w:rsid w:val="00E04087"/>
    <w:rsid w:val="00E05777"/>
    <w:rsid w:val="00E07614"/>
    <w:rsid w:val="00E11BC4"/>
    <w:rsid w:val="00E1723D"/>
    <w:rsid w:val="00E17AE4"/>
    <w:rsid w:val="00E17E79"/>
    <w:rsid w:val="00E238FD"/>
    <w:rsid w:val="00E23DE0"/>
    <w:rsid w:val="00E24A60"/>
    <w:rsid w:val="00E25C21"/>
    <w:rsid w:val="00E26848"/>
    <w:rsid w:val="00E3000B"/>
    <w:rsid w:val="00E36AE9"/>
    <w:rsid w:val="00E37F63"/>
    <w:rsid w:val="00E37FC2"/>
    <w:rsid w:val="00E437C9"/>
    <w:rsid w:val="00E4499F"/>
    <w:rsid w:val="00E5074F"/>
    <w:rsid w:val="00E512A0"/>
    <w:rsid w:val="00E52999"/>
    <w:rsid w:val="00E557B9"/>
    <w:rsid w:val="00E55AA9"/>
    <w:rsid w:val="00E561E8"/>
    <w:rsid w:val="00E61DDA"/>
    <w:rsid w:val="00E639BB"/>
    <w:rsid w:val="00E70B39"/>
    <w:rsid w:val="00E70F25"/>
    <w:rsid w:val="00E75993"/>
    <w:rsid w:val="00E75B8B"/>
    <w:rsid w:val="00E770A4"/>
    <w:rsid w:val="00E77E6E"/>
    <w:rsid w:val="00E800C9"/>
    <w:rsid w:val="00E8207C"/>
    <w:rsid w:val="00E82691"/>
    <w:rsid w:val="00E8558C"/>
    <w:rsid w:val="00E9063E"/>
    <w:rsid w:val="00E9298F"/>
    <w:rsid w:val="00E92B42"/>
    <w:rsid w:val="00E9313F"/>
    <w:rsid w:val="00E96595"/>
    <w:rsid w:val="00EA08A7"/>
    <w:rsid w:val="00EA1C10"/>
    <w:rsid w:val="00EA37D9"/>
    <w:rsid w:val="00EA4686"/>
    <w:rsid w:val="00EA5448"/>
    <w:rsid w:val="00EA75E3"/>
    <w:rsid w:val="00EA7D39"/>
    <w:rsid w:val="00EB0B9C"/>
    <w:rsid w:val="00EB0E84"/>
    <w:rsid w:val="00EB1ADD"/>
    <w:rsid w:val="00EB5B3E"/>
    <w:rsid w:val="00EB5F33"/>
    <w:rsid w:val="00EB6B68"/>
    <w:rsid w:val="00EB78F5"/>
    <w:rsid w:val="00EC0CEF"/>
    <w:rsid w:val="00EC3461"/>
    <w:rsid w:val="00EC57D7"/>
    <w:rsid w:val="00ED2E23"/>
    <w:rsid w:val="00ED4C3C"/>
    <w:rsid w:val="00ED4CE1"/>
    <w:rsid w:val="00ED7D09"/>
    <w:rsid w:val="00EE0EF9"/>
    <w:rsid w:val="00EE4CAE"/>
    <w:rsid w:val="00EF265F"/>
    <w:rsid w:val="00EF3813"/>
    <w:rsid w:val="00EF49A3"/>
    <w:rsid w:val="00EF589A"/>
    <w:rsid w:val="00F07242"/>
    <w:rsid w:val="00F10438"/>
    <w:rsid w:val="00F12A0D"/>
    <w:rsid w:val="00F178A7"/>
    <w:rsid w:val="00F17F83"/>
    <w:rsid w:val="00F2030F"/>
    <w:rsid w:val="00F21EE7"/>
    <w:rsid w:val="00F22111"/>
    <w:rsid w:val="00F22855"/>
    <w:rsid w:val="00F24F7A"/>
    <w:rsid w:val="00F32299"/>
    <w:rsid w:val="00F325E9"/>
    <w:rsid w:val="00F32A22"/>
    <w:rsid w:val="00F32AFF"/>
    <w:rsid w:val="00F366EC"/>
    <w:rsid w:val="00F4051D"/>
    <w:rsid w:val="00F407B2"/>
    <w:rsid w:val="00F45918"/>
    <w:rsid w:val="00F45CEB"/>
    <w:rsid w:val="00F461F9"/>
    <w:rsid w:val="00F52DC6"/>
    <w:rsid w:val="00F55E13"/>
    <w:rsid w:val="00F567A8"/>
    <w:rsid w:val="00F64B59"/>
    <w:rsid w:val="00F66372"/>
    <w:rsid w:val="00F666F5"/>
    <w:rsid w:val="00F76990"/>
    <w:rsid w:val="00F7795D"/>
    <w:rsid w:val="00F80512"/>
    <w:rsid w:val="00F818D8"/>
    <w:rsid w:val="00F820CD"/>
    <w:rsid w:val="00F83327"/>
    <w:rsid w:val="00F8442D"/>
    <w:rsid w:val="00F8538C"/>
    <w:rsid w:val="00F931C4"/>
    <w:rsid w:val="00F95CED"/>
    <w:rsid w:val="00F97272"/>
    <w:rsid w:val="00F97F2A"/>
    <w:rsid w:val="00FA0207"/>
    <w:rsid w:val="00FA32E6"/>
    <w:rsid w:val="00FA4CA7"/>
    <w:rsid w:val="00FB020E"/>
    <w:rsid w:val="00FB080F"/>
    <w:rsid w:val="00FB0B23"/>
    <w:rsid w:val="00FB1C97"/>
    <w:rsid w:val="00FB2D86"/>
    <w:rsid w:val="00FB35F0"/>
    <w:rsid w:val="00FB4C52"/>
    <w:rsid w:val="00FB799A"/>
    <w:rsid w:val="00FC1B5E"/>
    <w:rsid w:val="00FC23F3"/>
    <w:rsid w:val="00FC243B"/>
    <w:rsid w:val="00FC3E98"/>
    <w:rsid w:val="00FC79A4"/>
    <w:rsid w:val="00FD012C"/>
    <w:rsid w:val="00FD2389"/>
    <w:rsid w:val="00FD2729"/>
    <w:rsid w:val="00FD771D"/>
    <w:rsid w:val="00FD7E0C"/>
    <w:rsid w:val="00FE3275"/>
    <w:rsid w:val="00FE3792"/>
    <w:rsid w:val="00FE43E9"/>
    <w:rsid w:val="00FE488A"/>
    <w:rsid w:val="00FF38E4"/>
    <w:rsid w:val="00FF411E"/>
    <w:rsid w:val="00FF424F"/>
    <w:rsid w:val="00FF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07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5E2071"/>
    <w:pPr>
      <w:ind w:firstLine="720"/>
      <w:jc w:val="both"/>
    </w:pPr>
    <w:rPr>
      <w:b/>
      <w:bCs/>
      <w:sz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4310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E2071"/>
    <w:pPr>
      <w:jc w:val="both"/>
    </w:pPr>
    <w:rPr>
      <w:i/>
      <w:iCs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43101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5E2071"/>
    <w:rPr>
      <w:i/>
      <w:iCs/>
      <w:color w:val="FF000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43101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5E2071"/>
    <w:pPr>
      <w:ind w:firstLine="252"/>
    </w:pPr>
    <w:rPr>
      <w:i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43101"/>
    <w:rPr>
      <w:rFonts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5E20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310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E207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20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24A60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E2071"/>
    <w:pPr>
      <w:suppressAutoHyphens/>
    </w:pPr>
    <w:rPr>
      <w:sz w:val="26"/>
      <w:szCs w:val="3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43101"/>
    <w:rPr>
      <w:rFonts w:cs="Times New Roman"/>
      <w:sz w:val="16"/>
      <w:szCs w:val="16"/>
    </w:rPr>
  </w:style>
  <w:style w:type="table" w:styleId="TableGrid">
    <w:name w:val="Table Grid"/>
    <w:basedOn w:val="TableNormal"/>
    <w:uiPriority w:val="99"/>
    <w:rsid w:val="004B5D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D248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DD248A"/>
    <w:pPr>
      <w:jc w:val="center"/>
    </w:pPr>
    <w:rPr>
      <w:b/>
      <w:bCs/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DD248A"/>
    <w:rPr>
      <w:rFonts w:cs="Times New Roman"/>
      <w:b/>
      <w:sz w:val="24"/>
    </w:rPr>
  </w:style>
  <w:style w:type="character" w:customStyle="1" w:styleId="FontStyle24">
    <w:name w:val="Font Style24"/>
    <w:uiPriority w:val="99"/>
    <w:rsid w:val="00DD248A"/>
    <w:rPr>
      <w:rFonts w:ascii="Times New Roman" w:hAnsi="Times New Roman"/>
      <w:sz w:val="26"/>
    </w:rPr>
  </w:style>
  <w:style w:type="paragraph" w:customStyle="1" w:styleId="ConsPlusNonformat">
    <w:name w:val="ConsPlusNonformat"/>
    <w:uiPriority w:val="99"/>
    <w:rsid w:val="005B3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LineNumber">
    <w:name w:val="line number"/>
    <w:basedOn w:val="DefaultParagraphFont"/>
    <w:uiPriority w:val="99"/>
    <w:rsid w:val="00EB0B9C"/>
    <w:rPr>
      <w:rFonts w:cs="Times New Roman"/>
    </w:rPr>
  </w:style>
  <w:style w:type="paragraph" w:customStyle="1" w:styleId="ConsNonformat">
    <w:name w:val="ConsNonformat"/>
    <w:uiPriority w:val="99"/>
    <w:rsid w:val="000439E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0439E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537E2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37E26"/>
    <w:rPr>
      <w:rFonts w:ascii="Tahoma" w:hAnsi="Tahoma" w:cs="Times New Roman"/>
      <w:sz w:val="16"/>
    </w:rPr>
  </w:style>
  <w:style w:type="paragraph" w:customStyle="1" w:styleId="rvps706640">
    <w:name w:val="rvps706640"/>
    <w:basedOn w:val="Normal"/>
    <w:uiPriority w:val="99"/>
    <w:rsid w:val="00AB68ED"/>
    <w:pPr>
      <w:spacing w:after="150"/>
      <w:ind w:right="300"/>
    </w:pPr>
  </w:style>
  <w:style w:type="paragraph" w:styleId="NormalWeb">
    <w:name w:val="Normal (Web)"/>
    <w:basedOn w:val="Normal"/>
    <w:uiPriority w:val="99"/>
    <w:rsid w:val="00F7795D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B707E2"/>
  </w:style>
  <w:style w:type="character" w:styleId="Hyperlink">
    <w:name w:val="Hyperlink"/>
    <w:basedOn w:val="DefaultParagraphFont"/>
    <w:uiPriority w:val="99"/>
    <w:rsid w:val="00B707E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D272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EB5B3E"/>
    <w:pPr>
      <w:suppressAutoHyphens/>
      <w:spacing w:after="160" w:line="256" w:lineRule="auto"/>
      <w:ind w:right="19772" w:firstLine="720"/>
    </w:pPr>
    <w:rPr>
      <w:rFonts w:ascii="Arial" w:hAnsi="Arial" w:cs="Arial Unicode MS"/>
      <w:color w:val="000000"/>
      <w:sz w:val="20"/>
      <w:szCs w:val="2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0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177</Words>
  <Characters>1013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распоряжение Губернатора Ульяновской облас-ти от 16</dc:title>
  <dc:subject/>
  <dc:creator>dedaeva</dc:creator>
  <cp:keywords/>
  <dc:description/>
  <cp:lastModifiedBy>Пользователь</cp:lastModifiedBy>
  <cp:revision>8</cp:revision>
  <cp:lastPrinted>2017-07-27T07:50:00Z</cp:lastPrinted>
  <dcterms:created xsi:type="dcterms:W3CDTF">2017-07-27T10:18:00Z</dcterms:created>
  <dcterms:modified xsi:type="dcterms:W3CDTF">2017-09-29T09:02:00Z</dcterms:modified>
</cp:coreProperties>
</file>