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06C" w:rsidRDefault="00FB506C" w:rsidP="00E33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УЛЬЯНОВСКОЙ ОБЛАСТИ</w:t>
      </w:r>
    </w:p>
    <w:p w:rsidR="00FB506C" w:rsidRDefault="00FB506C" w:rsidP="00E33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06C" w:rsidRDefault="00FB506C" w:rsidP="00E33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06C" w:rsidRDefault="00FB506C" w:rsidP="00E33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06C" w:rsidRDefault="00FB506C" w:rsidP="00E33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06C" w:rsidRDefault="00FB506C" w:rsidP="00E33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06C" w:rsidRPr="00E337E5" w:rsidRDefault="00FB506C" w:rsidP="00DD59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506C" w:rsidRDefault="00FB506C" w:rsidP="00DD59E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764AE">
        <w:rPr>
          <w:rFonts w:ascii="Times New Roman" w:hAnsi="Times New Roman"/>
          <w:b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внесении изменений в </w:t>
      </w:r>
      <w:r w:rsidRPr="00EE270C">
        <w:rPr>
          <w:rFonts w:ascii="Times New Roman" w:hAnsi="Times New Roman"/>
          <w:b/>
          <w:color w:val="000000"/>
          <w:sz w:val="28"/>
          <w:szCs w:val="28"/>
        </w:rPr>
        <w:t>Закон Ульяновской области</w:t>
      </w:r>
    </w:p>
    <w:p w:rsidR="00FB506C" w:rsidRPr="0090420D" w:rsidRDefault="00FB506C" w:rsidP="00DD59E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270C">
        <w:rPr>
          <w:rFonts w:ascii="Times New Roman" w:hAnsi="Times New Roman"/>
          <w:b/>
          <w:color w:val="000000"/>
          <w:sz w:val="28"/>
          <w:szCs w:val="28"/>
        </w:rPr>
        <w:t xml:space="preserve"> «О Красной </w:t>
      </w:r>
      <w:r>
        <w:rPr>
          <w:rFonts w:ascii="Times New Roman" w:hAnsi="Times New Roman"/>
          <w:b/>
          <w:color w:val="000000"/>
          <w:sz w:val="28"/>
          <w:szCs w:val="28"/>
        </w:rPr>
        <w:t>к</w:t>
      </w:r>
      <w:r w:rsidRPr="00EE270C">
        <w:rPr>
          <w:rFonts w:ascii="Times New Roman" w:hAnsi="Times New Roman"/>
          <w:b/>
          <w:color w:val="000000"/>
          <w:sz w:val="28"/>
          <w:szCs w:val="28"/>
        </w:rPr>
        <w:t>ниге Ульяновской области»</w:t>
      </w:r>
    </w:p>
    <w:p w:rsidR="00FB506C" w:rsidRDefault="00FB506C" w:rsidP="00E337E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06C" w:rsidRDefault="00FB506C" w:rsidP="00E337E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06C" w:rsidRPr="00547384" w:rsidRDefault="00FB506C" w:rsidP="005473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7384">
        <w:rPr>
          <w:rFonts w:ascii="Times New Roman" w:hAnsi="Times New Roman" w:cs="Times New Roman"/>
          <w:sz w:val="24"/>
          <w:szCs w:val="24"/>
        </w:rPr>
        <w:t xml:space="preserve">Принят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384">
        <w:rPr>
          <w:rFonts w:ascii="Times New Roman" w:hAnsi="Times New Roman" w:cs="Times New Roman"/>
          <w:sz w:val="24"/>
          <w:szCs w:val="24"/>
        </w:rPr>
        <w:t>Законодательным Собранием Ульяновской области 20 сентября 2017 года</w:t>
      </w:r>
    </w:p>
    <w:p w:rsidR="00FB506C" w:rsidRDefault="00FB506C" w:rsidP="00E337E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06C" w:rsidRDefault="00FB506C" w:rsidP="00E337E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506C" w:rsidRPr="00E337E5" w:rsidRDefault="00FB506C" w:rsidP="00E337E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06C" w:rsidRDefault="00FB506C" w:rsidP="00DD59E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70C">
        <w:rPr>
          <w:rFonts w:ascii="Times New Roman" w:hAnsi="Times New Roman"/>
          <w:sz w:val="28"/>
          <w:szCs w:val="28"/>
        </w:rPr>
        <w:t xml:space="preserve">Внести в Закон Ульяновской области </w:t>
      </w:r>
      <w:hyperlink r:id="rId7" w:history="1">
        <w:r w:rsidRPr="00DC4BBD">
          <w:rPr>
            <w:rFonts w:ascii="Times New Roman" w:hAnsi="Times New Roman"/>
            <w:sz w:val="28"/>
            <w:szCs w:val="28"/>
          </w:rPr>
          <w:t xml:space="preserve">от 13 ноября 2002 года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DC4BBD">
          <w:rPr>
            <w:rFonts w:ascii="Times New Roman" w:hAnsi="Times New Roman"/>
            <w:sz w:val="28"/>
            <w:szCs w:val="28"/>
          </w:rPr>
          <w:t xml:space="preserve"> 052-ЗО </w:t>
        </w:r>
        <w:r>
          <w:rPr>
            <w:rFonts w:ascii="Times New Roman" w:hAnsi="Times New Roman"/>
            <w:sz w:val="28"/>
            <w:szCs w:val="28"/>
          </w:rPr>
          <w:t xml:space="preserve">            «</w:t>
        </w:r>
        <w:r w:rsidRPr="00DC4BBD">
          <w:rPr>
            <w:rFonts w:ascii="Times New Roman" w:hAnsi="Times New Roman"/>
            <w:sz w:val="28"/>
            <w:szCs w:val="28"/>
          </w:rPr>
          <w:t>О Красной книге Ульяновской области</w:t>
        </w:r>
        <w:r>
          <w:rPr>
            <w:rFonts w:ascii="Times New Roman" w:hAnsi="Times New Roman"/>
            <w:sz w:val="28"/>
            <w:szCs w:val="28"/>
          </w:rPr>
          <w:t>»</w:t>
        </w:r>
      </w:hyperlink>
      <w:r w:rsidRPr="00DC4BBD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«</w:t>
      </w:r>
      <w:r w:rsidRPr="00DC4BBD">
        <w:rPr>
          <w:rFonts w:ascii="Times New Roman" w:hAnsi="Times New Roman"/>
          <w:sz w:val="28"/>
          <w:szCs w:val="28"/>
        </w:rPr>
        <w:t>Ульяновская правда</w:t>
      </w:r>
      <w:r>
        <w:rPr>
          <w:rFonts w:ascii="Times New Roman" w:hAnsi="Times New Roman"/>
          <w:sz w:val="28"/>
          <w:szCs w:val="28"/>
        </w:rPr>
        <w:t>»</w:t>
      </w:r>
      <w:r w:rsidRPr="00DC4BBD">
        <w:rPr>
          <w:rFonts w:ascii="Times New Roman" w:hAnsi="Times New Roman"/>
          <w:sz w:val="28"/>
          <w:szCs w:val="28"/>
        </w:rPr>
        <w:t xml:space="preserve"> от 19.11.2002 </w:t>
      </w:r>
      <w:r>
        <w:rPr>
          <w:rFonts w:ascii="Times New Roman" w:hAnsi="Times New Roman"/>
          <w:sz w:val="28"/>
          <w:szCs w:val="28"/>
        </w:rPr>
        <w:br/>
        <w:t>№</w:t>
      </w:r>
      <w:r w:rsidRPr="00DC4BBD">
        <w:rPr>
          <w:rFonts w:ascii="Times New Roman" w:hAnsi="Times New Roman"/>
          <w:sz w:val="28"/>
          <w:szCs w:val="28"/>
        </w:rPr>
        <w:t xml:space="preserve"> 194; от 13.11.2007 </w:t>
      </w:r>
      <w:r>
        <w:rPr>
          <w:rFonts w:ascii="Times New Roman" w:hAnsi="Times New Roman"/>
          <w:sz w:val="28"/>
          <w:szCs w:val="28"/>
        </w:rPr>
        <w:t>№</w:t>
      </w:r>
      <w:r w:rsidRPr="00DC4BBD">
        <w:rPr>
          <w:rFonts w:ascii="Times New Roman" w:hAnsi="Times New Roman"/>
          <w:sz w:val="28"/>
          <w:szCs w:val="28"/>
        </w:rPr>
        <w:t xml:space="preserve"> 96; от 10.10.2012 </w:t>
      </w:r>
      <w:r>
        <w:rPr>
          <w:rFonts w:ascii="Times New Roman" w:hAnsi="Times New Roman"/>
          <w:sz w:val="28"/>
          <w:szCs w:val="28"/>
        </w:rPr>
        <w:t>№</w:t>
      </w:r>
      <w:r w:rsidRPr="00DC4BBD">
        <w:rPr>
          <w:rFonts w:ascii="Times New Roman" w:hAnsi="Times New Roman"/>
          <w:sz w:val="28"/>
          <w:szCs w:val="28"/>
        </w:rPr>
        <w:t xml:space="preserve"> 111</w:t>
      </w:r>
      <w:r>
        <w:rPr>
          <w:rFonts w:ascii="Times New Roman" w:hAnsi="Times New Roman"/>
          <w:sz w:val="28"/>
          <w:szCs w:val="28"/>
        </w:rPr>
        <w:t>; от 14.03.2016 № 31</w:t>
      </w:r>
      <w:r w:rsidRPr="00DC4BB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следующие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B506C" w:rsidRDefault="00FB506C" w:rsidP="00DD59E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в статье 1 слово «</w:t>
      </w:r>
      <w:r w:rsidRPr="00290078">
        <w:rPr>
          <w:rFonts w:ascii="Times New Roman" w:hAnsi="Times New Roman"/>
          <w:sz w:val="28"/>
          <w:szCs w:val="28"/>
        </w:rPr>
        <w:t>сведений</w:t>
      </w:r>
      <w:r>
        <w:rPr>
          <w:rFonts w:ascii="Times New Roman" w:hAnsi="Times New Roman"/>
          <w:sz w:val="28"/>
          <w:szCs w:val="28"/>
        </w:rPr>
        <w:t>» заменить словами «документированной информации»;</w:t>
      </w:r>
    </w:p>
    <w:p w:rsidR="00FB506C" w:rsidRDefault="00FB506C" w:rsidP="00DD59E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статью 2 после слова «организации» дополнить словом «государственного»;</w:t>
      </w:r>
    </w:p>
    <w:p w:rsidR="00FB506C" w:rsidRDefault="00FB506C" w:rsidP="00DD59E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в статье 3 слово «оригинал» заменить словом «подлинник»;</w:t>
      </w:r>
    </w:p>
    <w:p w:rsidR="00FB506C" w:rsidRPr="00EE270C" w:rsidRDefault="00FB506C" w:rsidP="00DD59E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абзац второй статьи 4</w:t>
      </w:r>
      <w:r w:rsidRPr="00EE270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FB506C" w:rsidRPr="00E66A00" w:rsidRDefault="00FB506C" w:rsidP="00DD59E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270C">
        <w:rPr>
          <w:rFonts w:ascii="Times New Roman" w:hAnsi="Times New Roman"/>
          <w:sz w:val="28"/>
          <w:szCs w:val="28"/>
        </w:rPr>
        <w:t>«Каждый том Красной книги Ульяновской области содержит аннотированны</w:t>
      </w:r>
      <w:r>
        <w:rPr>
          <w:rFonts w:ascii="Times New Roman" w:hAnsi="Times New Roman"/>
          <w:sz w:val="28"/>
          <w:szCs w:val="28"/>
        </w:rPr>
        <w:t>й</w:t>
      </w:r>
      <w:r w:rsidRPr="00EE270C">
        <w:rPr>
          <w:rFonts w:ascii="Times New Roman" w:hAnsi="Times New Roman"/>
          <w:sz w:val="28"/>
          <w:szCs w:val="28"/>
        </w:rPr>
        <w:t xml:space="preserve"> </w:t>
      </w:r>
      <w:r w:rsidRPr="00361EBF">
        <w:rPr>
          <w:rFonts w:ascii="Times New Roman" w:hAnsi="Times New Roman"/>
          <w:sz w:val="28"/>
          <w:szCs w:val="28"/>
        </w:rPr>
        <w:t>переч</w:t>
      </w:r>
      <w:r>
        <w:rPr>
          <w:rFonts w:ascii="Times New Roman" w:hAnsi="Times New Roman"/>
          <w:sz w:val="28"/>
          <w:szCs w:val="28"/>
        </w:rPr>
        <w:t>е</w:t>
      </w:r>
      <w:r w:rsidRPr="00361EBF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ь</w:t>
      </w:r>
      <w:r w:rsidRPr="00361EBF">
        <w:rPr>
          <w:rFonts w:ascii="Times New Roman" w:hAnsi="Times New Roman"/>
          <w:sz w:val="28"/>
          <w:szCs w:val="28"/>
        </w:rPr>
        <w:t xml:space="preserve"> (спис</w:t>
      </w:r>
      <w:r>
        <w:rPr>
          <w:rFonts w:ascii="Times New Roman" w:hAnsi="Times New Roman"/>
          <w:sz w:val="28"/>
          <w:szCs w:val="28"/>
        </w:rPr>
        <w:t>о</w:t>
      </w:r>
      <w:r w:rsidRPr="00361EBF">
        <w:rPr>
          <w:rFonts w:ascii="Times New Roman" w:hAnsi="Times New Roman"/>
          <w:sz w:val="28"/>
          <w:szCs w:val="28"/>
        </w:rPr>
        <w:t>к) объектов животного и растительного мира,</w:t>
      </w:r>
      <w:r>
        <w:rPr>
          <w:rFonts w:ascii="Times New Roman" w:hAnsi="Times New Roman"/>
          <w:sz w:val="28"/>
          <w:szCs w:val="28"/>
        </w:rPr>
        <w:t xml:space="preserve"> занесённых в Красную книгу Ульяновской области,</w:t>
      </w:r>
      <w:r w:rsidRPr="00361EBF">
        <w:rPr>
          <w:rFonts w:ascii="Times New Roman" w:hAnsi="Times New Roman"/>
          <w:sz w:val="28"/>
          <w:szCs w:val="28"/>
        </w:rPr>
        <w:t xml:space="preserve"> переч</w:t>
      </w:r>
      <w:r>
        <w:rPr>
          <w:rFonts w:ascii="Times New Roman" w:hAnsi="Times New Roman"/>
          <w:sz w:val="28"/>
          <w:szCs w:val="28"/>
        </w:rPr>
        <w:t>е</w:t>
      </w:r>
      <w:r w:rsidRPr="00361EBF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ь</w:t>
      </w:r>
      <w:r w:rsidRPr="00361EBF">
        <w:rPr>
          <w:rFonts w:ascii="Times New Roman" w:hAnsi="Times New Roman"/>
          <w:sz w:val="28"/>
          <w:szCs w:val="28"/>
        </w:rPr>
        <w:t xml:space="preserve"> (спис</w:t>
      </w:r>
      <w:r>
        <w:rPr>
          <w:rFonts w:ascii="Times New Roman" w:hAnsi="Times New Roman"/>
          <w:sz w:val="28"/>
          <w:szCs w:val="28"/>
        </w:rPr>
        <w:t>о</w:t>
      </w:r>
      <w:r w:rsidRPr="00361EBF">
        <w:rPr>
          <w:rFonts w:ascii="Times New Roman" w:hAnsi="Times New Roman"/>
          <w:sz w:val="28"/>
          <w:szCs w:val="28"/>
        </w:rPr>
        <w:t>к) объектов животного и растительного мира, исчезнувших с территории Ульяновской области</w:t>
      </w:r>
      <w:r>
        <w:rPr>
          <w:rFonts w:ascii="Times New Roman" w:hAnsi="Times New Roman"/>
          <w:sz w:val="28"/>
          <w:szCs w:val="28"/>
        </w:rPr>
        <w:t>,</w:t>
      </w:r>
      <w:r w:rsidRPr="00E66A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перечень (список) объектов растительного и животного мира, нуждающихся в специальных мерах охраны, а также текст </w:t>
      </w:r>
      <w:r w:rsidRPr="00EE270C">
        <w:rPr>
          <w:rFonts w:ascii="Times New Roman" w:hAnsi="Times New Roman"/>
          <w:sz w:val="28"/>
          <w:szCs w:val="28"/>
        </w:rPr>
        <w:t>настоящего Закона</w:t>
      </w:r>
      <w:r>
        <w:rPr>
          <w:rFonts w:ascii="Times New Roman" w:hAnsi="Times New Roman"/>
          <w:sz w:val="28"/>
          <w:szCs w:val="28"/>
        </w:rPr>
        <w:t>.»</w:t>
      </w:r>
      <w:r w:rsidRPr="00E66A00">
        <w:rPr>
          <w:rFonts w:ascii="Times New Roman" w:hAnsi="Times New Roman"/>
          <w:sz w:val="28"/>
          <w:szCs w:val="28"/>
        </w:rPr>
        <w:t>;</w:t>
      </w:r>
    </w:p>
    <w:p w:rsidR="00FB506C" w:rsidRDefault="00FB506C" w:rsidP="00DD59E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66A00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в статье 6: </w:t>
      </w:r>
    </w:p>
    <w:p w:rsidR="00FB506C" w:rsidRDefault="00FB506C" w:rsidP="00DD59E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после слов «для организации» дополнить словом «государственного»;</w:t>
      </w:r>
    </w:p>
    <w:p w:rsidR="00FB506C" w:rsidRDefault="00FB506C" w:rsidP="00DD59E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слово «</w:t>
      </w:r>
      <w:r w:rsidRPr="00E66A00">
        <w:rPr>
          <w:rFonts w:ascii="Times New Roman" w:hAnsi="Times New Roman"/>
          <w:sz w:val="28"/>
          <w:szCs w:val="28"/>
        </w:rPr>
        <w:t>учёные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E66A00">
        <w:rPr>
          <w:rFonts w:ascii="Times New Roman" w:hAnsi="Times New Roman"/>
          <w:sz w:val="28"/>
          <w:szCs w:val="28"/>
        </w:rPr>
        <w:t>научные работники</w:t>
      </w:r>
      <w:r>
        <w:rPr>
          <w:rFonts w:ascii="Times New Roman" w:hAnsi="Times New Roman"/>
          <w:sz w:val="28"/>
          <w:szCs w:val="28"/>
        </w:rPr>
        <w:t>»;</w:t>
      </w:r>
    </w:p>
    <w:p w:rsidR="00FB506C" w:rsidRDefault="00FB506C" w:rsidP="00DD59E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в статье 7 слова «</w:t>
      </w:r>
      <w:r w:rsidRPr="00290078">
        <w:rPr>
          <w:rFonts w:ascii="Times New Roman" w:hAnsi="Times New Roman"/>
          <w:sz w:val="28"/>
          <w:szCs w:val="28"/>
        </w:rPr>
        <w:t>Финансирование работ по ведению и изданию</w:t>
      </w:r>
      <w:r>
        <w:rPr>
          <w:rFonts w:ascii="Times New Roman" w:hAnsi="Times New Roman"/>
          <w:sz w:val="28"/>
          <w:szCs w:val="28"/>
        </w:rPr>
        <w:t xml:space="preserve"> Красной книги Ульяновской области» заменить словами «</w:t>
      </w:r>
      <w:r w:rsidRPr="00AD5337">
        <w:rPr>
          <w:rFonts w:ascii="Times New Roman" w:hAnsi="Times New Roman"/>
          <w:sz w:val="28"/>
          <w:szCs w:val="28"/>
        </w:rPr>
        <w:t>Финансовое обеспечение расходов, связанных с ведением и изданием</w:t>
      </w:r>
      <w:r>
        <w:rPr>
          <w:rFonts w:ascii="Times New Roman" w:hAnsi="Times New Roman"/>
          <w:sz w:val="28"/>
          <w:szCs w:val="28"/>
        </w:rPr>
        <w:t xml:space="preserve"> Красной книги Ульяновской области,»;</w:t>
      </w:r>
    </w:p>
    <w:p w:rsidR="00FB506C" w:rsidRDefault="00FB506C" w:rsidP="00DD59E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в статье 8:</w:t>
      </w:r>
    </w:p>
    <w:p w:rsidR="00FB506C" w:rsidRDefault="00FB506C" w:rsidP="00DD59E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абзац третий после слова «организацию» дополнить словом «государственного»;</w:t>
      </w:r>
    </w:p>
    <w:p w:rsidR="00FB506C" w:rsidRDefault="00FB506C" w:rsidP="00DD59E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в абзаце пятом слово «издания» исключить, слова «в печатном </w:t>
      </w:r>
      <w:r>
        <w:rPr>
          <w:rFonts w:ascii="Times New Roman" w:hAnsi="Times New Roman"/>
          <w:sz w:val="28"/>
          <w:szCs w:val="28"/>
        </w:rPr>
        <w:br/>
        <w:t>и электронном видах» заменить словами «на бумажном носителе и в электронной форме»;</w:t>
      </w:r>
    </w:p>
    <w:p w:rsidR="00FB506C" w:rsidRDefault="00FB506C" w:rsidP="00DD59E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статью 13 после слов «обследований и» дополнить словом «государственного»;</w:t>
      </w:r>
    </w:p>
    <w:p w:rsidR="00FB506C" w:rsidRDefault="00FB506C" w:rsidP="00DD59E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в статье 18 слова «и дополнениями» исключить;</w:t>
      </w:r>
    </w:p>
    <w:p w:rsidR="00FB506C" w:rsidRPr="00E66A00" w:rsidRDefault="00FB506C" w:rsidP="00DD59E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абзац первый статьи 19 после слова «осуществления» дополнить словом «государственного».</w:t>
      </w:r>
    </w:p>
    <w:p w:rsidR="00FB506C" w:rsidRPr="0078468C" w:rsidRDefault="00FB506C" w:rsidP="008906A7">
      <w:pPr>
        <w:pStyle w:val="ConsPlusNormal"/>
        <w:ind w:firstLine="540"/>
        <w:jc w:val="both"/>
        <w:rPr>
          <w:rFonts w:ascii="Times New Roman" w:hAnsi="Times New Roman" w:cs="Times New Roman"/>
          <w:sz w:val="36"/>
          <w:szCs w:val="28"/>
        </w:rPr>
      </w:pPr>
    </w:p>
    <w:p w:rsidR="00FB506C" w:rsidRDefault="00FB506C" w:rsidP="00F346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B506C" w:rsidRPr="00B9010A" w:rsidRDefault="00FB506C" w:rsidP="00F346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9010A">
        <w:rPr>
          <w:rFonts w:ascii="Times New Roman" w:hAnsi="Times New Roman" w:cs="Times New Roman"/>
          <w:b/>
          <w:bCs/>
          <w:sz w:val="28"/>
          <w:szCs w:val="28"/>
        </w:rPr>
        <w:t xml:space="preserve">Губернатор Ульяновской  области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B9010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С.И.Морозов</w:t>
      </w:r>
    </w:p>
    <w:p w:rsidR="00FB506C" w:rsidRDefault="00FB506C" w:rsidP="00F34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06C" w:rsidRDefault="00FB506C" w:rsidP="00F34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06C" w:rsidRPr="00B9010A" w:rsidRDefault="00FB506C" w:rsidP="00F34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06C" w:rsidRPr="00B9010A" w:rsidRDefault="00FB506C" w:rsidP="00784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010A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10A">
        <w:rPr>
          <w:rFonts w:ascii="Times New Roman" w:hAnsi="Times New Roman" w:cs="Times New Roman"/>
          <w:sz w:val="28"/>
          <w:szCs w:val="28"/>
        </w:rPr>
        <w:t>Ульяновск</w:t>
      </w:r>
    </w:p>
    <w:p w:rsidR="00FB506C" w:rsidRPr="00B9010A" w:rsidRDefault="00FB506C" w:rsidP="00784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сентября </w:t>
      </w:r>
      <w:smartTag w:uri="urn:schemas-microsoft-com:office:smarttags" w:element="metricconverter">
        <w:smartTagPr>
          <w:attr w:name="ProductID" w:val="2017 г"/>
        </w:smartTagPr>
        <w:r w:rsidRPr="00B9010A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B9010A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B9010A">
        <w:rPr>
          <w:rFonts w:ascii="Times New Roman" w:hAnsi="Times New Roman" w:cs="Times New Roman"/>
          <w:sz w:val="28"/>
          <w:szCs w:val="28"/>
        </w:rPr>
        <w:t>.</w:t>
      </w:r>
    </w:p>
    <w:p w:rsidR="00FB506C" w:rsidRPr="00E337E5" w:rsidRDefault="00FB506C" w:rsidP="00784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010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101</w:t>
      </w:r>
      <w:r w:rsidRPr="00B9010A">
        <w:rPr>
          <w:rFonts w:ascii="Times New Roman" w:hAnsi="Times New Roman" w:cs="Times New Roman"/>
          <w:sz w:val="28"/>
          <w:szCs w:val="28"/>
        </w:rPr>
        <w:t xml:space="preserve"> -ЗО</w:t>
      </w:r>
    </w:p>
    <w:sectPr w:rsidR="00FB506C" w:rsidRPr="00E337E5" w:rsidSect="00DD59E2">
      <w:headerReference w:type="even" r:id="rId8"/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06C" w:rsidRDefault="00FB506C">
      <w:r>
        <w:separator/>
      </w:r>
    </w:p>
  </w:endnote>
  <w:endnote w:type="continuationSeparator" w:id="0">
    <w:p w:rsidR="00FB506C" w:rsidRDefault="00FB5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06C" w:rsidRDefault="00FB506C">
      <w:r>
        <w:separator/>
      </w:r>
    </w:p>
  </w:footnote>
  <w:footnote w:type="continuationSeparator" w:id="0">
    <w:p w:rsidR="00FB506C" w:rsidRDefault="00FB50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06C" w:rsidRDefault="00FB506C" w:rsidP="003A5357">
    <w:pPr>
      <w:pStyle w:val="Head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FB506C" w:rsidRDefault="00FB506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06C" w:rsidRPr="00DD59E2" w:rsidRDefault="00FB506C" w:rsidP="00DD59E2">
    <w:pPr>
      <w:pStyle w:val="Header"/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 w:rsidRPr="00107AC1">
      <w:rPr>
        <w:rStyle w:val="PageNumber"/>
        <w:rFonts w:ascii="Times New Roman" w:hAnsi="Times New Roman"/>
        <w:sz w:val="28"/>
        <w:szCs w:val="28"/>
      </w:rPr>
      <w:fldChar w:fldCharType="begin"/>
    </w:r>
    <w:r w:rsidRPr="00107AC1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107AC1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107AC1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96153"/>
    <w:multiLevelType w:val="hybridMultilevel"/>
    <w:tmpl w:val="AA16A976"/>
    <w:lvl w:ilvl="0" w:tplc="D9AE937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7E5"/>
    <w:rsid w:val="000000B3"/>
    <w:rsid w:val="00000722"/>
    <w:rsid w:val="000008AC"/>
    <w:rsid w:val="00000FD1"/>
    <w:rsid w:val="0000101D"/>
    <w:rsid w:val="0000185C"/>
    <w:rsid w:val="00001CCD"/>
    <w:rsid w:val="0000354E"/>
    <w:rsid w:val="0000365F"/>
    <w:rsid w:val="00003D9F"/>
    <w:rsid w:val="000047B9"/>
    <w:rsid w:val="000048B5"/>
    <w:rsid w:val="000056A1"/>
    <w:rsid w:val="000056BB"/>
    <w:rsid w:val="0000595F"/>
    <w:rsid w:val="00005BE5"/>
    <w:rsid w:val="00010FEE"/>
    <w:rsid w:val="00011BD1"/>
    <w:rsid w:val="00011EB6"/>
    <w:rsid w:val="00014E87"/>
    <w:rsid w:val="00015264"/>
    <w:rsid w:val="000153C9"/>
    <w:rsid w:val="0001589C"/>
    <w:rsid w:val="00015F50"/>
    <w:rsid w:val="00016325"/>
    <w:rsid w:val="00017F91"/>
    <w:rsid w:val="000202E3"/>
    <w:rsid w:val="00021AD7"/>
    <w:rsid w:val="000221D8"/>
    <w:rsid w:val="00023432"/>
    <w:rsid w:val="0002395F"/>
    <w:rsid w:val="00024A21"/>
    <w:rsid w:val="00024CBE"/>
    <w:rsid w:val="00026380"/>
    <w:rsid w:val="000279E2"/>
    <w:rsid w:val="000306D4"/>
    <w:rsid w:val="00031359"/>
    <w:rsid w:val="00031821"/>
    <w:rsid w:val="00031973"/>
    <w:rsid w:val="00033CEE"/>
    <w:rsid w:val="00034E32"/>
    <w:rsid w:val="000361C3"/>
    <w:rsid w:val="00036208"/>
    <w:rsid w:val="00036839"/>
    <w:rsid w:val="00036F84"/>
    <w:rsid w:val="00040B8C"/>
    <w:rsid w:val="00040E15"/>
    <w:rsid w:val="00041F04"/>
    <w:rsid w:val="00043535"/>
    <w:rsid w:val="000437D3"/>
    <w:rsid w:val="0004390C"/>
    <w:rsid w:val="000439FB"/>
    <w:rsid w:val="0004427A"/>
    <w:rsid w:val="000451A6"/>
    <w:rsid w:val="000452A5"/>
    <w:rsid w:val="000455BB"/>
    <w:rsid w:val="000472A3"/>
    <w:rsid w:val="00051D36"/>
    <w:rsid w:val="0005227E"/>
    <w:rsid w:val="00052802"/>
    <w:rsid w:val="00052AAF"/>
    <w:rsid w:val="00053CE8"/>
    <w:rsid w:val="00054173"/>
    <w:rsid w:val="000542B2"/>
    <w:rsid w:val="0005480B"/>
    <w:rsid w:val="000555C2"/>
    <w:rsid w:val="0005653D"/>
    <w:rsid w:val="00056904"/>
    <w:rsid w:val="00056C19"/>
    <w:rsid w:val="000603B8"/>
    <w:rsid w:val="00061378"/>
    <w:rsid w:val="00061B18"/>
    <w:rsid w:val="00062870"/>
    <w:rsid w:val="000639BD"/>
    <w:rsid w:val="00065B8C"/>
    <w:rsid w:val="0006665D"/>
    <w:rsid w:val="000669F0"/>
    <w:rsid w:val="000702B3"/>
    <w:rsid w:val="00070782"/>
    <w:rsid w:val="0007170F"/>
    <w:rsid w:val="00074AEB"/>
    <w:rsid w:val="00074C97"/>
    <w:rsid w:val="00076025"/>
    <w:rsid w:val="00077B1D"/>
    <w:rsid w:val="0008084A"/>
    <w:rsid w:val="00081807"/>
    <w:rsid w:val="00082883"/>
    <w:rsid w:val="000836B0"/>
    <w:rsid w:val="00083C20"/>
    <w:rsid w:val="0008512D"/>
    <w:rsid w:val="00086670"/>
    <w:rsid w:val="000866C3"/>
    <w:rsid w:val="00086D29"/>
    <w:rsid w:val="00090B27"/>
    <w:rsid w:val="00092B23"/>
    <w:rsid w:val="0009378C"/>
    <w:rsid w:val="00093F41"/>
    <w:rsid w:val="000944C4"/>
    <w:rsid w:val="00095489"/>
    <w:rsid w:val="00095A4A"/>
    <w:rsid w:val="00095D5D"/>
    <w:rsid w:val="0009637D"/>
    <w:rsid w:val="00096AC3"/>
    <w:rsid w:val="00096D10"/>
    <w:rsid w:val="0009700F"/>
    <w:rsid w:val="000A1BB7"/>
    <w:rsid w:val="000A1C49"/>
    <w:rsid w:val="000A25B7"/>
    <w:rsid w:val="000A2D5C"/>
    <w:rsid w:val="000A44BE"/>
    <w:rsid w:val="000A4A15"/>
    <w:rsid w:val="000A562E"/>
    <w:rsid w:val="000A6705"/>
    <w:rsid w:val="000A67A2"/>
    <w:rsid w:val="000A6E0B"/>
    <w:rsid w:val="000B10EA"/>
    <w:rsid w:val="000B2007"/>
    <w:rsid w:val="000B22D5"/>
    <w:rsid w:val="000B25E2"/>
    <w:rsid w:val="000B2776"/>
    <w:rsid w:val="000B2AEF"/>
    <w:rsid w:val="000B3061"/>
    <w:rsid w:val="000B33FC"/>
    <w:rsid w:val="000B34ED"/>
    <w:rsid w:val="000B3E01"/>
    <w:rsid w:val="000B4ED6"/>
    <w:rsid w:val="000B5490"/>
    <w:rsid w:val="000B5E1B"/>
    <w:rsid w:val="000B5F42"/>
    <w:rsid w:val="000B6642"/>
    <w:rsid w:val="000B7AB0"/>
    <w:rsid w:val="000C1604"/>
    <w:rsid w:val="000C29E5"/>
    <w:rsid w:val="000C508F"/>
    <w:rsid w:val="000C518E"/>
    <w:rsid w:val="000C543F"/>
    <w:rsid w:val="000C54B6"/>
    <w:rsid w:val="000C5ACF"/>
    <w:rsid w:val="000C5DA6"/>
    <w:rsid w:val="000C72D0"/>
    <w:rsid w:val="000C7B38"/>
    <w:rsid w:val="000C7D72"/>
    <w:rsid w:val="000D3739"/>
    <w:rsid w:val="000D4C02"/>
    <w:rsid w:val="000D566C"/>
    <w:rsid w:val="000D5992"/>
    <w:rsid w:val="000D5AD4"/>
    <w:rsid w:val="000D6070"/>
    <w:rsid w:val="000D6ACC"/>
    <w:rsid w:val="000D7017"/>
    <w:rsid w:val="000D77BA"/>
    <w:rsid w:val="000D78CE"/>
    <w:rsid w:val="000E1EEC"/>
    <w:rsid w:val="000E2572"/>
    <w:rsid w:val="000E2CD6"/>
    <w:rsid w:val="000E42C2"/>
    <w:rsid w:val="000E4307"/>
    <w:rsid w:val="000E4C6D"/>
    <w:rsid w:val="000E566E"/>
    <w:rsid w:val="000E588F"/>
    <w:rsid w:val="000E6122"/>
    <w:rsid w:val="000E64F3"/>
    <w:rsid w:val="000E699A"/>
    <w:rsid w:val="000F1935"/>
    <w:rsid w:val="000F1C5E"/>
    <w:rsid w:val="000F23A0"/>
    <w:rsid w:val="000F2E3E"/>
    <w:rsid w:val="000F34E7"/>
    <w:rsid w:val="000F356E"/>
    <w:rsid w:val="000F36BB"/>
    <w:rsid w:val="000F4440"/>
    <w:rsid w:val="000F44B8"/>
    <w:rsid w:val="000F54B3"/>
    <w:rsid w:val="000F7F2E"/>
    <w:rsid w:val="0010021D"/>
    <w:rsid w:val="00101757"/>
    <w:rsid w:val="001017B0"/>
    <w:rsid w:val="00101C31"/>
    <w:rsid w:val="00102741"/>
    <w:rsid w:val="00102C64"/>
    <w:rsid w:val="0010337D"/>
    <w:rsid w:val="0010599E"/>
    <w:rsid w:val="00106317"/>
    <w:rsid w:val="0010794B"/>
    <w:rsid w:val="00107AC1"/>
    <w:rsid w:val="0011024E"/>
    <w:rsid w:val="00110D12"/>
    <w:rsid w:val="00110EBC"/>
    <w:rsid w:val="001115EB"/>
    <w:rsid w:val="00112104"/>
    <w:rsid w:val="001128FC"/>
    <w:rsid w:val="001136E1"/>
    <w:rsid w:val="00113D17"/>
    <w:rsid w:val="00113DE3"/>
    <w:rsid w:val="00114679"/>
    <w:rsid w:val="00114B19"/>
    <w:rsid w:val="00115DB4"/>
    <w:rsid w:val="00117ABA"/>
    <w:rsid w:val="00117EBC"/>
    <w:rsid w:val="00121854"/>
    <w:rsid w:val="00121A7A"/>
    <w:rsid w:val="00122D6E"/>
    <w:rsid w:val="00122DCB"/>
    <w:rsid w:val="001230E8"/>
    <w:rsid w:val="00123742"/>
    <w:rsid w:val="00127B2D"/>
    <w:rsid w:val="00131C45"/>
    <w:rsid w:val="00132070"/>
    <w:rsid w:val="001325F7"/>
    <w:rsid w:val="00134717"/>
    <w:rsid w:val="001354D9"/>
    <w:rsid w:val="00136D0A"/>
    <w:rsid w:val="001373E3"/>
    <w:rsid w:val="001377FC"/>
    <w:rsid w:val="00137F0D"/>
    <w:rsid w:val="00141116"/>
    <w:rsid w:val="00142839"/>
    <w:rsid w:val="00142B4D"/>
    <w:rsid w:val="00144CF0"/>
    <w:rsid w:val="00145BC8"/>
    <w:rsid w:val="00146A17"/>
    <w:rsid w:val="001505F7"/>
    <w:rsid w:val="0015178D"/>
    <w:rsid w:val="00151EB5"/>
    <w:rsid w:val="00152C68"/>
    <w:rsid w:val="00152DA5"/>
    <w:rsid w:val="0015432F"/>
    <w:rsid w:val="00154813"/>
    <w:rsid w:val="00155EFA"/>
    <w:rsid w:val="00156B11"/>
    <w:rsid w:val="0016066F"/>
    <w:rsid w:val="00161875"/>
    <w:rsid w:val="00161D59"/>
    <w:rsid w:val="00162422"/>
    <w:rsid w:val="001626C1"/>
    <w:rsid w:val="00162FE4"/>
    <w:rsid w:val="001637BB"/>
    <w:rsid w:val="00163B6D"/>
    <w:rsid w:val="001648B4"/>
    <w:rsid w:val="00164C6E"/>
    <w:rsid w:val="00164CC1"/>
    <w:rsid w:val="00166591"/>
    <w:rsid w:val="00166E7A"/>
    <w:rsid w:val="0016786F"/>
    <w:rsid w:val="00171475"/>
    <w:rsid w:val="00171A44"/>
    <w:rsid w:val="0017281B"/>
    <w:rsid w:val="0017479A"/>
    <w:rsid w:val="00174A8E"/>
    <w:rsid w:val="0017626A"/>
    <w:rsid w:val="0017653B"/>
    <w:rsid w:val="00176957"/>
    <w:rsid w:val="00177522"/>
    <w:rsid w:val="00177B36"/>
    <w:rsid w:val="00180BEE"/>
    <w:rsid w:val="00181A7E"/>
    <w:rsid w:val="00181C28"/>
    <w:rsid w:val="00181C57"/>
    <w:rsid w:val="00181FF6"/>
    <w:rsid w:val="001829A6"/>
    <w:rsid w:val="00183B55"/>
    <w:rsid w:val="001847B6"/>
    <w:rsid w:val="001849C0"/>
    <w:rsid w:val="001860D4"/>
    <w:rsid w:val="00186181"/>
    <w:rsid w:val="0018716D"/>
    <w:rsid w:val="001878A2"/>
    <w:rsid w:val="0019089A"/>
    <w:rsid w:val="00190925"/>
    <w:rsid w:val="00190D0E"/>
    <w:rsid w:val="001911EB"/>
    <w:rsid w:val="0019125B"/>
    <w:rsid w:val="001914F0"/>
    <w:rsid w:val="00191B13"/>
    <w:rsid w:val="00192F08"/>
    <w:rsid w:val="00195419"/>
    <w:rsid w:val="0019592A"/>
    <w:rsid w:val="0019754D"/>
    <w:rsid w:val="001A12F9"/>
    <w:rsid w:val="001A1CFC"/>
    <w:rsid w:val="001A219E"/>
    <w:rsid w:val="001A28BF"/>
    <w:rsid w:val="001A30A5"/>
    <w:rsid w:val="001A330F"/>
    <w:rsid w:val="001A3ACB"/>
    <w:rsid w:val="001A431E"/>
    <w:rsid w:val="001A4C40"/>
    <w:rsid w:val="001A5C47"/>
    <w:rsid w:val="001A63EC"/>
    <w:rsid w:val="001A6A29"/>
    <w:rsid w:val="001A7176"/>
    <w:rsid w:val="001B128C"/>
    <w:rsid w:val="001B1CCC"/>
    <w:rsid w:val="001B2183"/>
    <w:rsid w:val="001B31B8"/>
    <w:rsid w:val="001B3A15"/>
    <w:rsid w:val="001B3AC0"/>
    <w:rsid w:val="001B50FE"/>
    <w:rsid w:val="001C0409"/>
    <w:rsid w:val="001C05E4"/>
    <w:rsid w:val="001C2363"/>
    <w:rsid w:val="001C262D"/>
    <w:rsid w:val="001C4A51"/>
    <w:rsid w:val="001C4C72"/>
    <w:rsid w:val="001C5A6B"/>
    <w:rsid w:val="001C5DBC"/>
    <w:rsid w:val="001C6486"/>
    <w:rsid w:val="001C6770"/>
    <w:rsid w:val="001C7D84"/>
    <w:rsid w:val="001C7E96"/>
    <w:rsid w:val="001D002E"/>
    <w:rsid w:val="001D02FC"/>
    <w:rsid w:val="001D0417"/>
    <w:rsid w:val="001D04B1"/>
    <w:rsid w:val="001D0F0A"/>
    <w:rsid w:val="001D13A7"/>
    <w:rsid w:val="001D1841"/>
    <w:rsid w:val="001D40F1"/>
    <w:rsid w:val="001D4B52"/>
    <w:rsid w:val="001D502B"/>
    <w:rsid w:val="001D57D8"/>
    <w:rsid w:val="001D77D3"/>
    <w:rsid w:val="001D7C5D"/>
    <w:rsid w:val="001E01E8"/>
    <w:rsid w:val="001E20B5"/>
    <w:rsid w:val="001E2286"/>
    <w:rsid w:val="001E2964"/>
    <w:rsid w:val="001E3B05"/>
    <w:rsid w:val="001E5E32"/>
    <w:rsid w:val="001E69C8"/>
    <w:rsid w:val="001F081F"/>
    <w:rsid w:val="001F10DA"/>
    <w:rsid w:val="001F111A"/>
    <w:rsid w:val="001F3382"/>
    <w:rsid w:val="001F34BB"/>
    <w:rsid w:val="001F3C39"/>
    <w:rsid w:val="001F5DD6"/>
    <w:rsid w:val="001F627E"/>
    <w:rsid w:val="001F73C1"/>
    <w:rsid w:val="001F7C35"/>
    <w:rsid w:val="0020108B"/>
    <w:rsid w:val="0020179D"/>
    <w:rsid w:val="00203698"/>
    <w:rsid w:val="00206591"/>
    <w:rsid w:val="00207D14"/>
    <w:rsid w:val="002103BF"/>
    <w:rsid w:val="002114F0"/>
    <w:rsid w:val="00211755"/>
    <w:rsid w:val="002123C8"/>
    <w:rsid w:val="00214D6E"/>
    <w:rsid w:val="00216329"/>
    <w:rsid w:val="002171CB"/>
    <w:rsid w:val="002178CE"/>
    <w:rsid w:val="00217B72"/>
    <w:rsid w:val="0022023D"/>
    <w:rsid w:val="00221BCF"/>
    <w:rsid w:val="00222B09"/>
    <w:rsid w:val="00222BA1"/>
    <w:rsid w:val="00223F0C"/>
    <w:rsid w:val="002252C4"/>
    <w:rsid w:val="00225FC2"/>
    <w:rsid w:val="00227C31"/>
    <w:rsid w:val="00227E85"/>
    <w:rsid w:val="00230111"/>
    <w:rsid w:val="0023081F"/>
    <w:rsid w:val="002320F4"/>
    <w:rsid w:val="00232BF9"/>
    <w:rsid w:val="00233FAF"/>
    <w:rsid w:val="00234141"/>
    <w:rsid w:val="00234767"/>
    <w:rsid w:val="00237577"/>
    <w:rsid w:val="00237C18"/>
    <w:rsid w:val="00241CF4"/>
    <w:rsid w:val="00242001"/>
    <w:rsid w:val="0024334D"/>
    <w:rsid w:val="0024485C"/>
    <w:rsid w:val="002456E2"/>
    <w:rsid w:val="002461D7"/>
    <w:rsid w:val="00246872"/>
    <w:rsid w:val="00247778"/>
    <w:rsid w:val="0025087A"/>
    <w:rsid w:val="00251505"/>
    <w:rsid w:val="00251588"/>
    <w:rsid w:val="00253441"/>
    <w:rsid w:val="00253835"/>
    <w:rsid w:val="00253A62"/>
    <w:rsid w:val="00254140"/>
    <w:rsid w:val="002542E3"/>
    <w:rsid w:val="002557B3"/>
    <w:rsid w:val="00255E2D"/>
    <w:rsid w:val="002563CB"/>
    <w:rsid w:val="0026130B"/>
    <w:rsid w:val="00264269"/>
    <w:rsid w:val="002649E7"/>
    <w:rsid w:val="00264EF2"/>
    <w:rsid w:val="00264F3E"/>
    <w:rsid w:val="002659BE"/>
    <w:rsid w:val="00266533"/>
    <w:rsid w:val="00267527"/>
    <w:rsid w:val="002676AE"/>
    <w:rsid w:val="00270026"/>
    <w:rsid w:val="0027017F"/>
    <w:rsid w:val="00270431"/>
    <w:rsid w:val="002713F1"/>
    <w:rsid w:val="00272336"/>
    <w:rsid w:val="002724C0"/>
    <w:rsid w:val="002737DE"/>
    <w:rsid w:val="00274263"/>
    <w:rsid w:val="00274502"/>
    <w:rsid w:val="00274F04"/>
    <w:rsid w:val="002751DC"/>
    <w:rsid w:val="00276A51"/>
    <w:rsid w:val="00276E81"/>
    <w:rsid w:val="00276FDE"/>
    <w:rsid w:val="00277138"/>
    <w:rsid w:val="00277173"/>
    <w:rsid w:val="0027761C"/>
    <w:rsid w:val="00277811"/>
    <w:rsid w:val="0028002B"/>
    <w:rsid w:val="00280924"/>
    <w:rsid w:val="00280BC8"/>
    <w:rsid w:val="0028102B"/>
    <w:rsid w:val="00281717"/>
    <w:rsid w:val="002824C1"/>
    <w:rsid w:val="0028393F"/>
    <w:rsid w:val="00284589"/>
    <w:rsid w:val="0028463B"/>
    <w:rsid w:val="00286F1F"/>
    <w:rsid w:val="002876C2"/>
    <w:rsid w:val="00290078"/>
    <w:rsid w:val="002906D7"/>
    <w:rsid w:val="002909FF"/>
    <w:rsid w:val="00290E66"/>
    <w:rsid w:val="00292876"/>
    <w:rsid w:val="00294083"/>
    <w:rsid w:val="0029498E"/>
    <w:rsid w:val="00294F4A"/>
    <w:rsid w:val="002956EF"/>
    <w:rsid w:val="00295CC4"/>
    <w:rsid w:val="00295D63"/>
    <w:rsid w:val="00297B69"/>
    <w:rsid w:val="00297E30"/>
    <w:rsid w:val="002A05CE"/>
    <w:rsid w:val="002A0C34"/>
    <w:rsid w:val="002A24A8"/>
    <w:rsid w:val="002A2644"/>
    <w:rsid w:val="002A3308"/>
    <w:rsid w:val="002A4EB9"/>
    <w:rsid w:val="002A6713"/>
    <w:rsid w:val="002A687E"/>
    <w:rsid w:val="002A6AAF"/>
    <w:rsid w:val="002A6F95"/>
    <w:rsid w:val="002A75C4"/>
    <w:rsid w:val="002B0E30"/>
    <w:rsid w:val="002B27A9"/>
    <w:rsid w:val="002B27BE"/>
    <w:rsid w:val="002B2B6A"/>
    <w:rsid w:val="002B2CCC"/>
    <w:rsid w:val="002B51E7"/>
    <w:rsid w:val="002B58B8"/>
    <w:rsid w:val="002B6834"/>
    <w:rsid w:val="002B6848"/>
    <w:rsid w:val="002B6A62"/>
    <w:rsid w:val="002B77B3"/>
    <w:rsid w:val="002B7BF1"/>
    <w:rsid w:val="002B7F34"/>
    <w:rsid w:val="002C002E"/>
    <w:rsid w:val="002C03E5"/>
    <w:rsid w:val="002C130C"/>
    <w:rsid w:val="002C2C61"/>
    <w:rsid w:val="002C341E"/>
    <w:rsid w:val="002C4135"/>
    <w:rsid w:val="002C472A"/>
    <w:rsid w:val="002C4A20"/>
    <w:rsid w:val="002C534A"/>
    <w:rsid w:val="002C71B5"/>
    <w:rsid w:val="002C7310"/>
    <w:rsid w:val="002C7ABF"/>
    <w:rsid w:val="002D0E63"/>
    <w:rsid w:val="002D11FF"/>
    <w:rsid w:val="002D28CE"/>
    <w:rsid w:val="002D2FDB"/>
    <w:rsid w:val="002D3008"/>
    <w:rsid w:val="002D5ECC"/>
    <w:rsid w:val="002D6799"/>
    <w:rsid w:val="002D6ADC"/>
    <w:rsid w:val="002D749B"/>
    <w:rsid w:val="002D7F9D"/>
    <w:rsid w:val="002E0DF3"/>
    <w:rsid w:val="002E0EA7"/>
    <w:rsid w:val="002E1C7B"/>
    <w:rsid w:val="002E1EF1"/>
    <w:rsid w:val="002E4BA4"/>
    <w:rsid w:val="002E50A6"/>
    <w:rsid w:val="002E50F8"/>
    <w:rsid w:val="002E5D6F"/>
    <w:rsid w:val="002E64B0"/>
    <w:rsid w:val="002E65B1"/>
    <w:rsid w:val="002E6BE0"/>
    <w:rsid w:val="002E7C29"/>
    <w:rsid w:val="002E7C7E"/>
    <w:rsid w:val="002F1147"/>
    <w:rsid w:val="002F2622"/>
    <w:rsid w:val="002F4995"/>
    <w:rsid w:val="002F7AC3"/>
    <w:rsid w:val="00301AD2"/>
    <w:rsid w:val="00301BD7"/>
    <w:rsid w:val="00304FBD"/>
    <w:rsid w:val="00304FFC"/>
    <w:rsid w:val="0030546C"/>
    <w:rsid w:val="0030619E"/>
    <w:rsid w:val="00307F01"/>
    <w:rsid w:val="00311194"/>
    <w:rsid w:val="003133F6"/>
    <w:rsid w:val="003156F5"/>
    <w:rsid w:val="00315FDD"/>
    <w:rsid w:val="0031731E"/>
    <w:rsid w:val="00322FAF"/>
    <w:rsid w:val="0032479F"/>
    <w:rsid w:val="0032496F"/>
    <w:rsid w:val="00327227"/>
    <w:rsid w:val="003274BA"/>
    <w:rsid w:val="00327E9C"/>
    <w:rsid w:val="0033080E"/>
    <w:rsid w:val="003311C4"/>
    <w:rsid w:val="003316A3"/>
    <w:rsid w:val="00331A89"/>
    <w:rsid w:val="00331CE6"/>
    <w:rsid w:val="00331FBB"/>
    <w:rsid w:val="00332C4F"/>
    <w:rsid w:val="00335072"/>
    <w:rsid w:val="00337476"/>
    <w:rsid w:val="00337B34"/>
    <w:rsid w:val="00340BBD"/>
    <w:rsid w:val="00340D6D"/>
    <w:rsid w:val="0034207F"/>
    <w:rsid w:val="003423B8"/>
    <w:rsid w:val="00342532"/>
    <w:rsid w:val="00343BFE"/>
    <w:rsid w:val="00344577"/>
    <w:rsid w:val="00346788"/>
    <w:rsid w:val="00350B51"/>
    <w:rsid w:val="003513F6"/>
    <w:rsid w:val="00351B00"/>
    <w:rsid w:val="0035241C"/>
    <w:rsid w:val="00353CD5"/>
    <w:rsid w:val="0035468E"/>
    <w:rsid w:val="00355710"/>
    <w:rsid w:val="0035577F"/>
    <w:rsid w:val="003558A8"/>
    <w:rsid w:val="00357DE0"/>
    <w:rsid w:val="00357F64"/>
    <w:rsid w:val="00360147"/>
    <w:rsid w:val="00361EBF"/>
    <w:rsid w:val="00362F5A"/>
    <w:rsid w:val="00363366"/>
    <w:rsid w:val="003645C7"/>
    <w:rsid w:val="003673FA"/>
    <w:rsid w:val="003675E9"/>
    <w:rsid w:val="00367667"/>
    <w:rsid w:val="00367A84"/>
    <w:rsid w:val="00370B11"/>
    <w:rsid w:val="00371C61"/>
    <w:rsid w:val="00371E18"/>
    <w:rsid w:val="00371E93"/>
    <w:rsid w:val="00374019"/>
    <w:rsid w:val="00374280"/>
    <w:rsid w:val="003750D6"/>
    <w:rsid w:val="00376418"/>
    <w:rsid w:val="003765E8"/>
    <w:rsid w:val="00377D4B"/>
    <w:rsid w:val="00380666"/>
    <w:rsid w:val="00380CF4"/>
    <w:rsid w:val="00381A69"/>
    <w:rsid w:val="00381D2F"/>
    <w:rsid w:val="00382DFC"/>
    <w:rsid w:val="003832BC"/>
    <w:rsid w:val="00383ACF"/>
    <w:rsid w:val="00383E33"/>
    <w:rsid w:val="00384F76"/>
    <w:rsid w:val="00385E28"/>
    <w:rsid w:val="00387381"/>
    <w:rsid w:val="0038738D"/>
    <w:rsid w:val="003876C9"/>
    <w:rsid w:val="00390490"/>
    <w:rsid w:val="00390653"/>
    <w:rsid w:val="00390C8E"/>
    <w:rsid w:val="00392BE9"/>
    <w:rsid w:val="00393015"/>
    <w:rsid w:val="00394ABF"/>
    <w:rsid w:val="003960B2"/>
    <w:rsid w:val="00396140"/>
    <w:rsid w:val="00396276"/>
    <w:rsid w:val="00396D44"/>
    <w:rsid w:val="0039723B"/>
    <w:rsid w:val="003976CF"/>
    <w:rsid w:val="003A2008"/>
    <w:rsid w:val="003A2483"/>
    <w:rsid w:val="003A2B4C"/>
    <w:rsid w:val="003A2D9B"/>
    <w:rsid w:val="003A3B01"/>
    <w:rsid w:val="003A3CBA"/>
    <w:rsid w:val="003A46A4"/>
    <w:rsid w:val="003A5357"/>
    <w:rsid w:val="003A5480"/>
    <w:rsid w:val="003A5A36"/>
    <w:rsid w:val="003A63B4"/>
    <w:rsid w:val="003A7F4A"/>
    <w:rsid w:val="003B13E0"/>
    <w:rsid w:val="003B1BBD"/>
    <w:rsid w:val="003B21DF"/>
    <w:rsid w:val="003B2205"/>
    <w:rsid w:val="003B4733"/>
    <w:rsid w:val="003B4D67"/>
    <w:rsid w:val="003B5460"/>
    <w:rsid w:val="003B63C3"/>
    <w:rsid w:val="003B6F02"/>
    <w:rsid w:val="003B75B5"/>
    <w:rsid w:val="003B7F07"/>
    <w:rsid w:val="003C11AE"/>
    <w:rsid w:val="003C1B7D"/>
    <w:rsid w:val="003C221C"/>
    <w:rsid w:val="003C35D4"/>
    <w:rsid w:val="003C508F"/>
    <w:rsid w:val="003C64BA"/>
    <w:rsid w:val="003D03E0"/>
    <w:rsid w:val="003D09D6"/>
    <w:rsid w:val="003D10E6"/>
    <w:rsid w:val="003D14C5"/>
    <w:rsid w:val="003D1782"/>
    <w:rsid w:val="003D19E3"/>
    <w:rsid w:val="003D1B1B"/>
    <w:rsid w:val="003D1B69"/>
    <w:rsid w:val="003D2A46"/>
    <w:rsid w:val="003D5458"/>
    <w:rsid w:val="003D5F10"/>
    <w:rsid w:val="003D644D"/>
    <w:rsid w:val="003E062C"/>
    <w:rsid w:val="003E11F4"/>
    <w:rsid w:val="003E1569"/>
    <w:rsid w:val="003E15DB"/>
    <w:rsid w:val="003E1B60"/>
    <w:rsid w:val="003E503B"/>
    <w:rsid w:val="003F0114"/>
    <w:rsid w:val="003F27DC"/>
    <w:rsid w:val="003F44FB"/>
    <w:rsid w:val="003F4C44"/>
    <w:rsid w:val="003F5F6C"/>
    <w:rsid w:val="003F7149"/>
    <w:rsid w:val="003F71F0"/>
    <w:rsid w:val="003F7A92"/>
    <w:rsid w:val="003F7AA6"/>
    <w:rsid w:val="003F7FD8"/>
    <w:rsid w:val="0040092B"/>
    <w:rsid w:val="00400DCA"/>
    <w:rsid w:val="004021B6"/>
    <w:rsid w:val="004029EB"/>
    <w:rsid w:val="00404B64"/>
    <w:rsid w:val="00404D0A"/>
    <w:rsid w:val="00405F08"/>
    <w:rsid w:val="004067CA"/>
    <w:rsid w:val="00406B62"/>
    <w:rsid w:val="00407348"/>
    <w:rsid w:val="0040751A"/>
    <w:rsid w:val="004119DD"/>
    <w:rsid w:val="00411F09"/>
    <w:rsid w:val="004122DB"/>
    <w:rsid w:val="00412675"/>
    <w:rsid w:val="0041293A"/>
    <w:rsid w:val="00412DA1"/>
    <w:rsid w:val="00413054"/>
    <w:rsid w:val="00413230"/>
    <w:rsid w:val="00414068"/>
    <w:rsid w:val="00415079"/>
    <w:rsid w:val="004150BE"/>
    <w:rsid w:val="00415C66"/>
    <w:rsid w:val="00416EC6"/>
    <w:rsid w:val="00417044"/>
    <w:rsid w:val="0041720B"/>
    <w:rsid w:val="0042127E"/>
    <w:rsid w:val="004224BC"/>
    <w:rsid w:val="0042268F"/>
    <w:rsid w:val="0042290E"/>
    <w:rsid w:val="00422D85"/>
    <w:rsid w:val="00422EB3"/>
    <w:rsid w:val="0042396C"/>
    <w:rsid w:val="00423C67"/>
    <w:rsid w:val="004251E2"/>
    <w:rsid w:val="00425549"/>
    <w:rsid w:val="004257B8"/>
    <w:rsid w:val="004259C0"/>
    <w:rsid w:val="00425A34"/>
    <w:rsid w:val="00426606"/>
    <w:rsid w:val="004272EB"/>
    <w:rsid w:val="00427447"/>
    <w:rsid w:val="00427ADE"/>
    <w:rsid w:val="00427C9E"/>
    <w:rsid w:val="004311AA"/>
    <w:rsid w:val="004314F6"/>
    <w:rsid w:val="00433781"/>
    <w:rsid w:val="0043386C"/>
    <w:rsid w:val="00434640"/>
    <w:rsid w:val="00435329"/>
    <w:rsid w:val="00435F9D"/>
    <w:rsid w:val="0043611E"/>
    <w:rsid w:val="00436C0F"/>
    <w:rsid w:val="00436C6C"/>
    <w:rsid w:val="00436DB1"/>
    <w:rsid w:val="0043717D"/>
    <w:rsid w:val="004375CE"/>
    <w:rsid w:val="00437780"/>
    <w:rsid w:val="0044051F"/>
    <w:rsid w:val="004414C8"/>
    <w:rsid w:val="00442223"/>
    <w:rsid w:val="00442487"/>
    <w:rsid w:val="004424CE"/>
    <w:rsid w:val="0044336E"/>
    <w:rsid w:val="00445B68"/>
    <w:rsid w:val="00450336"/>
    <w:rsid w:val="00450756"/>
    <w:rsid w:val="00450B66"/>
    <w:rsid w:val="00451420"/>
    <w:rsid w:val="00451891"/>
    <w:rsid w:val="0045200D"/>
    <w:rsid w:val="00453E27"/>
    <w:rsid w:val="00454517"/>
    <w:rsid w:val="00454DD2"/>
    <w:rsid w:val="00455A00"/>
    <w:rsid w:val="004563FE"/>
    <w:rsid w:val="00456B0E"/>
    <w:rsid w:val="004600AC"/>
    <w:rsid w:val="004602C3"/>
    <w:rsid w:val="004610B2"/>
    <w:rsid w:val="00461A6A"/>
    <w:rsid w:val="004620A4"/>
    <w:rsid w:val="004622CE"/>
    <w:rsid w:val="00462359"/>
    <w:rsid w:val="00463BB6"/>
    <w:rsid w:val="004646AC"/>
    <w:rsid w:val="00470FF4"/>
    <w:rsid w:val="00471347"/>
    <w:rsid w:val="00472DDD"/>
    <w:rsid w:val="004735E2"/>
    <w:rsid w:val="00473F2C"/>
    <w:rsid w:val="00474399"/>
    <w:rsid w:val="00474CA4"/>
    <w:rsid w:val="00481118"/>
    <w:rsid w:val="00481373"/>
    <w:rsid w:val="004815B6"/>
    <w:rsid w:val="00481D27"/>
    <w:rsid w:val="00481FFC"/>
    <w:rsid w:val="004824C2"/>
    <w:rsid w:val="00483B48"/>
    <w:rsid w:val="004848CA"/>
    <w:rsid w:val="00484B97"/>
    <w:rsid w:val="0048550C"/>
    <w:rsid w:val="00485DF5"/>
    <w:rsid w:val="00485FD2"/>
    <w:rsid w:val="004876D5"/>
    <w:rsid w:val="0049041A"/>
    <w:rsid w:val="004906A3"/>
    <w:rsid w:val="0049091E"/>
    <w:rsid w:val="00490CF4"/>
    <w:rsid w:val="004921BB"/>
    <w:rsid w:val="00494B6E"/>
    <w:rsid w:val="00494C43"/>
    <w:rsid w:val="00496B70"/>
    <w:rsid w:val="0049766E"/>
    <w:rsid w:val="004A0B31"/>
    <w:rsid w:val="004A125C"/>
    <w:rsid w:val="004A13B7"/>
    <w:rsid w:val="004A2120"/>
    <w:rsid w:val="004A3B72"/>
    <w:rsid w:val="004A5F33"/>
    <w:rsid w:val="004A618C"/>
    <w:rsid w:val="004A78C9"/>
    <w:rsid w:val="004A7D22"/>
    <w:rsid w:val="004B0DCD"/>
    <w:rsid w:val="004B1718"/>
    <w:rsid w:val="004B1C22"/>
    <w:rsid w:val="004B1EED"/>
    <w:rsid w:val="004B212A"/>
    <w:rsid w:val="004B626B"/>
    <w:rsid w:val="004B67FA"/>
    <w:rsid w:val="004B6826"/>
    <w:rsid w:val="004B6942"/>
    <w:rsid w:val="004B6B37"/>
    <w:rsid w:val="004B752D"/>
    <w:rsid w:val="004C0232"/>
    <w:rsid w:val="004C0350"/>
    <w:rsid w:val="004C0400"/>
    <w:rsid w:val="004C0B5F"/>
    <w:rsid w:val="004C0C3E"/>
    <w:rsid w:val="004C1A8B"/>
    <w:rsid w:val="004C1B77"/>
    <w:rsid w:val="004C1F0B"/>
    <w:rsid w:val="004C242E"/>
    <w:rsid w:val="004C2DB6"/>
    <w:rsid w:val="004C3E64"/>
    <w:rsid w:val="004C3F4A"/>
    <w:rsid w:val="004C4F90"/>
    <w:rsid w:val="004C5D69"/>
    <w:rsid w:val="004C639F"/>
    <w:rsid w:val="004D0164"/>
    <w:rsid w:val="004D02A2"/>
    <w:rsid w:val="004D0C5D"/>
    <w:rsid w:val="004D18D0"/>
    <w:rsid w:val="004D1F12"/>
    <w:rsid w:val="004D3AFE"/>
    <w:rsid w:val="004D558B"/>
    <w:rsid w:val="004D798E"/>
    <w:rsid w:val="004E33C5"/>
    <w:rsid w:val="004E3812"/>
    <w:rsid w:val="004E4087"/>
    <w:rsid w:val="004F04AC"/>
    <w:rsid w:val="004F093D"/>
    <w:rsid w:val="004F0B3E"/>
    <w:rsid w:val="004F11E8"/>
    <w:rsid w:val="004F1232"/>
    <w:rsid w:val="004F21D9"/>
    <w:rsid w:val="004F3943"/>
    <w:rsid w:val="004F4B9E"/>
    <w:rsid w:val="004F5315"/>
    <w:rsid w:val="004F547A"/>
    <w:rsid w:val="004F74B0"/>
    <w:rsid w:val="004F7A51"/>
    <w:rsid w:val="00500545"/>
    <w:rsid w:val="00500EAC"/>
    <w:rsid w:val="00502CC0"/>
    <w:rsid w:val="0050471E"/>
    <w:rsid w:val="00505CF8"/>
    <w:rsid w:val="00507583"/>
    <w:rsid w:val="00507781"/>
    <w:rsid w:val="005105EA"/>
    <w:rsid w:val="00510626"/>
    <w:rsid w:val="005110CC"/>
    <w:rsid w:val="005124AA"/>
    <w:rsid w:val="00512605"/>
    <w:rsid w:val="0051312B"/>
    <w:rsid w:val="0051330F"/>
    <w:rsid w:val="00515850"/>
    <w:rsid w:val="0051749C"/>
    <w:rsid w:val="005202E5"/>
    <w:rsid w:val="00520C4C"/>
    <w:rsid w:val="00520DA2"/>
    <w:rsid w:val="00521DCE"/>
    <w:rsid w:val="00521E34"/>
    <w:rsid w:val="00522E39"/>
    <w:rsid w:val="00523351"/>
    <w:rsid w:val="00523C0E"/>
    <w:rsid w:val="00523D80"/>
    <w:rsid w:val="0052571D"/>
    <w:rsid w:val="005260DC"/>
    <w:rsid w:val="00526632"/>
    <w:rsid w:val="00526FE3"/>
    <w:rsid w:val="005276EC"/>
    <w:rsid w:val="00530281"/>
    <w:rsid w:val="005309F9"/>
    <w:rsid w:val="00531F17"/>
    <w:rsid w:val="00532099"/>
    <w:rsid w:val="005323D5"/>
    <w:rsid w:val="00532A3E"/>
    <w:rsid w:val="00532AF6"/>
    <w:rsid w:val="00532BC6"/>
    <w:rsid w:val="00532FE9"/>
    <w:rsid w:val="005338F4"/>
    <w:rsid w:val="005340D2"/>
    <w:rsid w:val="0053619D"/>
    <w:rsid w:val="005363D2"/>
    <w:rsid w:val="00536A9C"/>
    <w:rsid w:val="005376E9"/>
    <w:rsid w:val="00537E44"/>
    <w:rsid w:val="0054059F"/>
    <w:rsid w:val="005410A4"/>
    <w:rsid w:val="00541538"/>
    <w:rsid w:val="005430EF"/>
    <w:rsid w:val="00543F1A"/>
    <w:rsid w:val="00544016"/>
    <w:rsid w:val="0054501D"/>
    <w:rsid w:val="00545FA5"/>
    <w:rsid w:val="00547384"/>
    <w:rsid w:val="00547770"/>
    <w:rsid w:val="005506E8"/>
    <w:rsid w:val="00550E4A"/>
    <w:rsid w:val="00551F9C"/>
    <w:rsid w:val="00553D98"/>
    <w:rsid w:val="005558B5"/>
    <w:rsid w:val="00555C19"/>
    <w:rsid w:val="00555DC5"/>
    <w:rsid w:val="005572AD"/>
    <w:rsid w:val="005579FD"/>
    <w:rsid w:val="0056069C"/>
    <w:rsid w:val="00562F72"/>
    <w:rsid w:val="005630A5"/>
    <w:rsid w:val="0056317A"/>
    <w:rsid w:val="00563C2F"/>
    <w:rsid w:val="005643F2"/>
    <w:rsid w:val="005644AA"/>
    <w:rsid w:val="00565213"/>
    <w:rsid w:val="00565C45"/>
    <w:rsid w:val="00566E46"/>
    <w:rsid w:val="00567399"/>
    <w:rsid w:val="005701DB"/>
    <w:rsid w:val="005718DF"/>
    <w:rsid w:val="00572676"/>
    <w:rsid w:val="00572765"/>
    <w:rsid w:val="00573535"/>
    <w:rsid w:val="005739D9"/>
    <w:rsid w:val="00573EC6"/>
    <w:rsid w:val="0057410A"/>
    <w:rsid w:val="00575F9D"/>
    <w:rsid w:val="005775F5"/>
    <w:rsid w:val="0057789B"/>
    <w:rsid w:val="00577B8B"/>
    <w:rsid w:val="005805A9"/>
    <w:rsid w:val="005812CC"/>
    <w:rsid w:val="00581747"/>
    <w:rsid w:val="00582612"/>
    <w:rsid w:val="00582A41"/>
    <w:rsid w:val="005833E6"/>
    <w:rsid w:val="00583D37"/>
    <w:rsid w:val="00586682"/>
    <w:rsid w:val="005908B2"/>
    <w:rsid w:val="0059101D"/>
    <w:rsid w:val="00591314"/>
    <w:rsid w:val="005924DB"/>
    <w:rsid w:val="0059253D"/>
    <w:rsid w:val="00592B69"/>
    <w:rsid w:val="00593D29"/>
    <w:rsid w:val="00594F3E"/>
    <w:rsid w:val="005956BB"/>
    <w:rsid w:val="00595898"/>
    <w:rsid w:val="0059622B"/>
    <w:rsid w:val="00596571"/>
    <w:rsid w:val="00596F39"/>
    <w:rsid w:val="00597DEF"/>
    <w:rsid w:val="005A0290"/>
    <w:rsid w:val="005A02B9"/>
    <w:rsid w:val="005A0B5B"/>
    <w:rsid w:val="005A0DA5"/>
    <w:rsid w:val="005A1548"/>
    <w:rsid w:val="005A20C2"/>
    <w:rsid w:val="005A2401"/>
    <w:rsid w:val="005A24B8"/>
    <w:rsid w:val="005A28EC"/>
    <w:rsid w:val="005A2CC7"/>
    <w:rsid w:val="005A3731"/>
    <w:rsid w:val="005A4736"/>
    <w:rsid w:val="005A4EA3"/>
    <w:rsid w:val="005A57B8"/>
    <w:rsid w:val="005A59D5"/>
    <w:rsid w:val="005A6367"/>
    <w:rsid w:val="005A69FE"/>
    <w:rsid w:val="005B0390"/>
    <w:rsid w:val="005B2BFC"/>
    <w:rsid w:val="005B5F5E"/>
    <w:rsid w:val="005B62FC"/>
    <w:rsid w:val="005B6F17"/>
    <w:rsid w:val="005B6F66"/>
    <w:rsid w:val="005B71F0"/>
    <w:rsid w:val="005B724B"/>
    <w:rsid w:val="005C00A5"/>
    <w:rsid w:val="005C0C78"/>
    <w:rsid w:val="005C1541"/>
    <w:rsid w:val="005C1CCD"/>
    <w:rsid w:val="005C1F72"/>
    <w:rsid w:val="005C25D9"/>
    <w:rsid w:val="005C377D"/>
    <w:rsid w:val="005C3B82"/>
    <w:rsid w:val="005C6CDB"/>
    <w:rsid w:val="005C71F0"/>
    <w:rsid w:val="005D0106"/>
    <w:rsid w:val="005D082E"/>
    <w:rsid w:val="005D233B"/>
    <w:rsid w:val="005D234F"/>
    <w:rsid w:val="005D2BD1"/>
    <w:rsid w:val="005D4E71"/>
    <w:rsid w:val="005D5A7C"/>
    <w:rsid w:val="005D5B63"/>
    <w:rsid w:val="005D6195"/>
    <w:rsid w:val="005D7614"/>
    <w:rsid w:val="005E04E0"/>
    <w:rsid w:val="005E21DE"/>
    <w:rsid w:val="005E4AEC"/>
    <w:rsid w:val="005E6130"/>
    <w:rsid w:val="005F0BF1"/>
    <w:rsid w:val="005F11ED"/>
    <w:rsid w:val="005F1343"/>
    <w:rsid w:val="005F24CA"/>
    <w:rsid w:val="005F24DF"/>
    <w:rsid w:val="005F286F"/>
    <w:rsid w:val="005F301E"/>
    <w:rsid w:val="005F42B1"/>
    <w:rsid w:val="005F45E4"/>
    <w:rsid w:val="005F5196"/>
    <w:rsid w:val="005F5E4B"/>
    <w:rsid w:val="005F6364"/>
    <w:rsid w:val="005F6F07"/>
    <w:rsid w:val="005F7247"/>
    <w:rsid w:val="005F72DF"/>
    <w:rsid w:val="00600EB1"/>
    <w:rsid w:val="0060408C"/>
    <w:rsid w:val="00604E8C"/>
    <w:rsid w:val="00605B9C"/>
    <w:rsid w:val="00606462"/>
    <w:rsid w:val="00606B55"/>
    <w:rsid w:val="006078EF"/>
    <w:rsid w:val="00607E0B"/>
    <w:rsid w:val="00612192"/>
    <w:rsid w:val="00612978"/>
    <w:rsid w:val="00614166"/>
    <w:rsid w:val="006146EE"/>
    <w:rsid w:val="006169FC"/>
    <w:rsid w:val="00617603"/>
    <w:rsid w:val="00617B3E"/>
    <w:rsid w:val="00620A67"/>
    <w:rsid w:val="006210CF"/>
    <w:rsid w:val="00621D65"/>
    <w:rsid w:val="006239EF"/>
    <w:rsid w:val="0062410A"/>
    <w:rsid w:val="006248F3"/>
    <w:rsid w:val="0062509E"/>
    <w:rsid w:val="006253C5"/>
    <w:rsid w:val="00625765"/>
    <w:rsid w:val="00625837"/>
    <w:rsid w:val="00626B32"/>
    <w:rsid w:val="00627131"/>
    <w:rsid w:val="0062740F"/>
    <w:rsid w:val="0063084E"/>
    <w:rsid w:val="006317B7"/>
    <w:rsid w:val="0063195C"/>
    <w:rsid w:val="00631B71"/>
    <w:rsid w:val="00631BBF"/>
    <w:rsid w:val="00634B23"/>
    <w:rsid w:val="00635153"/>
    <w:rsid w:val="00636DB9"/>
    <w:rsid w:val="0064075F"/>
    <w:rsid w:val="00640CE9"/>
    <w:rsid w:val="0064263A"/>
    <w:rsid w:val="00643B96"/>
    <w:rsid w:val="00646401"/>
    <w:rsid w:val="00647151"/>
    <w:rsid w:val="006476B4"/>
    <w:rsid w:val="00647F0F"/>
    <w:rsid w:val="006506E0"/>
    <w:rsid w:val="00650AB0"/>
    <w:rsid w:val="00652336"/>
    <w:rsid w:val="00654006"/>
    <w:rsid w:val="00654B41"/>
    <w:rsid w:val="0065610B"/>
    <w:rsid w:val="00656D50"/>
    <w:rsid w:val="00657434"/>
    <w:rsid w:val="006630DC"/>
    <w:rsid w:val="00663E9C"/>
    <w:rsid w:val="00664784"/>
    <w:rsid w:val="006648A7"/>
    <w:rsid w:val="00664C69"/>
    <w:rsid w:val="00664E61"/>
    <w:rsid w:val="00665743"/>
    <w:rsid w:val="006671BD"/>
    <w:rsid w:val="00667237"/>
    <w:rsid w:val="0067051D"/>
    <w:rsid w:val="00672002"/>
    <w:rsid w:val="0067233F"/>
    <w:rsid w:val="00672656"/>
    <w:rsid w:val="00672D46"/>
    <w:rsid w:val="006732BC"/>
    <w:rsid w:val="00673A91"/>
    <w:rsid w:val="00673C91"/>
    <w:rsid w:val="00674201"/>
    <w:rsid w:val="00674309"/>
    <w:rsid w:val="006755F8"/>
    <w:rsid w:val="0067596E"/>
    <w:rsid w:val="00675B30"/>
    <w:rsid w:val="00675B6E"/>
    <w:rsid w:val="00676F73"/>
    <w:rsid w:val="00677AE3"/>
    <w:rsid w:val="00680395"/>
    <w:rsid w:val="0068150D"/>
    <w:rsid w:val="006824E8"/>
    <w:rsid w:val="0068256F"/>
    <w:rsid w:val="00682CE5"/>
    <w:rsid w:val="00683661"/>
    <w:rsid w:val="00683D0E"/>
    <w:rsid w:val="0068413E"/>
    <w:rsid w:val="006856A9"/>
    <w:rsid w:val="00686883"/>
    <w:rsid w:val="00687EE9"/>
    <w:rsid w:val="00690BD3"/>
    <w:rsid w:val="0069136C"/>
    <w:rsid w:val="006914E6"/>
    <w:rsid w:val="006954B0"/>
    <w:rsid w:val="00695E4E"/>
    <w:rsid w:val="006965A5"/>
    <w:rsid w:val="006A10E6"/>
    <w:rsid w:val="006A3880"/>
    <w:rsid w:val="006A7227"/>
    <w:rsid w:val="006B08DE"/>
    <w:rsid w:val="006B2194"/>
    <w:rsid w:val="006B2623"/>
    <w:rsid w:val="006B28DE"/>
    <w:rsid w:val="006B29EB"/>
    <w:rsid w:val="006B41E3"/>
    <w:rsid w:val="006B6454"/>
    <w:rsid w:val="006B7848"/>
    <w:rsid w:val="006C408A"/>
    <w:rsid w:val="006C47D5"/>
    <w:rsid w:val="006C53AA"/>
    <w:rsid w:val="006C6EE6"/>
    <w:rsid w:val="006D04E0"/>
    <w:rsid w:val="006D1354"/>
    <w:rsid w:val="006D135A"/>
    <w:rsid w:val="006D13F9"/>
    <w:rsid w:val="006D1AAF"/>
    <w:rsid w:val="006D1E19"/>
    <w:rsid w:val="006D27AE"/>
    <w:rsid w:val="006D2876"/>
    <w:rsid w:val="006D2BA5"/>
    <w:rsid w:val="006D4912"/>
    <w:rsid w:val="006D7394"/>
    <w:rsid w:val="006D7878"/>
    <w:rsid w:val="006E00A1"/>
    <w:rsid w:val="006E06F0"/>
    <w:rsid w:val="006E08AC"/>
    <w:rsid w:val="006E1340"/>
    <w:rsid w:val="006E1C4A"/>
    <w:rsid w:val="006E443E"/>
    <w:rsid w:val="006E545C"/>
    <w:rsid w:val="006E76A3"/>
    <w:rsid w:val="006F0892"/>
    <w:rsid w:val="006F0D6A"/>
    <w:rsid w:val="006F140F"/>
    <w:rsid w:val="006F1BA6"/>
    <w:rsid w:val="006F32A9"/>
    <w:rsid w:val="006F5B37"/>
    <w:rsid w:val="006F61D3"/>
    <w:rsid w:val="006F72F3"/>
    <w:rsid w:val="006F7CC9"/>
    <w:rsid w:val="00700849"/>
    <w:rsid w:val="0070127A"/>
    <w:rsid w:val="007020C0"/>
    <w:rsid w:val="00702CF2"/>
    <w:rsid w:val="00702EFF"/>
    <w:rsid w:val="00704363"/>
    <w:rsid w:val="007046D7"/>
    <w:rsid w:val="0070503E"/>
    <w:rsid w:val="0070555D"/>
    <w:rsid w:val="00705D46"/>
    <w:rsid w:val="00705F3B"/>
    <w:rsid w:val="007066EB"/>
    <w:rsid w:val="0070695D"/>
    <w:rsid w:val="007071C4"/>
    <w:rsid w:val="0070726C"/>
    <w:rsid w:val="007077B4"/>
    <w:rsid w:val="00707ADF"/>
    <w:rsid w:val="00707DE1"/>
    <w:rsid w:val="00710DF5"/>
    <w:rsid w:val="007114CC"/>
    <w:rsid w:val="00712CDF"/>
    <w:rsid w:val="0071431F"/>
    <w:rsid w:val="00714B76"/>
    <w:rsid w:val="007169D6"/>
    <w:rsid w:val="00720158"/>
    <w:rsid w:val="00720960"/>
    <w:rsid w:val="00720E17"/>
    <w:rsid w:val="0072161D"/>
    <w:rsid w:val="00721702"/>
    <w:rsid w:val="00721B25"/>
    <w:rsid w:val="00723512"/>
    <w:rsid w:val="007246FF"/>
    <w:rsid w:val="0072535C"/>
    <w:rsid w:val="007267E8"/>
    <w:rsid w:val="00726C15"/>
    <w:rsid w:val="007272A7"/>
    <w:rsid w:val="007277BE"/>
    <w:rsid w:val="00730263"/>
    <w:rsid w:val="00731041"/>
    <w:rsid w:val="00731234"/>
    <w:rsid w:val="0073177F"/>
    <w:rsid w:val="007324DF"/>
    <w:rsid w:val="0073260A"/>
    <w:rsid w:val="00733794"/>
    <w:rsid w:val="0073447C"/>
    <w:rsid w:val="00734701"/>
    <w:rsid w:val="00734B84"/>
    <w:rsid w:val="00734DEA"/>
    <w:rsid w:val="0073500C"/>
    <w:rsid w:val="007366F0"/>
    <w:rsid w:val="007367AB"/>
    <w:rsid w:val="00740056"/>
    <w:rsid w:val="0074016C"/>
    <w:rsid w:val="007424F1"/>
    <w:rsid w:val="0074458B"/>
    <w:rsid w:val="007462A7"/>
    <w:rsid w:val="00746CEB"/>
    <w:rsid w:val="007470F0"/>
    <w:rsid w:val="007476AD"/>
    <w:rsid w:val="00747F00"/>
    <w:rsid w:val="007512B5"/>
    <w:rsid w:val="00752500"/>
    <w:rsid w:val="007547F3"/>
    <w:rsid w:val="00754B4A"/>
    <w:rsid w:val="00754F2D"/>
    <w:rsid w:val="0075539F"/>
    <w:rsid w:val="0075596E"/>
    <w:rsid w:val="00755EA9"/>
    <w:rsid w:val="00757A14"/>
    <w:rsid w:val="00760ACE"/>
    <w:rsid w:val="00761B35"/>
    <w:rsid w:val="007625D4"/>
    <w:rsid w:val="00767033"/>
    <w:rsid w:val="007672D4"/>
    <w:rsid w:val="00767324"/>
    <w:rsid w:val="00770216"/>
    <w:rsid w:val="00770D06"/>
    <w:rsid w:val="00771217"/>
    <w:rsid w:val="007722A6"/>
    <w:rsid w:val="007735AA"/>
    <w:rsid w:val="00774323"/>
    <w:rsid w:val="007746B0"/>
    <w:rsid w:val="007749A5"/>
    <w:rsid w:val="00774E20"/>
    <w:rsid w:val="00775066"/>
    <w:rsid w:val="00775FE3"/>
    <w:rsid w:val="00777307"/>
    <w:rsid w:val="007774BD"/>
    <w:rsid w:val="00777DE2"/>
    <w:rsid w:val="007805A2"/>
    <w:rsid w:val="0078086D"/>
    <w:rsid w:val="00780E11"/>
    <w:rsid w:val="00781194"/>
    <w:rsid w:val="007820A1"/>
    <w:rsid w:val="00782445"/>
    <w:rsid w:val="0078468C"/>
    <w:rsid w:val="0078474D"/>
    <w:rsid w:val="007848EF"/>
    <w:rsid w:val="0078505E"/>
    <w:rsid w:val="00786EC7"/>
    <w:rsid w:val="0078785D"/>
    <w:rsid w:val="00787B0E"/>
    <w:rsid w:val="007916FB"/>
    <w:rsid w:val="00791BC8"/>
    <w:rsid w:val="00791D02"/>
    <w:rsid w:val="0079274C"/>
    <w:rsid w:val="00793ABE"/>
    <w:rsid w:val="00793F98"/>
    <w:rsid w:val="00795C7E"/>
    <w:rsid w:val="00795FAF"/>
    <w:rsid w:val="007972AC"/>
    <w:rsid w:val="0079752F"/>
    <w:rsid w:val="00797AFB"/>
    <w:rsid w:val="007A1C87"/>
    <w:rsid w:val="007A1FC4"/>
    <w:rsid w:val="007A3776"/>
    <w:rsid w:val="007A5C8E"/>
    <w:rsid w:val="007A6118"/>
    <w:rsid w:val="007A611A"/>
    <w:rsid w:val="007A635C"/>
    <w:rsid w:val="007A69F3"/>
    <w:rsid w:val="007A6D43"/>
    <w:rsid w:val="007B05E2"/>
    <w:rsid w:val="007B1299"/>
    <w:rsid w:val="007B27EF"/>
    <w:rsid w:val="007B3AB3"/>
    <w:rsid w:val="007B4B77"/>
    <w:rsid w:val="007B7784"/>
    <w:rsid w:val="007C0312"/>
    <w:rsid w:val="007C0E50"/>
    <w:rsid w:val="007C2AC7"/>
    <w:rsid w:val="007C3535"/>
    <w:rsid w:val="007C36FA"/>
    <w:rsid w:val="007C4D5E"/>
    <w:rsid w:val="007C52B8"/>
    <w:rsid w:val="007C5B05"/>
    <w:rsid w:val="007C6063"/>
    <w:rsid w:val="007C719C"/>
    <w:rsid w:val="007C7571"/>
    <w:rsid w:val="007C7ACD"/>
    <w:rsid w:val="007D058F"/>
    <w:rsid w:val="007D108B"/>
    <w:rsid w:val="007D1891"/>
    <w:rsid w:val="007D2A3E"/>
    <w:rsid w:val="007D68E3"/>
    <w:rsid w:val="007D6DA5"/>
    <w:rsid w:val="007E132E"/>
    <w:rsid w:val="007E1C40"/>
    <w:rsid w:val="007E271A"/>
    <w:rsid w:val="007E38A2"/>
    <w:rsid w:val="007E42B5"/>
    <w:rsid w:val="007E6484"/>
    <w:rsid w:val="007E7C26"/>
    <w:rsid w:val="007F0B0D"/>
    <w:rsid w:val="007F0CF0"/>
    <w:rsid w:val="007F1DBD"/>
    <w:rsid w:val="007F2229"/>
    <w:rsid w:val="007F3196"/>
    <w:rsid w:val="007F43DD"/>
    <w:rsid w:val="007F62A6"/>
    <w:rsid w:val="007F6B4E"/>
    <w:rsid w:val="007F6C87"/>
    <w:rsid w:val="007F7B18"/>
    <w:rsid w:val="008009E8"/>
    <w:rsid w:val="00802C5D"/>
    <w:rsid w:val="0080387F"/>
    <w:rsid w:val="00803CD9"/>
    <w:rsid w:val="00803E62"/>
    <w:rsid w:val="0080531A"/>
    <w:rsid w:val="008055CF"/>
    <w:rsid w:val="00805658"/>
    <w:rsid w:val="00805988"/>
    <w:rsid w:val="00807A77"/>
    <w:rsid w:val="00807F76"/>
    <w:rsid w:val="00810228"/>
    <w:rsid w:val="00810FF9"/>
    <w:rsid w:val="00812470"/>
    <w:rsid w:val="0081342B"/>
    <w:rsid w:val="00813AF6"/>
    <w:rsid w:val="00814E63"/>
    <w:rsid w:val="0081514A"/>
    <w:rsid w:val="008207EB"/>
    <w:rsid w:val="00820C02"/>
    <w:rsid w:val="008216A0"/>
    <w:rsid w:val="0082218A"/>
    <w:rsid w:val="00822C82"/>
    <w:rsid w:val="00822F08"/>
    <w:rsid w:val="00823F43"/>
    <w:rsid w:val="00824B9D"/>
    <w:rsid w:val="00824FCD"/>
    <w:rsid w:val="0082547D"/>
    <w:rsid w:val="008256D4"/>
    <w:rsid w:val="008302A8"/>
    <w:rsid w:val="00831949"/>
    <w:rsid w:val="008339AA"/>
    <w:rsid w:val="00833BF5"/>
    <w:rsid w:val="00833FCA"/>
    <w:rsid w:val="00834E06"/>
    <w:rsid w:val="008354AE"/>
    <w:rsid w:val="00836E23"/>
    <w:rsid w:val="00837A7D"/>
    <w:rsid w:val="008401FF"/>
    <w:rsid w:val="00842D40"/>
    <w:rsid w:val="00842E97"/>
    <w:rsid w:val="00843764"/>
    <w:rsid w:val="00843ACF"/>
    <w:rsid w:val="00845C58"/>
    <w:rsid w:val="00845E0A"/>
    <w:rsid w:val="008475DB"/>
    <w:rsid w:val="00847678"/>
    <w:rsid w:val="00850676"/>
    <w:rsid w:val="0085097A"/>
    <w:rsid w:val="0085343B"/>
    <w:rsid w:val="00853BBE"/>
    <w:rsid w:val="00854351"/>
    <w:rsid w:val="00854581"/>
    <w:rsid w:val="0085482F"/>
    <w:rsid w:val="00855A56"/>
    <w:rsid w:val="00855B2C"/>
    <w:rsid w:val="00860387"/>
    <w:rsid w:val="0086102E"/>
    <w:rsid w:val="00862DDA"/>
    <w:rsid w:val="0086303E"/>
    <w:rsid w:val="00864A84"/>
    <w:rsid w:val="00865CAF"/>
    <w:rsid w:val="00866F84"/>
    <w:rsid w:val="0087004D"/>
    <w:rsid w:val="00870842"/>
    <w:rsid w:val="0087164F"/>
    <w:rsid w:val="00873199"/>
    <w:rsid w:val="008734A5"/>
    <w:rsid w:val="008764AE"/>
    <w:rsid w:val="00877E26"/>
    <w:rsid w:val="00880C7A"/>
    <w:rsid w:val="00881DFC"/>
    <w:rsid w:val="0088294D"/>
    <w:rsid w:val="00882AB8"/>
    <w:rsid w:val="00882AC0"/>
    <w:rsid w:val="00883A8E"/>
    <w:rsid w:val="00883BB6"/>
    <w:rsid w:val="00883BEC"/>
    <w:rsid w:val="00883F27"/>
    <w:rsid w:val="00884000"/>
    <w:rsid w:val="00884887"/>
    <w:rsid w:val="00884BD3"/>
    <w:rsid w:val="008852B5"/>
    <w:rsid w:val="00886774"/>
    <w:rsid w:val="008878D5"/>
    <w:rsid w:val="008906A7"/>
    <w:rsid w:val="008912B9"/>
    <w:rsid w:val="008912F0"/>
    <w:rsid w:val="008914AA"/>
    <w:rsid w:val="008935AF"/>
    <w:rsid w:val="008939F6"/>
    <w:rsid w:val="008945B3"/>
    <w:rsid w:val="008950EF"/>
    <w:rsid w:val="008953C6"/>
    <w:rsid w:val="008964C6"/>
    <w:rsid w:val="00897BA9"/>
    <w:rsid w:val="008A06F7"/>
    <w:rsid w:val="008A0A4E"/>
    <w:rsid w:val="008A14B5"/>
    <w:rsid w:val="008A1C7B"/>
    <w:rsid w:val="008A204E"/>
    <w:rsid w:val="008A2257"/>
    <w:rsid w:val="008A472D"/>
    <w:rsid w:val="008A489E"/>
    <w:rsid w:val="008A54EB"/>
    <w:rsid w:val="008A6DAB"/>
    <w:rsid w:val="008A7C37"/>
    <w:rsid w:val="008B0BA0"/>
    <w:rsid w:val="008B1007"/>
    <w:rsid w:val="008B2B3E"/>
    <w:rsid w:val="008B2E4E"/>
    <w:rsid w:val="008B3FA3"/>
    <w:rsid w:val="008B4363"/>
    <w:rsid w:val="008B5253"/>
    <w:rsid w:val="008B54A8"/>
    <w:rsid w:val="008B54FB"/>
    <w:rsid w:val="008B5769"/>
    <w:rsid w:val="008B5FAF"/>
    <w:rsid w:val="008B68DD"/>
    <w:rsid w:val="008B7363"/>
    <w:rsid w:val="008B78FE"/>
    <w:rsid w:val="008C29F9"/>
    <w:rsid w:val="008C302A"/>
    <w:rsid w:val="008C36F1"/>
    <w:rsid w:val="008C3C92"/>
    <w:rsid w:val="008C43D0"/>
    <w:rsid w:val="008C4568"/>
    <w:rsid w:val="008C62B9"/>
    <w:rsid w:val="008C63FA"/>
    <w:rsid w:val="008C7247"/>
    <w:rsid w:val="008D0489"/>
    <w:rsid w:val="008D0E1D"/>
    <w:rsid w:val="008D0F02"/>
    <w:rsid w:val="008D1D5D"/>
    <w:rsid w:val="008D1F58"/>
    <w:rsid w:val="008D3006"/>
    <w:rsid w:val="008D3B32"/>
    <w:rsid w:val="008D4CE7"/>
    <w:rsid w:val="008D5008"/>
    <w:rsid w:val="008D59C5"/>
    <w:rsid w:val="008D5BAD"/>
    <w:rsid w:val="008D6E3F"/>
    <w:rsid w:val="008D77F1"/>
    <w:rsid w:val="008E14FD"/>
    <w:rsid w:val="008E2ACF"/>
    <w:rsid w:val="008E3CA7"/>
    <w:rsid w:val="008E61D4"/>
    <w:rsid w:val="008E6D59"/>
    <w:rsid w:val="008E7064"/>
    <w:rsid w:val="008E73C8"/>
    <w:rsid w:val="008F1176"/>
    <w:rsid w:val="008F52E2"/>
    <w:rsid w:val="00900325"/>
    <w:rsid w:val="00900BC1"/>
    <w:rsid w:val="009041F3"/>
    <w:rsid w:val="0090420D"/>
    <w:rsid w:val="0090511F"/>
    <w:rsid w:val="009060BD"/>
    <w:rsid w:val="00906233"/>
    <w:rsid w:val="00906E18"/>
    <w:rsid w:val="00907EEC"/>
    <w:rsid w:val="00910025"/>
    <w:rsid w:val="0091114E"/>
    <w:rsid w:val="00914A9F"/>
    <w:rsid w:val="00916162"/>
    <w:rsid w:val="00917099"/>
    <w:rsid w:val="0092091F"/>
    <w:rsid w:val="00920EC9"/>
    <w:rsid w:val="00921E08"/>
    <w:rsid w:val="00922350"/>
    <w:rsid w:val="00922B0D"/>
    <w:rsid w:val="0092476D"/>
    <w:rsid w:val="00924E64"/>
    <w:rsid w:val="009256E4"/>
    <w:rsid w:val="0092765E"/>
    <w:rsid w:val="00931106"/>
    <w:rsid w:val="0093147E"/>
    <w:rsid w:val="00931A5C"/>
    <w:rsid w:val="00931F5D"/>
    <w:rsid w:val="00932501"/>
    <w:rsid w:val="009334D1"/>
    <w:rsid w:val="00933D99"/>
    <w:rsid w:val="009342DE"/>
    <w:rsid w:val="00934BEE"/>
    <w:rsid w:val="00934D81"/>
    <w:rsid w:val="00935990"/>
    <w:rsid w:val="009361CA"/>
    <w:rsid w:val="009375E7"/>
    <w:rsid w:val="00940FAB"/>
    <w:rsid w:val="009429EF"/>
    <w:rsid w:val="009438DD"/>
    <w:rsid w:val="00943B57"/>
    <w:rsid w:val="00944B16"/>
    <w:rsid w:val="00945F29"/>
    <w:rsid w:val="00946E1D"/>
    <w:rsid w:val="009473F3"/>
    <w:rsid w:val="00947624"/>
    <w:rsid w:val="00950A1A"/>
    <w:rsid w:val="0095202B"/>
    <w:rsid w:val="00954298"/>
    <w:rsid w:val="00954446"/>
    <w:rsid w:val="00954519"/>
    <w:rsid w:val="009547B5"/>
    <w:rsid w:val="009548B2"/>
    <w:rsid w:val="00954A58"/>
    <w:rsid w:val="0095604F"/>
    <w:rsid w:val="009565C5"/>
    <w:rsid w:val="00956908"/>
    <w:rsid w:val="00956C9D"/>
    <w:rsid w:val="009575DB"/>
    <w:rsid w:val="00957916"/>
    <w:rsid w:val="00961B50"/>
    <w:rsid w:val="00962624"/>
    <w:rsid w:val="009626CC"/>
    <w:rsid w:val="00962E76"/>
    <w:rsid w:val="00963BE0"/>
    <w:rsid w:val="0096561C"/>
    <w:rsid w:val="00966992"/>
    <w:rsid w:val="00967260"/>
    <w:rsid w:val="009677B5"/>
    <w:rsid w:val="0096790E"/>
    <w:rsid w:val="0097004D"/>
    <w:rsid w:val="00972658"/>
    <w:rsid w:val="009729B8"/>
    <w:rsid w:val="00972A02"/>
    <w:rsid w:val="00972E90"/>
    <w:rsid w:val="00975A5B"/>
    <w:rsid w:val="00976B3C"/>
    <w:rsid w:val="00977476"/>
    <w:rsid w:val="009778D5"/>
    <w:rsid w:val="0098177E"/>
    <w:rsid w:val="00982366"/>
    <w:rsid w:val="00982EEB"/>
    <w:rsid w:val="0098396B"/>
    <w:rsid w:val="00984F28"/>
    <w:rsid w:val="009859B3"/>
    <w:rsid w:val="00985A2D"/>
    <w:rsid w:val="00987071"/>
    <w:rsid w:val="00987092"/>
    <w:rsid w:val="00994461"/>
    <w:rsid w:val="00994506"/>
    <w:rsid w:val="00996679"/>
    <w:rsid w:val="00996AA1"/>
    <w:rsid w:val="00997393"/>
    <w:rsid w:val="00997650"/>
    <w:rsid w:val="00997E0E"/>
    <w:rsid w:val="009A0283"/>
    <w:rsid w:val="009A16B9"/>
    <w:rsid w:val="009A1A53"/>
    <w:rsid w:val="009A1BF0"/>
    <w:rsid w:val="009A43F6"/>
    <w:rsid w:val="009A4581"/>
    <w:rsid w:val="009A5889"/>
    <w:rsid w:val="009A595E"/>
    <w:rsid w:val="009A5B7E"/>
    <w:rsid w:val="009A74B4"/>
    <w:rsid w:val="009B03B6"/>
    <w:rsid w:val="009B09FB"/>
    <w:rsid w:val="009B0EC1"/>
    <w:rsid w:val="009B1A71"/>
    <w:rsid w:val="009B579E"/>
    <w:rsid w:val="009B5E8C"/>
    <w:rsid w:val="009B675E"/>
    <w:rsid w:val="009B6774"/>
    <w:rsid w:val="009B7318"/>
    <w:rsid w:val="009B79A3"/>
    <w:rsid w:val="009B7EC9"/>
    <w:rsid w:val="009C13EB"/>
    <w:rsid w:val="009C195A"/>
    <w:rsid w:val="009C1ACD"/>
    <w:rsid w:val="009C22D0"/>
    <w:rsid w:val="009C24C7"/>
    <w:rsid w:val="009C25DB"/>
    <w:rsid w:val="009C2B13"/>
    <w:rsid w:val="009C3A4C"/>
    <w:rsid w:val="009C4782"/>
    <w:rsid w:val="009C51D5"/>
    <w:rsid w:val="009C676E"/>
    <w:rsid w:val="009C6F23"/>
    <w:rsid w:val="009C7ED0"/>
    <w:rsid w:val="009D0559"/>
    <w:rsid w:val="009D0BF1"/>
    <w:rsid w:val="009D176B"/>
    <w:rsid w:val="009D1FB1"/>
    <w:rsid w:val="009D3913"/>
    <w:rsid w:val="009D4274"/>
    <w:rsid w:val="009D53CA"/>
    <w:rsid w:val="009D5FCD"/>
    <w:rsid w:val="009D72B1"/>
    <w:rsid w:val="009D75BE"/>
    <w:rsid w:val="009D7B3D"/>
    <w:rsid w:val="009E0647"/>
    <w:rsid w:val="009E1678"/>
    <w:rsid w:val="009E30E3"/>
    <w:rsid w:val="009E3BB4"/>
    <w:rsid w:val="009E5E6D"/>
    <w:rsid w:val="009E7676"/>
    <w:rsid w:val="009E7B8F"/>
    <w:rsid w:val="009F07FE"/>
    <w:rsid w:val="009F2C0D"/>
    <w:rsid w:val="009F67DA"/>
    <w:rsid w:val="009F6C33"/>
    <w:rsid w:val="009F72B6"/>
    <w:rsid w:val="009F7731"/>
    <w:rsid w:val="00A022B2"/>
    <w:rsid w:val="00A026D4"/>
    <w:rsid w:val="00A0364B"/>
    <w:rsid w:val="00A03993"/>
    <w:rsid w:val="00A041F6"/>
    <w:rsid w:val="00A042A7"/>
    <w:rsid w:val="00A04558"/>
    <w:rsid w:val="00A05391"/>
    <w:rsid w:val="00A05549"/>
    <w:rsid w:val="00A05819"/>
    <w:rsid w:val="00A07058"/>
    <w:rsid w:val="00A076B0"/>
    <w:rsid w:val="00A076BB"/>
    <w:rsid w:val="00A07B26"/>
    <w:rsid w:val="00A1170E"/>
    <w:rsid w:val="00A11B07"/>
    <w:rsid w:val="00A11D3D"/>
    <w:rsid w:val="00A1217F"/>
    <w:rsid w:val="00A129F0"/>
    <w:rsid w:val="00A143A4"/>
    <w:rsid w:val="00A1480E"/>
    <w:rsid w:val="00A15893"/>
    <w:rsid w:val="00A164A0"/>
    <w:rsid w:val="00A1662F"/>
    <w:rsid w:val="00A17DAF"/>
    <w:rsid w:val="00A24B48"/>
    <w:rsid w:val="00A25CFE"/>
    <w:rsid w:val="00A25ECD"/>
    <w:rsid w:val="00A26386"/>
    <w:rsid w:val="00A267ED"/>
    <w:rsid w:val="00A26E3B"/>
    <w:rsid w:val="00A307C3"/>
    <w:rsid w:val="00A30CA1"/>
    <w:rsid w:val="00A32222"/>
    <w:rsid w:val="00A33140"/>
    <w:rsid w:val="00A333F2"/>
    <w:rsid w:val="00A35157"/>
    <w:rsid w:val="00A35238"/>
    <w:rsid w:val="00A35DE0"/>
    <w:rsid w:val="00A36315"/>
    <w:rsid w:val="00A36570"/>
    <w:rsid w:val="00A36BCA"/>
    <w:rsid w:val="00A412E8"/>
    <w:rsid w:val="00A416D4"/>
    <w:rsid w:val="00A42475"/>
    <w:rsid w:val="00A42B66"/>
    <w:rsid w:val="00A43CE0"/>
    <w:rsid w:val="00A508F3"/>
    <w:rsid w:val="00A5093C"/>
    <w:rsid w:val="00A532F2"/>
    <w:rsid w:val="00A53E26"/>
    <w:rsid w:val="00A54916"/>
    <w:rsid w:val="00A555DA"/>
    <w:rsid w:val="00A5582E"/>
    <w:rsid w:val="00A55D5C"/>
    <w:rsid w:val="00A5737E"/>
    <w:rsid w:val="00A57397"/>
    <w:rsid w:val="00A606BB"/>
    <w:rsid w:val="00A61B36"/>
    <w:rsid w:val="00A63506"/>
    <w:rsid w:val="00A65AE1"/>
    <w:rsid w:val="00A65D12"/>
    <w:rsid w:val="00A71B30"/>
    <w:rsid w:val="00A72D08"/>
    <w:rsid w:val="00A73289"/>
    <w:rsid w:val="00A73296"/>
    <w:rsid w:val="00A75143"/>
    <w:rsid w:val="00A754E8"/>
    <w:rsid w:val="00A756E9"/>
    <w:rsid w:val="00A75FA2"/>
    <w:rsid w:val="00A765C0"/>
    <w:rsid w:val="00A7683D"/>
    <w:rsid w:val="00A82C45"/>
    <w:rsid w:val="00A831A9"/>
    <w:rsid w:val="00A839D0"/>
    <w:rsid w:val="00A83B26"/>
    <w:rsid w:val="00A83D81"/>
    <w:rsid w:val="00A84352"/>
    <w:rsid w:val="00A857A4"/>
    <w:rsid w:val="00A86D5A"/>
    <w:rsid w:val="00A875A1"/>
    <w:rsid w:val="00A87B56"/>
    <w:rsid w:val="00A91157"/>
    <w:rsid w:val="00A92823"/>
    <w:rsid w:val="00A92FCF"/>
    <w:rsid w:val="00A93DE4"/>
    <w:rsid w:val="00A942F7"/>
    <w:rsid w:val="00A94CB6"/>
    <w:rsid w:val="00A94E5C"/>
    <w:rsid w:val="00A9610D"/>
    <w:rsid w:val="00A965E2"/>
    <w:rsid w:val="00A9727A"/>
    <w:rsid w:val="00A97AE2"/>
    <w:rsid w:val="00AA05AC"/>
    <w:rsid w:val="00AA0AFD"/>
    <w:rsid w:val="00AA0F0F"/>
    <w:rsid w:val="00AA0FA9"/>
    <w:rsid w:val="00AA1A18"/>
    <w:rsid w:val="00AA32B5"/>
    <w:rsid w:val="00AA3B51"/>
    <w:rsid w:val="00AA3D66"/>
    <w:rsid w:val="00AA4186"/>
    <w:rsid w:val="00AA451D"/>
    <w:rsid w:val="00AA485D"/>
    <w:rsid w:val="00AA5E0D"/>
    <w:rsid w:val="00AA625D"/>
    <w:rsid w:val="00AA6407"/>
    <w:rsid w:val="00AA75E2"/>
    <w:rsid w:val="00AA7C1F"/>
    <w:rsid w:val="00AB1557"/>
    <w:rsid w:val="00AB1EEC"/>
    <w:rsid w:val="00AB21E9"/>
    <w:rsid w:val="00AB2CD9"/>
    <w:rsid w:val="00AB3412"/>
    <w:rsid w:val="00AB49E2"/>
    <w:rsid w:val="00AB4E64"/>
    <w:rsid w:val="00AB6875"/>
    <w:rsid w:val="00AB692A"/>
    <w:rsid w:val="00AB70B9"/>
    <w:rsid w:val="00AC0B66"/>
    <w:rsid w:val="00AC1013"/>
    <w:rsid w:val="00AC119C"/>
    <w:rsid w:val="00AC15AB"/>
    <w:rsid w:val="00AC22FA"/>
    <w:rsid w:val="00AC36C2"/>
    <w:rsid w:val="00AC399B"/>
    <w:rsid w:val="00AC3CB4"/>
    <w:rsid w:val="00AC4F80"/>
    <w:rsid w:val="00AC6B58"/>
    <w:rsid w:val="00AC7F5B"/>
    <w:rsid w:val="00AD05FB"/>
    <w:rsid w:val="00AD08E1"/>
    <w:rsid w:val="00AD0DB9"/>
    <w:rsid w:val="00AD120A"/>
    <w:rsid w:val="00AD1A1A"/>
    <w:rsid w:val="00AD1AA9"/>
    <w:rsid w:val="00AD1EA7"/>
    <w:rsid w:val="00AD20CE"/>
    <w:rsid w:val="00AD2BBA"/>
    <w:rsid w:val="00AD2EB9"/>
    <w:rsid w:val="00AD4B74"/>
    <w:rsid w:val="00AD5337"/>
    <w:rsid w:val="00AD58E4"/>
    <w:rsid w:val="00AD5C7F"/>
    <w:rsid w:val="00AD79B2"/>
    <w:rsid w:val="00AD79E6"/>
    <w:rsid w:val="00AE1EF8"/>
    <w:rsid w:val="00AE1FC7"/>
    <w:rsid w:val="00AE367C"/>
    <w:rsid w:val="00AE4117"/>
    <w:rsid w:val="00AE506D"/>
    <w:rsid w:val="00AE550B"/>
    <w:rsid w:val="00AE635C"/>
    <w:rsid w:val="00AE6679"/>
    <w:rsid w:val="00AE6CEB"/>
    <w:rsid w:val="00AE7A73"/>
    <w:rsid w:val="00AF163F"/>
    <w:rsid w:val="00AF2230"/>
    <w:rsid w:val="00AF2254"/>
    <w:rsid w:val="00AF303B"/>
    <w:rsid w:val="00AF33E5"/>
    <w:rsid w:val="00AF4139"/>
    <w:rsid w:val="00AF6700"/>
    <w:rsid w:val="00AF6BE4"/>
    <w:rsid w:val="00AF7A31"/>
    <w:rsid w:val="00B016E0"/>
    <w:rsid w:val="00B023FC"/>
    <w:rsid w:val="00B02946"/>
    <w:rsid w:val="00B02DD9"/>
    <w:rsid w:val="00B03C35"/>
    <w:rsid w:val="00B0594B"/>
    <w:rsid w:val="00B05FD1"/>
    <w:rsid w:val="00B0741C"/>
    <w:rsid w:val="00B07FDB"/>
    <w:rsid w:val="00B1063E"/>
    <w:rsid w:val="00B107FC"/>
    <w:rsid w:val="00B10C65"/>
    <w:rsid w:val="00B10F71"/>
    <w:rsid w:val="00B114FD"/>
    <w:rsid w:val="00B12635"/>
    <w:rsid w:val="00B1266D"/>
    <w:rsid w:val="00B13942"/>
    <w:rsid w:val="00B172C6"/>
    <w:rsid w:val="00B17303"/>
    <w:rsid w:val="00B20D8A"/>
    <w:rsid w:val="00B20F1F"/>
    <w:rsid w:val="00B215C7"/>
    <w:rsid w:val="00B23045"/>
    <w:rsid w:val="00B23284"/>
    <w:rsid w:val="00B23BE1"/>
    <w:rsid w:val="00B256AB"/>
    <w:rsid w:val="00B2589C"/>
    <w:rsid w:val="00B277EF"/>
    <w:rsid w:val="00B30455"/>
    <w:rsid w:val="00B32524"/>
    <w:rsid w:val="00B3297D"/>
    <w:rsid w:val="00B32F91"/>
    <w:rsid w:val="00B33C78"/>
    <w:rsid w:val="00B3623C"/>
    <w:rsid w:val="00B40540"/>
    <w:rsid w:val="00B417C6"/>
    <w:rsid w:val="00B42114"/>
    <w:rsid w:val="00B42B01"/>
    <w:rsid w:val="00B42CAF"/>
    <w:rsid w:val="00B45542"/>
    <w:rsid w:val="00B4638D"/>
    <w:rsid w:val="00B46AC4"/>
    <w:rsid w:val="00B50135"/>
    <w:rsid w:val="00B5130D"/>
    <w:rsid w:val="00B51E41"/>
    <w:rsid w:val="00B51FAA"/>
    <w:rsid w:val="00B520BB"/>
    <w:rsid w:val="00B52832"/>
    <w:rsid w:val="00B528C2"/>
    <w:rsid w:val="00B531C4"/>
    <w:rsid w:val="00B53C8D"/>
    <w:rsid w:val="00B543E3"/>
    <w:rsid w:val="00B5491D"/>
    <w:rsid w:val="00B54D4D"/>
    <w:rsid w:val="00B5501E"/>
    <w:rsid w:val="00B5545A"/>
    <w:rsid w:val="00B5548A"/>
    <w:rsid w:val="00B554BF"/>
    <w:rsid w:val="00B57C28"/>
    <w:rsid w:val="00B602B3"/>
    <w:rsid w:val="00B60E55"/>
    <w:rsid w:val="00B62A4E"/>
    <w:rsid w:val="00B62FE5"/>
    <w:rsid w:val="00B63192"/>
    <w:rsid w:val="00B6331D"/>
    <w:rsid w:val="00B63B00"/>
    <w:rsid w:val="00B64CDD"/>
    <w:rsid w:val="00B64EC5"/>
    <w:rsid w:val="00B65C00"/>
    <w:rsid w:val="00B65C3A"/>
    <w:rsid w:val="00B6768C"/>
    <w:rsid w:val="00B67E03"/>
    <w:rsid w:val="00B70068"/>
    <w:rsid w:val="00B71130"/>
    <w:rsid w:val="00B7367D"/>
    <w:rsid w:val="00B737F4"/>
    <w:rsid w:val="00B738F0"/>
    <w:rsid w:val="00B73DAE"/>
    <w:rsid w:val="00B75513"/>
    <w:rsid w:val="00B7618B"/>
    <w:rsid w:val="00B82C4F"/>
    <w:rsid w:val="00B8311E"/>
    <w:rsid w:val="00B84ACD"/>
    <w:rsid w:val="00B85260"/>
    <w:rsid w:val="00B85ADF"/>
    <w:rsid w:val="00B85E3F"/>
    <w:rsid w:val="00B87086"/>
    <w:rsid w:val="00B87357"/>
    <w:rsid w:val="00B9010A"/>
    <w:rsid w:val="00B90942"/>
    <w:rsid w:val="00B90C2D"/>
    <w:rsid w:val="00B9179B"/>
    <w:rsid w:val="00B918B4"/>
    <w:rsid w:val="00B91961"/>
    <w:rsid w:val="00B928ED"/>
    <w:rsid w:val="00B92D3F"/>
    <w:rsid w:val="00B9362B"/>
    <w:rsid w:val="00B9558F"/>
    <w:rsid w:val="00B960EF"/>
    <w:rsid w:val="00B96E49"/>
    <w:rsid w:val="00BA01FB"/>
    <w:rsid w:val="00BA0393"/>
    <w:rsid w:val="00BA0F1C"/>
    <w:rsid w:val="00BA1EA9"/>
    <w:rsid w:val="00BA2508"/>
    <w:rsid w:val="00BA2BC0"/>
    <w:rsid w:val="00BA2BC8"/>
    <w:rsid w:val="00BA3983"/>
    <w:rsid w:val="00BA3F3D"/>
    <w:rsid w:val="00BA5497"/>
    <w:rsid w:val="00BB0464"/>
    <w:rsid w:val="00BB16FC"/>
    <w:rsid w:val="00BB1CE4"/>
    <w:rsid w:val="00BB2374"/>
    <w:rsid w:val="00BB2949"/>
    <w:rsid w:val="00BB3F31"/>
    <w:rsid w:val="00BB4393"/>
    <w:rsid w:val="00BB4AB6"/>
    <w:rsid w:val="00BB5481"/>
    <w:rsid w:val="00BB59A0"/>
    <w:rsid w:val="00BB6632"/>
    <w:rsid w:val="00BB6E3E"/>
    <w:rsid w:val="00BC12AA"/>
    <w:rsid w:val="00BC25B8"/>
    <w:rsid w:val="00BC2DC6"/>
    <w:rsid w:val="00BC3914"/>
    <w:rsid w:val="00BC44DA"/>
    <w:rsid w:val="00BC6BB5"/>
    <w:rsid w:val="00BC74A2"/>
    <w:rsid w:val="00BD09AE"/>
    <w:rsid w:val="00BD0D3C"/>
    <w:rsid w:val="00BD1350"/>
    <w:rsid w:val="00BD1E53"/>
    <w:rsid w:val="00BD2AD7"/>
    <w:rsid w:val="00BD3455"/>
    <w:rsid w:val="00BD403D"/>
    <w:rsid w:val="00BD4A93"/>
    <w:rsid w:val="00BD4E70"/>
    <w:rsid w:val="00BD58F8"/>
    <w:rsid w:val="00BD61E7"/>
    <w:rsid w:val="00BE0937"/>
    <w:rsid w:val="00BE0A2B"/>
    <w:rsid w:val="00BE0D48"/>
    <w:rsid w:val="00BE14AC"/>
    <w:rsid w:val="00BE1A4F"/>
    <w:rsid w:val="00BE268C"/>
    <w:rsid w:val="00BE3AFA"/>
    <w:rsid w:val="00BE3FEA"/>
    <w:rsid w:val="00BE4480"/>
    <w:rsid w:val="00BE479F"/>
    <w:rsid w:val="00BE6229"/>
    <w:rsid w:val="00BE691B"/>
    <w:rsid w:val="00BE79F4"/>
    <w:rsid w:val="00BF007E"/>
    <w:rsid w:val="00BF45B2"/>
    <w:rsid w:val="00BF4956"/>
    <w:rsid w:val="00BF77CE"/>
    <w:rsid w:val="00BF793E"/>
    <w:rsid w:val="00C002D5"/>
    <w:rsid w:val="00C00AE1"/>
    <w:rsid w:val="00C00C0B"/>
    <w:rsid w:val="00C02382"/>
    <w:rsid w:val="00C03260"/>
    <w:rsid w:val="00C03C51"/>
    <w:rsid w:val="00C0591D"/>
    <w:rsid w:val="00C05FFD"/>
    <w:rsid w:val="00C10708"/>
    <w:rsid w:val="00C1099E"/>
    <w:rsid w:val="00C13606"/>
    <w:rsid w:val="00C16FC7"/>
    <w:rsid w:val="00C22C2A"/>
    <w:rsid w:val="00C251D9"/>
    <w:rsid w:val="00C270F0"/>
    <w:rsid w:val="00C31371"/>
    <w:rsid w:val="00C3137C"/>
    <w:rsid w:val="00C3213C"/>
    <w:rsid w:val="00C332D6"/>
    <w:rsid w:val="00C35340"/>
    <w:rsid w:val="00C3643A"/>
    <w:rsid w:val="00C36643"/>
    <w:rsid w:val="00C41069"/>
    <w:rsid w:val="00C4165C"/>
    <w:rsid w:val="00C42203"/>
    <w:rsid w:val="00C423AC"/>
    <w:rsid w:val="00C429EE"/>
    <w:rsid w:val="00C4370F"/>
    <w:rsid w:val="00C43743"/>
    <w:rsid w:val="00C443B3"/>
    <w:rsid w:val="00C44C7D"/>
    <w:rsid w:val="00C45465"/>
    <w:rsid w:val="00C4553C"/>
    <w:rsid w:val="00C45834"/>
    <w:rsid w:val="00C47D3C"/>
    <w:rsid w:val="00C50898"/>
    <w:rsid w:val="00C5165B"/>
    <w:rsid w:val="00C52280"/>
    <w:rsid w:val="00C52AD8"/>
    <w:rsid w:val="00C53860"/>
    <w:rsid w:val="00C53866"/>
    <w:rsid w:val="00C53A8A"/>
    <w:rsid w:val="00C55362"/>
    <w:rsid w:val="00C55718"/>
    <w:rsid w:val="00C56DF1"/>
    <w:rsid w:val="00C578E4"/>
    <w:rsid w:val="00C62ADE"/>
    <w:rsid w:val="00C62E09"/>
    <w:rsid w:val="00C63579"/>
    <w:rsid w:val="00C63C3F"/>
    <w:rsid w:val="00C63D9B"/>
    <w:rsid w:val="00C644BA"/>
    <w:rsid w:val="00C644CD"/>
    <w:rsid w:val="00C64808"/>
    <w:rsid w:val="00C64937"/>
    <w:rsid w:val="00C65711"/>
    <w:rsid w:val="00C65E82"/>
    <w:rsid w:val="00C660DA"/>
    <w:rsid w:val="00C66231"/>
    <w:rsid w:val="00C708B4"/>
    <w:rsid w:val="00C714D6"/>
    <w:rsid w:val="00C72153"/>
    <w:rsid w:val="00C72353"/>
    <w:rsid w:val="00C73DF3"/>
    <w:rsid w:val="00C73E90"/>
    <w:rsid w:val="00C742C2"/>
    <w:rsid w:val="00C76AE8"/>
    <w:rsid w:val="00C771E4"/>
    <w:rsid w:val="00C77731"/>
    <w:rsid w:val="00C80BD0"/>
    <w:rsid w:val="00C80F45"/>
    <w:rsid w:val="00C822E3"/>
    <w:rsid w:val="00C82534"/>
    <w:rsid w:val="00C8258D"/>
    <w:rsid w:val="00C83417"/>
    <w:rsid w:val="00C8418F"/>
    <w:rsid w:val="00C84A52"/>
    <w:rsid w:val="00C84DF5"/>
    <w:rsid w:val="00C87FEF"/>
    <w:rsid w:val="00C9145A"/>
    <w:rsid w:val="00C9151A"/>
    <w:rsid w:val="00C92C0E"/>
    <w:rsid w:val="00C93546"/>
    <w:rsid w:val="00C95FBF"/>
    <w:rsid w:val="00C9782D"/>
    <w:rsid w:val="00C97CA6"/>
    <w:rsid w:val="00CA0A12"/>
    <w:rsid w:val="00CA0F99"/>
    <w:rsid w:val="00CA2668"/>
    <w:rsid w:val="00CA37A1"/>
    <w:rsid w:val="00CA3CFD"/>
    <w:rsid w:val="00CA4631"/>
    <w:rsid w:val="00CA4A7A"/>
    <w:rsid w:val="00CA4C71"/>
    <w:rsid w:val="00CA4D21"/>
    <w:rsid w:val="00CB0308"/>
    <w:rsid w:val="00CB081B"/>
    <w:rsid w:val="00CB27A7"/>
    <w:rsid w:val="00CB2954"/>
    <w:rsid w:val="00CB2AEA"/>
    <w:rsid w:val="00CB2E76"/>
    <w:rsid w:val="00CB5D12"/>
    <w:rsid w:val="00CC067E"/>
    <w:rsid w:val="00CC10DE"/>
    <w:rsid w:val="00CC332A"/>
    <w:rsid w:val="00CC4B5C"/>
    <w:rsid w:val="00CC5228"/>
    <w:rsid w:val="00CC6DB3"/>
    <w:rsid w:val="00CD09BF"/>
    <w:rsid w:val="00CD21C7"/>
    <w:rsid w:val="00CD2200"/>
    <w:rsid w:val="00CD2BA4"/>
    <w:rsid w:val="00CD2E92"/>
    <w:rsid w:val="00CD3B0E"/>
    <w:rsid w:val="00CD4231"/>
    <w:rsid w:val="00CD4296"/>
    <w:rsid w:val="00CD5835"/>
    <w:rsid w:val="00CD5B2A"/>
    <w:rsid w:val="00CD5F69"/>
    <w:rsid w:val="00CD68E6"/>
    <w:rsid w:val="00CE105C"/>
    <w:rsid w:val="00CE22F3"/>
    <w:rsid w:val="00CE2624"/>
    <w:rsid w:val="00CE44FB"/>
    <w:rsid w:val="00CE48DD"/>
    <w:rsid w:val="00CE51A4"/>
    <w:rsid w:val="00CE6121"/>
    <w:rsid w:val="00CE6731"/>
    <w:rsid w:val="00CE72AA"/>
    <w:rsid w:val="00CF0D0B"/>
    <w:rsid w:val="00CF1EB2"/>
    <w:rsid w:val="00CF5CA4"/>
    <w:rsid w:val="00CF6307"/>
    <w:rsid w:val="00CF795F"/>
    <w:rsid w:val="00CF7C05"/>
    <w:rsid w:val="00D001F5"/>
    <w:rsid w:val="00D00D91"/>
    <w:rsid w:val="00D027D4"/>
    <w:rsid w:val="00D02B1B"/>
    <w:rsid w:val="00D034D0"/>
    <w:rsid w:val="00D03808"/>
    <w:rsid w:val="00D0392F"/>
    <w:rsid w:val="00D03A31"/>
    <w:rsid w:val="00D05916"/>
    <w:rsid w:val="00D05C58"/>
    <w:rsid w:val="00D075A8"/>
    <w:rsid w:val="00D105AE"/>
    <w:rsid w:val="00D116D2"/>
    <w:rsid w:val="00D11CEB"/>
    <w:rsid w:val="00D1258E"/>
    <w:rsid w:val="00D13A0C"/>
    <w:rsid w:val="00D13A2B"/>
    <w:rsid w:val="00D14C2B"/>
    <w:rsid w:val="00D17391"/>
    <w:rsid w:val="00D173F0"/>
    <w:rsid w:val="00D177A6"/>
    <w:rsid w:val="00D21C86"/>
    <w:rsid w:val="00D239E0"/>
    <w:rsid w:val="00D23B6F"/>
    <w:rsid w:val="00D244FB"/>
    <w:rsid w:val="00D24819"/>
    <w:rsid w:val="00D249F7"/>
    <w:rsid w:val="00D30249"/>
    <w:rsid w:val="00D30483"/>
    <w:rsid w:val="00D3131C"/>
    <w:rsid w:val="00D3198F"/>
    <w:rsid w:val="00D31C35"/>
    <w:rsid w:val="00D3244A"/>
    <w:rsid w:val="00D325DC"/>
    <w:rsid w:val="00D32BF2"/>
    <w:rsid w:val="00D34364"/>
    <w:rsid w:val="00D3448E"/>
    <w:rsid w:val="00D35665"/>
    <w:rsid w:val="00D37380"/>
    <w:rsid w:val="00D4124A"/>
    <w:rsid w:val="00D4170B"/>
    <w:rsid w:val="00D42993"/>
    <w:rsid w:val="00D42A05"/>
    <w:rsid w:val="00D434EE"/>
    <w:rsid w:val="00D439CF"/>
    <w:rsid w:val="00D448AC"/>
    <w:rsid w:val="00D456EF"/>
    <w:rsid w:val="00D45922"/>
    <w:rsid w:val="00D45A1A"/>
    <w:rsid w:val="00D471A2"/>
    <w:rsid w:val="00D475D2"/>
    <w:rsid w:val="00D50B04"/>
    <w:rsid w:val="00D50C2E"/>
    <w:rsid w:val="00D51497"/>
    <w:rsid w:val="00D51F97"/>
    <w:rsid w:val="00D52101"/>
    <w:rsid w:val="00D52244"/>
    <w:rsid w:val="00D5248A"/>
    <w:rsid w:val="00D56F5D"/>
    <w:rsid w:val="00D57556"/>
    <w:rsid w:val="00D57720"/>
    <w:rsid w:val="00D609BB"/>
    <w:rsid w:val="00D60DF8"/>
    <w:rsid w:val="00D61212"/>
    <w:rsid w:val="00D64E83"/>
    <w:rsid w:val="00D662B2"/>
    <w:rsid w:val="00D67951"/>
    <w:rsid w:val="00D67A29"/>
    <w:rsid w:val="00D67CC9"/>
    <w:rsid w:val="00D71883"/>
    <w:rsid w:val="00D71CAD"/>
    <w:rsid w:val="00D7270A"/>
    <w:rsid w:val="00D73EB8"/>
    <w:rsid w:val="00D7514D"/>
    <w:rsid w:val="00D75582"/>
    <w:rsid w:val="00D767A3"/>
    <w:rsid w:val="00D819C7"/>
    <w:rsid w:val="00D81A43"/>
    <w:rsid w:val="00D83AD9"/>
    <w:rsid w:val="00D83E4F"/>
    <w:rsid w:val="00D84531"/>
    <w:rsid w:val="00D85121"/>
    <w:rsid w:val="00D86757"/>
    <w:rsid w:val="00D86E8D"/>
    <w:rsid w:val="00D871C6"/>
    <w:rsid w:val="00D91467"/>
    <w:rsid w:val="00D921EC"/>
    <w:rsid w:val="00D929D3"/>
    <w:rsid w:val="00D92C0B"/>
    <w:rsid w:val="00D930A1"/>
    <w:rsid w:val="00D93499"/>
    <w:rsid w:val="00D93685"/>
    <w:rsid w:val="00D93E21"/>
    <w:rsid w:val="00D94228"/>
    <w:rsid w:val="00D94EED"/>
    <w:rsid w:val="00D97225"/>
    <w:rsid w:val="00DA02AB"/>
    <w:rsid w:val="00DA054B"/>
    <w:rsid w:val="00DA0C53"/>
    <w:rsid w:val="00DA12CE"/>
    <w:rsid w:val="00DA1587"/>
    <w:rsid w:val="00DA277F"/>
    <w:rsid w:val="00DA2852"/>
    <w:rsid w:val="00DA2B04"/>
    <w:rsid w:val="00DA3B2F"/>
    <w:rsid w:val="00DA3FB5"/>
    <w:rsid w:val="00DA4168"/>
    <w:rsid w:val="00DA4DD8"/>
    <w:rsid w:val="00DA5B04"/>
    <w:rsid w:val="00DB1666"/>
    <w:rsid w:val="00DB182B"/>
    <w:rsid w:val="00DB1A06"/>
    <w:rsid w:val="00DB3769"/>
    <w:rsid w:val="00DB4A77"/>
    <w:rsid w:val="00DB4A97"/>
    <w:rsid w:val="00DB4C2D"/>
    <w:rsid w:val="00DB6F94"/>
    <w:rsid w:val="00DB7005"/>
    <w:rsid w:val="00DB70D3"/>
    <w:rsid w:val="00DB716D"/>
    <w:rsid w:val="00DB76C2"/>
    <w:rsid w:val="00DC0F3D"/>
    <w:rsid w:val="00DC1F58"/>
    <w:rsid w:val="00DC23E3"/>
    <w:rsid w:val="00DC29B2"/>
    <w:rsid w:val="00DC30D0"/>
    <w:rsid w:val="00DC4BBD"/>
    <w:rsid w:val="00DC641C"/>
    <w:rsid w:val="00DC6D9F"/>
    <w:rsid w:val="00DC7B09"/>
    <w:rsid w:val="00DD04B2"/>
    <w:rsid w:val="00DD1E22"/>
    <w:rsid w:val="00DD2066"/>
    <w:rsid w:val="00DD2983"/>
    <w:rsid w:val="00DD2E4B"/>
    <w:rsid w:val="00DD3229"/>
    <w:rsid w:val="00DD3569"/>
    <w:rsid w:val="00DD3B87"/>
    <w:rsid w:val="00DD582F"/>
    <w:rsid w:val="00DD59E2"/>
    <w:rsid w:val="00DD5BA9"/>
    <w:rsid w:val="00DD6E46"/>
    <w:rsid w:val="00DD7869"/>
    <w:rsid w:val="00DD7C08"/>
    <w:rsid w:val="00DE07FA"/>
    <w:rsid w:val="00DE34F6"/>
    <w:rsid w:val="00DE40F7"/>
    <w:rsid w:val="00DE43CA"/>
    <w:rsid w:val="00DE4700"/>
    <w:rsid w:val="00DF04C2"/>
    <w:rsid w:val="00DF2985"/>
    <w:rsid w:val="00DF36B8"/>
    <w:rsid w:val="00DF3BB8"/>
    <w:rsid w:val="00DF54A7"/>
    <w:rsid w:val="00DF59AA"/>
    <w:rsid w:val="00DF59D1"/>
    <w:rsid w:val="00DF71B1"/>
    <w:rsid w:val="00E03412"/>
    <w:rsid w:val="00E03C2B"/>
    <w:rsid w:val="00E04B9E"/>
    <w:rsid w:val="00E050C8"/>
    <w:rsid w:val="00E05683"/>
    <w:rsid w:val="00E05C59"/>
    <w:rsid w:val="00E0664B"/>
    <w:rsid w:val="00E069A6"/>
    <w:rsid w:val="00E076B5"/>
    <w:rsid w:val="00E11C83"/>
    <w:rsid w:val="00E12D3B"/>
    <w:rsid w:val="00E12EA1"/>
    <w:rsid w:val="00E1523D"/>
    <w:rsid w:val="00E20BFB"/>
    <w:rsid w:val="00E22575"/>
    <w:rsid w:val="00E22C74"/>
    <w:rsid w:val="00E22F9E"/>
    <w:rsid w:val="00E2308E"/>
    <w:rsid w:val="00E23678"/>
    <w:rsid w:val="00E2385C"/>
    <w:rsid w:val="00E243F0"/>
    <w:rsid w:val="00E244E2"/>
    <w:rsid w:val="00E25988"/>
    <w:rsid w:val="00E26704"/>
    <w:rsid w:val="00E26C79"/>
    <w:rsid w:val="00E26E5B"/>
    <w:rsid w:val="00E27DA6"/>
    <w:rsid w:val="00E3022E"/>
    <w:rsid w:val="00E3045C"/>
    <w:rsid w:val="00E3119F"/>
    <w:rsid w:val="00E328B0"/>
    <w:rsid w:val="00E337E5"/>
    <w:rsid w:val="00E33804"/>
    <w:rsid w:val="00E34BFB"/>
    <w:rsid w:val="00E36417"/>
    <w:rsid w:val="00E36452"/>
    <w:rsid w:val="00E365DD"/>
    <w:rsid w:val="00E36E95"/>
    <w:rsid w:val="00E373B8"/>
    <w:rsid w:val="00E37748"/>
    <w:rsid w:val="00E37DD8"/>
    <w:rsid w:val="00E4142C"/>
    <w:rsid w:val="00E430B8"/>
    <w:rsid w:val="00E43FAD"/>
    <w:rsid w:val="00E443EB"/>
    <w:rsid w:val="00E44897"/>
    <w:rsid w:val="00E44B39"/>
    <w:rsid w:val="00E45282"/>
    <w:rsid w:val="00E45782"/>
    <w:rsid w:val="00E505CB"/>
    <w:rsid w:val="00E513EC"/>
    <w:rsid w:val="00E513F7"/>
    <w:rsid w:val="00E521FC"/>
    <w:rsid w:val="00E53C60"/>
    <w:rsid w:val="00E56A1B"/>
    <w:rsid w:val="00E57966"/>
    <w:rsid w:val="00E6045C"/>
    <w:rsid w:val="00E612CC"/>
    <w:rsid w:val="00E634CC"/>
    <w:rsid w:val="00E644BE"/>
    <w:rsid w:val="00E64B1F"/>
    <w:rsid w:val="00E64B21"/>
    <w:rsid w:val="00E66A00"/>
    <w:rsid w:val="00E66F0A"/>
    <w:rsid w:val="00E7126F"/>
    <w:rsid w:val="00E73361"/>
    <w:rsid w:val="00E74530"/>
    <w:rsid w:val="00E75024"/>
    <w:rsid w:val="00E757D2"/>
    <w:rsid w:val="00E802B3"/>
    <w:rsid w:val="00E805BC"/>
    <w:rsid w:val="00E807BF"/>
    <w:rsid w:val="00E81957"/>
    <w:rsid w:val="00E8255A"/>
    <w:rsid w:val="00E84197"/>
    <w:rsid w:val="00E8484F"/>
    <w:rsid w:val="00E86070"/>
    <w:rsid w:val="00E8613C"/>
    <w:rsid w:val="00E86F10"/>
    <w:rsid w:val="00E90EE7"/>
    <w:rsid w:val="00E91CB6"/>
    <w:rsid w:val="00E91FB8"/>
    <w:rsid w:val="00E9220D"/>
    <w:rsid w:val="00E9283C"/>
    <w:rsid w:val="00E93EF0"/>
    <w:rsid w:val="00E9418B"/>
    <w:rsid w:val="00E94393"/>
    <w:rsid w:val="00E9458F"/>
    <w:rsid w:val="00E94B3B"/>
    <w:rsid w:val="00E9583B"/>
    <w:rsid w:val="00E95F45"/>
    <w:rsid w:val="00E9637F"/>
    <w:rsid w:val="00EA0143"/>
    <w:rsid w:val="00EA089F"/>
    <w:rsid w:val="00EA271A"/>
    <w:rsid w:val="00EA2D0E"/>
    <w:rsid w:val="00EA31A1"/>
    <w:rsid w:val="00EA52EC"/>
    <w:rsid w:val="00EB1115"/>
    <w:rsid w:val="00EB166D"/>
    <w:rsid w:val="00EB2A07"/>
    <w:rsid w:val="00EB2AFB"/>
    <w:rsid w:val="00EB2F3D"/>
    <w:rsid w:val="00EB4A6C"/>
    <w:rsid w:val="00EB5946"/>
    <w:rsid w:val="00EB6298"/>
    <w:rsid w:val="00EB66BA"/>
    <w:rsid w:val="00EC01FA"/>
    <w:rsid w:val="00EC112F"/>
    <w:rsid w:val="00EC153D"/>
    <w:rsid w:val="00EC23D2"/>
    <w:rsid w:val="00EC24FE"/>
    <w:rsid w:val="00EC31EC"/>
    <w:rsid w:val="00EC4AA4"/>
    <w:rsid w:val="00EC51C8"/>
    <w:rsid w:val="00EC54FE"/>
    <w:rsid w:val="00EC77DD"/>
    <w:rsid w:val="00EC7C78"/>
    <w:rsid w:val="00ED1468"/>
    <w:rsid w:val="00ED1B8B"/>
    <w:rsid w:val="00ED2546"/>
    <w:rsid w:val="00ED3C31"/>
    <w:rsid w:val="00ED4C24"/>
    <w:rsid w:val="00ED4DCC"/>
    <w:rsid w:val="00ED4F3F"/>
    <w:rsid w:val="00ED70E2"/>
    <w:rsid w:val="00ED7E07"/>
    <w:rsid w:val="00EE05E5"/>
    <w:rsid w:val="00EE0BFD"/>
    <w:rsid w:val="00EE0E7E"/>
    <w:rsid w:val="00EE1D2B"/>
    <w:rsid w:val="00EE270C"/>
    <w:rsid w:val="00EE3C9C"/>
    <w:rsid w:val="00EE429A"/>
    <w:rsid w:val="00EE460D"/>
    <w:rsid w:val="00EE6FE8"/>
    <w:rsid w:val="00EE7F25"/>
    <w:rsid w:val="00EF0854"/>
    <w:rsid w:val="00EF096D"/>
    <w:rsid w:val="00EF0C54"/>
    <w:rsid w:val="00EF1687"/>
    <w:rsid w:val="00EF5579"/>
    <w:rsid w:val="00EF5913"/>
    <w:rsid w:val="00F00A14"/>
    <w:rsid w:val="00F00DD8"/>
    <w:rsid w:val="00F011AF"/>
    <w:rsid w:val="00F02AE7"/>
    <w:rsid w:val="00F02CA1"/>
    <w:rsid w:val="00F03010"/>
    <w:rsid w:val="00F03AF6"/>
    <w:rsid w:val="00F03AFD"/>
    <w:rsid w:val="00F0416F"/>
    <w:rsid w:val="00F04194"/>
    <w:rsid w:val="00F04833"/>
    <w:rsid w:val="00F05A7E"/>
    <w:rsid w:val="00F05ADF"/>
    <w:rsid w:val="00F06FA6"/>
    <w:rsid w:val="00F077F0"/>
    <w:rsid w:val="00F1004F"/>
    <w:rsid w:val="00F11EF4"/>
    <w:rsid w:val="00F122C2"/>
    <w:rsid w:val="00F142CD"/>
    <w:rsid w:val="00F148E1"/>
    <w:rsid w:val="00F149BE"/>
    <w:rsid w:val="00F15252"/>
    <w:rsid w:val="00F15552"/>
    <w:rsid w:val="00F15CF5"/>
    <w:rsid w:val="00F16F60"/>
    <w:rsid w:val="00F172DA"/>
    <w:rsid w:val="00F177C3"/>
    <w:rsid w:val="00F20BC2"/>
    <w:rsid w:val="00F20F09"/>
    <w:rsid w:val="00F2115D"/>
    <w:rsid w:val="00F23C62"/>
    <w:rsid w:val="00F24DAB"/>
    <w:rsid w:val="00F25D7E"/>
    <w:rsid w:val="00F25F05"/>
    <w:rsid w:val="00F26583"/>
    <w:rsid w:val="00F27CC4"/>
    <w:rsid w:val="00F27E94"/>
    <w:rsid w:val="00F31826"/>
    <w:rsid w:val="00F3225F"/>
    <w:rsid w:val="00F322AB"/>
    <w:rsid w:val="00F328B7"/>
    <w:rsid w:val="00F342EB"/>
    <w:rsid w:val="00F346DF"/>
    <w:rsid w:val="00F347B0"/>
    <w:rsid w:val="00F34C64"/>
    <w:rsid w:val="00F3617C"/>
    <w:rsid w:val="00F37C48"/>
    <w:rsid w:val="00F40DBD"/>
    <w:rsid w:val="00F4216B"/>
    <w:rsid w:val="00F42633"/>
    <w:rsid w:val="00F42B56"/>
    <w:rsid w:val="00F42D88"/>
    <w:rsid w:val="00F46C10"/>
    <w:rsid w:val="00F5098D"/>
    <w:rsid w:val="00F50C70"/>
    <w:rsid w:val="00F52D01"/>
    <w:rsid w:val="00F5389E"/>
    <w:rsid w:val="00F5518C"/>
    <w:rsid w:val="00F556DD"/>
    <w:rsid w:val="00F558AF"/>
    <w:rsid w:val="00F5740B"/>
    <w:rsid w:val="00F610FD"/>
    <w:rsid w:val="00F6172B"/>
    <w:rsid w:val="00F61E1F"/>
    <w:rsid w:val="00F62970"/>
    <w:rsid w:val="00F62B1E"/>
    <w:rsid w:val="00F6354B"/>
    <w:rsid w:val="00F63979"/>
    <w:rsid w:val="00F64FDE"/>
    <w:rsid w:val="00F65153"/>
    <w:rsid w:val="00F6597F"/>
    <w:rsid w:val="00F677F5"/>
    <w:rsid w:val="00F70423"/>
    <w:rsid w:val="00F72A0C"/>
    <w:rsid w:val="00F73079"/>
    <w:rsid w:val="00F74807"/>
    <w:rsid w:val="00F74AC6"/>
    <w:rsid w:val="00F75A66"/>
    <w:rsid w:val="00F76C22"/>
    <w:rsid w:val="00F775B0"/>
    <w:rsid w:val="00F776C9"/>
    <w:rsid w:val="00F77EEB"/>
    <w:rsid w:val="00F80DE2"/>
    <w:rsid w:val="00F81B44"/>
    <w:rsid w:val="00F85734"/>
    <w:rsid w:val="00F8628B"/>
    <w:rsid w:val="00F86516"/>
    <w:rsid w:val="00F87EB1"/>
    <w:rsid w:val="00F905C8"/>
    <w:rsid w:val="00F90D11"/>
    <w:rsid w:val="00F91444"/>
    <w:rsid w:val="00F925E6"/>
    <w:rsid w:val="00F94335"/>
    <w:rsid w:val="00F94E79"/>
    <w:rsid w:val="00F9572C"/>
    <w:rsid w:val="00F9646F"/>
    <w:rsid w:val="00F96606"/>
    <w:rsid w:val="00F968C5"/>
    <w:rsid w:val="00F96AE7"/>
    <w:rsid w:val="00FA0607"/>
    <w:rsid w:val="00FA071D"/>
    <w:rsid w:val="00FA0AF1"/>
    <w:rsid w:val="00FA2443"/>
    <w:rsid w:val="00FA52EA"/>
    <w:rsid w:val="00FA6E90"/>
    <w:rsid w:val="00FA7093"/>
    <w:rsid w:val="00FA70AC"/>
    <w:rsid w:val="00FB014E"/>
    <w:rsid w:val="00FB12D1"/>
    <w:rsid w:val="00FB16DD"/>
    <w:rsid w:val="00FB2F0E"/>
    <w:rsid w:val="00FB3C80"/>
    <w:rsid w:val="00FB4664"/>
    <w:rsid w:val="00FB4821"/>
    <w:rsid w:val="00FB4B0D"/>
    <w:rsid w:val="00FB4BBF"/>
    <w:rsid w:val="00FB506C"/>
    <w:rsid w:val="00FB77B6"/>
    <w:rsid w:val="00FC08A4"/>
    <w:rsid w:val="00FC1C91"/>
    <w:rsid w:val="00FC35A2"/>
    <w:rsid w:val="00FC3989"/>
    <w:rsid w:val="00FC4E78"/>
    <w:rsid w:val="00FC5CA3"/>
    <w:rsid w:val="00FC5D39"/>
    <w:rsid w:val="00FC653C"/>
    <w:rsid w:val="00FD1680"/>
    <w:rsid w:val="00FD1744"/>
    <w:rsid w:val="00FD2039"/>
    <w:rsid w:val="00FD20FE"/>
    <w:rsid w:val="00FD36BA"/>
    <w:rsid w:val="00FD4002"/>
    <w:rsid w:val="00FD4482"/>
    <w:rsid w:val="00FD49DA"/>
    <w:rsid w:val="00FD5551"/>
    <w:rsid w:val="00FD5859"/>
    <w:rsid w:val="00FD6286"/>
    <w:rsid w:val="00FD639E"/>
    <w:rsid w:val="00FD6753"/>
    <w:rsid w:val="00FD6F14"/>
    <w:rsid w:val="00FD7B23"/>
    <w:rsid w:val="00FD7C64"/>
    <w:rsid w:val="00FE031A"/>
    <w:rsid w:val="00FE1114"/>
    <w:rsid w:val="00FE1121"/>
    <w:rsid w:val="00FE1293"/>
    <w:rsid w:val="00FE2703"/>
    <w:rsid w:val="00FE2CAF"/>
    <w:rsid w:val="00FE2F58"/>
    <w:rsid w:val="00FE3F02"/>
    <w:rsid w:val="00FE427D"/>
    <w:rsid w:val="00FE5779"/>
    <w:rsid w:val="00FE733F"/>
    <w:rsid w:val="00FF029F"/>
    <w:rsid w:val="00FF31DF"/>
    <w:rsid w:val="00FF4113"/>
    <w:rsid w:val="00FF58D8"/>
    <w:rsid w:val="00FF71EB"/>
    <w:rsid w:val="00FF7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BCF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E337E5"/>
    <w:pPr>
      <w:ind w:left="720"/>
    </w:pPr>
  </w:style>
  <w:style w:type="paragraph" w:customStyle="1" w:styleId="ConsPlusNormal">
    <w:name w:val="ConsPlusNormal"/>
    <w:uiPriority w:val="99"/>
    <w:rsid w:val="002C731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E66A0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07AC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E503B"/>
    <w:rPr>
      <w:rFonts w:eastAsia="Times New Roman" w:cs="Calibri"/>
      <w:lang w:eastAsia="en-US"/>
    </w:rPr>
  </w:style>
  <w:style w:type="paragraph" w:styleId="Footer">
    <w:name w:val="footer"/>
    <w:basedOn w:val="Normal"/>
    <w:link w:val="FooterChar"/>
    <w:uiPriority w:val="99"/>
    <w:rsid w:val="00107AC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E503B"/>
    <w:rPr>
      <w:rFonts w:eastAsia="Times New Roman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1800594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320</Words>
  <Characters>1830</Characters>
  <Application>Microsoft Office Outlook</Application>
  <DocSecurity>0</DocSecurity>
  <Lines>0</Lines>
  <Paragraphs>0</Paragraphs>
  <ScaleCrop>false</ScaleCrop>
  <Company>Fabrika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subject/>
  <dc:creator>TimohinIN</dc:creator>
  <cp:keywords/>
  <dc:description/>
  <cp:lastModifiedBy>Пользователь</cp:lastModifiedBy>
  <cp:revision>10</cp:revision>
  <cp:lastPrinted>2017-09-18T06:35:00Z</cp:lastPrinted>
  <dcterms:created xsi:type="dcterms:W3CDTF">2017-07-18T06:52:00Z</dcterms:created>
  <dcterms:modified xsi:type="dcterms:W3CDTF">2017-09-29T07:24:00Z</dcterms:modified>
</cp:coreProperties>
</file>