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D6" w:rsidRPr="00043AD6" w:rsidRDefault="00043AD6" w:rsidP="00043AD6">
      <w:pPr>
        <w:pStyle w:val="ad"/>
        <w:spacing w:line="250" w:lineRule="auto"/>
        <w:outlineLvl w:val="0"/>
        <w:rPr>
          <w:rFonts w:ascii="PT Astra Serif" w:hAnsi="PT Astra Serif"/>
          <w:b/>
          <w:sz w:val="28"/>
          <w:szCs w:val="28"/>
        </w:rPr>
      </w:pPr>
      <w:r w:rsidRPr="00043AD6">
        <w:rPr>
          <w:rFonts w:ascii="PT Astra Serif" w:hAnsi="PT Astra Serif"/>
          <w:b/>
          <w:sz w:val="28"/>
          <w:szCs w:val="28"/>
        </w:rPr>
        <w:t>ЗАКОН</w:t>
      </w:r>
    </w:p>
    <w:p w:rsidR="007A7E13" w:rsidRPr="00043AD6" w:rsidRDefault="00043AD6" w:rsidP="00043AD6">
      <w:pPr>
        <w:pStyle w:val="ad"/>
        <w:spacing w:line="250" w:lineRule="auto"/>
        <w:outlineLvl w:val="0"/>
        <w:rPr>
          <w:rFonts w:ascii="PT Astra Serif" w:hAnsi="PT Astra Serif"/>
          <w:b/>
          <w:sz w:val="28"/>
          <w:szCs w:val="28"/>
        </w:rPr>
      </w:pPr>
      <w:r w:rsidRPr="00043AD6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A7E13" w:rsidRPr="00460527" w:rsidRDefault="007A7E13" w:rsidP="007A7E13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7A7E13" w:rsidRPr="00460527" w:rsidRDefault="007A7E13" w:rsidP="00937C2B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8E6754" w:rsidRPr="00EC62C2" w:rsidRDefault="00484C5D" w:rsidP="008E6754">
      <w:pPr>
        <w:spacing w:line="276" w:lineRule="auto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EC62C2">
        <w:rPr>
          <w:rFonts w:ascii="PT Astra Serif" w:eastAsia="Calibri" w:hAnsi="PT Astra Serif"/>
          <w:b/>
          <w:sz w:val="28"/>
          <w:szCs w:val="28"/>
          <w:lang w:eastAsia="en-US"/>
        </w:rPr>
        <w:t>О внесении измене</w:t>
      </w:r>
      <w:r w:rsidR="008E6754" w:rsidRPr="00EC62C2">
        <w:rPr>
          <w:rFonts w:ascii="PT Astra Serif" w:eastAsia="Calibri" w:hAnsi="PT Astra Serif"/>
          <w:b/>
          <w:sz w:val="28"/>
          <w:szCs w:val="28"/>
          <w:lang w:eastAsia="en-US"/>
        </w:rPr>
        <w:t>ний в Закон Ульяновской области</w:t>
      </w:r>
    </w:p>
    <w:p w:rsidR="00484C5D" w:rsidRPr="00466F55" w:rsidRDefault="00A86115" w:rsidP="008E6754">
      <w:pPr>
        <w:spacing w:line="276" w:lineRule="auto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>«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>Об областном бюджете Ульяновской области на 2023 год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br/>
        <w:t>и на плановый период 2024 и 2025 годов</w:t>
      </w:r>
      <w:r>
        <w:rPr>
          <w:rFonts w:ascii="PT Astra Serif" w:eastAsia="Calibri" w:hAnsi="PT Astra Serif"/>
          <w:b/>
          <w:sz w:val="28"/>
          <w:szCs w:val="28"/>
          <w:lang w:eastAsia="en-US"/>
        </w:rPr>
        <w:t>»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и </w:t>
      </w:r>
      <w:r w:rsidR="0055527B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о 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признании </w:t>
      </w:r>
      <w:proofErr w:type="gramStart"/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>утратившим</w:t>
      </w:r>
      <w:proofErr w:type="gramEnd"/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силу отдельн</w:t>
      </w:r>
      <w:r w:rsidR="0099317E" w:rsidRPr="00EC62C2">
        <w:rPr>
          <w:rFonts w:ascii="PT Astra Serif" w:eastAsia="Calibri" w:hAnsi="PT Astra Serif"/>
          <w:b/>
          <w:sz w:val="28"/>
          <w:szCs w:val="28"/>
          <w:lang w:eastAsia="en-US"/>
        </w:rPr>
        <w:t>ого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положени</w:t>
      </w:r>
      <w:r w:rsidR="0099317E" w:rsidRPr="00EC62C2">
        <w:rPr>
          <w:rFonts w:ascii="PT Astra Serif" w:eastAsia="Calibri" w:hAnsi="PT Astra Serif"/>
          <w:b/>
          <w:sz w:val="28"/>
          <w:szCs w:val="28"/>
          <w:lang w:eastAsia="en-US"/>
        </w:rPr>
        <w:t>я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законодательн</w:t>
      </w:r>
      <w:r w:rsidR="0099317E" w:rsidRPr="00EC62C2">
        <w:rPr>
          <w:rFonts w:ascii="PT Astra Serif" w:eastAsia="Calibri" w:hAnsi="PT Astra Serif"/>
          <w:b/>
          <w:sz w:val="28"/>
          <w:szCs w:val="28"/>
          <w:lang w:eastAsia="en-US"/>
        </w:rPr>
        <w:t>ого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акт</w:t>
      </w:r>
      <w:r w:rsidR="0099317E" w:rsidRPr="00EC62C2">
        <w:rPr>
          <w:rFonts w:ascii="PT Astra Serif" w:eastAsia="Calibri" w:hAnsi="PT Astra Serif"/>
          <w:b/>
          <w:sz w:val="28"/>
          <w:szCs w:val="28"/>
          <w:lang w:eastAsia="en-US"/>
        </w:rPr>
        <w:t>а</w:t>
      </w:r>
      <w:r w:rsidR="00484C5D" w:rsidRPr="00EC62C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Ульяновской области</w:t>
      </w:r>
    </w:p>
    <w:p w:rsidR="00413835" w:rsidRPr="00466F55" w:rsidRDefault="00413835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Pr="00466F55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D20B1E" w:rsidRPr="00466F55" w:rsidRDefault="00D20B1E" w:rsidP="00D20B1E">
      <w:pPr>
        <w:spacing w:line="250" w:lineRule="auto"/>
        <w:ind w:firstLine="709"/>
        <w:rPr>
          <w:rFonts w:ascii="PT Astra Serif" w:hAnsi="PT Astra Serif"/>
          <w:b/>
          <w:sz w:val="28"/>
          <w:szCs w:val="28"/>
        </w:rPr>
      </w:pPr>
      <w:r w:rsidRPr="00466F55">
        <w:rPr>
          <w:rFonts w:ascii="PT Astra Serif" w:hAnsi="PT Astra Serif"/>
          <w:b/>
          <w:sz w:val="28"/>
          <w:szCs w:val="28"/>
        </w:rPr>
        <w:t>Статья 1</w:t>
      </w:r>
    </w:p>
    <w:p w:rsidR="00D20B1E" w:rsidRPr="00466F55" w:rsidRDefault="00D20B1E" w:rsidP="00D20B1E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D20B1E" w:rsidRPr="00466F55" w:rsidRDefault="00D20B1E" w:rsidP="00D20B1E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EE5C76" w:rsidRPr="00E2641C" w:rsidRDefault="00F55220" w:rsidP="00EE5C76">
      <w:pPr>
        <w:pStyle w:val="af1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2641C">
        <w:rPr>
          <w:rFonts w:ascii="PT Astra Serif" w:hAnsi="PT Astra Serif"/>
          <w:sz w:val="28"/>
          <w:szCs w:val="28"/>
        </w:rPr>
        <w:t xml:space="preserve">Внести </w:t>
      </w:r>
      <w:r w:rsidR="00B26DCA" w:rsidRPr="00E2641C">
        <w:rPr>
          <w:rFonts w:ascii="PT Astra Serif" w:hAnsi="PT Astra Serif"/>
          <w:sz w:val="28"/>
          <w:szCs w:val="28"/>
        </w:rPr>
        <w:t xml:space="preserve">в Закон Ульяновской области от </w:t>
      </w:r>
      <w:r w:rsidR="00395DC7" w:rsidRPr="00E2641C">
        <w:rPr>
          <w:rFonts w:ascii="PT Astra Serif" w:hAnsi="PT Astra Serif"/>
          <w:sz w:val="28"/>
          <w:szCs w:val="28"/>
        </w:rPr>
        <w:t xml:space="preserve">8 декабря </w:t>
      </w:r>
      <w:r w:rsidRPr="00E2641C">
        <w:rPr>
          <w:rFonts w:ascii="PT Astra Serif" w:hAnsi="PT Astra Serif"/>
          <w:sz w:val="28"/>
          <w:szCs w:val="28"/>
        </w:rPr>
        <w:t>20</w:t>
      </w:r>
      <w:r w:rsidR="00A16C7D" w:rsidRPr="00E2641C">
        <w:rPr>
          <w:rFonts w:ascii="PT Astra Serif" w:hAnsi="PT Astra Serif"/>
          <w:sz w:val="28"/>
          <w:szCs w:val="28"/>
        </w:rPr>
        <w:t>2</w:t>
      </w:r>
      <w:r w:rsidR="00B50A1C" w:rsidRPr="00E2641C">
        <w:rPr>
          <w:rFonts w:ascii="PT Astra Serif" w:hAnsi="PT Astra Serif"/>
          <w:sz w:val="28"/>
          <w:szCs w:val="28"/>
        </w:rPr>
        <w:t>2</w:t>
      </w:r>
      <w:r w:rsidRPr="00E2641C">
        <w:rPr>
          <w:rFonts w:ascii="PT Astra Serif" w:hAnsi="PT Astra Serif"/>
          <w:sz w:val="28"/>
          <w:szCs w:val="28"/>
        </w:rPr>
        <w:t xml:space="preserve"> года № </w:t>
      </w:r>
      <w:r w:rsidR="00B50A1C" w:rsidRPr="00E2641C">
        <w:rPr>
          <w:rFonts w:ascii="PT Astra Serif" w:hAnsi="PT Astra Serif"/>
          <w:sz w:val="28"/>
          <w:szCs w:val="28"/>
        </w:rPr>
        <w:t>119</w:t>
      </w:r>
      <w:r w:rsidRPr="00E2641C">
        <w:rPr>
          <w:rFonts w:ascii="PT Astra Serif" w:hAnsi="PT Astra Serif"/>
          <w:sz w:val="28"/>
          <w:szCs w:val="28"/>
        </w:rPr>
        <w:t xml:space="preserve">-ЗО </w:t>
      </w:r>
      <w:r w:rsidRPr="00E2641C">
        <w:rPr>
          <w:rFonts w:ascii="PT Astra Serif" w:hAnsi="PT Astra Serif"/>
          <w:sz w:val="28"/>
          <w:szCs w:val="28"/>
        </w:rPr>
        <w:br/>
      </w:r>
      <w:r w:rsidR="00A86115">
        <w:rPr>
          <w:rFonts w:ascii="PT Astra Serif" w:hAnsi="PT Astra Serif"/>
          <w:sz w:val="28"/>
          <w:szCs w:val="28"/>
        </w:rPr>
        <w:t>«</w:t>
      </w:r>
      <w:r w:rsidRPr="00E2641C">
        <w:rPr>
          <w:rFonts w:ascii="PT Astra Serif" w:hAnsi="PT Astra Serif"/>
          <w:sz w:val="28"/>
          <w:szCs w:val="28"/>
        </w:rPr>
        <w:t>Об областном бюджете Ульяновской области на 20</w:t>
      </w:r>
      <w:r w:rsidR="00AB0A57" w:rsidRPr="00E2641C">
        <w:rPr>
          <w:rFonts w:ascii="PT Astra Serif" w:hAnsi="PT Astra Serif"/>
          <w:sz w:val="28"/>
          <w:szCs w:val="28"/>
        </w:rPr>
        <w:t>2</w:t>
      </w:r>
      <w:r w:rsidR="00B50A1C" w:rsidRPr="00E2641C">
        <w:rPr>
          <w:rFonts w:ascii="PT Astra Serif" w:hAnsi="PT Astra Serif"/>
          <w:sz w:val="28"/>
          <w:szCs w:val="28"/>
        </w:rPr>
        <w:t>3</w:t>
      </w:r>
      <w:r w:rsidRPr="00E2641C">
        <w:rPr>
          <w:rFonts w:ascii="PT Astra Serif" w:hAnsi="PT Astra Serif"/>
          <w:sz w:val="28"/>
          <w:szCs w:val="28"/>
        </w:rPr>
        <w:t xml:space="preserve"> год и на плановый </w:t>
      </w:r>
      <w:r w:rsidR="00D96420" w:rsidRPr="00E2641C">
        <w:rPr>
          <w:rFonts w:ascii="PT Astra Serif" w:hAnsi="PT Astra Serif"/>
          <w:sz w:val="28"/>
          <w:szCs w:val="28"/>
        </w:rPr>
        <w:br/>
      </w:r>
      <w:r w:rsidRPr="00E2641C">
        <w:rPr>
          <w:rFonts w:ascii="PT Astra Serif" w:hAnsi="PT Astra Serif"/>
          <w:sz w:val="28"/>
          <w:szCs w:val="28"/>
        </w:rPr>
        <w:t>период 20</w:t>
      </w:r>
      <w:r w:rsidR="00386AAA" w:rsidRPr="00E2641C">
        <w:rPr>
          <w:rFonts w:ascii="PT Astra Serif" w:hAnsi="PT Astra Serif"/>
          <w:sz w:val="28"/>
          <w:szCs w:val="28"/>
        </w:rPr>
        <w:t>2</w:t>
      </w:r>
      <w:r w:rsidR="00B50A1C" w:rsidRPr="00E2641C">
        <w:rPr>
          <w:rFonts w:ascii="PT Astra Serif" w:hAnsi="PT Astra Serif"/>
          <w:sz w:val="28"/>
          <w:szCs w:val="28"/>
        </w:rPr>
        <w:t>4</w:t>
      </w:r>
      <w:r w:rsidR="00B26DCA" w:rsidRPr="00E2641C">
        <w:rPr>
          <w:rFonts w:ascii="PT Astra Serif" w:hAnsi="PT Astra Serif"/>
          <w:sz w:val="28"/>
          <w:szCs w:val="28"/>
        </w:rPr>
        <w:t xml:space="preserve"> и 202</w:t>
      </w:r>
      <w:r w:rsidR="00B50A1C" w:rsidRPr="00E2641C">
        <w:rPr>
          <w:rFonts w:ascii="PT Astra Serif" w:hAnsi="PT Astra Serif"/>
          <w:sz w:val="28"/>
          <w:szCs w:val="28"/>
        </w:rPr>
        <w:t>5</w:t>
      </w:r>
      <w:r w:rsidRPr="00E2641C">
        <w:rPr>
          <w:rFonts w:ascii="PT Astra Serif" w:hAnsi="PT Astra Serif"/>
          <w:sz w:val="28"/>
          <w:szCs w:val="28"/>
        </w:rPr>
        <w:t xml:space="preserve"> годов</w:t>
      </w:r>
      <w:r w:rsidR="00A86115">
        <w:rPr>
          <w:rFonts w:ascii="PT Astra Serif" w:hAnsi="PT Astra Serif"/>
          <w:sz w:val="28"/>
          <w:szCs w:val="28"/>
        </w:rPr>
        <w:t>»</w:t>
      </w:r>
      <w:r w:rsidRPr="00E2641C">
        <w:rPr>
          <w:rFonts w:ascii="PT Astra Serif" w:hAnsi="PT Astra Serif"/>
          <w:sz w:val="28"/>
          <w:szCs w:val="28"/>
        </w:rPr>
        <w:t xml:space="preserve"> (</w:t>
      </w:r>
      <w:r w:rsidR="007343FF" w:rsidRPr="00E2641C">
        <w:rPr>
          <w:rFonts w:ascii="PT Astra Serif" w:hAnsi="PT Astra Serif"/>
          <w:spacing w:val="-4"/>
          <w:sz w:val="28"/>
          <w:szCs w:val="28"/>
        </w:rPr>
        <w:t>О</w:t>
      </w:r>
      <w:r w:rsidR="003849EB" w:rsidRPr="00E2641C">
        <w:rPr>
          <w:rFonts w:ascii="PT Astra Serif" w:hAnsi="PT Astra Serif"/>
          <w:spacing w:val="-4"/>
          <w:sz w:val="28"/>
          <w:szCs w:val="28"/>
        </w:rPr>
        <w:t xml:space="preserve">фициальный интернет-портал правовой </w:t>
      </w:r>
      <w:r w:rsidR="0031501F" w:rsidRPr="00E2641C">
        <w:rPr>
          <w:rFonts w:ascii="PT Astra Serif" w:hAnsi="PT Astra Serif"/>
          <w:spacing w:val="-4"/>
          <w:sz w:val="28"/>
          <w:szCs w:val="28"/>
        </w:rPr>
        <w:br/>
      </w:r>
      <w:r w:rsidR="003849EB" w:rsidRPr="00E2641C">
        <w:rPr>
          <w:rFonts w:ascii="PT Astra Serif" w:hAnsi="PT Astra Serif"/>
          <w:spacing w:val="-4"/>
          <w:sz w:val="28"/>
          <w:szCs w:val="28"/>
        </w:rPr>
        <w:t>информации (</w:t>
      </w:r>
      <w:hyperlink r:id="rId8" w:history="1"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www</w:t>
        </w:r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pravo</w:t>
        </w:r>
        <w:proofErr w:type="spellEnd"/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gov</w:t>
        </w:r>
        <w:proofErr w:type="spellEnd"/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849EB" w:rsidRPr="00E2641C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ru</w:t>
        </w:r>
        <w:proofErr w:type="spellEnd"/>
      </w:hyperlink>
      <w:r w:rsidR="003849EB" w:rsidRPr="00E2641C">
        <w:rPr>
          <w:rFonts w:ascii="PT Astra Serif" w:hAnsi="PT Astra Serif"/>
          <w:spacing w:val="-4"/>
          <w:sz w:val="28"/>
          <w:szCs w:val="28"/>
        </w:rPr>
        <w:t xml:space="preserve">), </w:t>
      </w:r>
      <w:r w:rsidR="00FB2CE1" w:rsidRPr="00E2641C">
        <w:rPr>
          <w:rFonts w:ascii="PT Astra Serif" w:hAnsi="PT Astra Serif"/>
          <w:spacing w:val="-4"/>
          <w:sz w:val="28"/>
          <w:szCs w:val="28"/>
        </w:rPr>
        <w:t>09</w:t>
      </w:r>
      <w:r w:rsidR="003849EB" w:rsidRPr="00E2641C">
        <w:rPr>
          <w:rFonts w:ascii="PT Astra Serif" w:hAnsi="PT Astra Serif"/>
          <w:spacing w:val="-4"/>
          <w:sz w:val="28"/>
          <w:szCs w:val="28"/>
        </w:rPr>
        <w:t>.1</w:t>
      </w:r>
      <w:r w:rsidR="00B50AAA" w:rsidRPr="00E2641C">
        <w:rPr>
          <w:rFonts w:ascii="PT Astra Serif" w:hAnsi="PT Astra Serif"/>
          <w:spacing w:val="-4"/>
          <w:sz w:val="28"/>
          <w:szCs w:val="28"/>
        </w:rPr>
        <w:t>2</w:t>
      </w:r>
      <w:r w:rsidR="003849EB" w:rsidRPr="00E2641C">
        <w:rPr>
          <w:rFonts w:ascii="PT Astra Serif" w:hAnsi="PT Astra Serif"/>
          <w:spacing w:val="-4"/>
          <w:sz w:val="28"/>
          <w:szCs w:val="28"/>
        </w:rPr>
        <w:t>.202</w:t>
      </w:r>
      <w:r w:rsidR="00FB2CE1" w:rsidRPr="00E2641C">
        <w:rPr>
          <w:rFonts w:ascii="PT Astra Serif" w:hAnsi="PT Astra Serif"/>
          <w:spacing w:val="-4"/>
          <w:sz w:val="28"/>
          <w:szCs w:val="28"/>
        </w:rPr>
        <w:t>2</w:t>
      </w:r>
      <w:r w:rsidR="003849EB" w:rsidRPr="00E2641C">
        <w:rPr>
          <w:rFonts w:ascii="PT Astra Serif" w:hAnsi="PT Astra Serif"/>
          <w:spacing w:val="-4"/>
          <w:sz w:val="28"/>
          <w:szCs w:val="28"/>
        </w:rPr>
        <w:t>, № 73002</w:t>
      </w:r>
      <w:r w:rsidR="00FB2CE1" w:rsidRPr="00E2641C">
        <w:rPr>
          <w:rFonts w:ascii="PT Astra Serif" w:hAnsi="PT Astra Serif"/>
          <w:spacing w:val="-4"/>
          <w:sz w:val="28"/>
          <w:szCs w:val="28"/>
        </w:rPr>
        <w:t>02212090001</w:t>
      </w:r>
      <w:r w:rsidR="00127420">
        <w:rPr>
          <w:rFonts w:ascii="PT Astra Serif" w:hAnsi="PT Astra Serif"/>
          <w:spacing w:val="-4"/>
          <w:sz w:val="28"/>
          <w:szCs w:val="28"/>
        </w:rPr>
        <w:t>;</w:t>
      </w:r>
      <w:r w:rsidR="0018246F" w:rsidRPr="00E2641C">
        <w:rPr>
          <w:rFonts w:ascii="PT Astra Serif" w:hAnsi="PT Astra Serif"/>
          <w:spacing w:val="-4"/>
          <w:sz w:val="28"/>
          <w:szCs w:val="28"/>
        </w:rPr>
        <w:t xml:space="preserve"> 13.02.2023, </w:t>
      </w:r>
      <w:r w:rsidR="0018246F" w:rsidRPr="00E2641C">
        <w:rPr>
          <w:rFonts w:ascii="PT Astra Serif" w:hAnsi="PT Astra Serif"/>
          <w:spacing w:val="-4"/>
          <w:sz w:val="28"/>
          <w:szCs w:val="28"/>
        </w:rPr>
        <w:br/>
        <w:t>№ 7300202302130001</w:t>
      </w:r>
      <w:r w:rsidR="00127420">
        <w:rPr>
          <w:rFonts w:ascii="PT Astra Serif" w:hAnsi="PT Astra Serif"/>
          <w:spacing w:val="-4"/>
          <w:sz w:val="28"/>
          <w:szCs w:val="28"/>
        </w:rPr>
        <w:t>;</w:t>
      </w:r>
      <w:r w:rsidR="002B317A" w:rsidRPr="00E2641C">
        <w:rPr>
          <w:rFonts w:ascii="PT Astra Serif" w:hAnsi="PT Astra Serif"/>
          <w:spacing w:val="-4"/>
          <w:sz w:val="28"/>
          <w:szCs w:val="28"/>
        </w:rPr>
        <w:t xml:space="preserve"> 09.06.2023, № 7300202306090014</w:t>
      </w:r>
      <w:r w:rsidR="00127420">
        <w:rPr>
          <w:rFonts w:ascii="PT Astra Serif" w:hAnsi="PT Astra Serif"/>
          <w:spacing w:val="-4"/>
          <w:sz w:val="28"/>
          <w:szCs w:val="28"/>
        </w:rPr>
        <w:t>;</w:t>
      </w:r>
      <w:r w:rsidR="00E2641C" w:rsidRPr="00E2641C">
        <w:rPr>
          <w:rFonts w:ascii="PT Astra Serif" w:hAnsi="PT Astra Serif"/>
          <w:spacing w:val="-4"/>
          <w:sz w:val="28"/>
          <w:szCs w:val="28"/>
        </w:rPr>
        <w:t xml:space="preserve"> 06.09.2023</w:t>
      </w:r>
      <w:r w:rsidR="006D4800">
        <w:rPr>
          <w:rFonts w:ascii="PT Astra Serif" w:hAnsi="PT Astra Serif"/>
          <w:spacing w:val="-4"/>
          <w:sz w:val="28"/>
          <w:szCs w:val="28"/>
        </w:rPr>
        <w:t>,</w:t>
      </w:r>
      <w:r w:rsidR="00E2641C" w:rsidRPr="00E2641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2641C">
        <w:rPr>
          <w:rFonts w:ascii="PT Astra Serif" w:hAnsi="PT Astra Serif"/>
          <w:spacing w:val="-4"/>
          <w:sz w:val="28"/>
          <w:szCs w:val="28"/>
        </w:rPr>
        <w:br/>
      </w:r>
      <w:r w:rsidR="00E2641C" w:rsidRPr="00E2641C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E2641C" w:rsidRPr="00E2641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7300202309060001</w:t>
      </w:r>
      <w:r w:rsidR="00EE5C76" w:rsidRPr="00E2641C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295606" w:rsidRPr="0053585F" w:rsidRDefault="00295606" w:rsidP="00D40124">
      <w:pPr>
        <w:pStyle w:val="af7"/>
        <w:widowControl w:val="0"/>
        <w:numPr>
          <w:ilvl w:val="0"/>
          <w:numId w:val="1"/>
        </w:numPr>
        <w:spacing w:line="360" w:lineRule="auto"/>
        <w:jc w:val="both"/>
        <w:outlineLvl w:val="0"/>
        <w:rPr>
          <w:rFonts w:ascii="PT Astra Serif" w:hAnsi="PT Astra Serif"/>
        </w:rPr>
      </w:pPr>
      <w:r w:rsidRPr="0053585F">
        <w:rPr>
          <w:rFonts w:ascii="PT Astra Serif" w:hAnsi="PT Astra Serif"/>
        </w:rPr>
        <w:t>стать</w:t>
      </w:r>
      <w:r w:rsidR="00032309" w:rsidRPr="0053585F">
        <w:rPr>
          <w:rFonts w:ascii="PT Astra Serif" w:hAnsi="PT Astra Serif"/>
        </w:rPr>
        <w:t>ю</w:t>
      </w:r>
      <w:r w:rsidRPr="0053585F">
        <w:rPr>
          <w:rFonts w:ascii="PT Astra Serif" w:hAnsi="PT Astra Serif"/>
        </w:rPr>
        <w:t xml:space="preserve"> 1 изложить в следующей редакции:</w:t>
      </w:r>
    </w:p>
    <w:tbl>
      <w:tblPr>
        <w:tblW w:w="0" w:type="auto"/>
        <w:tblLook w:val="04A0"/>
      </w:tblPr>
      <w:tblGrid>
        <w:gridCol w:w="2201"/>
        <w:gridCol w:w="7546"/>
      </w:tblGrid>
      <w:tr w:rsidR="00295606" w:rsidRPr="0097458E" w:rsidTr="008543D2">
        <w:tc>
          <w:tcPr>
            <w:tcW w:w="2201" w:type="dxa"/>
            <w:shd w:val="clear" w:color="auto" w:fill="auto"/>
          </w:tcPr>
          <w:p w:rsidR="00295606" w:rsidRPr="0097458E" w:rsidRDefault="00A86115" w:rsidP="00295606">
            <w:pPr>
              <w:pStyle w:val="af7"/>
              <w:widowControl w:val="0"/>
              <w:autoSpaceDE w:val="0"/>
              <w:autoSpaceDN w:val="0"/>
              <w:adjustRightInd w:val="0"/>
              <w:ind w:left="0" w:firstLine="70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>«</w:t>
            </w:r>
            <w:r w:rsidR="00295606" w:rsidRPr="0097458E">
              <w:rPr>
                <w:rFonts w:ascii="PT Astra Serif" w:hAnsi="PT Astra Serif"/>
                <w:bCs/>
              </w:rPr>
              <w:t>Статья</w:t>
            </w:r>
            <w:r w:rsidR="00295606" w:rsidRPr="0097458E">
              <w:rPr>
                <w:rFonts w:ascii="PT Astra Serif" w:hAnsi="PT Astra Serif"/>
                <w:sz w:val="30"/>
                <w:szCs w:val="30"/>
              </w:rPr>
              <w:t> </w:t>
            </w:r>
            <w:r w:rsidR="00295606" w:rsidRPr="0097458E">
              <w:rPr>
                <w:rFonts w:ascii="PT Astra Serif" w:hAnsi="PT Astra Serif"/>
                <w:bCs/>
              </w:rPr>
              <w:t>1.</w:t>
            </w:r>
          </w:p>
        </w:tc>
        <w:tc>
          <w:tcPr>
            <w:tcW w:w="7546" w:type="dxa"/>
            <w:shd w:val="clear" w:color="auto" w:fill="auto"/>
          </w:tcPr>
          <w:p w:rsidR="00295606" w:rsidRPr="0097458E" w:rsidRDefault="00295606" w:rsidP="00EE478D">
            <w:pPr>
              <w:pStyle w:val="ConsPlusNormal"/>
              <w:ind w:firstLine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 xml:space="preserve">Основные характеристики областного бюджета </w:t>
            </w:r>
            <w:r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br/>
              <w:t>Ульяновской области на 202</w:t>
            </w:r>
            <w:r w:rsidR="00EE478D"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>3</w:t>
            </w:r>
            <w:r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 xml:space="preserve"> год и на плановый период 202</w:t>
            </w:r>
            <w:r w:rsidR="00EE478D"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>4</w:t>
            </w:r>
            <w:r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 xml:space="preserve"> и 202</w:t>
            </w:r>
            <w:r w:rsidR="00EE478D"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>5</w:t>
            </w:r>
            <w:r w:rsidRPr="0097458E">
              <w:rPr>
                <w:rFonts w:ascii="PT Astra Serif" w:hAnsi="PT Astra Serif" w:cs="Times New Roman"/>
                <w:b/>
                <w:spacing w:val="-4"/>
                <w:sz w:val="28"/>
                <w:szCs w:val="28"/>
              </w:rPr>
              <w:t xml:space="preserve"> годов</w:t>
            </w:r>
          </w:p>
        </w:tc>
      </w:tr>
    </w:tbl>
    <w:p w:rsidR="00295606" w:rsidRPr="0097458E" w:rsidRDefault="00295606" w:rsidP="00295606">
      <w:pPr>
        <w:pStyle w:val="ac"/>
        <w:spacing w:line="235" w:lineRule="auto"/>
        <w:ind w:firstLine="709"/>
        <w:rPr>
          <w:rFonts w:ascii="PT Astra Serif" w:hAnsi="PT Astra Serif"/>
          <w:sz w:val="22"/>
          <w:szCs w:val="28"/>
        </w:rPr>
      </w:pPr>
    </w:p>
    <w:p w:rsidR="00295606" w:rsidRPr="0097458E" w:rsidRDefault="00295606" w:rsidP="00295606">
      <w:pPr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295606" w:rsidRPr="0097458E" w:rsidRDefault="00295606" w:rsidP="008F620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7458E">
        <w:rPr>
          <w:rFonts w:ascii="PT Astra Serif" w:hAnsi="PT Astra Serif"/>
          <w:sz w:val="28"/>
          <w:szCs w:val="28"/>
        </w:rPr>
        <w:t xml:space="preserve">1. Утвердить основные характеристики областного бюджета </w:t>
      </w:r>
      <w:r w:rsidRPr="0097458E">
        <w:rPr>
          <w:rFonts w:ascii="PT Astra Serif" w:hAnsi="PT Astra Serif"/>
          <w:sz w:val="28"/>
          <w:szCs w:val="28"/>
        </w:rPr>
        <w:br/>
        <w:t>Ульяновской области на 202</w:t>
      </w:r>
      <w:r w:rsidR="00EE478D" w:rsidRPr="0097458E">
        <w:rPr>
          <w:rFonts w:ascii="PT Astra Serif" w:hAnsi="PT Astra Serif"/>
          <w:sz w:val="28"/>
          <w:szCs w:val="28"/>
        </w:rPr>
        <w:t>3</w:t>
      </w:r>
      <w:r w:rsidRPr="0097458E">
        <w:rPr>
          <w:rFonts w:ascii="PT Astra Serif" w:hAnsi="PT Astra Serif"/>
          <w:sz w:val="28"/>
          <w:szCs w:val="28"/>
        </w:rPr>
        <w:t xml:space="preserve"> год:</w:t>
      </w:r>
    </w:p>
    <w:p w:rsidR="00295606" w:rsidRPr="00BF0F1D" w:rsidRDefault="00295606" w:rsidP="00CB29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F0F1D">
        <w:rPr>
          <w:rFonts w:ascii="PT Astra Serif" w:hAnsi="PT Astra Serif"/>
          <w:sz w:val="28"/>
          <w:szCs w:val="28"/>
        </w:rPr>
        <w:t xml:space="preserve">1) общий объём доходов областного бюджета Ульяновской области </w:t>
      </w:r>
      <w:r w:rsidRPr="00BF0F1D">
        <w:rPr>
          <w:rFonts w:ascii="PT Astra Serif" w:hAnsi="PT Astra Serif"/>
          <w:sz w:val="28"/>
          <w:szCs w:val="28"/>
        </w:rPr>
        <w:br/>
        <w:t xml:space="preserve">в сумме </w:t>
      </w:r>
      <w:r w:rsidR="00CB29C1" w:rsidRPr="00BF0F1D">
        <w:rPr>
          <w:rFonts w:ascii="PT Astra Serif" w:hAnsi="PT Astra Serif"/>
          <w:bCs/>
          <w:sz w:val="28"/>
          <w:szCs w:val="28"/>
        </w:rPr>
        <w:t>8</w:t>
      </w:r>
      <w:r w:rsidR="0097458E" w:rsidRPr="00BF0F1D">
        <w:rPr>
          <w:rFonts w:ascii="PT Astra Serif" w:hAnsi="PT Astra Serif"/>
          <w:bCs/>
          <w:sz w:val="28"/>
          <w:szCs w:val="28"/>
        </w:rPr>
        <w:t>9</w:t>
      </w:r>
      <w:r w:rsidR="00CB29C1" w:rsidRPr="00BF0F1D">
        <w:rPr>
          <w:rFonts w:ascii="PT Astra Serif" w:hAnsi="PT Astra Serif"/>
          <w:bCs/>
          <w:sz w:val="28"/>
          <w:szCs w:val="28"/>
        </w:rPr>
        <w:t>65</w:t>
      </w:r>
      <w:r w:rsidR="0097458E" w:rsidRPr="00BF0F1D">
        <w:rPr>
          <w:rFonts w:ascii="PT Astra Serif" w:hAnsi="PT Astra Serif"/>
          <w:bCs/>
          <w:sz w:val="28"/>
          <w:szCs w:val="28"/>
        </w:rPr>
        <w:t>5</w:t>
      </w:r>
      <w:r w:rsidR="00CB29C1" w:rsidRPr="00BF0F1D">
        <w:rPr>
          <w:rFonts w:ascii="PT Astra Serif" w:hAnsi="PT Astra Serif"/>
          <w:bCs/>
          <w:sz w:val="28"/>
          <w:szCs w:val="28"/>
        </w:rPr>
        <w:t xml:space="preserve">689,90168 </w:t>
      </w:r>
      <w:r w:rsidRPr="00BF0F1D">
        <w:rPr>
          <w:rFonts w:ascii="PT Astra Serif" w:hAnsi="PT Astra Serif"/>
          <w:sz w:val="28"/>
          <w:szCs w:val="28"/>
        </w:rPr>
        <w:t xml:space="preserve">тыс. рублей, в том числе безвозмездные поступления </w:t>
      </w:r>
      <w:r w:rsidRPr="00BF0F1D">
        <w:rPr>
          <w:rFonts w:ascii="PT Astra Serif" w:hAnsi="PT Astra Serif"/>
          <w:sz w:val="28"/>
          <w:szCs w:val="28"/>
        </w:rPr>
        <w:br/>
        <w:t xml:space="preserve">в общей сумме </w:t>
      </w:r>
      <w:r w:rsidR="00BF0F1D" w:rsidRPr="00BF0F1D">
        <w:rPr>
          <w:rFonts w:ascii="PT Astra Serif" w:hAnsi="PT Astra Serif"/>
          <w:sz w:val="28"/>
          <w:szCs w:val="28"/>
        </w:rPr>
        <w:t>24728546,06658</w:t>
      </w:r>
      <w:r w:rsidR="00CB29C1" w:rsidRPr="00BF0F1D">
        <w:rPr>
          <w:rFonts w:ascii="PT Astra Serif" w:hAnsi="PT Astra Serif"/>
          <w:sz w:val="28"/>
          <w:szCs w:val="28"/>
        </w:rPr>
        <w:t xml:space="preserve"> </w:t>
      </w:r>
      <w:r w:rsidRPr="00BF0F1D">
        <w:rPr>
          <w:rFonts w:ascii="PT Astra Serif" w:hAnsi="PT Astra Serif"/>
          <w:sz w:val="28"/>
          <w:szCs w:val="28"/>
        </w:rPr>
        <w:t xml:space="preserve">тыс. рублей, из них безвозмездные поступления от других бюджетов бюджетной системы Российской Федерации в сумме </w:t>
      </w:r>
      <w:r w:rsidR="00CB29C1" w:rsidRPr="00BF0F1D">
        <w:rPr>
          <w:rFonts w:ascii="PT Astra Serif" w:hAnsi="PT Astra Serif"/>
          <w:sz w:val="28"/>
          <w:szCs w:val="28"/>
        </w:rPr>
        <w:t>24064105,8</w:t>
      </w:r>
      <w:r w:rsidRPr="00BF0F1D">
        <w:rPr>
          <w:rFonts w:ascii="PT Astra Serif" w:hAnsi="PT Astra Serif"/>
          <w:sz w:val="28"/>
          <w:szCs w:val="28"/>
        </w:rPr>
        <w:t xml:space="preserve"> тыс. рублей;</w:t>
      </w:r>
      <w:proofErr w:type="gramEnd"/>
    </w:p>
    <w:p w:rsidR="00295606" w:rsidRPr="008B720A" w:rsidRDefault="00295606" w:rsidP="00AD10E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720A">
        <w:rPr>
          <w:rFonts w:ascii="PT Astra Serif" w:hAnsi="PT Astra Serif"/>
          <w:sz w:val="28"/>
          <w:szCs w:val="28"/>
        </w:rPr>
        <w:t xml:space="preserve">2) общий объём расходов областного бюджета Ульяновской области </w:t>
      </w:r>
      <w:r w:rsidRPr="008B720A">
        <w:rPr>
          <w:rFonts w:ascii="PT Astra Serif" w:hAnsi="PT Astra Serif"/>
          <w:sz w:val="28"/>
          <w:szCs w:val="28"/>
        </w:rPr>
        <w:br/>
        <w:t xml:space="preserve">в сумме </w:t>
      </w:r>
      <w:r w:rsidR="008B720A" w:rsidRPr="008B720A">
        <w:rPr>
          <w:rFonts w:ascii="PT Astra Serif" w:hAnsi="PT Astra Serif"/>
          <w:bCs/>
          <w:sz w:val="28"/>
          <w:szCs w:val="28"/>
        </w:rPr>
        <w:t>98668986,60168</w:t>
      </w:r>
      <w:r w:rsidRPr="008B720A">
        <w:rPr>
          <w:rFonts w:ascii="PT Astra Serif" w:hAnsi="PT Astra Serif"/>
          <w:sz w:val="28"/>
          <w:szCs w:val="28"/>
        </w:rPr>
        <w:t xml:space="preserve"> тыс. рублей;</w:t>
      </w:r>
    </w:p>
    <w:p w:rsidR="00295606" w:rsidRPr="008B720A" w:rsidRDefault="00295606" w:rsidP="00AD10E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720A">
        <w:rPr>
          <w:rFonts w:ascii="PT Astra Serif" w:hAnsi="PT Astra Serif"/>
          <w:sz w:val="28"/>
          <w:szCs w:val="28"/>
        </w:rPr>
        <w:t xml:space="preserve">3) дефицит областного бюджета Ульяновской области в сумме </w:t>
      </w:r>
      <w:r w:rsidRPr="008B720A">
        <w:rPr>
          <w:rFonts w:ascii="PT Astra Serif" w:hAnsi="PT Astra Serif"/>
          <w:sz w:val="28"/>
          <w:szCs w:val="28"/>
        </w:rPr>
        <w:br/>
      </w:r>
      <w:r w:rsidR="008B720A" w:rsidRPr="008B720A">
        <w:rPr>
          <w:rFonts w:ascii="PT Astra Serif" w:hAnsi="PT Astra Serif"/>
          <w:sz w:val="28"/>
          <w:szCs w:val="28"/>
        </w:rPr>
        <w:t>9013296,7</w:t>
      </w:r>
      <w:r w:rsidRPr="008B720A">
        <w:rPr>
          <w:rFonts w:ascii="PT Astra Serif" w:hAnsi="PT Astra Serif"/>
          <w:sz w:val="28"/>
          <w:szCs w:val="28"/>
        </w:rPr>
        <w:t xml:space="preserve"> тыс. рублей.</w:t>
      </w:r>
    </w:p>
    <w:p w:rsidR="00295606" w:rsidRPr="008B720A" w:rsidRDefault="00295606" w:rsidP="00AD10E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720A">
        <w:rPr>
          <w:rFonts w:ascii="PT Astra Serif" w:hAnsi="PT Astra Serif"/>
          <w:sz w:val="28"/>
          <w:szCs w:val="28"/>
        </w:rPr>
        <w:lastRenderedPageBreak/>
        <w:t xml:space="preserve">2. Утвердить основные характеристики областного бюджета </w:t>
      </w:r>
      <w:r w:rsidRPr="008B720A">
        <w:rPr>
          <w:rFonts w:ascii="PT Astra Serif" w:hAnsi="PT Astra Serif"/>
          <w:sz w:val="28"/>
          <w:szCs w:val="28"/>
        </w:rPr>
        <w:br/>
        <w:t>Ульяновской области на плановый период 202</w:t>
      </w:r>
      <w:r w:rsidR="00EE478D" w:rsidRPr="008B720A">
        <w:rPr>
          <w:rFonts w:ascii="PT Astra Serif" w:hAnsi="PT Astra Serif"/>
          <w:sz w:val="28"/>
          <w:szCs w:val="28"/>
        </w:rPr>
        <w:t>4</w:t>
      </w:r>
      <w:r w:rsidRPr="008B720A">
        <w:rPr>
          <w:rFonts w:ascii="PT Astra Serif" w:hAnsi="PT Astra Serif"/>
          <w:sz w:val="28"/>
          <w:szCs w:val="28"/>
        </w:rPr>
        <w:t xml:space="preserve"> и 202</w:t>
      </w:r>
      <w:r w:rsidR="00EE478D" w:rsidRPr="008B720A">
        <w:rPr>
          <w:rFonts w:ascii="PT Astra Serif" w:hAnsi="PT Astra Serif"/>
          <w:sz w:val="28"/>
          <w:szCs w:val="28"/>
        </w:rPr>
        <w:t>5</w:t>
      </w:r>
      <w:r w:rsidRPr="008B720A">
        <w:rPr>
          <w:rFonts w:ascii="PT Astra Serif" w:hAnsi="PT Astra Serif"/>
          <w:sz w:val="28"/>
          <w:szCs w:val="28"/>
        </w:rPr>
        <w:t xml:space="preserve"> годов:</w:t>
      </w:r>
    </w:p>
    <w:p w:rsidR="00295606" w:rsidRPr="00827CFB" w:rsidRDefault="00295606" w:rsidP="00AD10E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proofErr w:type="gramStart"/>
      <w:r w:rsidRPr="00827CFB">
        <w:rPr>
          <w:rFonts w:ascii="PT Astra Serif" w:hAnsi="PT Astra Serif"/>
          <w:spacing w:val="-2"/>
          <w:sz w:val="28"/>
          <w:szCs w:val="28"/>
        </w:rPr>
        <w:t xml:space="preserve">1) общий объём доходов областного бюджета Ульяновской области </w:t>
      </w:r>
      <w:r w:rsidRPr="00827CFB">
        <w:rPr>
          <w:rFonts w:ascii="PT Astra Serif" w:hAnsi="PT Astra Serif"/>
          <w:spacing w:val="-2"/>
          <w:sz w:val="28"/>
          <w:szCs w:val="28"/>
        </w:rPr>
        <w:br/>
        <w:t>на 202</w:t>
      </w:r>
      <w:r w:rsidR="00EE478D" w:rsidRPr="00827CFB">
        <w:rPr>
          <w:rFonts w:ascii="PT Astra Serif" w:hAnsi="PT Astra Serif"/>
          <w:spacing w:val="-2"/>
          <w:sz w:val="28"/>
          <w:szCs w:val="28"/>
        </w:rPr>
        <w:t>4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год в сумме</w:t>
      </w:r>
      <w:r w:rsidR="001349CE" w:rsidRPr="00827CFB">
        <w:rPr>
          <w:rFonts w:ascii="PT Astra Serif" w:hAnsi="PT Astra Serif"/>
          <w:spacing w:val="-2"/>
          <w:sz w:val="28"/>
          <w:szCs w:val="28"/>
        </w:rPr>
        <w:t xml:space="preserve"> </w:t>
      </w:r>
      <w:r w:rsidR="00CB29C1" w:rsidRPr="00827CFB">
        <w:rPr>
          <w:rFonts w:ascii="PT Astra Serif" w:hAnsi="PT Astra Serif"/>
          <w:bCs/>
          <w:spacing w:val="-2"/>
          <w:sz w:val="28"/>
          <w:szCs w:val="28"/>
        </w:rPr>
        <w:t>80119779,32111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тыс. рублей, в том числе безвозмездные </w:t>
      </w:r>
      <w:r w:rsidRPr="00827CFB">
        <w:rPr>
          <w:rFonts w:ascii="PT Astra Serif" w:hAnsi="PT Astra Serif"/>
          <w:spacing w:val="-2"/>
          <w:sz w:val="28"/>
          <w:szCs w:val="28"/>
        </w:rPr>
        <w:br/>
        <w:t>поступления в общей сумме</w:t>
      </w:r>
      <w:r w:rsidR="001349CE" w:rsidRPr="00827CFB">
        <w:rPr>
          <w:rFonts w:ascii="PT Astra Serif" w:hAnsi="PT Astra Serif"/>
          <w:spacing w:val="-2"/>
          <w:sz w:val="28"/>
          <w:szCs w:val="28"/>
        </w:rPr>
        <w:t xml:space="preserve"> </w:t>
      </w:r>
      <w:r w:rsidR="00CB29C1" w:rsidRPr="00827CFB">
        <w:rPr>
          <w:rFonts w:ascii="PT Astra Serif" w:hAnsi="PT Astra Serif"/>
          <w:spacing w:val="-2"/>
          <w:sz w:val="28"/>
          <w:szCs w:val="28"/>
        </w:rPr>
        <w:t>17339578,4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тыс. рублей, из них безвозмездные </w:t>
      </w:r>
      <w:r w:rsidR="00150BE4" w:rsidRPr="00827CFB">
        <w:rPr>
          <w:rFonts w:ascii="PT Astra Serif" w:hAnsi="PT Astra Serif"/>
          <w:spacing w:val="-2"/>
          <w:sz w:val="28"/>
          <w:szCs w:val="28"/>
        </w:rPr>
        <w:br/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поступления от других бюджетов бюджетной системы Российской Федерации </w:t>
      </w:r>
      <w:r w:rsidRPr="00827CFB">
        <w:rPr>
          <w:rFonts w:ascii="PT Astra Serif" w:hAnsi="PT Astra Serif"/>
          <w:spacing w:val="-2"/>
          <w:sz w:val="28"/>
          <w:szCs w:val="28"/>
        </w:rPr>
        <w:br/>
        <w:t>в сумме</w:t>
      </w:r>
      <w:r w:rsidR="001349CE" w:rsidRPr="00827CFB">
        <w:rPr>
          <w:rFonts w:ascii="PT Astra Serif" w:hAnsi="PT Astra Serif"/>
          <w:spacing w:val="-2"/>
          <w:sz w:val="28"/>
          <w:szCs w:val="28"/>
        </w:rPr>
        <w:t xml:space="preserve"> </w:t>
      </w:r>
      <w:r w:rsidR="00CB29C1" w:rsidRPr="00827CFB">
        <w:rPr>
          <w:rFonts w:ascii="PT Astra Serif" w:hAnsi="PT Astra Serif"/>
          <w:spacing w:val="-2"/>
          <w:sz w:val="28"/>
          <w:szCs w:val="28"/>
        </w:rPr>
        <w:t>16571191,7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тыс. рублей, и на 202</w:t>
      </w:r>
      <w:r w:rsidR="00EE478D" w:rsidRPr="00827CFB">
        <w:rPr>
          <w:rFonts w:ascii="PT Astra Serif" w:hAnsi="PT Astra Serif"/>
          <w:spacing w:val="-2"/>
          <w:sz w:val="28"/>
          <w:szCs w:val="28"/>
        </w:rPr>
        <w:t>5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="0026448D" w:rsidRPr="00827CFB">
        <w:rPr>
          <w:rFonts w:ascii="PT Astra Serif" w:hAnsi="PT Astra Serif"/>
          <w:spacing w:val="-2"/>
          <w:sz w:val="28"/>
          <w:szCs w:val="28"/>
        </w:rPr>
        <w:t>78349742,69704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тыс. </w:t>
      </w:r>
      <w:r w:rsidR="00827CFB">
        <w:rPr>
          <w:rFonts w:ascii="PT Astra Serif" w:hAnsi="PT Astra Serif"/>
          <w:spacing w:val="-2"/>
          <w:sz w:val="28"/>
          <w:szCs w:val="28"/>
        </w:rPr>
        <w:br/>
      </w:r>
      <w:r w:rsidRPr="00827CFB">
        <w:rPr>
          <w:rFonts w:ascii="PT Astra Serif" w:hAnsi="PT Astra Serif"/>
          <w:spacing w:val="-2"/>
          <w:sz w:val="28"/>
          <w:szCs w:val="28"/>
        </w:rPr>
        <w:t>рублей, в том числе безвозмездные поступления в общей сумме</w:t>
      </w:r>
      <w:proofErr w:type="gramEnd"/>
      <w:r w:rsidR="001349CE" w:rsidRPr="00827CFB">
        <w:rPr>
          <w:rFonts w:ascii="PT Astra Serif" w:hAnsi="PT Astra Serif"/>
          <w:spacing w:val="-2"/>
          <w:sz w:val="28"/>
          <w:szCs w:val="28"/>
        </w:rPr>
        <w:t xml:space="preserve"> </w:t>
      </w:r>
      <w:r w:rsidR="00827CFB">
        <w:rPr>
          <w:rFonts w:ascii="PT Astra Serif" w:hAnsi="PT Astra Serif"/>
          <w:spacing w:val="-2"/>
          <w:sz w:val="28"/>
          <w:szCs w:val="28"/>
        </w:rPr>
        <w:br/>
      </w:r>
      <w:r w:rsidR="0026448D" w:rsidRPr="00827CFB">
        <w:rPr>
          <w:rFonts w:ascii="PT Astra Serif" w:hAnsi="PT Astra Serif"/>
          <w:spacing w:val="-2"/>
          <w:sz w:val="28"/>
          <w:szCs w:val="28"/>
        </w:rPr>
        <w:t>13690963,7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тыс. рублей, из них безвозмездные поступления от других бюджетов бюджетной системы Российской Федерации в сумме</w:t>
      </w:r>
      <w:r w:rsidR="001349CE" w:rsidRPr="00827CFB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6448D" w:rsidRPr="00827CFB">
        <w:rPr>
          <w:rFonts w:ascii="PT Astra Serif" w:hAnsi="PT Astra Serif"/>
          <w:spacing w:val="-2"/>
          <w:sz w:val="28"/>
          <w:szCs w:val="28"/>
        </w:rPr>
        <w:t>13690963,7</w:t>
      </w:r>
      <w:r w:rsidRPr="00827CFB">
        <w:rPr>
          <w:rFonts w:ascii="PT Astra Serif" w:hAnsi="PT Astra Serif"/>
          <w:spacing w:val="-2"/>
          <w:sz w:val="28"/>
          <w:szCs w:val="28"/>
        </w:rPr>
        <w:t xml:space="preserve"> тыс. рублей;</w:t>
      </w:r>
    </w:p>
    <w:p w:rsidR="00295606" w:rsidRPr="008B720A" w:rsidRDefault="00295606" w:rsidP="00AD10E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720A">
        <w:rPr>
          <w:rFonts w:ascii="PT Astra Serif" w:hAnsi="PT Astra Serif"/>
          <w:sz w:val="28"/>
          <w:szCs w:val="28"/>
        </w:rPr>
        <w:t xml:space="preserve">2) общий объём расходов областного бюджета Ульяновской области </w:t>
      </w:r>
      <w:r w:rsidRPr="008B720A">
        <w:rPr>
          <w:rFonts w:ascii="PT Astra Serif" w:hAnsi="PT Astra Serif"/>
          <w:sz w:val="28"/>
          <w:szCs w:val="28"/>
        </w:rPr>
        <w:br/>
        <w:t>на 202</w:t>
      </w:r>
      <w:r w:rsidR="00EE478D" w:rsidRPr="008B720A">
        <w:rPr>
          <w:rFonts w:ascii="PT Astra Serif" w:hAnsi="PT Astra Serif"/>
          <w:sz w:val="28"/>
          <w:szCs w:val="28"/>
        </w:rPr>
        <w:t>4</w:t>
      </w:r>
      <w:r w:rsidRPr="008B720A">
        <w:rPr>
          <w:rFonts w:ascii="PT Astra Serif" w:hAnsi="PT Astra Serif"/>
          <w:sz w:val="28"/>
          <w:szCs w:val="28"/>
        </w:rPr>
        <w:t xml:space="preserve"> год в сумме </w:t>
      </w:r>
      <w:r w:rsidR="008B720A" w:rsidRPr="008B720A">
        <w:rPr>
          <w:rFonts w:ascii="PT Astra Serif" w:hAnsi="PT Astra Serif"/>
          <w:bCs/>
          <w:sz w:val="28"/>
          <w:szCs w:val="28"/>
        </w:rPr>
        <w:t>78898271,22111</w:t>
      </w:r>
      <w:r w:rsidR="00CB29C1" w:rsidRPr="008B720A">
        <w:rPr>
          <w:rFonts w:ascii="PT Astra Serif" w:hAnsi="PT Astra Serif"/>
          <w:bCs/>
          <w:sz w:val="28"/>
          <w:szCs w:val="28"/>
        </w:rPr>
        <w:t xml:space="preserve"> </w:t>
      </w:r>
      <w:r w:rsidRPr="008B720A">
        <w:rPr>
          <w:rFonts w:ascii="PT Astra Serif" w:hAnsi="PT Astra Serif"/>
          <w:sz w:val="28"/>
          <w:szCs w:val="28"/>
        </w:rPr>
        <w:t xml:space="preserve">тыс. рублей, в том числе условно </w:t>
      </w:r>
      <w:r w:rsidR="00AA43B7" w:rsidRPr="008B720A">
        <w:rPr>
          <w:rFonts w:ascii="PT Astra Serif" w:hAnsi="PT Astra Serif"/>
          <w:sz w:val="28"/>
          <w:szCs w:val="28"/>
        </w:rPr>
        <w:br/>
      </w:r>
      <w:r w:rsidRPr="008B720A">
        <w:rPr>
          <w:rFonts w:ascii="PT Astra Serif" w:hAnsi="PT Astra Serif"/>
          <w:sz w:val="28"/>
          <w:szCs w:val="28"/>
        </w:rPr>
        <w:t xml:space="preserve">утверждённые расходы в сумме </w:t>
      </w:r>
      <w:r w:rsidR="00F346BC" w:rsidRPr="008B720A">
        <w:rPr>
          <w:rFonts w:ascii="PT Astra Serif" w:hAnsi="PT Astra Serif"/>
          <w:sz w:val="28"/>
          <w:szCs w:val="28"/>
        </w:rPr>
        <w:t>2127102,78</w:t>
      </w:r>
      <w:r w:rsidRPr="008B720A">
        <w:rPr>
          <w:rFonts w:ascii="PT Astra Serif" w:hAnsi="PT Astra Serif"/>
          <w:sz w:val="28"/>
          <w:szCs w:val="28"/>
        </w:rPr>
        <w:t xml:space="preserve"> тыс. рублей, и на 202</w:t>
      </w:r>
      <w:r w:rsidR="00EE478D" w:rsidRPr="008B720A">
        <w:rPr>
          <w:rFonts w:ascii="PT Astra Serif" w:hAnsi="PT Astra Serif"/>
          <w:sz w:val="28"/>
          <w:szCs w:val="28"/>
        </w:rPr>
        <w:t>5</w:t>
      </w:r>
      <w:r w:rsidRPr="008B720A">
        <w:rPr>
          <w:rFonts w:ascii="PT Astra Serif" w:hAnsi="PT Astra Serif"/>
          <w:sz w:val="28"/>
          <w:szCs w:val="28"/>
        </w:rPr>
        <w:t xml:space="preserve"> год </w:t>
      </w:r>
      <w:r w:rsidR="00AD10E8" w:rsidRPr="008B720A">
        <w:rPr>
          <w:rFonts w:ascii="PT Astra Serif" w:hAnsi="PT Astra Serif"/>
          <w:sz w:val="28"/>
          <w:szCs w:val="28"/>
        </w:rPr>
        <w:br/>
      </w:r>
      <w:r w:rsidRPr="008B720A">
        <w:rPr>
          <w:rFonts w:ascii="PT Astra Serif" w:hAnsi="PT Astra Serif"/>
          <w:sz w:val="28"/>
          <w:szCs w:val="28"/>
        </w:rPr>
        <w:t xml:space="preserve">в сумме </w:t>
      </w:r>
      <w:r w:rsidR="0026448D" w:rsidRPr="008B720A">
        <w:rPr>
          <w:rFonts w:ascii="PT Astra Serif" w:hAnsi="PT Astra Serif"/>
          <w:sz w:val="28"/>
          <w:szCs w:val="28"/>
        </w:rPr>
        <w:t>78725140,69704</w:t>
      </w:r>
      <w:r w:rsidRPr="008B720A">
        <w:rPr>
          <w:rFonts w:ascii="PT Astra Serif" w:hAnsi="PT Astra Serif"/>
          <w:sz w:val="28"/>
          <w:szCs w:val="28"/>
        </w:rPr>
        <w:t xml:space="preserve"> тыс. рублей, в том числе условно утверждённые </w:t>
      </w:r>
      <w:r w:rsidR="00D74CF5" w:rsidRPr="008B720A">
        <w:rPr>
          <w:rFonts w:ascii="PT Astra Serif" w:hAnsi="PT Astra Serif"/>
          <w:sz w:val="28"/>
          <w:szCs w:val="28"/>
        </w:rPr>
        <w:br/>
      </w:r>
      <w:r w:rsidRPr="008B720A">
        <w:rPr>
          <w:rFonts w:ascii="PT Astra Serif" w:hAnsi="PT Astra Serif"/>
          <w:sz w:val="28"/>
          <w:szCs w:val="28"/>
        </w:rPr>
        <w:t xml:space="preserve">расходы в сумме </w:t>
      </w:r>
      <w:r w:rsidR="00F346BC" w:rsidRPr="008B720A">
        <w:rPr>
          <w:rFonts w:ascii="PT Astra Serif" w:hAnsi="PT Astra Serif"/>
          <w:sz w:val="28"/>
          <w:szCs w:val="28"/>
        </w:rPr>
        <w:t>3725887,51</w:t>
      </w:r>
      <w:r w:rsidRPr="008B720A">
        <w:rPr>
          <w:rFonts w:ascii="PT Astra Serif" w:hAnsi="PT Astra Serif"/>
          <w:sz w:val="28"/>
          <w:szCs w:val="28"/>
        </w:rPr>
        <w:t xml:space="preserve"> тыс. рублей;</w:t>
      </w:r>
    </w:p>
    <w:p w:rsidR="00295606" w:rsidRPr="008B720A" w:rsidRDefault="00295606" w:rsidP="00AD10E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720A">
        <w:rPr>
          <w:rFonts w:ascii="PT Astra Serif" w:hAnsi="PT Astra Serif"/>
          <w:sz w:val="28"/>
          <w:szCs w:val="28"/>
        </w:rPr>
        <w:t>3) </w:t>
      </w:r>
      <w:proofErr w:type="spellStart"/>
      <w:r w:rsidR="008B720A" w:rsidRPr="008B720A">
        <w:rPr>
          <w:rFonts w:ascii="PT Astra Serif" w:hAnsi="PT Astra Serif"/>
          <w:sz w:val="28"/>
          <w:szCs w:val="28"/>
        </w:rPr>
        <w:t>профицит</w:t>
      </w:r>
      <w:proofErr w:type="spellEnd"/>
      <w:r w:rsidR="008B720A" w:rsidRPr="008B720A">
        <w:rPr>
          <w:rFonts w:ascii="PT Astra Serif" w:hAnsi="PT Astra Serif"/>
          <w:sz w:val="28"/>
          <w:szCs w:val="28"/>
        </w:rPr>
        <w:t xml:space="preserve"> </w:t>
      </w:r>
      <w:r w:rsidRPr="008B720A">
        <w:rPr>
          <w:rFonts w:ascii="PT Astra Serif" w:hAnsi="PT Astra Serif"/>
          <w:sz w:val="28"/>
          <w:szCs w:val="28"/>
        </w:rPr>
        <w:t>областного бюджета Ульяновской области на 202</w:t>
      </w:r>
      <w:r w:rsidR="00EE478D" w:rsidRPr="008B720A">
        <w:rPr>
          <w:rFonts w:ascii="PT Astra Serif" w:hAnsi="PT Astra Serif"/>
          <w:sz w:val="28"/>
          <w:szCs w:val="28"/>
        </w:rPr>
        <w:t>4</w:t>
      </w:r>
      <w:r w:rsidRPr="008B720A">
        <w:rPr>
          <w:rFonts w:ascii="PT Astra Serif" w:hAnsi="PT Astra Serif"/>
          <w:sz w:val="28"/>
          <w:szCs w:val="28"/>
        </w:rPr>
        <w:t xml:space="preserve"> год </w:t>
      </w:r>
      <w:r w:rsidRPr="008B720A">
        <w:rPr>
          <w:rFonts w:ascii="PT Astra Serif" w:hAnsi="PT Astra Serif"/>
          <w:sz w:val="28"/>
          <w:szCs w:val="28"/>
        </w:rPr>
        <w:br/>
        <w:t xml:space="preserve">в сумме </w:t>
      </w:r>
      <w:r w:rsidR="008B720A" w:rsidRPr="008B720A">
        <w:rPr>
          <w:rFonts w:ascii="PT Astra Serif" w:hAnsi="PT Astra Serif"/>
          <w:sz w:val="28"/>
          <w:szCs w:val="28"/>
        </w:rPr>
        <w:t>1221508,1</w:t>
      </w:r>
      <w:r w:rsidRPr="008B720A">
        <w:rPr>
          <w:rFonts w:ascii="PT Astra Serif" w:hAnsi="PT Astra Serif"/>
          <w:sz w:val="28"/>
          <w:szCs w:val="28"/>
        </w:rPr>
        <w:t xml:space="preserve"> тыс. рублей и </w:t>
      </w:r>
      <w:r w:rsidR="008B720A" w:rsidRPr="008B720A">
        <w:rPr>
          <w:rFonts w:ascii="PT Astra Serif" w:hAnsi="PT Astra Serif"/>
          <w:sz w:val="28"/>
          <w:szCs w:val="28"/>
        </w:rPr>
        <w:t xml:space="preserve">дефицит областного бюджета </w:t>
      </w:r>
      <w:r w:rsidRPr="008B720A">
        <w:rPr>
          <w:rFonts w:ascii="PT Astra Serif" w:hAnsi="PT Astra Serif"/>
          <w:sz w:val="28"/>
          <w:szCs w:val="28"/>
        </w:rPr>
        <w:t>на 2</w:t>
      </w:r>
      <w:r w:rsidR="007F72CE" w:rsidRPr="008B720A">
        <w:rPr>
          <w:rFonts w:ascii="PT Astra Serif" w:hAnsi="PT Astra Serif"/>
          <w:sz w:val="28"/>
          <w:szCs w:val="28"/>
        </w:rPr>
        <w:t>02</w:t>
      </w:r>
      <w:r w:rsidR="00EE478D" w:rsidRPr="008B720A">
        <w:rPr>
          <w:rFonts w:ascii="PT Astra Serif" w:hAnsi="PT Astra Serif"/>
          <w:sz w:val="28"/>
          <w:szCs w:val="28"/>
        </w:rPr>
        <w:t>5</w:t>
      </w:r>
      <w:r w:rsidRPr="008B720A">
        <w:rPr>
          <w:rFonts w:ascii="PT Astra Serif" w:hAnsi="PT Astra Serif"/>
          <w:sz w:val="28"/>
          <w:szCs w:val="28"/>
        </w:rPr>
        <w:t xml:space="preserve"> год </w:t>
      </w:r>
      <w:r w:rsidR="009050F3">
        <w:rPr>
          <w:rFonts w:ascii="PT Astra Serif" w:hAnsi="PT Astra Serif"/>
          <w:sz w:val="28"/>
          <w:szCs w:val="28"/>
        </w:rPr>
        <w:br/>
      </w:r>
      <w:r w:rsidRPr="008B720A">
        <w:rPr>
          <w:rFonts w:ascii="PT Astra Serif" w:hAnsi="PT Astra Serif"/>
          <w:sz w:val="28"/>
          <w:szCs w:val="28"/>
        </w:rPr>
        <w:t xml:space="preserve">в сумме </w:t>
      </w:r>
      <w:r w:rsidR="003B4824" w:rsidRPr="008B720A">
        <w:rPr>
          <w:rFonts w:ascii="PT Astra Serif" w:hAnsi="PT Astra Serif"/>
          <w:sz w:val="28"/>
          <w:szCs w:val="28"/>
        </w:rPr>
        <w:t>375398,0</w:t>
      </w:r>
      <w:r w:rsidRPr="008B720A">
        <w:rPr>
          <w:rFonts w:ascii="PT Astra Serif" w:hAnsi="PT Astra Serif"/>
          <w:sz w:val="28"/>
          <w:szCs w:val="28"/>
        </w:rPr>
        <w:t xml:space="preserve"> тыс. рублей</w:t>
      </w:r>
      <w:proofErr w:type="gramStart"/>
      <w:r w:rsidRPr="008B720A">
        <w:rPr>
          <w:rFonts w:ascii="PT Astra Serif" w:hAnsi="PT Astra Serif"/>
          <w:sz w:val="28"/>
          <w:szCs w:val="28"/>
        </w:rPr>
        <w:t>.</w:t>
      </w:r>
      <w:r w:rsidR="00A86115">
        <w:rPr>
          <w:rFonts w:ascii="PT Astra Serif" w:hAnsi="PT Astra Serif"/>
          <w:sz w:val="28"/>
          <w:szCs w:val="28"/>
        </w:rPr>
        <w:t>»</w:t>
      </w:r>
      <w:r w:rsidRPr="008B720A">
        <w:rPr>
          <w:rFonts w:ascii="PT Astra Serif" w:hAnsi="PT Astra Serif"/>
          <w:sz w:val="28"/>
          <w:szCs w:val="28"/>
        </w:rPr>
        <w:t>;</w:t>
      </w:r>
      <w:proofErr w:type="gramEnd"/>
    </w:p>
    <w:p w:rsidR="00940746" w:rsidRDefault="00940746" w:rsidP="00AD10E8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zCs w:val="28"/>
        </w:rPr>
      </w:pPr>
      <w:r>
        <w:rPr>
          <w:rFonts w:ascii="PT Astra Serif" w:eastAsia="Calibri" w:hAnsi="PT Astra Serif"/>
          <w:szCs w:val="28"/>
        </w:rPr>
        <w:t>2) в части 1 статьи 2:</w:t>
      </w:r>
    </w:p>
    <w:p w:rsidR="00940746" w:rsidRPr="00841850" w:rsidRDefault="00191FCB" w:rsidP="00AD10E8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pacing w:val="-3"/>
          <w:szCs w:val="28"/>
        </w:rPr>
      </w:pPr>
      <w:r w:rsidRPr="00841850">
        <w:rPr>
          <w:rFonts w:ascii="PT Astra Serif" w:eastAsia="Calibri" w:hAnsi="PT Astra Serif"/>
          <w:spacing w:val="-3"/>
          <w:szCs w:val="28"/>
        </w:rPr>
        <w:t xml:space="preserve">а) </w:t>
      </w:r>
      <w:r w:rsidR="00940746" w:rsidRPr="00841850">
        <w:rPr>
          <w:rFonts w:ascii="PT Astra Serif" w:eastAsia="Calibri" w:hAnsi="PT Astra Serif"/>
          <w:spacing w:val="-3"/>
          <w:szCs w:val="28"/>
        </w:rPr>
        <w:t xml:space="preserve">в пункте 1 цифры </w:t>
      </w:r>
      <w:r w:rsidR="00A86115" w:rsidRPr="00841850">
        <w:rPr>
          <w:rFonts w:ascii="PT Astra Serif" w:eastAsia="Calibri" w:hAnsi="PT Astra Serif"/>
          <w:spacing w:val="-3"/>
          <w:szCs w:val="28"/>
        </w:rPr>
        <w:t>«</w:t>
      </w:r>
      <w:r w:rsidR="001243E6" w:rsidRPr="00841850">
        <w:rPr>
          <w:rFonts w:ascii="PT Astra Serif" w:eastAsia="Calibri" w:hAnsi="PT Astra Serif"/>
          <w:spacing w:val="-3"/>
          <w:szCs w:val="28"/>
        </w:rPr>
        <w:t>55423594,01918</w:t>
      </w:r>
      <w:r w:rsidR="00A86115" w:rsidRPr="00841850">
        <w:rPr>
          <w:rFonts w:ascii="PT Astra Serif" w:eastAsia="Calibri" w:hAnsi="PT Astra Serif"/>
          <w:spacing w:val="-3"/>
          <w:szCs w:val="28"/>
        </w:rPr>
        <w:t>»</w:t>
      </w:r>
      <w:r w:rsidR="00940746" w:rsidRPr="00841850">
        <w:rPr>
          <w:rFonts w:ascii="PT Astra Serif" w:eastAsia="Calibri" w:hAnsi="PT Astra Serif"/>
          <w:spacing w:val="-3"/>
          <w:szCs w:val="28"/>
        </w:rPr>
        <w:t xml:space="preserve"> заменить цифрами </w:t>
      </w:r>
      <w:r w:rsidR="00A86115" w:rsidRPr="00841850">
        <w:rPr>
          <w:rFonts w:ascii="PT Astra Serif" w:eastAsia="Calibri" w:hAnsi="PT Astra Serif"/>
          <w:spacing w:val="-3"/>
          <w:szCs w:val="28"/>
        </w:rPr>
        <w:t>«</w:t>
      </w:r>
      <w:r w:rsidR="001243E6" w:rsidRPr="00841850">
        <w:rPr>
          <w:rFonts w:ascii="PT Astra Serif" w:eastAsia="Calibri" w:hAnsi="PT Astra Serif"/>
          <w:spacing w:val="-3"/>
          <w:szCs w:val="28"/>
        </w:rPr>
        <w:t>55923589,1766</w:t>
      </w:r>
      <w:r w:rsidR="00A86115" w:rsidRPr="00841850">
        <w:rPr>
          <w:rFonts w:ascii="PT Astra Serif" w:eastAsia="Calibri" w:hAnsi="PT Astra Serif"/>
          <w:spacing w:val="-3"/>
          <w:szCs w:val="28"/>
        </w:rPr>
        <w:t>»</w:t>
      </w:r>
      <w:r w:rsidR="00940746" w:rsidRPr="00841850">
        <w:rPr>
          <w:rFonts w:ascii="PT Astra Serif" w:eastAsia="Calibri" w:hAnsi="PT Astra Serif"/>
          <w:spacing w:val="-3"/>
          <w:szCs w:val="28"/>
        </w:rPr>
        <w:t>;</w:t>
      </w:r>
    </w:p>
    <w:p w:rsidR="00940746" w:rsidRDefault="00191FCB" w:rsidP="00940746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zCs w:val="28"/>
        </w:rPr>
      </w:pPr>
      <w:r>
        <w:rPr>
          <w:rFonts w:ascii="PT Astra Serif" w:eastAsia="Calibri" w:hAnsi="PT Astra Serif"/>
          <w:szCs w:val="28"/>
        </w:rPr>
        <w:t xml:space="preserve">б) </w:t>
      </w:r>
      <w:r w:rsidR="00940746">
        <w:rPr>
          <w:rFonts w:ascii="PT Astra Serif" w:eastAsia="Calibri" w:hAnsi="PT Astra Serif"/>
          <w:szCs w:val="28"/>
        </w:rPr>
        <w:t xml:space="preserve">в пункте </w:t>
      </w:r>
      <w:r w:rsidR="008B432A">
        <w:rPr>
          <w:rFonts w:ascii="PT Astra Serif" w:eastAsia="Calibri" w:hAnsi="PT Astra Serif"/>
          <w:szCs w:val="28"/>
        </w:rPr>
        <w:t>2</w:t>
      </w:r>
      <w:r w:rsidR="00940746">
        <w:rPr>
          <w:rFonts w:ascii="PT Astra Serif" w:eastAsia="Calibri" w:hAnsi="PT Astra Serif"/>
          <w:szCs w:val="28"/>
        </w:rPr>
        <w:t xml:space="preserve"> цифры </w:t>
      </w:r>
      <w:r w:rsidR="00A86115">
        <w:rPr>
          <w:rFonts w:ascii="PT Astra Serif" w:eastAsia="Calibri" w:hAnsi="PT Astra Serif"/>
          <w:szCs w:val="28"/>
        </w:rPr>
        <w:t>«</w:t>
      </w:r>
      <w:r w:rsidR="001243E6" w:rsidRPr="001243E6">
        <w:rPr>
          <w:rFonts w:ascii="PT Astra Serif" w:eastAsia="Calibri" w:hAnsi="PT Astra Serif"/>
          <w:szCs w:val="28"/>
        </w:rPr>
        <w:t>53934033,23177</w:t>
      </w:r>
      <w:r w:rsidR="00A86115">
        <w:rPr>
          <w:rFonts w:ascii="PT Astra Serif" w:eastAsia="Calibri" w:hAnsi="PT Astra Serif"/>
          <w:szCs w:val="28"/>
        </w:rPr>
        <w:t>»</w:t>
      </w:r>
      <w:r w:rsidR="00940746">
        <w:rPr>
          <w:rFonts w:ascii="PT Astra Serif" w:eastAsia="Calibri" w:hAnsi="PT Astra Serif"/>
          <w:szCs w:val="28"/>
        </w:rPr>
        <w:t xml:space="preserve"> заменить цифрами </w:t>
      </w:r>
      <w:r w:rsidR="00A86115">
        <w:rPr>
          <w:rFonts w:ascii="PT Astra Serif" w:eastAsia="Calibri" w:hAnsi="PT Astra Serif"/>
          <w:szCs w:val="28"/>
        </w:rPr>
        <w:t>«</w:t>
      </w:r>
      <w:r w:rsidR="001243E6">
        <w:rPr>
          <w:rFonts w:ascii="PT Astra Serif" w:eastAsia="Calibri" w:hAnsi="PT Astra Serif"/>
          <w:szCs w:val="28"/>
        </w:rPr>
        <w:t>54434033,23177</w:t>
      </w:r>
      <w:r w:rsidR="00A86115">
        <w:rPr>
          <w:rFonts w:ascii="PT Astra Serif" w:eastAsia="Calibri" w:hAnsi="PT Astra Serif"/>
          <w:szCs w:val="28"/>
        </w:rPr>
        <w:t>»</w:t>
      </w:r>
      <w:r w:rsidR="00940746">
        <w:rPr>
          <w:rFonts w:ascii="PT Astra Serif" w:eastAsia="Calibri" w:hAnsi="PT Astra Serif"/>
          <w:szCs w:val="28"/>
        </w:rPr>
        <w:t>;</w:t>
      </w:r>
    </w:p>
    <w:p w:rsidR="00940746" w:rsidRDefault="00191FCB" w:rsidP="00940746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zCs w:val="28"/>
        </w:rPr>
      </w:pPr>
      <w:r>
        <w:rPr>
          <w:rFonts w:ascii="PT Astra Serif" w:eastAsia="Calibri" w:hAnsi="PT Astra Serif"/>
          <w:szCs w:val="28"/>
        </w:rPr>
        <w:t xml:space="preserve">в) </w:t>
      </w:r>
      <w:r w:rsidR="00940746">
        <w:rPr>
          <w:rFonts w:ascii="PT Astra Serif" w:eastAsia="Calibri" w:hAnsi="PT Astra Serif"/>
          <w:szCs w:val="28"/>
        </w:rPr>
        <w:t xml:space="preserve">в пункте </w:t>
      </w:r>
      <w:r w:rsidR="008B432A">
        <w:rPr>
          <w:rFonts w:ascii="PT Astra Serif" w:eastAsia="Calibri" w:hAnsi="PT Astra Serif"/>
          <w:szCs w:val="28"/>
        </w:rPr>
        <w:t>3</w:t>
      </w:r>
      <w:r w:rsidR="00940746">
        <w:rPr>
          <w:rFonts w:ascii="PT Astra Serif" w:eastAsia="Calibri" w:hAnsi="PT Astra Serif"/>
          <w:szCs w:val="28"/>
        </w:rPr>
        <w:t xml:space="preserve"> цифры </w:t>
      </w:r>
      <w:r w:rsidR="00A86115">
        <w:rPr>
          <w:rFonts w:ascii="PT Astra Serif" w:eastAsia="Calibri" w:hAnsi="PT Astra Serif"/>
          <w:szCs w:val="28"/>
        </w:rPr>
        <w:t>«</w:t>
      </w:r>
      <w:r w:rsidR="001243E6" w:rsidRPr="001243E6">
        <w:rPr>
          <w:rFonts w:ascii="PT Astra Serif" w:eastAsia="Calibri" w:hAnsi="PT Astra Serif"/>
          <w:szCs w:val="28"/>
        </w:rPr>
        <w:t>54041383,38694</w:t>
      </w:r>
      <w:r w:rsidR="00A86115">
        <w:rPr>
          <w:rFonts w:ascii="PT Astra Serif" w:eastAsia="Calibri" w:hAnsi="PT Astra Serif"/>
          <w:szCs w:val="28"/>
        </w:rPr>
        <w:t>»</w:t>
      </w:r>
      <w:r w:rsidR="00940746">
        <w:rPr>
          <w:rFonts w:ascii="PT Astra Serif" w:eastAsia="Calibri" w:hAnsi="PT Astra Serif"/>
          <w:szCs w:val="28"/>
        </w:rPr>
        <w:t xml:space="preserve"> заменить цифрами </w:t>
      </w:r>
      <w:r w:rsidR="00A86115">
        <w:rPr>
          <w:rFonts w:ascii="PT Astra Serif" w:eastAsia="Calibri" w:hAnsi="PT Astra Serif"/>
          <w:szCs w:val="28"/>
        </w:rPr>
        <w:t>«</w:t>
      </w:r>
      <w:r w:rsidR="001243E6">
        <w:rPr>
          <w:rFonts w:ascii="PT Astra Serif" w:eastAsia="Calibri" w:hAnsi="PT Astra Serif"/>
          <w:szCs w:val="28"/>
        </w:rPr>
        <w:t>54541383,38694</w:t>
      </w:r>
      <w:r w:rsidR="00A86115">
        <w:rPr>
          <w:rFonts w:ascii="PT Astra Serif" w:eastAsia="Calibri" w:hAnsi="PT Astra Serif"/>
          <w:szCs w:val="28"/>
        </w:rPr>
        <w:t>»</w:t>
      </w:r>
      <w:r w:rsidR="00940746">
        <w:rPr>
          <w:rFonts w:ascii="PT Astra Serif" w:eastAsia="Calibri" w:hAnsi="PT Astra Serif"/>
          <w:szCs w:val="28"/>
        </w:rPr>
        <w:t>;</w:t>
      </w:r>
    </w:p>
    <w:p w:rsidR="005E0FB3" w:rsidRPr="00E542F5" w:rsidRDefault="00940746" w:rsidP="00AD10E8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zCs w:val="28"/>
        </w:rPr>
      </w:pPr>
      <w:r>
        <w:rPr>
          <w:rFonts w:ascii="PT Astra Serif" w:eastAsia="Calibri" w:hAnsi="PT Astra Serif"/>
          <w:szCs w:val="28"/>
        </w:rPr>
        <w:t>3</w:t>
      </w:r>
      <w:r w:rsidR="00C24B68" w:rsidRPr="00D06D7C">
        <w:rPr>
          <w:rFonts w:ascii="PT Astra Serif" w:eastAsia="Calibri" w:hAnsi="PT Astra Serif"/>
          <w:szCs w:val="28"/>
        </w:rPr>
        <w:t xml:space="preserve">) </w:t>
      </w:r>
      <w:r w:rsidR="005E0FB3" w:rsidRPr="00D06D7C">
        <w:rPr>
          <w:rFonts w:ascii="PT Astra Serif" w:eastAsia="Calibri" w:hAnsi="PT Astra Serif"/>
          <w:szCs w:val="28"/>
        </w:rPr>
        <w:t>в статье 5:</w:t>
      </w:r>
    </w:p>
    <w:p w:rsidR="00AB7C54" w:rsidRPr="00E542F5" w:rsidRDefault="00AB7C54" w:rsidP="00AD10E8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zCs w:val="28"/>
        </w:rPr>
      </w:pPr>
      <w:r w:rsidRPr="00E542F5">
        <w:rPr>
          <w:rFonts w:ascii="PT Astra Serif" w:eastAsia="Calibri" w:hAnsi="PT Astra Serif"/>
          <w:szCs w:val="28"/>
        </w:rPr>
        <w:t xml:space="preserve">а) </w:t>
      </w:r>
      <w:r w:rsidR="000C5809" w:rsidRPr="00E542F5">
        <w:rPr>
          <w:rFonts w:ascii="PT Astra Serif" w:eastAsia="Calibri" w:hAnsi="PT Astra Serif"/>
          <w:szCs w:val="28"/>
        </w:rPr>
        <w:t xml:space="preserve">в пункте 1 </w:t>
      </w:r>
      <w:r w:rsidRPr="00E542F5">
        <w:rPr>
          <w:rFonts w:ascii="PT Astra Serif" w:eastAsia="Calibri" w:hAnsi="PT Astra Serif"/>
          <w:szCs w:val="28"/>
        </w:rPr>
        <w:t>части 5</w:t>
      </w:r>
      <w:r w:rsidR="000C5809">
        <w:rPr>
          <w:rFonts w:ascii="PT Astra Serif" w:eastAsia="Calibri" w:hAnsi="PT Astra Serif"/>
          <w:szCs w:val="28"/>
        </w:rPr>
        <w:t xml:space="preserve"> </w:t>
      </w:r>
      <w:r w:rsidRPr="00E542F5">
        <w:rPr>
          <w:rFonts w:ascii="PT Astra Serif" w:eastAsia="Calibri" w:hAnsi="PT Astra Serif"/>
          <w:szCs w:val="28"/>
        </w:rPr>
        <w:t xml:space="preserve">цифры </w:t>
      </w:r>
      <w:r w:rsidR="00A86115">
        <w:rPr>
          <w:rFonts w:ascii="PT Astra Serif" w:eastAsia="Calibri" w:hAnsi="PT Astra Serif"/>
          <w:szCs w:val="28"/>
        </w:rPr>
        <w:t>«</w:t>
      </w:r>
      <w:r w:rsidR="00E542F5" w:rsidRPr="00E542F5">
        <w:rPr>
          <w:rFonts w:ascii="PT Astra Serif" w:eastAsia="Calibri" w:hAnsi="PT Astra Serif"/>
          <w:szCs w:val="28"/>
        </w:rPr>
        <w:t>9669776,2</w:t>
      </w:r>
      <w:r w:rsidR="00A86115">
        <w:rPr>
          <w:rFonts w:ascii="PT Astra Serif" w:eastAsia="Calibri" w:hAnsi="PT Astra Serif"/>
          <w:szCs w:val="28"/>
        </w:rPr>
        <w:t>»</w:t>
      </w:r>
      <w:r w:rsidRPr="00E542F5">
        <w:rPr>
          <w:rFonts w:ascii="PT Astra Serif" w:eastAsia="Calibri" w:hAnsi="PT Astra Serif"/>
          <w:szCs w:val="28"/>
        </w:rPr>
        <w:t xml:space="preserve"> заменить цифрами </w:t>
      </w:r>
      <w:r w:rsidR="00A86115">
        <w:rPr>
          <w:rFonts w:ascii="PT Astra Serif" w:eastAsia="Calibri" w:hAnsi="PT Astra Serif"/>
          <w:szCs w:val="28"/>
        </w:rPr>
        <w:t>«</w:t>
      </w:r>
      <w:r w:rsidR="00E542F5" w:rsidRPr="00E542F5">
        <w:rPr>
          <w:rFonts w:ascii="PT Astra Serif" w:eastAsia="Calibri" w:hAnsi="PT Astra Serif"/>
          <w:szCs w:val="28"/>
        </w:rPr>
        <w:t>10235141,6</w:t>
      </w:r>
      <w:r w:rsidR="00A86115">
        <w:rPr>
          <w:rFonts w:ascii="PT Astra Serif" w:eastAsia="Calibri" w:hAnsi="PT Astra Serif"/>
          <w:szCs w:val="28"/>
        </w:rPr>
        <w:t>»</w:t>
      </w:r>
      <w:r w:rsidRPr="00E542F5">
        <w:rPr>
          <w:rFonts w:ascii="PT Astra Serif" w:eastAsia="Calibri" w:hAnsi="PT Astra Serif"/>
          <w:szCs w:val="28"/>
        </w:rPr>
        <w:t>;</w:t>
      </w:r>
    </w:p>
    <w:p w:rsidR="00C24B68" w:rsidRPr="00145AB1" w:rsidRDefault="00AB7C54" w:rsidP="00AD10E8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eastAsia="Calibri" w:hAnsi="PT Astra Serif"/>
          <w:szCs w:val="28"/>
        </w:rPr>
      </w:pPr>
      <w:r w:rsidRPr="00145AB1">
        <w:rPr>
          <w:rFonts w:ascii="PT Astra Serif" w:eastAsia="Calibri" w:hAnsi="PT Astra Serif"/>
          <w:szCs w:val="28"/>
        </w:rPr>
        <w:t>б</w:t>
      </w:r>
      <w:r w:rsidR="005E0FB3" w:rsidRPr="00145AB1">
        <w:rPr>
          <w:rFonts w:ascii="PT Astra Serif" w:eastAsia="Calibri" w:hAnsi="PT Astra Serif"/>
          <w:szCs w:val="28"/>
        </w:rPr>
        <w:t xml:space="preserve">) </w:t>
      </w:r>
      <w:r w:rsidR="00783FF0" w:rsidRPr="00145AB1">
        <w:rPr>
          <w:rFonts w:ascii="PT Astra Serif" w:eastAsia="Calibri" w:hAnsi="PT Astra Serif"/>
          <w:szCs w:val="28"/>
        </w:rPr>
        <w:t xml:space="preserve">в </w:t>
      </w:r>
      <w:r w:rsidR="0055527B" w:rsidRPr="00145AB1">
        <w:rPr>
          <w:rFonts w:ascii="PT Astra Serif" w:eastAsia="Calibri" w:hAnsi="PT Astra Serif"/>
          <w:szCs w:val="28"/>
        </w:rPr>
        <w:t xml:space="preserve">пункте </w:t>
      </w:r>
      <w:r w:rsidR="00145AB1" w:rsidRPr="00145AB1">
        <w:rPr>
          <w:rFonts w:ascii="PT Astra Serif" w:eastAsia="Calibri" w:hAnsi="PT Astra Serif"/>
          <w:szCs w:val="28"/>
        </w:rPr>
        <w:t>2</w:t>
      </w:r>
      <w:r w:rsidR="0055527B" w:rsidRPr="00145AB1">
        <w:rPr>
          <w:rFonts w:ascii="PT Astra Serif" w:eastAsia="Calibri" w:hAnsi="PT Astra Serif"/>
          <w:szCs w:val="28"/>
        </w:rPr>
        <w:t xml:space="preserve"> </w:t>
      </w:r>
      <w:r w:rsidR="00783FF0" w:rsidRPr="00145AB1">
        <w:rPr>
          <w:rFonts w:ascii="PT Astra Serif" w:eastAsia="Calibri" w:hAnsi="PT Astra Serif"/>
          <w:szCs w:val="28"/>
        </w:rPr>
        <w:t>части 6</w:t>
      </w:r>
      <w:r w:rsidR="0055527B" w:rsidRPr="00145AB1">
        <w:rPr>
          <w:rFonts w:ascii="PT Astra Serif" w:eastAsia="Calibri" w:hAnsi="PT Astra Serif"/>
          <w:szCs w:val="28"/>
        </w:rPr>
        <w:t xml:space="preserve"> </w:t>
      </w:r>
      <w:r w:rsidR="00783FF0" w:rsidRPr="00145AB1">
        <w:rPr>
          <w:rFonts w:ascii="PT Astra Serif" w:eastAsia="Calibri" w:hAnsi="PT Astra Serif"/>
          <w:szCs w:val="28"/>
        </w:rPr>
        <w:t xml:space="preserve">цифры </w:t>
      </w:r>
      <w:r w:rsidR="00A86115">
        <w:rPr>
          <w:rFonts w:ascii="PT Astra Serif" w:eastAsia="Calibri" w:hAnsi="PT Astra Serif"/>
          <w:szCs w:val="28"/>
        </w:rPr>
        <w:t>«</w:t>
      </w:r>
      <w:r w:rsidR="00145AB1" w:rsidRPr="00145AB1">
        <w:rPr>
          <w:rFonts w:ascii="PT Astra Serif" w:eastAsia="Calibri" w:hAnsi="PT Astra Serif"/>
          <w:szCs w:val="28"/>
        </w:rPr>
        <w:t>9890729,97</w:t>
      </w:r>
      <w:r w:rsidR="00A86115">
        <w:rPr>
          <w:rFonts w:ascii="PT Astra Serif" w:eastAsia="Calibri" w:hAnsi="PT Astra Serif"/>
          <w:szCs w:val="28"/>
        </w:rPr>
        <w:t>»</w:t>
      </w:r>
      <w:r w:rsidR="00C24B68" w:rsidRPr="00145AB1">
        <w:rPr>
          <w:rFonts w:ascii="PT Astra Serif" w:eastAsia="Calibri" w:hAnsi="PT Astra Serif"/>
          <w:szCs w:val="28"/>
        </w:rPr>
        <w:t xml:space="preserve"> заменить цифрами </w:t>
      </w:r>
      <w:r w:rsidR="00A86115">
        <w:rPr>
          <w:rFonts w:ascii="PT Astra Serif" w:eastAsia="Calibri" w:hAnsi="PT Astra Serif"/>
          <w:szCs w:val="28"/>
        </w:rPr>
        <w:t>«</w:t>
      </w:r>
      <w:r w:rsidR="00145AB1" w:rsidRPr="00145AB1">
        <w:rPr>
          <w:rFonts w:ascii="PT Astra Serif" w:eastAsia="Calibri" w:hAnsi="PT Astra Serif"/>
          <w:szCs w:val="28"/>
        </w:rPr>
        <w:t>7805063,77</w:t>
      </w:r>
      <w:r w:rsidR="00A86115">
        <w:rPr>
          <w:rFonts w:ascii="PT Astra Serif" w:eastAsia="Calibri" w:hAnsi="PT Astra Serif"/>
          <w:szCs w:val="28"/>
        </w:rPr>
        <w:t>»</w:t>
      </w:r>
      <w:r w:rsidR="00C24B68" w:rsidRPr="00145AB1">
        <w:rPr>
          <w:rFonts w:ascii="PT Astra Serif" w:eastAsia="Calibri" w:hAnsi="PT Astra Serif"/>
          <w:szCs w:val="28"/>
        </w:rPr>
        <w:t>;</w:t>
      </w:r>
    </w:p>
    <w:p w:rsidR="008E23AB" w:rsidRDefault="008B432A" w:rsidP="00187CAF">
      <w:pPr>
        <w:pStyle w:val="aa"/>
        <w:widowControl w:val="0"/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szCs w:val="28"/>
        </w:rPr>
      </w:pPr>
      <w:r w:rsidRPr="008B432A">
        <w:rPr>
          <w:rFonts w:ascii="PT Astra Serif" w:hAnsi="PT Astra Serif"/>
          <w:szCs w:val="28"/>
        </w:rPr>
        <w:t>4</w:t>
      </w:r>
      <w:r w:rsidR="003F0C37" w:rsidRPr="008B432A">
        <w:rPr>
          <w:rFonts w:ascii="PT Astra Serif" w:hAnsi="PT Astra Serif"/>
          <w:szCs w:val="28"/>
        </w:rPr>
        <w:t>) приложение 3 изложить в следующей редакции:</w:t>
      </w:r>
    </w:p>
    <w:tbl>
      <w:tblPr>
        <w:tblW w:w="9654" w:type="dxa"/>
        <w:tblInd w:w="93" w:type="dxa"/>
        <w:tblLayout w:type="fixed"/>
        <w:tblLook w:val="04A0"/>
      </w:tblPr>
      <w:tblGrid>
        <w:gridCol w:w="3040"/>
        <w:gridCol w:w="2078"/>
        <w:gridCol w:w="2977"/>
        <w:gridCol w:w="1559"/>
      </w:tblGrid>
      <w:tr w:rsidR="003F0C37" w:rsidRPr="00041BBD" w:rsidTr="002456E9">
        <w:trPr>
          <w:trHeight w:val="360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0C37" w:rsidRPr="00041BBD" w:rsidRDefault="003F0C37" w:rsidP="002456E9">
            <w:pPr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0" w:name="RANGE!A1:C61"/>
            <w:bookmarkEnd w:id="0"/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43AD6" w:rsidRDefault="00043AD6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041BBD" w:rsidRDefault="00A86115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r w:rsidR="003F0C37" w:rsidRPr="00041BBD">
              <w:rPr>
                <w:rFonts w:ascii="PT Astra Serif" w:hAnsi="PT Astra Serif"/>
                <w:sz w:val="28"/>
                <w:szCs w:val="28"/>
              </w:rPr>
              <w:t>ПРИЛОЖЕНИЕ 3</w:t>
            </w: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  <w:p w:rsidR="003F0C37" w:rsidRPr="00041BBD" w:rsidRDefault="00A86115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3F0C37" w:rsidRPr="00041BBD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D44537" w:rsidRPr="00041BBD">
              <w:rPr>
                <w:rFonts w:ascii="PT Astra Serif" w:hAnsi="PT Astra Serif"/>
                <w:sz w:val="28"/>
                <w:szCs w:val="28"/>
              </w:rPr>
              <w:t>3</w:t>
            </w:r>
            <w:r w:rsidRPr="00041BBD">
              <w:rPr>
                <w:rFonts w:ascii="PT Astra Serif" w:hAnsi="PT Astra Serif"/>
                <w:sz w:val="28"/>
                <w:szCs w:val="28"/>
              </w:rPr>
              <w:t xml:space="preserve"> год </w:t>
            </w: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 xml:space="preserve">и на плановый период </w:t>
            </w: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202</w:t>
            </w:r>
            <w:r w:rsidR="00D44537" w:rsidRPr="00041BBD">
              <w:rPr>
                <w:rFonts w:ascii="PT Astra Serif" w:hAnsi="PT Astra Serif"/>
                <w:sz w:val="28"/>
                <w:szCs w:val="28"/>
              </w:rPr>
              <w:t>4</w:t>
            </w:r>
            <w:r w:rsidRPr="00041BBD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D44537" w:rsidRPr="00041BBD">
              <w:rPr>
                <w:rFonts w:ascii="PT Astra Serif" w:hAnsi="PT Astra Serif"/>
                <w:sz w:val="28"/>
                <w:szCs w:val="28"/>
              </w:rPr>
              <w:t>5</w:t>
            </w:r>
            <w:r w:rsidRPr="00041BBD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A86115">
              <w:rPr>
                <w:rFonts w:ascii="PT Astra Serif" w:hAnsi="PT Astra Serif"/>
                <w:sz w:val="28"/>
                <w:szCs w:val="28"/>
              </w:rPr>
              <w:t>»</w:t>
            </w:r>
            <w:r w:rsidRPr="00041BBD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F0C37" w:rsidRPr="00041BBD" w:rsidTr="002456E9">
        <w:trPr>
          <w:trHeight w:val="75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041BBD" w:rsidRDefault="003F0C37" w:rsidP="00D4453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 xml:space="preserve">Источники внутреннего финансирования дефицита </w:t>
            </w: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областного бюджета Ульяновской области на 202</w:t>
            </w:r>
            <w:r w:rsidR="00D44537"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3</w:t>
            </w: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на плановый период 202</w:t>
            </w:r>
            <w:r w:rsidR="00D44537"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4</w:t>
            </w: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202</w:t>
            </w:r>
            <w:r w:rsidR="00D44537"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5 </w:t>
            </w: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годов</w:t>
            </w:r>
          </w:p>
        </w:tc>
      </w:tr>
      <w:tr w:rsidR="003F0C37" w:rsidRPr="00041BBD" w:rsidTr="00677C85">
        <w:trPr>
          <w:trHeight w:val="227"/>
        </w:trPr>
        <w:tc>
          <w:tcPr>
            <w:tcW w:w="30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0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F0C37" w:rsidRPr="00041BBD" w:rsidRDefault="003F0C37" w:rsidP="002456E9">
            <w:pPr>
              <w:rPr>
                <w:rFonts w:ascii="PT Astra Serif" w:hAnsi="PT Astra Serif" w:cs="Arial"/>
                <w:sz w:val="28"/>
                <w:szCs w:val="28"/>
              </w:rPr>
            </w:pPr>
          </w:p>
        </w:tc>
      </w:tr>
      <w:tr w:rsidR="003F0C37" w:rsidRPr="00041BBD" w:rsidTr="00677C85">
        <w:trPr>
          <w:trHeight w:val="360"/>
        </w:trPr>
        <w:tc>
          <w:tcPr>
            <w:tcW w:w="80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77C85" w:rsidRPr="00041BBD" w:rsidRDefault="00677C85">
      <w:pPr>
        <w:rPr>
          <w:sz w:val="2"/>
          <w:szCs w:val="2"/>
        </w:rPr>
      </w:pPr>
    </w:p>
    <w:tbl>
      <w:tblPr>
        <w:tblW w:w="969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2"/>
        <w:gridCol w:w="1871"/>
        <w:gridCol w:w="1757"/>
        <w:gridCol w:w="1984"/>
      </w:tblGrid>
      <w:tr w:rsidR="003F0C37" w:rsidRPr="00041BBD" w:rsidTr="00602BCC">
        <w:trPr>
          <w:trHeight w:val="487"/>
        </w:trPr>
        <w:tc>
          <w:tcPr>
            <w:tcW w:w="4082" w:type="dxa"/>
            <w:shd w:val="clear" w:color="auto" w:fill="auto"/>
            <w:vAlign w:val="center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3F0C37" w:rsidRPr="00041BBD" w:rsidRDefault="00D445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2023</w:t>
            </w:r>
            <w:r w:rsidR="003F0C37" w:rsidRPr="00041BBD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1757" w:type="dxa"/>
            <w:vAlign w:val="center"/>
          </w:tcPr>
          <w:p w:rsidR="003F0C37" w:rsidRPr="00041BBD" w:rsidRDefault="003F0C37" w:rsidP="00D4453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202</w:t>
            </w:r>
            <w:r w:rsidR="00D44537" w:rsidRPr="00041BBD">
              <w:rPr>
                <w:rFonts w:ascii="PT Astra Serif" w:hAnsi="PT Astra Serif"/>
                <w:sz w:val="28"/>
                <w:szCs w:val="28"/>
              </w:rPr>
              <w:t>4</w:t>
            </w:r>
            <w:r w:rsidRPr="00041BBD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F0C37" w:rsidRPr="00041BBD" w:rsidRDefault="003F0C37" w:rsidP="00D4453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202</w:t>
            </w:r>
            <w:r w:rsidR="00D44537" w:rsidRPr="00041BBD">
              <w:rPr>
                <w:rFonts w:ascii="PT Astra Serif" w:hAnsi="PT Astra Serif"/>
                <w:sz w:val="28"/>
                <w:szCs w:val="28"/>
              </w:rPr>
              <w:t>5</w:t>
            </w:r>
            <w:r w:rsidRPr="00041BBD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150BE4" w:rsidRPr="00041BBD" w:rsidRDefault="00150BE4" w:rsidP="001668C7">
      <w:pPr>
        <w:spacing w:line="14" w:lineRule="auto"/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2"/>
        <w:gridCol w:w="1871"/>
        <w:gridCol w:w="1757"/>
        <w:gridCol w:w="1984"/>
        <w:gridCol w:w="527"/>
      </w:tblGrid>
      <w:tr w:rsidR="003F0C37" w:rsidRPr="00D500BA" w:rsidTr="007D6847">
        <w:trPr>
          <w:gridAfter w:val="1"/>
          <w:wAfter w:w="527" w:type="dxa"/>
          <w:trHeight w:val="333"/>
          <w:tblHeader/>
        </w:trPr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F0C37" w:rsidRPr="00041BBD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660B8F" w:rsidRPr="00D500BA" w:rsidTr="007D6847">
        <w:trPr>
          <w:gridAfter w:val="1"/>
          <w:wAfter w:w="527" w:type="dxa"/>
        </w:trPr>
        <w:tc>
          <w:tcPr>
            <w:tcW w:w="40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0B8F" w:rsidRPr="00041BBD" w:rsidRDefault="00660B8F" w:rsidP="00187CAF">
            <w:pPr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Разница между средствами, п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о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ступившими от размещения г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о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сударственных ценных бумаг субъекта Российской Федер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а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ции, номинальная стоимость которых указана в валюте Ро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с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сийской Федерации, и средс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т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вами, направленными на их п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о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гашение</w:t>
            </w:r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5375000,0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-1850000,0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1350000,0</w:t>
            </w:r>
          </w:p>
        </w:tc>
      </w:tr>
      <w:tr w:rsidR="00660B8F" w:rsidRPr="00D500BA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27" w:type="dxa"/>
        </w:trPr>
        <w:tc>
          <w:tcPr>
            <w:tcW w:w="4082" w:type="dxa"/>
            <w:shd w:val="clear" w:color="auto" w:fill="auto"/>
            <w:hideMark/>
          </w:tcPr>
          <w:p w:rsidR="00660B8F" w:rsidRPr="00041BBD" w:rsidRDefault="00660B8F" w:rsidP="00187CAF">
            <w:pPr>
              <w:spacing w:line="24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1BBD">
              <w:rPr>
                <w:rFonts w:ascii="PT Astra Serif" w:hAnsi="PT Astra Serif"/>
                <w:spacing w:val="-4"/>
                <w:sz w:val="28"/>
                <w:szCs w:val="28"/>
              </w:rPr>
              <w:t>Разница между полученными и погашенными кредитами кр</w:t>
            </w:r>
            <w:r w:rsidRPr="00041BB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41BBD">
              <w:rPr>
                <w:rFonts w:ascii="PT Astra Serif" w:hAnsi="PT Astra Serif"/>
                <w:spacing w:val="-4"/>
                <w:sz w:val="28"/>
                <w:szCs w:val="28"/>
              </w:rPr>
              <w:t>дитных организаций в валюте Российской Федерации</w:t>
            </w: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660B8F" w:rsidRPr="00041BBD" w:rsidRDefault="00041BBD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17</w:t>
            </w:r>
            <w:r w:rsidR="00660B8F"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21858,40517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2113013,70517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3291730,12451</w:t>
            </w:r>
          </w:p>
        </w:tc>
      </w:tr>
      <w:tr w:rsidR="00660B8F" w:rsidRPr="00D500BA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27" w:type="dxa"/>
        </w:trPr>
        <w:tc>
          <w:tcPr>
            <w:tcW w:w="4082" w:type="dxa"/>
            <w:shd w:val="clear" w:color="auto" w:fill="auto"/>
            <w:hideMark/>
          </w:tcPr>
          <w:p w:rsidR="00660B8F" w:rsidRPr="00041BBD" w:rsidRDefault="00660B8F" w:rsidP="00187CAF">
            <w:pPr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Разница между полученными и погашенными бюджетными кредитами из других бюджетов бюджетной системы Росси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й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660B8F" w:rsidRPr="00041BBD" w:rsidRDefault="00041BBD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1648390,45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041BBD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-1752569,65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-4534379,96934</w:t>
            </w:r>
          </w:p>
        </w:tc>
      </w:tr>
      <w:tr w:rsidR="00C84548" w:rsidRPr="00D500BA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27" w:type="dxa"/>
        </w:trPr>
        <w:tc>
          <w:tcPr>
            <w:tcW w:w="4082" w:type="dxa"/>
            <w:shd w:val="clear" w:color="auto" w:fill="auto"/>
            <w:hideMark/>
          </w:tcPr>
          <w:p w:rsidR="00C84548" w:rsidRPr="00041BBD" w:rsidRDefault="00C84548" w:rsidP="00187CAF">
            <w:pPr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041BBD">
              <w:rPr>
                <w:rFonts w:ascii="PT Astra Serif" w:hAnsi="PT Astra Serif"/>
                <w:sz w:val="28"/>
                <w:szCs w:val="28"/>
              </w:rPr>
              <w:t>е</w:t>
            </w:r>
            <w:r w:rsidRPr="00041BBD">
              <w:rPr>
                <w:rFonts w:ascii="PT Astra Serif" w:hAnsi="PT Astra Serif"/>
                <w:sz w:val="28"/>
                <w:szCs w:val="28"/>
              </w:rPr>
              <w:t>та в течение соответствующего финансового года</w:t>
            </w: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C84548" w:rsidRPr="00041BBD" w:rsidRDefault="00C84548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0,0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C84548" w:rsidRPr="00041BBD" w:rsidRDefault="00C84548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0,0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C84548" w:rsidRPr="00041BBD" w:rsidRDefault="00C84548" w:rsidP="00187CAF">
            <w:pPr>
              <w:spacing w:line="247" w:lineRule="auto"/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0,0</w:t>
            </w:r>
          </w:p>
        </w:tc>
      </w:tr>
      <w:tr w:rsidR="00660B8F" w:rsidRPr="00D500BA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27" w:type="dxa"/>
        </w:trPr>
        <w:tc>
          <w:tcPr>
            <w:tcW w:w="4082" w:type="dxa"/>
            <w:shd w:val="clear" w:color="auto" w:fill="auto"/>
            <w:hideMark/>
          </w:tcPr>
          <w:p w:rsidR="00660B8F" w:rsidRPr="00041BBD" w:rsidRDefault="00660B8F" w:rsidP="00383BFD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1BBD">
              <w:rPr>
                <w:rFonts w:ascii="PT Astra Serif" w:hAnsi="PT Astra Serif"/>
                <w:sz w:val="28"/>
                <w:szCs w:val="28"/>
              </w:rPr>
              <w:t>Иные источники внутреннего финансирования дефицита бюджета, всего</w:t>
            </w: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268047,84483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268047,84483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268047,84483</w:t>
            </w:r>
          </w:p>
        </w:tc>
      </w:tr>
      <w:tr w:rsidR="007D6847" w:rsidRPr="00041BBD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27" w:type="dxa"/>
        </w:trPr>
        <w:tc>
          <w:tcPr>
            <w:tcW w:w="4082" w:type="dxa"/>
            <w:vMerge w:val="restart"/>
            <w:shd w:val="clear" w:color="auto" w:fill="auto"/>
            <w:hideMark/>
          </w:tcPr>
          <w:p w:rsidR="007D6847" w:rsidRPr="00041BBD" w:rsidRDefault="00B13028" w:rsidP="00B13028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="007D6847" w:rsidRPr="00041BBD">
              <w:rPr>
                <w:rFonts w:ascii="PT Astra Serif" w:hAnsi="PT Astra Serif"/>
                <w:sz w:val="28"/>
                <w:szCs w:val="28"/>
              </w:rPr>
              <w:t xml:space="preserve"> том числе разница между </w:t>
            </w:r>
            <w:r w:rsidR="007D6847" w:rsidRPr="00041BBD">
              <w:rPr>
                <w:rFonts w:ascii="PT Astra Serif" w:hAnsi="PT Astra Serif"/>
                <w:sz w:val="28"/>
                <w:szCs w:val="28"/>
              </w:rPr>
              <w:lastRenderedPageBreak/>
              <w:t>бюджетными кредитами, пр</w:t>
            </w:r>
            <w:r w:rsidR="007D6847" w:rsidRPr="00041BBD">
              <w:rPr>
                <w:rFonts w:ascii="PT Astra Serif" w:hAnsi="PT Astra Serif"/>
                <w:sz w:val="28"/>
                <w:szCs w:val="28"/>
              </w:rPr>
              <w:t>е</w:t>
            </w:r>
            <w:r w:rsidR="007D6847" w:rsidRPr="00041BBD">
              <w:rPr>
                <w:rFonts w:ascii="PT Astra Serif" w:hAnsi="PT Astra Serif"/>
                <w:sz w:val="28"/>
                <w:szCs w:val="28"/>
              </w:rPr>
              <w:t>доставленными внутри страны в валюте Российской Федер</w:t>
            </w:r>
            <w:r w:rsidR="007D6847" w:rsidRPr="00041BBD">
              <w:rPr>
                <w:rFonts w:ascii="PT Astra Serif" w:hAnsi="PT Astra Serif"/>
                <w:sz w:val="28"/>
                <w:szCs w:val="28"/>
              </w:rPr>
              <w:t>а</w:t>
            </w:r>
            <w:r w:rsidR="007D6847" w:rsidRPr="00041BB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7D6847" w:rsidRPr="00041BBD" w:rsidRDefault="007D6847">
            <w:pPr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7D6847" w:rsidRPr="00041BBD" w:rsidRDefault="007D6847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7D6847" w:rsidRPr="00041BBD" w:rsidRDefault="007D6847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</w:p>
        </w:tc>
      </w:tr>
      <w:tr w:rsidR="00660B8F" w:rsidRPr="00041BBD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27" w:type="dxa"/>
        </w:trPr>
        <w:tc>
          <w:tcPr>
            <w:tcW w:w="4082" w:type="dxa"/>
            <w:vMerge/>
            <w:shd w:val="clear" w:color="auto" w:fill="auto"/>
          </w:tcPr>
          <w:p w:rsidR="00660B8F" w:rsidRPr="00041BBD" w:rsidRDefault="00660B8F" w:rsidP="00383B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268047,84483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268047,84483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</w:pPr>
            <w:r w:rsidRPr="00041BBD">
              <w:rPr>
                <w:rFonts w:ascii="PT Astra Serif" w:hAnsi="PT Astra Serif" w:cs="Calibri"/>
                <w:color w:val="000000"/>
                <w:spacing w:val="-6"/>
                <w:sz w:val="28"/>
                <w:szCs w:val="28"/>
              </w:rPr>
              <w:t>268047,84483</w:t>
            </w:r>
          </w:p>
        </w:tc>
      </w:tr>
      <w:tr w:rsidR="00660B8F" w:rsidRPr="00D500BA" w:rsidTr="007D68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vAlign w:val="bottom"/>
            <w:hideMark/>
          </w:tcPr>
          <w:p w:rsidR="00660B8F" w:rsidRPr="00041BBD" w:rsidRDefault="00660B8F" w:rsidP="00383BFD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87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660B8F" w:rsidRPr="00041BBD" w:rsidRDefault="00041BBD" w:rsidP="00660B8F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9013296,7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041BBD" w:rsidP="00660B8F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-1221508,1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bottom"/>
          </w:tcPr>
          <w:p w:rsidR="00660B8F" w:rsidRPr="00041BBD" w:rsidRDefault="00660B8F" w:rsidP="00660B8F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41BBD">
              <w:rPr>
                <w:rFonts w:ascii="PT Astra Serif" w:hAnsi="PT Astra Serif"/>
                <w:b/>
                <w:bCs/>
                <w:sz w:val="28"/>
                <w:szCs w:val="28"/>
              </w:rPr>
              <w:t>375398,0</w:t>
            </w:r>
          </w:p>
        </w:tc>
        <w:tc>
          <w:tcPr>
            <w:tcW w:w="527" w:type="dxa"/>
            <w:shd w:val="clear" w:color="auto" w:fill="auto"/>
          </w:tcPr>
          <w:p w:rsidR="00660B8F" w:rsidRPr="00041BBD" w:rsidRDefault="00660B8F" w:rsidP="00827CFB">
            <w:pPr>
              <w:ind w:left="-148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1BB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8B7E4E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041BBD">
              <w:rPr>
                <w:rFonts w:ascii="PT Astra Serif" w:hAnsi="PT Astra Serif"/>
                <w:spacing w:val="-4"/>
                <w:sz w:val="28"/>
                <w:szCs w:val="28"/>
              </w:rPr>
              <w:t>;</w:t>
            </w:r>
          </w:p>
        </w:tc>
      </w:tr>
    </w:tbl>
    <w:p w:rsidR="005502AB" w:rsidRDefault="00493F02" w:rsidP="00B13028">
      <w:pPr>
        <w:pStyle w:val="aa"/>
        <w:widowControl w:val="0"/>
        <w:autoSpaceDE w:val="0"/>
        <w:autoSpaceDN w:val="0"/>
        <w:adjustRightInd w:val="0"/>
        <w:spacing w:before="120" w:line="350" w:lineRule="auto"/>
        <w:ind w:firstLine="720"/>
        <w:outlineLvl w:val="0"/>
        <w:rPr>
          <w:rFonts w:ascii="PT Astra Serif" w:hAnsi="PT Astra Serif"/>
          <w:szCs w:val="28"/>
        </w:rPr>
      </w:pPr>
      <w:r w:rsidRPr="00493F02">
        <w:rPr>
          <w:rFonts w:ascii="PT Astra Serif" w:hAnsi="PT Astra Serif"/>
          <w:szCs w:val="28"/>
        </w:rPr>
        <w:t>5</w:t>
      </w:r>
      <w:r w:rsidR="004428D7" w:rsidRPr="00493F02">
        <w:rPr>
          <w:rFonts w:ascii="PT Astra Serif" w:hAnsi="PT Astra Serif"/>
          <w:szCs w:val="28"/>
        </w:rPr>
        <w:t xml:space="preserve">) </w:t>
      </w:r>
      <w:r w:rsidR="00E03A4B" w:rsidRPr="00493F02">
        <w:rPr>
          <w:rFonts w:ascii="PT Astra Serif" w:hAnsi="PT Astra Serif"/>
          <w:szCs w:val="28"/>
        </w:rPr>
        <w:t xml:space="preserve">в приложении </w:t>
      </w:r>
      <w:r w:rsidR="004428D7" w:rsidRPr="00493F02">
        <w:rPr>
          <w:rFonts w:ascii="PT Astra Serif" w:hAnsi="PT Astra Serif"/>
          <w:szCs w:val="28"/>
        </w:rPr>
        <w:t>4</w:t>
      </w:r>
      <w:r w:rsidR="00D44DA2" w:rsidRPr="00493F02">
        <w:rPr>
          <w:rFonts w:ascii="PT Astra Serif" w:hAnsi="PT Astra Serif"/>
          <w:szCs w:val="28"/>
        </w:rPr>
        <w:t>:</w:t>
      </w:r>
    </w:p>
    <w:p w:rsidR="00E03A4B" w:rsidRDefault="00E03A4B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а) в главе </w:t>
      </w:r>
      <w:r w:rsidR="00A86115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Правительство Ульяновской области</w:t>
      </w:r>
      <w:r w:rsidR="00A86115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(Мин 203):</w:t>
      </w:r>
    </w:p>
    <w:p w:rsidR="00E03A4B" w:rsidRDefault="00E85F87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4F4F35">
        <w:rPr>
          <w:rFonts w:ascii="PT Astra Serif" w:hAnsi="PT Astra Serif"/>
          <w:szCs w:val="28"/>
        </w:rPr>
        <w:t xml:space="preserve">в строке </w:t>
      </w:r>
      <w:r w:rsidR="00A86115">
        <w:rPr>
          <w:rFonts w:ascii="PT Astra Serif" w:hAnsi="PT Astra Serif"/>
          <w:szCs w:val="28"/>
        </w:rPr>
        <w:t>«</w:t>
      </w:r>
      <w:r w:rsidRPr="004F4F35">
        <w:rPr>
          <w:rFonts w:ascii="PT Astra Serif" w:hAnsi="PT Astra Serif"/>
          <w:color w:val="000000"/>
          <w:spacing w:val="-4"/>
          <w:szCs w:val="28"/>
        </w:rPr>
        <w:t>Общегосударственные вопросы</w:t>
      </w:r>
      <w:r w:rsidR="00A86115">
        <w:rPr>
          <w:rFonts w:ascii="PT Astra Serif" w:hAnsi="PT Astra Serif"/>
          <w:szCs w:val="28"/>
        </w:rPr>
        <w:t>»</w:t>
      </w:r>
      <w:r w:rsidRPr="004F4F35">
        <w:rPr>
          <w:rFonts w:ascii="PT Astra Serif" w:hAnsi="PT Astra Serif"/>
          <w:szCs w:val="28"/>
        </w:rPr>
        <w:t xml:space="preserve"> (Мин 203 </w:t>
      </w:r>
      <w:proofErr w:type="spellStart"/>
      <w:r w:rsidRPr="004F4F35">
        <w:rPr>
          <w:rFonts w:ascii="PT Astra Serif" w:hAnsi="PT Astra Serif"/>
          <w:szCs w:val="28"/>
        </w:rPr>
        <w:t>Рз</w:t>
      </w:r>
      <w:proofErr w:type="spellEnd"/>
      <w:r w:rsidRPr="004F4F35">
        <w:rPr>
          <w:rFonts w:ascii="PT Astra Serif" w:hAnsi="PT Astra Serif"/>
          <w:szCs w:val="28"/>
        </w:rPr>
        <w:t xml:space="preserve"> 01 </w:t>
      </w:r>
      <w:proofErr w:type="gramStart"/>
      <w:r w:rsidRPr="004F4F35">
        <w:rPr>
          <w:rFonts w:ascii="PT Astra Serif" w:hAnsi="PT Astra Serif"/>
          <w:szCs w:val="28"/>
        </w:rPr>
        <w:t>ПР</w:t>
      </w:r>
      <w:proofErr w:type="gramEnd"/>
      <w:r w:rsidRPr="004F4F35">
        <w:rPr>
          <w:rFonts w:ascii="PT Astra Serif" w:hAnsi="PT Astra Serif"/>
          <w:szCs w:val="28"/>
        </w:rPr>
        <w:t xml:space="preserve"> 00) цифры </w:t>
      </w:r>
      <w:r w:rsidR="00A86115">
        <w:rPr>
          <w:rFonts w:ascii="PT Astra Serif" w:hAnsi="PT Astra Serif"/>
          <w:szCs w:val="28"/>
        </w:rPr>
        <w:t>«</w:t>
      </w:r>
      <w:r w:rsidRPr="004F4F35">
        <w:rPr>
          <w:rFonts w:ascii="PT Astra Serif" w:hAnsi="PT Astra Serif"/>
          <w:color w:val="000000"/>
          <w:spacing w:val="-4"/>
          <w:szCs w:val="28"/>
        </w:rPr>
        <w:t>1718664,175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4F4F35">
        <w:rPr>
          <w:rFonts w:ascii="PT Astra Serif" w:hAnsi="PT Astra Serif"/>
          <w:color w:val="000000"/>
          <w:spacing w:val="-4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4F4F35" w:rsidRPr="004F4F35">
        <w:rPr>
          <w:rFonts w:ascii="PT Astra Serif" w:hAnsi="PT Astra Serif"/>
          <w:color w:val="000000"/>
          <w:spacing w:val="-4"/>
          <w:szCs w:val="28"/>
        </w:rPr>
        <w:t>1716982,475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4F4F35">
        <w:rPr>
          <w:rFonts w:ascii="PT Astra Serif" w:hAnsi="PT Astra Serif"/>
          <w:color w:val="000000"/>
          <w:spacing w:val="-4"/>
          <w:szCs w:val="28"/>
        </w:rPr>
        <w:t>;</w:t>
      </w:r>
    </w:p>
    <w:p w:rsidR="00E85F87" w:rsidRDefault="00B13028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4F4F35">
        <w:rPr>
          <w:rFonts w:ascii="PT Astra Serif" w:hAnsi="PT Astra Serif"/>
          <w:szCs w:val="28"/>
        </w:rPr>
        <w:t>в графе 8</w:t>
      </w:r>
      <w:r>
        <w:rPr>
          <w:rFonts w:ascii="PT Astra Serif" w:hAnsi="PT Astra Serif"/>
          <w:szCs w:val="28"/>
        </w:rPr>
        <w:t xml:space="preserve"> </w:t>
      </w:r>
      <w:r w:rsidR="00E85F87" w:rsidRPr="004F4F35">
        <w:rPr>
          <w:rFonts w:ascii="PT Astra Serif" w:hAnsi="PT Astra Serif"/>
          <w:szCs w:val="28"/>
        </w:rPr>
        <w:t>строк</w:t>
      </w:r>
      <w:r>
        <w:rPr>
          <w:rFonts w:ascii="PT Astra Serif" w:hAnsi="PT Astra Serif"/>
          <w:szCs w:val="28"/>
        </w:rPr>
        <w:t>и</w:t>
      </w:r>
      <w:r w:rsidR="00E85F87" w:rsidRPr="004F4F35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Функционирование Правительства Российской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Федерации, высших исполнительных органов государственной власти субъектов Российской Федерации, местных администраций</w:t>
      </w:r>
      <w:r w:rsidR="00A86115">
        <w:rPr>
          <w:rFonts w:ascii="PT Astra Serif" w:hAnsi="PT Astra Serif"/>
          <w:szCs w:val="28"/>
        </w:rPr>
        <w:t>»</w:t>
      </w:r>
      <w:r w:rsidR="00E85F87" w:rsidRPr="004F4F35">
        <w:rPr>
          <w:rFonts w:ascii="PT Astra Serif" w:hAnsi="PT Astra Serif"/>
          <w:szCs w:val="28"/>
        </w:rPr>
        <w:t xml:space="preserve"> (Мин 203 </w:t>
      </w:r>
      <w:proofErr w:type="spellStart"/>
      <w:r w:rsidR="00E85F87" w:rsidRPr="004F4F35">
        <w:rPr>
          <w:rFonts w:ascii="PT Astra Serif" w:hAnsi="PT Astra Serif"/>
          <w:szCs w:val="28"/>
        </w:rPr>
        <w:t>Рз</w:t>
      </w:r>
      <w:proofErr w:type="spellEnd"/>
      <w:r w:rsidR="00E85F87" w:rsidRPr="004F4F35">
        <w:rPr>
          <w:rFonts w:ascii="PT Astra Serif" w:hAnsi="PT Astra Serif"/>
          <w:szCs w:val="28"/>
        </w:rPr>
        <w:t xml:space="preserve"> 01 </w:t>
      </w:r>
      <w:proofErr w:type="gramStart"/>
      <w:r w:rsidR="00E85F87" w:rsidRPr="004F4F35">
        <w:rPr>
          <w:rFonts w:ascii="PT Astra Serif" w:hAnsi="PT Astra Serif"/>
          <w:szCs w:val="28"/>
        </w:rPr>
        <w:t>ПР</w:t>
      </w:r>
      <w:proofErr w:type="gramEnd"/>
      <w:r w:rsidR="00E85F87" w:rsidRPr="004F4F35">
        <w:rPr>
          <w:rFonts w:ascii="PT Astra Serif" w:hAnsi="PT Astra Serif"/>
          <w:szCs w:val="28"/>
        </w:rPr>
        <w:t xml:space="preserve"> 0</w:t>
      </w:r>
      <w:r w:rsidR="004D6964" w:rsidRPr="004F4F35">
        <w:rPr>
          <w:rFonts w:ascii="PT Astra Serif" w:hAnsi="PT Astra Serif"/>
          <w:szCs w:val="28"/>
        </w:rPr>
        <w:t>4</w:t>
      </w:r>
      <w:r w:rsidR="00E85F87" w:rsidRPr="004F4F35">
        <w:rPr>
          <w:rFonts w:ascii="PT Astra Serif" w:hAnsi="PT Astra Serif"/>
          <w:szCs w:val="28"/>
        </w:rPr>
        <w:t xml:space="preserve">) цифры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435648,8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E85F87" w:rsidRPr="004F4F35">
        <w:rPr>
          <w:rFonts w:ascii="PT Astra Serif" w:hAnsi="PT Astra Serif"/>
          <w:color w:val="000000"/>
          <w:spacing w:val="-4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4F4F35" w:rsidRPr="004F4F35">
        <w:rPr>
          <w:rFonts w:ascii="PT Astra Serif" w:hAnsi="PT Astra Serif"/>
          <w:color w:val="000000"/>
          <w:spacing w:val="-4"/>
          <w:szCs w:val="28"/>
        </w:rPr>
        <w:t>433967,1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E85F87" w:rsidRPr="004F4F35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B13028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4F4F35">
        <w:rPr>
          <w:rFonts w:ascii="PT Astra Serif" w:hAnsi="PT Astra Serif"/>
          <w:szCs w:val="28"/>
        </w:rPr>
        <w:t>в графе 8</w:t>
      </w:r>
      <w:r w:rsidR="004D6964" w:rsidRPr="004F4F35">
        <w:rPr>
          <w:rFonts w:ascii="PT Astra Serif" w:hAnsi="PT Astra Serif"/>
          <w:szCs w:val="28"/>
        </w:rPr>
        <w:t xml:space="preserve"> строк</w:t>
      </w:r>
      <w:r>
        <w:rPr>
          <w:rFonts w:ascii="PT Astra Serif" w:hAnsi="PT Astra Serif"/>
          <w:szCs w:val="28"/>
        </w:rPr>
        <w:t>и</w:t>
      </w:r>
      <w:r w:rsidR="004D6964" w:rsidRPr="004F4F35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Мероприятия в рамках </w:t>
      </w:r>
      <w:proofErr w:type="spellStart"/>
      <w:r w:rsidR="004D6964" w:rsidRPr="004F4F35">
        <w:rPr>
          <w:rFonts w:ascii="PT Astra Serif" w:hAnsi="PT Astra Serif"/>
          <w:color w:val="000000"/>
          <w:spacing w:val="-4"/>
          <w:szCs w:val="28"/>
        </w:rPr>
        <w:t>непрограммных</w:t>
      </w:r>
      <w:proofErr w:type="spellEnd"/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 направлений </w:t>
      </w:r>
      <w:r w:rsidR="00BB5AED"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деятельности</w:t>
      </w:r>
      <w:r w:rsidR="00A86115">
        <w:rPr>
          <w:rFonts w:ascii="PT Astra Serif" w:hAnsi="PT Astra Serif"/>
          <w:szCs w:val="28"/>
        </w:rPr>
        <w:t>»</w:t>
      </w:r>
      <w:r w:rsidR="004D6964" w:rsidRPr="004F4F35">
        <w:rPr>
          <w:rFonts w:ascii="PT Astra Serif" w:hAnsi="PT Astra Serif"/>
          <w:szCs w:val="28"/>
        </w:rPr>
        <w:t xml:space="preserve"> (Мин 203 </w:t>
      </w:r>
      <w:proofErr w:type="spellStart"/>
      <w:r w:rsidR="004D6964" w:rsidRPr="004F4F35">
        <w:rPr>
          <w:rFonts w:ascii="PT Astra Serif" w:hAnsi="PT Astra Serif"/>
          <w:szCs w:val="28"/>
        </w:rPr>
        <w:t>Рз</w:t>
      </w:r>
      <w:proofErr w:type="spellEnd"/>
      <w:r w:rsidR="004D6964" w:rsidRPr="004F4F35">
        <w:rPr>
          <w:rFonts w:ascii="PT Astra Serif" w:hAnsi="PT Astra Serif"/>
          <w:szCs w:val="28"/>
        </w:rPr>
        <w:t xml:space="preserve"> 01 </w:t>
      </w:r>
      <w:proofErr w:type="gramStart"/>
      <w:r w:rsidR="004D6964" w:rsidRPr="004F4F35">
        <w:rPr>
          <w:rFonts w:ascii="PT Astra Serif" w:hAnsi="PT Astra Serif"/>
          <w:szCs w:val="28"/>
        </w:rPr>
        <w:t>ПР</w:t>
      </w:r>
      <w:proofErr w:type="gramEnd"/>
      <w:r w:rsidR="004D6964" w:rsidRPr="004F4F35">
        <w:rPr>
          <w:rFonts w:ascii="PT Astra Serif" w:hAnsi="PT Astra Serif"/>
          <w:szCs w:val="28"/>
        </w:rPr>
        <w:t xml:space="preserve"> 04 ЦС 11 0 00 00000) цифры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435648,8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4F4F35" w:rsidRPr="004F4F35">
        <w:rPr>
          <w:rFonts w:ascii="PT Astra Serif" w:hAnsi="PT Astra Serif"/>
          <w:color w:val="000000"/>
          <w:spacing w:val="-4"/>
          <w:szCs w:val="28"/>
        </w:rPr>
        <w:t>433967,1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B13028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4F4F35">
        <w:rPr>
          <w:rFonts w:ascii="PT Astra Serif" w:hAnsi="PT Astra Serif"/>
          <w:szCs w:val="28"/>
        </w:rPr>
        <w:t xml:space="preserve">в графе 8 </w:t>
      </w:r>
      <w:r w:rsidR="004D6964" w:rsidRPr="004F4F35">
        <w:rPr>
          <w:rFonts w:ascii="PT Astra Serif" w:hAnsi="PT Astra Serif"/>
          <w:szCs w:val="28"/>
        </w:rPr>
        <w:t>строк</w:t>
      </w:r>
      <w:r>
        <w:rPr>
          <w:rFonts w:ascii="PT Astra Serif" w:hAnsi="PT Astra Serif"/>
          <w:szCs w:val="28"/>
        </w:rPr>
        <w:t>и</w:t>
      </w:r>
      <w:r w:rsidR="004D6964" w:rsidRPr="004F4F35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Обеспечение деятельности государственных органов </w:t>
      </w:r>
      <w:r w:rsidR="00BB5AED"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Ульяновской области</w:t>
      </w:r>
      <w:r w:rsidR="00A86115">
        <w:rPr>
          <w:rFonts w:ascii="PT Astra Serif" w:hAnsi="PT Astra Serif"/>
          <w:szCs w:val="28"/>
        </w:rPr>
        <w:t>»</w:t>
      </w:r>
      <w:r w:rsidR="004D6964" w:rsidRPr="004F4F35">
        <w:rPr>
          <w:rFonts w:ascii="PT Astra Serif" w:hAnsi="PT Astra Serif"/>
          <w:szCs w:val="28"/>
        </w:rPr>
        <w:t xml:space="preserve"> (Мин 203 </w:t>
      </w:r>
      <w:proofErr w:type="spellStart"/>
      <w:r w:rsidR="004D6964" w:rsidRPr="004F4F35">
        <w:rPr>
          <w:rFonts w:ascii="PT Astra Serif" w:hAnsi="PT Astra Serif"/>
          <w:szCs w:val="28"/>
        </w:rPr>
        <w:t>Рз</w:t>
      </w:r>
      <w:proofErr w:type="spellEnd"/>
      <w:r w:rsidR="004D6964" w:rsidRPr="004F4F35">
        <w:rPr>
          <w:rFonts w:ascii="PT Astra Serif" w:hAnsi="PT Astra Serif"/>
          <w:szCs w:val="28"/>
        </w:rPr>
        <w:t xml:space="preserve"> 01 </w:t>
      </w:r>
      <w:proofErr w:type="gramStart"/>
      <w:r w:rsidR="004D6964" w:rsidRPr="004F4F35">
        <w:rPr>
          <w:rFonts w:ascii="PT Astra Serif" w:hAnsi="PT Astra Serif"/>
          <w:szCs w:val="28"/>
        </w:rPr>
        <w:t>ПР</w:t>
      </w:r>
      <w:proofErr w:type="gramEnd"/>
      <w:r w:rsidR="004D6964" w:rsidRPr="004F4F35">
        <w:rPr>
          <w:rFonts w:ascii="PT Astra Serif" w:hAnsi="PT Astra Serif"/>
          <w:szCs w:val="28"/>
        </w:rPr>
        <w:t xml:space="preserve"> 04 ЦС 11 0 00 80010) </w:t>
      </w:r>
      <w:r w:rsidR="00BB5AED">
        <w:rPr>
          <w:rFonts w:ascii="PT Astra Serif" w:hAnsi="PT Astra Serif"/>
          <w:szCs w:val="28"/>
        </w:rPr>
        <w:br/>
      </w:r>
      <w:r w:rsidR="004D6964" w:rsidRPr="004F4F35">
        <w:rPr>
          <w:rFonts w:ascii="PT Astra Serif" w:hAnsi="PT Astra Serif"/>
          <w:szCs w:val="28"/>
        </w:rPr>
        <w:t xml:space="preserve">цифры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394861,2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4F4F35" w:rsidRPr="004F4F35">
        <w:rPr>
          <w:rFonts w:ascii="PT Astra Serif" w:hAnsi="PT Astra Serif"/>
          <w:color w:val="000000"/>
          <w:spacing w:val="-4"/>
          <w:szCs w:val="28"/>
        </w:rPr>
        <w:t>393179,5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B13028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4F4F35">
        <w:rPr>
          <w:rFonts w:ascii="PT Astra Serif" w:hAnsi="PT Astra Serif"/>
          <w:szCs w:val="28"/>
        </w:rPr>
        <w:t>в графе 8</w:t>
      </w:r>
      <w:r w:rsidR="004D6964" w:rsidRPr="004F4F35">
        <w:rPr>
          <w:rFonts w:ascii="PT Astra Serif" w:hAnsi="PT Astra Serif"/>
          <w:szCs w:val="28"/>
        </w:rPr>
        <w:t xml:space="preserve"> строк</w:t>
      </w:r>
      <w:r>
        <w:rPr>
          <w:rFonts w:ascii="PT Astra Serif" w:hAnsi="PT Astra Serif"/>
          <w:szCs w:val="28"/>
        </w:rPr>
        <w:t>и</w:t>
      </w:r>
      <w:r w:rsidR="004D6964" w:rsidRPr="004F4F35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Расходы на выплаты персоналу в целях обеспечения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выполнения функций государственными 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фондами</w:t>
      </w:r>
      <w:r w:rsidR="00A86115">
        <w:rPr>
          <w:rFonts w:ascii="PT Astra Serif" w:hAnsi="PT Astra Serif"/>
          <w:szCs w:val="28"/>
        </w:rPr>
        <w:t>»</w:t>
      </w:r>
      <w:r w:rsidR="004D6964" w:rsidRPr="004F4F35">
        <w:rPr>
          <w:rFonts w:ascii="PT Astra Serif" w:hAnsi="PT Astra Serif"/>
          <w:szCs w:val="28"/>
        </w:rPr>
        <w:t xml:space="preserve"> (Мин 203 </w:t>
      </w:r>
      <w:proofErr w:type="spellStart"/>
      <w:r w:rsidR="004D6964" w:rsidRPr="004F4F35">
        <w:rPr>
          <w:rFonts w:ascii="PT Astra Serif" w:hAnsi="PT Astra Serif"/>
          <w:szCs w:val="28"/>
        </w:rPr>
        <w:t>Рз</w:t>
      </w:r>
      <w:proofErr w:type="spellEnd"/>
      <w:r w:rsidR="004D6964" w:rsidRPr="004F4F35">
        <w:rPr>
          <w:rFonts w:ascii="PT Astra Serif" w:hAnsi="PT Astra Serif"/>
          <w:szCs w:val="28"/>
        </w:rPr>
        <w:t xml:space="preserve"> 01 </w:t>
      </w:r>
      <w:proofErr w:type="gramStart"/>
      <w:r w:rsidR="004D6964" w:rsidRPr="004F4F35">
        <w:rPr>
          <w:rFonts w:ascii="PT Astra Serif" w:hAnsi="PT Astra Serif"/>
          <w:szCs w:val="28"/>
        </w:rPr>
        <w:t>ПР</w:t>
      </w:r>
      <w:proofErr w:type="gramEnd"/>
      <w:r w:rsidR="004D6964" w:rsidRPr="004F4F35">
        <w:rPr>
          <w:rFonts w:ascii="PT Astra Serif" w:hAnsi="PT Astra Serif"/>
          <w:szCs w:val="28"/>
        </w:rPr>
        <w:t xml:space="preserve"> 04 ЦС 11 0 00 80010 ВР 100) цифры </w:t>
      </w:r>
      <w:r w:rsidR="00A86115">
        <w:rPr>
          <w:rFonts w:ascii="PT Astra Serif" w:hAnsi="PT Astra Serif"/>
          <w:szCs w:val="28"/>
        </w:rPr>
        <w:t>«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393113,9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 </w:t>
      </w:r>
      <w:r w:rsidR="00BB5AED"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 xml:space="preserve">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4F4F35" w:rsidRPr="004F4F35">
        <w:rPr>
          <w:rFonts w:ascii="PT Astra Serif" w:hAnsi="PT Astra Serif"/>
          <w:color w:val="000000"/>
          <w:spacing w:val="-4"/>
          <w:szCs w:val="28"/>
        </w:rPr>
        <w:t>391432,2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4F4F35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4D6964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4F4F35">
        <w:rPr>
          <w:rFonts w:ascii="PT Astra Serif" w:hAnsi="PT Astra Serif"/>
          <w:szCs w:val="28"/>
        </w:rPr>
        <w:t xml:space="preserve">в строке </w:t>
      </w:r>
      <w:r w:rsidR="00A86115">
        <w:rPr>
          <w:rFonts w:ascii="PT Astra Serif" w:hAnsi="PT Astra Serif"/>
          <w:szCs w:val="28"/>
        </w:rPr>
        <w:t>«</w:t>
      </w:r>
      <w:r w:rsidRPr="004F4F35">
        <w:rPr>
          <w:rFonts w:ascii="PT Astra Serif" w:hAnsi="PT Astra Serif"/>
          <w:color w:val="000000"/>
          <w:spacing w:val="-4"/>
          <w:szCs w:val="28"/>
        </w:rPr>
        <w:t>Национальная безопасность и правоохранительная деятельность</w:t>
      </w:r>
      <w:r w:rsidR="00A86115">
        <w:rPr>
          <w:rFonts w:ascii="PT Astra Serif" w:hAnsi="PT Astra Serif"/>
          <w:szCs w:val="28"/>
        </w:rPr>
        <w:t>»</w:t>
      </w:r>
      <w:r w:rsidRPr="004F4F35">
        <w:rPr>
          <w:rFonts w:ascii="PT Astra Serif" w:hAnsi="PT Astra Serif"/>
          <w:szCs w:val="28"/>
        </w:rPr>
        <w:t xml:space="preserve"> (Мин 203 </w:t>
      </w:r>
      <w:proofErr w:type="spellStart"/>
      <w:r w:rsidRPr="004F4F35">
        <w:rPr>
          <w:rFonts w:ascii="PT Astra Serif" w:hAnsi="PT Astra Serif"/>
          <w:szCs w:val="28"/>
        </w:rPr>
        <w:t>Рз</w:t>
      </w:r>
      <w:proofErr w:type="spellEnd"/>
      <w:r w:rsidRPr="004F4F35">
        <w:rPr>
          <w:rFonts w:ascii="PT Astra Serif" w:hAnsi="PT Astra Serif"/>
          <w:szCs w:val="28"/>
        </w:rPr>
        <w:t xml:space="preserve"> 03 </w:t>
      </w:r>
      <w:proofErr w:type="gramStart"/>
      <w:r w:rsidRPr="004F4F35">
        <w:rPr>
          <w:rFonts w:ascii="PT Astra Serif" w:hAnsi="PT Astra Serif"/>
          <w:szCs w:val="28"/>
        </w:rPr>
        <w:t>ПР</w:t>
      </w:r>
      <w:proofErr w:type="gramEnd"/>
      <w:r w:rsidRPr="004F4F35">
        <w:rPr>
          <w:rFonts w:ascii="PT Astra Serif" w:hAnsi="PT Astra Serif"/>
          <w:szCs w:val="28"/>
        </w:rPr>
        <w:t xml:space="preserve"> 00) цифры </w:t>
      </w:r>
      <w:r w:rsidR="00A86115">
        <w:rPr>
          <w:rFonts w:ascii="PT Astra Serif" w:hAnsi="PT Astra Serif"/>
          <w:szCs w:val="28"/>
        </w:rPr>
        <w:t>«</w:t>
      </w:r>
      <w:r w:rsidR="0032328C" w:rsidRPr="004F4F35">
        <w:rPr>
          <w:rFonts w:ascii="PT Astra Serif" w:hAnsi="PT Astra Serif"/>
          <w:color w:val="000000"/>
          <w:spacing w:val="-4"/>
          <w:szCs w:val="28"/>
        </w:rPr>
        <w:t>883328,4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4F4F35">
        <w:rPr>
          <w:rFonts w:ascii="PT Astra Serif" w:hAnsi="PT Astra Serif"/>
          <w:color w:val="000000"/>
          <w:spacing w:val="-4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4F4F35" w:rsidRPr="004F4F35">
        <w:rPr>
          <w:rFonts w:ascii="PT Astra Serif" w:hAnsi="PT Astra Serif"/>
          <w:color w:val="000000"/>
          <w:spacing w:val="-4"/>
          <w:szCs w:val="28"/>
        </w:rPr>
        <w:t>885010,1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4F4F35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B13028" w:rsidP="00B13028">
      <w:pPr>
        <w:pStyle w:val="aa"/>
        <w:widowControl w:val="0"/>
        <w:autoSpaceDE w:val="0"/>
        <w:autoSpaceDN w:val="0"/>
        <w:adjustRightInd w:val="0"/>
        <w:spacing w:line="35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BB5AED">
        <w:rPr>
          <w:rFonts w:ascii="PT Astra Serif" w:hAnsi="PT Astra Serif"/>
          <w:szCs w:val="28"/>
        </w:rPr>
        <w:t>в графе 8</w:t>
      </w:r>
      <w:r w:rsidR="004D6964" w:rsidRPr="00BB5AED">
        <w:rPr>
          <w:rFonts w:ascii="PT Astra Serif" w:hAnsi="PT Astra Serif"/>
          <w:szCs w:val="28"/>
        </w:rPr>
        <w:t xml:space="preserve"> строк</w:t>
      </w:r>
      <w:r>
        <w:rPr>
          <w:rFonts w:ascii="PT Astra Serif" w:hAnsi="PT Astra Serif"/>
          <w:szCs w:val="28"/>
        </w:rPr>
        <w:t>и</w:t>
      </w:r>
      <w:r w:rsidR="004D6964" w:rsidRPr="00BB5AED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Другие вопросы в области национальной безопасности </w:t>
      </w:r>
      <w:r w:rsidR="00BB5AED"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>и правоохранительной деятельности</w:t>
      </w:r>
      <w:r w:rsidR="00A86115">
        <w:rPr>
          <w:rFonts w:ascii="PT Astra Serif" w:hAnsi="PT Astra Serif"/>
          <w:szCs w:val="28"/>
        </w:rPr>
        <w:t>»</w:t>
      </w:r>
      <w:r w:rsidR="004D6964" w:rsidRPr="00BB5AED">
        <w:rPr>
          <w:rFonts w:ascii="PT Astra Serif" w:hAnsi="PT Astra Serif"/>
          <w:szCs w:val="28"/>
        </w:rPr>
        <w:t xml:space="preserve"> (Мин 203 </w:t>
      </w:r>
      <w:proofErr w:type="spellStart"/>
      <w:r w:rsidR="004D6964" w:rsidRPr="00BB5AED">
        <w:rPr>
          <w:rFonts w:ascii="PT Astra Serif" w:hAnsi="PT Astra Serif"/>
          <w:szCs w:val="28"/>
        </w:rPr>
        <w:t>Рз</w:t>
      </w:r>
      <w:proofErr w:type="spellEnd"/>
      <w:r w:rsidR="004D6964" w:rsidRPr="00BB5AED">
        <w:rPr>
          <w:rFonts w:ascii="PT Astra Serif" w:hAnsi="PT Astra Serif"/>
          <w:szCs w:val="28"/>
        </w:rPr>
        <w:t xml:space="preserve"> 03 </w:t>
      </w:r>
      <w:proofErr w:type="gramStart"/>
      <w:r w:rsidR="004D6964" w:rsidRPr="00BB5AED">
        <w:rPr>
          <w:rFonts w:ascii="PT Astra Serif" w:hAnsi="PT Astra Serif"/>
          <w:szCs w:val="28"/>
        </w:rPr>
        <w:t>ПР</w:t>
      </w:r>
      <w:proofErr w:type="gramEnd"/>
      <w:r w:rsidR="004D6964" w:rsidRPr="00BB5AED">
        <w:rPr>
          <w:rFonts w:ascii="PT Astra Serif" w:hAnsi="PT Astra Serif"/>
          <w:szCs w:val="28"/>
        </w:rPr>
        <w:t xml:space="preserve"> 14) цифры </w:t>
      </w:r>
      <w:r w:rsidR="00A86115">
        <w:rPr>
          <w:rFonts w:ascii="PT Astra Serif" w:hAnsi="PT Astra Serif"/>
          <w:szCs w:val="28"/>
        </w:rPr>
        <w:t>«</w:t>
      </w:r>
      <w:r w:rsidR="0032328C" w:rsidRPr="00BB5AED">
        <w:rPr>
          <w:rFonts w:ascii="PT Astra Serif" w:hAnsi="PT Astra Serif"/>
          <w:color w:val="000000"/>
          <w:spacing w:val="-4"/>
          <w:szCs w:val="28"/>
        </w:rPr>
        <w:t>1708,7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BB5AED" w:rsidRPr="00BB5AED">
        <w:rPr>
          <w:rFonts w:ascii="PT Astra Serif" w:hAnsi="PT Astra Serif"/>
          <w:color w:val="000000"/>
          <w:spacing w:val="-4"/>
          <w:szCs w:val="28"/>
        </w:rPr>
        <w:t>3390,4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Pr="00BB5AED" w:rsidRDefault="00B13028" w:rsidP="00BB5AED">
      <w:pPr>
        <w:spacing w:line="360" w:lineRule="auto"/>
        <w:ind w:firstLine="720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BB5AED">
        <w:rPr>
          <w:rFonts w:ascii="PT Astra Serif" w:hAnsi="PT Astra Serif"/>
          <w:sz w:val="28"/>
          <w:szCs w:val="28"/>
        </w:rPr>
        <w:lastRenderedPageBreak/>
        <w:t xml:space="preserve">в графе 8 </w:t>
      </w:r>
      <w:r w:rsidR="004D6964" w:rsidRPr="00BB5AED">
        <w:rPr>
          <w:rFonts w:ascii="PT Astra Serif" w:hAnsi="PT Astra Serif"/>
          <w:sz w:val="28"/>
          <w:szCs w:val="28"/>
        </w:rPr>
        <w:t>строк</w:t>
      </w:r>
      <w:r>
        <w:rPr>
          <w:rFonts w:ascii="PT Astra Serif" w:hAnsi="PT Astra Serif"/>
          <w:sz w:val="28"/>
          <w:szCs w:val="28"/>
        </w:rPr>
        <w:t>и</w:t>
      </w:r>
      <w:r w:rsidR="004D6964" w:rsidRPr="00BB5AED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 xml:space="preserve">Мероприятия в рамках </w:t>
      </w:r>
      <w:proofErr w:type="spellStart"/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>непрограммных</w:t>
      </w:r>
      <w:proofErr w:type="spellEnd"/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 xml:space="preserve"> направлений </w:t>
      </w:r>
      <w:r w:rsidR="00BB5AED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>деятельности</w:t>
      </w:r>
      <w:r w:rsidR="00A86115">
        <w:rPr>
          <w:rFonts w:ascii="PT Astra Serif" w:hAnsi="PT Astra Serif"/>
          <w:sz w:val="28"/>
          <w:szCs w:val="28"/>
        </w:rPr>
        <w:t>»</w:t>
      </w:r>
      <w:r w:rsidR="004D6964" w:rsidRPr="00BB5AED">
        <w:rPr>
          <w:rFonts w:ascii="PT Astra Serif" w:hAnsi="PT Astra Serif"/>
          <w:sz w:val="28"/>
          <w:szCs w:val="28"/>
        </w:rPr>
        <w:t xml:space="preserve"> (Мин 203 </w:t>
      </w:r>
      <w:proofErr w:type="spellStart"/>
      <w:r w:rsidR="004D6964" w:rsidRPr="00BB5AED">
        <w:rPr>
          <w:rFonts w:ascii="PT Astra Serif" w:hAnsi="PT Astra Serif"/>
          <w:sz w:val="28"/>
          <w:szCs w:val="28"/>
        </w:rPr>
        <w:t>Рз</w:t>
      </w:r>
      <w:proofErr w:type="spellEnd"/>
      <w:r w:rsidR="004D6964" w:rsidRPr="00BB5AED">
        <w:rPr>
          <w:rFonts w:ascii="PT Astra Serif" w:hAnsi="PT Astra Serif"/>
          <w:sz w:val="28"/>
          <w:szCs w:val="28"/>
        </w:rPr>
        <w:t xml:space="preserve"> 03 </w:t>
      </w:r>
      <w:proofErr w:type="gramStart"/>
      <w:r w:rsidR="004D6964" w:rsidRPr="00BB5AED">
        <w:rPr>
          <w:rFonts w:ascii="PT Astra Serif" w:hAnsi="PT Astra Serif"/>
          <w:sz w:val="28"/>
          <w:szCs w:val="28"/>
        </w:rPr>
        <w:t>ПР</w:t>
      </w:r>
      <w:proofErr w:type="gramEnd"/>
      <w:r w:rsidR="004D6964" w:rsidRPr="00BB5AED">
        <w:rPr>
          <w:rFonts w:ascii="PT Astra Serif" w:hAnsi="PT Astra Serif"/>
          <w:sz w:val="28"/>
          <w:szCs w:val="28"/>
        </w:rPr>
        <w:t xml:space="preserve"> 14 ЦС 11 0 00 00000)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32328C" w:rsidRPr="00BB5AED">
        <w:rPr>
          <w:rFonts w:ascii="PT Astra Serif" w:hAnsi="PT Astra Serif"/>
          <w:color w:val="000000"/>
          <w:spacing w:val="-4"/>
          <w:sz w:val="28"/>
          <w:szCs w:val="28"/>
        </w:rPr>
        <w:t>1708,7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 xml:space="preserve"> </w:t>
      </w:r>
      <w:r w:rsidR="00985E28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 xml:space="preserve">заменить цифрами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="00BB5AED" w:rsidRPr="00BB5AED">
        <w:rPr>
          <w:rFonts w:ascii="PT Astra Serif" w:hAnsi="PT Astra Serif"/>
          <w:color w:val="000000"/>
          <w:spacing w:val="-4"/>
          <w:sz w:val="28"/>
          <w:szCs w:val="28"/>
        </w:rPr>
        <w:t>3390,4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p w:rsidR="004D6964" w:rsidRPr="00BB5AED" w:rsidRDefault="00985E28" w:rsidP="00BB5AE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BB5AED">
        <w:rPr>
          <w:rFonts w:ascii="PT Astra Serif" w:hAnsi="PT Astra Serif"/>
          <w:szCs w:val="28"/>
        </w:rPr>
        <w:t>в графе 8</w:t>
      </w:r>
      <w:r w:rsidR="004D6964" w:rsidRPr="00BB5AED">
        <w:rPr>
          <w:rFonts w:ascii="PT Astra Serif" w:hAnsi="PT Astra Serif"/>
          <w:szCs w:val="28"/>
        </w:rPr>
        <w:t xml:space="preserve"> строк</w:t>
      </w:r>
      <w:r>
        <w:rPr>
          <w:rFonts w:ascii="PT Astra Serif" w:hAnsi="PT Astra Serif"/>
          <w:szCs w:val="28"/>
        </w:rPr>
        <w:t>и</w:t>
      </w:r>
      <w:r w:rsidR="004D6964" w:rsidRPr="00BB5AED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Субвенции федеральному бюджету на осуществление части переданных полномочий по составлению протоколов об административных </w:t>
      </w:r>
      <w:r w:rsidR="00BB5AED"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правонарушениях, посягающих на общественный порядок и общественную </w:t>
      </w:r>
      <w:r w:rsidR="00BB5AED"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>безопасность</w:t>
      </w:r>
      <w:r w:rsidR="00A86115">
        <w:rPr>
          <w:rFonts w:ascii="PT Astra Serif" w:hAnsi="PT Astra Serif"/>
          <w:szCs w:val="28"/>
        </w:rPr>
        <w:t>»</w:t>
      </w:r>
      <w:r w:rsidR="004D6964" w:rsidRPr="00BB5AED">
        <w:rPr>
          <w:rFonts w:ascii="PT Astra Serif" w:hAnsi="PT Astra Serif"/>
          <w:szCs w:val="28"/>
        </w:rPr>
        <w:t xml:space="preserve"> (Мин 203 </w:t>
      </w:r>
      <w:proofErr w:type="spellStart"/>
      <w:r w:rsidR="004D6964" w:rsidRPr="00BB5AED">
        <w:rPr>
          <w:rFonts w:ascii="PT Astra Serif" w:hAnsi="PT Astra Serif"/>
          <w:szCs w:val="28"/>
        </w:rPr>
        <w:t>Рз</w:t>
      </w:r>
      <w:proofErr w:type="spellEnd"/>
      <w:r w:rsidR="004D6964" w:rsidRPr="00BB5AED">
        <w:rPr>
          <w:rFonts w:ascii="PT Astra Serif" w:hAnsi="PT Astra Serif"/>
          <w:szCs w:val="28"/>
        </w:rPr>
        <w:t xml:space="preserve"> 03 </w:t>
      </w:r>
      <w:proofErr w:type="gramStart"/>
      <w:r w:rsidR="004D6964" w:rsidRPr="00BB5AED">
        <w:rPr>
          <w:rFonts w:ascii="PT Astra Serif" w:hAnsi="PT Astra Serif"/>
          <w:szCs w:val="28"/>
        </w:rPr>
        <w:t>ПР</w:t>
      </w:r>
      <w:proofErr w:type="gramEnd"/>
      <w:r w:rsidR="004D6964" w:rsidRPr="00BB5AED">
        <w:rPr>
          <w:rFonts w:ascii="PT Astra Serif" w:hAnsi="PT Astra Serif"/>
          <w:szCs w:val="28"/>
        </w:rPr>
        <w:t xml:space="preserve"> 14 ЦС 11 0 00 57010) цифры </w:t>
      </w:r>
      <w:r w:rsidR="00A86115">
        <w:rPr>
          <w:rFonts w:ascii="PT Astra Serif" w:hAnsi="PT Astra Serif"/>
          <w:szCs w:val="28"/>
        </w:rPr>
        <w:t>«</w:t>
      </w:r>
      <w:r w:rsidR="0032328C" w:rsidRPr="00BB5AED">
        <w:rPr>
          <w:rFonts w:ascii="PT Astra Serif" w:hAnsi="PT Astra Serif"/>
          <w:color w:val="000000"/>
          <w:spacing w:val="-4"/>
          <w:szCs w:val="28"/>
        </w:rPr>
        <w:t>1708,7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BB5AED" w:rsidRPr="00BB5AED">
        <w:rPr>
          <w:rFonts w:ascii="PT Astra Serif" w:hAnsi="PT Astra Serif"/>
          <w:color w:val="000000"/>
          <w:spacing w:val="-4"/>
          <w:szCs w:val="28"/>
        </w:rPr>
        <w:t>3390,4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985E28" w:rsidP="00BB5AE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 w:rsidRPr="00BB5AED">
        <w:rPr>
          <w:rFonts w:ascii="PT Astra Serif" w:hAnsi="PT Astra Serif"/>
          <w:szCs w:val="28"/>
        </w:rPr>
        <w:t xml:space="preserve">в графе 8 </w:t>
      </w:r>
      <w:r w:rsidR="004D6964" w:rsidRPr="00BB5AED">
        <w:rPr>
          <w:rFonts w:ascii="PT Astra Serif" w:hAnsi="PT Astra Serif"/>
          <w:szCs w:val="28"/>
        </w:rPr>
        <w:t>строк</w:t>
      </w:r>
      <w:r>
        <w:rPr>
          <w:rFonts w:ascii="PT Astra Serif" w:hAnsi="PT Astra Serif"/>
          <w:szCs w:val="28"/>
        </w:rPr>
        <w:t>и</w:t>
      </w:r>
      <w:r w:rsidR="004D6964" w:rsidRPr="00BB5AED">
        <w:rPr>
          <w:rFonts w:ascii="PT Astra Serif" w:hAnsi="PT Astra Serif"/>
          <w:szCs w:val="28"/>
        </w:rPr>
        <w:t xml:space="preserve"> </w:t>
      </w:r>
      <w:r w:rsidR="00A86115">
        <w:rPr>
          <w:rFonts w:ascii="PT Astra Serif" w:hAnsi="PT Astra Serif"/>
          <w:szCs w:val="28"/>
        </w:rPr>
        <w:t>«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>Межбюджетные трансферты</w:t>
      </w:r>
      <w:r w:rsidR="00A86115">
        <w:rPr>
          <w:rFonts w:ascii="PT Astra Serif" w:hAnsi="PT Astra Serif"/>
          <w:szCs w:val="28"/>
        </w:rPr>
        <w:t>»</w:t>
      </w:r>
      <w:r w:rsidR="004D6964" w:rsidRPr="00BB5AED">
        <w:rPr>
          <w:rFonts w:ascii="PT Astra Serif" w:hAnsi="PT Astra Serif"/>
          <w:szCs w:val="28"/>
        </w:rPr>
        <w:t xml:space="preserve"> (Мин 203 </w:t>
      </w:r>
      <w:proofErr w:type="spellStart"/>
      <w:r w:rsidR="004D6964" w:rsidRPr="00BB5AED">
        <w:rPr>
          <w:rFonts w:ascii="PT Astra Serif" w:hAnsi="PT Astra Serif"/>
          <w:szCs w:val="28"/>
        </w:rPr>
        <w:t>Рз</w:t>
      </w:r>
      <w:proofErr w:type="spellEnd"/>
      <w:r w:rsidR="004D6964" w:rsidRPr="00BB5AED">
        <w:rPr>
          <w:rFonts w:ascii="PT Astra Serif" w:hAnsi="PT Astra Serif"/>
          <w:szCs w:val="28"/>
        </w:rPr>
        <w:t xml:space="preserve"> 03 </w:t>
      </w:r>
      <w:proofErr w:type="gramStart"/>
      <w:r w:rsidR="004D6964" w:rsidRPr="00BB5AED">
        <w:rPr>
          <w:rFonts w:ascii="PT Astra Serif" w:hAnsi="PT Astra Serif"/>
          <w:szCs w:val="28"/>
        </w:rPr>
        <w:t>ПР</w:t>
      </w:r>
      <w:proofErr w:type="gramEnd"/>
      <w:r w:rsidR="004D6964" w:rsidRPr="00BB5AED">
        <w:rPr>
          <w:rFonts w:ascii="PT Astra Serif" w:hAnsi="PT Astra Serif"/>
          <w:szCs w:val="28"/>
        </w:rPr>
        <w:t xml:space="preserve"> 14 </w:t>
      </w:r>
      <w:r w:rsidR="00BB5AED">
        <w:rPr>
          <w:rFonts w:ascii="PT Astra Serif" w:hAnsi="PT Astra Serif"/>
          <w:szCs w:val="28"/>
        </w:rPr>
        <w:br/>
      </w:r>
      <w:r w:rsidR="004D6964" w:rsidRPr="00BB5AED">
        <w:rPr>
          <w:rFonts w:ascii="PT Astra Serif" w:hAnsi="PT Astra Serif"/>
          <w:szCs w:val="28"/>
        </w:rPr>
        <w:t xml:space="preserve">ЦС 11 0 00 57010 ВР 500) цифры </w:t>
      </w:r>
      <w:r w:rsidR="00A86115">
        <w:rPr>
          <w:rFonts w:ascii="PT Astra Serif" w:hAnsi="PT Astra Serif"/>
          <w:szCs w:val="28"/>
        </w:rPr>
        <w:t>«</w:t>
      </w:r>
      <w:r w:rsidR="0032328C" w:rsidRPr="00BB5AED">
        <w:rPr>
          <w:rFonts w:ascii="PT Astra Serif" w:hAnsi="PT Astra Serif"/>
          <w:color w:val="000000"/>
          <w:spacing w:val="-4"/>
          <w:szCs w:val="28"/>
        </w:rPr>
        <w:t>1708,7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BB5AED" w:rsidRPr="00BB5AED">
        <w:rPr>
          <w:rFonts w:ascii="PT Astra Serif" w:hAnsi="PT Astra Serif"/>
          <w:color w:val="000000"/>
          <w:spacing w:val="-4"/>
          <w:szCs w:val="28"/>
        </w:rPr>
        <w:t>3390,4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="004D6964" w:rsidRPr="00BB5AED">
        <w:rPr>
          <w:rFonts w:ascii="PT Astra Serif" w:hAnsi="PT Astra Serif"/>
          <w:color w:val="000000"/>
          <w:spacing w:val="-4"/>
          <w:szCs w:val="28"/>
        </w:rPr>
        <w:t>;</w:t>
      </w:r>
    </w:p>
    <w:p w:rsidR="004D6964" w:rsidRDefault="00246A17" w:rsidP="00020555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б) в главе </w:t>
      </w:r>
      <w:r w:rsidR="00A86115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Министерство транспорта Ульяновской области</w:t>
      </w:r>
      <w:r w:rsidR="00A86115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(Мин 233):</w:t>
      </w:r>
    </w:p>
    <w:p w:rsidR="00246A17" w:rsidRPr="00246A17" w:rsidRDefault="00246A17" w:rsidP="00020555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 w:rsidRPr="00246A17">
        <w:rPr>
          <w:rFonts w:ascii="PT Astra Serif" w:hAnsi="PT Astra Serif"/>
          <w:szCs w:val="28"/>
        </w:rPr>
        <w:t xml:space="preserve">цифры </w:t>
      </w:r>
      <w:r w:rsidR="00A86115">
        <w:rPr>
          <w:rFonts w:ascii="PT Astra Serif" w:hAnsi="PT Astra Serif"/>
          <w:szCs w:val="28"/>
        </w:rPr>
        <w:t>«</w:t>
      </w:r>
      <w:r w:rsidRPr="00246A17">
        <w:rPr>
          <w:rFonts w:ascii="PT Astra Serif" w:hAnsi="PT Astra Serif"/>
          <w:color w:val="000000"/>
          <w:spacing w:val="-4"/>
          <w:szCs w:val="28"/>
        </w:rPr>
        <w:t>11040915,77</w:t>
      </w:r>
      <w:r w:rsidR="00A86115">
        <w:rPr>
          <w:rFonts w:ascii="PT Astra Serif" w:hAnsi="PT Astra Serif"/>
          <w:szCs w:val="28"/>
        </w:rPr>
        <w:t>»</w:t>
      </w:r>
      <w:r w:rsidRPr="00246A17">
        <w:rPr>
          <w:rFonts w:ascii="PT Astra Serif" w:hAnsi="PT Astra Serif"/>
          <w:szCs w:val="28"/>
        </w:rPr>
        <w:t xml:space="preserve"> заменить цифрами </w:t>
      </w:r>
      <w:r w:rsidR="00A86115">
        <w:rPr>
          <w:rFonts w:ascii="PT Astra Serif" w:hAnsi="PT Astra Serif"/>
          <w:szCs w:val="28"/>
        </w:rPr>
        <w:t>«</w:t>
      </w:r>
      <w:r w:rsidR="00631A86" w:rsidRPr="00631A86">
        <w:rPr>
          <w:rFonts w:ascii="PT Astra Serif" w:hAnsi="PT Astra Serif"/>
          <w:szCs w:val="28"/>
        </w:rPr>
        <w:t>13126581,97</w:t>
      </w:r>
      <w:r w:rsidR="00A86115">
        <w:rPr>
          <w:rFonts w:ascii="PT Astra Serif" w:hAnsi="PT Astra Serif"/>
          <w:szCs w:val="28"/>
        </w:rPr>
        <w:t>»</w:t>
      </w:r>
      <w:r w:rsidRPr="00246A17">
        <w:rPr>
          <w:rFonts w:ascii="PT Astra Serif" w:hAnsi="PT Astra Serif"/>
          <w:szCs w:val="28"/>
        </w:rPr>
        <w:t xml:space="preserve">, цифры </w:t>
      </w:r>
      <w:r w:rsidR="00A86115">
        <w:rPr>
          <w:rFonts w:ascii="PT Astra Serif" w:hAnsi="PT Astra Serif"/>
          <w:szCs w:val="28"/>
        </w:rPr>
        <w:t>«</w:t>
      </w:r>
      <w:r w:rsidRPr="00246A17">
        <w:rPr>
          <w:rFonts w:ascii="PT Astra Serif" w:hAnsi="PT Astra Serif"/>
          <w:color w:val="000000"/>
          <w:spacing w:val="-4"/>
          <w:szCs w:val="28"/>
        </w:rPr>
        <w:t>10218301,77</w:t>
      </w:r>
      <w:r w:rsidR="00A86115">
        <w:rPr>
          <w:rFonts w:ascii="PT Astra Serif" w:hAnsi="PT Astra Serif"/>
          <w:szCs w:val="28"/>
        </w:rPr>
        <w:t>»</w:t>
      </w:r>
      <w:r w:rsidRPr="00246A17">
        <w:rPr>
          <w:rFonts w:ascii="PT Astra Serif" w:hAnsi="PT Astra Serif"/>
          <w:szCs w:val="28"/>
        </w:rPr>
        <w:t xml:space="preserve"> заменить цифрами </w:t>
      </w:r>
      <w:r w:rsidR="00A86115">
        <w:rPr>
          <w:rFonts w:ascii="PT Astra Serif" w:hAnsi="PT Astra Serif"/>
          <w:szCs w:val="28"/>
        </w:rPr>
        <w:t>«</w:t>
      </w:r>
      <w:r w:rsidR="00631A86" w:rsidRPr="00631A86">
        <w:rPr>
          <w:rFonts w:ascii="PT Astra Serif" w:hAnsi="PT Astra Serif"/>
          <w:szCs w:val="28"/>
        </w:rPr>
        <w:t>8132635,57</w:t>
      </w:r>
      <w:r w:rsidR="00A86115">
        <w:rPr>
          <w:rFonts w:ascii="PT Astra Serif" w:hAnsi="PT Astra Serif"/>
          <w:szCs w:val="28"/>
        </w:rPr>
        <w:t>»</w:t>
      </w:r>
      <w:r w:rsidRPr="00246A17">
        <w:rPr>
          <w:rFonts w:ascii="PT Astra Serif" w:hAnsi="PT Astra Serif"/>
          <w:szCs w:val="28"/>
        </w:rPr>
        <w:t>;</w:t>
      </w:r>
    </w:p>
    <w:p w:rsidR="00246A17" w:rsidRPr="00246A17" w:rsidRDefault="00246A17" w:rsidP="00020555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 w:rsidRPr="00246A17">
        <w:rPr>
          <w:rFonts w:ascii="PT Astra Serif" w:hAnsi="PT Astra Serif"/>
          <w:szCs w:val="28"/>
        </w:rPr>
        <w:t xml:space="preserve">в строке </w:t>
      </w:r>
      <w:r w:rsidR="00A86115">
        <w:rPr>
          <w:rFonts w:ascii="PT Astra Serif" w:hAnsi="PT Astra Serif"/>
          <w:szCs w:val="28"/>
        </w:rPr>
        <w:t>«</w:t>
      </w:r>
      <w:r w:rsidRPr="00246A17">
        <w:rPr>
          <w:rFonts w:ascii="PT Astra Serif" w:hAnsi="PT Astra Serif"/>
          <w:color w:val="000000"/>
          <w:spacing w:val="-4"/>
          <w:szCs w:val="28"/>
        </w:rPr>
        <w:t>Национальная экономика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246A17">
        <w:rPr>
          <w:rFonts w:ascii="PT Astra Serif" w:hAnsi="PT Astra Serif"/>
          <w:color w:val="000000"/>
          <w:spacing w:val="-4"/>
          <w:szCs w:val="28"/>
        </w:rPr>
        <w:t xml:space="preserve"> (Мин 233 </w:t>
      </w:r>
      <w:proofErr w:type="spellStart"/>
      <w:r w:rsidRPr="00246A17">
        <w:rPr>
          <w:rFonts w:ascii="PT Astra Serif" w:hAnsi="PT Astra Serif"/>
          <w:color w:val="000000"/>
          <w:spacing w:val="-4"/>
          <w:szCs w:val="28"/>
        </w:rPr>
        <w:t>Рз</w:t>
      </w:r>
      <w:proofErr w:type="spellEnd"/>
      <w:r w:rsidRPr="00246A17">
        <w:rPr>
          <w:rFonts w:ascii="PT Astra Serif" w:hAnsi="PT Astra Serif"/>
          <w:color w:val="000000"/>
          <w:spacing w:val="-4"/>
          <w:szCs w:val="28"/>
        </w:rPr>
        <w:t xml:space="preserve"> 04 </w:t>
      </w:r>
      <w:proofErr w:type="gramStart"/>
      <w:r w:rsidRPr="00246A17">
        <w:rPr>
          <w:rFonts w:ascii="PT Astra Serif" w:hAnsi="PT Astra Serif"/>
          <w:color w:val="000000"/>
          <w:spacing w:val="-4"/>
          <w:szCs w:val="28"/>
        </w:rPr>
        <w:t>ПР</w:t>
      </w:r>
      <w:proofErr w:type="gramEnd"/>
      <w:r w:rsidRPr="00246A17">
        <w:rPr>
          <w:rFonts w:ascii="PT Astra Serif" w:hAnsi="PT Astra Serif"/>
          <w:color w:val="000000"/>
          <w:spacing w:val="-4"/>
          <w:szCs w:val="28"/>
        </w:rPr>
        <w:t xml:space="preserve"> 00) цифры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Pr="00246A17">
        <w:rPr>
          <w:rFonts w:ascii="PT Astra Serif" w:hAnsi="PT Astra Serif"/>
          <w:color w:val="000000"/>
          <w:spacing w:val="-4"/>
          <w:szCs w:val="28"/>
        </w:rPr>
        <w:t>11040915,77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246A17">
        <w:rPr>
          <w:rFonts w:ascii="PT Astra Serif" w:hAnsi="PT Astra Serif"/>
          <w:color w:val="000000"/>
          <w:spacing w:val="-4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Cs w:val="28"/>
        </w:rPr>
        <w:t>«</w:t>
      </w:r>
      <w:r w:rsidR="00631A86" w:rsidRPr="00631A86">
        <w:rPr>
          <w:rFonts w:ascii="PT Astra Serif" w:hAnsi="PT Astra Serif"/>
          <w:color w:val="000000"/>
          <w:spacing w:val="-4"/>
          <w:szCs w:val="28"/>
        </w:rPr>
        <w:t>13126581,97</w:t>
      </w:r>
      <w:r w:rsidR="00A86115">
        <w:rPr>
          <w:rFonts w:ascii="PT Astra Serif" w:hAnsi="PT Astra Serif"/>
          <w:color w:val="000000"/>
          <w:spacing w:val="-4"/>
          <w:szCs w:val="28"/>
        </w:rPr>
        <w:t>»</w:t>
      </w:r>
      <w:r w:rsidRPr="00246A17">
        <w:rPr>
          <w:rFonts w:ascii="PT Astra Serif" w:hAnsi="PT Astra Serif"/>
          <w:color w:val="000000"/>
          <w:spacing w:val="-4"/>
          <w:szCs w:val="28"/>
        </w:rPr>
        <w:t xml:space="preserve">, </w:t>
      </w:r>
      <w:r w:rsidRPr="00246A17">
        <w:rPr>
          <w:rFonts w:ascii="PT Astra Serif" w:hAnsi="PT Astra Serif"/>
          <w:szCs w:val="28"/>
        </w:rPr>
        <w:t xml:space="preserve">цифры </w:t>
      </w:r>
      <w:r w:rsidR="00A86115">
        <w:rPr>
          <w:rFonts w:ascii="PT Astra Serif" w:hAnsi="PT Astra Serif"/>
          <w:szCs w:val="28"/>
        </w:rPr>
        <w:t>«</w:t>
      </w:r>
      <w:r w:rsidRPr="00246A17">
        <w:rPr>
          <w:rFonts w:ascii="PT Astra Serif" w:hAnsi="PT Astra Serif"/>
          <w:color w:val="000000"/>
          <w:spacing w:val="-4"/>
          <w:szCs w:val="28"/>
        </w:rPr>
        <w:t>10218301,77</w:t>
      </w:r>
      <w:r w:rsidR="00A86115">
        <w:rPr>
          <w:rFonts w:ascii="PT Astra Serif" w:hAnsi="PT Astra Serif"/>
          <w:szCs w:val="28"/>
        </w:rPr>
        <w:t>»</w:t>
      </w:r>
      <w:r w:rsidRPr="00246A17">
        <w:rPr>
          <w:rFonts w:ascii="PT Astra Serif" w:hAnsi="PT Astra Serif"/>
          <w:szCs w:val="28"/>
        </w:rPr>
        <w:t xml:space="preserve"> заменить цифрами </w:t>
      </w:r>
      <w:r w:rsidR="00A86115">
        <w:rPr>
          <w:rFonts w:ascii="PT Astra Serif" w:hAnsi="PT Astra Serif"/>
          <w:szCs w:val="28"/>
        </w:rPr>
        <w:t>«</w:t>
      </w:r>
      <w:r w:rsidR="00631A86" w:rsidRPr="00631A86">
        <w:rPr>
          <w:rFonts w:ascii="PT Astra Serif" w:hAnsi="PT Astra Serif"/>
          <w:szCs w:val="28"/>
        </w:rPr>
        <w:t>8132635,57</w:t>
      </w:r>
      <w:r w:rsidR="00A86115">
        <w:rPr>
          <w:rFonts w:ascii="PT Astra Serif" w:hAnsi="PT Astra Serif"/>
          <w:szCs w:val="28"/>
        </w:rPr>
        <w:t>»</w:t>
      </w:r>
      <w:r w:rsidRPr="00246A17">
        <w:rPr>
          <w:rFonts w:ascii="PT Astra Serif" w:hAnsi="PT Astra Serif"/>
          <w:szCs w:val="28"/>
        </w:rPr>
        <w:t>;</w:t>
      </w:r>
    </w:p>
    <w:p w:rsidR="00246A17" w:rsidRPr="00E03A4B" w:rsidRDefault="00631A86" w:rsidP="00020555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подраздел </w:t>
      </w:r>
      <w:r w:rsidR="00A86115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Дорожное хозяйство (дорожные фонды)</w:t>
      </w:r>
      <w:r w:rsidR="00985E28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(Мин 233 </w:t>
      </w:r>
      <w:proofErr w:type="spellStart"/>
      <w:r>
        <w:rPr>
          <w:rFonts w:ascii="PT Astra Serif" w:hAnsi="PT Astra Serif"/>
          <w:szCs w:val="28"/>
        </w:rPr>
        <w:t>Рз</w:t>
      </w:r>
      <w:proofErr w:type="spellEnd"/>
      <w:r>
        <w:rPr>
          <w:rFonts w:ascii="PT Astra Serif" w:hAnsi="PT Astra Serif"/>
          <w:szCs w:val="28"/>
        </w:rPr>
        <w:t xml:space="preserve"> 04 </w:t>
      </w:r>
      <w:r>
        <w:rPr>
          <w:rFonts w:ascii="PT Astra Serif" w:hAnsi="PT Astra Serif"/>
          <w:szCs w:val="28"/>
        </w:rPr>
        <w:br/>
      </w:r>
      <w:proofErr w:type="gramStart"/>
      <w:r>
        <w:rPr>
          <w:rFonts w:ascii="PT Astra Serif" w:hAnsi="PT Astra Serif"/>
          <w:szCs w:val="28"/>
        </w:rPr>
        <w:t>ПР</w:t>
      </w:r>
      <w:proofErr w:type="gramEnd"/>
      <w:r>
        <w:rPr>
          <w:rFonts w:ascii="PT Astra Serif" w:hAnsi="PT Astra Serif"/>
          <w:szCs w:val="28"/>
        </w:rPr>
        <w:t xml:space="preserve"> 0</w:t>
      </w:r>
      <w:r w:rsidR="00D859FD">
        <w:rPr>
          <w:rFonts w:ascii="PT Astra Serif" w:hAnsi="PT Astra Serif"/>
          <w:szCs w:val="28"/>
        </w:rPr>
        <w:t>9</w:t>
      </w:r>
      <w:r>
        <w:rPr>
          <w:rFonts w:ascii="PT Astra Serif" w:hAnsi="PT Astra Serif"/>
          <w:szCs w:val="28"/>
        </w:rPr>
        <w:t>) изложить в следующей редакции:</w:t>
      </w:r>
    </w:p>
    <w:p w:rsidR="00AB479F" w:rsidRPr="00D500BA" w:rsidRDefault="00AB479F" w:rsidP="00020555">
      <w:pPr>
        <w:spacing w:line="360" w:lineRule="auto"/>
        <w:ind w:firstLine="709"/>
        <w:rPr>
          <w:rFonts w:ascii="PT Astra Serif" w:hAnsi="PT Astra Serif"/>
          <w:sz w:val="28"/>
          <w:szCs w:val="28"/>
          <w:highlight w:val="cyan"/>
        </w:rPr>
        <w:sectPr w:rsidR="00AB479F" w:rsidRPr="00D500BA" w:rsidSect="0028779B">
          <w:headerReference w:type="even" r:id="rId9"/>
          <w:headerReference w:type="default" r:id="rId10"/>
          <w:headerReference w:type="first" r:id="rId11"/>
          <w:footerReference w:type="first" r:id="rId12"/>
          <w:pgSz w:w="11907" w:h="16840" w:code="9"/>
          <w:pgMar w:top="1134" w:right="567" w:bottom="1134" w:left="1701" w:header="709" w:footer="709" w:gutter="0"/>
          <w:cols w:space="720"/>
          <w:formProt w:val="0"/>
          <w:titlePg/>
          <w:docGrid w:linePitch="272"/>
        </w:sectPr>
      </w:pPr>
    </w:p>
    <w:tbl>
      <w:tblPr>
        <w:tblW w:w="14670" w:type="dxa"/>
        <w:tblInd w:w="108" w:type="dxa"/>
        <w:tblLayout w:type="fixed"/>
        <w:tblLook w:val="04A0"/>
      </w:tblPr>
      <w:tblGrid>
        <w:gridCol w:w="4309"/>
        <w:gridCol w:w="636"/>
        <w:gridCol w:w="509"/>
        <w:gridCol w:w="567"/>
        <w:gridCol w:w="1843"/>
        <w:gridCol w:w="567"/>
        <w:gridCol w:w="2098"/>
        <w:gridCol w:w="2098"/>
        <w:gridCol w:w="2043"/>
      </w:tblGrid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A86115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="001F29FE"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12449178,75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7805035,57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10678459,07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портной системы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12427660,26584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7805035,57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10678459,07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чественные автомобильные дор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12427660,26584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7805035,57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10678459,07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дорожной деятельности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4747596,83584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3390183,53486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3570154,6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развитию сист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дорожного хозяйства Ульяно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2172583,3985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2359391,12204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2172583,3985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2359391,12204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государственного казённ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учреждения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202513,54107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240713,4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Pr="001F29F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Pr="001F29F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F29F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ными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101996,7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64938,8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69833,8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72636,7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30653,04107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66050,0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финансирование дорожной де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отношении автом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бильных дорог общего пользов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регионального или межмун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ципального, местного значения (в отношении автомобильных дорог местного значения)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357201,2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финансирование дорожной де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отношении автом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бильных дорог общего пользов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регионального или межмун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бюджетам городских 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округов Ульяновской области в целях финансового обеспечения дорожной деятельности в отнош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автомобильных дорог местн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F29F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бюджетам муниципальных образований Ул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яновской области, предоставля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мые в целях </w:t>
            </w:r>
            <w:proofErr w:type="spell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в связи с ремонтом дв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ровых территорий многокварти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домов и социальных объе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проездов к дворовым терр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монтом, ремонтом и содержанием (установкой дорожных знаков и нанесением горизонтальной ра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метки) автомобильных дорог 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</w:t>
            </w:r>
            <w:proofErr w:type="gram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пользования местного знач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ния, мостов и иных искусственных дорожных сооружений на них, в том числе проектированием и 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 общего пол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зования, велосипедных дорожек и велосипедных парковок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1984781,73734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828278,87175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969441,2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 из областного бюджета Ульяновской области бюджетам муниципальных образований </w:t>
            </w:r>
            <w:r w:rsidR="005835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области, предоста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ляемые в целях </w:t>
            </w:r>
            <w:proofErr w:type="spell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в связи с проектирован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ем, строительством (реконстру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цией), капитальным ремонтом, 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велос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педных дорожек и велосипедных парковок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69441,29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69441,2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69441,29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69441,2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5835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области, предоста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ляемые в целях </w:t>
            </w:r>
            <w:proofErr w:type="spell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в связи с ремонтом дв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ровых территорий многокварти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домов и социальных объе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проездов к дворовым терр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монтом, ремонтом и содержанием (установкой дорожных знаков и нанесением горизонтальной ра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метки) автомобильных дорог 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</w:t>
            </w:r>
            <w:proofErr w:type="gram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пользования местного знач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 общего пол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1915340,44734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758837,67175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1915340,44734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758837,67175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ленного на достижение целей, п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казателей и результатов федерал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6323718,88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3364065,67655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5784243,47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Развитие инфраструктуры доро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хозяйства, обеспечивающей транспортную связанность между центрами экономического роста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825184,9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1528234,55386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401136,1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825184,9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1528234,55386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401136,1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Приведение в нормативное 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стояние автомобильных дорог и искусственных дорожных соор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жений в рамках реализации 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качественные дороги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3412867,78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1755831,12269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5383107,37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3013869,96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1400831,12269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5028107,37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398997,82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муниципальных районов (г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округов) Ульяновской 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в целях </w:t>
            </w:r>
            <w:proofErr w:type="spell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при предоставлении су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юридическим лицам, ос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ществляющим строительство и 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конструкцию искусственных д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сооружений в рамках ре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лизации национального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качественные дор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="00E027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возмещения затрат, связанных с уплатой процентов по кредитам, полученным в целях приобретения материалов</w:t>
            </w:r>
            <w:r w:rsidR="000E36D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нео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ходимых для осуществления ук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занной дорожной деятельности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инфраструктуры доро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хозяйства, обеспечивающей транспортную связанность между центрами экономического роста, источником финансового обесп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которых является бюдже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кредит Ульяновской области в целях опережающего финанс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обеспечения расходных об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зательств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М3890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551566,2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М3890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551566,2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Приведение в нормативное 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стояние автомобильных дорог и искусственных дорожных соор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жений в рамках реализации 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качественные дороги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источн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 финансового обеспечения к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торых является бюджетный кредит </w:t>
            </w:r>
            <w:r w:rsidR="00BE7D9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в целях оп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режающего финансового обесп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чения расходных обязательств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М3940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1534100,0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М3940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1534100,0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Общесистемные меры развития дорожного хозя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целей, показателей и результ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системные меры развития доро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хозяйства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1206344,55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838283,89115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1074061,0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роботизированных технологий 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ганизации дорожного движения и </w:t>
            </w:r>
            <w:proofErr w:type="gram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контроля за</w:t>
            </w:r>
            <w:proofErr w:type="gram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соблюдением правил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836344,55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620612,59534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роботизированных технологий 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дорожного движения и контроля за соблюдением правил дорожного движения (предоста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автономной некоммерч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орган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дорожного движения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из областного бюджета Ульяновской области в целях ф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нансового обеспечения её затрат в связи с осуществлением деятел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направленной на повыш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общего уровня общественной безопасности, правопорядка и </w:t>
            </w:r>
            <w:proofErr w:type="spell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</w:t>
            </w:r>
            <w:r w:rsidR="00E066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зопасности</w:t>
            </w:r>
            <w:proofErr w:type="spell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среды обитания на территории Ульяновской области, в том числе посредством</w:t>
            </w:r>
            <w:proofErr w:type="gram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участия в решении вопросов организации и развития комплексной информ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ционной среды, обеспечивающей прогнозирование, мониторинг, предупреждение и ликвидацию возможных угроз общественной безопасности, а также контроль устранения последствий чрезв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чайных ситуаций и правонаруш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ний, связанных с повышением уровня безопасности дорожного движения в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750151,55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564877,99534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750151,55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564877,99534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мер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приятий, направленных на внедр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интеллектуальных транспор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систем, предусматривающих автоматизацию процессов упра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ления дорожным движением в г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агломерациях, включа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города с населением свыше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25734,6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интеллектуальных транспортных систем, а также 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томатических пунктов весогаб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ритного контроля на автомобил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дорогах регионального или межмуниципального значения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217671,29581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интеллектуальных транспортных систем, а также 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томатических пунктов весогаб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ритного контроля на автомобил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дорогах регионального или межмуниципального значения Ульяновской области (размещение автоматических пунктов весогаб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ритного контроля на автомобил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дорогах регионального или межмуниципального значения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217671,29581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217671,29581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Внедрение интеллектуальных транспортных систем, а также 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томатических пунктов весогаб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ритного контроля на автомобил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дорогах регионального или межмуниципального значения Ульяновской области (внедрение интеллектуальных транспортных систем (установка метеостанции)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F29F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212502,46744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212502,46744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212502,46744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комплекса, сел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и регулирование рынков сельскохозяйственной продукции, сырья и продовольс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сельских территорий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сельских территорий и регулирование ры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сельскохозяйственной пр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дукции, сырья и продовольствия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уровня комфортного прож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сельской местности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6370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в целях </w:t>
            </w:r>
            <w:proofErr w:type="spellStart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реализацией мероприятий, направленных на развитие транспортной инфр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на сельских территор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</w:tr>
      <w:tr w:rsidR="001F29FE" w:rsidRPr="002C4E01" w:rsidTr="001F29FE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41710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29FE" w:rsidRPr="002C4E01" w:rsidRDefault="001F29FE" w:rsidP="001F29F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F29FE" w:rsidRPr="002C4E01" w:rsidRDefault="001F29FE" w:rsidP="001F29F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C4E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1F29FE" w:rsidRDefault="005627FE" w:rsidP="00583513">
      <w:pPr>
        <w:spacing w:before="120"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5627FE">
        <w:rPr>
          <w:rFonts w:ascii="PT Astra Serif" w:hAnsi="PT Astra Serif"/>
          <w:sz w:val="28"/>
          <w:szCs w:val="28"/>
        </w:rPr>
        <w:lastRenderedPageBreak/>
        <w:tab/>
        <w:t xml:space="preserve">в) в главе </w:t>
      </w:r>
      <w:r w:rsidR="00A86115">
        <w:rPr>
          <w:rFonts w:ascii="PT Astra Serif" w:hAnsi="PT Astra Serif"/>
          <w:sz w:val="28"/>
          <w:szCs w:val="28"/>
        </w:rPr>
        <w:t>«</w:t>
      </w:r>
      <w:r w:rsidRPr="005627FE">
        <w:rPr>
          <w:rFonts w:ascii="PT Astra Serif" w:hAnsi="PT Astra Serif"/>
          <w:color w:val="000000"/>
          <w:sz w:val="28"/>
          <w:szCs w:val="28"/>
        </w:rPr>
        <w:t>Министерство экономического развития и промышленности Ульяновской области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(Мин 241):</w:t>
      </w:r>
    </w:p>
    <w:p w:rsidR="005627FE" w:rsidRDefault="005627FE" w:rsidP="00583513">
      <w:pPr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5627FE">
        <w:rPr>
          <w:rFonts w:ascii="PT Astra Serif" w:hAnsi="PT Astra Serif"/>
          <w:color w:val="000000"/>
          <w:sz w:val="28"/>
          <w:szCs w:val="28"/>
        </w:rPr>
        <w:t xml:space="preserve">цифры </w:t>
      </w:r>
      <w:r w:rsidR="00A86115">
        <w:rPr>
          <w:rFonts w:ascii="PT Astra Serif" w:hAnsi="PT Astra Serif"/>
          <w:color w:val="000000"/>
          <w:sz w:val="28"/>
          <w:szCs w:val="28"/>
        </w:rPr>
        <w:t>«</w:t>
      </w:r>
      <w:r w:rsidRPr="005627FE">
        <w:rPr>
          <w:rFonts w:ascii="PT Astra Serif" w:hAnsi="PT Astra Serif"/>
          <w:color w:val="000000"/>
          <w:sz w:val="28"/>
          <w:szCs w:val="28"/>
        </w:rPr>
        <w:t>1219253,51736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 w:rsidRPr="005627FE">
        <w:rPr>
          <w:rFonts w:ascii="PT Astra Serif" w:hAnsi="PT Astra Serif"/>
          <w:color w:val="000000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z w:val="28"/>
          <w:szCs w:val="28"/>
        </w:rPr>
        <w:t>«</w:t>
      </w:r>
      <w:r w:rsidRPr="005627FE">
        <w:rPr>
          <w:rFonts w:ascii="PT Astra Serif" w:hAnsi="PT Astra Serif"/>
          <w:color w:val="000000"/>
          <w:sz w:val="28"/>
          <w:szCs w:val="28"/>
        </w:rPr>
        <w:t>1222253,51736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 w:rsidRPr="005627FE">
        <w:rPr>
          <w:rFonts w:ascii="PT Astra Serif" w:hAnsi="PT Astra Serif"/>
          <w:color w:val="000000"/>
          <w:sz w:val="28"/>
          <w:szCs w:val="28"/>
        </w:rPr>
        <w:t>;</w:t>
      </w:r>
    </w:p>
    <w:p w:rsidR="005627FE" w:rsidRDefault="005627FE" w:rsidP="00583513">
      <w:pPr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строке </w:t>
      </w:r>
      <w:r w:rsidR="00A86115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hAnsi="PT Astra Serif"/>
          <w:color w:val="000000"/>
          <w:sz w:val="28"/>
          <w:szCs w:val="28"/>
        </w:rPr>
        <w:t>Национальная экономика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(Мин 241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Рз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 04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ПР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00) цифры </w:t>
      </w:r>
      <w:r w:rsidR="00A86115">
        <w:rPr>
          <w:rFonts w:ascii="PT Astra Serif" w:hAnsi="PT Astra Serif"/>
          <w:color w:val="000000"/>
          <w:sz w:val="28"/>
          <w:szCs w:val="28"/>
        </w:rPr>
        <w:t>«</w:t>
      </w:r>
      <w:r w:rsidRPr="005627FE">
        <w:rPr>
          <w:rFonts w:ascii="PT Astra Serif" w:hAnsi="PT Astra Serif"/>
          <w:color w:val="000000"/>
          <w:sz w:val="28"/>
          <w:szCs w:val="28"/>
        </w:rPr>
        <w:t>1219253,51736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z w:val="28"/>
          <w:szCs w:val="28"/>
        </w:rPr>
        <w:t>«</w:t>
      </w:r>
      <w:r w:rsidRPr="005627FE">
        <w:rPr>
          <w:rFonts w:ascii="PT Astra Serif" w:hAnsi="PT Astra Serif"/>
          <w:color w:val="000000"/>
          <w:sz w:val="28"/>
          <w:szCs w:val="28"/>
        </w:rPr>
        <w:t>1222253,51736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417109" w:rsidRDefault="00417109" w:rsidP="0074087A">
      <w:pPr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подраздел </w:t>
      </w:r>
      <w:r w:rsidR="00A86115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hAnsi="PT Astra Serif"/>
          <w:color w:val="000000"/>
          <w:sz w:val="28"/>
          <w:szCs w:val="28"/>
        </w:rPr>
        <w:t>Другие вопросы в области национальной экономики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(Мин 241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Рз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 04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ПР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12) изложить в следующей редакции:</w:t>
      </w:r>
    </w:p>
    <w:tbl>
      <w:tblPr>
        <w:tblW w:w="14670" w:type="dxa"/>
        <w:tblInd w:w="108" w:type="dxa"/>
        <w:tblLayout w:type="fixed"/>
        <w:tblLook w:val="04A0"/>
      </w:tblPr>
      <w:tblGrid>
        <w:gridCol w:w="4309"/>
        <w:gridCol w:w="636"/>
        <w:gridCol w:w="509"/>
        <w:gridCol w:w="567"/>
        <w:gridCol w:w="1843"/>
        <w:gridCol w:w="567"/>
        <w:gridCol w:w="2098"/>
        <w:gridCol w:w="2098"/>
        <w:gridCol w:w="2043"/>
      </w:tblGrid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A86115" w:rsidP="0074087A">
            <w:pPr>
              <w:spacing w:line="23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E13DB9"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</w:t>
            </w:r>
            <w:r w:rsidR="00E13DB9"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E13DB9"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1148378,41736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265436,1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148195,4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Внесение членского взноса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инновационных 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гионов России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337089,11736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127592,8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89469,4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и развитие инфраструктуры зон ра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74087A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100769,0018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22054,4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74087A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21534,5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промышленных зон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44216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20554,4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20034,5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тельных акций, размещаемых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рация развития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погашения осно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долга по кредиту на стро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тельство объектов инфраструкт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 промышленных зон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8890,9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8890,9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орган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зациям, которым в соответствии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 Законом Ульяновской области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от 15 марта 2005 года № 019-ЗО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развитии инвестиционной де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 территории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 статус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ганизации, уполномоченной в сфере формирования и развития инфраструктуры промышленных зон, в целях возмещения затрат указанных организаций по уплате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процентов по кредитам, получе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на формирование и развитие инфраструктуры промышленных зон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11143,6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11143,6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портовой особой экономической зоны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организациям – резидентам портовой особой экономической зоны, созданной на территории муниципального образования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в целях возмещения затрат в связи с внесением арен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платы, предусмотренной 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говорами аренды недвижимого имущества (за исключением 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мельных участков), находящегося на территории указанной портовой особой экономической зоны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деятельности организации, уполномоченной в сфере форм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рования и развития инфраструкт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 промышленных зон в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30553,0018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орган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зациям, которым в соответствии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 Законом Ульяновской области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от 15 марта 2005 года № 019-ЗО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развитии инвестиционной де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 территории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 статус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ганизации, уполномоченной в сфере формирования и развития инфраструктуры промышленных зон, в целях возмещения части 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 указанных организаций в св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 с осуществлением мероприятий по формированию и развитию 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промышленных зон и функций, определённых пост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новлением Правительства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от 16.08.2013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367-П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вопросах деятельности организации, упо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номоченной в сфере формиров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развития инфраструктуры промышленных зон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30553,0018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30553,0018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индустриального парка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Дими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ровград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Приобретение в собственность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 дополн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тельных акций, размещаемых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рация развития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оплаты доли 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ционерного общества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развития Ульяновской обла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уставном капитале общества с ограниченной ответственностью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индустриал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ный парк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возмещ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осуществлённых обществом с ограниченной ответственностью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индустриал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ный парк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затрат на 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полнение ремонтных работ зд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ний, строений, сооружений,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надлежащих обществу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 огран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ченной ответственностью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митровградский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индустриальный парк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объектов инфраструктуры в целях реализации новых инвестицио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проектов в соответствии с 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становлением Правительства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сийской Федерации от 19.10.2020 № 1704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утверждении Правил определения новых инвестицио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проектов, в </w:t>
            </w: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целях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реализации которых средства бюджета суб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 Российской Федерации, 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свобождаемые в результате сн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объёма погашения задо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 субъекта Российской Федерации перед Российской Ф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дерацией по бюджетным кред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подлежат направлению на выполнение инженерных изыск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ний, проектирование, экспертизу проектной документации и (или) результатов инженерных изыск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ний, строительство, реконстру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 и ввод в эксплуатацию объе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инфраструктуры, а также на подключение (технологическое присоединение) объектов кап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строительства к сетям инженерно-технического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</w:t>
            </w:r>
            <w:r w:rsidR="00600E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Приобретение в собственность Ульяновской области дополн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тельных акций, размещаемых при увеличении уставного капитала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Акционерного общества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рация развития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с целью финансового обеспечения выполнения проек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но-изыскательских работ, услуг по подготовке проектной документ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строительства и подключения (технологического присоединения) объектов капитального строител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инфраструктуры для новых инвестиционных проектов к сетям инженерно-технического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(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электр</w:t>
            </w: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-, тепло-, 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доснабжения или водоотведения)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90 1 08 63170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90 1 08 63170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стиционной деятельности в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поддержки организациям в сфере инвестиционной деятельности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юридическим 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 (за исключением государс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венных и муниципальных учре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дений), реализующим на террит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 инв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стиционные проекты в социальной сфере, субсидий из областного бюджета Ульяновской области в целях возмещения части затрат, связанных с уплатой процентов по кредитам, полученным для фина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обеспечения реализации указанных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государственно-частного партнёрства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ки, физической культуры и спорта, охраны здоровья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организации, уполномоченной в сфере развития государственно-частного партнё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ства на территории Ульяновской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области, субсидий из областного бюджета Ульяновской области в целях возмещения затрат, связа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деятельн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сферах развития образов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науки, физической культуры и спорта, охраны здоровья гра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организациям, реализующим проекты в ходе реализации инв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стиционных проектов, в отнош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которых заключены соглаш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о защите и поощрении капит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ловложений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Технологическое развитие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204971,21556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80589,5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43086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конкурентоспособности предприятий, расположенных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105478,7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стного бюджета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Акционерному обществу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Корпорация развития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связанных с обеспечением организации уч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стия Ульяновской области в Ме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дународной выставке-форуме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представлением лу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практик и достижений в ра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личных отраслях экономики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90 5 01 42440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90 5 01 42440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юридическим 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не являющимся государс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(муниципальными) 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реждениями, осуществляющим на территории Ульяновской области деятельность в сфере промышле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субсидий из областного бюджета Ульяновской области в целях возмещения части затрат, связанных с обеспечением проезда их работников до места работы и обратно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90 5 01 63340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90 5 01 63340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юридическим 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не являющимся государс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(муниципальными) 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реждениями, осуществляющим на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территории Ульяновской области деятельность в сфере промышле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субсидий из областного бюджета Ульяновской области в целях возмещения части затрат, связанных с внесением платы, предусмотренной договорами аренды (имущественного найма) жилых помещений для прожив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работников организации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90 5 01 63350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90 5 01 63350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300CDB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фонду развития промы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ленности Ульяновской области в целях финансового обеспечения его деятельности (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докапитализ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соответствии с постановл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нием Правительства Российской Федерации от 15.04.2014 </w:t>
            </w:r>
            <w:r w:rsidR="00300CD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№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328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 утверждении государственной программы Российской Федерации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промышленности и 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е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конкурентоспособн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R5910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53878,7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R5910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53878,7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в целях финансового обеспечения (возм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щения) затрат на создание, моде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и (или) реконструкцию объектов инфраструктуры индус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риальных парков или промышле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технопарков за счёт средств областного бюджета Ульяновской области сверх установленного уровня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доставление субсидий управля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компаниям в целях приобр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тения, создания, модернизации и (или) реконструкции и ремонта объектов промышленной и техн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логической инфраструктуры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мышленных технопарков в сфере электронной промышленности)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вие росту количества организаций, осуществляющих технологические инновации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84158,61556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номной некоммерческой орган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инновационного развития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в целях финансового обеспечения её затрат в связи с осуществлением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56168,5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56168,5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орган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зациям, наделённым функциями по оказанию организационной и информационной (в том числе консультативной) поддержки по вопросам проведения выставок, конференций, форумов, ярмарок и подобных мероприятий в сфере развития промышленности, а та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 по другим вопросам, каса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осуществления деятельн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сфере промышленности, в целях финансового обеспечения их затрат в связи с осуществлен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данной деятельности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27990,11556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16486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27990,11556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16486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ресная поддержка повышения производительности труда на предприятиях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15333,9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19389,5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суб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Российской Федерации в ц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достижения результатов 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труда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52890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суб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Российской Федерации в ц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достижения результатов 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труда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(предоставление субсидий автономной некомме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ческой организации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ко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петенций развития промышленн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направленных на достижение результатов наци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труда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деятельности в сфере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мышленности в целях финансов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обеспечения (возмещения) 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 на реализацию мероприятий по переобучению, повышению квалификации работников пре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в связи с необходимостью поддержки занятости и повыш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эффективности рынка труда в рамках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организациям, осущест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ляющим деятельность в сфере ра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лёгкой промышленности, в целях возмещения затрат, связа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оплатой услуг теплоснабж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электроснабжения, водосна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и водоотведения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043CA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организациям, осуществляющим деятельность в сфере промышленности на терр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торых численность работников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относящихся к лицам с огран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ченными возможностями здор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вья, превышает 50 процентов 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щей численности их работников, субсидий из областного бюджета Ульяновской области в целях возмещения затрат, связанных с оплатой услуг теплоснабжения, электроснабжения, водоснабж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ния и водоотведения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областного государственн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казённого учреждения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тамент государственных программ развития малого и среднего бизн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са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23848,9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15785,3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7173,4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890,2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806289,3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137843,3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56226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дание благоприятных условий для осуществления деятельности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мозанятыми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гражданами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показателей и результатов реал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зации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самозанятых</w:t>
            </w:r>
            <w:proofErr w:type="spellEnd"/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200,7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55270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200,7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(предоставл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мерческой организации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провождения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предо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тавлением комплекса информац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онно-консультационных и образ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услуг физическим 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не являющимся индивид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альными предпринимателями и применяющим специальный нал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сиональный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200,7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200,7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дание условий для лёгкого старта и комфортного ведения бизнеса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лей, показателей и результатов реализации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Предакселерация</w:t>
            </w:r>
            <w:proofErr w:type="spellEnd"/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(предоставл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мерческой организации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провождения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 в связи с предоста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лением гражданам, желающим вести бизнес, начинающим и де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ствующим предпринимателям комплекса услуг, направленных на вовлечение в предпринимател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скую деятельность, а также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формационно-консультационных и образовательных услуг)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(предоставл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грантов в форме субсидий субъектам малого и среднего предпринимательства, имеющим статус социального предприятия, или субъектам малого и среднего предпринимательства, созданным физическими лицами в возрасте до 25 лет включительно)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14794,8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15836,7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14794,8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15836,7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лерация субъектов малого и сре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него предпринимательства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показателей и результатов фед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771823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102097,3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55122,3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771823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102097,3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55122,3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(предоставл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Фонду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Гаранти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фонд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указанного фонда в связи с предоставлением поручительств по обязательствам субъектов 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организаций, образующих инфраструктуру поддержки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основанным на кредитных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говорах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договорах займа, фина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совой аренды (лизинга), договорах о предоставлении банковской 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рантии и иных договорах)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12990,1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400,7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12990,1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400,7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(предоставл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мерческой организации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провождения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 центра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Мой би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нес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59335,1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25967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59335,1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25967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кредитной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компании фонду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финансирования промышленности и предпринимательства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развитием системы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посредством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доставления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микрозаймов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субъе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малого и среднего предпр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нимательства, а также физическим лицам, не являющимся индивид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альными предпринимателями и применяющим специальный нал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и организац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ям, образующим инфраструктуру поддержки малого и среднего предпринимательства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среднего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а также физических лиц, пр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меняющих специальный налог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вый режим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(предоставл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мерческой организации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провождения предпринимательс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обесп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деятельности (развитием) регионального центра координ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поддержки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экспортно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орие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тированных субъектов малого и среднего предпринимательства для целей оказания информацио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но-аналитической, консультац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онной и</w:t>
            </w:r>
            <w:proofErr w:type="gram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организационной по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внешнеэкономической деятельности субъектов малого и среднего предпринимательства, содействия привлечению инвест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ций и выходу </w:t>
            </w:r>
            <w:proofErr w:type="spell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экспортно</w:t>
            </w:r>
            <w:proofErr w:type="spellEnd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ориент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рованных субъектов малого и среднего предпринимательства на международные рынки)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62640,2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28681,6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62640,2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28681,6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бюджетных инв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стиций Акционерному обществу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Корпорация развития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 обеспечения его затрат в связи с реализацией проекта по созданию и (или) развитию индустриального парка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Инза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обеспечения льготного доступа субъектов м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к производственным площ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дям и помещениям в целях созд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(развития) производственных и инновационных компаний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312442,3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312442,3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бюджетных инв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стиций Акционерному обществу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Корпорация развития Ульяно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обеспечения его затрат в связи с реализацией проекта по созданию и (или) развитию индустриального парка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Промышленная зона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волжье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обеспечения льготн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320103,1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E13DB9" w:rsidRPr="004D07AA" w:rsidTr="00E13DB9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Капитальные вложения в объекты </w:t>
            </w: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C506D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DB9" w:rsidRPr="004D07AA" w:rsidRDefault="00E13DB9" w:rsidP="00E13D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320103,1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13DB9" w:rsidRPr="004D07AA" w:rsidRDefault="00E13DB9" w:rsidP="00E13D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D07A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Pr="00E13D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417109" w:rsidRPr="005627FE" w:rsidRDefault="00487DCD" w:rsidP="00DD48E7">
      <w:pPr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г) главу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Министерство здравоохранения Ульяновской области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(Мин 261) изложить в следующей редакции:</w:t>
      </w:r>
    </w:p>
    <w:tbl>
      <w:tblPr>
        <w:tblW w:w="14670" w:type="dxa"/>
        <w:tblInd w:w="108" w:type="dxa"/>
        <w:tblLayout w:type="fixed"/>
        <w:tblLook w:val="04A0"/>
      </w:tblPr>
      <w:tblGrid>
        <w:gridCol w:w="4309"/>
        <w:gridCol w:w="636"/>
        <w:gridCol w:w="509"/>
        <w:gridCol w:w="567"/>
        <w:gridCol w:w="1843"/>
        <w:gridCol w:w="567"/>
        <w:gridCol w:w="2098"/>
        <w:gridCol w:w="2098"/>
        <w:gridCol w:w="2043"/>
      </w:tblGrid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A86115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D06D7C"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Министерство здравоохран</w:t>
            </w:r>
            <w:r w:rsidR="00D06D7C"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е</w:t>
            </w:r>
            <w:r w:rsidR="00D06D7C"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12282887,87185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12231989,12554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12391800</w:t>
            </w:r>
            <w:r w:rsidR="008D33E4" w:rsidRPr="00D06D7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,1851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Профессиональная подготовка, переподготовка и повышение кв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медицинских организаций системы здравоохранения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квалифицирова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кадрами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здравоохранения квалифицированными кадрами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квалификации и пер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специалистов со сре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 профессиональным и высшим медицинским образованием для медицинских организаций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дарственной системы здравоохр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шенствование развития системы санаторно-курортного лечения, в том числе детей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6274682,57185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6308695,62554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6468506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,6851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Стационарная медицинская 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1706583,35249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1866121,96828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1763532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,5546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1706583,35249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1866121,96828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1763532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,5546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шенствование службы охраны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здоровья матери и ребёнка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Мероприятия, направленные на проведение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пренатальной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(дор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довой) диагностики нарушений развития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реактивов и расходных материалов для проведения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неон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аудиологического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определение генетических пол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морфизмов, ассоциированных с риском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тромбофилии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нарушением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фолатного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цикла и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антифосфол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пидного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синдрома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ба с </w:t>
            </w:r>
            <w:proofErr w:type="spellStart"/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spellEnd"/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леваниями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85510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161298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Оснащение оборудованием реги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сосудистых центров и первичных сосудистых отделений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85510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161298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85510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161298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ба с онкологическими заболев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жение целей, показателей и 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онкологическими заб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леваниями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47608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Переоснащение медицинских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ганизаций, оказывающих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цинскую помощь больным с онк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логическими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47608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47608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цинской помощи детям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казателей и результатов федерал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современной инфраструктуры оказания медицинской помощи детям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17976,80284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Укрепление </w:t>
            </w:r>
            <w:proofErr w:type="spellStart"/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 и выполн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17976,80284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17976,80284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1520931,94965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заказчика и соисполнителей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1520931,94965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1520931,94965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7B5B70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7B5B70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7B5B70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620606,39721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601741,27264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648008,53179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297777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342574,34648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364801,74794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599282,88844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663520,65416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711886,37987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2003379,13279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2046407,30489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2116490,80815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2003379,13279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2046407,30489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2116490,80815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развития системы медици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профилактики заболеваний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Организация диспансеризации 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гражданских сл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развития системы оказания медицинской помощи, в том числе первичной медико-санитарной помощи, на территории Ульяно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 и выполн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лекарственного 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жителей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1409705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1301810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1312474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Совершенствование системы 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карственного обеспечения отдел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категорий граждан, в том чи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ле страдающих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жизнеугрожа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щими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хроническими прогресс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рующими редкими (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орфанными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заболеваниями, приводящими к сокращению продолжительности жизни граждан или их инвалидн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детей, страдающих сахарным диабетом 1-го типа,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дицинскими изделиями для непр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рывного мониторинга глюкозы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отдельных полном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препараты, медици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скими изделиями по рецептам на медицинские изделия, а также специализированными продукт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лечебного питания для детей-инвалидов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310458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310458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ба с </w:t>
            </w:r>
            <w:proofErr w:type="spellStart"/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spellEnd"/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леваниями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профилактики разв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тия </w:t>
            </w:r>
            <w:proofErr w:type="spellStart"/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сердечно-сосудистых</w:t>
            </w:r>
            <w:proofErr w:type="spellEnd"/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ваний и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сердечно-сосудистых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ложнений у пациентов высокого риска, находящихся на диспансе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 наблюдении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 достижение целей, показ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вакцинации против пневмококковой инфекции гра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 старше трудоспособного во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раста из групп риска, прожива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в организациях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551673,53279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551673,53279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551673,53279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BE7D92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BE7D92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BE7D92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77909,96474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81115,96745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88917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21552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33970,08292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,2922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451024,08405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501495,02952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539965,69195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81062,73689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81062,73689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81062,73689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81062,73689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81062,73689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98660,42011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BE7D92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BE7D92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BE7D92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23272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55742,49409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60462,46903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65759,72911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163282,15344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183841,65058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197621,80905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163282,15344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183841,65058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197621,80905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системы оказания перви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медико-санитарной помощи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дико-санитарной помощи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закупки авиацио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работ в целях оказания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152621,88905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Санаторно-оздоровительная 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168892,85389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168892,85389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168892,85389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заказчика и соисполнителей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168892,85389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168892,85389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168892,85389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182556,97697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норской крови и её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164318,62286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164318,62286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164318,62286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BE7D92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 w:rsidRPr="00BE7D9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венного заказчика и соисполн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телей государственной програ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BE7D92">
              <w:rPr>
                <w:rFonts w:ascii="PT Astra Serif" w:hAnsi="PT Astra Serif"/>
                <w:color w:val="000000"/>
                <w:sz w:val="28"/>
                <w:szCs w:val="28"/>
              </w:rPr>
              <w:t>мы</w:t>
            </w:r>
            <w:r w:rsidR="00A86115" w:rsidRPr="00BE7D9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164318,62286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BE7D92">
            <w:pPr>
              <w:spacing w:line="24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164318,62286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BE7D92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164318,62286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,8702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20513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,6952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здрав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1969489,49035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1786433,65907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1926414,55082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359329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132830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132830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Пени, штрафы за неуплату страх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взносов на обязательное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дицинское страхование нераб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тающего населения в установле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срок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стной государственной бюдже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специализированной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для оказания помощи 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находящимся в состоянии 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когольного, наркотического или иного токсического опьянения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расходов, связанных с оказанием медицинскими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гражданам Украины, гражд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 Донецкой Народной Респу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лики, гражданам Луганской 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родной Республики и лицам без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гражданства медицинской пом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щи, а также затрат по проведению указанным лицам профилактич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прививок, включённых в 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лендарь профилактических прив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вок по эпидемическим показан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ям, и затрат по проведению обяз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медицинского освид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тельствования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344999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342655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предупреждение и предотвращ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распространения новой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навирусной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инфекции (COVID-19) на территории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а также на устранение 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следствий, вызванных новой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ронавирусной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инфекцией (COVID-19)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18550,59524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мер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приятий по борьбе с новой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навирусной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инфекцией (COVID-19) за счёт средств резервного фонда Правительства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13 0 00 58440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18550,59524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13 0 00 58440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3289,93984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13 0 00 58440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1585587,69511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1647581,95907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1787562,85082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развития системы медици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профилактики заболеваний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Иммунопрофилактика инфекц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мер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по профилактике тубе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шенствование оказания специал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зированной медицинской помощи, скорой медицинской помощи и медицинской эвакуации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82986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паллиативной медици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49294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дупреждению и борьбе с социал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значимыми инфекционными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33691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дупреждению и борьбе с социал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значимыми инфекционными заболеваниями (финансовое 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реализации мероприятий по профилактике ВИЧ-инфекции и гепатитов</w:t>
            </w: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С)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,309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мероприятий по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дупреждению и борьбе с социал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значимыми инфекционными заболеваниями (финансовое 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закупок диагностических средств для выявления и монит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ринга лечения лиц, инфицирова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вирусами иммунодефицита человека, в том числе в сочетании с вирусами гепатитов</w:t>
            </w: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(или) С)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дупреждению и борьбе с социал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значимыми инфекционными заболеваниями (финансовое 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закупок диагностических сре</w:t>
            </w: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дств дл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 выявления, определ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чувствительности микобакт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туберкулёза и мониторинга лечения лиц, больных туберкул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 с множественной лекарстве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устойчивостью возбудителя, а также медицинских изделий в 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ответствии со стандартом оснащ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предусмотренным порядком оказания медицинской помощи больным туберкулёзом)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внедрение инновационных мет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 диагностики, профилактики и лечения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75556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75556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79755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бесплатный проезд донора 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мозга и (или) гемопоэтич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стволовых клеток к месту изъятия костного мозга и (или) 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мопоэтических стволовых клеток и обратно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78 0 08 54030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78 0 08 54030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чённой в базовую программу об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зательного медицинского страх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79485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79485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лекарственного 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жителей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карственными препаратами, пре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назначенными для лечения бол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гемофилией,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муковисцид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гипофизарным нанизмом, 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гемолитико-уремическим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синдр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мом, юношеским артритом с си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темным началом,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мукополисах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ридозом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I, II и VI типов,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апласт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анемией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неуточнённой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следственным дефицитом факт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 II (фибриногена), VII (лабил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ного), X (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Стюарта-Прауэра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), а также после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трансплантации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и (или) тканей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государственных функций в сфере здравоохранения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Платежи на финансовое обеспеч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реализации Территориальной программы обязательного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медицинских 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государственных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30084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Специальные социальные выпл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отдельным категориям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работников государс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медицинских организаций, оказывающих медицинскую 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мощь, не входящую в базовую программу обязательного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78 0 13 21370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25084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78 0 13 21370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25084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служебных жилых помещений (квартир) для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работников государс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медицинских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региональной программы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Оптимальная для восстановления здоровья медицинская реабилит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99407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ций, имеющих в своей структуре подразделения, оказывающие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дицинскую помощь по медици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реабилитации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14 R7520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99407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14 R7520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99407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региональной программы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расширенного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онатального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скрининга в Ульяно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ведению массового обследования новорождённых на врождённые и (или) наследственные заболевания (расширенный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неонатальный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скрининг)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15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15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медицинских организаций системы здравоохранения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квалифицирова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кадрами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здравоохранения квалифицированными кадрами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областной премии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Призвание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дание единого цифрового контура в здравоохранении на основе 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государственной информац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онной системы в сфере здрав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(ЕГИСЗ)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 достижение целей, показ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телей и результатов федерального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рового контура в здравоохранении на основе единой государственной информационной системы в сфере здравоохранения (ЕГИСЗ)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сфере здравоохранения на основе единой государственной информационной системы в сфере здравоохранения (ЕГИСЗ)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первичного звена здравоохранения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казателей и результатов федерал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пе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вичного звена здравоохранения Российской Федерации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131951,92511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263311,96534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57668,00712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131951,92511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263311,96534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 модернизации первичного зв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(приобретение автомобильного транспорта, за 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ключением автомобилей скорой медицинской помощи)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(приобретение медицинского оборудования для оснащения (дооснащения)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53128,50001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108700,72511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246311,96534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30862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22265,92001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108700,72511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246311,96534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(капитальное строительство (реконструкция) зданий медицинских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937,12641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937,12641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региональных прое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(капитальное строительство (реконструкция) зданий медицинских организ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ций), источником финансового </w:t>
            </w: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обеспечения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которых является бюджетный кредит Ульяновской области в целях опережающего финансового обеспечения расхо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21232,83308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21232,83308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в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1048538,00821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1058880,48206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1125342,38848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1048538,00821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1058880,48206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1125342,38848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медицинских орган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973310,30821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981237,78206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1047637,18848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290227,35439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284999,14544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309450,79826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44134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48140,00721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52597,97971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449996,20722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477097,22287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506297,77336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2739,91502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,3414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Погашение кредиторской задо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 государственных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организаций, работа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в системе обязательного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дицинского страхования, по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тверждённой исполнительными листами и решениями налоговых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131229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118261,49152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126549,29575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131229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118261,49152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126549,29575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печению </w:t>
            </w:r>
            <w:proofErr w:type="gram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противопожарной</w:t>
            </w:r>
            <w:proofErr w:type="gram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</w:t>
            </w:r>
            <w:r w:rsidR="00E066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зопасности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зданиях государс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медицинских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печению антитеррористической защищённости объектов госуда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медицинских организ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по те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тированию отдельных категорий лиц, проживающих на территории Ульяновской области, на новую </w:t>
            </w:r>
            <w:proofErr w:type="spellStart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коронавирусную</w:t>
            </w:r>
            <w:proofErr w:type="spellEnd"/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 государственной власти суб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Российской Федерации в 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ответствии с частью 1 статьи 15 Федерального закона от 21 ноября 2011 года № 323-ФЗ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основах охраны здоровья граждан в Ро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73726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70456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3210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недеятельности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 по обеспечению общественн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порядка, противодействию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и профилактике прав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нарушений на территории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объёмов потребления насел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алкогольной продукции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 противодействия злоупотре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лению наркотиками и их незако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ному обороту на территории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 и безопасности жизнеде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 территории Ульяно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лактика незаконного потребления наркотических средств и псих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тропных веществ, наркомании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F678E5" w:rsidRDefault="00D06D7C" w:rsidP="00D06D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системы 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чения, социальной адаптации и реабилитации </w:t>
            </w:r>
            <w:proofErr w:type="spellStart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наркопотребит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лей</w:t>
            </w:r>
            <w:proofErr w:type="spellEnd"/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6002205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5918293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5918293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5995205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5995205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государственных функций в сфере здравоохранения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5875057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тающего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5875057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5875057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медицинских 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государственных мед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выплаты медицинским рабо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 (врачам, фельдшерам, а также акушеркам и медицинским сёстрам фельдшерских и фель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шерско-акушерских пунктов), прибывшим (переехавшим) на 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боту в сельские населённые пун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ты, либо рабочие посёлки, либо посёлки городского типа, либо 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рода с населением до 50 тысяч ч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печение медицинских организаций системы здравоохранения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квалифицирова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кадрами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здравоохранения квалифицированными кадрами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47648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стипендий студентам, интернам и ординаторам, об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чающимся по договорам о цел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 обучении в образовательных организациях высшего образов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по специальностям высшего образования укрупнённой группы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 и медицинские науки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43-ЗО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социальной поддержки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бочих посёлках и посёлках горо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типа на территории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9793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103-ЗО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31415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F678E5" w:rsidRDefault="00D06D7C" w:rsidP="00D06D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здравоохр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нения Ульяновской области кв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, н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правленного на достижение ц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лей, показателей и результатов федерального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квал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единовременных компенсационных выплат на пр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 жилья фельдшерам и медицинским сёстрам фельдше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здравпунктов и фельдшерско-акушерских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D06D7C" w:rsidRPr="00D06D7C" w:rsidTr="00D06D7C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D7C" w:rsidRPr="00D06D7C" w:rsidRDefault="00D06D7C" w:rsidP="00D06D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06D7C" w:rsidRPr="00D06D7C" w:rsidRDefault="00D06D7C" w:rsidP="00D06D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D06D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487DCD" w:rsidRPr="00487DCD" w:rsidRDefault="00487DCD" w:rsidP="00A0659F">
      <w:pPr>
        <w:spacing w:before="120"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spellStart"/>
      <w:r w:rsidR="00A0659F">
        <w:rPr>
          <w:rFonts w:ascii="PT Astra Serif" w:hAnsi="PT Astra Serif"/>
          <w:sz w:val="28"/>
          <w:szCs w:val="28"/>
        </w:rPr>
        <w:t>д</w:t>
      </w:r>
      <w:proofErr w:type="spellEnd"/>
      <w:r>
        <w:rPr>
          <w:rFonts w:ascii="PT Astra Serif" w:hAnsi="PT Astra Serif"/>
          <w:sz w:val="28"/>
          <w:szCs w:val="28"/>
        </w:rPr>
        <w:t xml:space="preserve">) главу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Министерство социального развития Ульяновской области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(Мин 264) изложить в следующей редакции:</w:t>
      </w:r>
    </w:p>
    <w:tbl>
      <w:tblPr>
        <w:tblW w:w="14670" w:type="dxa"/>
        <w:tblInd w:w="108" w:type="dxa"/>
        <w:tblLayout w:type="fixed"/>
        <w:tblLook w:val="04A0"/>
      </w:tblPr>
      <w:tblGrid>
        <w:gridCol w:w="4309"/>
        <w:gridCol w:w="636"/>
        <w:gridCol w:w="509"/>
        <w:gridCol w:w="567"/>
        <w:gridCol w:w="1843"/>
        <w:gridCol w:w="567"/>
        <w:gridCol w:w="2098"/>
        <w:gridCol w:w="2098"/>
        <w:gridCol w:w="2043"/>
      </w:tblGrid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A86115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8C3D64"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Министерство социального развития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17790908</w:t>
            </w:r>
            <w:r w:rsidR="008D33E4"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,317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14369688</w:t>
            </w:r>
            <w:r w:rsidR="008D33E4"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13982887</w:t>
            </w:r>
            <w:r w:rsidR="008D33E4" w:rsidRPr="008C3D6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681792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647478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общегосударственные 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681792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647478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681792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647478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развитие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33453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33453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</w:t>
            </w:r>
            <w:proofErr w:type="spellEnd"/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титеррористической защищённ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подведомственных организ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цифровых решений и современных технологий в де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государственных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по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пожарной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</w:t>
            </w:r>
            <w:r w:rsidR="00E066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зопасности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лизации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636026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611518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подведомс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636026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611518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F32E98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Организации, подведомственные исполнительному органу Ульяно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ской области,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осуществляющему на территории Ульяновской 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 государственное управление в сферах социального развития и социальной защиты населения, г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сударственной семейной и дем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636026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611518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585635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617912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567469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48228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17109115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13674403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13335408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поддержки отдельных категорий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программы Ульяновской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отдельным категориям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Доплаты к пенсиям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гражданских служащих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174694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обслуживание нас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2587275,34513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2440555,51546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2278358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2587275,34513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2440555,51546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2278358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F678E5" w:rsidRDefault="008C3D64" w:rsidP="008C3D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F678E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403849,10928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235481,71546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105608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14587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11422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титеррористической защищённ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подведомственных организ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16153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485D7E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условиях предотвращения влияния ухудшения геополитич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 социально ориентированных организаций в Ульяновской обла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лям, оказывающим услуги в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F678E5" w:rsidRDefault="008C3D64" w:rsidP="008C3D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литации и </w:t>
            </w:r>
            <w:proofErr w:type="spellStart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потребляющих наркотические средства и психотропные вещес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ва в немедицинских целях,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F678E5" w:rsidRDefault="008C3D64" w:rsidP="008C3D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F678E5" w:rsidRDefault="008C3D64" w:rsidP="008C3D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Старшее п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коление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106650,30928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112110,51546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долговременн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 ухода за гражданами пожилого возраста и инвалидами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106650,30928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112110,51546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106650,30928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112110,51546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2183426,23585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2172750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подведомс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2183426,23585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2172750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F32E98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Организации, подведомственные исполнительному органу Ульяно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ской области,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осуществляющему на территории Ульяновской 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 государственное управление в сферах социального развития и социальной защиты населения, г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сударственной семейной и дем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2183426,23585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2172750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563905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623690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591366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1485433,16185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1468700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1468700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8903659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7060899,88454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7435452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Федеральным законом от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12 января 1995 года № 5-ФЗ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714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Мероприятия, направленные на предупреждение и предотвращ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распространения новой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навирусной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инфекции (COVID-19) на территории Ульяновской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а также на устранение 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следствий, вызванных новой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ронавирусной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инфекцией (COVID-19)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Дополнительные меры социальной поддержки семей, имеющих детей, и отдельных категорий граждан в связи с распространением новой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коронавирусной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инфекции на те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13 0 00 80300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13 0 00 80300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13 0 00 80300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единовременных выплат отдельным категориям граждан в случае выявления у них новой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коронавирусной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инфекции (COVID-19)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13 0 00 80400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13 0 00 80400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13 0 00 80400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связанные с 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вращением влияния ухудшения геополитической и экономической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заключившим контракт о прохо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дении военной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выплаты членам семей граждан, призванных на военную службу по мобилизации в Вооружённые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денежной выплаты семьям поги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(умерших) участников спец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военной 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Предоставление членам семей участников специальной военной операции ежегодной денежной компенсации расходов на оплату приобретаемого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твёрдого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8770975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7057374,78454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7431932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поддержки отдельных категорий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программы Ульяновской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8768180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7054944,78454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7429502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отдельным категориям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7403334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5892984,98454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6207470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гражданам субс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376447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294307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344307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371001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288951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338951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риям граждан расходов по оплате жилых помещений и коммунал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152565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150464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118364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138364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159-ЗО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адресной матер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помощи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244900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160-ЗО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вании отдельных вопросов, св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оказанием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социальной помощи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ветеранов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2024580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1507991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1575033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1987653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1478386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1545428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тружеников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24241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23717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10-ЗО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звании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Ветеран тр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1678143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1235544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1325276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1647540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1210120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1299852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 по гарантированному перечню услуг по погребению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112-ЗО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дополнительных 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социальной поддержки,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доставляемых супругам, детям и родителям лиц, замещавших гос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дарственные должности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должности госуда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ственной гражданской службы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 или должн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государственных органах Ульяновской области, не явля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щиеся должностями государс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гражданской службы Ул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яновской области, и погибших при исполнении должностных (труд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вых) обязанностей или умерших вследствие ранения, контузии,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болевания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или увечья, полученных при исполнении должностных (трудовых) обязанностей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никам, работающим и (или)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живающим в сельских населённых пунктах, рабочих посёлках (посё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ках городского типа) на террит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416483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Компенсационные выплаты за проезд на садово-дачные массивы для социально незащищённой 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тегории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36861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военнослужащим, сотру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 правоохранительных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и членам их семей, а также членам семей военнослужащих, лиц, проходящих службу в во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сках национальной гвардии Ро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056-ЗО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держке инвалидов боевых дейс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вий, проживающих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50189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19 декабря 2007 года </w:t>
            </w:r>
            <w:r w:rsidR="005018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225-ЗО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держке родителей и супругов </w:t>
            </w:r>
            <w:r w:rsidR="005018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5018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="005018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категорий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11461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2014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147-ЗО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вании отдельных вопросов де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народных дружин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45368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44570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 и социального обсл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живания лицам, страдающим пс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хическими расстройствами, нах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дящимся в трудной жизненной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8 октября 2008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150-ЗО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материальном обе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печении вдовы Сычёва В.А. и вд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 Доронина Н.П.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выплата за вред, причинённый при оказании прот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вотуберкулёзной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для отдельных категорий граждан, оказание мер социальной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поддержки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которым относится к ведению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157039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157039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14279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177-ЗО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социальной поддержки инвалидов и участн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Великой Отечественной во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ны, ветеранов боевых действий, бывших несовершеннолетних 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 концлагерей, гетто и других мест принудительного содерж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созданных фашистами и их союзниками в период второй 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ровой войны, в Ульяновской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16289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компенсации в случае фактического увеличения размера вносимой гражданами платы за коммунальные услуги, прев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шающего предельные (макс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мальные) индексы изменения 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мера вносимой гражданами платы за коммунальные услуги в мун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образованиях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47-ЗО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поддер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ке жён граждан, уволенных с 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енной службы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исполнения полн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мочий по предоставлению ежем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сячной денежной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государственным гражданским служащим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единовременной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выплаты на приобрет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особенностях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вового положения граждан, 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дившихся в период с 1 января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 года по 31 декабря 1945 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73716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77402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73697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75367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дополнительных мерах социальной поддержки работн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противопожарной службы Ульяновской области, професси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аварийно-спасательных служб и профессиональных ав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рийно-спасательных формиров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ний Ульяновской области и лиц из их числа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 июля 2016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87-ЗО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предоставлении в 2016-2023 годах детям-сиротам и детям, оставшимся без попечения родителей, а также отдельным 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тегориям лиц из их числа, явля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собственниками жилых помещений в многоквартирных домах, расположенных на терр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области, еж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месячной компенсации расходов на уплату взноса на капитальный ремонт общего имущества в таких многоквартирных домах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691CA0" w:rsidP="00691CA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дополнительн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ой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мер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социальной поддержки 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дельны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категори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граждан Ро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сийской Федерации, заключивши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контракт о прохождении службы в органах внутренних дел Росси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Федеральным законом от </w:t>
            </w:r>
            <w:r w:rsidR="00F678E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12 января 1995 года № 5-ФЗ </w:t>
            </w:r>
            <w:r w:rsidR="00F678E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Федеральным законом от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24 ноября 1995 года № 181-ФЗ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защите инвалидов в Российской Федерации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9285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9285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переданного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номочия Российской Федерации по осуществлению ежегодной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нежной выплаты лицам, награ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дённым нагрудным знаком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чётный донор России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132043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государственного един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временного пособия и ежемеся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денежной компенсации гра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данам при возникновении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ствакцинальных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осложнений в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ответствии с Федеральным зак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 от 17 сентября 1998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157-ФЗ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иммунопрофила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тике инфекционных болезней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жилищно-коммунальных услуг отдельным категориям гр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845492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831492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от 5 апреля 2006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43-ЗО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социальной поддержки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бочих посёлках и посёлках горо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типа на территории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103-ЗО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170-ЗО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поддержки общественных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объединений пожарной охраны и добровольных пожарных в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05-ЗО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пожарной безопасн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20 декабря 2022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143-ЗО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7 августа 2020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73-ЗО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установлении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 социальной поддержки военнослужащих,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ходящих военную службу по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зыву, членов их семей и граждан, уволенных с военной службы по призыву, организационных гара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реализации их прав и свобод и о внесении изменений в отдельные законодательные акты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создания 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ловий для повышения престижа и привлекательности военной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слу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бы по призыву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соц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помощи на основании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циального контракта отдельным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610998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589440,98454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587542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9576,18454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11081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598990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579864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576461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риям граждан оплаты взноса на капитальный ремонт общего им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щества в многоквартирном доме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семьям с детьми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1364846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1161959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1222032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379706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279774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309774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374102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275326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104298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</w:t>
            </w:r>
            <w:r w:rsidR="002738C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51-ЗО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поддер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ке детей 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отдельных категорий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5 февраля 2008 года </w:t>
            </w:r>
            <w:r w:rsidR="002738C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24-ЗО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дополнительных 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социальной поддержки семей, имеющих детей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217407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ежегодной премии 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бернатора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года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отдельным кат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гориям граждан, получивших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мельный участок в собственность бесплатно, единовременных соц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5E48F7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5E48F7" w:rsidRDefault="008C3D64" w:rsidP="008C3D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2013 года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68-ЗО </w:t>
            </w:r>
            <w:r w:rsidR="00A86115" w:rsidRPr="005E48F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>дов, имеющих детей, дополн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>тельной меры социальной по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в сфере оплаты жилых помещений частного жилищного </w:t>
            </w:r>
            <w:r w:rsidRPr="005E48F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фонда</w:t>
            </w:r>
            <w:r w:rsidR="00A86115" w:rsidRPr="005E48F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5E48F7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5E48F7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5E48F7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5E48F7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5E48F7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5E48F7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</w:t>
            </w:r>
            <w:r w:rsidR="008D33E4"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5E48F7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8D33E4"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5E48F7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8D33E4" w:rsidRP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потерь в доходах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ганизаций железнодорожного транспорта, связанных с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тавлением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новорождённых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 подарочными комплектами детских принадлежностей для 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ворождённого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денежная выпл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в связи с рождением первого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денежной выплаты взамен земел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участка гражданам, име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трёх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ноября 2011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181-ЗО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обеспечении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50224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D740BD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компенсационной социальной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выплаты реализова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шим право на получение земел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участка гражданам, име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тр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EB03C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отдельным кат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гориям граждан, проживающи</w:t>
            </w:r>
            <w:r w:rsidR="00EB03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области, меры социальной поддержки в форме обеспечения автономными домовыми пожарными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извещат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лями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мест постоянного их прож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ноября 2011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180-ЗО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мерах, способствующих улучшению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мографической ситуации в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206239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подведомс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43-ЗО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социальной поддержки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бочих посёлках и посёлках горо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типа на территории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5117597,79718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3844282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3273111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5117597,79718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3844282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3273111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поддержки отдельных категорий граждан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программы Ульяновской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4830794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3560237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3012801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семьям с детьми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3079793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2091517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1749885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бюджету Фонда пе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сионного и социального страхов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Российской Федерации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осуществление ежемесячной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нежной выплаты на ребёнка в во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от восьми до семнадцати лет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бюджету Фонда пе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сионного и социального страхов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Российской Федерации на 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плату ежемесячного пособия в связи с рождением и воспитанием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1176814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2056367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1678078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1176814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2056367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1678078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F72381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 государственной власти суб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Российской Федерации в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ответствии с пунктом 3 статьи 25 Федерального закона от 24 июня 1999 года № 120-ФЗ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основах системы профилактики безнадзо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и правонарушений нес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вершеннолетних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по осущ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F7238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Содружества Незав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симых Государств несовершенн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летних, самовольно ушедших из семей, организаций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детей-сирот и детей, оставшихся без 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образовател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 и иных орган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F678E5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ежемесячных 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 на детей в возрасте от 3 до</w:t>
            </w:r>
            <w:r w:rsidR="00F678E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F678E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 лет включительно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1441237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1428296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нежной выплаты, назначаемой в случае рождения третьего ребёнка или последующих детей до дост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ребёнком возраста трёх лет</w:t>
            </w:r>
            <w:r w:rsidR="00F708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 счёт средств областного бюдж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Ульяновской области сверх 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тановленного уровня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тавление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детям-сиротам, лицам из их числа, гражданам, принявшим на воспитание детей-сирот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902950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936006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973594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31 августа 2012 года </w:t>
            </w:r>
            <w:r w:rsidR="005E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112-ЗО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единовременном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нежном пособии гражданам, ус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новившим (удочерившим) детей-сирот и детей, оставшихся без 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дителей, обучающимся в муниц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образовательных орган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зациях, находящихся на террит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Ремонт жилых помещений,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надлежащих детям-сиротам и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тям, оставшимся без попечения родителей, а также лицам из числа детей-сирот и детей, оставшихся без попечения родителей, на праве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в сфере гарантий права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тавшихся без попечения родит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медицинское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в сфере гарантий права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тавшихся без попечения родит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переда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органам местного самоупра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ления государственных полном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Ульяновской области, связа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ежемеся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денежной выплаты на 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проезда детей-сирот и детей, оставшихся без попечения родит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обучающихся в муниципальных образовател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на городском, пригородном, в сельской местн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внутрирайонном транспо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20763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20763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переда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органам местного самоупра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государственных полном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Ульяновской области, связа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ежемеся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выплаты на содержание 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 в семье опекуна (попечит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ля) и приёмной семье, а также по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осуществлению выплаты возн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граждения, причитающегося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ёмному родителю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переда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органам местного самоупра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государственных полном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Ульяновской области, связа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опеки и попечительства в отношении 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совершеннолетних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32985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32985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нансовая поддержка семей при рождении детей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федерального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поддержка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мей при рождении детей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532713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289321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нежной выплаты, назначаемой в случае рождения третьего ребёнка или последующих детей до дост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ребёнком возраста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532713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289321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848050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532713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289321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развитие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14977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14977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титеррористической защищённ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подведомственных организ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271826,09718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подведомс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271826,09718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F32E98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Организации, подведомственные исполнительному органу Ульяно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ской области,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осуществляющему на территории Ульяновской 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 государственное управление в сферах социального развития и социальной защиты населения, г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сударственной семейной и дем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271826,09718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204987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214940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193027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63741,04718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299457,49469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9503,30397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размещение и питание граждан Российской Федерации, иностра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граждан и лиц без гражданс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постоянно проживающих на территориях Украины, Донецкой Народной Республики, Луганской Народной Республики, Запоро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Херсонской области, вынужденно покинувших жилые помещения и находящихся в пун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временного размещения и 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E9592C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Грант в форме субсидии в целях реализации отдельных меропри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тий комплекса мер Ульяновской области, направленных на оказ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ние помощи детям, пострада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шим от жестокого обращения, обеспечение безопасности детей, предоставляемый Министерству социального 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развития Ульяно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за счёт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средств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Фо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 поддержки детей, находящихся в трудной жизненной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области бюджету муниц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ский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расходных обяз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организацией функционирования Центра акти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долголетия в рабочем посё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ке Карсун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E9592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бюджету муниц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город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реализации отдельных мероприятий </w:t>
            </w:r>
            <w:r w:rsidR="00E959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омпле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 мер Ульяновской области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 поддержке жизненного потенци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 семей, воспитывающих детей с инвалидностью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1734,40397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1734,40397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289954,19072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развитие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держка и защита населения на те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146908,59072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33701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лидов и других </w:t>
            </w:r>
            <w:proofErr w:type="spell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маломобильных</w:t>
            </w:r>
            <w:proofErr w:type="spell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групп населения в областных </w:t>
            </w:r>
            <w:proofErr w:type="spellStart"/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r w:rsidR="004B0C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</w:t>
            </w:r>
            <w:proofErr w:type="spellEnd"/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организациях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информационных,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светительских и общественных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уровня доступности приоритетных объектов социальной защиты 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</w:t>
            </w:r>
            <w:proofErr w:type="gramEnd"/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9978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мероприятия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12987,49072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ухода за гражданами пожил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возраста и инвалидами на те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3414,89072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3414,89072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бюджетам муниц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финансового обеспечения расходных обяз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приобретен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автомобилей для организации и осуществления мероприятий по работе с семьями, имеющими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энергосбереж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и повышению энергетической эффективности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социально ориентированных организаций в Ульяновской обла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Ульяновской областной организации Общероссийской 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щественной организации инвал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дов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Всероссийское ордена Тр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дового Красного Знамени общес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 слепых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осуществлением строительства некапитальных строений, соор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жений и благоустройством терр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тории базы отдыха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Сосны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предназначенной для оказания 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циальных услуг инвалидам и 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тям-инвалидам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 достижение целей, показ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грамм, направленных на обеспеч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безопасных и комфортных 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ловий предоставления социальных услуг в сфере социального обсл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112383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органа Ульяновской области 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 его территориального управл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59187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1986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подведомс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организаций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единовременного денежного поощрения призёрам регионального этапа Всеросси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конкурса профессиональн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мастерства в сфере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8C3D64" w:rsidRPr="008C3D64" w:rsidTr="008C3D64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3D64" w:rsidRPr="008C3D64" w:rsidRDefault="008C3D64" w:rsidP="008C3D6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C3D64" w:rsidRPr="008C3D64" w:rsidRDefault="008C3D64" w:rsidP="008C3D6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8C3D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C506D7" w:rsidRPr="00C506D7" w:rsidRDefault="00C506D7" w:rsidP="00F72381">
      <w:pPr>
        <w:spacing w:before="12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е) главу </w:t>
      </w:r>
      <w:r w:rsidR="00A86115">
        <w:rPr>
          <w:rFonts w:ascii="PT Astra Serif" w:hAnsi="PT Astra Serif"/>
          <w:sz w:val="28"/>
          <w:szCs w:val="28"/>
        </w:rPr>
        <w:t>«</w:t>
      </w:r>
      <w:r w:rsidRPr="00C506D7">
        <w:rPr>
          <w:rFonts w:ascii="PT Astra Serif" w:hAnsi="PT Astra Serif"/>
          <w:sz w:val="28"/>
          <w:szCs w:val="28"/>
        </w:rPr>
        <w:t>Министерство жилищно-коммунального хозяйства и строительства Ульяновской области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(Мин 269) </w:t>
      </w:r>
      <w:r w:rsidR="00583513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14670" w:type="dxa"/>
        <w:tblInd w:w="108" w:type="dxa"/>
        <w:tblLayout w:type="fixed"/>
        <w:tblLook w:val="04A0"/>
      </w:tblPr>
      <w:tblGrid>
        <w:gridCol w:w="4309"/>
        <w:gridCol w:w="636"/>
        <w:gridCol w:w="509"/>
        <w:gridCol w:w="567"/>
        <w:gridCol w:w="1843"/>
        <w:gridCol w:w="567"/>
        <w:gridCol w:w="2098"/>
        <w:gridCol w:w="2098"/>
        <w:gridCol w:w="2043"/>
      </w:tblGrid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A86115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FC70F1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Министерство </w:t>
            </w:r>
            <w:proofErr w:type="spellStart"/>
            <w:r w:rsidR="00FC70F1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жилищно-ком</w:t>
            </w:r>
            <w:r w:rsidR="00CA725C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-</w:t>
            </w:r>
            <w:r w:rsidR="00FC70F1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мунального</w:t>
            </w:r>
            <w:proofErr w:type="spellEnd"/>
            <w:r w:rsidR="00FC70F1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 хозяйства и стро</w:t>
            </w:r>
            <w:r w:rsidR="00FC70F1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="00FC70F1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13810206,77793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9108503,73946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3927385</w:t>
            </w:r>
            <w:r w:rsidR="008D33E4" w:rsidRPr="00FC70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,1299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1413778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r w:rsidR="004B0C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показателей и результатов фед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 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объектов инфраструктуры в целях реализации проекта по строител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ству объектов инфраструктуры индустриальных (промышленных) парков, промышленных технопа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ков, особых экономических зон, территорий опережающего 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тия, инновационных научно-технологических центров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Проектирование, строительство и подключение (технологическое присоединение) объектов кап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строительства и объектов инфраструктуры к сетям инжене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но-технического обеспечения (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электр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-, тепло-, водосна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или водоотведения)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Жилищно-коммунальное хозяйс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4706016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3132839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1975547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1402982,63493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438785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195552,60636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реселению граждан из аварийного жилищного фонда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195552,58836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195552,58836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Исполнение решений правления публично-правовой компании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территорий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1207430,02857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r w:rsidR="004B0C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1207430,02857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жилищного строительства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844164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в виде имущественного взноса из облас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бюджета Ульяновской обла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в имущество публично-правовой компании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территорий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96664C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застройщикам </w:t>
            </w:r>
            <w:r w:rsidR="0096664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инвесторам в целях возмещения затрат, св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денежных средств граждан </w:t>
            </w:r>
            <w:r w:rsidR="0096664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долевого строительства таких многоква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тирных домов и которые в соо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Федеральным законом от </w:t>
            </w:r>
            <w:r w:rsidR="0096664C"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30</w:t>
            </w:r>
            <w:r w:rsidR="0096664C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декабря </w:t>
            </w:r>
            <w:r w:rsidR="0096664C"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2004 </w:t>
            </w:r>
            <w:r w:rsidR="0096664C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года </w:t>
            </w:r>
            <w:r w:rsidR="005E48F7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214-ФЗ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участии в долевом строительстве многоквартирных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домов и иных объектов недвиж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мости и о внесении изменений в некоторые законодательные акты Российской Федерации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признаны проблемными объектами, расп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ложенных на территории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Мониторинг стоимости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ресурсов на территории Ульяновской области для форм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рования конъюнктурного анализа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текущих цен в соответствии со сводной номенклатурой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ценообр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зующих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строительных ресурсов, утверждённой приказом Мин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стерства строительства и жили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но-коммунального хозяйства 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от 30.08.2019 № 500/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формировании сво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номенклатуры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ценообразу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строительных ресурсов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проверки соотве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видов, сроков, в том числе отдельных объёмов выполненных работ, связанных с завершением строительства и вводом в эксплу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тацию проблемных объектов,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положенных на территории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детальному пл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ну-графику строительства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блемных объектов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ласти бюджетам муниципальных образований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со сносом аварийных расселённых многоквартирных домов, расп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ложенных на территориях мун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тойчивого сокращения неприго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для проживания жилищного фонда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жение целей, показателей и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непригодного для прож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жилищного фонда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363265,52857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реселению граждан из аварийного жилищного фонда, в том числе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реселению граждан из аварийного жилищного фонда за счёт средств публично-правовой компании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территорий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67483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244045,83078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67483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244045,83078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реселению граждан из аварийного жилищного фонда, в том числе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реселению граждан из аварийного жилищного фонда с учётом нео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ходимости развития малоэтажного жилищного строительства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119219,69779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119219,69779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 и повышение энергетической э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фективности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Обращение с твёрдыми коммунальными отх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дами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жилищно-коммунального 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 и повышение энергетич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Обус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ройство мест (площадок) накопл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твёрдых коммунальных отх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Корректировка территориальной схемы обращения с отходами и электронной модели территор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схемы обращения с отх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обустройс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 мест (площадок) накопления твёрдых коммунальных отходов, в том числе для раздельного нако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твёрдых коммунальных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58090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58090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реализацией мероприятий, направленных на приобретение контейнеров (бу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керов) для накопления твёрдых коммунальных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837711,42887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492448,03067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189278,35567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837711,42887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492448,03067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189278,35567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мероприятий в целях благоу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тройства территорий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128524,83093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189278,35567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областным государственным казённым предприятиям в целях возмещения затрат, связанных с выполнением работ и оказанием услуг, необходимых для осущес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вления функций регионального центра компетенций по вопросам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бюджетам поселений и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кающих в связи с развитием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риториальных общественных 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моуправлений, расположенных в границах поселений и городских округов Ульяновской области, в части мероприятий по благоус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бюджетам поселений и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в связи с благоустройс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 дворовых территорий, терр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торий общего пользования и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 объектов социальной 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фраструктуры, в том числе пог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шением кредиторской задолже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100224,73093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160978,25567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100224,73093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160978,25567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бюджетам городских окр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 Ульяновской области, учас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вующих в реализации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пилотн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proofErr w:type="spellEnd"/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проекта по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цифровизации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родского хозяйства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связа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внедрением передовых ци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ровых и инженерных решений,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ганизационно-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методических 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ходов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правовых моделей,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меняемых для цифрового преобр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области городского 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нение восстановительных работ на территориях воинских захорон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и нанесение сведений о вои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званиях, именах и инициалах погибших при защите Отечества на мемориальные сооружения, 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тановленные в границах воинских захоронений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бюджетам поселений и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связа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реализацией мероприятий по выполнению восстановител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работ на территориях вои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захоронений и нанесению сведений о воинских званиях, именах и инициалах погибших при защите Отечества на мемориал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сооружения, установленные в границах воинских захоронений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мирование комфортной городской среды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жение целей, показателей и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родской среды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805006,08247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комфортной городской среды в малых городах и истор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ческих поселениях </w:t>
            </w:r>
            <w:r w:rsidR="00485D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программ формиров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современной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324006,08247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324006,08247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комфортной городской среды в малых городах и истор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485D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ческих поселениях –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победителях Всероссийского конкурса лучших проектов создания комфортной городской среды (за счёт средств областного бюджета</w:t>
            </w:r>
            <w:r w:rsidR="00485D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70990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70990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2460089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2186605,99933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1271341,34433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312384,07232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40598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жетных трансфертов из областн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бюджета Ульяновской области в целях финансового обеспечения расходных обязательств, связа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реализацией мероприятий, предусматривающих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во в городе Димитровграде </w:t>
            </w:r>
            <w:r w:rsidR="003A4E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инженерной инфр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485D7E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485D7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жетных трансфертов из областн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бюджета Ульяновской области бюджету муниципального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расхо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ных обязательств муниципального образования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связанных с организацией вод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переда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органам местного самоупра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государственных полном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Ульяновской области, связа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установлением нормативов потребления населением твёрдого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бюджету муниц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митровград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расходных обяз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созданием в городе Димитровграде обществе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кладбища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E9592C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иных межбю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жетных трансфертов из областн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 бюджета Ульяновской области бюджетам муниципальных обр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зований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 целях финансового обеспечения расходных обязательств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связа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с организацией водоотведения на территори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ях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указанных 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мун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A774DA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юридическим 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 субсидий из областного бю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жета Ульяновской области в целях возмещения недополученных 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ходов по договору факторинга, 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ключ</w:t>
            </w:r>
            <w:r w:rsidR="00F7238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нно</w:t>
            </w:r>
            <w:r w:rsidR="00A774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замену лифтов </w:t>
            </w:r>
            <w:r w:rsidR="002206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многоквартирных домах на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17484,45832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17484,45832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 и повышение энергетической э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фективности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1965418,82612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1804535,73433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1149756,44433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4B0C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лищно-коммунального хозяйства и повышение энергетической э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фективности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887509,05886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599211,45889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водоснабжения и водоотв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дения в населённых пунктах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400714,81486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200248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599211,45889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областным государственным 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предприятиям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в целях во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 затрат, связанных с де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тельностью по выполнению работ и оказанию услуг в сфере вод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149948,32945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299211,45889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149948,32945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299211,45889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реализацией мероприятий, направленных на строительство, реконструкцию, ремонт объектов водоснабжения и водоотведения, подготовку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ектной документации, включая погашение кредиторской задо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250766,48541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250766,48541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региональной программы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коммунальной инфраструктуры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315861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1065724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организациям коммунальн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комплекса, осуществляющим деятельность на территории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в целях 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(возмещения) затрат, св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со строительством и (или) реконструкцией, капитальным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объектов теплоснабжения систем коммунальной инфр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83 1 02 40040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83 1 02 40040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областным государственным казённым предприятиям в целях возмещения затрат, связанных со строительством и (или) реконс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рукцией, капитальным ремонтом объектов водоснабжения и вод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отведения систем коммунальной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83 1 02 40050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83 1 02 40050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бюджетам муниципальных образований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со строительством и (или) реко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 объектов водоснабжения и вод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отведения систем коммунальной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315861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83 1 02 70500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315861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тая вода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(модернизация) объектов питьев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Газификация 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селённых пунктов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жилищно-коммуналь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гетической эффективности в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83217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80209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89026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газоснабжения в населённых пунктах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области, предоста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ляемые областным государстве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ным казённым предприятиям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в целях во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 затрат в связи с выпо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нением работ и оказанием услуг в сфере газификации и газоснабж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населения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сжиженным углеводоро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газом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газораспредел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организациям, индивид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 предпринимателям субс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 в целях возмещ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ценам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ниципальным образованиям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в подготовке и прохождении отопительных сез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и повышение энергетической эффективности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729849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109375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270788,54111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теплоснабжения в населё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пунктах Ульяновской обла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486097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107375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областным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 казённым предпр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ятиям субсидий в целях возмещ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выполн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работ и оказанием услуг в сфере теплоснабжения (в том чи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 затрат, связанных с погашением кредиторской задолженности), а также затрат, связанных с реал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мероприятий по обеспеч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антитеррористической защ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щённости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организациям коммунальн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комплекса Ульяновской обла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 в целях возмещения затрат, св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потреблением природн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газа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158248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158248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муниципальным образов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ниям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зательств, возникающих в связи с ремонтом (в том числе капитал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ремонтом) тепловых сетей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щение недополученных доходов регулируемым организациям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243752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11788,54111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областным государственным казённым предприятиям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в целях во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 недополученных доходов в связи с установлением льготных тарифов на питьевую воду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(пить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вое водоснабжение) и (или) вод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отведение, реализуемое населению на территории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83 3 02 29030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147752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10788,54111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83 3 02 29030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147752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10788,54111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областным государственным казённым предприятиям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в целях во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 недополученных доходов в связи с установлением льготных тарифов на тепловую энергию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рячее водоснабжение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83 3 02 29040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83 3 02 29040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Энергосбереж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повышение энергетической эффективности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тие жилищно-коммунального 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 и повышение энергетич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64696,24623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ственная поддержка реализации мероприятий по энергосбереж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и повышению энергетической эффективности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государственным казённым предприятиям Ульяновской обла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 в целях финансового обеспеч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со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тельством и модернизацией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лоисточников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тепловых сетей, в том числе затрат, связанных с вн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сением платы по договорам 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нансовой аренды (лизинга) и (или) договорам финансирования под уступку денежного требования (договорам факторинга)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45932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45932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государственным казённым предприятиям в целях финансов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обеспечения затрат, связанных с приобретением техники для пре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приятий коммунального хозяйства по договорам финансовой аренды (лизинга)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стного бюджета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бюджетам муниципальных образований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возника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в связи с реализацией мер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приятий по закупке светильников с высоким классом энергетической эффективности, строительством, реконструкцией и ремонтом </w:t>
            </w:r>
            <w:r w:rsidR="003A4E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наружного освещения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привлечения в организации жилищно-коммунального хозяйс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Ульяновской области квалиф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цированных работников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507,74623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мерах по привлечению в организации ж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хозяйства, находящиеся на территории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области, квалифицир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407,74623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407,74623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для председателей советов многоква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тирных домов в Ульяновской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обучающих семинарских и курсовых занятий по вопросам, возникающим в сфере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жилищно-коммуналь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гетической эффективности в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130442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124686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119686,84433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130442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124686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119686,84433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Фонду модернизации жилищно-коммунального ко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Ульяновской области в ц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лях финансового обеспечения ча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 затрат, возникающих в связи с осуществлением им своей де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73390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68390,64433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73390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68390,64433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181786,26366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340971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30769,08521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220154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жилищного строительства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Эксплуатация и развитие (моде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низация) информационной сист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управления проектами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дарственного заказчика в сфере строительства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показателей и результатов фед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22569,08521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220154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 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22569,08521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220154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22569,08521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220154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151017,17845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исполнителя и соисполнителей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151017,17845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стных государственных казённых учреждений, подведомственных Министерству жилищно-коммунального хозяйства и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102361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ниципальными) органами, 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88355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12971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7238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новскому областному фонду 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щиты прав граждан </w:t>
            </w:r>
            <w:r w:rsidR="00F7238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долевого строительства на фина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затрат, связа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с его деятельностью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автономным 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реждениям, функции и полном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чия учредителя которых осущес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вляет Министерство жилищно-коммунального хозяйства и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Ульяновской области, субсидий из областного бюджета Ульяновской области на финанс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вое обеспечение выполнения ими государственных заданий,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39255,67845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39255,67845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A774DA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FC70F1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мероприятий в целях благоу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тройства территорий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освещение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лизации мероприятий государс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программы в средствах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2115847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1671627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F678E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1671627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4B0CD3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Развитие ж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повышение энергетической э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фективности в Ульяновской 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1671627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ровление Волги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федерального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1671627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Сокращение доли загрязнения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1671627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1671627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ление природных ресурсов в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тая страна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страна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входящего в 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 национального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Ликвидация несанкционирова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свалок в границах городов и наиболее опасных объектов нак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пленного вреда окружающей среде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ровление Волги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федерального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Ликвидация (рекультивация) </w:t>
            </w:r>
            <w:r w:rsidR="003A4E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накопленного экологич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вреда, представляющих 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розу реке Волге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1917119,61579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1576027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образования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вие развитию начального общего, основного общего и среднего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образования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бюджетам муниципальных районов и горо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округов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возника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в связи с реализацией мер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по обеспечению антите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рористической защищённости объектов муниципальных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вие развитию дошкольного 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бюджетам муниципальных районов и горо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округов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осуществлением ремонта, ликв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дацией аварийной ситуации в зд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ниях муниципальных дошкольных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образовательных организаций, благоустройством территорий, приобретением и установкой об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рудования, в том числе оборуд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обеспечивающего антите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рористическую защищённость объектов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4B0C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регионального проекта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показателей и результатов фед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 разв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49772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1784214,94579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образования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1784214,94579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1781714,94579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вие развитию начального общего, основного общего и среднего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образования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903957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,3246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1365851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бюджетам муниципальных районов и горо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округов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осуществлением ремонта, ликв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дацией аварийных ситуаций в зд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ниях муниципальных общеобраз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организаций, благоус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ройством территории, приобрет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нием оборудования, в том числе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оборудования, обеспечивающего антитеррористическую 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защищё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0E1795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бюджетам муниципальных районов и горо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округов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возника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в связи с реализацией мер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по обеспечению антите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рористической защищённости объектов муниципальных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капитальных вложений в объекты муниципал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889759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889759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приоритетного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образов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пространства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дернизации школьных систем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151314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временная школа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федерального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726443,32119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(обновление матер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ально-технической базы) оборуд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ванием, средствами обучения и воспитания общеобразовательных организаций, в том числе осущ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ствляющих образовательную де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по адаптированным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новным общеобразовательным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77665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77665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618078,09119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11938,71619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606139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образовательных программ среднего профессионального 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и основных программ профессионального обучения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развития образовательно-производственных центров (кл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стеров) на основе интеграции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организаций,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лизующих программы среднего профессионального образования, и организаций, действующих в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альном секторе экономики, в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ках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фессионалитет</w:t>
            </w:r>
            <w:proofErr w:type="spellEnd"/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учреждений, нах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дящихся в ведении Министерства просвещения и воспитания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напра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обеспечение антите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рористической защищённости объектов областных государс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образовательных орган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Дополнительное образование 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туры, туризма и сохранение </w:t>
            </w:r>
            <w:r w:rsidR="003A4E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культурного наследия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турная среда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региональных и муниципальных детских школ 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кусств по видам искусств путём их реконструкции и (или) капитал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ремонта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Среднее профессиональное 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образования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среднего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профессионального образования и профессионального обучения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образовательных программ среднего профессионального обр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и основных программ профессионального обучения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развития образовательно-производственных центров (кл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стеров) на основе интеграции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организаций,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лизующих программы среднего профессионального образования, и организаций, действующих в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альном секторе экономики, в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ках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фессионалитет</w:t>
            </w:r>
            <w:proofErr w:type="spellEnd"/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образования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деятельности государстве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учреждений, нах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дящихся в ведении Министерства просвещения и воспитания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напра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обеспечение антите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рористической защищённости объектов областных государс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образовательных орган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460654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672074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535714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460654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672074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535714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туры, туризма и сохранение </w:t>
            </w:r>
            <w:r w:rsidR="003A4E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культурного наследия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460654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672074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535714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материально-технической базы областных государственных учреждений культуры, областных государственных архивов, облас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образов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организаций, реализу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дополнительные общеобраз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вательные программы в сфере 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сств дл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 детей, областных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профессиональных образовательных организаций, реализующих образовательные программы среднего професси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 образования в области искусств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324482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296263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535714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реконструкции, р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монта и реставрации зданий 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ластных государственных учре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дений культуры, в том числе 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ганизация подготовки проектной и экспертной документации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87 0 01 44460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87 0 01 44460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ремонтно-реставрационных работ на здании областного государственного 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тономного учреждения культуры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Ленинский мемориал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282979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296263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535714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282979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296263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535714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материально-технической базы муниципальных учреждений культуры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67904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7B5B70" w:rsidRPr="00F678E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в целях </w:t>
            </w:r>
            <w:proofErr w:type="spellStart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провед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нием реконструкции, ремонта, реставрации зданий муниципал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учреждений культуры, в том 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числе подготовкой проектной и экспертной документации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67904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67904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375811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326649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326649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театров юного зр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теля и театров кукол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сети учреждений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турно-досугового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типа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49161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2229299,32339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523038,37446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698337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Стационарная медицинская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1706755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1706755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развития системы оказания медицинской помощи, в том числе первичной медико-санитарной помощи, на территории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мед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организаций и выполн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мероприятий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инфраструкт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 здравоохранения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ведению капитального ремонта зданий медицинских организаций, подведомственных органам 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полнительной власти субъектов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16 R4050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16 R4050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61364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цинской помощи детям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казателей и результатов федерал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современной инфраструктуры оказания медицинской помощи детям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1577799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Новое строительство или реконс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рукция зданий детских больниц (корпусов)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1577799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1577799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чение развития системы оказания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медицинской помощи, в том числе первичной медико-санитарной помощи, на территории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Строительство поликлиники в микрорайоне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Юго-Западный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свияжского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района города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здрав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522543,67339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,1773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522543,67339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,1773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первичного звена здравоохранения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казателей и результатов федерал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пе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вичного звена здравоохранения Российской Федерации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522543,67339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,1773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 модернизации первичного 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387934,60647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96160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,1773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региональных прое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(капитальный ремонт объектов недвижимого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341818,48917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341818,48917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,7828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(капитальное строительство (реконструкция) зданий медицинских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46116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(капитальный ремонт объектов недвижимого имущества), источником финанс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вого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обеспечения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которых являе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бюджетный кредит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опережа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финансового обеспечения расходных обязательств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80869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80869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региональных прое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модернизации первичного зв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здравоохранения (капитальное строительство (реконструкция) зданий медицинских организ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ций), источником финансового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обеспечения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которых является бюджетный кредит Ульяновской области в целях опережающего финансового обеспечения расхо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Ульяновской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53739,56692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53739,56692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847882,97685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614313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581141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обслуживание нас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развитие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орг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46747,27685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направлений деятельн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70,17685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Возврат сре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дств в р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езультате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достижения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значений показателей результативности использования субсидий, предоставляемых из ф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дерального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70,17685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70,17685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4B0C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жилыми помещениями гр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ждан, относящихся к категориям, установленным законодательс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социальной выплаты отдельным работникам организаций, осущ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ствляющих на территории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деятел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в сфере информационных технологий и отрасли авиастро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мероприятий по обе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печению жильём молодых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484612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развитие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Укрепление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CA72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государственных орг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 системы социальной 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 и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476612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476612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жилыми помещениями гр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ждан, относящихся к категориям, установленным законодательс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476612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 за наём (поднаём) жилого помещения 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дителей, на территории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детям-сиротам и детям,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тавшимся без попечения родит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лицам из их числа по догов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рам найма специализированных жилых помещений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детям-сиротам и детям,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тавшимся без попечения родит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лицам из их числа по догов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рам найма специализированных жилых помещений за счёт средств областного бюджета Ульяновской области сверх установленного уровня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409188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323841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348730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8702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392688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300938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324806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235871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22915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Модернизация и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развитие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218067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социального обслужив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социальной защиты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Мероприятия, предусмотренные для строительства жилого корпуса с пищеблоком в с.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Водорацк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рышского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района Ульяновской области для Областного госуда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автономного учрежд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социального обслуживания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Специальный дом-интернат для престарелых и инвалидов </w:t>
            </w: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шуат</w:t>
            </w:r>
            <w:proofErr w:type="spellEnd"/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 регионального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 достижение целей, показ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176024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грамм, направленных на обеспеч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безопасных и комфортных 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ловий предоставления социальных услуг в сфере социального обсл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176024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176024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22915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в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</w:t>
            </w:r>
            <w:proofErr w:type="spellEnd"/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архитектуры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22915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жилыми помещениями гр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ждан, относящихся к категориям, установленным законодательс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22915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работникам обл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стных государственных учрежд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Ульяновской области един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временных выплат на приобрет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жилых помещений с привл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средств ипотечных кред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(займов)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12315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12315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социальной выплаты отдельным работникам организаций, осущ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ствляющих на территории </w:t>
            </w:r>
            <w:r w:rsidR="00F678E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деятел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в сфере информационных технологий и отрасли авиастро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7B5B70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из областного бюджета Ульяновской области бюджетам муниципальных образований 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="007B5B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тельств, возникающих в связи с предоставлением единовременных выплат на приобретение жилых помещений работникам муниц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учреждений, постоянно проживающим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182125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182125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культуры и спорта в Уль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119608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182125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 материально-технической базы деятельности в сфере физ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культуры и спорта на те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48673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162725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1F577C" w:rsidP="001F577C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Строительство, реконструкция, ремонт объектов спорта, подг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товка проектной доку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ментации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создаваемых объектов спорта, проведение 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государственной эк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пертизы проектной документации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указанных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16282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16282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 муниципальных 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разований Ульяновской области, связанных с реализацией мер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по созданию объектов спорта, в том числе на основании концессионных соглашений, в том числе приобретение оборудования и благоустройство прилегающей территории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22486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22486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19131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32E98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бюджетам муниципальных районов и горо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округов Ульяновской области в целях </w:t>
            </w:r>
            <w:proofErr w:type="spellStart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возника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при ремонте объектов спорта, установке спортивных кортов и плоскостных площадок, создании спортивных манежей, в том числе приобретении оборудования и благоустройстве прилегающей территории, обустройстве объе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городской инфраструктуры, парковых и рекреационных зон, находящихся в муниципальной 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собственности, для занятий физ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культурой и спортом</w:t>
            </w:r>
            <w:proofErr w:type="gramEnd"/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том числе видами спорта, популярн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в молодёжной среде, а также для проведения физкультурных и спортивных мероприятий в рамках реализации государственной пр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граммы, в том числе погашение кредиторской задолженности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9905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8593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678E5" w:rsidRDefault="00FC70F1" w:rsidP="00F96BC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F96BC9" w:rsidRPr="00F96BC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F96BC9" w:rsidRPr="00F96BC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F678E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A86115" w:rsidRPr="00F678E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модернизация объе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спортивной инфраструктуры региональной (муниципальной) собственности для занятий физ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культурой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C70F1" w:rsidRPr="00FC70F1" w:rsidTr="00FC70F1">
        <w:trPr>
          <w:trHeight w:val="20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0F1" w:rsidRPr="00FC70F1" w:rsidRDefault="00FC70F1" w:rsidP="00FC70F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70934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C70F1" w:rsidRPr="00FC70F1" w:rsidRDefault="00FC70F1" w:rsidP="00FC70F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C7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41638A" w:rsidRPr="00EC7008" w:rsidRDefault="0041638A" w:rsidP="00F678E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EC7008">
        <w:rPr>
          <w:rFonts w:ascii="PT Astra Serif" w:hAnsi="PT Astra Serif"/>
          <w:sz w:val="28"/>
          <w:szCs w:val="28"/>
        </w:rPr>
        <w:t xml:space="preserve">ж) в главе </w:t>
      </w:r>
      <w:r w:rsidR="00A86115">
        <w:rPr>
          <w:rFonts w:ascii="PT Astra Serif" w:hAnsi="PT Astra Serif"/>
          <w:sz w:val="28"/>
          <w:szCs w:val="28"/>
        </w:rPr>
        <w:t>«</w:t>
      </w:r>
      <w:r w:rsidRPr="00EC7008">
        <w:rPr>
          <w:rFonts w:ascii="PT Astra Serif" w:hAnsi="PT Astra Serif"/>
          <w:sz w:val="28"/>
          <w:szCs w:val="28"/>
        </w:rPr>
        <w:t>Министерство агропромышленного комплекса и развития сельских территорий Ульяновской области</w:t>
      </w:r>
      <w:r w:rsidR="00A86115">
        <w:rPr>
          <w:rFonts w:ascii="PT Astra Serif" w:hAnsi="PT Astra Serif"/>
          <w:sz w:val="28"/>
          <w:szCs w:val="28"/>
        </w:rPr>
        <w:t>»</w:t>
      </w:r>
      <w:r w:rsidRPr="00EC7008">
        <w:rPr>
          <w:rFonts w:ascii="PT Astra Serif" w:hAnsi="PT Astra Serif"/>
          <w:sz w:val="28"/>
          <w:szCs w:val="28"/>
        </w:rPr>
        <w:t xml:space="preserve"> (Мин 287):</w:t>
      </w:r>
    </w:p>
    <w:p w:rsidR="0041638A" w:rsidRPr="00EC7008" w:rsidRDefault="0041638A" w:rsidP="00F678E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EC7008">
        <w:rPr>
          <w:rFonts w:ascii="PT Astra Serif" w:hAnsi="PT Astra Serif"/>
          <w:sz w:val="28"/>
          <w:szCs w:val="28"/>
        </w:rPr>
        <w:lastRenderedPageBreak/>
        <w:tab/>
        <w:t xml:space="preserve">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EC7008">
        <w:rPr>
          <w:rFonts w:ascii="PT Astra Serif" w:hAnsi="PT Astra Serif"/>
          <w:sz w:val="28"/>
          <w:szCs w:val="28"/>
        </w:rPr>
        <w:t>5076055,8</w:t>
      </w:r>
      <w:r w:rsidR="00A86115">
        <w:rPr>
          <w:rFonts w:ascii="PT Astra Serif" w:hAnsi="PT Astra Serif"/>
          <w:sz w:val="28"/>
          <w:szCs w:val="28"/>
        </w:rPr>
        <w:t>»</w:t>
      </w:r>
      <w:r w:rsidRPr="00EC7008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EC7008" w:rsidRPr="00EC7008">
        <w:rPr>
          <w:rFonts w:ascii="PT Astra Serif" w:hAnsi="PT Astra Serif"/>
          <w:sz w:val="28"/>
          <w:szCs w:val="28"/>
        </w:rPr>
        <w:t>5078055,8</w:t>
      </w:r>
      <w:r w:rsidR="00A86115">
        <w:rPr>
          <w:rFonts w:ascii="PT Astra Serif" w:hAnsi="PT Astra Serif"/>
          <w:sz w:val="28"/>
          <w:szCs w:val="28"/>
        </w:rPr>
        <w:t>»</w:t>
      </w:r>
      <w:r w:rsidRPr="00EC7008">
        <w:rPr>
          <w:rFonts w:ascii="PT Astra Serif" w:hAnsi="PT Astra Serif"/>
          <w:sz w:val="28"/>
          <w:szCs w:val="28"/>
        </w:rPr>
        <w:t xml:space="preserve">; </w:t>
      </w:r>
    </w:p>
    <w:p w:rsidR="0041638A" w:rsidRPr="00EC7008" w:rsidRDefault="0041638A" w:rsidP="00F678E5">
      <w:pPr>
        <w:spacing w:line="360" w:lineRule="auto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EC7008">
        <w:rPr>
          <w:rFonts w:ascii="PT Astra Serif" w:hAnsi="PT Astra Serif"/>
          <w:sz w:val="28"/>
          <w:szCs w:val="28"/>
        </w:rPr>
        <w:tab/>
        <w:t xml:space="preserve">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Национальная экономика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(Мин 287 </w:t>
      </w:r>
      <w:proofErr w:type="spellStart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Рз</w:t>
      </w:r>
      <w:proofErr w:type="spellEnd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04 </w:t>
      </w:r>
      <w:proofErr w:type="gramStart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ПР</w:t>
      </w:r>
      <w:proofErr w:type="gramEnd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00) цифры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4746441,00035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="00EC7008" w:rsidRPr="00EC7008">
        <w:rPr>
          <w:rFonts w:ascii="PT Astra Serif" w:hAnsi="PT Astra Serif"/>
          <w:color w:val="000000"/>
          <w:spacing w:val="-4"/>
          <w:sz w:val="28"/>
          <w:szCs w:val="28"/>
        </w:rPr>
        <w:t>4748441,00035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p w:rsidR="0041638A" w:rsidRPr="00EC7008" w:rsidRDefault="0041638A" w:rsidP="00F678E5">
      <w:pPr>
        <w:spacing w:line="360" w:lineRule="auto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ab/>
        <w:t xml:space="preserve">в строке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Сельское хозяйство и рыболовство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(Мин 287 </w:t>
      </w:r>
      <w:proofErr w:type="spellStart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Рз</w:t>
      </w:r>
      <w:proofErr w:type="spellEnd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04 </w:t>
      </w:r>
      <w:proofErr w:type="gramStart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ПР</w:t>
      </w:r>
      <w:proofErr w:type="gramEnd"/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05) цифры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4746441,00035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="00EC7008" w:rsidRPr="00EC7008">
        <w:rPr>
          <w:rFonts w:ascii="PT Astra Serif" w:hAnsi="PT Astra Serif"/>
          <w:color w:val="000000"/>
          <w:spacing w:val="-4"/>
          <w:sz w:val="28"/>
          <w:szCs w:val="28"/>
        </w:rPr>
        <w:t>4748441,00035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p w:rsidR="009621BD" w:rsidRDefault="0041638A" w:rsidP="00583513">
      <w:pPr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EC7008">
        <w:rPr>
          <w:rFonts w:ascii="PT Astra Serif" w:hAnsi="PT Astra Serif"/>
          <w:color w:val="000000"/>
          <w:spacing w:val="-4"/>
          <w:sz w:val="28"/>
          <w:szCs w:val="28"/>
        </w:rPr>
        <w:tab/>
      </w:r>
      <w:r w:rsidR="009621BD" w:rsidRPr="00EC7008">
        <w:rPr>
          <w:rFonts w:ascii="PT Astra Serif" w:hAnsi="PT Astra Serif"/>
          <w:color w:val="000000"/>
          <w:spacing w:val="-4"/>
          <w:sz w:val="28"/>
          <w:szCs w:val="28"/>
        </w:rPr>
        <w:t>после строки</w:t>
      </w:r>
    </w:p>
    <w:tbl>
      <w:tblPr>
        <w:tblW w:w="14697" w:type="dxa"/>
        <w:tblInd w:w="93" w:type="dxa"/>
        <w:tblLook w:val="04A0"/>
      </w:tblPr>
      <w:tblGrid>
        <w:gridCol w:w="4649"/>
        <w:gridCol w:w="636"/>
        <w:gridCol w:w="510"/>
        <w:gridCol w:w="567"/>
        <w:gridCol w:w="1531"/>
        <w:gridCol w:w="567"/>
        <w:gridCol w:w="2098"/>
        <w:gridCol w:w="2098"/>
        <w:gridCol w:w="2041"/>
      </w:tblGrid>
      <w:tr w:rsidR="009621BD" w:rsidRPr="009621BD" w:rsidTr="00EC7008">
        <w:trPr>
          <w:trHeight w:val="315"/>
        </w:trPr>
        <w:tc>
          <w:tcPr>
            <w:tcW w:w="4649" w:type="dxa"/>
            <w:shd w:val="clear" w:color="auto" w:fill="auto"/>
            <w:vAlign w:val="center"/>
            <w:hideMark/>
          </w:tcPr>
          <w:p w:rsidR="009621BD" w:rsidRPr="009621BD" w:rsidRDefault="00A86115" w:rsidP="009621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9621BD" w:rsidRPr="009621BD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shd w:val="clear" w:color="auto" w:fill="auto"/>
            <w:noWrap/>
            <w:vAlign w:val="bottom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748441,00035</w:t>
            </w:r>
          </w:p>
        </w:tc>
        <w:tc>
          <w:tcPr>
            <w:tcW w:w="2098" w:type="dxa"/>
            <w:shd w:val="clear" w:color="auto" w:fill="auto"/>
            <w:noWrap/>
            <w:vAlign w:val="bottom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748982,5465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559142,3695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</w:tr>
    </w:tbl>
    <w:p w:rsidR="0041638A" w:rsidRDefault="009621BD" w:rsidP="00583513">
      <w:pPr>
        <w:spacing w:before="120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>
        <w:rPr>
          <w:rFonts w:ascii="PT Astra Serif" w:hAnsi="PT Astra Serif"/>
          <w:color w:val="000000"/>
          <w:spacing w:val="-4"/>
          <w:sz w:val="28"/>
          <w:szCs w:val="28"/>
        </w:rPr>
        <w:t>дополнить строками следующего содержания:</w:t>
      </w:r>
    </w:p>
    <w:tbl>
      <w:tblPr>
        <w:tblW w:w="14665" w:type="dxa"/>
        <w:tblInd w:w="93" w:type="dxa"/>
        <w:tblLook w:val="04A0"/>
      </w:tblPr>
      <w:tblGrid>
        <w:gridCol w:w="4819"/>
        <w:gridCol w:w="636"/>
        <w:gridCol w:w="510"/>
        <w:gridCol w:w="567"/>
        <w:gridCol w:w="1839"/>
        <w:gridCol w:w="567"/>
        <w:gridCol w:w="1928"/>
        <w:gridCol w:w="1928"/>
        <w:gridCol w:w="1871"/>
      </w:tblGrid>
      <w:tr w:rsidR="00EC7008" w:rsidRPr="009621BD" w:rsidTr="003614E9">
        <w:tc>
          <w:tcPr>
            <w:tcW w:w="4819" w:type="dxa"/>
            <w:shd w:val="clear" w:color="auto" w:fill="auto"/>
            <w:vAlign w:val="center"/>
            <w:hideMark/>
          </w:tcPr>
          <w:p w:rsidR="009621BD" w:rsidRPr="009621BD" w:rsidRDefault="00A86115" w:rsidP="009621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9621BD" w:rsidRPr="009621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="009621BD"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непрограм</w:t>
            </w:r>
            <w:r w:rsidR="00EC700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="009621BD"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мных</w:t>
            </w:r>
            <w:proofErr w:type="spellEnd"/>
            <w:r w:rsidR="009621BD" w:rsidRPr="009621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636" w:type="dxa"/>
            <w:shd w:val="clear" w:color="auto" w:fill="auto"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shd w:val="clear" w:color="auto" w:fill="auto"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9" w:type="dxa"/>
            <w:shd w:val="clear" w:color="auto" w:fill="auto"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  <w:noWrap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bookmarkStart w:id="1" w:name="_GoBack"/>
            <w:bookmarkEnd w:id="1"/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928" w:type="dxa"/>
            <w:shd w:val="clear" w:color="auto" w:fill="auto"/>
            <w:noWrap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71" w:type="dxa"/>
            <w:shd w:val="clear" w:color="auto" w:fill="auto"/>
            <w:noWrap/>
            <w:hideMark/>
          </w:tcPr>
          <w:p w:rsidR="009621BD" w:rsidRPr="009621BD" w:rsidRDefault="009621BD" w:rsidP="003614E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EC7008" w:rsidRPr="009621BD" w:rsidTr="00191CAC">
        <w:tc>
          <w:tcPr>
            <w:tcW w:w="4819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возм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щение затрат, связанных с выполн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нием работ и оказанием услуг в сфере общественного питания</w:t>
            </w:r>
          </w:p>
        </w:tc>
        <w:tc>
          <w:tcPr>
            <w:tcW w:w="636" w:type="dxa"/>
            <w:shd w:val="clear" w:color="auto" w:fill="auto"/>
            <w:hideMark/>
          </w:tcPr>
          <w:p w:rsidR="009621BD" w:rsidRPr="009621BD" w:rsidRDefault="00191CAC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9621BD" w:rsidRPr="009621BD">
              <w:rPr>
                <w:rFonts w:ascii="PT Astra Serif" w:hAnsi="PT Astra Serif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10" w:type="dxa"/>
            <w:shd w:val="clear" w:color="auto" w:fill="auto"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9" w:type="dxa"/>
            <w:shd w:val="clear" w:color="auto" w:fill="auto"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  <w:noWrap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928" w:type="dxa"/>
            <w:shd w:val="clear" w:color="auto" w:fill="auto"/>
            <w:noWrap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71" w:type="dxa"/>
            <w:shd w:val="clear" w:color="auto" w:fill="auto"/>
            <w:noWrap/>
            <w:hideMark/>
          </w:tcPr>
          <w:p w:rsidR="009621BD" w:rsidRPr="009621BD" w:rsidRDefault="009621BD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EC7008" w:rsidRPr="009621BD" w:rsidTr="00EC7008">
        <w:tc>
          <w:tcPr>
            <w:tcW w:w="4819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9621BD" w:rsidRPr="009621BD" w:rsidRDefault="009621BD" w:rsidP="009621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  <w:r w:rsidRPr="009621BD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9621BD" w:rsidRPr="00FC70F1" w:rsidRDefault="002B4D5E" w:rsidP="00FC70F1">
      <w:pPr>
        <w:spacing w:before="120" w:line="360" w:lineRule="auto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ab/>
      </w:r>
      <w:proofErr w:type="spellStart"/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>з</w:t>
      </w:r>
      <w:proofErr w:type="spellEnd"/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 xml:space="preserve">) в строке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>ИТОГО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 xml:space="preserve"> цифры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>95522478,50168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="00FC70F1" w:rsidRPr="00FC70F1">
        <w:rPr>
          <w:rFonts w:ascii="PT Astra Serif" w:hAnsi="PT Astra Serif"/>
          <w:color w:val="000000"/>
          <w:spacing w:val="-4"/>
          <w:sz w:val="28"/>
          <w:szCs w:val="28"/>
        </w:rPr>
        <w:t>98668986,60168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 xml:space="preserve">, цифры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>80539779,32111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 xml:space="preserve"> </w:t>
      </w:r>
      <w:r w:rsidR="00FC70F1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 xml:space="preserve">заменить цифрами 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«</w:t>
      </w:r>
      <w:r w:rsidR="00FC70F1" w:rsidRPr="00FC70F1">
        <w:rPr>
          <w:rFonts w:ascii="PT Astra Serif" w:hAnsi="PT Astra Serif"/>
          <w:color w:val="000000"/>
          <w:spacing w:val="-4"/>
          <w:sz w:val="28"/>
          <w:szCs w:val="28"/>
        </w:rPr>
        <w:t>78898271,22111</w:t>
      </w:r>
      <w:r w:rsidR="00A86115">
        <w:rPr>
          <w:rFonts w:ascii="PT Astra Serif" w:hAnsi="PT Astra Serif"/>
          <w:color w:val="000000"/>
          <w:spacing w:val="-4"/>
          <w:sz w:val="28"/>
          <w:szCs w:val="28"/>
        </w:rPr>
        <w:t>»</w:t>
      </w:r>
      <w:r w:rsidRPr="00FC70F1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p w:rsidR="00F31C11" w:rsidRDefault="00493F02" w:rsidP="007D3215">
      <w:pPr>
        <w:pStyle w:val="1"/>
        <w:spacing w:line="360" w:lineRule="auto"/>
        <w:ind w:firstLine="720"/>
        <w:rPr>
          <w:rFonts w:ascii="PT Astra Serif" w:hAnsi="PT Astra Serif"/>
          <w:spacing w:val="-4"/>
          <w:szCs w:val="28"/>
        </w:rPr>
      </w:pPr>
      <w:r w:rsidRPr="00493F02">
        <w:rPr>
          <w:rFonts w:ascii="PT Astra Serif" w:hAnsi="PT Astra Serif"/>
          <w:szCs w:val="28"/>
        </w:rPr>
        <w:t>6</w:t>
      </w:r>
      <w:r w:rsidR="00E571AA" w:rsidRPr="00493F02">
        <w:rPr>
          <w:rFonts w:ascii="PT Astra Serif" w:hAnsi="PT Astra Serif"/>
          <w:szCs w:val="28"/>
        </w:rPr>
        <w:t xml:space="preserve">) </w:t>
      </w:r>
      <w:r w:rsidR="007B30A2" w:rsidRPr="00493F02">
        <w:rPr>
          <w:rFonts w:ascii="PT Astra Serif" w:hAnsi="PT Astra Serif"/>
          <w:szCs w:val="28"/>
        </w:rPr>
        <w:t xml:space="preserve">в приложении </w:t>
      </w:r>
      <w:r w:rsidR="004428D7" w:rsidRPr="00493F02">
        <w:rPr>
          <w:rFonts w:ascii="PT Astra Serif" w:hAnsi="PT Astra Serif"/>
          <w:spacing w:val="-4"/>
          <w:szCs w:val="28"/>
        </w:rPr>
        <w:t>5</w:t>
      </w:r>
      <w:r w:rsidR="00D44DA2" w:rsidRPr="00493F02">
        <w:rPr>
          <w:rFonts w:ascii="PT Astra Serif" w:hAnsi="PT Astra Serif"/>
          <w:spacing w:val="-4"/>
          <w:szCs w:val="28"/>
        </w:rPr>
        <w:t>:</w:t>
      </w:r>
    </w:p>
    <w:p w:rsidR="007D3215" w:rsidRDefault="007D3215" w:rsidP="007D321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7D3215">
        <w:rPr>
          <w:rFonts w:ascii="PT Astra Serif" w:hAnsi="PT Astra Serif"/>
          <w:sz w:val="28"/>
          <w:szCs w:val="28"/>
        </w:rPr>
        <w:tab/>
        <w:t xml:space="preserve">а) 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Pr="007D3215">
        <w:rPr>
          <w:rFonts w:ascii="PT Astra Serif" w:hAnsi="PT Astra Serif"/>
          <w:sz w:val="28"/>
          <w:szCs w:val="28"/>
        </w:rPr>
        <w:t>Общегосударственные вопросы</w:t>
      </w:r>
      <w:r w:rsidR="00A86115">
        <w:rPr>
          <w:rFonts w:ascii="PT Astra Serif" w:hAnsi="PT Astra Serif"/>
          <w:sz w:val="28"/>
          <w:szCs w:val="28"/>
        </w:rPr>
        <w:t>»</w:t>
      </w:r>
      <w:r w:rsidRPr="007D3215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D3215">
        <w:rPr>
          <w:rFonts w:ascii="PT Astra Serif" w:hAnsi="PT Astra Serif"/>
          <w:sz w:val="28"/>
          <w:szCs w:val="28"/>
        </w:rPr>
        <w:t>Рз</w:t>
      </w:r>
      <w:proofErr w:type="spellEnd"/>
      <w:r w:rsidRPr="007D321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D3215">
        <w:rPr>
          <w:rFonts w:ascii="PT Astra Serif" w:hAnsi="PT Astra Serif"/>
          <w:sz w:val="28"/>
          <w:szCs w:val="28"/>
        </w:rPr>
        <w:t>ПР</w:t>
      </w:r>
      <w:proofErr w:type="gramEnd"/>
      <w:r w:rsidRPr="007D3215">
        <w:rPr>
          <w:rFonts w:ascii="PT Astra Serif" w:hAnsi="PT Astra Serif"/>
          <w:sz w:val="28"/>
          <w:szCs w:val="28"/>
        </w:rPr>
        <w:t xml:space="preserve"> 00)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7D3215">
        <w:rPr>
          <w:rFonts w:ascii="PT Astra Serif" w:hAnsi="PT Astra Serif"/>
          <w:color w:val="000000"/>
          <w:spacing w:val="-4"/>
          <w:sz w:val="28"/>
          <w:szCs w:val="28"/>
        </w:rPr>
        <w:t>5824573,40611</w:t>
      </w:r>
      <w:r w:rsidR="00A86115">
        <w:rPr>
          <w:rFonts w:ascii="PT Astra Serif" w:hAnsi="PT Astra Serif"/>
          <w:sz w:val="28"/>
          <w:szCs w:val="28"/>
        </w:rPr>
        <w:t>»</w:t>
      </w:r>
      <w:r w:rsidRPr="007D321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Pr="007D3215">
        <w:rPr>
          <w:rFonts w:ascii="PT Astra Serif" w:hAnsi="PT Astra Serif"/>
          <w:sz w:val="28"/>
          <w:szCs w:val="28"/>
        </w:rPr>
        <w:t>5822891,70611</w:t>
      </w:r>
      <w:r w:rsidR="00A86115">
        <w:rPr>
          <w:rFonts w:ascii="PT Astra Serif" w:hAnsi="PT Astra Serif"/>
          <w:sz w:val="28"/>
          <w:szCs w:val="28"/>
        </w:rPr>
        <w:t>»</w:t>
      </w:r>
      <w:r w:rsidRPr="007D3215">
        <w:rPr>
          <w:rFonts w:ascii="PT Astra Serif" w:hAnsi="PT Astra Serif"/>
          <w:sz w:val="28"/>
          <w:szCs w:val="28"/>
        </w:rPr>
        <w:t>;</w:t>
      </w:r>
    </w:p>
    <w:p w:rsidR="007D3215" w:rsidRPr="007D3215" w:rsidRDefault="007D3215" w:rsidP="007D321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7D3215">
        <w:rPr>
          <w:rFonts w:ascii="PT Astra Serif" w:hAnsi="PT Astra Serif"/>
          <w:sz w:val="28"/>
          <w:szCs w:val="28"/>
        </w:rPr>
        <w:tab/>
        <w:t xml:space="preserve">б) </w:t>
      </w:r>
      <w:r w:rsidR="00703481" w:rsidRPr="007D3215">
        <w:rPr>
          <w:rFonts w:ascii="PT Astra Serif" w:hAnsi="PT Astra Serif"/>
          <w:sz w:val="28"/>
          <w:szCs w:val="28"/>
        </w:rPr>
        <w:t>в графе 7</w:t>
      </w:r>
      <w:r w:rsidRPr="007D3215">
        <w:rPr>
          <w:rFonts w:ascii="PT Astra Serif" w:hAnsi="PT Astra Serif"/>
          <w:sz w:val="28"/>
          <w:szCs w:val="28"/>
        </w:rPr>
        <w:t xml:space="preserve"> строк</w:t>
      </w:r>
      <w:r w:rsidR="00703481">
        <w:rPr>
          <w:rFonts w:ascii="PT Astra Serif" w:hAnsi="PT Astra Serif"/>
          <w:sz w:val="28"/>
          <w:szCs w:val="28"/>
        </w:rPr>
        <w:t>и</w:t>
      </w:r>
      <w:r w:rsidRPr="007D3215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7D3215">
        <w:rPr>
          <w:rFonts w:ascii="PT Astra Serif" w:hAnsi="PT Astra Serif"/>
          <w:color w:val="000000"/>
          <w:sz w:val="28"/>
          <w:szCs w:val="28"/>
        </w:rPr>
        <w:t xml:space="preserve">Функционирование Правительства Российской Федерации, высших исполнительных органов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7D3215">
        <w:rPr>
          <w:rFonts w:ascii="PT Astra Serif" w:hAnsi="PT Astra Serif"/>
          <w:color w:val="000000"/>
          <w:sz w:val="28"/>
          <w:szCs w:val="28"/>
        </w:rPr>
        <w:t>государственной власти субъектов Российской Федерации, местных администраций</w:t>
      </w:r>
      <w:r w:rsidR="00A86115">
        <w:rPr>
          <w:rFonts w:ascii="PT Astra Serif" w:hAnsi="PT Astra Serif"/>
          <w:sz w:val="28"/>
          <w:szCs w:val="28"/>
        </w:rPr>
        <w:t>»</w:t>
      </w:r>
      <w:r w:rsidRPr="007D3215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7D3215">
        <w:rPr>
          <w:rFonts w:ascii="PT Astra Serif" w:hAnsi="PT Astra Serif"/>
          <w:sz w:val="28"/>
          <w:szCs w:val="28"/>
        </w:rPr>
        <w:t>Рз</w:t>
      </w:r>
      <w:proofErr w:type="spellEnd"/>
      <w:r w:rsidRPr="007D3215">
        <w:rPr>
          <w:rFonts w:ascii="PT Astra Serif" w:hAnsi="PT Astra Serif"/>
          <w:sz w:val="28"/>
          <w:szCs w:val="28"/>
        </w:rPr>
        <w:t xml:space="preserve"> 01 </w:t>
      </w:r>
      <w:proofErr w:type="gramStart"/>
      <w:r w:rsidRPr="007D3215">
        <w:rPr>
          <w:rFonts w:ascii="PT Astra Serif" w:hAnsi="PT Astra Serif"/>
          <w:sz w:val="28"/>
          <w:szCs w:val="28"/>
        </w:rPr>
        <w:t>ПР</w:t>
      </w:r>
      <w:proofErr w:type="gramEnd"/>
      <w:r w:rsidRPr="007D3215">
        <w:rPr>
          <w:rFonts w:ascii="PT Astra Serif" w:hAnsi="PT Astra Serif"/>
          <w:sz w:val="28"/>
          <w:szCs w:val="28"/>
        </w:rPr>
        <w:t xml:space="preserve"> 04)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7D3215">
        <w:rPr>
          <w:rFonts w:ascii="PT Astra Serif" w:hAnsi="PT Astra Serif"/>
          <w:color w:val="000000"/>
          <w:sz w:val="28"/>
          <w:szCs w:val="28"/>
        </w:rPr>
        <w:t>435648,8</w:t>
      </w:r>
      <w:r w:rsidR="00A86115">
        <w:rPr>
          <w:rFonts w:ascii="PT Astra Serif" w:hAnsi="PT Astra Serif"/>
          <w:sz w:val="28"/>
          <w:szCs w:val="28"/>
        </w:rPr>
        <w:t>»</w:t>
      </w:r>
      <w:r w:rsidRPr="007D321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Pr="007D3215">
        <w:rPr>
          <w:rFonts w:ascii="PT Astra Serif" w:hAnsi="PT Astra Serif"/>
          <w:sz w:val="28"/>
          <w:szCs w:val="28"/>
        </w:rPr>
        <w:t>433967,1</w:t>
      </w:r>
      <w:r w:rsidR="00A86115">
        <w:rPr>
          <w:rFonts w:ascii="PT Astra Serif" w:hAnsi="PT Astra Serif"/>
          <w:sz w:val="28"/>
          <w:szCs w:val="28"/>
        </w:rPr>
        <w:t>»</w:t>
      </w:r>
      <w:r w:rsidRPr="007D3215">
        <w:rPr>
          <w:rFonts w:ascii="PT Astra Serif" w:hAnsi="PT Astra Serif"/>
          <w:sz w:val="28"/>
          <w:szCs w:val="28"/>
        </w:rPr>
        <w:t>;</w:t>
      </w:r>
    </w:p>
    <w:p w:rsidR="007D3215" w:rsidRPr="007D3215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в) </w:t>
      </w:r>
      <w:r w:rsidR="00703481">
        <w:rPr>
          <w:rFonts w:ascii="PT Astra Serif" w:hAnsi="PT Astra Serif"/>
          <w:sz w:val="28"/>
          <w:szCs w:val="28"/>
        </w:rPr>
        <w:t>в графе 7</w:t>
      </w:r>
      <w:r w:rsidR="007D3215">
        <w:rPr>
          <w:rFonts w:ascii="PT Astra Serif" w:hAnsi="PT Astra Serif"/>
          <w:sz w:val="28"/>
          <w:szCs w:val="28"/>
        </w:rPr>
        <w:t xml:space="preserve"> строк</w:t>
      </w:r>
      <w:r w:rsidR="00703481">
        <w:rPr>
          <w:rFonts w:ascii="PT Astra Serif" w:hAnsi="PT Astra Serif"/>
          <w:sz w:val="28"/>
          <w:szCs w:val="28"/>
        </w:rPr>
        <w:t>и</w:t>
      </w:r>
      <w:r w:rsidR="007D3215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680B27">
        <w:rPr>
          <w:rFonts w:ascii="PT Astra Serif" w:hAnsi="PT Astra Serif"/>
          <w:sz w:val="28"/>
          <w:szCs w:val="28"/>
        </w:rPr>
        <w:t xml:space="preserve">Мероприятия в рамках </w:t>
      </w:r>
      <w:proofErr w:type="spellStart"/>
      <w:r w:rsidRPr="00680B27">
        <w:rPr>
          <w:rFonts w:ascii="PT Astra Serif" w:hAnsi="PT Astra Serif"/>
          <w:sz w:val="28"/>
          <w:szCs w:val="28"/>
        </w:rPr>
        <w:t>непрограммных</w:t>
      </w:r>
      <w:proofErr w:type="spellEnd"/>
      <w:r w:rsidRPr="00680B27">
        <w:rPr>
          <w:rFonts w:ascii="PT Astra Serif" w:hAnsi="PT Astra Serif"/>
          <w:sz w:val="28"/>
          <w:szCs w:val="28"/>
        </w:rPr>
        <w:t xml:space="preserve"> направлений деятельности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 xml:space="preserve"> </w:t>
      </w:r>
      <w:r w:rsidR="00703481">
        <w:rPr>
          <w:rFonts w:ascii="PT Astra Serif" w:hAnsi="PT Astra Serif"/>
          <w:sz w:val="28"/>
          <w:szCs w:val="28"/>
        </w:rPr>
        <w:br/>
      </w:r>
      <w:r w:rsidR="007D3215">
        <w:rPr>
          <w:rFonts w:ascii="PT Astra Serif" w:hAnsi="PT Astra Serif"/>
          <w:sz w:val="28"/>
          <w:szCs w:val="28"/>
        </w:rPr>
        <w:t>(</w:t>
      </w:r>
      <w:proofErr w:type="spellStart"/>
      <w:r w:rsidR="007D3215">
        <w:rPr>
          <w:rFonts w:ascii="PT Astra Serif" w:hAnsi="PT Astra Serif"/>
          <w:sz w:val="28"/>
          <w:szCs w:val="28"/>
        </w:rPr>
        <w:t>Рз</w:t>
      </w:r>
      <w:proofErr w:type="spellEnd"/>
      <w:r w:rsidR="007D321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01 </w:t>
      </w:r>
      <w:proofErr w:type="gramStart"/>
      <w:r w:rsidR="007D3215"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04 ЦС 11 0 00 00000</w:t>
      </w:r>
      <w:r w:rsidR="007D3215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435648,8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433967,1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>;</w:t>
      </w:r>
    </w:p>
    <w:p w:rsidR="007D3215" w:rsidRPr="007D3215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703481">
        <w:rPr>
          <w:rFonts w:ascii="PT Astra Serif" w:hAnsi="PT Astra Serif"/>
          <w:sz w:val="28"/>
          <w:szCs w:val="28"/>
        </w:rPr>
        <w:t>в графе 7</w:t>
      </w:r>
      <w:r w:rsidR="007D3215">
        <w:rPr>
          <w:rFonts w:ascii="PT Astra Serif" w:hAnsi="PT Astra Serif"/>
          <w:sz w:val="28"/>
          <w:szCs w:val="28"/>
        </w:rPr>
        <w:t xml:space="preserve"> строк</w:t>
      </w:r>
      <w:r w:rsidR="00703481">
        <w:rPr>
          <w:rFonts w:ascii="PT Astra Serif" w:hAnsi="PT Astra Serif"/>
          <w:sz w:val="28"/>
          <w:szCs w:val="28"/>
        </w:rPr>
        <w:t>и</w:t>
      </w:r>
      <w:r w:rsidR="007D3215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680B27">
        <w:rPr>
          <w:rFonts w:ascii="PT Astra Serif" w:hAnsi="PT Astra Serif"/>
          <w:sz w:val="28"/>
          <w:szCs w:val="28"/>
        </w:rPr>
        <w:t>Обеспечение деятельности государственных органов Ульяновской области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>
        <w:rPr>
          <w:rFonts w:ascii="PT Astra Serif" w:hAnsi="PT Astra Serif"/>
          <w:sz w:val="28"/>
          <w:szCs w:val="28"/>
        </w:rPr>
        <w:t>Рз</w:t>
      </w:r>
      <w:proofErr w:type="spellEnd"/>
      <w:r w:rsidR="007D321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01 </w:t>
      </w:r>
      <w:proofErr w:type="gramStart"/>
      <w:r w:rsidR="007D3215"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04 </w:t>
      </w:r>
      <w:r>
        <w:rPr>
          <w:rFonts w:ascii="PT Astra Serif" w:hAnsi="PT Astra Serif"/>
          <w:sz w:val="28"/>
          <w:szCs w:val="28"/>
        </w:rPr>
        <w:br/>
        <w:t>ЦС 11 0 00 80010</w:t>
      </w:r>
      <w:r w:rsidR="007D3215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394861,2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393179,5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>;</w:t>
      </w:r>
    </w:p>
    <w:p w:rsidR="007D3215" w:rsidRPr="007D3215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д</w:t>
      </w:r>
      <w:proofErr w:type="spellEnd"/>
      <w:r>
        <w:rPr>
          <w:rFonts w:ascii="PT Astra Serif" w:hAnsi="PT Astra Serif"/>
          <w:sz w:val="28"/>
          <w:szCs w:val="28"/>
        </w:rPr>
        <w:t xml:space="preserve">) </w:t>
      </w:r>
      <w:r w:rsidR="007D3215">
        <w:rPr>
          <w:rFonts w:ascii="PT Astra Serif" w:hAnsi="PT Astra Serif"/>
          <w:sz w:val="28"/>
          <w:szCs w:val="28"/>
        </w:rPr>
        <w:t>в</w:t>
      </w:r>
      <w:r w:rsidR="00703481">
        <w:rPr>
          <w:rFonts w:ascii="PT Astra Serif" w:hAnsi="PT Astra Serif"/>
          <w:sz w:val="28"/>
          <w:szCs w:val="28"/>
        </w:rPr>
        <w:t xml:space="preserve"> графе 7</w:t>
      </w:r>
      <w:r w:rsidR="007D3215">
        <w:rPr>
          <w:rFonts w:ascii="PT Astra Serif" w:hAnsi="PT Astra Serif"/>
          <w:sz w:val="28"/>
          <w:szCs w:val="28"/>
        </w:rPr>
        <w:t xml:space="preserve"> строк</w:t>
      </w:r>
      <w:r w:rsidR="00703481">
        <w:rPr>
          <w:rFonts w:ascii="PT Astra Serif" w:hAnsi="PT Astra Serif"/>
          <w:sz w:val="28"/>
          <w:szCs w:val="28"/>
        </w:rPr>
        <w:t>и</w:t>
      </w:r>
      <w:r w:rsidR="007D3215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680B27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680B27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680B27">
        <w:rPr>
          <w:rFonts w:ascii="PT Astra Serif" w:hAnsi="PT Astra Serif"/>
          <w:sz w:val="28"/>
          <w:szCs w:val="28"/>
        </w:rPr>
        <w:t>фондами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>
        <w:rPr>
          <w:rFonts w:ascii="PT Astra Serif" w:hAnsi="PT Astra Serif"/>
          <w:sz w:val="28"/>
          <w:szCs w:val="28"/>
        </w:rPr>
        <w:t>Рз</w:t>
      </w:r>
      <w:proofErr w:type="spellEnd"/>
      <w:r w:rsidR="007D321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01 </w:t>
      </w:r>
      <w:proofErr w:type="gramStart"/>
      <w:r w:rsidR="007D3215"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04 ЦС 11 0 00 80010 ВР 100</w:t>
      </w:r>
      <w:r w:rsidR="007D3215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393113,9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391432,2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>
        <w:rPr>
          <w:rFonts w:ascii="PT Astra Serif" w:hAnsi="PT Astra Serif"/>
          <w:sz w:val="28"/>
          <w:szCs w:val="28"/>
        </w:rPr>
        <w:t>;</w:t>
      </w:r>
    </w:p>
    <w:p w:rsidR="007D3215" w:rsidRPr="00696247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96247">
        <w:rPr>
          <w:rFonts w:ascii="PT Astra Serif" w:hAnsi="PT Astra Serif"/>
          <w:sz w:val="28"/>
          <w:szCs w:val="28"/>
        </w:rPr>
        <w:t xml:space="preserve">е) </w:t>
      </w:r>
      <w:r w:rsidR="007D3215" w:rsidRPr="00696247">
        <w:rPr>
          <w:rFonts w:ascii="PT Astra Serif" w:hAnsi="PT Astra Serif"/>
          <w:sz w:val="28"/>
          <w:szCs w:val="28"/>
        </w:rPr>
        <w:t xml:space="preserve">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Национальная безопасность и правоохранительная деятельность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696247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 w:rsidRPr="00696247">
        <w:rPr>
          <w:rFonts w:ascii="PT Astra Serif" w:hAnsi="PT Astra Serif"/>
          <w:sz w:val="28"/>
          <w:szCs w:val="28"/>
        </w:rPr>
        <w:t xml:space="preserve">03 </w:t>
      </w:r>
      <w:proofErr w:type="gramStart"/>
      <w:r w:rsidR="007D3215" w:rsidRPr="00696247">
        <w:rPr>
          <w:rFonts w:ascii="PT Astra Serif" w:hAnsi="PT Astra Serif"/>
          <w:sz w:val="28"/>
          <w:szCs w:val="28"/>
        </w:rPr>
        <w:t>ПР</w:t>
      </w:r>
      <w:proofErr w:type="gramEnd"/>
      <w:r w:rsidR="00696247" w:rsidRPr="00696247">
        <w:rPr>
          <w:rFonts w:ascii="PT Astra Serif" w:hAnsi="PT Astra Serif"/>
          <w:sz w:val="28"/>
          <w:szCs w:val="28"/>
        </w:rPr>
        <w:t xml:space="preserve"> 00</w:t>
      </w:r>
      <w:r w:rsidR="007D3215" w:rsidRPr="00696247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color w:val="000000"/>
          <w:spacing w:val="-4"/>
          <w:sz w:val="28"/>
          <w:szCs w:val="28"/>
        </w:rPr>
        <w:t>961782,5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 w:rsidRPr="00696247">
        <w:rPr>
          <w:rFonts w:ascii="PT Astra Serif" w:hAnsi="PT Astra Serif"/>
          <w:sz w:val="28"/>
          <w:szCs w:val="28"/>
        </w:rPr>
        <w:br/>
      </w:r>
      <w:r w:rsidR="007D3215" w:rsidRPr="00696247">
        <w:rPr>
          <w:rFonts w:ascii="PT Astra Serif" w:hAnsi="PT Astra Serif"/>
          <w:sz w:val="28"/>
          <w:szCs w:val="28"/>
        </w:rPr>
        <w:t xml:space="preserve">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963464,2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>;</w:t>
      </w:r>
    </w:p>
    <w:p w:rsidR="007D3215" w:rsidRPr="00696247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96247">
        <w:rPr>
          <w:rFonts w:ascii="PT Astra Serif" w:hAnsi="PT Astra Serif"/>
          <w:sz w:val="28"/>
          <w:szCs w:val="28"/>
        </w:rPr>
        <w:t xml:space="preserve">ж) </w:t>
      </w:r>
      <w:r w:rsidR="00703481" w:rsidRPr="00696247">
        <w:rPr>
          <w:rFonts w:ascii="PT Astra Serif" w:hAnsi="PT Astra Serif"/>
          <w:sz w:val="28"/>
          <w:szCs w:val="28"/>
        </w:rPr>
        <w:t xml:space="preserve">в графе 7 </w:t>
      </w:r>
      <w:r w:rsidR="007D3215" w:rsidRPr="00696247">
        <w:rPr>
          <w:rFonts w:ascii="PT Astra Serif" w:hAnsi="PT Astra Serif"/>
          <w:sz w:val="28"/>
          <w:szCs w:val="28"/>
        </w:rPr>
        <w:t>строк</w:t>
      </w:r>
      <w:r w:rsidR="00703481">
        <w:rPr>
          <w:rFonts w:ascii="PT Astra Serif" w:hAnsi="PT Astra Serif"/>
          <w:sz w:val="28"/>
          <w:szCs w:val="28"/>
        </w:rPr>
        <w:t>и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696247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 w:rsidRPr="00696247">
        <w:rPr>
          <w:rFonts w:ascii="PT Astra Serif" w:hAnsi="PT Astra Serif"/>
          <w:sz w:val="28"/>
          <w:szCs w:val="28"/>
        </w:rPr>
        <w:t xml:space="preserve">03 </w:t>
      </w:r>
      <w:proofErr w:type="gramStart"/>
      <w:r w:rsidR="007D3215" w:rsidRPr="00696247">
        <w:rPr>
          <w:rFonts w:ascii="PT Astra Serif" w:hAnsi="PT Astra Serif"/>
          <w:sz w:val="28"/>
          <w:szCs w:val="28"/>
        </w:rPr>
        <w:t>ПР</w:t>
      </w:r>
      <w:proofErr w:type="gramEnd"/>
      <w:r w:rsidR="00696247" w:rsidRPr="00696247">
        <w:rPr>
          <w:rFonts w:ascii="PT Astra Serif" w:hAnsi="PT Astra Serif"/>
          <w:sz w:val="28"/>
          <w:szCs w:val="28"/>
        </w:rPr>
        <w:t xml:space="preserve"> 14</w:t>
      </w:r>
      <w:r w:rsidR="007D3215" w:rsidRPr="00696247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color w:val="000000"/>
          <w:spacing w:val="-4"/>
          <w:sz w:val="28"/>
          <w:szCs w:val="28"/>
        </w:rPr>
        <w:t>1708,7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3390,4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>;</w:t>
      </w:r>
    </w:p>
    <w:p w:rsidR="007D3215" w:rsidRPr="00696247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 w:rsidRPr="00696247">
        <w:rPr>
          <w:rFonts w:ascii="PT Astra Serif" w:hAnsi="PT Astra Serif"/>
          <w:sz w:val="28"/>
          <w:szCs w:val="28"/>
        </w:rPr>
        <w:t>з</w:t>
      </w:r>
      <w:proofErr w:type="spellEnd"/>
      <w:r w:rsidRPr="00696247">
        <w:rPr>
          <w:rFonts w:ascii="PT Astra Serif" w:hAnsi="PT Astra Serif"/>
          <w:sz w:val="28"/>
          <w:szCs w:val="28"/>
        </w:rPr>
        <w:t xml:space="preserve">) </w:t>
      </w:r>
      <w:r w:rsidR="00703481" w:rsidRPr="00696247">
        <w:rPr>
          <w:rFonts w:ascii="PT Astra Serif" w:hAnsi="PT Astra Serif"/>
          <w:sz w:val="28"/>
          <w:szCs w:val="28"/>
        </w:rPr>
        <w:t xml:space="preserve">в графе 7 </w:t>
      </w:r>
      <w:r w:rsidR="007D3215" w:rsidRPr="00696247">
        <w:rPr>
          <w:rFonts w:ascii="PT Astra Serif" w:hAnsi="PT Astra Serif"/>
          <w:sz w:val="28"/>
          <w:szCs w:val="28"/>
        </w:rPr>
        <w:t>строк</w:t>
      </w:r>
      <w:r w:rsidR="00703481">
        <w:rPr>
          <w:rFonts w:ascii="PT Astra Serif" w:hAnsi="PT Astra Serif"/>
          <w:sz w:val="28"/>
          <w:szCs w:val="28"/>
        </w:rPr>
        <w:t>и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 xml:space="preserve">Мероприятия в рамках </w:t>
      </w:r>
      <w:proofErr w:type="spellStart"/>
      <w:r w:rsidR="00696247" w:rsidRPr="00696247">
        <w:rPr>
          <w:rFonts w:ascii="PT Astra Serif" w:hAnsi="PT Astra Serif"/>
          <w:sz w:val="28"/>
          <w:szCs w:val="28"/>
        </w:rPr>
        <w:t>непрограммных</w:t>
      </w:r>
      <w:proofErr w:type="spellEnd"/>
      <w:r w:rsidR="00696247" w:rsidRPr="00696247">
        <w:rPr>
          <w:rFonts w:ascii="PT Astra Serif" w:hAnsi="PT Astra Serif"/>
          <w:sz w:val="28"/>
          <w:szCs w:val="28"/>
        </w:rPr>
        <w:t xml:space="preserve"> направлений деятельности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703481">
        <w:rPr>
          <w:rFonts w:ascii="PT Astra Serif" w:hAnsi="PT Astra Serif"/>
          <w:sz w:val="28"/>
          <w:szCs w:val="28"/>
        </w:rPr>
        <w:br/>
      </w:r>
      <w:r w:rsidR="007D3215" w:rsidRPr="00696247">
        <w:rPr>
          <w:rFonts w:ascii="PT Astra Serif" w:hAnsi="PT Astra Serif"/>
          <w:sz w:val="28"/>
          <w:szCs w:val="28"/>
        </w:rPr>
        <w:t>(</w:t>
      </w:r>
      <w:proofErr w:type="spellStart"/>
      <w:r w:rsidR="007D3215" w:rsidRPr="00696247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 w:rsidRPr="00696247">
        <w:rPr>
          <w:rFonts w:ascii="PT Astra Serif" w:hAnsi="PT Astra Serif"/>
          <w:sz w:val="28"/>
          <w:szCs w:val="28"/>
        </w:rPr>
        <w:t xml:space="preserve">03 </w:t>
      </w:r>
      <w:proofErr w:type="gramStart"/>
      <w:r w:rsidR="007D3215" w:rsidRPr="00696247">
        <w:rPr>
          <w:rFonts w:ascii="PT Astra Serif" w:hAnsi="PT Astra Serif"/>
          <w:sz w:val="28"/>
          <w:szCs w:val="28"/>
        </w:rPr>
        <w:t>ПР</w:t>
      </w:r>
      <w:proofErr w:type="gramEnd"/>
      <w:r w:rsidR="00696247" w:rsidRPr="00696247">
        <w:rPr>
          <w:rFonts w:ascii="PT Astra Serif" w:hAnsi="PT Astra Serif"/>
          <w:sz w:val="28"/>
          <w:szCs w:val="28"/>
        </w:rPr>
        <w:t xml:space="preserve"> 14 ЦС 11 0 00 00000</w:t>
      </w:r>
      <w:r w:rsidR="007D3215" w:rsidRPr="00696247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color w:val="000000"/>
          <w:spacing w:val="-4"/>
          <w:sz w:val="28"/>
          <w:szCs w:val="28"/>
        </w:rPr>
        <w:t>1708,7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3390,4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>;</w:t>
      </w:r>
    </w:p>
    <w:p w:rsidR="007D3215" w:rsidRPr="00696247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96247">
        <w:rPr>
          <w:rFonts w:ascii="PT Astra Serif" w:hAnsi="PT Astra Serif"/>
          <w:sz w:val="28"/>
          <w:szCs w:val="28"/>
        </w:rPr>
        <w:t xml:space="preserve">и) </w:t>
      </w:r>
      <w:r w:rsidR="00703481" w:rsidRPr="00696247">
        <w:rPr>
          <w:rFonts w:ascii="PT Astra Serif" w:hAnsi="PT Astra Serif"/>
          <w:sz w:val="28"/>
          <w:szCs w:val="28"/>
        </w:rPr>
        <w:t xml:space="preserve">в графе 7 </w:t>
      </w:r>
      <w:r w:rsidR="007D3215" w:rsidRPr="00696247">
        <w:rPr>
          <w:rFonts w:ascii="PT Astra Serif" w:hAnsi="PT Astra Serif"/>
          <w:sz w:val="28"/>
          <w:szCs w:val="28"/>
        </w:rPr>
        <w:t>строк</w:t>
      </w:r>
      <w:r w:rsidR="00703481">
        <w:rPr>
          <w:rFonts w:ascii="PT Astra Serif" w:hAnsi="PT Astra Serif"/>
          <w:sz w:val="28"/>
          <w:szCs w:val="28"/>
        </w:rPr>
        <w:t>и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 xml:space="preserve">Субвенции федеральному бюджету на осуществление части переданных полномочий </w:t>
      </w:r>
      <w:r w:rsidR="00703481">
        <w:rPr>
          <w:rFonts w:ascii="PT Astra Serif" w:hAnsi="PT Astra Serif"/>
          <w:sz w:val="28"/>
          <w:szCs w:val="28"/>
        </w:rPr>
        <w:br/>
      </w:r>
      <w:r w:rsidR="00696247" w:rsidRPr="00696247">
        <w:rPr>
          <w:rFonts w:ascii="PT Astra Serif" w:hAnsi="PT Astra Serif"/>
          <w:sz w:val="28"/>
          <w:szCs w:val="28"/>
        </w:rPr>
        <w:t xml:space="preserve">по составлению протоколов об административных правонарушениях, посягающих на общественный порядок </w:t>
      </w:r>
      <w:r w:rsidR="00703481">
        <w:rPr>
          <w:rFonts w:ascii="PT Astra Serif" w:hAnsi="PT Astra Serif"/>
          <w:sz w:val="28"/>
          <w:szCs w:val="28"/>
        </w:rPr>
        <w:br/>
      </w:r>
      <w:r w:rsidR="00696247" w:rsidRPr="00696247">
        <w:rPr>
          <w:rFonts w:ascii="PT Astra Serif" w:hAnsi="PT Astra Serif"/>
          <w:sz w:val="28"/>
          <w:szCs w:val="28"/>
        </w:rPr>
        <w:t>и общественную безопасность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696247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 w:rsidRPr="00696247">
        <w:rPr>
          <w:rFonts w:ascii="PT Astra Serif" w:hAnsi="PT Astra Serif"/>
          <w:sz w:val="28"/>
          <w:szCs w:val="28"/>
        </w:rPr>
        <w:t xml:space="preserve">03 </w:t>
      </w:r>
      <w:proofErr w:type="gramStart"/>
      <w:r w:rsidR="007D3215" w:rsidRPr="00696247">
        <w:rPr>
          <w:rFonts w:ascii="PT Astra Serif" w:hAnsi="PT Astra Serif"/>
          <w:sz w:val="28"/>
          <w:szCs w:val="28"/>
        </w:rPr>
        <w:t>ПР</w:t>
      </w:r>
      <w:proofErr w:type="gramEnd"/>
      <w:r w:rsidR="00696247" w:rsidRPr="00696247">
        <w:rPr>
          <w:rFonts w:ascii="PT Astra Serif" w:hAnsi="PT Astra Serif"/>
          <w:sz w:val="28"/>
          <w:szCs w:val="28"/>
        </w:rPr>
        <w:t xml:space="preserve"> 14 ЦС 11 0 00 57010</w:t>
      </w:r>
      <w:r w:rsidR="007D3215" w:rsidRPr="00696247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color w:val="000000"/>
          <w:spacing w:val="-4"/>
          <w:sz w:val="28"/>
          <w:szCs w:val="28"/>
        </w:rPr>
        <w:t>1708,7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3390,4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>;</w:t>
      </w:r>
    </w:p>
    <w:p w:rsidR="007D3215" w:rsidRPr="007D3215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96247">
        <w:rPr>
          <w:rFonts w:ascii="PT Astra Serif" w:hAnsi="PT Astra Serif"/>
          <w:sz w:val="28"/>
          <w:szCs w:val="28"/>
        </w:rPr>
        <w:t xml:space="preserve">к) </w:t>
      </w:r>
      <w:r w:rsidR="00B559F6" w:rsidRPr="00696247">
        <w:rPr>
          <w:rFonts w:ascii="PT Astra Serif" w:hAnsi="PT Astra Serif"/>
          <w:sz w:val="28"/>
          <w:szCs w:val="28"/>
        </w:rPr>
        <w:t xml:space="preserve">в графе 7 </w:t>
      </w:r>
      <w:r w:rsidR="007D3215" w:rsidRPr="00696247">
        <w:rPr>
          <w:rFonts w:ascii="PT Astra Serif" w:hAnsi="PT Astra Serif"/>
          <w:sz w:val="28"/>
          <w:szCs w:val="28"/>
        </w:rPr>
        <w:t>строк</w:t>
      </w:r>
      <w:r w:rsidR="00B559F6">
        <w:rPr>
          <w:rFonts w:ascii="PT Astra Serif" w:hAnsi="PT Astra Serif"/>
          <w:sz w:val="28"/>
          <w:szCs w:val="28"/>
        </w:rPr>
        <w:t>и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Межбюджетные трансферты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696247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 w:rsidRPr="00696247">
        <w:rPr>
          <w:rFonts w:ascii="PT Astra Serif" w:hAnsi="PT Astra Serif"/>
          <w:sz w:val="28"/>
          <w:szCs w:val="28"/>
        </w:rPr>
        <w:t xml:space="preserve">03 </w:t>
      </w:r>
      <w:proofErr w:type="gramStart"/>
      <w:r w:rsidR="007D3215" w:rsidRPr="00696247">
        <w:rPr>
          <w:rFonts w:ascii="PT Astra Serif" w:hAnsi="PT Astra Serif"/>
          <w:sz w:val="28"/>
          <w:szCs w:val="28"/>
        </w:rPr>
        <w:t>ПР</w:t>
      </w:r>
      <w:proofErr w:type="gramEnd"/>
      <w:r w:rsidR="00696247" w:rsidRPr="00696247">
        <w:rPr>
          <w:rFonts w:ascii="PT Astra Serif" w:hAnsi="PT Astra Serif"/>
          <w:sz w:val="28"/>
          <w:szCs w:val="28"/>
        </w:rPr>
        <w:t xml:space="preserve"> 14 ЦС 11 0 00 57010 ВР 500</w:t>
      </w:r>
      <w:r w:rsidR="007D3215" w:rsidRPr="00696247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color w:val="000000"/>
          <w:spacing w:val="-4"/>
          <w:sz w:val="28"/>
          <w:szCs w:val="28"/>
        </w:rPr>
        <w:t>1708,7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 xml:space="preserve"> </w:t>
      </w:r>
      <w:r w:rsidR="00696247">
        <w:rPr>
          <w:rFonts w:ascii="PT Astra Serif" w:hAnsi="PT Astra Serif"/>
          <w:sz w:val="28"/>
          <w:szCs w:val="28"/>
        </w:rPr>
        <w:br/>
      </w:r>
      <w:r w:rsidR="007D3215" w:rsidRPr="00696247">
        <w:rPr>
          <w:rFonts w:ascii="PT Astra Serif" w:hAnsi="PT Astra Serif"/>
          <w:sz w:val="28"/>
          <w:szCs w:val="28"/>
        </w:rPr>
        <w:t xml:space="preserve">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696247" w:rsidRPr="00696247">
        <w:rPr>
          <w:rFonts w:ascii="PT Astra Serif" w:hAnsi="PT Astra Serif"/>
          <w:sz w:val="28"/>
          <w:szCs w:val="28"/>
        </w:rPr>
        <w:t>3390,4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696247">
        <w:rPr>
          <w:rFonts w:ascii="PT Astra Serif" w:hAnsi="PT Astra Serif"/>
          <w:sz w:val="28"/>
          <w:szCs w:val="28"/>
        </w:rPr>
        <w:t>;</w:t>
      </w:r>
    </w:p>
    <w:p w:rsidR="007D3215" w:rsidRPr="00BF2451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F2451">
        <w:rPr>
          <w:rFonts w:ascii="PT Astra Serif" w:hAnsi="PT Astra Serif"/>
          <w:sz w:val="28"/>
          <w:szCs w:val="28"/>
        </w:rPr>
        <w:t xml:space="preserve">л) </w:t>
      </w:r>
      <w:r w:rsidR="007D3215" w:rsidRPr="00BF2451">
        <w:rPr>
          <w:rFonts w:ascii="PT Astra Serif" w:hAnsi="PT Astra Serif"/>
          <w:sz w:val="28"/>
          <w:szCs w:val="28"/>
        </w:rPr>
        <w:t xml:space="preserve">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="00BF2451" w:rsidRPr="00BF2451">
        <w:rPr>
          <w:rFonts w:ascii="PT Astra Serif" w:hAnsi="PT Astra Serif"/>
          <w:color w:val="000000"/>
          <w:sz w:val="28"/>
          <w:szCs w:val="28"/>
        </w:rPr>
        <w:t>Национальная экономика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BF2451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BF2451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BF2451">
        <w:rPr>
          <w:rFonts w:ascii="PT Astra Serif" w:hAnsi="PT Astra Serif"/>
          <w:sz w:val="28"/>
          <w:szCs w:val="28"/>
        </w:rPr>
        <w:t xml:space="preserve"> </w:t>
      </w:r>
      <w:r w:rsidR="00BF2451" w:rsidRPr="00BF2451">
        <w:rPr>
          <w:rFonts w:ascii="PT Astra Serif" w:hAnsi="PT Astra Serif"/>
          <w:sz w:val="28"/>
          <w:szCs w:val="28"/>
        </w:rPr>
        <w:t xml:space="preserve">04 </w:t>
      </w:r>
      <w:proofErr w:type="gramStart"/>
      <w:r w:rsidR="007D3215" w:rsidRPr="00BF2451">
        <w:rPr>
          <w:rFonts w:ascii="PT Astra Serif" w:hAnsi="PT Astra Serif"/>
          <w:sz w:val="28"/>
          <w:szCs w:val="28"/>
        </w:rPr>
        <w:t>ПР</w:t>
      </w:r>
      <w:proofErr w:type="gramEnd"/>
      <w:r w:rsidR="00BF2451" w:rsidRPr="00BF2451">
        <w:rPr>
          <w:rFonts w:ascii="PT Astra Serif" w:hAnsi="PT Astra Serif"/>
          <w:sz w:val="28"/>
          <w:szCs w:val="28"/>
        </w:rPr>
        <w:t xml:space="preserve"> 00</w:t>
      </w:r>
      <w:r w:rsidR="007D3215" w:rsidRPr="00BF2451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BF2451" w:rsidRPr="00BF2451">
        <w:rPr>
          <w:rFonts w:ascii="PT Astra Serif" w:hAnsi="PT Astra Serif"/>
          <w:color w:val="000000"/>
          <w:spacing w:val="-4"/>
          <w:sz w:val="28"/>
          <w:szCs w:val="28"/>
        </w:rPr>
        <w:t>20789476,96378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BF2451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BF2451" w:rsidRPr="00BF2451">
        <w:rPr>
          <w:rFonts w:ascii="PT Astra Serif" w:hAnsi="PT Astra Serif"/>
          <w:sz w:val="28"/>
          <w:szCs w:val="28"/>
        </w:rPr>
        <w:t>22280143,16378</w:t>
      </w:r>
      <w:r w:rsidR="00A86115">
        <w:rPr>
          <w:rFonts w:ascii="PT Astra Serif" w:hAnsi="PT Astra Serif"/>
          <w:sz w:val="28"/>
          <w:szCs w:val="28"/>
        </w:rPr>
        <w:t>»</w:t>
      </w:r>
      <w:r w:rsidR="00BF2451" w:rsidRPr="00BF2451">
        <w:rPr>
          <w:rFonts w:ascii="PT Astra Serif" w:hAnsi="PT Astra Serif"/>
          <w:sz w:val="28"/>
          <w:szCs w:val="28"/>
        </w:rPr>
        <w:t xml:space="preserve">,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BF2451" w:rsidRPr="00BF2451">
        <w:rPr>
          <w:rFonts w:ascii="PT Astra Serif" w:hAnsi="PT Astra Serif"/>
          <w:color w:val="000000"/>
          <w:spacing w:val="-4"/>
          <w:sz w:val="28"/>
          <w:szCs w:val="28"/>
        </w:rPr>
        <w:t>13832910,3915</w:t>
      </w:r>
      <w:r w:rsidR="00A86115">
        <w:rPr>
          <w:rFonts w:ascii="PT Astra Serif" w:hAnsi="PT Astra Serif"/>
          <w:sz w:val="28"/>
          <w:szCs w:val="28"/>
        </w:rPr>
        <w:t>»</w:t>
      </w:r>
      <w:r w:rsidR="00BF2451" w:rsidRPr="00BF2451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BF2451" w:rsidRPr="00BF2451">
        <w:rPr>
          <w:rFonts w:ascii="PT Astra Serif" w:hAnsi="PT Astra Serif"/>
          <w:sz w:val="28"/>
          <w:szCs w:val="28"/>
        </w:rPr>
        <w:t>12347244,1915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BF2451">
        <w:rPr>
          <w:rFonts w:ascii="PT Astra Serif" w:hAnsi="PT Astra Serif"/>
          <w:sz w:val="28"/>
          <w:szCs w:val="28"/>
        </w:rPr>
        <w:t>;</w:t>
      </w:r>
    </w:p>
    <w:p w:rsidR="007D3215" w:rsidRPr="00E865D5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E865D5">
        <w:rPr>
          <w:rFonts w:ascii="PT Astra Serif" w:hAnsi="PT Astra Serif"/>
          <w:sz w:val="28"/>
          <w:szCs w:val="28"/>
        </w:rPr>
        <w:lastRenderedPageBreak/>
        <w:t xml:space="preserve">м) </w:t>
      </w:r>
      <w:r w:rsidR="007D3215" w:rsidRPr="00E865D5">
        <w:rPr>
          <w:rFonts w:ascii="PT Astra Serif" w:hAnsi="PT Astra Serif"/>
          <w:sz w:val="28"/>
          <w:szCs w:val="28"/>
        </w:rPr>
        <w:t xml:space="preserve">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="00E865D5" w:rsidRPr="00E865D5">
        <w:rPr>
          <w:rFonts w:ascii="PT Astra Serif" w:hAnsi="PT Astra Serif"/>
          <w:color w:val="000000"/>
          <w:sz w:val="28"/>
          <w:szCs w:val="28"/>
        </w:rPr>
        <w:t>Сельское хозяйство и рыболовство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E865D5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E865D5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E865D5">
        <w:rPr>
          <w:rFonts w:ascii="PT Astra Serif" w:hAnsi="PT Astra Serif"/>
          <w:sz w:val="28"/>
          <w:szCs w:val="28"/>
        </w:rPr>
        <w:t xml:space="preserve"> </w:t>
      </w:r>
      <w:r w:rsidR="00E865D5" w:rsidRPr="00E865D5">
        <w:rPr>
          <w:rFonts w:ascii="PT Astra Serif" w:hAnsi="PT Astra Serif"/>
          <w:sz w:val="28"/>
          <w:szCs w:val="28"/>
        </w:rPr>
        <w:t xml:space="preserve">04 </w:t>
      </w:r>
      <w:proofErr w:type="gramStart"/>
      <w:r w:rsidR="007D3215" w:rsidRPr="00E865D5">
        <w:rPr>
          <w:rFonts w:ascii="PT Astra Serif" w:hAnsi="PT Astra Serif"/>
          <w:sz w:val="28"/>
          <w:szCs w:val="28"/>
        </w:rPr>
        <w:t>ПР</w:t>
      </w:r>
      <w:proofErr w:type="gramEnd"/>
      <w:r w:rsidR="00E865D5" w:rsidRPr="00E865D5">
        <w:rPr>
          <w:rFonts w:ascii="PT Astra Serif" w:hAnsi="PT Astra Serif"/>
          <w:sz w:val="28"/>
          <w:szCs w:val="28"/>
        </w:rPr>
        <w:t xml:space="preserve"> 05</w:t>
      </w:r>
      <w:r w:rsidR="007D3215" w:rsidRPr="00E865D5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E865D5" w:rsidRPr="00E865D5">
        <w:rPr>
          <w:rFonts w:ascii="PT Astra Serif" w:hAnsi="PT Astra Serif"/>
          <w:color w:val="000000"/>
          <w:spacing w:val="-4"/>
          <w:sz w:val="28"/>
          <w:szCs w:val="28"/>
        </w:rPr>
        <w:t>5022916,61542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E865D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E865D5" w:rsidRPr="00E865D5">
        <w:rPr>
          <w:rFonts w:ascii="PT Astra Serif" w:hAnsi="PT Astra Serif"/>
          <w:sz w:val="28"/>
          <w:szCs w:val="28"/>
        </w:rPr>
        <w:t>5024916,61542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E865D5">
        <w:rPr>
          <w:rFonts w:ascii="PT Astra Serif" w:hAnsi="PT Astra Serif"/>
          <w:sz w:val="28"/>
          <w:szCs w:val="28"/>
        </w:rPr>
        <w:t>;</w:t>
      </w:r>
    </w:p>
    <w:p w:rsidR="007D3215" w:rsidRDefault="00680B27" w:rsidP="00680B27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 w:rsidRPr="00E865D5">
        <w:rPr>
          <w:rFonts w:ascii="PT Astra Serif" w:hAnsi="PT Astra Serif"/>
          <w:sz w:val="28"/>
          <w:szCs w:val="28"/>
        </w:rPr>
        <w:t>н</w:t>
      </w:r>
      <w:proofErr w:type="spellEnd"/>
      <w:r w:rsidRPr="00E865D5">
        <w:rPr>
          <w:rFonts w:ascii="PT Astra Serif" w:hAnsi="PT Astra Serif"/>
          <w:sz w:val="28"/>
          <w:szCs w:val="28"/>
        </w:rPr>
        <w:t xml:space="preserve">) </w:t>
      </w:r>
      <w:r w:rsidR="007D3215" w:rsidRPr="00E865D5">
        <w:rPr>
          <w:rFonts w:ascii="PT Astra Serif" w:hAnsi="PT Astra Serif"/>
          <w:sz w:val="28"/>
          <w:szCs w:val="28"/>
        </w:rPr>
        <w:t xml:space="preserve">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="00E865D5" w:rsidRPr="00E865D5">
        <w:rPr>
          <w:rFonts w:ascii="PT Astra Serif" w:hAnsi="PT Astra Serif"/>
          <w:color w:val="000000"/>
          <w:sz w:val="28"/>
          <w:szCs w:val="28"/>
        </w:rPr>
        <w:t xml:space="preserve">Мероприятия в рамках </w:t>
      </w:r>
      <w:proofErr w:type="spellStart"/>
      <w:r w:rsidR="00E865D5" w:rsidRPr="00E865D5">
        <w:rPr>
          <w:rFonts w:ascii="PT Astra Serif" w:hAnsi="PT Astra Serif"/>
          <w:color w:val="000000"/>
          <w:sz w:val="28"/>
          <w:szCs w:val="28"/>
        </w:rPr>
        <w:t>непрограммных</w:t>
      </w:r>
      <w:proofErr w:type="spellEnd"/>
      <w:r w:rsidR="00E865D5" w:rsidRPr="00E865D5">
        <w:rPr>
          <w:rFonts w:ascii="PT Astra Serif" w:hAnsi="PT Astra Serif"/>
          <w:color w:val="000000"/>
          <w:sz w:val="28"/>
          <w:szCs w:val="28"/>
        </w:rPr>
        <w:t xml:space="preserve"> направлений деятельности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E865D5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7D3215" w:rsidRPr="00E865D5">
        <w:rPr>
          <w:rFonts w:ascii="PT Astra Serif" w:hAnsi="PT Astra Serif"/>
          <w:sz w:val="28"/>
          <w:szCs w:val="28"/>
        </w:rPr>
        <w:t>Рз</w:t>
      </w:r>
      <w:proofErr w:type="spellEnd"/>
      <w:r w:rsidR="007D3215" w:rsidRPr="00E865D5">
        <w:rPr>
          <w:rFonts w:ascii="PT Astra Serif" w:hAnsi="PT Astra Serif"/>
          <w:sz w:val="28"/>
          <w:szCs w:val="28"/>
        </w:rPr>
        <w:t xml:space="preserve"> </w:t>
      </w:r>
      <w:r w:rsidR="00E865D5" w:rsidRPr="00E865D5">
        <w:rPr>
          <w:rFonts w:ascii="PT Astra Serif" w:hAnsi="PT Astra Serif"/>
          <w:sz w:val="28"/>
          <w:szCs w:val="28"/>
        </w:rPr>
        <w:t xml:space="preserve">04 </w:t>
      </w:r>
      <w:proofErr w:type="gramStart"/>
      <w:r w:rsidR="007D3215" w:rsidRPr="00E865D5">
        <w:rPr>
          <w:rFonts w:ascii="PT Astra Serif" w:hAnsi="PT Astra Serif"/>
          <w:sz w:val="28"/>
          <w:szCs w:val="28"/>
        </w:rPr>
        <w:t>ПР</w:t>
      </w:r>
      <w:proofErr w:type="gramEnd"/>
      <w:r w:rsidR="00E865D5" w:rsidRPr="00E865D5">
        <w:rPr>
          <w:rFonts w:ascii="PT Astra Serif" w:hAnsi="PT Astra Serif"/>
          <w:sz w:val="28"/>
          <w:szCs w:val="28"/>
        </w:rPr>
        <w:t xml:space="preserve"> 05 ЦС </w:t>
      </w:r>
      <w:r w:rsidR="00E865D5" w:rsidRPr="00E865D5">
        <w:rPr>
          <w:rFonts w:ascii="PT Astra Serif" w:hAnsi="PT Astra Serif"/>
          <w:color w:val="000000"/>
          <w:sz w:val="28"/>
          <w:szCs w:val="28"/>
        </w:rPr>
        <w:t>11 0 00 00000</w:t>
      </w:r>
      <w:r w:rsidR="007D3215" w:rsidRPr="00E865D5">
        <w:rPr>
          <w:rFonts w:ascii="PT Astra Serif" w:hAnsi="PT Astra Serif"/>
          <w:sz w:val="28"/>
          <w:szCs w:val="28"/>
        </w:rPr>
        <w:t xml:space="preserve">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E865D5" w:rsidRPr="00E865D5">
        <w:rPr>
          <w:rFonts w:ascii="PT Astra Serif" w:hAnsi="PT Astra Serif"/>
          <w:color w:val="000000"/>
          <w:spacing w:val="-4"/>
          <w:sz w:val="28"/>
          <w:szCs w:val="28"/>
        </w:rPr>
        <w:t>9120,61507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E865D5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E865D5" w:rsidRPr="00E865D5">
        <w:rPr>
          <w:rFonts w:ascii="PT Astra Serif" w:hAnsi="PT Astra Serif"/>
          <w:sz w:val="28"/>
          <w:szCs w:val="28"/>
        </w:rPr>
        <w:t>11120,61507</w:t>
      </w:r>
      <w:r w:rsidR="00A86115">
        <w:rPr>
          <w:rFonts w:ascii="PT Astra Serif" w:hAnsi="PT Astra Serif"/>
          <w:sz w:val="28"/>
          <w:szCs w:val="28"/>
        </w:rPr>
        <w:t>»</w:t>
      </w:r>
      <w:r w:rsidR="007D3215" w:rsidRPr="00E865D5">
        <w:rPr>
          <w:rFonts w:ascii="PT Astra Serif" w:hAnsi="PT Astra Serif"/>
          <w:sz w:val="28"/>
          <w:szCs w:val="28"/>
        </w:rPr>
        <w:t>;</w:t>
      </w:r>
    </w:p>
    <w:p w:rsidR="00E865D5" w:rsidRDefault="00680B27" w:rsidP="00E865D5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о) </w:t>
      </w:r>
      <w:r w:rsidR="00E865D5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E865D5" w:rsidRPr="00D500BA" w:rsidTr="00F07B9C">
        <w:tc>
          <w:tcPr>
            <w:tcW w:w="5216" w:type="dxa"/>
            <w:shd w:val="clear" w:color="auto" w:fill="auto"/>
            <w:vAlign w:val="center"/>
          </w:tcPr>
          <w:p w:rsidR="00E865D5" w:rsidRPr="00E865D5" w:rsidRDefault="00A86115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E865D5" w:rsidRPr="00E865D5" w:rsidRDefault="00E865D5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E865D5" w:rsidRPr="00E865D5" w:rsidRDefault="00E865D5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865D5" w:rsidRPr="00E865D5" w:rsidRDefault="00E865D5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E865D5" w:rsidRPr="00E865D5" w:rsidRDefault="00E865D5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E865D5" w:rsidRPr="00E865D5" w:rsidRDefault="00E865D5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11120,61507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E865D5" w:rsidRPr="00E865D5" w:rsidRDefault="00E865D5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E865D5" w:rsidRPr="00E865D5" w:rsidRDefault="00E865D5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</w:tr>
    </w:tbl>
    <w:p w:rsidR="00E865D5" w:rsidRDefault="00E865D5" w:rsidP="00E865D5">
      <w:pPr>
        <w:spacing w:before="1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строками следующего содержания:</w:t>
      </w:r>
    </w:p>
    <w:tbl>
      <w:tblPr>
        <w:tblW w:w="14759" w:type="dxa"/>
        <w:tblInd w:w="93" w:type="dxa"/>
        <w:tblLook w:val="04A0"/>
      </w:tblPr>
      <w:tblGrid>
        <w:gridCol w:w="5216"/>
        <w:gridCol w:w="454"/>
        <w:gridCol w:w="454"/>
        <w:gridCol w:w="1843"/>
        <w:gridCol w:w="567"/>
        <w:gridCol w:w="2126"/>
        <w:gridCol w:w="2001"/>
        <w:gridCol w:w="2098"/>
      </w:tblGrid>
      <w:tr w:rsidR="00E865D5" w:rsidRPr="00E865D5" w:rsidTr="00191CAC">
        <w:tc>
          <w:tcPr>
            <w:tcW w:w="5216" w:type="dxa"/>
            <w:shd w:val="clear" w:color="auto" w:fill="auto"/>
            <w:vAlign w:val="center"/>
            <w:hideMark/>
          </w:tcPr>
          <w:p w:rsidR="00E865D5" w:rsidRPr="00E865D5" w:rsidRDefault="00A86115" w:rsidP="00E865D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возмещ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ние затрат, связанных с выполнением р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бот и оказанием услуг в сфере общес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E865D5"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венного питания</w:t>
            </w:r>
          </w:p>
        </w:tc>
        <w:tc>
          <w:tcPr>
            <w:tcW w:w="45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2001" w:type="dxa"/>
            <w:shd w:val="clear" w:color="auto" w:fill="auto"/>
            <w:noWrap/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098" w:type="dxa"/>
            <w:shd w:val="clear" w:color="auto" w:fill="auto"/>
            <w:noWrap/>
            <w:hideMark/>
          </w:tcPr>
          <w:p w:rsidR="00E865D5" w:rsidRPr="00E865D5" w:rsidRDefault="00E865D5" w:rsidP="00191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E865D5" w:rsidRPr="00E865D5" w:rsidTr="00E865D5">
        <w:tc>
          <w:tcPr>
            <w:tcW w:w="5216" w:type="dxa"/>
            <w:shd w:val="clear" w:color="auto" w:fill="auto"/>
            <w:vAlign w:val="center"/>
            <w:hideMark/>
          </w:tcPr>
          <w:p w:rsidR="00E865D5" w:rsidRPr="00E865D5" w:rsidRDefault="00E865D5" w:rsidP="00E865D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2001" w:type="dxa"/>
            <w:shd w:val="clear" w:color="auto" w:fill="auto"/>
            <w:noWrap/>
            <w:vAlign w:val="bottom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098" w:type="dxa"/>
            <w:shd w:val="clear" w:color="auto" w:fill="auto"/>
            <w:noWrap/>
            <w:vAlign w:val="bottom"/>
            <w:hideMark/>
          </w:tcPr>
          <w:p w:rsidR="00E865D5" w:rsidRPr="00E865D5" w:rsidRDefault="00E865D5" w:rsidP="00E865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  <w:r w:rsidRPr="00E865D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9C396E" w:rsidRDefault="009C396E" w:rsidP="009C396E">
      <w:pPr>
        <w:spacing w:before="120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п</w:t>
      </w:r>
      <w:proofErr w:type="spellEnd"/>
      <w:r>
        <w:rPr>
          <w:rFonts w:ascii="PT Astra Serif" w:hAnsi="PT Astra Serif"/>
          <w:sz w:val="28"/>
          <w:szCs w:val="28"/>
        </w:rPr>
        <w:t xml:space="preserve">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Дорожное хозяйство (дорожные фонды)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sz w:val="28"/>
          <w:szCs w:val="28"/>
        </w:rPr>
        <w:t>Рз</w:t>
      </w:r>
      <w:proofErr w:type="spellEnd"/>
      <w:r>
        <w:rPr>
          <w:rFonts w:ascii="PT Astra Serif" w:hAnsi="PT Astra Serif"/>
          <w:sz w:val="28"/>
          <w:szCs w:val="28"/>
        </w:rPr>
        <w:t xml:space="preserve"> 04 </w:t>
      </w:r>
      <w:proofErr w:type="gramStart"/>
      <w:r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09) 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A86115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9C396E"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12851601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8417931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10697809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целей, показателей и результатов ф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Стимулирование </w:t>
            </w: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развития ж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 субъектов Ро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402422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612895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12427660,26584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7805035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10678459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ные автомобильные дороги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12427660,26584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7805035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10678459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дорожной деятельности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4747596,83584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3390183,53486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3570154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2172583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2359391,12204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2172583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2359391,12204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автомобильных дорог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202513,54107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64938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69833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66065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30653,04107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66050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финансирование дорожной деятельности в отношении автомобильных дорог 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щего пользования регионального или межмуниципального, местного значения (в отношении автомобильных дорог м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стного значения)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357201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фина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сирование дорожной деятельности в 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ношении автомобильных дорог общего пользования регионального или межм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ниципального значения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92 1 03 57841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92 1 03 57841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городских округов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дорожной деятельности в отн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шении автомобильных дорог местного 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92 1 03 57842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92 1 03 57842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ремонтом дворовых территорий многоквартирных домов и социальных объектов, проездов к двор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вым территориям многоквартирных 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мов и социальным объектам населённых пунктов, подготовкой проектной док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ментации, строительством, реконстру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цией, капитальным ремонтом, ремонтом и содержанием (установкой дорожных знаков и нанесением горизонтальной разметки) автомобильных дорог общего</w:t>
            </w:r>
            <w:proofErr w:type="gram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пользования местного значения, мостов и иных искусственных дорожных соор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жений на них, в том числе проектиров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нием и строительством (реконструкцией) автомобильных дорог общего пользов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 с твёрдым покр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тием до сельских населённых пунктов, не имеющих круглогодичной связи с 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тью автомобильных дорог общего пол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зования, велосипедных дорожек и вел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1984781,73734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828278,87175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бюджета Уль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проектированием, строительством (реконструкцией), кап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тальным ремонтом, ремонтом и соде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жанием велосипедных дорожек и вел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ремонтом дворовых территорий многоквартирных домов и социальных объектов, проездов к двор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вым территориям многоквартирных 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мов и социальным объектам населённых пунктов, подготовкой проектной док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ментации, строительством, реконстру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цией, капитальным ремонтом, ремонтом и содержанием (установкой дорожных знаков и нанесением горизонтальной разметки) автомобильных дорог общего</w:t>
            </w:r>
            <w:proofErr w:type="gram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пользования местного значения, мостов и иных искусственных дорожных соор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жений на них, в том числе проектиров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нием и строительством (реконструкцией) автомобильных дорог общего пользов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 с твёрдым покр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тием до сельских населённых пунктов, не имеющих круглогодичной связи с 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тью автомобильных дорог общего пол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1915340,44734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758837,67175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1915340,44734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758837,67175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 Ульяновской обла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6323718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3364065,67655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5784243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зяйства, обеспечивающей транспортную связанность между центрами экономич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ского роста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825184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1528234,55386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401136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825184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1528234,55386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401136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и искусственных 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 в рамках реализ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национального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3412867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1755831,12269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5383107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3013869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1400831,12269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5028107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398997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бюджетам м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сидий юридическим лицам, осущест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ляющим строительство и реконструкцию искусственных дорожных сооружений в рамках реализации национального пр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E027A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затрат, связанных с уплатой процентов по кредитам, пол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ченным в целях приобретения матери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лов</w:t>
            </w:r>
            <w:r w:rsidR="000E36DB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зяйства, обеспечивающей транспортную связанность между центрами экономич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ского роста, источником финансового обеспечения которых является бюдже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ный кредит Ульяновской области в целях опережающего финансового обеспечения расходных обязательств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М3890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551566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М3890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551566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и искусственных 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 в рамках реализ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ции национального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, источником ф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которых является бюджетный кредит Ульяновской области в целях опережающего финансового обеспечения расходных обязательств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М3940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1534100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R1 М3940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1534100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Общеси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темные меры развития дорожного хозя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1206344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838283,89115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1074061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тизированных технологий организации дорожного движения и </w:t>
            </w: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блюдением правил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836344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620612,59534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блюдением правил дорожного движения (предоставление автономной некомме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организации дорожного движения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стного бюджета Ульяновской области в целях финансового обеспечения её з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трат в связи с осуществлением деятел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ности, направленной на повышение 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щего уровня общественной безопасн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сти, правопорядка и безопасности среды обитания на территории Ульяновской области, в том числе посредством</w:t>
            </w:r>
            <w:proofErr w:type="gram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стия в решении вопросов организации и развития комплексной информационной среды, обеспечивающей прогнозиров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ние, мониторинг, предупреждение и ли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видацию возможных угроз общественной безопасности, а также контроль устран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ния последствий чрезвычайных ситуаций и правонарушений, связанных с пов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шением уровня безопасности дорожного движения в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750151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564877,99534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750151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564877,99534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мероприятий, направленных на внедрение интеллект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альных транспортных систем, пред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сматривающих автоматизацию проце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86193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86193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25734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систем, а также автоматических пунктов весогабаритного контроля на 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217671,29581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систем, а также автоматических пунктов весогабаритного контроля на 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(размещение автоматич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ских пунктов весогабаритного контроля на автомобильных дорогах региональн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го или межмуниципального значения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217671,29581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217671,29581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систем, а также автоматических пунктов весогабаритного контроля на 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(внедрение интеллектуал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транспортных систем (установка м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теостанции)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дорожного движения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212502,46744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212502,46744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212502,46744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ленного комплекса, сельских территорий и регулирование рынков сельскохозяйс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венной продукции, сырья и продовольс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агропромышленного комплекса, сельских территорий и регулирование 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рынков сельскохозяйственной проду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комфортного проживания в сел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роприятий, направленных на развитие транспортной инфраструктуры на сел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территориях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9C396E" w:rsidRPr="009C396E" w:rsidTr="009C396E">
        <w:tc>
          <w:tcPr>
            <w:tcW w:w="5216" w:type="dxa"/>
            <w:shd w:val="clear" w:color="auto" w:fill="auto"/>
            <w:vAlign w:val="center"/>
          </w:tcPr>
          <w:p w:rsidR="009C396E" w:rsidRPr="009C396E" w:rsidRDefault="009C396E" w:rsidP="009C3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9C396E" w:rsidRPr="009C396E" w:rsidRDefault="009C396E" w:rsidP="009C396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9C396E" w:rsidRPr="009C396E" w:rsidRDefault="009C396E" w:rsidP="009C396E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21518,48416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9C396E" w:rsidRPr="009C396E" w:rsidRDefault="009C396E" w:rsidP="009C396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9C396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7D3215" w:rsidRPr="007D3215" w:rsidRDefault="00F07B9C" w:rsidP="00F07B9C">
      <w:pPr>
        <w:spacing w:before="1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spellStart"/>
      <w:r>
        <w:rPr>
          <w:rFonts w:ascii="PT Astra Serif" w:hAnsi="PT Astra Serif"/>
          <w:sz w:val="28"/>
          <w:szCs w:val="28"/>
        </w:rPr>
        <w:t>р</w:t>
      </w:r>
      <w:proofErr w:type="spellEnd"/>
      <w:r>
        <w:rPr>
          <w:rFonts w:ascii="PT Astra Serif" w:hAnsi="PT Astra Serif"/>
          <w:sz w:val="28"/>
          <w:szCs w:val="28"/>
        </w:rPr>
        <w:t xml:space="preserve">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 w:rsidRPr="00F07B9C">
        <w:rPr>
          <w:rFonts w:ascii="PT Astra Serif" w:hAnsi="PT Astra Serif"/>
          <w:color w:val="000000"/>
          <w:sz w:val="28"/>
          <w:szCs w:val="28"/>
        </w:rPr>
        <w:t>Другие вопросы в области национальной экономики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Рз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 04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ПР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12) изложить в следующей </w:t>
      </w:r>
      <w:r>
        <w:rPr>
          <w:rFonts w:ascii="PT Astra Serif" w:hAnsi="PT Astra Serif"/>
          <w:color w:val="000000"/>
          <w:sz w:val="28"/>
          <w:szCs w:val="28"/>
        </w:rPr>
        <w:br/>
        <w:t>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A86115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F07B9C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</w:t>
            </w:r>
            <w:r w:rsidR="00F07B9C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F07B9C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ной экономики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2312540,50336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993082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281277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102683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105183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деятельности рег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лируемых организаций Ульяновской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19331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0E1795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33278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,784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,263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16954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14980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14980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,521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Оплата за проведённые землеустро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тельные работы в целях координатного описания и внесения в Единый госуда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ственный реестр недвижимости сведений о границах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11 0 00 63200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11 0 00 63200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бюджету муниципального образования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расходного обязательства, связанного с установл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нием регулируемых тарифов на регуля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ные перевозки пассажиров и багажа 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родским наземным электрическим транспортом по муниципальным ма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шрутам таких перевозок в границах 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город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новск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55410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55410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49421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49605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49605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4886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нирование развития территорий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муниципальных образований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документами территор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ального планирования и градостроител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ного зонирования, актуализация схемы территориального планирования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21564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программно-аппаратных средств, подготовка и 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грузка картографических данных, нео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ходимых для создания, развития, ввода в эксплуатацию и эксплуатации государс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венной информационной системы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градостроительной деятельности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11629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11629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4 июня 2020 года № 51-ЗО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способствующих привлечению квалифицированных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ботников в сфере градостроительной деятельности в органы местного сам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пользования и застройки муниципальн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образования (городской округ)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объе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тами государственной собственности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85 2 04 00000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85 2 04 00000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культурн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вий для развития сферы внутреннего и въездного туризма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87 0 06 00000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Рекламно-информационное обеспечение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развития туризма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ческой инфраструктуры, направленного на достижение целей, показателей и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тие туристической инфраструктуры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J1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общественных инициатив на создание модульных нек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питальных средств размещения (кемпи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 и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автокемпингов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реализации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щественных инициатив, направленных на развитие туристической инфрастру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культурн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4B0CD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Агентство по туризму </w:t>
            </w:r>
            <w:r w:rsidR="007B5B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12567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ятного инвестиционного климата в </w:t>
            </w:r>
            <w:r w:rsidR="007B5B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1348445,11736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727592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тие инфраструктуры зон развития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Форм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рование благоприятного инвестиционн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1112125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,0018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622054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21534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44216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20554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организациям, которым в соответствии с Законом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ции, уполномоченной в сфере формир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вания и развития инфраструктуры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зон, в целях возмещения 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трат указанных организаций по уплате процентов по кредитам, полученным на формирование и развитие инфраструкт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ры промышленных зон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порт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вой особой экономической зоны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циям – резидентам портовой особой эк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номической зоны, созданной на террит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рии муниципального образования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даклинский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ти, в целях возмещения затрат в связи с внесением арендной платы, предусмо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ренной договорами аренды недвижимого имущества (за исключением земельных участков), находящегося на территории указанной портовой особой экономич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 зоны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Поддержка де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организации, уполномоченной в сфере формирования и развития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30553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,0018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5E48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организациям, которым в соответствии с Законом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от 15 марта 2005 года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ции, уполномоченной в сфере формир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вания и развития инфраструктуры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зон, в целях возмещения части затрат указанных организаций в связи с осуществлением мероприятий по формированию и развитию инфрастру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 и функций,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ределённых постановлением Правител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от 16.08.2013 № 367-П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вопросах де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организации, уполномоченной в сфере формирования и развития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30553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,0018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30553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,0018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тов инфраструктуры в целях реализации проекта по строительству объектов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индустриальных (пр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мышленных) парков, промышленных технопарков, особых экономических зон, территорий опережающего развития,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новационных научно-технологических центров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90 1 05 00000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ключение (технологическое присоедин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ние) объектов капитального строительс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ва и объектов инфраструктуры к сетям инженерно-технического обеспечения (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электр</w:t>
            </w: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газо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-, тепло-, водоснабжения или водоотведения)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1011356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стриального парка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оплаты доли Акционерного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щества с ограниченной ответственн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ный парк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осуществлённых обществом с огран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ченной ответственностью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Димитро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градский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тер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ограниче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ответственностью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ский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тов инфраструктуры в целях реализации новых инвестиционных проектов в соо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ветствии с постановлением Правительс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 Российской Федерации от 19.10.2020 № 1704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Правил опр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деления новых инвестиционных прое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тов, в </w:t>
            </w: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которых средс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 бюджета субъекта Российской Фед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рации, высвобождаемые в результате снижения объёма погашения задолже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 субъекта Российской Федерации перед Российской Федерацией по бю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жетным кредитам, подлежат направл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нию на выполнение инженерных 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сканий, проектирование, экспертизу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ектной документации и (или) результ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тов инженерных изысканий, строител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ство, реконструкцию и ввод в эксплуат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цию объектов инфраструктуры, а также на подключение (технологическое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соединение) объектов капитального строительства к сетям инженерно-технического обеспечения</w:t>
            </w:r>
            <w:r w:rsidR="00600EE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90 1 08 00000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в собственность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с целью финансового обеспечения 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полнения проектно-изыскательских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бот, услуг по подготовке проектной 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кументации, строительства и подключ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(технологического присоединения) объектов капитального строительства и инфраструктуры для новых инвестиц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онных проектов к сетям инженерно-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технического обеспечения (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электр</w:t>
            </w: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зо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-, тепло-, водоснабжения или водоо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ведения)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90 1 08 63170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90 1 08 63170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в Ульяновской обла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Оказание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держки организациям в сфере инвест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ционной деятельности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государственных и мун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учреждений), реализующим на территории Ульяновской области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вестиционные проекты в социальной сфере, субсидий из областного бюджета Ульяновской области в целях возмещ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уплатой процентов по кредитам, полученным для финансового обеспечения реализации указанных проектов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Центр развития государственно-частного пар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нёрства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культуры и спорта, охраны зд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ровья граждан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организации, уполном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ченной в сфере развития государственно-частного партнёрства на территории Ульяновской области, субсидий из обл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области в целях возмещения затрат, связанных с осуществлением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90 2 03 62400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90 2 03 62400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циям, реализующим проекты в ходе ре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лизации инвестиционных проектов, в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ношении которых заключены соглаш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о защите и поощрении капиталовл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жений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тие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стиционного климата в Ульяновской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204971,21556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43086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конкурентоспособности предприятий, расположенных на территории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105478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Акци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нерному обществу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тия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вое обеспечение затрат, связанных с обеспечением организации участия </w:t>
            </w:r>
            <w:r w:rsidR="007B5B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в Международной выставке-форуме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Россия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предста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лением лучших практик и достижений в различных отраслях экономики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90 5 01 42440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90 5 01 42440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осущест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ляющим на территории Ульяновской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промышле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ности, субсидий из областного бюджета Ульяновской области в целях возмещ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обеспеч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нием проезда их работников до места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боты и обратно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90 5 01 63340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90 5 01 63340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осущест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ляющим на территории Ульяновской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промышле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ности, субсидий из областного бюджета Ульяновской области в целях возмещ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внесением платы, предусмотренной договорами аренды (имущественного найма) жилых помещений для проживания работников организации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90 5 01 63350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90 5 01 63350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300CD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фонду развития промышленности Ульяновской области в целях финансового обеспеч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его деятельности (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) в соответствии с постановлением Прав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 Российской Федерации от 15.04.2014 </w:t>
            </w:r>
            <w:r w:rsidR="00300CDB">
              <w:rPr>
                <w:rFonts w:ascii="PT Astra Serif" w:hAnsi="PT Astra Serif"/>
                <w:color w:val="000000"/>
                <w:sz w:val="28"/>
                <w:szCs w:val="28"/>
              </w:rPr>
              <w:t>№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328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 утверждении </w:t>
            </w:r>
            <w:proofErr w:type="spellStart"/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</w:t>
            </w:r>
            <w:r w:rsidR="00300CDB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</w:t>
            </w:r>
            <w:proofErr w:type="spellEnd"/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Российской Ф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промышленности и повышение е</w:t>
            </w:r>
            <w:r w:rsidR="000E1795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конкурентоспособности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R5910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53878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R5910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53878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в целях ф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(возмещения) 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трат на создание, модернизацию и (или) реконструкцию объектов инфраструкт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ры индустриальных парков или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мышленных технопарков за счёт средств областного бюджета Ульяновской обла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сверх установленного уровня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(предоставление субсидий управляющим компаниям в целях прио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ретения, создания, модернизации и (или) реконструкции и ремонта объектов 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мышленной и технологической инфр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технопарков в сфере электронной промышленности)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ту количества организаций, осущест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ляющих технологические инновации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90 5 02 00000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84158,61556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инновационного развития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в целях финансового обеспеч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её затрат в связи с осуществлением деятельности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56168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56168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организациям,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наделённым функциями по оказанию 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ганизационной и информационной (в том числе консультативной) поддержки по вопросам проведения выставок, конф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ренций, форумов, ярмарок и подобных мероприятий в сфере развития промы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ленности, а также по другим вопросам, касающимся осуществления деятельн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сти в сфере промышленности, в целях финансового обеспечения их затрат в связи с осуществлением данной деятел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27990,11556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16486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27990,11556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16486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Адре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повышения производ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тельности труда на предприятиях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15333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результатов национального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52890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ния результатов национального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(предо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тавление субсидий автономной неко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Центр комп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тенций развития промышленности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затрат,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правленных на достижение результатов национального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ность труда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14333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деятельности в сфере промышленности в целях финансового обеспечения (возм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щения) затрат на реализацию меропри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тий по переобучению, повышению кв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лификации работников предприятий в связи с необходимостью поддержки 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нятости и повышения эффективности рынка труда в рамках регионального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производительности труда на пре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приятиях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циям, осуществляющим деятельность в сфере развития лёгкой промышленности,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целях возмещения затрат, связанных с оплатой услуг теплоснабжения, электр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снабжения, водоснабжения и водоотв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E043CA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организациям, осущес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вляющим деятельность в сфере промы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ленности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которых численность рабо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ников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относящихся к лицам с огран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ченными возможностями здоровья, пр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вышает 50 процентов общей численн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сти их работников, субсидий из облас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в целях возмещения затрат, связанных с оплатой услуг теплоснабжения, электр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снабжения, водоснабжения и водоотв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ятного инвестиционного климата в </w:t>
            </w:r>
            <w:r w:rsidR="007B5B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мирование благоприятного инвестиц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онного климата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Финансовое обеспечение деятельности областного государственного казённого учреждения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развития малого и средн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 бизнеса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 предпринимательства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806289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137843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56226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приятных условий для осуществления деятельности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реализ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Поддержка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самозанятых</w:t>
            </w:r>
            <w:proofErr w:type="spellEnd"/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I2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I2 55270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предоставл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нием комплекса информационно-консультационных и образовательных услуг физическим лицам, не являющи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ся индивидуальными предпринимател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 и применяющим специальный нал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ный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условий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лёгкого старта и комфортного вед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бизнеса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жение целей, показателей и результатов реализации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дакселерация</w:t>
            </w:r>
            <w:proofErr w:type="spellEnd"/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I4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27821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I4 55270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27821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 в связи с предоставлением гражданам, желающим вести бизнес,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чинающим и действующим предприн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мателям комплекса услуг, направленных на вовлечение в предпринимательскую деятельность, а также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 (предоставление грантов в форме субсидий субъектам 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предпринимательства, имеющим статус социального предпр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ятия, или субъектам малого и среднего предпринимательства, созданным физ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ческими лицами в возрасте до 25 лет включительно)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14794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15836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14794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15836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00000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771823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102097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55122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Налог на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55270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771823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102097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55122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Фонду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вого обеспечения затрат указанного фо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 в связи с предоставлением поруч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 по обязательствам субъектов 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 и организаций, образующих инфрастру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туру поддержки малого и среднего пре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принимательства, основанным на кр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дитных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договорах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договорах займа, ф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нансовой аренды (лизинга), договорах о предоставлении банковской гарантии и иных договорах)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субъектах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Российской Федерации (предоставление субсидий автономной некоммерческой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 затрат центра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25967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59335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25967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Микрокреди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ной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компании фонду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Фонд финансир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вания промышленности и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 в связи с развитием сист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микрофинансирования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посредством предоставления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микрозаймов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субъектам малого и среднего предпринимательства, а также физическим лицам, не явля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щимся индивидуальными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телями и применяющим специальный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и организациям, обр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зующим инфраструктуру поддержки 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физических лиц, применяющих спец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предприним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 затрат, связанных с обеспечением деятельности (развитием) регионального центра координации поддержки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для целей оказания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информационно-аналитиче</w:t>
            </w:r>
            <w:r w:rsidR="00C162D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, консультационной и</w:t>
            </w:r>
            <w:proofErr w:type="gram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онной поддержки внешнеэкономической деятельности субъектов малого и средн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предпринимательства, содействия привлечению инвестиций и выходу </w:t>
            </w:r>
            <w:proofErr w:type="spell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портно</w:t>
            </w:r>
            <w:proofErr w:type="spellEnd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 на международные рынки)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66269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62640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28681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66269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62640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28681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бюджетных инвестиций Акционерному обществу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его затрат в 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связи с реализацией проекта по созданию и (или) развитию индустриального парка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Инза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обеспечения льготного до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тупа субъектов малого и среднего пре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 к производственным площадям и помещениям в целях созд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ния (развития) производственных и и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новационных компаний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312442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312442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бюджетных инвестиций Акционерному обществу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его затрат в связи с реализацией проекта по созданию и (или) развитию индустриального парка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Промышленная зона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Заволжье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обеспечения льготного доступа субъе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ства к производственным площадям и помещениям в целях создания (развития) производственных и инновационных компаний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320103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F07B9C" w:rsidRPr="00F07B9C" w:rsidTr="00F07B9C">
        <w:tc>
          <w:tcPr>
            <w:tcW w:w="5216" w:type="dxa"/>
            <w:shd w:val="clear" w:color="auto" w:fill="auto"/>
            <w:vAlign w:val="center"/>
          </w:tcPr>
          <w:p w:rsidR="00F07B9C" w:rsidRPr="00F07B9C" w:rsidRDefault="00F07B9C" w:rsidP="00F07B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F07B9C" w:rsidRPr="00F07B9C" w:rsidRDefault="00F07B9C" w:rsidP="00F07B9C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shd w:val="clear" w:color="auto" w:fill="auto"/>
          </w:tcPr>
          <w:p w:rsidR="00F07B9C" w:rsidRPr="00F07B9C" w:rsidRDefault="00F07B9C" w:rsidP="00F07B9C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320103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F07B9C" w:rsidRPr="00F07B9C" w:rsidRDefault="00F07B9C" w:rsidP="00F07B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F07B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7D3215" w:rsidRDefault="00370DBC" w:rsidP="00370DBC">
      <w:pPr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с) в строке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Здравоохранение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sz w:val="28"/>
          <w:szCs w:val="28"/>
        </w:rPr>
        <w:t>Рз</w:t>
      </w:r>
      <w:proofErr w:type="spellEnd"/>
      <w:r>
        <w:rPr>
          <w:rFonts w:ascii="PT Astra Serif" w:hAnsi="PT Astra Serif"/>
          <w:sz w:val="28"/>
          <w:szCs w:val="28"/>
        </w:rPr>
        <w:t xml:space="preserve"> 09 </w:t>
      </w:r>
      <w:proofErr w:type="gramStart"/>
      <w:r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00)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370DBC">
        <w:rPr>
          <w:rFonts w:ascii="PT Astra Serif" w:hAnsi="PT Astra Serif"/>
          <w:sz w:val="28"/>
          <w:szCs w:val="28"/>
        </w:rPr>
        <w:t>8348139,99524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Pr="00370DBC">
        <w:rPr>
          <w:rFonts w:ascii="PT Astra Serif" w:hAnsi="PT Astra Serif"/>
          <w:sz w:val="28"/>
          <w:szCs w:val="28"/>
        </w:rPr>
        <w:t>8503981,89524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,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370DBC">
        <w:rPr>
          <w:rFonts w:ascii="PT Astra Serif" w:hAnsi="PT Astra Serif"/>
          <w:sz w:val="28"/>
          <w:szCs w:val="28"/>
        </w:rPr>
        <w:t>6987575,9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Pr="00370DBC">
        <w:rPr>
          <w:rFonts w:ascii="PT Astra Serif" w:hAnsi="PT Astra Serif"/>
          <w:sz w:val="28"/>
          <w:szCs w:val="28"/>
        </w:rPr>
        <w:t>6831734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BA3943" w:rsidRPr="00BA3943" w:rsidRDefault="00BA3943" w:rsidP="00BA3943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т)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 w:rsidRPr="00BA3943">
        <w:rPr>
          <w:rFonts w:ascii="PT Astra Serif" w:hAnsi="PT Astra Serif"/>
          <w:color w:val="000000"/>
          <w:sz w:val="28"/>
          <w:szCs w:val="28"/>
        </w:rPr>
        <w:t>Стационарная медицинская помощь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 w:rsidRPr="00BA3943">
        <w:rPr>
          <w:rFonts w:ascii="PT Astra Serif" w:hAnsi="PT Astra Serif"/>
          <w:color w:val="000000"/>
          <w:sz w:val="28"/>
          <w:szCs w:val="28"/>
        </w:rPr>
        <w:t xml:space="preserve"> (</w:t>
      </w:r>
      <w:proofErr w:type="spellStart"/>
      <w:r w:rsidRPr="00BA3943">
        <w:rPr>
          <w:rFonts w:ascii="PT Astra Serif" w:hAnsi="PT Astra Serif"/>
          <w:color w:val="000000"/>
          <w:sz w:val="28"/>
          <w:szCs w:val="28"/>
        </w:rPr>
        <w:t>Рз</w:t>
      </w:r>
      <w:proofErr w:type="spellEnd"/>
      <w:r w:rsidRPr="00BA3943">
        <w:rPr>
          <w:rFonts w:ascii="PT Astra Serif" w:hAnsi="PT Astra Serif"/>
          <w:color w:val="000000"/>
          <w:sz w:val="28"/>
          <w:szCs w:val="28"/>
        </w:rPr>
        <w:t xml:space="preserve"> 09 </w:t>
      </w:r>
      <w:proofErr w:type="gramStart"/>
      <w:r w:rsidRPr="00BA3943">
        <w:rPr>
          <w:rFonts w:ascii="PT Astra Serif" w:hAnsi="PT Astra Serif"/>
          <w:color w:val="000000"/>
          <w:sz w:val="28"/>
          <w:szCs w:val="28"/>
        </w:rPr>
        <w:t>ПР</w:t>
      </w:r>
      <w:proofErr w:type="gramEnd"/>
      <w:r w:rsidRPr="00BA3943">
        <w:rPr>
          <w:rFonts w:ascii="PT Astra Serif" w:hAnsi="PT Astra Serif"/>
          <w:color w:val="000000"/>
          <w:sz w:val="28"/>
          <w:szCs w:val="28"/>
        </w:rPr>
        <w:t xml:space="preserve"> 01) 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A86115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BA3943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3413339,00249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1873000,16544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1763532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,5546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3413339,00249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1873000,16544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1763532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,5546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развития системы оказания медицинской помощи, в том числе первичной медико-санитарной помощи, на территории </w:t>
            </w:r>
            <w:r w:rsidR="007B5B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6878,19716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вание службы охраны здоровья матери и ребёнка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(дородовой) диагн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реактивов и расходных матери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 для проведения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неонатального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диологического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ление генетических полиморфизмов, 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фолатного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цикла и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ант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фосфолипидного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синдрома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роприятий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витие инфраструктуры здравоохранения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78 0 16 00000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61364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проведению капитального ремонта зданий медици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организаций, подведомственных органам исполнительной власти субъе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16 R4050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61364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16 R4050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61364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spellStart"/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ваниями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85510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161298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оборудованием регионал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 сосудистых центров и первичных сосудистых отделений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85510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161298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85510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161298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гическими заболеваниями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онкологическими заболев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N3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47608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мощь больным с онкологическими заб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леваниями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47608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47608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временной инфраструктуры оказания медицинской помощи детям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современной инфр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структуры оказания медицинской пом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щи детям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1595776,25284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Новое строительство или реконструкция зданий детских больниц (корпусов)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1577799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1577799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17976,80284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17976,80284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1520931,94965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1520931,94965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1520931,94965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1728976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,9546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620606,39721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601741,27264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648008,53179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297777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342574,34648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364801,74794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599282,88844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663520,65416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711886,37987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 </w:t>
            </w: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BA3943" w:rsidRPr="007D3215" w:rsidRDefault="00BA3943" w:rsidP="00BA3943">
      <w:pPr>
        <w:spacing w:before="120"/>
        <w:ind w:firstLine="720"/>
        <w:jc w:val="both"/>
        <w:rPr>
          <w:rFonts w:ascii="PT Astra Serif" w:hAnsi="PT Astra Serif"/>
          <w:sz w:val="28"/>
          <w:szCs w:val="28"/>
        </w:rPr>
      </w:pPr>
      <w:r w:rsidRPr="00BA3943">
        <w:rPr>
          <w:rFonts w:ascii="PT Astra Serif" w:hAnsi="PT Astra Serif"/>
          <w:sz w:val="28"/>
          <w:szCs w:val="28"/>
        </w:rPr>
        <w:t xml:space="preserve">у)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 w:rsidRPr="00BA3943">
        <w:rPr>
          <w:rFonts w:ascii="PT Astra Serif" w:hAnsi="PT Astra Serif"/>
          <w:color w:val="000000"/>
          <w:sz w:val="28"/>
          <w:szCs w:val="28"/>
        </w:rPr>
        <w:t>Амбулаторная помощь</w:t>
      </w:r>
      <w:r w:rsidR="00A86115">
        <w:rPr>
          <w:rFonts w:ascii="PT Astra Serif" w:hAnsi="PT Astra Serif"/>
          <w:color w:val="000000"/>
          <w:sz w:val="28"/>
          <w:szCs w:val="28"/>
        </w:rPr>
        <w:t>»</w:t>
      </w:r>
      <w:r w:rsidRPr="00BA3943">
        <w:rPr>
          <w:rFonts w:ascii="PT Astra Serif" w:hAnsi="PT Astra Serif"/>
          <w:color w:val="000000"/>
          <w:sz w:val="28"/>
          <w:szCs w:val="28"/>
        </w:rPr>
        <w:t xml:space="preserve"> (</w:t>
      </w:r>
      <w:proofErr w:type="spellStart"/>
      <w:r w:rsidRPr="00BA3943">
        <w:rPr>
          <w:rFonts w:ascii="PT Astra Serif" w:hAnsi="PT Astra Serif"/>
          <w:color w:val="000000"/>
          <w:sz w:val="28"/>
          <w:szCs w:val="28"/>
        </w:rPr>
        <w:t>Рз</w:t>
      </w:r>
      <w:proofErr w:type="spellEnd"/>
      <w:r w:rsidRPr="00BA3943">
        <w:rPr>
          <w:rFonts w:ascii="PT Astra Serif" w:hAnsi="PT Astra Serif"/>
          <w:color w:val="000000"/>
          <w:sz w:val="28"/>
          <w:szCs w:val="28"/>
        </w:rPr>
        <w:t xml:space="preserve"> 09 </w:t>
      </w:r>
      <w:proofErr w:type="gramStart"/>
      <w:r w:rsidRPr="00BA3943">
        <w:rPr>
          <w:rFonts w:ascii="PT Astra Serif" w:hAnsi="PT Astra Serif"/>
          <w:color w:val="000000"/>
          <w:sz w:val="28"/>
          <w:szCs w:val="28"/>
        </w:rPr>
        <w:t>ПР</w:t>
      </w:r>
      <w:proofErr w:type="gramEnd"/>
      <w:r w:rsidRPr="00BA3943">
        <w:rPr>
          <w:rFonts w:ascii="PT Astra Serif" w:hAnsi="PT Astra Serif"/>
          <w:color w:val="000000"/>
          <w:sz w:val="28"/>
          <w:szCs w:val="28"/>
        </w:rPr>
        <w:t xml:space="preserve"> 02) 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A86115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BA3943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2003379,13279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2466407,30489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2491888,80815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2003379,13279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2466407,30489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2491888,80815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медицинской проф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лактики заболеваний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Уль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развития системы оказания медицинской помощи, в том числе первичной медико-санитарной помощи, на территории 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Укрепление материально-технической базы государственных медицинских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поликлиники в микр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районе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города Ульяновска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1409705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1301810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1312474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лекарс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венного обеспечения отдельных катег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рий граждан, в том числе страдающих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жизнеугрожающими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хроническими прогрессирующими редкими (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орфанн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) заболеваниями, приводящими к 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кращению продолжительности жизни граждан или их инвалидности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ным диабетом 1-го типа, медицинскими изделиями для непрерывного монит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ринга глюкозы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полномочий в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карственными препаратами для мед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цинского применения по рецептам на 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карственные препараты, медицинскими изделиями по рецептам на медицинские изделия, а также специализированными продуктами лечебного питания для 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310458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310458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spellStart"/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ваниями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proofErr w:type="spellStart"/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заболеваний и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дечно-сосудистых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осложнений у пацие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высокого риска, находящихся на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диспансерном наблюдении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P3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кокковой инфекции граждан старше тр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551673,53279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551673,53279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551673,53279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677817,60815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0E1795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77909,96474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81115,96745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88917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21552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33970,08292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,2922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451024,08405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501495,02952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539965,69195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BA39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BA394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BA394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BA39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7D3215" w:rsidRDefault="00BA3943" w:rsidP="00BA3943">
      <w:pPr>
        <w:spacing w:before="1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spellStart"/>
      <w:r>
        <w:rPr>
          <w:rFonts w:ascii="PT Astra Serif" w:hAnsi="PT Astra Serif"/>
          <w:sz w:val="28"/>
          <w:szCs w:val="28"/>
        </w:rPr>
        <w:t>ф</w:t>
      </w:r>
      <w:proofErr w:type="spellEnd"/>
      <w:r>
        <w:rPr>
          <w:rFonts w:ascii="PT Astra Serif" w:hAnsi="PT Astra Serif"/>
          <w:sz w:val="28"/>
          <w:szCs w:val="28"/>
        </w:rPr>
        <w:t xml:space="preserve">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 w:rsidRPr="00BA3943">
        <w:rPr>
          <w:rFonts w:ascii="PT Astra Serif" w:hAnsi="PT Astra Serif"/>
          <w:sz w:val="28"/>
          <w:szCs w:val="28"/>
        </w:rPr>
        <w:t>Другие вопросы в области здравоохранения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sz w:val="28"/>
          <w:szCs w:val="28"/>
        </w:rPr>
        <w:t>Рз</w:t>
      </w:r>
      <w:proofErr w:type="spellEnd"/>
      <w:r>
        <w:rPr>
          <w:rFonts w:ascii="PT Astra Serif" w:hAnsi="PT Astra Serif"/>
          <w:sz w:val="28"/>
          <w:szCs w:val="28"/>
        </w:rPr>
        <w:t xml:space="preserve"> 09 </w:t>
      </w:r>
      <w:proofErr w:type="gramStart"/>
      <w:r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09) 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A86115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BA3943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здравоохр</w:t>
            </w:r>
            <w:r w:rsidR="00BA3943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BA3943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2492033,16374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1882593,83637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2249353,96572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359329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132830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132830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областной 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бюджетной специализ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рованной организации для оказания п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Компенсация расходов, связанных с ок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управления, гражданам Российской Ф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дерации, гражданам Украины, гражданам Донецкой Народной Республики, гра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включённых в календарь пр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филактических прививок по эпидемич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ским показаниям, и затрат по провед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нию обязательного медицинского осв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детельствования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344999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342655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преждение и предотвращение распр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странения новой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ции (COVID-19) на территории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а также на устранение п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следствий, вызванных новой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коронав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русной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инфекцией (COVID-19)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18550,59524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Финансовое обеспечение мероприятий по борьбе с новой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фекцией (COVID-19) за счёт средств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зервного фонда Правительства Росси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13 0 00 58440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18550,59524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13 0 00 58440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3289,93984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13 0 00 58440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2108131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1743742,13637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2110502,26572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медицинской проф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лактики заболеваний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Иммунопрофилактика инфекционных заболеваний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вание оказания специализированной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помощи, скорой медицинской помощи и медицинской эвакуации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82986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49294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дению и борьбе с социально значимыми инфекционными заболеваниями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33691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дению и борьбе с социально значимыми инфекционными заболеваниями (фина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реализации меропри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тий по профилактике ВИЧ-инфекции и гепатитов</w:t>
            </w: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С)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дению и борьбе с социально значимыми инфекционными заболеваниями (фина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ских средств для выявления и монит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ринга лечения лиц, инфицированных 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русами иммунодефицита человека, в том числе в сочетании с вирусами гепатитов</w:t>
            </w: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(или) С)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дению и борьбе с социально значимыми инфекционными заболеваниями </w:t>
            </w:r>
            <w:r w:rsidR="00DA05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(финансовое обеспечение закупок диа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ностических сре</w:t>
            </w: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я выявления,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ределения чувствительности микобакт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рии туберкулёза и мониторинга лечения лиц, больных туберкулёзом с множес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венной лекарственной устойчивостью возбудителя, а также медицинских изд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лий в соответствии со стандартом осн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щения, предусмотренным порядком </w:t>
            </w:r>
            <w:r w:rsidR="00DA05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оказания медицинской помощи больным туберкулёзом)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дрение инновационных методов диагн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стики, профилактики и лечения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75556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75556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79755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расходов на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бесплатный проезд донора костного мо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78 0 08 54030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78 0 08 54030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79485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75286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79485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расходов на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препаратами, предназначенными для 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 больных гемофилией,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муковисц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дозом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гипофизарным нанизмом, боле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нью Гоше, злокачественными новообр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зованиями лимфоидной, кроветворной и родственных им тканей, рассеянным склерозом,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гемолитико-уремическим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синдромом, юношеским артритом с си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темным началом,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апластической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анемией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неуточнённой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наследственным дефиц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том факторов II (фибриногена), VII (л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бильного), X (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Стюарта-Прауэра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), а также после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трансплантации органов и (или) тканей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</w:t>
            </w:r>
            <w:proofErr w:type="spellStart"/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3265EA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функций в сфере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Платежи на финансовое обеспечение реализации Территориальной программы обязательного медицинского страхов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Социальная поддержка медицинских работников </w:t>
            </w:r>
            <w:proofErr w:type="spellStart"/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3265EA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медицинских организ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30084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Специальные социальные выплаты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дельным категориям медицинских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ботников государственных медицинских организаций, оказывающих медици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скую помощь, не входящую в базовую программу обязательного медицинского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страхования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78 0 13 21370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25084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78 0 13 21370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25084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щений (квартир) для медицинских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ботников государственных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гиональной программы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Оптимальная для восстановления здоровья медици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ская реабилитация в Ульяновской обла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99407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(дооснащение и (или) пер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оснащение) медицинскими изделиями медицинских организаций, имеющих в своей структуре подразделения, оказ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вающие медицинскую помощь по мед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цинской реабилитации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14 R7520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99407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14 R7520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99407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122588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гиональной программы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расширенного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неонатального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скрининга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78 0 15 00000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проведению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массового обследования новорождённых на врождённые и (или) наследственные заболевания (расширенный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неонатал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ный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скрининг)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15 R3850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15 R3850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мационной системы в сфере здравоохр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нения (ЕГИСЗ)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тижение целей, показателей и результ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единого цифрового контура в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охранении на основе единой государс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венной информационной системы в сф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 здравоохранения (ЕГИСЗ)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N7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дание единого цифрового контура в сф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 здравоохранения на основе единой 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информационной сист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мы в сфере здравоохранения (ЕГИСЗ)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звена здравоохранения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,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правленного на достижение целей, </w:t>
            </w:r>
            <w:r w:rsidR="00DA05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первичного </w:t>
            </w:r>
            <w:r w:rsidR="00DA05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звена здравоохранения Российской </w:t>
            </w:r>
            <w:r w:rsidR="00DA05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Федерации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601444,51359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228112,10241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586251,38024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445602,61359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228112,10241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586251,38024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(капитальный ремонт объе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тов недвижимого имущества)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341818,48917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,7828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341818,48917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,7828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автомобильн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 транспорта, за исключением автом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билей скорой медицинской помощи)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медицинского оборудования для оснащения (доосн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щения) медицинских организаций)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53128,50001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108700,72511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246311,96534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30862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22265,92001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108700,72511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246311,96534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(капитальное строительство (реконструкция) зданий медицинских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ганизаций)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47053,24371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46116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937,12641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(капитальный ремонт объе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тов недвижимого имущества), источн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 финансового </w:t>
            </w: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обеспечения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которых является бюджетный кредит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опережающего ф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расходных обяз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тельств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80869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(капитальное строительство (реконструкция) зданий медицинских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ганизаций), источником финансового </w:t>
            </w:r>
            <w:proofErr w:type="gram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обеспечения</w:t>
            </w:r>
            <w:proofErr w:type="gram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которых является бюдже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ный кредит Ульяновской области в целях опережающего финансового обеспечения расходных обязательств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74972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53739,56692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М3654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21232,83308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1048538,00821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1058880,48206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1125342,38848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1048538,00821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1058880,48206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1125342,38848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973310,30821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981237,78206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1047637,18848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290227,35439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284999,14544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309450,79826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44134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48140,00721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52597,97971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449996,20722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477097,22287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506297,77336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2739,91502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,3414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задолженности государственных медицинских организ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ций, работающих в системе обязательн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 медицинского страхования, подтве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ждённой исполнительными листами и решениями налоговых органов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131229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,9766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118261,49152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126549,29575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131229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,9766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118261,49152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126549,29575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нию противопожарной безопасности в зданиях государственных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защищённ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сти объектов государственных медици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тестиров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нию отдельных категорий лиц, прож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ласти, на новую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коронавирусную</w:t>
            </w:r>
            <w:proofErr w:type="spellEnd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цию (COVID-19)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власти субъектов Росси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Федерации в соответствии с частью 1 статьи 15 Федерального закона от 21 ноября 2011 года № 323-ФЗ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73726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70456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3210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 и безопасности жизнедеятельности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филактике правонарушений на террит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ности жизнедеятельности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потребления населением алк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гольной продукции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тиводействия злоупотреблению наркот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ками и их незаконному обороту на те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627069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627069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627069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шенствованию системы лечения, соц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адаптации и реабилитации </w:t>
            </w:r>
            <w:proofErr w:type="spellStart"/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на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копотребителей</w:t>
            </w:r>
            <w:proofErr w:type="spellEnd"/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A3943" w:rsidRPr="00BA3943" w:rsidTr="00BA3943">
        <w:tc>
          <w:tcPr>
            <w:tcW w:w="5216" w:type="dxa"/>
            <w:shd w:val="clear" w:color="auto" w:fill="auto"/>
            <w:vAlign w:val="center"/>
          </w:tcPr>
          <w:p w:rsidR="00BA3943" w:rsidRPr="00BA3943" w:rsidRDefault="00BA3943" w:rsidP="00627069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BA3943" w:rsidRPr="00BA3943" w:rsidRDefault="00BA3943" w:rsidP="00627069">
            <w:pPr>
              <w:spacing w:line="23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A3943" w:rsidRPr="00BA3943" w:rsidRDefault="00BA3943" w:rsidP="00627069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 </w:t>
            </w:r>
            <w:r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8D33E4" w:rsidRPr="00BA39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BA3943" w:rsidRPr="007D3215" w:rsidRDefault="00BA3943" w:rsidP="00BA3943">
      <w:pPr>
        <w:spacing w:before="12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spellStart"/>
      <w:r>
        <w:rPr>
          <w:rFonts w:ascii="PT Astra Serif" w:hAnsi="PT Astra Serif"/>
          <w:sz w:val="28"/>
          <w:szCs w:val="28"/>
        </w:rPr>
        <w:t>х</w:t>
      </w:r>
      <w:proofErr w:type="spellEnd"/>
      <w:r>
        <w:rPr>
          <w:rFonts w:ascii="PT Astra Serif" w:hAnsi="PT Astra Serif"/>
          <w:sz w:val="28"/>
          <w:szCs w:val="28"/>
        </w:rPr>
        <w:t>)</w:t>
      </w:r>
      <w:r w:rsidR="00835041">
        <w:rPr>
          <w:rFonts w:ascii="PT Astra Serif" w:hAnsi="PT Astra Serif"/>
          <w:sz w:val="28"/>
          <w:szCs w:val="28"/>
        </w:rPr>
        <w:t xml:space="preserve"> 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="00835041">
        <w:rPr>
          <w:rFonts w:ascii="PT Astra Serif" w:hAnsi="PT Astra Serif"/>
          <w:sz w:val="28"/>
          <w:szCs w:val="28"/>
        </w:rPr>
        <w:t>Социальная политика</w:t>
      </w:r>
      <w:r w:rsidR="00A86115">
        <w:rPr>
          <w:rFonts w:ascii="PT Astra Serif" w:hAnsi="PT Astra Serif"/>
          <w:sz w:val="28"/>
          <w:szCs w:val="28"/>
        </w:rPr>
        <w:t>»</w:t>
      </w:r>
      <w:r w:rsidR="00835041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="00835041">
        <w:rPr>
          <w:rFonts w:ascii="PT Astra Serif" w:hAnsi="PT Astra Serif"/>
          <w:sz w:val="28"/>
          <w:szCs w:val="28"/>
        </w:rPr>
        <w:t>Рз</w:t>
      </w:r>
      <w:proofErr w:type="spellEnd"/>
      <w:r w:rsidR="00835041">
        <w:rPr>
          <w:rFonts w:ascii="PT Astra Serif" w:hAnsi="PT Astra Serif"/>
          <w:sz w:val="28"/>
          <w:szCs w:val="28"/>
        </w:rPr>
        <w:t xml:space="preserve"> 10 </w:t>
      </w:r>
      <w:proofErr w:type="gramStart"/>
      <w:r w:rsidR="00835041">
        <w:rPr>
          <w:rFonts w:ascii="PT Astra Serif" w:hAnsi="PT Astra Serif"/>
          <w:sz w:val="28"/>
          <w:szCs w:val="28"/>
        </w:rPr>
        <w:t>ПР</w:t>
      </w:r>
      <w:proofErr w:type="gramEnd"/>
      <w:r w:rsidR="00835041">
        <w:rPr>
          <w:rFonts w:ascii="PT Astra Serif" w:hAnsi="PT Astra Serif"/>
          <w:sz w:val="28"/>
          <w:szCs w:val="28"/>
        </w:rPr>
        <w:t xml:space="preserve"> 00)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835041" w:rsidRPr="00835041">
        <w:rPr>
          <w:rFonts w:ascii="PT Astra Serif" w:hAnsi="PT Astra Serif"/>
          <w:sz w:val="28"/>
          <w:szCs w:val="28"/>
        </w:rPr>
        <w:t>23165305,53686</w:t>
      </w:r>
      <w:r w:rsidR="00A86115">
        <w:rPr>
          <w:rFonts w:ascii="PT Astra Serif" w:hAnsi="PT Astra Serif"/>
          <w:sz w:val="28"/>
          <w:szCs w:val="28"/>
        </w:rPr>
        <w:t>»</w:t>
      </w:r>
      <w:r w:rsidR="00835041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835041" w:rsidRPr="00835041">
        <w:rPr>
          <w:rFonts w:ascii="PT Astra Serif" w:hAnsi="PT Astra Serif"/>
          <w:sz w:val="28"/>
          <w:szCs w:val="28"/>
        </w:rPr>
        <w:t>24665305,53686</w:t>
      </w:r>
      <w:r w:rsidR="00A86115">
        <w:rPr>
          <w:rFonts w:ascii="PT Astra Serif" w:hAnsi="PT Astra Serif"/>
          <w:sz w:val="28"/>
          <w:szCs w:val="28"/>
        </w:rPr>
        <w:t>»</w:t>
      </w:r>
      <w:r w:rsidR="00835041">
        <w:rPr>
          <w:rFonts w:ascii="PT Astra Serif" w:hAnsi="PT Astra Serif"/>
          <w:sz w:val="28"/>
          <w:szCs w:val="28"/>
        </w:rPr>
        <w:t>;</w:t>
      </w:r>
    </w:p>
    <w:p w:rsidR="007D3215" w:rsidRDefault="00B16BB0" w:rsidP="0062706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spellStart"/>
      <w:r>
        <w:rPr>
          <w:rFonts w:ascii="PT Astra Serif" w:hAnsi="PT Astra Serif"/>
          <w:sz w:val="28"/>
          <w:szCs w:val="28"/>
        </w:rPr>
        <w:t>ц</w:t>
      </w:r>
      <w:proofErr w:type="spellEnd"/>
      <w:r>
        <w:rPr>
          <w:rFonts w:ascii="PT Astra Serif" w:hAnsi="PT Astra Serif"/>
          <w:sz w:val="28"/>
          <w:szCs w:val="28"/>
        </w:rPr>
        <w:t xml:space="preserve">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 w:rsidRPr="00B16BB0">
        <w:rPr>
          <w:rFonts w:ascii="PT Astra Serif" w:hAnsi="PT Astra Serif"/>
          <w:sz w:val="28"/>
          <w:szCs w:val="28"/>
        </w:rPr>
        <w:t>Пенсионное обеспечение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sz w:val="28"/>
          <w:szCs w:val="28"/>
        </w:rPr>
        <w:t>Рз</w:t>
      </w:r>
      <w:proofErr w:type="spellEnd"/>
      <w:r>
        <w:rPr>
          <w:rFonts w:ascii="PT Astra Serif" w:hAnsi="PT Astra Serif"/>
          <w:sz w:val="28"/>
          <w:szCs w:val="28"/>
        </w:rPr>
        <w:t xml:space="preserve"> 10 </w:t>
      </w:r>
      <w:proofErr w:type="gramStart"/>
      <w:r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01) 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A86115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B16BB0"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204625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155418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180418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62706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627069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627069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627069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627069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627069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627069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627069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социальная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трудоустройству населения, улучшение условий, охраны труда и здоровья на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бочем месте, развитие социального пар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Социальные выплаты безработным гр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жданам в соответствии с Законом Ро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от 19 апреля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1991 года № 1032-I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ния в Российской Федерации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отдельных категорий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террит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Доплаты к пенсиям государственных гражданских служащих Ульяновской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 </w:t>
            </w: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174694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B16BB0" w:rsidRDefault="00B16BB0" w:rsidP="00B0283B">
      <w:pPr>
        <w:spacing w:before="12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ч)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 w:rsidRPr="00B16BB0">
        <w:rPr>
          <w:rFonts w:ascii="PT Astra Serif" w:hAnsi="PT Astra Serif"/>
          <w:sz w:val="28"/>
          <w:szCs w:val="28"/>
        </w:rPr>
        <w:t>Социальное обеспечение населения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sz w:val="28"/>
          <w:szCs w:val="28"/>
        </w:rPr>
        <w:t>Рз</w:t>
      </w:r>
      <w:proofErr w:type="spellEnd"/>
      <w:r>
        <w:rPr>
          <w:rFonts w:ascii="PT Astra Serif" w:hAnsi="PT Astra Serif"/>
          <w:sz w:val="28"/>
          <w:szCs w:val="28"/>
        </w:rPr>
        <w:t xml:space="preserve"> 10 </w:t>
      </w:r>
      <w:proofErr w:type="gramStart"/>
      <w:r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03) 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A86115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B16BB0"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15214814,99085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13276764,58454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13645309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Мероприятия в рамках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3600,97685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 мая 2008 года № 714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DA05B3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Возврат сре</w:t>
            </w: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дств в р</w:t>
            </w:r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езультате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недостиж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значений показателей результати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ности использования субсидий, предо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тавляемых из федерального бюджета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70,17685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70,17685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пред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преждение и предотвращение распр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странения новой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ции (COVID-19) на территории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а также на устранение 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следствий, вызванных новой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коронав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русной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инфекцией (COVID-19)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Дополнительные меры социальной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держки семей, имеющих детей, и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дельных категорий граждан в связи с распространением новой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коронавиру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инфекции на территории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13 0 00 80300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13 0 00 80300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13 0 00 80300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единовременных выплат отдельным категориям граждан в случае выявления у них новой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инфекции (COVID-19)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13 0 00 80400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13 0 00 80400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13 0 00 80400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нием влияния ухудшения геополитич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отдельным категориям граждан Ро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заключившим ко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тракт о прохождении военной службы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членам семей граждан, призванных на военную службу по мобилизации в Во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ружённые Силы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выплаты семьям погибших (уме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ших) участников специальной военной операции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членам семей участн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ков специальной военной операции еж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годной денежной компенсации расходов на оплату приобретаемого </w:t>
            </w:r>
            <w:r w:rsidR="000E1795"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твёрдого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200726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216022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социальная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200726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216022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трудоустройству населения, улучшение условий, охраны труда и здоровья на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бочем месте, развитие социального пар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200726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216022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области социального партнёрства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жданам в соответствии с Законом Ро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от 19 апреля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1991 года № 1032-I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ния в Российской Федерации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200366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215892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199266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214792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статуса молодых специалистов в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5995205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функций в сфере здрав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5875057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Страховые взносы на обязательное 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дицинское страхование неработающего населения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5875057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5875057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Социальная поддержка медицинских работников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A54F6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медицинских организ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компенсационные 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платы медицинским работникам (врачам, фельдшерам, а также акушеркам и мед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цинским сёстрам фельдшерских и фельдшерско-акушерских пунктов),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бывшим (переехавшим) на работу в сел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Выплата стипендий студентам, интернам и ординаторам, обучающимся по догов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рам о целевом обучении в образовател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укрупнённой группы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40989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A54F6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витию дошкольного образования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</w:t>
            </w:r>
            <w:r w:rsidR="00E41B2F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единовреме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педагогическим работникам муниципальных образов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реализующих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разовательную программу дошкольного образования, имеющим статус молодых специалистов (за исключением педагог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работников, работающих и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тах, рабочих посёлках (посёлках </w:t>
            </w: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горо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ского типа) Ульяновской области)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учителям,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бывшим (переехавшим) на работу в сел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поте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циала талантливых молодых людей, в том числе являющихся молодыми сп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циалистами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доровления детей и работников бюдже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сферы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и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отдыха и оздоровления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оздоровления работников бюджетной сферы на территории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орг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низацией деятельности по оздоровлению работников органов местного сам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управления, муниципальных органов и муниципальных учреждений муниц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ласти, замещающих в них должности, не являющиеся муниципальными должн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стями или должностями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8770975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7057374,78454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7431932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отдельных категорий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держка и защита населения на террит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8768180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7054944,78454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7429502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7403334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5892984,98454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6207470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376447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294307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344307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371001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288951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338951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категориям граждан расходов по оплате жилых 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152565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140146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118364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 адресной материальной помощи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244900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303676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31 августа 2013 года № 160-ЗО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вопросов, связанных с оказанием гос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социальной помощи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26962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26962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2024580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1507991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1575033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1987653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1478386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1545428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мер социальной поддержки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реабилитированных лиц и лиц, призна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пострадавшими от политических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24241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23717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звании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Ветеран труда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1678143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1235544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1325276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1647540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1210120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1299852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Выплата социального пособия на погр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бение и возмещение расходов по гара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тированному перечню услуг по погреб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допо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нительных мерах социальной поддержки, предоставляемых супругам, детям и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дителям лиц, замещавших государстве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ности в государственных органах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не являющиеся дол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ностями государственной гражданской службы Ульяновской области, и поги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ших при исполнении должностных (тр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довых) обязанностей или умерших вследствие ранения, контузии, заболев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увечья, полученных при испо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нении должностных (трудовых) обяза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держки педагогическим работникам,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ботающим и (или) проживающим в сел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ских населённых пунктах, рабочих 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416483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36269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поддержки 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еннослужащим, сотрудникам правоохр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нительных органов и членам их семей, а также членам семей военнослужащих, лиц, проходящих службу в войсках 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циональной гвардии Российской Фед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поддержке инвалидов боевых действий, проживающих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19 декабря 2007 года № 225-ЗО </w:t>
            </w:r>
            <w:r w:rsidR="0050189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социальной поддержке родителей и супругов </w:t>
            </w:r>
            <w:r w:rsidR="0050189C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деятельности народных дружин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45368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44570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держки и социального обслуживания 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цам, страдающим психическими ра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E41B2F" w:rsidRDefault="00B16BB0" w:rsidP="00DA05B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41B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A86115" w:rsidRPr="00E41B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E41B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мат</w:t>
            </w:r>
            <w:r w:rsidRPr="00E41B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E41B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риальном обеспечении вдовы Сычёва В.А. и вдовы Доронина Н.П.</w:t>
            </w:r>
            <w:r w:rsidR="00A86115" w:rsidRPr="00E41B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выплата за вред, прич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нённый при оказании противотуберк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лёзной помощи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для отдельных категорий граждан, оказание мер соц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</w:t>
            </w: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поддержки</w:t>
            </w:r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которым относится к ведению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157039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157039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инвалидов и участников Великой Отечественной во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ны, ветеранов боевых действий, бывших несовершеннолетних узников концлаг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рей, гетто и других мест принудительн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 содержания, созданных фашистами и их союзниками в период второй мировой войны,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16289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Выплата компенсации в случае фактич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ского увеличения размера вносимой гр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жданами платы за коммунальные услуги, превышающего предельные (максимал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ные) индексы изменения размера внос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мой гражданами платы за коммунальные услуги в муниципальных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4 апреля 2011 года № 47-ЗО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соц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поддержке жён граждан, уволе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ния и (или) коммунальных услуг отдел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января 1927 года по 31 декабря 1945 года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73716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77402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71778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73697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75367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мерах социальной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держки работников противопожарной службы Ульяновской области, профе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сиональных аварийно-спасательных служб и профессиональных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аварийно-спаса</w:t>
            </w:r>
            <w:r w:rsidR="00DA05B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тельных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формирований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лиц из их числа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предо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тавлении в 2016-2023 годах детям-сиротам и детям, оставшимся без поп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а также отдельным 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тегориям лиц из их числа, являющимся собственниками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тирных домах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691CA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дополнительн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ой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мер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социальной поддержки отдельны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катег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граждан Российской Федерации, з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ключивши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контракт о прохождении службы в органах внутренних дел Росси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80 1 01 12430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80 1 01 12430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24 ноября 1995 года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181-ФЗ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защите инв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лидов в Российской Федерации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9285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9285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переданного полномочия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Российской Федерации по осуществл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нию ежегодной денежной выплаты 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132043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единовр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менного пособия и ежемесячной дене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компенсации гражданам при возни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новении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поствакцинальных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осложнений в соответствии с Федеральным законом от 17 сентября 1998 года № 157-ФЗ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иммунопрофилактике инфекцио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болезней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845492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831492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рах государственной поддержки общес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венных объединений пожарной охраны и добровольных пожарных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 в Ульяновской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20 декабря 2022 года № 143-ЗО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18143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социальной поддержки военнослужащих, проходящих военную службу по приз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 в целях создания усл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вий для повышения престижа и привл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32252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610998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589440,98454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587542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9576,18454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11081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598990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579864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576461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тирном доме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17936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17443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семьям с детьми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1364846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1161959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1222032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мер социальной поддержки многодетных семей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379706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279774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309774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374102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275326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305326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104298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социал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поддержке детей 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отдельных катег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рий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мерах социальной по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держки семей, имеющих детей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217407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премии Губернатора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предо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тавлении на территории Ульяновской области отдельным категориям инвал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дов, имеющих детей, дополнительной меры социальной поддержки в сфере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латы жилых помещений частного 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лищного фонда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потерь в доходах организ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ций железнодорожного транспорта, св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занных с </w:t>
            </w:r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предоставлением</w:t>
            </w:r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новорождённых детей п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дарочными комплектами детских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надлежностей для новорождённого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ной выплаты взамен земельного участка гражданам, имеющим трёх и более детей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252100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полноценным питан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ем беременных женщин, кормящих м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терей, а также детей в возрасте до трёх лет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D740BD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компенсационной </w:t>
            </w:r>
            <w:proofErr w:type="spellStart"/>
            <w:proofErr w:type="gram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со-циальной</w:t>
            </w:r>
            <w:proofErr w:type="spellEnd"/>
            <w:proofErr w:type="gramEnd"/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выплаты реализовавшим право на получение земельного участка гражд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нам, имеющим тр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 и более детей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80 1 02 13190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EB03C4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области, меры социальной поддержки в форме обеспечения авт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номными домовыми пожарными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извещ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телями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80 1 02 13200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которых мерах, способствующих улу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шению демографической ситуации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206239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ления на территории Ульяновской обла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подведомственных орган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ного пространства на территории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нальная политика в Ульяновской обла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молодым специалистам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81 3 04 00000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46677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46677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относ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щихся к категориям, установленным 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конодательством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46677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отдельным работникам организаций, осуществляющих на терр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 деятельность в сфере информационных технологий и отрасли авиастроения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нию жильём молодых семей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культурн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наследия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дарственной, в том числе социальной, поддержки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статуса молодых специалистов в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Охрана и защ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та лесов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вого спорта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proofErr w:type="gram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районов и городских округов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ленного комплекса, сельских территорий и регулирование рынков сельскохозяйс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венной продукции, сырья и продовольс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комфортного проживания в сел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обл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стного бюджета Ульяновской области бюджетам муниципальных районов </w:t>
            </w:r>
            <w:r w:rsidR="00E17AE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в целях </w:t>
            </w:r>
            <w:proofErr w:type="spellStart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софина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сирования</w:t>
            </w:r>
            <w:proofErr w:type="spellEnd"/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занных с улучшением жилищных усл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вий граждан, проживающих на сельских территориях)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5667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рации на территории Ульяновской 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 Ульяно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ка и учреждений ветеринарии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16BB0" w:rsidRPr="00B16BB0" w:rsidTr="00B16BB0">
        <w:tc>
          <w:tcPr>
            <w:tcW w:w="5216" w:type="dxa"/>
            <w:shd w:val="clear" w:color="auto" w:fill="auto"/>
            <w:vAlign w:val="center"/>
          </w:tcPr>
          <w:p w:rsidR="00B16BB0" w:rsidRPr="00B16BB0" w:rsidRDefault="00B16BB0" w:rsidP="00DA05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16BB0" w:rsidRPr="00B16BB0" w:rsidRDefault="00B16BB0" w:rsidP="00DA05B3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16BB0" w:rsidRPr="00B16BB0" w:rsidRDefault="00B16BB0" w:rsidP="00DA05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B16BB0" w:rsidRPr="00B16BB0" w:rsidRDefault="00B16BB0" w:rsidP="00B16BB0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16BB0" w:rsidRPr="00B16BB0" w:rsidRDefault="00B16BB0" w:rsidP="00B16BB0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 </w:t>
            </w:r>
            <w:r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8D33E4" w:rsidRPr="00B16B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B16BB0" w:rsidRDefault="00B16BB0" w:rsidP="00E41B2F">
      <w:pPr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ш</w:t>
      </w:r>
      <w:proofErr w:type="spellEnd"/>
      <w:r>
        <w:rPr>
          <w:rFonts w:ascii="PT Astra Serif" w:hAnsi="PT Astra Serif"/>
          <w:sz w:val="28"/>
          <w:szCs w:val="28"/>
        </w:rPr>
        <w:t xml:space="preserve">) подраздел </w:t>
      </w:r>
      <w:r w:rsidR="00A8611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Охрана семьи и детства</w:t>
      </w:r>
      <w:r w:rsidR="00A8611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</w:t>
      </w:r>
      <w:proofErr w:type="spellStart"/>
      <w:r>
        <w:rPr>
          <w:rFonts w:ascii="PT Astra Serif" w:hAnsi="PT Astra Serif"/>
          <w:sz w:val="28"/>
          <w:szCs w:val="28"/>
        </w:rPr>
        <w:t>Рз</w:t>
      </w:r>
      <w:proofErr w:type="spellEnd"/>
      <w:r>
        <w:rPr>
          <w:rFonts w:ascii="PT Astra Serif" w:hAnsi="PT Astra Serif"/>
          <w:sz w:val="28"/>
          <w:szCs w:val="28"/>
        </w:rPr>
        <w:t xml:space="preserve"> 10 </w:t>
      </w:r>
      <w:proofErr w:type="gramStart"/>
      <w:r>
        <w:rPr>
          <w:rFonts w:ascii="PT Astra Serif" w:hAnsi="PT Astra Serif"/>
          <w:sz w:val="28"/>
          <w:szCs w:val="28"/>
        </w:rPr>
        <w:t>ПР</w:t>
      </w:r>
      <w:proofErr w:type="gramEnd"/>
      <w:r>
        <w:rPr>
          <w:rFonts w:ascii="PT Astra Serif" w:hAnsi="PT Astra Serif"/>
          <w:sz w:val="28"/>
          <w:szCs w:val="28"/>
        </w:rPr>
        <w:t xml:space="preserve"> 04) </w:t>
      </w:r>
      <w:r w:rsidR="00BE70E4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14755" w:type="dxa"/>
        <w:tblInd w:w="93" w:type="dxa"/>
        <w:tblLayout w:type="fixed"/>
        <w:tblLook w:val="04A0"/>
      </w:tblPr>
      <w:tblGrid>
        <w:gridCol w:w="5216"/>
        <w:gridCol w:w="454"/>
        <w:gridCol w:w="454"/>
        <w:gridCol w:w="1841"/>
        <w:gridCol w:w="567"/>
        <w:gridCol w:w="2126"/>
        <w:gridCol w:w="2002"/>
        <w:gridCol w:w="2095"/>
      </w:tblGrid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A86115" w:rsidP="00E17AE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BE70E4"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E17AE5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6055097,79619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4397117,90274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3862125,43033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E17AE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E17AE5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400668,99901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101352,00274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104402,43033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E17AE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17AE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E17AE5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376627,97428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E17AE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витию дошкольного образования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E17AE5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376627,97428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E17AE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государс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венных полномочий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му дошкольного образования, компенс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ции части внесённой в соответствующие образовательные организации родител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ской платы за присмотр и уход за детьми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E17AE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E17AE5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376627,97428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E17AE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376627,97428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роприятий молодёжной политики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зования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24041,02473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1352,00274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4402,43033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поте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циала талантливых молодых людей, в том числе являющихся молодыми сп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циалистами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24041,02473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1352,00274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4402,43033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талантл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вым и одарённым обучающимся, педаг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гическим и научным работникам образ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21789,02473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1000,00274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4050,43033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21789,02473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1000,00274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4050,43033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 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которых мерах, способствующих улу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шению демографической ситуации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социальной поддержки военнослужащих, проходящих военную службу по приз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создания усл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вий для повышения престижа и привл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5117597,79718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3844282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3281111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отдельных категорий граждан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террит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4830794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3560237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3012801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семьям с детьми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3079793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2091517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1749885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бюджету Фонда пенсионного и социального страхования Российской Федерации </w:t>
            </w: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на осуществление ежемеся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выплаты на ребёнка в во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расте от восьми до семнадцати лет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448021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448021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выплату ежемесячного п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собия в связи с рождением и воспитан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ем ребёнка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80 1 02 31460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1176814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2056367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1678078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80 1 02 31460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1176814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2056367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1678078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6C03D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власти субъектов Росси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E17AE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 основах системы профилактики 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надзорности и правонарушений нес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по осуществлению де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тельности, связанной с перевозкой ме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 субъектами Российской Федерации, </w:t>
            </w:r>
            <w:r w:rsidR="00E17AE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 также в пределах территорий гос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 </w:t>
            </w:r>
            <w:r w:rsidR="006C03D8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Содружества Нез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висимых Государств несовершенноле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них, самовольно ушедших из семей, 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proofErr w:type="gram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детей-сирот и детей, 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тавшихся без попечения родителей, 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 и иных орг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ежемесячных выплат на детей в возрасте от 3 до 7 лет включ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тельно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1441237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1428296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ния третьего ребёнка или последующих детей до достижения ребёнком возраста трёх лет</w:t>
            </w:r>
            <w:r w:rsidR="00F708AB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 счёт средств областного бюджета Ульяновской области сверх 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тановленного уровня </w:t>
            </w:r>
            <w:proofErr w:type="spell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13580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13580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детям-сиротам, лицам из их числа, гражданам, принявшим на воспитание детей-сирот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902950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936006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973594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5E48F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шим) детей-сирот и детей, оставшихся без попечения родителей,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низациях, находящихся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Ремонт жилых помещений, принадлеж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щих детям-сиротам и детям, оставшимся без попечения родителей, а также лицам из числа детей-сирот и детей, оставши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ся без попечения родителей, на праве собственности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лей, а также лиц из числа детей-сирот и детей, оставшихся без попечения род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телей, на медицинское обеспечение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лей, а также лиц из числа детей-сирот и детей, оставшихся без попечения род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телей, на образование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осущест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денежной выплаты на обеспечение проезда детей-сирот и детей, оставшихся без попечения род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детей-сирот и детей, оставшихся без попечения род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телей, обучающихся в муниципальных образовательных организациях, на 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родском, пригородном, в сельской мес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ности на внутрирайонном транспорте (кроме такси), а также проезда один раз в год к месту жительства и обратно к ме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ту обучения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20763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20763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финансового обеспечения пер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осущест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выплаты на соде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жание ребёнка в семье опекуна (попеч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теля) и приёмной семье, а также по 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выплаты вознаграждения, причитающегося приёмному родителю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893946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893946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из областного бюджета </w:t>
            </w:r>
            <w:proofErr w:type="spell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350F3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бюджетам 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осущест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лением опеки и попечительства в отн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шении несовершеннолетних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32985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32985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держка семей при рождении детей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, 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правленного на достижение целей, пок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федерального пр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532713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289321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третьего ребёнка или последующих детей до достижения ребёнком возраста трёх лет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532713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289321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848050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532713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289321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тие социального обслуживания и соц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14977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мы социального обслуживания и соц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14977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темы социальной защиты и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антите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рористической защищённости подведо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ления на территории Ульяновской обла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271826,09718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подведомственных орган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271826,09718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F32E98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Организации, подведомственные испо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нительному органу Ульяновской области,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осуществляющему на территории Уль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 государственное упра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ление в сферах социального развития и социальной защиты населения, государс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венной семейной и демографической п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литики Российской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271826,09718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0E1795"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204987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214940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193027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63741,04718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476612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476612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щихся к категориям, установленным з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конодательством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536831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476612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 за наём (поднаём) жилого помещения детям-сиротам, 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тям, оставшимся без попечения родит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лей, а также лицам из числа детей-сирот и детей, оставшихся без попечения род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телей, на территории Ульяновской о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 жилых помещений за счёт средств областного бюджета Ульяновской обла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сверх установленного уровня </w:t>
            </w:r>
            <w:proofErr w:type="spellStart"/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proofErr w:type="gramEnd"/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409188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323841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348730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8702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9724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392688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300938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324806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BE70E4" w:rsidRPr="00BE70E4" w:rsidTr="00BE70E4">
        <w:tc>
          <w:tcPr>
            <w:tcW w:w="5216" w:type="dxa"/>
            <w:shd w:val="clear" w:color="auto" w:fill="auto"/>
            <w:vAlign w:val="center"/>
          </w:tcPr>
          <w:p w:rsidR="00BE70E4" w:rsidRPr="00BE70E4" w:rsidRDefault="00BE70E4" w:rsidP="00BE70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E70E4" w:rsidRPr="00BE70E4" w:rsidRDefault="00BE70E4" w:rsidP="00BE70E4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BE70E4" w:rsidRPr="00BE70E4" w:rsidRDefault="00BE70E4" w:rsidP="00BE70E4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BE70E4" w:rsidRPr="00BE70E4" w:rsidRDefault="00BE70E4" w:rsidP="00BE70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 </w:t>
            </w:r>
            <w:r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8D33E4" w:rsidRPr="00BE70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;</w:t>
            </w:r>
          </w:p>
        </w:tc>
      </w:tr>
    </w:tbl>
    <w:p w:rsidR="00B16BB0" w:rsidRDefault="00B16BB0" w:rsidP="00C23ABB">
      <w:pPr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 w:rsidRPr="00B136B6">
        <w:rPr>
          <w:rFonts w:ascii="PT Astra Serif" w:hAnsi="PT Astra Serif"/>
          <w:sz w:val="28"/>
          <w:szCs w:val="28"/>
        </w:rPr>
        <w:t>щ</w:t>
      </w:r>
      <w:proofErr w:type="spellEnd"/>
      <w:r w:rsidRPr="00B136B6">
        <w:rPr>
          <w:rFonts w:ascii="PT Astra Serif" w:hAnsi="PT Astra Serif"/>
          <w:sz w:val="28"/>
          <w:szCs w:val="28"/>
        </w:rPr>
        <w:t>)</w:t>
      </w:r>
      <w:r w:rsidR="00B136B6" w:rsidRPr="00B136B6">
        <w:rPr>
          <w:rFonts w:ascii="PT Astra Serif" w:hAnsi="PT Astra Serif"/>
          <w:sz w:val="28"/>
          <w:szCs w:val="28"/>
        </w:rPr>
        <w:t xml:space="preserve"> 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="00B136B6" w:rsidRPr="00B136B6">
        <w:rPr>
          <w:rFonts w:ascii="PT Astra Serif" w:hAnsi="PT Astra Serif"/>
          <w:sz w:val="28"/>
          <w:szCs w:val="28"/>
        </w:rPr>
        <w:t>ИТОГО</w:t>
      </w:r>
      <w:r w:rsidR="00A86115">
        <w:rPr>
          <w:rFonts w:ascii="PT Astra Serif" w:hAnsi="PT Astra Serif"/>
          <w:sz w:val="28"/>
          <w:szCs w:val="28"/>
        </w:rPr>
        <w:t>»</w:t>
      </w:r>
      <w:r w:rsidR="00B136B6" w:rsidRPr="00B136B6">
        <w:rPr>
          <w:rFonts w:ascii="PT Astra Serif" w:hAnsi="PT Astra Serif"/>
          <w:sz w:val="28"/>
          <w:szCs w:val="28"/>
        </w:rPr>
        <w:t xml:space="preserve">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B136B6" w:rsidRPr="00B136B6">
        <w:rPr>
          <w:rFonts w:ascii="PT Astra Serif" w:hAnsi="PT Astra Serif"/>
          <w:color w:val="000000"/>
          <w:spacing w:val="-4"/>
          <w:sz w:val="28"/>
          <w:szCs w:val="28"/>
        </w:rPr>
        <w:t>95522478,50168</w:t>
      </w:r>
      <w:r w:rsidR="00A86115">
        <w:rPr>
          <w:rFonts w:ascii="PT Astra Serif" w:hAnsi="PT Astra Serif"/>
          <w:sz w:val="28"/>
          <w:szCs w:val="28"/>
        </w:rPr>
        <w:t>»</w:t>
      </w:r>
      <w:r w:rsidR="00B136B6" w:rsidRPr="00B136B6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B136B6" w:rsidRPr="00B136B6">
        <w:rPr>
          <w:rFonts w:ascii="PT Astra Serif" w:hAnsi="PT Astra Serif"/>
          <w:sz w:val="28"/>
          <w:szCs w:val="28"/>
        </w:rPr>
        <w:t>98668986,60168</w:t>
      </w:r>
      <w:r w:rsidR="00A86115">
        <w:rPr>
          <w:rFonts w:ascii="PT Astra Serif" w:hAnsi="PT Astra Serif"/>
          <w:sz w:val="28"/>
          <w:szCs w:val="28"/>
        </w:rPr>
        <w:t>»</w:t>
      </w:r>
      <w:r w:rsidR="00B136B6" w:rsidRPr="00B136B6">
        <w:rPr>
          <w:rFonts w:ascii="PT Astra Serif" w:hAnsi="PT Astra Serif"/>
          <w:sz w:val="28"/>
          <w:szCs w:val="28"/>
        </w:rPr>
        <w:t xml:space="preserve">,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="00B136B6" w:rsidRPr="00B136B6">
        <w:rPr>
          <w:rFonts w:ascii="PT Astra Serif" w:hAnsi="PT Astra Serif"/>
          <w:color w:val="000000"/>
          <w:spacing w:val="-4"/>
          <w:sz w:val="28"/>
          <w:szCs w:val="28"/>
        </w:rPr>
        <w:t>80539779,32111</w:t>
      </w:r>
      <w:r w:rsidR="00A86115">
        <w:rPr>
          <w:rFonts w:ascii="PT Astra Serif" w:hAnsi="PT Astra Serif"/>
          <w:sz w:val="28"/>
          <w:szCs w:val="28"/>
        </w:rPr>
        <w:t>»</w:t>
      </w:r>
      <w:r w:rsidR="00B136B6" w:rsidRPr="00B136B6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="00B136B6" w:rsidRPr="00B136B6">
        <w:rPr>
          <w:rFonts w:ascii="PT Astra Serif" w:hAnsi="PT Astra Serif"/>
          <w:sz w:val="28"/>
          <w:szCs w:val="28"/>
        </w:rPr>
        <w:t>78898271,22111</w:t>
      </w:r>
      <w:r w:rsidR="00A86115">
        <w:rPr>
          <w:rFonts w:ascii="PT Astra Serif" w:hAnsi="PT Astra Serif"/>
          <w:sz w:val="28"/>
          <w:szCs w:val="28"/>
        </w:rPr>
        <w:t>»</w:t>
      </w:r>
      <w:r w:rsidR="00B136B6" w:rsidRPr="00B136B6">
        <w:rPr>
          <w:rFonts w:ascii="PT Astra Serif" w:hAnsi="PT Astra Serif"/>
          <w:sz w:val="28"/>
          <w:szCs w:val="28"/>
        </w:rPr>
        <w:t>;</w:t>
      </w:r>
    </w:p>
    <w:p w:rsidR="00C23ABB" w:rsidRDefault="00493F02" w:rsidP="00C23ABB">
      <w:pPr>
        <w:pStyle w:val="1"/>
        <w:spacing w:line="360" w:lineRule="auto"/>
        <w:ind w:firstLine="720"/>
        <w:rPr>
          <w:rFonts w:ascii="PT Astra Serif" w:hAnsi="PT Astra Serif"/>
          <w:spacing w:val="-4"/>
          <w:szCs w:val="28"/>
        </w:rPr>
      </w:pPr>
      <w:r w:rsidRPr="00493F02">
        <w:rPr>
          <w:rFonts w:ascii="PT Astra Serif" w:hAnsi="PT Astra Serif"/>
          <w:spacing w:val="-4"/>
          <w:szCs w:val="28"/>
        </w:rPr>
        <w:t>7</w:t>
      </w:r>
      <w:r w:rsidR="00C23ABB" w:rsidRPr="00493F02">
        <w:rPr>
          <w:rFonts w:ascii="PT Astra Serif" w:hAnsi="PT Astra Serif"/>
          <w:spacing w:val="-4"/>
          <w:szCs w:val="28"/>
        </w:rPr>
        <w:t>) в приложении 6:</w:t>
      </w:r>
    </w:p>
    <w:p w:rsidR="00C23ABB" w:rsidRDefault="00005C26" w:rsidP="00005C26">
      <w:pPr>
        <w:spacing w:line="360" w:lineRule="auto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 w:rsidRPr="00005C26">
        <w:rPr>
          <w:rFonts w:ascii="PT Astra Serif" w:hAnsi="PT Astra Serif"/>
          <w:sz w:val="28"/>
          <w:szCs w:val="28"/>
        </w:rPr>
        <w:tab/>
        <w:t xml:space="preserve">а) 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Мероприятия в рамках </w:t>
      </w:r>
      <w:proofErr w:type="spellStart"/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>непрограммных</w:t>
      </w:r>
      <w:proofErr w:type="spellEnd"/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направлений деятельности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00000)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005C26">
        <w:rPr>
          <w:rFonts w:ascii="PT Astra Serif" w:hAnsi="PT Astra Serif"/>
          <w:bCs/>
          <w:color w:val="000000"/>
          <w:sz w:val="28"/>
          <w:szCs w:val="28"/>
        </w:rPr>
        <w:t>3487461,38406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>3502061,38406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005C26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005C26" w:rsidRDefault="00005C26" w:rsidP="00005C26">
      <w:pPr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б) после строки</w:t>
      </w:r>
    </w:p>
    <w:tbl>
      <w:tblPr>
        <w:tblW w:w="14622" w:type="dxa"/>
        <w:tblInd w:w="96" w:type="dxa"/>
        <w:tblLook w:val="04A0"/>
      </w:tblPr>
      <w:tblGrid>
        <w:gridCol w:w="5416"/>
        <w:gridCol w:w="1910"/>
        <w:gridCol w:w="564"/>
        <w:gridCol w:w="2125"/>
        <w:gridCol w:w="2267"/>
        <w:gridCol w:w="2340"/>
      </w:tblGrid>
      <w:tr w:rsidR="00005C26" w:rsidRPr="00D500BA" w:rsidTr="001203C2">
        <w:tc>
          <w:tcPr>
            <w:tcW w:w="5416" w:type="dxa"/>
            <w:shd w:val="clear" w:color="auto" w:fill="auto"/>
            <w:vAlign w:val="center"/>
          </w:tcPr>
          <w:p w:rsidR="00005C26" w:rsidRPr="00005C26" w:rsidRDefault="00A86115" w:rsidP="001203C2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05C26" w:rsidRPr="00005C2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05C26" w:rsidRPr="00005C26" w:rsidRDefault="00005C26" w:rsidP="001203C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05C26" w:rsidRPr="00005C26" w:rsidRDefault="00005C26" w:rsidP="001203C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05C26" w:rsidRPr="00005C26" w:rsidRDefault="00005C26" w:rsidP="001203C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7" w:type="dxa"/>
            <w:shd w:val="clear" w:color="auto" w:fill="auto"/>
          </w:tcPr>
          <w:p w:rsidR="00005C26" w:rsidRPr="00005C26" w:rsidRDefault="00005C26" w:rsidP="001203C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2127102,78</w:t>
            </w:r>
          </w:p>
        </w:tc>
        <w:tc>
          <w:tcPr>
            <w:tcW w:w="2340" w:type="dxa"/>
            <w:shd w:val="clear" w:color="auto" w:fill="auto"/>
          </w:tcPr>
          <w:p w:rsidR="00005C26" w:rsidRPr="00005C26" w:rsidRDefault="00005C26" w:rsidP="001203C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3725887,51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05C26" w:rsidRDefault="00005C26" w:rsidP="00005C26">
      <w:pPr>
        <w:spacing w:before="1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строками следующего содержания:</w:t>
      </w:r>
    </w:p>
    <w:tbl>
      <w:tblPr>
        <w:tblW w:w="14600" w:type="dxa"/>
        <w:tblInd w:w="93" w:type="dxa"/>
        <w:tblLook w:val="04A0"/>
      </w:tblPr>
      <w:tblGrid>
        <w:gridCol w:w="5393"/>
        <w:gridCol w:w="1905"/>
        <w:gridCol w:w="567"/>
        <w:gridCol w:w="2126"/>
        <w:gridCol w:w="2268"/>
        <w:gridCol w:w="2341"/>
      </w:tblGrid>
      <w:tr w:rsidR="00005C26" w:rsidRPr="00005C26" w:rsidTr="00FA6010">
        <w:tc>
          <w:tcPr>
            <w:tcW w:w="5393" w:type="dxa"/>
            <w:shd w:val="clear" w:color="auto" w:fill="auto"/>
            <w:vAlign w:val="center"/>
            <w:hideMark/>
          </w:tcPr>
          <w:p w:rsidR="00005C26" w:rsidRPr="00005C26" w:rsidRDefault="00A86115" w:rsidP="00005C26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«</w:t>
            </w:r>
            <w:r w:rsidR="00005C26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1905" w:type="dxa"/>
            <w:shd w:val="clear" w:color="auto" w:fill="auto"/>
            <w:hideMark/>
          </w:tcPr>
          <w:p w:rsidR="00005C26" w:rsidRPr="00005C26" w:rsidRDefault="00005C26" w:rsidP="00FA601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005C26" w:rsidRPr="00005C26" w:rsidRDefault="00005C26" w:rsidP="00FA601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005C26" w:rsidRPr="00005C26" w:rsidRDefault="00005C26" w:rsidP="00FA601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005C26" w:rsidRPr="00005C26" w:rsidRDefault="00005C26" w:rsidP="00FA601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1" w:type="dxa"/>
            <w:shd w:val="clear" w:color="auto" w:fill="auto"/>
            <w:hideMark/>
          </w:tcPr>
          <w:p w:rsidR="00005C26" w:rsidRPr="00005C26" w:rsidRDefault="00005C26" w:rsidP="00FA601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05C26" w:rsidRPr="00005C26" w:rsidTr="00005C26">
        <w:tc>
          <w:tcPr>
            <w:tcW w:w="5393" w:type="dxa"/>
            <w:shd w:val="clear" w:color="auto" w:fill="auto"/>
            <w:vAlign w:val="center"/>
            <w:hideMark/>
          </w:tcPr>
          <w:p w:rsidR="00005C26" w:rsidRPr="00005C26" w:rsidRDefault="00005C26" w:rsidP="00005C26">
            <w:pPr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05" w:type="dxa"/>
            <w:shd w:val="clear" w:color="auto" w:fill="auto"/>
            <w:vAlign w:val="center"/>
            <w:hideMark/>
          </w:tcPr>
          <w:p w:rsidR="00005C26" w:rsidRPr="00005C26" w:rsidRDefault="00005C26" w:rsidP="00005C2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05C26" w:rsidRPr="00005C26" w:rsidRDefault="00005C26" w:rsidP="00005C2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05C26" w:rsidRPr="00005C26" w:rsidRDefault="00005C26" w:rsidP="00005C2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05C26" w:rsidRPr="00005C26" w:rsidRDefault="00005C26" w:rsidP="00005C2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005C26" w:rsidRPr="00005C26" w:rsidRDefault="00005C26" w:rsidP="00005C2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</w:t>
            </w:r>
            <w:r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05C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05C26" w:rsidRPr="00BF03F9" w:rsidRDefault="001203C2" w:rsidP="00E17AE5">
      <w:pPr>
        <w:spacing w:before="120" w:line="360" w:lineRule="auto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BF03F9">
        <w:rPr>
          <w:rFonts w:ascii="PT Astra Serif" w:hAnsi="PT Astra Serif"/>
          <w:sz w:val="28"/>
          <w:szCs w:val="28"/>
        </w:rPr>
        <w:t xml:space="preserve">в) </w:t>
      </w:r>
      <w:r w:rsidR="00FA6010"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в графе 5</w:t>
      </w:r>
      <w:r w:rsidR="00FA6010">
        <w:rPr>
          <w:rFonts w:ascii="PT Astra Serif" w:hAnsi="PT Astra Serif"/>
          <w:sz w:val="28"/>
          <w:szCs w:val="28"/>
        </w:rPr>
        <w:t xml:space="preserve"> строки</w:t>
      </w:r>
      <w:r w:rsidRPr="00BF03F9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Субвенции федеральному бюджету на осуществление части переданных полномочий </w:t>
      </w:r>
      <w:r w:rsidR="00FA6010"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по составлению протоколов об административных правонарушениях, посягающих на общественный порядок </w:t>
      </w:r>
      <w:r w:rsidR="00FA6010"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и общественную безопасность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57010)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F03F9">
        <w:rPr>
          <w:rFonts w:ascii="PT Astra Serif" w:hAnsi="PT Astra Serif"/>
          <w:bCs/>
          <w:color w:val="000000"/>
          <w:sz w:val="28"/>
          <w:szCs w:val="28"/>
        </w:rPr>
        <w:t>1708,7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3390,4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1203C2" w:rsidRPr="00005C26" w:rsidRDefault="001203C2" w:rsidP="001203C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BF03F9">
        <w:rPr>
          <w:rFonts w:ascii="PT Astra Serif" w:hAnsi="PT Astra Serif"/>
          <w:sz w:val="28"/>
          <w:szCs w:val="28"/>
        </w:rPr>
        <w:tab/>
        <w:t xml:space="preserve">г) </w:t>
      </w:r>
      <w:r w:rsidR="00FA6010"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в графе 5 </w:t>
      </w:r>
      <w:r w:rsidRPr="00BF03F9">
        <w:rPr>
          <w:rFonts w:ascii="PT Astra Serif" w:hAnsi="PT Astra Serif"/>
          <w:sz w:val="28"/>
          <w:szCs w:val="28"/>
        </w:rPr>
        <w:t>строк</w:t>
      </w:r>
      <w:r w:rsidR="00FA6010">
        <w:rPr>
          <w:rFonts w:ascii="PT Astra Serif" w:hAnsi="PT Astra Serif"/>
          <w:sz w:val="28"/>
          <w:szCs w:val="28"/>
        </w:rPr>
        <w:t>и</w:t>
      </w:r>
      <w:r w:rsidRPr="00BF03F9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Межбюджетные трансферты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57010 ВР 500)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F03F9">
        <w:rPr>
          <w:rFonts w:ascii="PT Astra Serif" w:hAnsi="PT Astra Serif"/>
          <w:bCs/>
          <w:color w:val="000000"/>
          <w:sz w:val="28"/>
          <w:szCs w:val="28"/>
        </w:rPr>
        <w:t>1708,7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3390,4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F03F9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1203C2" w:rsidRDefault="008443E5" w:rsidP="008443E5">
      <w:pPr>
        <w:spacing w:line="360" w:lineRule="auto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spellStart"/>
      <w:r w:rsidRPr="008443E5">
        <w:rPr>
          <w:rFonts w:ascii="PT Astra Serif" w:hAnsi="PT Astra Serif"/>
          <w:sz w:val="28"/>
          <w:szCs w:val="28"/>
        </w:rPr>
        <w:t>д</w:t>
      </w:r>
      <w:proofErr w:type="spellEnd"/>
      <w:r w:rsidRPr="008443E5">
        <w:rPr>
          <w:rFonts w:ascii="PT Astra Serif" w:hAnsi="PT Astra Serif"/>
          <w:sz w:val="28"/>
          <w:szCs w:val="28"/>
        </w:rPr>
        <w:t xml:space="preserve">) </w:t>
      </w:r>
      <w:r w:rsidR="00FA6010"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в графе 4 </w:t>
      </w:r>
      <w:r w:rsidRPr="008443E5">
        <w:rPr>
          <w:rFonts w:ascii="PT Astra Serif" w:hAnsi="PT Astra Serif"/>
          <w:sz w:val="28"/>
          <w:szCs w:val="28"/>
        </w:rPr>
        <w:t>строк</w:t>
      </w:r>
      <w:r w:rsidR="00FA6010">
        <w:rPr>
          <w:rFonts w:ascii="PT Astra Serif" w:hAnsi="PT Astra Serif"/>
          <w:sz w:val="28"/>
          <w:szCs w:val="28"/>
        </w:rPr>
        <w:t>и</w:t>
      </w:r>
      <w:r w:rsidRPr="008443E5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Внесение членского взноса Ульяновской области в Ассоциацию экономического взаимодействия 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br/>
        <w:t xml:space="preserve">субъектов Российской Федерации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Ассоциация инновационных регионов России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62110)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2500,0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</w:t>
      </w:r>
      <w:r w:rsidR="00FA6010"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5000,0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8443E5" w:rsidRPr="00005C26" w:rsidRDefault="008443E5" w:rsidP="008443E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8443E5">
        <w:rPr>
          <w:rFonts w:ascii="PT Astra Serif" w:hAnsi="PT Astra Serif"/>
          <w:sz w:val="28"/>
          <w:szCs w:val="28"/>
        </w:rPr>
        <w:t xml:space="preserve">е) </w:t>
      </w:r>
      <w:r w:rsidR="00FA6010"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в графе 4 </w:t>
      </w:r>
      <w:r w:rsidRPr="008443E5">
        <w:rPr>
          <w:rFonts w:ascii="PT Astra Serif" w:hAnsi="PT Astra Serif"/>
          <w:sz w:val="28"/>
          <w:szCs w:val="28"/>
        </w:rPr>
        <w:t>строк</w:t>
      </w:r>
      <w:r w:rsidR="00FA6010">
        <w:rPr>
          <w:rFonts w:ascii="PT Astra Serif" w:hAnsi="PT Astra Serif"/>
          <w:sz w:val="28"/>
          <w:szCs w:val="28"/>
        </w:rPr>
        <w:t>и</w:t>
      </w:r>
      <w:r w:rsidRPr="008443E5">
        <w:rPr>
          <w:rFonts w:ascii="PT Astra Serif" w:hAnsi="PT Astra Serif"/>
          <w:sz w:val="28"/>
          <w:szCs w:val="28"/>
        </w:rPr>
        <w:t xml:space="preserve"> </w:t>
      </w:r>
      <w:r w:rsidR="00A86115">
        <w:rPr>
          <w:rFonts w:ascii="PT Astra Serif" w:hAnsi="PT Astra Serif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Иные бюджетные ассигнования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62110 ВР </w:t>
      </w:r>
      <w:r w:rsidR="009E13B5">
        <w:rPr>
          <w:rFonts w:ascii="PT Astra Serif" w:hAnsi="PT Astra Serif"/>
          <w:bCs/>
          <w:color w:val="000000"/>
          <w:spacing w:val="-4"/>
          <w:sz w:val="28"/>
          <w:szCs w:val="28"/>
        </w:rPr>
        <w:t>8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00)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2500,0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5000,0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8443E5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8443E5" w:rsidRDefault="00B81C45" w:rsidP="008443E5">
      <w:pPr>
        <w:spacing w:line="360" w:lineRule="auto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B81C45">
        <w:rPr>
          <w:rFonts w:ascii="PT Astra Serif" w:hAnsi="PT Astra Serif"/>
          <w:sz w:val="28"/>
          <w:szCs w:val="28"/>
        </w:rPr>
        <w:t xml:space="preserve">ж) 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Обеспечение деятельности государственных органов Ульяновской области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80010)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81C45">
        <w:rPr>
          <w:rFonts w:ascii="PT Astra Serif" w:hAnsi="PT Astra Serif"/>
          <w:bCs/>
          <w:color w:val="000000"/>
          <w:sz w:val="28"/>
          <w:szCs w:val="28"/>
        </w:rPr>
        <w:t>933575,216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931893,516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B81C45" w:rsidRDefault="00B81C45" w:rsidP="00B81C45">
      <w:pPr>
        <w:spacing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proofErr w:type="spellStart"/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з</w:t>
      </w:r>
      <w:proofErr w:type="spellEnd"/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) в строке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br/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фондами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80010 ВР 100)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81C45">
        <w:rPr>
          <w:rFonts w:ascii="PT Astra Serif" w:hAnsi="PT Astra Serif"/>
          <w:bCs/>
          <w:color w:val="000000"/>
          <w:sz w:val="28"/>
          <w:szCs w:val="28"/>
        </w:rPr>
        <w:t>835263,929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833582,229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B81C45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4564C0" w:rsidRPr="004564C0" w:rsidRDefault="004564C0" w:rsidP="00B81C45">
      <w:pPr>
        <w:spacing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lastRenderedPageBreak/>
        <w:t xml:space="preserve">и) в строке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>Расходы, связанные с исполнением решений, принятых судебными органами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11 0 00 80210)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4564C0">
        <w:rPr>
          <w:rFonts w:ascii="PT Astra Serif" w:hAnsi="PT Astra Serif"/>
          <w:bCs/>
          <w:color w:val="000000"/>
          <w:sz w:val="28"/>
          <w:szCs w:val="28"/>
        </w:rPr>
        <w:t>431685,88631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>441785,88631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4564C0" w:rsidRDefault="004564C0" w:rsidP="00B81C45">
      <w:pPr>
        <w:spacing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к) в строке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br/>
        <w:t xml:space="preserve">(ЦС 11 0 00 80210 ВР 200) цифры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4564C0">
        <w:rPr>
          <w:rFonts w:ascii="PT Astra Serif" w:hAnsi="PT Astra Serif"/>
          <w:bCs/>
          <w:color w:val="000000"/>
          <w:sz w:val="28"/>
          <w:szCs w:val="28"/>
        </w:rPr>
        <w:t>333684,51178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>343784,51178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4564C0">
        <w:rPr>
          <w:rFonts w:ascii="PT Astra Serif" w:hAnsi="PT Astra Serif"/>
          <w:bCs/>
          <w:color w:val="000000"/>
          <w:spacing w:val="-4"/>
          <w:sz w:val="28"/>
          <w:szCs w:val="28"/>
        </w:rPr>
        <w:t>;</w:t>
      </w:r>
    </w:p>
    <w:p w:rsidR="009E72E3" w:rsidRDefault="009E72E3" w:rsidP="009E72E3">
      <w:pPr>
        <w:spacing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 w:rsidRPr="009E72E3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л) целевую статью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9E72E3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Мероприятия, связанные с предотвращением влияния ухудшения геополитической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9E72E3">
        <w:rPr>
          <w:rFonts w:ascii="PT Astra Serif" w:hAnsi="PT Astra Serif"/>
          <w:bCs/>
          <w:color w:val="000000"/>
          <w:spacing w:val="-4"/>
          <w:sz w:val="28"/>
          <w:szCs w:val="28"/>
        </w:rPr>
        <w:t>и экономической ситуации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9E72E3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14 0 00 00000) изложить в следующей редакции:</w:t>
      </w:r>
    </w:p>
    <w:tbl>
      <w:tblPr>
        <w:tblW w:w="14622" w:type="dxa"/>
        <w:tblInd w:w="96" w:type="dxa"/>
        <w:tblLook w:val="04A0"/>
      </w:tblPr>
      <w:tblGrid>
        <w:gridCol w:w="5416"/>
        <w:gridCol w:w="1910"/>
        <w:gridCol w:w="564"/>
        <w:gridCol w:w="2125"/>
        <w:gridCol w:w="2267"/>
        <w:gridCol w:w="2340"/>
      </w:tblGrid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A86115" w:rsidP="00E17AE5">
            <w:pPr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9E72E3" w:rsidRPr="009E72E3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Мероприятия, связанные с предотвр</w:t>
            </w:r>
            <w:r w:rsidR="009E72E3" w:rsidRPr="009E72E3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а</w:t>
            </w:r>
            <w:r w:rsidR="009E72E3" w:rsidRPr="009E72E3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щением влияния ухудшения геополит</w:t>
            </w:r>
            <w:r w:rsidR="009E72E3" w:rsidRPr="009E72E3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и</w:t>
            </w:r>
            <w:r w:rsidR="009E72E3" w:rsidRPr="009E72E3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ческой и экономической ситуации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103151</w:t>
            </w:r>
            <w:r w:rsidR="008D33E4"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E17AE5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заключившим контракт о пр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хождении военной службы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96415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E17AE5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96415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E17AE5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единовременной выплаты членам семей граждан, призванных на в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енную службу по мобилизации в Воор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жённые Силы Российской Федерации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E17AE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единовременной денежной выплаты семьям погибших (умерших) уч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стников специальной военной операции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3806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чения государственных (муниципальных) 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14 0 00 V0070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2610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E72E3" w:rsidRPr="009E72E3" w:rsidTr="009E72E3">
        <w:tc>
          <w:tcPr>
            <w:tcW w:w="5416" w:type="dxa"/>
            <w:shd w:val="clear" w:color="auto" w:fill="auto"/>
            <w:vAlign w:val="center"/>
          </w:tcPr>
          <w:p w:rsidR="009E72E3" w:rsidRPr="009E72E3" w:rsidRDefault="009E72E3" w:rsidP="009E72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9E72E3" w:rsidRPr="009E72E3" w:rsidRDefault="009E72E3" w:rsidP="009E72E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</w:t>
            </w:r>
            <w:r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9E72E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9E72E3" w:rsidRDefault="009E72E3" w:rsidP="00E17AE5">
      <w:pPr>
        <w:spacing w:before="120"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 w:rsidRPr="000E14A6">
        <w:rPr>
          <w:rFonts w:ascii="PT Astra Serif" w:hAnsi="PT Astra Serif"/>
          <w:sz w:val="28"/>
          <w:szCs w:val="28"/>
        </w:rPr>
        <w:t xml:space="preserve">м) </w:t>
      </w:r>
      <w:r w:rsidR="000E14A6" w:rsidRPr="000E14A6">
        <w:rPr>
          <w:rFonts w:ascii="PT Astra Serif" w:hAnsi="PT Astra Serif"/>
          <w:sz w:val="28"/>
          <w:szCs w:val="28"/>
        </w:rPr>
        <w:t xml:space="preserve">целевую статью </w:t>
      </w:r>
      <w:r w:rsidR="00A86115">
        <w:rPr>
          <w:rFonts w:ascii="PT Astra Serif" w:hAnsi="PT Astra Serif"/>
          <w:sz w:val="28"/>
          <w:szCs w:val="28"/>
        </w:rPr>
        <w:t>«</w:t>
      </w:r>
      <w:r w:rsidR="000E14A6"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Государственная программа Ульяновской области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="000E14A6"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>Развитие здравоохранения в Ульяновской</w:t>
      </w:r>
      <w:r w:rsidR="00E17AE5"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="000E14A6"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>области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="000E14A6"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78 0 00 00000) изложить в следующей редакции:</w:t>
      </w:r>
    </w:p>
    <w:tbl>
      <w:tblPr>
        <w:tblW w:w="14622" w:type="dxa"/>
        <w:tblInd w:w="96" w:type="dxa"/>
        <w:tblLook w:val="04A0"/>
      </w:tblPr>
      <w:tblGrid>
        <w:gridCol w:w="5416"/>
        <w:gridCol w:w="1910"/>
        <w:gridCol w:w="564"/>
        <w:gridCol w:w="2125"/>
        <w:gridCol w:w="2267"/>
        <w:gridCol w:w="2340"/>
      </w:tblGrid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A86115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14128285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12616175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12951285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вития системы медицинской профилактики заболеваний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Организация диспансеризации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венных гражданских служащих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Иммунопрофилактика инфекционных заб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леваний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вития системы оказания медицинской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мощи, в том числе первичной медико-санитарной помощи, на территории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68591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426878,19716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медицинских организаций и выполнение ремонта в зданиях указанных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68591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6878,19716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67591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6878,19716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Строительство поликлиники в микрорайоне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Юго-Западный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Засвияжского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района 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рода Ульяновска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Совершенствов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ние оказания специализированной мед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цинской помощи, скорой медицинской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мощи и медицинской эвакуации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82986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,187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Развитие паллиативной медицинской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мощи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мероприятий по предупрежд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нию и борьбе с социально значимыми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фекционными заболеваниями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мероприятий по предупрежд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нию и борьбе с социально значимыми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фекционными заболеваниями (финансовое обеспечение реализации мероприятий по профилактике ВИЧ-инфекции и гепатитов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 С)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,309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E17AE5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тономным учреждениям и иным неко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,309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E17AE5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закупок диагностических средств для выявления и мониторинга л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лиц, инфицированных вирусами иммунодефицита человека, в том числе в 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сочетании с вирусами гепатитов</w:t>
            </w:r>
            <w:proofErr w:type="gramStart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(или) С)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03 R2022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E17AE5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тономным учреждениям и иным неко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E17AE5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закупок диагностических сре</w:t>
            </w:r>
            <w:proofErr w:type="gramStart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 выявления, определения чу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ствительности микобактерии туберкулёза и мониторинга лечения лиц, больных т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беркулёзом с множественной лекарстве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устойчивостью возбудителя, а также медицинских изделий в соответствии со стандартом оснащения, предусмотренным порядком оказания медицинской помощи больным туберкулёзом)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Совершенствов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службы охраны здоровья матери и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бёнка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Мероприятия, направленные на проведение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пренатальной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(дородовой) диагностики 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рушений развития ребёнка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78 0 05 21040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Закупка реактивов и расходных материалов для проведения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неонатального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аудиолог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направленные на определ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генетических полиморфизмов, ассоци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рованных с риском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тромбофилии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наруш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нием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фолатного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цикла и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антифосфолипи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синдрома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Совершенствов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ние развития системы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санаторно-курорт</w:t>
            </w:r>
            <w:r w:rsidR="00E17AE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лечения, в том числе детей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 по проведению оздоровител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кампании детей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и внедр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инновационных методов диагностики, профилактики и лечения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79755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расходов на бе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платный проезд донора костного мозга и (или) гемопоэтических стволовых клеток к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месту изъятия костного мозга и (или) гем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поэтических стволовых клеток и обратно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78 0 08 54030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78 0 08 54030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E17AE5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гражданам Российской Федер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высокотехнологичной медицинской помощи, не включённой в базовую пр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грамму обязательного медицинского стр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системы лекарственного обеспечения жителей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1413493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1301810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1312474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E17AE5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Совершенствование системы лекарстве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обеспечения отдельных категорий граждан, в том числе страдающих </w:t>
            </w:r>
            <w:proofErr w:type="spellStart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жизн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угрожающими</w:t>
            </w:r>
            <w:proofErr w:type="spellEnd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хроническими прогресс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рующими редкими (</w:t>
            </w:r>
            <w:proofErr w:type="spellStart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орфанными</w:t>
            </w:r>
            <w:proofErr w:type="spellEnd"/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заболев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ниями, приводящими к сокращению пр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E17AE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должительности жизни граждан или их инвалидности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детей, страдающих сахарным диабетом 1-го типа, медицинскими изд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лиями для непрерывного мониторинга гл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козы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78 0 09 21360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отдельных полномочий в обла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 лекарственного обеспечения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расходов на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низационные мероприятия, связанные с обеспечением лиц лекарственными преп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ратами, предназначенными для лечения больных гемофилией,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муковисцидозом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гемол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тико-уремическим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синдромом, юношеским артритом с системным началом,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мукопол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сахаридозом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I, II и VI типов,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апластической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анемией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неуточнённой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наследственным дефицитом факторов II (фибриногена), VII (лабильного), X (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Стюарта-Прауэра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), а также после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трансплантации органов и (или) тк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Оказание отдельным категориям граждан социальной услуги по обеспечению лека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питания для детей-инвалидов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78 0 09 54600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310458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310458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дарственных функций в сфере здравоохр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нения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5920057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5834073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5834073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Страховые взносы на обязательное мед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цинское страхование неработающего нас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5875057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5875057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Платежи на финансовое обеспечение реал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зации Территориальной программы обяз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держка медицинских работников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венных медицинских организаций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Специальные социальные выплаты отдел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ным категориям медицинских работников государственных медицинских организ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ций, оказывающих медицинскую помощь, не входящую в базовую программу обяз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78 0 13 21370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78 0 13 21370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Приобретение служебных жилых помещ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ний (квартир) для медицинских работников государственных медицинских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Единовременные компенсационные выпл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ты медицинским работникам (врачам, фельдшерам, а также акушеркам и мед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цинским сёстрам фельдшерских и фель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шерско-акушерских пунктов), прибывшим (переехавшим) на работу в сельские нас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лённые пункты, либо рабочие посёлки, либо посёлки городского типа, либо города с 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селением до 50 тысяч человек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нальной программы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Оптимальная для во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становления здоровья медицинская реаб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литация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Оснащение (дооснащение и (или) перео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нащение) медицинскими изделиями мед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цинских организаций, имеющих в своей структуре подразделения, оказывающие 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дицинскую помощь по медицинской реаб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литации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14 R7520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14 R7520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нальной программы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расш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ренного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неонатального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скрининга в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78 0 15 00000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мероприятий по проведению массового обследования новорождённых на врождённые и (или) наследственные заб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левания (расширенный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неонатальный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скр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нинг)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15 R3850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15 R3850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приятий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инфраструктуры здравоохранения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78 0 16 00000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мероприятий по проведению капитального ремонта зданий медицинских организаций, подведомственных органам исполнительной власти субъектов Росси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16 R4050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16 R4050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системы оказ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первичной медико-санитарной пом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показателей и результатов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N1 55540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N1 55540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spellStart"/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spellEnd"/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ного на достижение целей, показателей и результатов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123375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стых отделений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Обеспечение профилактики развития </w:t>
            </w:r>
            <w:proofErr w:type="spellStart"/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дечно-сосудистых</w:t>
            </w:r>
            <w:proofErr w:type="spellEnd"/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заболеваний и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сердечно-сосудистых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осложнений у пациентов выс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кого риска, находящихся на диспансерном наблюдении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Борьба с онкологич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скими заболеваниями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Борьба с онк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логическими заболеваниями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ным с онкологическими заболеваниями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детского здр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воохранения, включая создание совреме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инфраструктуры оказания медицинской помощи детям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целей, показателей и результатов фед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детского здр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воохранения, включая создание совреме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инфраструктуры оказания медицинской помощи детям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1595776,25284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Новое строительство или реконструкция зданий детских больниц (корпусов)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1577799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1577799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медицинских организаций и выполнение ремонта в зданиях указанных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17976,80284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N4 80220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17976,80284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медици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ских организаций системы здравоохранения Ульяновской области квалифицированными кадрами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лифицированными кадрами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Повышение квалификации и переподгото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 специалистов со средним професси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нальным и высшим медицинским образов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нием для медицинских организаций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дарственной системы здравоохранения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Выплата ежегодной областной премии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Призвание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низациях высшего образования по спец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альностям высшего образования укрупнё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ной группы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Здравоохранение и медици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ские науки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N5 21160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единовременных компенс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ционных выплат на приобретение жилья фельдшерам и медицинским сёстрам фельдшерских здравпунктов и фельдше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ско-акушерских пунктов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мерах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дарственной социальной поддержки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дельных категорий специалистов, работа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пунктах, рабочих посёлках и посёлках городского типа на территории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Создание единого ци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рового контура в здравоохранении на осн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 единой государственной информацио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системы в сфере здравоохранения (ЕГИСЗ)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государственной информационной си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темы в сфере здравоохранения (ЕГИСЗ)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N7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57138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,5567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,0619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Созд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единого цифрового контура в сфере здравоохранения на основе единой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информационной системы в сфере здравоохранения (ЕГИСЗ)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57138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,5567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,0619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57138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,5567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,0619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Модернизация перви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звена здравоохранения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Модернизация первичного звена здравоохранения Росси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601444,51359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228112,10241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586251,38024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первичного звена здравоохранения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445602,61359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228112,10241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586251,38024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низации первичного звена здравоохранения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(капитальный ремонт объектов недвижим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 имущества)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N9 53651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341818,48917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,7828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341818,48917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,7828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первичного звена здравоохранения (приобретение автомобильного транспорта, за исключением автомобилей скорой мед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цинской помощи)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,3807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,3807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первичного звена здравоохранения (приобретение медицинского оборудования для оснащения (дооснащения) медицинских организаций)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53128,50001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108700,72511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246311,96534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22265,92001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108700,72511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246311,96534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первичного звена здравоохранения (капитальное строительство (реконстру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ция) зданий медицинских организаций)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47053,24371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N9 53654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,1173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937,12641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первичного звена здравоохранения (капитальный ремонт объектов недвижим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го имущества), источником финансового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обеспечения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которых является бюджетный кредит Ульяновской области в целях опер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жающего финансового обеспечения расхо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обязательств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М3651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80869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М3651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80869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региональных проектов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первичного звена здравоохранения (капитальное строительство (реконстру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ция) зданий медицинских организаций),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точником финансового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обеспечения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кот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рых является бюджетный кредит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в целях опережающего фина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сового обеспечения расходных обязательств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М3654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74972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М3654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53739,56692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М3654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21232,83308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P3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Проведение вакцинации против пневмоко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ковой инфекции граждан старше трудосп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собного возраста из групп риска, прож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вающих в организациях социального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служивания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здравоохранения в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3671375,42687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3854130,59853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4149205,80276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государственного заказчика и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исполнителей государственной программы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3671375,42687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3854130,59853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4149205,80276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государственных медицинских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3596147,72687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3776487,89853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4071500,60276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1012016,67314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993264,21253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1075439,30305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78 1 01 21140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365511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427301,92461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468244,53685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2025214,87313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2178822,33485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2342318,00571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,343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8807,93502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,4614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Погашение кредиторской задолженности государственных медицинских организ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ций, работающих в системе обязательного медицинского страхования, подтверждё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исполнительными листами и решени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 налоговых органов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131229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,9766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118261,49152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126549,29575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131229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,9766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118261,49152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126549,29575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мероприятий по обеспечению противопожарной безопасности в зданиях государственных медицинских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3A4E55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мероприятий по обеспечению антитеррористической защищённости</w:t>
            </w:r>
            <w:r w:rsidR="003A4E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объектов государственных медицинских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78 1 01 21143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Проведение мероприятий по тестированию отдельных категорий лиц, проживающих на территории Ульяновской области, на новую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коронавирусную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переданных органам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дарственной власти субъектов Российской Федерации в соответствии с частью 1 </w:t>
            </w:r>
            <w:r w:rsidR="0007049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статьи 15 Федерального закона от 21 ноября </w:t>
            </w:r>
            <w:r w:rsidR="005E48F7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2011 года № 323-ФЗ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 основах охраны здоровья граждан в Российской Федерации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</w:t>
            </w: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E14A6" w:rsidRPr="000E14A6" w:rsidRDefault="000E14A6" w:rsidP="00070493">
      <w:pPr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 w:rsidRPr="000E14A6">
        <w:rPr>
          <w:rFonts w:ascii="PT Astra Serif" w:hAnsi="PT Astra Serif"/>
          <w:sz w:val="28"/>
          <w:szCs w:val="28"/>
        </w:rPr>
        <w:t>н</w:t>
      </w:r>
      <w:proofErr w:type="spellEnd"/>
      <w:r w:rsidRPr="000E14A6">
        <w:rPr>
          <w:rFonts w:ascii="PT Astra Serif" w:hAnsi="PT Astra Serif"/>
          <w:sz w:val="28"/>
          <w:szCs w:val="28"/>
        </w:rPr>
        <w:t xml:space="preserve">) целевую статью </w:t>
      </w:r>
      <w:r w:rsidR="00A86115">
        <w:rPr>
          <w:rFonts w:ascii="PT Astra Serif" w:hAnsi="PT Astra Serif"/>
          <w:sz w:val="28"/>
          <w:szCs w:val="28"/>
        </w:rPr>
        <w:t>«</w:t>
      </w:r>
      <w:r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Государственная программа Ульяновской области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Социальная поддержка и защита населения на территории Ульяновской области</w:t>
      </w:r>
      <w:r w:rsidR="00A86115">
        <w:rPr>
          <w:rFonts w:ascii="PT Astra Serif" w:hAnsi="PT Astra Serif"/>
          <w:sz w:val="28"/>
          <w:szCs w:val="28"/>
        </w:rPr>
        <w:t>»</w:t>
      </w:r>
      <w:r w:rsidRPr="000E14A6">
        <w:rPr>
          <w:rFonts w:ascii="PT Astra Serif" w:hAnsi="PT Astra Serif"/>
          <w:sz w:val="28"/>
          <w:szCs w:val="28"/>
        </w:rPr>
        <w:t xml:space="preserve"> (ЦС 80 0 00 00000) изложить в следующей редакции:</w:t>
      </w:r>
    </w:p>
    <w:tbl>
      <w:tblPr>
        <w:tblW w:w="14622" w:type="dxa"/>
        <w:tblInd w:w="96" w:type="dxa"/>
        <w:tblLook w:val="04A0"/>
      </w:tblPr>
      <w:tblGrid>
        <w:gridCol w:w="5416"/>
        <w:gridCol w:w="1910"/>
        <w:gridCol w:w="564"/>
        <w:gridCol w:w="2125"/>
        <w:gridCol w:w="2267"/>
        <w:gridCol w:w="2340"/>
      </w:tblGrid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A86115" w:rsidP="000E14A6">
            <w:pPr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я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17895222,21303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14461471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14007468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граждан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13800100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10767100,58454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10619223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 отдельным 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тегориям граждан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7604459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6044903,58454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6384389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гражданам субсидий на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лату жилого помещения и коммунальных услуг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376447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294307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344307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чения государственных (муниципальных)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371001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288951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338951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Компенсация отдельным категориям гра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дан расходов по оплате жилых помещений и коммунальных услуг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152565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118364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 адре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материальной помощи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244900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303676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вопросов, св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занных с оказанием государственной соц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альной помощи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35418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35418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35372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35372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Приобретение и ремонт протезно-ортопедических изделий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2024580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1507991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1575033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29604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29604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1987653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1478386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1545428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24241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23717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 звании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теран труда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1678143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1235544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1325276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1647540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1210120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1299852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Доплаты к пенсиям государственных гра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данских служащих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201125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151918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176918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174694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Выплата социального пособия на погреб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и возмещение расходов по гарантир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ванному перечню услуг по погребению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дополн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тельных мерах социальной поддержки, пр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доставляемых супругам, детям и родителям лиц, замещавших государственные должн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 Ульяновской области, должности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дарственной гражданской службы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ской области или должности в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</w:t>
            </w:r>
            <w:r w:rsidR="001A7FC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сударственных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органах Ульяновской обла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ти, не являющиеся должностями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венной гражданской службы Ульяновской области, и погибших при исполнении дол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ностных (трудовых) обязанностей или умерших вследствие ранения, контузии,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болевания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или увечья, полученных при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полнении должностных (трудовых) обяза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ностей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ского типа) на территории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347024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347024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416483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340233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340233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Компенсационные выплаты за проезд на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дово-дачные массивы для социально нез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щищённой категории лиц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36861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чения государственных (муниципальных)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36269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Оказание мер социальной поддержки вое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нослужащим, сотрудникам правоохран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тельных органов и членам их семей, а также членам семей военнослужащих, лиц, прох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дящих службу в войсках национальной гвардии Российской Федерации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социал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поддержке инвалидов боевых действий, проживающих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5018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социал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ной поддержке родителей и супругов </w:t>
            </w:r>
            <w:r w:rsidR="0050189C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="0050189C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="0050189C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дельных категорий граждан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11461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3 октября 2014 года № 147-ЗО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народных дружин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 и социального обслуживания лицам, стр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дающим психическими расстройствами, 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ходящимся в трудной жизненной ситуации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Проведение социально значимых меропри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70493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A86115"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мат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риальном обеспечении вдовы Сычёва В.А. и вдовы Доронина Н.П.</w:t>
            </w:r>
            <w:r w:rsidR="00A86115"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80 1 01 12210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Единовременная выплата за вред, прич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нённый при оказании противотуберкулё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помощи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равной доступности услуг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щественного транспорта на территории Ульяновской области для отдельных кат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горий граждан, оказание мер социальной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поддержки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которым относится к ведению Российской Федерации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157039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157039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Оказание мер социальной поддержки тво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работникам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14279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мерах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циальной поддержки инвалидов и участн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ков Великой Отечественной войны, ветер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 боевых действий, бывших несоверше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нолетних узников концлагерей, гетто и др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гих мест принудительного содержания, со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данных фашистами и их союзниками в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риод второй мировой войны,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80 1 01 12250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Выплата компенсации в случае фактическ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 увеличения размера вносимой граждан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 платы за коммунальные услуги, прев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шающего предельные (максимальные)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дексы изменения размера вносимой гражд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нами платы за коммунальные услуги в 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ниципальных образованиях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социальной поддержке жён граждан, уволенных с вое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службы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тегориям граждан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государственным гражда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служащим Ульяновской области 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новременной социальной выплаты на пр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обретение жилого помещения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 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бенностях правового положения граждан, родившихся в период с 1 января 1927 года по 31 декабря 1945 года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75367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дополн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тельных мерах социальной поддержки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ботников противопожарной службы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области, профессиональных ав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рийно-спасательных служб и професси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нальных аварийно-спасательных формир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ваний Ульяновской области и лиц из их числа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80 1 01 12320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предоставл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нии в 2016-2023 годах детям-сиротам и 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тям, оставшимся без попечения родителей, а также отдельным категориям лиц из их чи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ла, являющимся собственниками жилых помещений в многоквартирных домах,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положенных на территории Ульяновской области, ежемесячной компенсации расх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дов на уплату взноса на капитальный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монт общего имущества в таких многоква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тирных домах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691CA0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дополнительн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ой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мер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социальной поддержки отдельны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катег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граждан Российской Федерации, з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ключивши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контракт о прохождении слу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бы в органах внутренних дел Российской Федерации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80 1 01 12430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80 1 01 12430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полномочий по обеспеч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нию жильём отдельных категорий граждан, установленных Федеральным законом от </w:t>
            </w:r>
            <w:r w:rsidR="0007049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12 января 1995 года № 5-ФЗ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ветеранах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полномочий по обеспеч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нию жильём отдельных категорий граждан, установленных Федеральным законом от </w:t>
            </w:r>
            <w:r w:rsidR="005E48F7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24 ноября 1995 года № 181-ФЗ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социал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защите инвалидов в Российской Фед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рации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граждённым нагрудным знаком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Почётный донор России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133943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139301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132043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137311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Выплата государственного единовременн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го пособия и ежемесячной денежной ко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пенсации гражданам при возникновении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поствакцинальных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осложнений в соответс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вии с Федеральным законом от 17 сентября 1998 года № 157-ФЗ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 иммунопрофила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тике инфекционных болезней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80 1 01 52400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Оплата жилищно-коммунальных услуг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845492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831492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мерах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дарственной социальной поддержки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дельных категорий специалистов, работа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пунктах, рабочих посёлках и посёлках городского типа на территории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мерах 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сударственной поддержки общественных объединений пожарной охраны и добр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вольных пожарных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пожарной безопасности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20 декабря 2022 года № 143-ЗО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 наградах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80 1 01 80160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18409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14866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19866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70493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A86115"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рантий реализации их прав и свобод и о внесении изменений в отдельные закон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дательные акты Ульяновской области в целях создания условий для повышения престижа и привлекательности военной</w:t>
            </w:r>
            <w:proofErr w:type="gramEnd"/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службы по призыву</w:t>
            </w:r>
            <w:r w:rsidR="00A86115"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32347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Оказание государственной социальной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610998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589440,98454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587542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чения государственных (муниципальных)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R4040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9576,18454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11081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598990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579864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576461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Компенсация отдельным категориям гра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 семьям с дет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4444639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3253477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2971917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379706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279774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309774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374102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275326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305326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105384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97913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97913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104298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96788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2738CD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 социальной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поддержке детей 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отдельных категорий гр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="002738CD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ждан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80 1 02 13080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дополн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тельных мерах социальной поддержки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мей, имеющих детей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Семья года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предоставл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нии на территории Ульяновской области отдельным категориям инвалидов, име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щих детей, дополнительной меры социал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поддержки в сфере оплаты жилых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мещений частного жилищного фонда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80 1 02 13120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предоставлением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новорождённых детей под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рочными комплектами детских принадле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ностей для новорождённого ребёнка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единовременной денежной выплаты взамен земельного участка гра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данам, имеющим трёх и более детей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70493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A86115"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обе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печении полноценным питанием береме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женщин, кормящих матерей, а также </w:t>
            </w:r>
            <w:r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детей в возрасте до трёх лет в Ульяновской области</w:t>
            </w:r>
            <w:r w:rsidR="00A86115" w:rsidRPr="000704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80 1 02 13180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D740BD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компенсационной социал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выплаты реализовавшим право на п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лучение земельного участка гражданам, имеющим тр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466F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 и более детей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EB03C4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отдельным категориям граждан, проживающи</w:t>
            </w:r>
            <w:r w:rsidR="00EB03C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на территории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Ульяновской области, меры социальной поддержки в форме обеспечения автоно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ными домовыми пожарными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извещателями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80 1 02 13200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Субвенции бюджету Фонда пенсионного и социального страхования Российской Фед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рации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 осуществление ежемесячной 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нежной выплаты на ребёнка в возрасте от восьми до семнадцати лет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Субвенции бюджету Фонда пенсионного и социального страхования Российской Фед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рации на выплату ежемесячного пособия в связи с рождением и воспитанием ребёнка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80 1 02 31460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1176814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2056367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1678078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80 1 02 31460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1176814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2056367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1678078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600EE3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переданных органам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дарственной власти субъектов Российской Федерации в соответствии с пунктом 3 ст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тьи 25 Федерального закона от 24 июня 1999 года № 120-ФЗ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 основах системы профилактики безнадзорности и правон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рушений несовершеннолетних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полном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чий Российской Федерации по осуществл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нию деятельности, связанной с перевозкой между субъектами Российской Федерации, а также в пределах территорий государств </w:t>
            </w:r>
            <w:r w:rsidR="00600E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–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участников Содружества Независимых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</w:t>
            </w:r>
            <w:r w:rsidR="001A7FC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сударств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несовершеннолетних, самовольно ушедших из семей, организаций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ноября 2011 года № 180-ЗО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некоторых мерах, способствующих улучшению дем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графической ситуации в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206323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206239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ежемесячных выплат на 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тей в возрасте от 3 до 7 лет включительно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1441237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54666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12941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54666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1428296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ежемесячной денежной 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платы, назначаемой в случае рождения третьего ребёнка или последующих детей до достижения ребёнком возраста трёх лет</w:t>
            </w:r>
            <w:r w:rsidR="00F708A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за счёт средств областного бюджета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новской области сверх установленного уровня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Предоставление мер социальной поддержки детям-сиротам,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лицам из их числа, гражданам, принявшим на воспитание детей-сирот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902950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936006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973594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31 августа 2012 года № 112-ЗО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един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ниципальных образовательных организац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ях, находящихся на территории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8801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Ремонт жилых помещений, принадлежащих детям-сиротам и детям, оставшимся без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печения родителей, а также лицам из числа детей-сирот и детей, оставшихся без поп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родителей, на праве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тавшихся без попечения родителей, на 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дицинское обеспечение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80 1 03 13050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тавшихся без попечения родителей, на обр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зование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Субвенции из областного бюджета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новской области бюджетам муниципальных образований Ульяновской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нам местного самоуправления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венных полномочий Ульяновской области, связанных с осуществлением ежемесячной денежной выплаты на обеспечение проезда детей-сирот и детей, оставшихся без поп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родителей, а также лиц из числа 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тей-сирот и детей, оставшихся без попеч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родителей, обучающихся в муниц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пальных образовательных организациях, на городском, пригородном, в сельской мес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ности на внутрирайонном транспорте (кр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ме такси), а также проезда один раз в год к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месту жительства и обратно к месту обуч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80 1 03 71040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19252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Субвенции из областного бюджета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новской области бюджетам муниципальных образований Ульяновской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нам местного самоуправления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венных полномочий Ульяновской области,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граждения, причитающегося приёмному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дителю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828893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859565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828893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859565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Субвенции из областного бюджета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новской области бюджетам муниципальных образований Ульяновской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нам местного самоуправления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венных полномочий Ульяновской области, связанных с осуществлением опеки и поп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чительства в отношении несовершенноле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них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30283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30283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Финансовая поддержка семей при рождении детей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, направленного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на достижение целей, показателей и резул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Финансовая поддержка семей при рождении детей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P1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848050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532713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289321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Осуществление ежемесячной денежной 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платы, назначаемой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848050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532713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289321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848050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532713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289321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Модернизация и развитие социального обслуживания и социальной защиты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858002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409151,21546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207574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маломобильных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групп населения в областных государственных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ганизациях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Комплекс информационных, просветител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ских и общественных мероприятий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уровня до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тупности приоритетных объектов социал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защиты населения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 услуг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мероприятия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системы социального обслуживания и социальной защиты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280849,19072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190106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107194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системы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циальной защиты и социального обслуж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56558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126612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14587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11422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предусмотренные для стро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тельства жилого корпуса с пищеблоком в с.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Водорацк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Барышского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района Ульяновской области для Областного государственного автономного учреждения социального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служивания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Специальный дом-интернат для престарелых и инвалидов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Акшуат</w:t>
            </w:r>
            <w:proofErr w:type="spellEnd"/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80 2 02 17021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 по обеспечению антитеррор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стической защищённости подведомстве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организаций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29919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23592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6327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485D7E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системы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циальной защиты и социального обслуж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вания в условиях предотвращения влияния ухудшения геополитической и экономич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ситуации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1702Q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1702Q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цифровых решений и совреме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технологий в деятельность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венных организаций системы социальной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защиты и социального обслуживания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80 2 02 17030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8697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4221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дами на территории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3414,89072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3414,89072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межбюджетные трансферты из обл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стного бюджета Ульяновской области бю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жетам муниципальных образований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 в целях финансового обе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печения расходных обязательств, связанных с приобретением автомобилей для орган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зации и осуществления мероприятий по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боте с семьями, имеющими детей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80 2 02 74310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80 2 02 74310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4172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80 2 02 80180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Поддержка соц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ально ориентированных организаций в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97057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Субсидии юридическим лицам, не явля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щимся государственными (муниципальн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ми) учреждениями, индивидуальным пре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принимателям, оказывающим услуги в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 социального обслуживания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ресоциализации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лиц, потребляющих нарк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тические средства и психотропные вещества в немедицинских целях, на территории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Субсидии Ульяновской областной орган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зации Общероссийской общественной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низации инвалидов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Всероссийское ордена Трудового Красного Знамени общество сл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пых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трат, связанных с осуществлением стро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тельства некапитальных строений, соор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жений и благоустройством территории базы отдыха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Сосны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предназначенной для ок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зания социальных услуг инвалидам и детям-инвалидам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80 2 03 17100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395057,70928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112110,51546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программ, напра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ленных на обеспечение безопасных и ко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фортных условий предоставления социал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услуг в сфере социального обслужив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51210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288407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51210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176024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51210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112383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Создание системы долговременного ухода за гражданами пожилого возраста и инвал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51630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106650,30928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112110,51546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51630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106650,30928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112110,51546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3237119,41303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3285219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3180670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государственного органа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 и его территориального управления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141045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141045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141045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59380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59187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обеспечение функций террит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риальных органов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79111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79111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79111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80 3 01 80120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,36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подведомственных организаций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3096073,81303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3144174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3039624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F32E98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Организации, подведомственные исполн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466F5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тельному органу Ульяновской области, 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осуществляющему на территории Ульяно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государственное управление в сферах социального развития и социальной защиты населения, государственной семе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и демографической политики Росси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Федерации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3091278,81303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3139744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3035194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1354528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1456543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1351863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241884,78518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205084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205230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1485433,16185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1468700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1468700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8135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8104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единовременного денежн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 поощрения призёрам регионального эт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 Всероссийского конкурса професси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нального мастерства в сфере социального обслуживания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мерах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дарственной социальной поддержки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дельных категорий специалистов, работа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щих и проживающих в сельских населё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пунктах, рабочих посёлках и посёлках городского типа на территории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</w:t>
            </w: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E14A6" w:rsidRDefault="000E14A6" w:rsidP="00600EE3">
      <w:pPr>
        <w:spacing w:before="120"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r w:rsidRPr="000E14A6">
        <w:rPr>
          <w:rFonts w:ascii="PT Astra Serif" w:hAnsi="PT Astra Serif"/>
          <w:sz w:val="28"/>
          <w:szCs w:val="28"/>
        </w:rPr>
        <w:t xml:space="preserve">о) целевую статью </w:t>
      </w:r>
      <w:r w:rsidR="00A86115">
        <w:rPr>
          <w:rFonts w:ascii="PT Astra Serif" w:hAnsi="PT Astra Serif"/>
          <w:sz w:val="28"/>
          <w:szCs w:val="28"/>
        </w:rPr>
        <w:t>«</w:t>
      </w:r>
      <w:r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Государственная программа Ульяновской области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Формирование благоприятного </w:t>
      </w:r>
      <w:r w:rsidRPr="000E14A6">
        <w:rPr>
          <w:rFonts w:ascii="PT Astra Serif" w:hAnsi="PT Astra Serif"/>
          <w:bCs/>
          <w:color w:val="000000"/>
          <w:spacing w:val="-4"/>
          <w:sz w:val="28"/>
          <w:szCs w:val="28"/>
        </w:rPr>
        <w:br/>
        <w:t>инвестиционного климата в Ульяновской области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90 0 00 00000) изложить в следующей редакции:</w:t>
      </w:r>
    </w:p>
    <w:tbl>
      <w:tblPr>
        <w:tblW w:w="14622" w:type="dxa"/>
        <w:tblInd w:w="96" w:type="dxa"/>
        <w:tblLook w:val="04A0"/>
      </w:tblPr>
      <w:tblGrid>
        <w:gridCol w:w="5416"/>
        <w:gridCol w:w="1910"/>
        <w:gridCol w:w="564"/>
        <w:gridCol w:w="2125"/>
        <w:gridCol w:w="2267"/>
        <w:gridCol w:w="2340"/>
      </w:tblGrid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A86115" w:rsidP="000E14A6">
            <w:pPr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и</w:t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ятного инвестиционного климата в </w:t>
            </w:r>
            <w:r w:rsidR="00350F39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br/>
            </w:r>
            <w:r w:rsidR="000E14A6" w:rsidRPr="000E14A6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1422320,21736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782612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161288</w:t>
            </w:r>
            <w:r w:rsidR="008D33E4" w:rsidRPr="000E14A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Формирование бл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1112125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,0018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622054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промы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ш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ленных зон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44216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20554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20034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Корпорация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вития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в целях пог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шения основного долга по кредиту на строительство объектов инфраструктуры промышленных зон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организациям, которым в соответствии с Законом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новской области от 15 марта 2005 года </w:t>
            </w:r>
            <w:r w:rsidR="005E48F7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№ 019-ЗО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промышленных зон, в целях возмещения затрат указанных организаций по уплате процентов по кред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там, полученным на формирование и разв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тие инфраструктуры промышленных зон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11143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портовой особой экономической зоны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организац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 – резидентам портовой особой эконом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ческой зоны, созданной на территории 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ниципального образования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район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Ульяновской области, в целях во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мещения затрат в связи с внесением арен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ной платы, предусмотренной договорами аренды недвижимого имущества (за искл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чением земельных участков), находящегося на территории указанной портовой особой экономической зоны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Поддержка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организации, уполномоченной в сфере формирования и развития инфр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структуры промышленных зон в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30553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,0018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организациям, которым в соответствии с Законом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новской области от 15 марта 2005 года </w:t>
            </w:r>
            <w:r w:rsidR="005E48F7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№ 019-ЗО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промышленных зон, в целях возмещения части затрат ук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занных организаций в связи с осуществл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нием мероприятий по формированию и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витию инфраструктуры промышленных зон и функций, определённых постановлением Правительства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Ульяновской области от 16.08.2013 № 367-П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некоторых вопросах деятельности организации, уполномоченной в сфере формирования и развития инфр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структуры промышленных зон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90 1 03 62040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30553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,0018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30553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,0018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Создание объектов инфраструктуры в целях реализации прое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 по строительству объектов инфрастру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туры индустриальных (промышленных) парков, промышленных технопарков, 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бых экономических зон, территорий опер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жающего развития, инновационных научно-технологических центров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90 1 05 00000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1011356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Проектирование, строительство и подкл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чение (технологическое присоединение) объектов капитального строительства и объектов инфраструктуры к сетям инжене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но-технического обеспечения (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электр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-, тепло-, водоснабжения или водоотвед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1011356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1011356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индус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риального парка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Димитровград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Корпорация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вития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в целях опл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ты доли Акционерного общества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Корпор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ция развития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тавном капитале общества с ограниченной ответственностью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дустриальный парк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для возмещ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осуществлённых обществом с огран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ченной ответственностью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Димитровгра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индустриальный парк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ществу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 ограниченной ответственностью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индустриальный парк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Мастер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90 1 06 62120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5E48F7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Создание объектов инфраструктуры в целях реализации новых инвестиционных проектов в соответствии с постановлением Правительства Российской Федерации от 19.10.2020 № 1704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Об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ут</w:t>
            </w:r>
            <w:r w:rsidR="005E48F7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верждении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Правил определения новых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вестиционных проектов, в 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целях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реализации которых средства бюджета субъекта 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сийской Федерации, высвобождаемые в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зультате снижения объёма погашения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долженности субъекта Российской Федер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ции перед Российской Федерацией по бю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жетным кредитам, подлежат направлению на выполнение инженерных изысканий, проектирование, экспертизу проектной 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кументации и (или) результатов инжене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изысканий, строительство, реконстру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цию и ввод в эксплуатацию объектов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фраструктуры, а также на подключение (технологическое присоединение) объектов капитального строительства к сетям инж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нерно-технического обеспечения</w:t>
            </w:r>
            <w:r w:rsidR="00600EE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90 1 08 00000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Приобретение в собственность Ульяновской области дополнительных акций, размеща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мых при увеличении уставного капитала Акционерного общества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Корпорация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вития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с целью ф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нансового обеспечения выполнения проек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но-изыскательских работ, услуг по подг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товке проектной документации, строител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ства и подключения (технологического пр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соединения) объектов капитального стро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тельства и инфраструктуры для новых инв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стиционных проектов к сетям инженерно-технического обеспечения (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электр</w:t>
            </w: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газо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-, тепло-, водоснабжения или водоотведения)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90 1 08 63170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90 1 08 63170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инвестиционной деятельности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дарственной программы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Формирование благоприятного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вестиционного климата в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90 2 00 00000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Оказание поддер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ки организациям в сфере инвестиционной деятельности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юридическим лицам (за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ключением государственных и муниц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пальных учреждений), реализующим на территории Ульяновской области инвест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ционные проекты в социальной сфере, су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сидий из областного бюджета Ульяновской области в целях возмещения части затрат, связанных с уплатой процентов по кред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там, полученным для финансового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реализации указанных проектов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Центр развития государственно-частного партнё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ства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фина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сового обеспечения его затрат в связи с осуществлением деятельности в сферах 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вития образования, науки, физической кул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туры и спорта, охраны здоровья граждан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организации, уполном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ченной в сфере развития государственно-частного партнёрства на территории Уль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области, субсидий из областного бюджета Ульяновской области в целях во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мещения затрат, связанных с осуществлен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ем деятельности в сферах развития образ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вания, науки, физической культуры и спо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та, охраны здоровья граждан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90 2 03 62400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ям, реализующим проекты в ходе реализ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ции инвестиционных проектов, в отнош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нии которых заключены соглашения о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щите и поощрении капиталовложений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Технологическое развитие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Форм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рование благоприятного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204971,21556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80589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ко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курентоспособности предприятий, расп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ложенных на территории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105478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Акционе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ному обществу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Корпорация развития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на финансовое обе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печение затрат, связанных с обеспечением организации участия Ульяновской области в Международной выставке-форуме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Россия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и представлением лучших практик и дост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жений в различных отраслях экономики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90 5 01 42440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90 5 01 42440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юридическим лицам, не 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ляющимся государственными (муниц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пальными) учреждениями, осуществля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щим на территории Ульяновской области деятельность в сфере промышленности, субсидий из областного бюджета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в целях возмещения части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трат, связанных с обеспечением проезда их работников до места работы и обратно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90 5 01 63340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90 5 01 63340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юридическим лицам, не 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ляющимся государственными (муниц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пальными) учреждениями, осуществля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щим на территории Ульяновской области деятельность в сфере промышленности, субсидий из областного бюджета Ульяно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в целях возмещения части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трат, связанных с внесением платы, пред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смотренной договорами аренды (имущес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венного найма) жилых помещений для пр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живания работников организации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90 5 01 63350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90 5 01 63350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F21D11" w:rsidRDefault="000E14A6" w:rsidP="00300CD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бюджета Ульяновской области фонду ра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промышленности Ульяновской 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целях финансового обеспечения его деятельности (</w:t>
            </w:r>
            <w:proofErr w:type="spellStart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в с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ответствии с постановлением Правител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ства Российской Федерации от 15.04.2014 </w:t>
            </w:r>
            <w:r w:rsidR="00300CD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№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328 </w:t>
            </w:r>
            <w:r w:rsidR="00A86115"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 утверждении государственной программы Российской Федерации </w:t>
            </w:r>
            <w:r w:rsidR="00A86115"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промышленности и повышение е</w:t>
            </w:r>
            <w:r w:rsidR="000E1795"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конкурентоспособности</w:t>
            </w:r>
            <w:r w:rsidR="00A86115"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01 R5910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R5910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53878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в целях финанс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вого обеспечения (возмещения) затрат на создание, модернизацию и (или) реконс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рукцию объектов инфраструктуры индус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риальных парков или промышленных те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нопарков за счёт средств областного бю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жета Ульяновской области сверх устано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ленного уровня </w:t>
            </w:r>
            <w:proofErr w:type="spell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(предо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тавление субсидий управляющим компан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 в целях приобретения, создания, моде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низации и (или) реконструкции и ремонта объектов промышленной и технологической инфраструктуры промышленных технопа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ков в сфере электронной промышленности)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Содействие росту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количества организаций, осуществляющих технологические инновации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84158,61556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автономной 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коммерческой организации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Агентство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новационного развития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Ульяновской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 в целях финансового обеспечения её затрат в связи с осуществлением деятельн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организациям, наделённым функциями по оказанию орг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низационной и информационной (в том числе консультативной) поддержки по 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просам проведения выставок, конференций, форумов, ярмарок и подобных мероприятий в сфере развития промышленности, а также по другим вопросам, касающимся осущес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вления деятельности в сфере промышле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ности, в целях финансового обеспечения их затрат в связи с осуществлением данной деятельности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27990,11556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27990,11556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16486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Адресная поддержка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вышения производительности труда на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предприятиях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целей, показателей и результатов фед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Адресная поддержка 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вышения производительности труда на предприятиях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L2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субъектов 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сийской Федерации в целях достижения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зультатов национального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водительность труда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52890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Государственная поддержка субъектов Ро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сийской Федерации в целях достижения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зультатов национального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водительность труда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(предоставление су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сидий автономной некоммерческой орган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зации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Центр компетенций развития пр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мышленности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печения затрат, направленных на достиж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ние результатов национального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Производительность труда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14333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субъектам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в сфере промышленности в целях финансового обеспечения (возмещения) 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трат на реализацию мероприятий по пер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обучению, повышению квалификации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ботников предприятий в связи с необход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мостью поддержки занятости и повышения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эффективности рынка труда в рамках 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L2 62360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ям, осуществляющим деятельность в сфере развития лёгкой промышленности, в целях возмещения затрат, связанных с оплатой у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луг теплоснабжения, электроснабжения, 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доснабжения и водоотведения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E043CA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организациям, осущест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ляющим деятельность в сфере промы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ленности на территории Ульяновской 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которых численность работников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относящихся к лицам с ограниченными возможностями здоровья, превышает </w:t>
            </w:r>
            <w:r w:rsidR="00F21D1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50 процентов общей численности их р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ботников, субсидий из областного бюдж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в целях возмещ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оплатой услуг те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лоснабжения, электроснабжения, вод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6F55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Формирование благоприятного 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инвестиционного климата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</w:t>
            </w:r>
            <w:r w:rsidR="00350F39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Формирование бл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гоприятного инвестиционного климата в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90 6 00 00000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78868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государственного заказчика и с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исполнителей государственной программы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97724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78868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95668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Обеспечение исполнительных органов </w:t>
            </w:r>
            <w:r w:rsidR="00DF2E8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Ульяновской области статистической 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формацией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90 6 01 62420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90 6 01 62420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деятельности о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ластного государственного казённого учр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ждения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Департамент государственных программ развития малого и среднего би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неса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23848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15785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7173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71375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71819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58755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59199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12530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0E14A6" w:rsidRPr="000E14A6" w:rsidTr="000E14A6">
        <w:tc>
          <w:tcPr>
            <w:tcW w:w="5416" w:type="dxa"/>
            <w:shd w:val="clear" w:color="auto" w:fill="auto"/>
            <w:vAlign w:val="center"/>
          </w:tcPr>
          <w:p w:rsidR="000E14A6" w:rsidRPr="000E14A6" w:rsidRDefault="000E14A6" w:rsidP="000E14A6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340" w:type="dxa"/>
            <w:shd w:val="clear" w:color="auto" w:fill="auto"/>
          </w:tcPr>
          <w:p w:rsidR="000E14A6" w:rsidRPr="000E14A6" w:rsidRDefault="000E14A6" w:rsidP="000E14A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</w:t>
            </w:r>
            <w:r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</w:t>
            </w:r>
            <w:r w:rsidR="008D33E4" w:rsidRPr="000E14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E14A6" w:rsidRPr="00AA513B" w:rsidRDefault="00AA513B" w:rsidP="00AA513B">
      <w:pPr>
        <w:spacing w:before="120" w:line="360" w:lineRule="auto"/>
        <w:ind w:firstLine="720"/>
        <w:jc w:val="both"/>
        <w:rPr>
          <w:rFonts w:ascii="PT Astra Serif" w:hAnsi="PT Astra Serif"/>
          <w:bCs/>
          <w:color w:val="000000"/>
          <w:spacing w:val="-4"/>
          <w:sz w:val="28"/>
          <w:szCs w:val="28"/>
        </w:rPr>
      </w:pPr>
      <w:proofErr w:type="spellStart"/>
      <w:r w:rsidRPr="00AA513B">
        <w:rPr>
          <w:rFonts w:ascii="PT Astra Serif" w:hAnsi="PT Astra Serif"/>
          <w:sz w:val="28"/>
          <w:szCs w:val="28"/>
        </w:rPr>
        <w:t>п</w:t>
      </w:r>
      <w:proofErr w:type="spellEnd"/>
      <w:r w:rsidRPr="00AA513B">
        <w:rPr>
          <w:rFonts w:ascii="PT Astra Serif" w:hAnsi="PT Astra Serif"/>
          <w:sz w:val="28"/>
          <w:szCs w:val="28"/>
        </w:rPr>
        <w:t xml:space="preserve">) целевую статью </w:t>
      </w:r>
      <w:r w:rsidR="00A86115">
        <w:rPr>
          <w:rFonts w:ascii="PT Astra Serif" w:hAnsi="PT Astra Serif"/>
          <w:sz w:val="28"/>
          <w:szCs w:val="28"/>
        </w:rPr>
        <w:t>«</w:t>
      </w:r>
      <w:r w:rsidRPr="00AA513B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Государственная программа Ульяновской области 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AA513B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Развитие транспортной системы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AA513B">
        <w:rPr>
          <w:rFonts w:ascii="PT Astra Serif" w:hAnsi="PT Astra Serif"/>
          <w:bCs/>
          <w:color w:val="000000"/>
          <w:spacing w:val="-4"/>
          <w:sz w:val="28"/>
          <w:szCs w:val="28"/>
        </w:rPr>
        <w:t>в Ульяновской области</w:t>
      </w:r>
      <w:r w:rsidR="00A86115"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AA513B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(ЦС 92 0 00 00000) изложить в следующей редакции:</w:t>
      </w:r>
    </w:p>
    <w:tbl>
      <w:tblPr>
        <w:tblW w:w="14622" w:type="dxa"/>
        <w:tblInd w:w="96" w:type="dxa"/>
        <w:tblLook w:val="04A0"/>
      </w:tblPr>
      <w:tblGrid>
        <w:gridCol w:w="5416"/>
        <w:gridCol w:w="1910"/>
        <w:gridCol w:w="564"/>
        <w:gridCol w:w="2125"/>
        <w:gridCol w:w="2267"/>
        <w:gridCol w:w="2340"/>
      </w:tblGrid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86115" w:rsidP="00AA513B">
            <w:pPr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AA513B" w:rsidRPr="00AA513B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="00AA513B" w:rsidRPr="00AA513B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="00AA513B" w:rsidRPr="00AA513B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="00AA513B" w:rsidRPr="00AA513B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13105063,48584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8132635</w:t>
            </w:r>
            <w:r w:rsidR="008D33E4"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,57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11001524</w:t>
            </w:r>
            <w:r w:rsidR="008D33E4" w:rsidRPr="00AA51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Безопасные и качественные автомобильные дороги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12427660,26584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7805035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10678459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рожной деятельности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4747596,83584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3390183,53486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3570154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 по развитию системы доро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хозяйства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2172583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,3985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2359391,12204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чения государственных (муниципальных) 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92 1 03 42110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2172583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,3985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2359391,12204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областного гос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дарственного казённого учреждения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партамент автомобильных дорог Ульяно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233030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202513,54107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101996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101996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101996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64938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69833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66065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30653,04107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66050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межбюджетные трансферты на ф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нансирование дорожной деятельности в 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ношении автомобильных дорог общего пользования регионального или межмун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ципального, местного значения (в отнош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нии автомобильных дорог местного знач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357201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направленные на финансир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вание дорожной деятельности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207201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207201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межбюджетные трансферты из обл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стного бюджета Ульяновской области бю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жетам городских округов Ульяновской 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ласти в целях финансового обеспечения 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рожной деятельности в отношении автом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бильных дорог местного значения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F21D11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proofErr w:type="spellEnd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многоквартирных домов и социальным объектам населённых пунктов, подгото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кой проектной документации, строител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ством, реконструкцией, капитальным 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монтом, ремонтом и содержанием (уст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новкой дорожных знаков и нанесением г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ризонтальной разметки) автомобильных дорог общего</w:t>
            </w:r>
            <w:proofErr w:type="gramEnd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пользования местного зн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чения, мостов и иных искусственных д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рожных сооружений на них, в том числе проектированием и строительством (р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конструкцией) автомобильных дорог 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щего пользования местного значения с твёрдым покрытием до сельских населё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пунктов, не имеющих круглогодичной связи с сетью автомобильных дорог общ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пользования, велосипедных дорожек и велосипедных парковок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92 1 03 70600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1984781,73734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828278,87175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F21D11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из областного бюджета Уль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proofErr w:type="spellEnd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проектированием, строительс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(реконструкцией), капитальным 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монтом, ремонтом и содержанием велос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педных дорожек и велосипедных парковок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F21D11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F21D11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proofErr w:type="spellEnd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многоквартирных домов и социальным объектам населённых пунктов, подгото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кой проектной документации, строител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ством, реконструкцией, капитальным 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монтом, ремонтом и содержанием (уст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новкой дорожных знаков и нанесением г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ризонтальной разметки) автомобильных дорог общего</w:t>
            </w:r>
            <w:proofErr w:type="gramEnd"/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пользования местного зн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чения, мостов и иных искусственных д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рожных сооружений на них, в том числе проектированием и строительством (р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конструкцией) автомобильных дорог 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щего пользования местного значения с твёрдым покрытием до сельских населё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пунктов, не имеющих круглогодичной связи с сетью автомобильных дорог общ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пользования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92 1 03 70604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1915340,44734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758837,67175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1915340,44734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758837,67175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Дорожная сеть 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правленного на достижение целей, показ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телей и результатов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Дорожная сеть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6323718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3364065,67655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5784243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F21D11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зяйства, обеспечивающей транспортную связанность между центрами экономич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21D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ского роста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825184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1528234,55386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401136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825184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1528234,55386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401136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Приведение в нормативное состояние авт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мобильных дорог и искусственных доро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сооружений в рамках реализации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ционального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Безопасные качес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венные дороги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R1 53940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3412867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1755831,12269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5383107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3013869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1400831,12269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5028107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398997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бюджетам мун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софинансир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вания</w:t>
            </w:r>
            <w:proofErr w:type="spellEnd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расходных обязательств, возника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щих при предоставлении субсидий юрид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лицам, осуществляющим строител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ство и реконструкцию искусственных 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рожных сооружений в рамках реализации национального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Безопасные кач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ственные дороги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="00C83F0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целях возмещения з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трат, связанных с уплатой процентов по кредитам, полученным в целях приобрет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материалов</w:t>
            </w:r>
            <w:r w:rsidR="000E36D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необходимых для осущес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вления указанной дорожной деятельности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инфраструктуры дорожного х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зяйства, обеспечивающей транспортную связанность между центрами экономическ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 роста, источником финансового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которых является бюджетный кредит Ульяновской области в целях опережающ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го финансового обеспечения расходных обязательств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М3890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551566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М3890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551566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Приведение в нормативное состояние авт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мобильных дорог и искусственных доро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сооружений в рамках реализации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ционального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Безопасные качес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венные дороги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источником финансового обеспечения которых является бюджетный кредит Ульяновской области в целях опер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жающего финансового обеспечения расхо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обязательств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R1 М3940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1534100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М3940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1534100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нального проекта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Общесистемные меры развития дорожного хозяйства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Общесистемные меры разв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тия дорожного хозяйства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1206344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838283,89115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1074061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автоматизированных и робот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зированных технологий организации 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рожного движения и </w:t>
            </w:r>
            <w:proofErr w:type="gramStart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контроля за</w:t>
            </w:r>
            <w:proofErr w:type="gramEnd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соблюд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нием правил дорожного движения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836344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620612,59534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699061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автоматизированных и робот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зированных технологий организации 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рожного движения и контроля за соблюд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нием правил дорожного движения (предо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тавление автономной некоммерческой орг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низации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Центр организации дорожного движения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субсидий из областного бюдж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та Ульяновской области в целях финансов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го обеспечения её затрат в связи с осущес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влением деятельности, направленной на 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вышение общего уровня общественной безопасности, правопорядка и безопасности среды обитания на территории Ульяновской области, в том числе посредством</w:t>
            </w:r>
            <w:proofErr w:type="gramEnd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участия в решении вопросов организации и развития комплексной информационной среды, обе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печивающей прогнозирование, мониторинг, предупреждение и ликвидацию возможных угроз общественной безопасности, а также контроль устранения последствий чрезв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чайных ситуаций и правонарушений, св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занных с повышением уровня безопасности дорожного движения в Ульяновской обла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ти)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54181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750151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564877,99534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тономным учреждениям и иным некомме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ческим организациям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750151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564877,99534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мероприятий,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правленных на внедрение интеллектуал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транспортных систем, предусматр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вающих автоматизацию процессов управл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дорожным движением в городских 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ломерациях, включающих города с насел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нием свыше 300 тысяч человек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86193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86193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25734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согабаритного контроля на автомобильных дорогах регионального или межмуниц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пального значения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217671,29581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согабаритного контроля на автомобильных дорогах регионального или межмуниц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пального значения Ульяновской области (размещение автоматических пунктов вес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габаритного контроля на автомобильных дорогах регионального или межмуниц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пального значения Ульяновской области)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217671,29581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217671,29581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согабаритного контроля на автомобильных дорогах регионального или межмуниц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пального значения Ульяновской области (внедрение интеллектуальных транспор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систем (установка метеостанции)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Реализация реги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нального проекта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Безопасность дорожного движения в </w:t>
            </w:r>
            <w:r w:rsidR="00DF2E8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Безопасность дорожного движения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R3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212502,46744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Мероприятия, направленные на соверше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ствование организации дорожного движ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212502,46744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212502,46744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гами пассажирского транспорта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транспортной системы в Уль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620637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270833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266299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правленные на развитие пассажирских 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ревозок автомобильным транспортом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283846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132233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155059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Приобретение автобусов (в том числе вн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сение первоначального взноса и оплата пл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тежей по договору лизинга) и ввод их в эк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плуатацию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58164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,202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58164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,202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лицам, индивидуальным предприн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мателям в целях возмещения затрат в связи с выполнением перевозок пассажиров авт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мобильным транспортом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92 2 01 42320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117461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117461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Оплата юридическим лицам, индивидуал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ным предпринимателям, с которыми закл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чён государственный контракт, работ (у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луг), связанных с осуществлением регуля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перевозок пассажиров и багажа авт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мобильным транспортом по регулируемым тарифам, в соответствии с требованиями, установленными государственным заказч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ком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51592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51592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F21D11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proofErr w:type="gramStart"/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юридическим лицам (за исключением государственных и муниципальных учреждений), являющимся владельцами объектов транспортной инфр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структуры в границах территории Ульяно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области, в целях возмещения затрат, связанных с обеспечением транспортной безопасности и антитеррористической з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щищённости на автовокзалах, автостанциях и кассовых пунктах, расположенных на те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F21D1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proofErr w:type="gramEnd"/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92 2 01 42380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бюджетам мун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ципальных районов (городских округов) Ульяновской области в целях </w:t>
            </w:r>
            <w:proofErr w:type="spellStart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софинансир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вания</w:t>
            </w:r>
            <w:proofErr w:type="spellEnd"/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жиров и багажа автомобильным транспо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том по регулируемым тарифам по муниц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пальным маршрутам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92 2 01 72370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56128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37026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59851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56128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37026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59851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правленные на развитие пассажирских 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ревозок железнодорожным транспортом общего пользования в пригородном соо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щении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F21D11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лицам в целях возмещения недопол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ченных доходов, связанных с перевозкой пассажиров железнодорожным транспортом общего пользования в пригородном соо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щении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83212,32696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F21D11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83212,32696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Выплаты юридическим лицам в соответс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вии с соглашением о компенсации убытков, возникших в результате государственного регулирования тарифов на перевозки па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сажиров железнодорожным транспортом в пригородном сообщении в 2011-2014 годах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96787,67304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96787,67304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правленные на развитие пассажирских 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ревозок воздушным транспортом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92 2 04 00000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48510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организац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 воздушного транспорта в целях возм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щения затрат в связи с выполнением вну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ренних региональных перевозок пассажиров воздушным транспортом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48510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48510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,638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Мероприятия,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правленные на развитие экологически чи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того транспорта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108280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51240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межбюджетные трансферты на реал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зацию мероприятий по развитию зарядной инфраструктуры для электромобилей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92 2 05 57660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49680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92 2 05 57660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49680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мероприятий,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правленных на развитие рынка газомото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топлива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R2610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R2610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Финансовое обеспечение мероприятий, н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правленных на поддержку переоборудов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существующей автомобильной техники, включая общественный транспорт и комм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нальную технику, для использования пр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родного газа в качестве топлива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венной программы Ульяновской области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Развитие транспортной системы в Уль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92 4 00 00000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тельности исполнителя государственной программы</w:t>
            </w:r>
            <w:r w:rsidR="00A86115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92 4 01 00000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ственными (муниципальными) органами, </w:t>
            </w:r>
            <w:r w:rsidR="000E1795"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казёнными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учреждениями, органами упра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49822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49822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49822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6890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A513B" w:rsidRPr="00AA513B" w:rsidTr="00AA513B">
        <w:tc>
          <w:tcPr>
            <w:tcW w:w="5416" w:type="dxa"/>
            <w:shd w:val="clear" w:color="auto" w:fill="auto"/>
            <w:vAlign w:val="center"/>
          </w:tcPr>
          <w:p w:rsidR="00AA513B" w:rsidRPr="00AA513B" w:rsidRDefault="00AA513B" w:rsidP="00AA513B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10" w:type="dxa"/>
            <w:shd w:val="clear" w:color="auto" w:fill="auto"/>
            <w:tcMar>
              <w:left w:w="28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4" w:type="dxa"/>
            <w:shd w:val="clear" w:color="auto" w:fill="auto"/>
            <w:tcMar>
              <w:left w:w="57" w:type="dxa"/>
              <w:right w:w="28" w:type="dxa"/>
            </w:tcMar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7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40" w:type="dxa"/>
            <w:shd w:val="clear" w:color="auto" w:fill="auto"/>
          </w:tcPr>
          <w:p w:rsidR="00AA513B" w:rsidRPr="00AA513B" w:rsidRDefault="00AA513B" w:rsidP="00AA513B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</w:t>
            </w:r>
            <w:r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</w:t>
            </w:r>
            <w:r w:rsidR="008D33E4" w:rsidRPr="00AA51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  <w:r w:rsidR="00A861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4E72A8" w:rsidRPr="004E72A8" w:rsidRDefault="004E72A8" w:rsidP="004E72A8">
      <w:pPr>
        <w:spacing w:before="120" w:line="360" w:lineRule="auto"/>
        <w:jc w:val="both"/>
        <w:rPr>
          <w:rFonts w:ascii="PT Astra Serif" w:hAnsi="PT Astra Serif"/>
          <w:sz w:val="12"/>
          <w:szCs w:val="12"/>
        </w:rPr>
        <w:sectPr w:rsidR="004E72A8" w:rsidRPr="004E72A8" w:rsidSect="006F3E17">
          <w:pgSz w:w="16840" w:h="11907" w:orient="landscape" w:code="9"/>
          <w:pgMar w:top="1701" w:right="1134" w:bottom="567" w:left="1134" w:header="709" w:footer="709" w:gutter="0"/>
          <w:cols w:space="720"/>
          <w:formProt w:val="0"/>
          <w:docGrid w:linePitch="272"/>
        </w:sectPr>
      </w:pPr>
    </w:p>
    <w:p w:rsidR="00AA513B" w:rsidRDefault="006A749C" w:rsidP="004E72A8">
      <w:pPr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spellStart"/>
      <w:r w:rsidRPr="006A749C">
        <w:rPr>
          <w:rFonts w:ascii="PT Astra Serif" w:hAnsi="PT Astra Serif"/>
          <w:sz w:val="28"/>
          <w:szCs w:val="28"/>
        </w:rPr>
        <w:lastRenderedPageBreak/>
        <w:t>р</w:t>
      </w:r>
      <w:proofErr w:type="spellEnd"/>
      <w:r w:rsidRPr="006A749C">
        <w:rPr>
          <w:rFonts w:ascii="PT Astra Serif" w:hAnsi="PT Astra Serif"/>
          <w:sz w:val="28"/>
          <w:szCs w:val="28"/>
        </w:rPr>
        <w:t xml:space="preserve">) в строке </w:t>
      </w:r>
      <w:r w:rsidR="00A86115">
        <w:rPr>
          <w:rFonts w:ascii="PT Astra Serif" w:hAnsi="PT Astra Serif"/>
          <w:sz w:val="28"/>
          <w:szCs w:val="28"/>
        </w:rPr>
        <w:t>«</w:t>
      </w:r>
      <w:r w:rsidRPr="006A749C">
        <w:rPr>
          <w:rFonts w:ascii="PT Astra Serif" w:hAnsi="PT Astra Serif"/>
          <w:sz w:val="28"/>
          <w:szCs w:val="28"/>
        </w:rPr>
        <w:t>ИТОГО</w:t>
      </w:r>
      <w:r w:rsidR="00A86115">
        <w:rPr>
          <w:rFonts w:ascii="PT Astra Serif" w:hAnsi="PT Astra Serif"/>
          <w:sz w:val="28"/>
          <w:szCs w:val="28"/>
        </w:rPr>
        <w:t>»</w:t>
      </w:r>
      <w:r w:rsidRPr="006A749C">
        <w:rPr>
          <w:rFonts w:ascii="PT Astra Serif" w:hAnsi="PT Astra Serif"/>
          <w:sz w:val="28"/>
          <w:szCs w:val="28"/>
        </w:rPr>
        <w:t xml:space="preserve">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6A749C">
        <w:rPr>
          <w:rFonts w:ascii="PT Astra Serif" w:hAnsi="PT Astra Serif"/>
          <w:bCs/>
          <w:color w:val="000000"/>
          <w:sz w:val="28"/>
          <w:szCs w:val="28"/>
        </w:rPr>
        <w:t>95522478,50168</w:t>
      </w:r>
      <w:r w:rsidR="00A86115">
        <w:rPr>
          <w:rFonts w:ascii="PT Astra Serif" w:hAnsi="PT Astra Serif"/>
          <w:sz w:val="28"/>
          <w:szCs w:val="28"/>
        </w:rPr>
        <w:t>»</w:t>
      </w:r>
      <w:r w:rsidRPr="006A749C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Pr="006A749C">
        <w:rPr>
          <w:rFonts w:ascii="PT Astra Serif" w:hAnsi="PT Astra Serif"/>
          <w:sz w:val="28"/>
          <w:szCs w:val="28"/>
        </w:rPr>
        <w:t>98668986,60168</w:t>
      </w:r>
      <w:r w:rsidR="00A86115">
        <w:rPr>
          <w:rFonts w:ascii="PT Astra Serif" w:hAnsi="PT Astra Serif"/>
          <w:sz w:val="28"/>
          <w:szCs w:val="28"/>
        </w:rPr>
        <w:t>»</w:t>
      </w:r>
      <w:r w:rsidRPr="006A749C">
        <w:rPr>
          <w:rFonts w:ascii="PT Astra Serif" w:hAnsi="PT Astra Serif"/>
          <w:sz w:val="28"/>
          <w:szCs w:val="28"/>
        </w:rPr>
        <w:t xml:space="preserve">, цифры </w:t>
      </w:r>
      <w:r w:rsidR="00A86115">
        <w:rPr>
          <w:rFonts w:ascii="PT Astra Serif" w:hAnsi="PT Astra Serif"/>
          <w:sz w:val="28"/>
          <w:szCs w:val="28"/>
        </w:rPr>
        <w:t>«</w:t>
      </w:r>
      <w:r w:rsidRPr="006A749C">
        <w:rPr>
          <w:rFonts w:ascii="PT Astra Serif" w:hAnsi="PT Astra Serif"/>
          <w:bCs/>
          <w:color w:val="000000"/>
          <w:sz w:val="28"/>
          <w:szCs w:val="28"/>
        </w:rPr>
        <w:t>80539779,32111</w:t>
      </w:r>
      <w:r w:rsidR="00A86115">
        <w:rPr>
          <w:rFonts w:ascii="PT Astra Serif" w:hAnsi="PT Astra Serif"/>
          <w:sz w:val="28"/>
          <w:szCs w:val="28"/>
        </w:rPr>
        <w:t>»</w:t>
      </w:r>
      <w:r w:rsidRPr="006A749C">
        <w:rPr>
          <w:rFonts w:ascii="PT Astra Serif" w:hAnsi="PT Astra Serif"/>
          <w:sz w:val="28"/>
          <w:szCs w:val="28"/>
        </w:rPr>
        <w:t xml:space="preserve"> заменить цифрами </w:t>
      </w:r>
      <w:r w:rsidR="00A86115">
        <w:rPr>
          <w:rFonts w:ascii="PT Astra Serif" w:hAnsi="PT Astra Serif"/>
          <w:sz w:val="28"/>
          <w:szCs w:val="28"/>
        </w:rPr>
        <w:t>«</w:t>
      </w:r>
      <w:r w:rsidRPr="006A749C">
        <w:rPr>
          <w:rFonts w:ascii="PT Astra Serif" w:hAnsi="PT Astra Serif"/>
          <w:sz w:val="28"/>
          <w:szCs w:val="28"/>
        </w:rPr>
        <w:t>78898271,22111</w:t>
      </w:r>
      <w:r w:rsidR="00A86115">
        <w:rPr>
          <w:rFonts w:ascii="PT Astra Serif" w:hAnsi="PT Astra Serif"/>
          <w:sz w:val="28"/>
          <w:szCs w:val="28"/>
        </w:rPr>
        <w:t>»</w:t>
      </w:r>
      <w:r w:rsidRPr="006A749C">
        <w:rPr>
          <w:rFonts w:ascii="PT Astra Serif" w:hAnsi="PT Astra Serif"/>
          <w:sz w:val="28"/>
          <w:szCs w:val="28"/>
        </w:rPr>
        <w:t>;</w:t>
      </w:r>
    </w:p>
    <w:p w:rsidR="00F21D11" w:rsidRPr="004D191B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D14C4F">
        <w:rPr>
          <w:rFonts w:ascii="PT Astra Serif" w:hAnsi="PT Astra Serif"/>
          <w:sz w:val="28"/>
          <w:szCs w:val="28"/>
        </w:rPr>
        <w:t>8) в приложении 7:</w:t>
      </w:r>
    </w:p>
    <w:p w:rsidR="00F21D11" w:rsidRDefault="00F21D11" w:rsidP="00F21D11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 w:cs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>а)</w:t>
      </w:r>
      <w:r>
        <w:rPr>
          <w:rFonts w:ascii="PT Astra Serif" w:hAnsi="PT Astra Serif"/>
          <w:sz w:val="28"/>
          <w:szCs w:val="28"/>
        </w:rPr>
        <w:t xml:space="preserve"> в строке 2 слова «</w:t>
      </w:r>
      <w:r>
        <w:rPr>
          <w:rFonts w:ascii="PT Astra Serif" w:hAnsi="PT Astra Serif" w:cs="PT Astra Serif"/>
          <w:sz w:val="28"/>
          <w:szCs w:val="28"/>
        </w:rPr>
        <w:t>семейной демографической политики и социально</w:t>
      </w:r>
      <w:r w:rsidR="004E72A8">
        <w:rPr>
          <w:rFonts w:ascii="PT Astra Serif" w:hAnsi="PT Astra Serif" w:cs="PT Astra Serif"/>
          <w:sz w:val="28"/>
          <w:szCs w:val="28"/>
        </w:rPr>
        <w:t>го благополучия</w:t>
      </w:r>
      <w:r>
        <w:rPr>
          <w:rFonts w:ascii="PT Astra Serif" w:hAnsi="PT Astra Serif" w:cs="PT Astra Serif"/>
          <w:sz w:val="28"/>
          <w:szCs w:val="28"/>
        </w:rPr>
        <w:t>» заменить словами «социального разви</w:t>
      </w:r>
      <w:r w:rsidR="004E72A8">
        <w:rPr>
          <w:rFonts w:ascii="PT Astra Serif" w:hAnsi="PT Astra Serif" w:cs="PT Astra Serif"/>
          <w:sz w:val="28"/>
          <w:szCs w:val="28"/>
        </w:rPr>
        <w:t>тия</w:t>
      </w:r>
      <w:r>
        <w:rPr>
          <w:rFonts w:ascii="PT Astra Serif" w:hAnsi="PT Astra Serif" w:cs="PT Astra Serif"/>
          <w:sz w:val="28"/>
          <w:szCs w:val="28"/>
        </w:rPr>
        <w:t>», цифры «9006717,4» заменить цифрами «9283689,2»;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>б)</w:t>
      </w:r>
      <w:r>
        <w:rPr>
          <w:rFonts w:ascii="PT Astra Serif" w:hAnsi="PT Astra Serif"/>
          <w:sz w:val="28"/>
          <w:szCs w:val="28"/>
        </w:rPr>
        <w:t xml:space="preserve"> в строке 2.1 цифры «</w:t>
      </w:r>
      <w:r>
        <w:rPr>
          <w:rFonts w:ascii="PT Astra Serif" w:hAnsi="PT Astra Serif" w:cs="PT Astra Serif"/>
          <w:sz w:val="28"/>
          <w:szCs w:val="28"/>
        </w:rPr>
        <w:t>9006717,4</w:t>
      </w:r>
      <w:r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 w:cs="PT Astra Serif"/>
          <w:sz w:val="28"/>
          <w:szCs w:val="28"/>
        </w:rPr>
        <w:t>9283689,2</w:t>
      </w:r>
      <w:r>
        <w:rPr>
          <w:rFonts w:ascii="PT Astra Serif" w:hAnsi="PT Astra Serif"/>
          <w:sz w:val="28"/>
          <w:szCs w:val="28"/>
        </w:rPr>
        <w:t>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>в)</w:t>
      </w:r>
      <w:r>
        <w:rPr>
          <w:rFonts w:ascii="PT Astra Serif" w:hAnsi="PT Astra Serif"/>
          <w:sz w:val="28"/>
          <w:szCs w:val="28"/>
        </w:rPr>
        <w:t xml:space="preserve"> в строке 2.1.1 цифры «263386,9» заменить цифрами «379706,9»;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г) </w:t>
      </w:r>
      <w:r>
        <w:rPr>
          <w:rFonts w:ascii="PT Astra Serif" w:hAnsi="PT Astra Serif"/>
          <w:sz w:val="28"/>
          <w:szCs w:val="28"/>
        </w:rPr>
        <w:t>в строке 2.1.2 цифры «90198,3» заменить цифрами «105384,9»;</w:t>
      </w:r>
    </w:p>
    <w:p w:rsidR="00F21D11" w:rsidRDefault="00F21D11" w:rsidP="004E72A8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proofErr w:type="spellStart"/>
      <w:r w:rsidRPr="001E02E9">
        <w:rPr>
          <w:rFonts w:ascii="PT Astra Serif" w:hAnsi="PT Astra Serif"/>
          <w:sz w:val="28"/>
          <w:szCs w:val="28"/>
        </w:rPr>
        <w:t>д</w:t>
      </w:r>
      <w:proofErr w:type="spellEnd"/>
      <w:r w:rsidRPr="001E02E9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строку 2.1.3 изложить в следующей редакции:</w:t>
      </w:r>
    </w:p>
    <w:tbl>
      <w:tblPr>
        <w:tblW w:w="9661" w:type="dxa"/>
        <w:tblInd w:w="93" w:type="dxa"/>
        <w:tblLook w:val="04A0"/>
      </w:tblPr>
      <w:tblGrid>
        <w:gridCol w:w="986"/>
        <w:gridCol w:w="4082"/>
        <w:gridCol w:w="1531"/>
        <w:gridCol w:w="1531"/>
        <w:gridCol w:w="1531"/>
      </w:tblGrid>
      <w:tr w:rsidR="00F21D11" w:rsidRPr="00BC29D9" w:rsidTr="004E72A8"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D11" w:rsidRPr="00BC29D9" w:rsidRDefault="00F21D11" w:rsidP="00F21D11">
            <w:pPr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«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2.1.3.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D11" w:rsidRPr="00BC29D9" w:rsidRDefault="00F21D11" w:rsidP="00F21D11">
            <w:pPr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BC29D9">
              <w:rPr>
                <w:rFonts w:ascii="PT Astra Serif" w:hAnsi="PT Astra Serif" w:cs="Calibri"/>
                <w:sz w:val="28"/>
                <w:szCs w:val="28"/>
              </w:rPr>
              <w:t>Реализация Закона Ульяно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в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 xml:space="preserve">ской области от 6 мая 2006 года 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br/>
              <w:t xml:space="preserve">№ 51-ЗО </w:t>
            </w:r>
            <w:r>
              <w:rPr>
                <w:rFonts w:ascii="PT Astra Serif" w:hAnsi="PT Astra Serif" w:cs="Calibri"/>
                <w:sz w:val="28"/>
                <w:szCs w:val="28"/>
              </w:rPr>
              <w:t>«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О социальной по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д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держке детей отдельных кат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е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горий граж</w:t>
            </w:r>
            <w:r>
              <w:rPr>
                <w:rFonts w:ascii="PT Astra Serif" w:hAnsi="PT Astra Serif" w:cs="Calibri"/>
                <w:sz w:val="28"/>
                <w:szCs w:val="28"/>
              </w:rPr>
              <w:t>дан»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1D11" w:rsidRPr="00BC29D9" w:rsidRDefault="00F21D11" w:rsidP="00F21D11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BC29D9">
              <w:rPr>
                <w:rFonts w:ascii="PT Astra Serif" w:hAnsi="PT Astra Serif" w:cs="Calibri"/>
                <w:sz w:val="28"/>
                <w:szCs w:val="28"/>
              </w:rPr>
              <w:t>6365,9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1D11" w:rsidRPr="00BC29D9" w:rsidRDefault="00F21D11" w:rsidP="00F21D11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BC29D9">
              <w:rPr>
                <w:rFonts w:ascii="PT Astra Serif" w:hAnsi="PT Astra Serif" w:cs="Calibri"/>
                <w:sz w:val="28"/>
                <w:szCs w:val="28"/>
              </w:rPr>
              <w:t>1827,1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1D11" w:rsidRPr="00BC29D9" w:rsidRDefault="00F21D11" w:rsidP="00F21D11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BC29D9">
              <w:rPr>
                <w:rFonts w:ascii="PT Astra Serif" w:hAnsi="PT Astra Serif" w:cs="Calibri"/>
                <w:sz w:val="28"/>
                <w:szCs w:val="28"/>
              </w:rPr>
              <w:t>1827,1</w:t>
            </w:r>
            <w:r>
              <w:rPr>
                <w:rFonts w:ascii="PT Astra Serif" w:hAnsi="PT Astra Serif" w:cs="Calibri"/>
                <w:sz w:val="28"/>
                <w:szCs w:val="28"/>
              </w:rPr>
              <w:t>»</w:t>
            </w:r>
            <w:r w:rsidRPr="00BC29D9"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</w:tc>
      </w:tr>
    </w:tbl>
    <w:p w:rsidR="00F21D11" w:rsidRPr="001E02E9" w:rsidRDefault="00F21D11" w:rsidP="00F21D11">
      <w:pPr>
        <w:pStyle w:val="af1"/>
        <w:widowControl w:val="0"/>
        <w:spacing w:before="120"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е) </w:t>
      </w:r>
      <w:r>
        <w:rPr>
          <w:rFonts w:ascii="PT Astra Serif" w:hAnsi="PT Astra Serif"/>
          <w:sz w:val="28"/>
          <w:szCs w:val="28"/>
        </w:rPr>
        <w:t>в строке 2.1.4 цифры «164600,2» заменить цифрами «179600,0»;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ж) </w:t>
      </w:r>
      <w:r>
        <w:rPr>
          <w:rFonts w:ascii="PT Astra Serif" w:hAnsi="PT Astra Serif"/>
          <w:sz w:val="28"/>
          <w:szCs w:val="28"/>
        </w:rPr>
        <w:t>в строке 2.1.7 цифры «139,2» заменить цифрами «176,6»;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proofErr w:type="spellStart"/>
      <w:r w:rsidRPr="001E02E9">
        <w:rPr>
          <w:rFonts w:ascii="PT Astra Serif" w:hAnsi="PT Astra Serif"/>
          <w:sz w:val="28"/>
          <w:szCs w:val="28"/>
        </w:rPr>
        <w:t>з</w:t>
      </w:r>
      <w:proofErr w:type="spellEnd"/>
      <w:r w:rsidRPr="001E02E9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строке 2.1.11 цифры «143823,6» заменить цифрами «206323,6»;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>и)</w:t>
      </w:r>
      <w:r>
        <w:rPr>
          <w:rFonts w:ascii="PT Astra Serif" w:hAnsi="PT Astra Serif"/>
          <w:sz w:val="28"/>
          <w:szCs w:val="28"/>
        </w:rPr>
        <w:t xml:space="preserve"> в строке 2.1.12 цифры «38224,8» заменить цифрами «50239,8»;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к) </w:t>
      </w:r>
      <w:r>
        <w:rPr>
          <w:rFonts w:ascii="PT Astra Serif" w:hAnsi="PT Astra Serif"/>
          <w:sz w:val="28"/>
          <w:szCs w:val="28"/>
        </w:rPr>
        <w:t>в строке 2.1.13 цифры «2250,0» заменить цифрами «2300,0»;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л) </w:t>
      </w:r>
      <w:r>
        <w:rPr>
          <w:rFonts w:ascii="PT Astra Serif" w:hAnsi="PT Astra Serif"/>
          <w:sz w:val="28"/>
          <w:szCs w:val="28"/>
        </w:rPr>
        <w:t>в графе 3 строки 2.1.15 цифры «9800,0» заменить цифрами «10250,0»;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м) </w:t>
      </w:r>
      <w:r>
        <w:rPr>
          <w:rFonts w:ascii="PT Astra Serif" w:hAnsi="PT Astra Serif"/>
          <w:sz w:val="28"/>
          <w:szCs w:val="28"/>
        </w:rPr>
        <w:t>в строке 2.1.21 цифры «3106068,6» заменить цифрами «3114741,1»;</w:t>
      </w:r>
    </w:p>
    <w:p w:rsidR="00F21D11" w:rsidRPr="001E02E9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proofErr w:type="spellStart"/>
      <w:r w:rsidRPr="001E02E9">
        <w:rPr>
          <w:rFonts w:ascii="PT Astra Serif" w:hAnsi="PT Astra Serif"/>
          <w:sz w:val="28"/>
          <w:szCs w:val="28"/>
        </w:rPr>
        <w:t>н</w:t>
      </w:r>
      <w:proofErr w:type="spellEnd"/>
      <w:r w:rsidRPr="001E02E9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графе 3 строки 2.1.26 цифры «210000,0» заменить цифрами «252100,0»;</w:t>
      </w:r>
    </w:p>
    <w:p w:rsidR="00F21D11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1E02E9">
        <w:rPr>
          <w:rFonts w:ascii="PT Astra Serif" w:hAnsi="PT Astra Serif"/>
          <w:sz w:val="28"/>
          <w:szCs w:val="28"/>
        </w:rPr>
        <w:t xml:space="preserve">о) </w:t>
      </w:r>
      <w:r>
        <w:rPr>
          <w:rFonts w:ascii="PT Astra Serif" w:hAnsi="PT Astra Serif"/>
          <w:sz w:val="28"/>
          <w:szCs w:val="28"/>
        </w:rPr>
        <w:t>в строке «ИТОГО» цифры «27434416,70859» заменить цифрами «27711388,50859»;</w:t>
      </w:r>
    </w:p>
    <w:p w:rsidR="00F21D11" w:rsidRDefault="00F21D11" w:rsidP="00F21D11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  <w:sectPr w:rsidR="00F21D11" w:rsidSect="004E72A8">
          <w:pgSz w:w="11907" w:h="16840" w:code="9"/>
          <w:pgMar w:top="1134" w:right="567" w:bottom="1134" w:left="1701" w:header="709" w:footer="709" w:gutter="0"/>
          <w:cols w:space="720"/>
          <w:formProt w:val="0"/>
          <w:docGrid w:linePitch="272"/>
        </w:sectPr>
      </w:pPr>
    </w:p>
    <w:p w:rsidR="00F21D11" w:rsidRDefault="00F21D11" w:rsidP="00F03364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14C4F">
        <w:rPr>
          <w:rFonts w:ascii="PT Astra Serif" w:hAnsi="PT Astra Serif"/>
          <w:sz w:val="28"/>
          <w:szCs w:val="28"/>
        </w:rPr>
        <w:lastRenderedPageBreak/>
        <w:t>9) приложение 8 изложить в следующей редакции:</w:t>
      </w:r>
    </w:p>
    <w:p w:rsidR="00CB0F80" w:rsidRPr="0053585F" w:rsidRDefault="00CB0F80" w:rsidP="00CB0F80">
      <w:pPr>
        <w:rPr>
          <w:rFonts w:ascii="PT Astra Serif" w:hAnsi="PT Astra Serif"/>
          <w:sz w:val="2"/>
          <w:szCs w:val="2"/>
        </w:rPr>
      </w:pPr>
    </w:p>
    <w:p w:rsidR="009B37DD" w:rsidRPr="00F103E4" w:rsidRDefault="009B37DD" w:rsidP="00230B46">
      <w:pPr>
        <w:spacing w:line="312" w:lineRule="auto"/>
        <w:rPr>
          <w:rFonts w:ascii="PT Astra Serif" w:hAnsi="PT Astra Serif"/>
          <w:sz w:val="2"/>
          <w:szCs w:val="2"/>
        </w:rPr>
      </w:pPr>
    </w:p>
    <w:tbl>
      <w:tblPr>
        <w:tblW w:w="4252" w:type="dxa"/>
        <w:tblInd w:w="5495" w:type="dxa"/>
        <w:tblLook w:val="04A0"/>
      </w:tblPr>
      <w:tblGrid>
        <w:gridCol w:w="4252"/>
      </w:tblGrid>
      <w:tr w:rsidR="00CD4217" w:rsidRPr="00F103E4" w:rsidTr="0063162B">
        <w:trPr>
          <w:trHeight w:val="360"/>
        </w:trPr>
        <w:tc>
          <w:tcPr>
            <w:tcW w:w="4252" w:type="dxa"/>
            <w:vAlign w:val="bottom"/>
          </w:tcPr>
          <w:p w:rsidR="00CD4217" w:rsidRPr="00F103E4" w:rsidRDefault="00A86115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F103E4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F103E4">
              <w:rPr>
                <w:rFonts w:ascii="PT Astra Serif" w:hAnsi="PT Astra Serif"/>
                <w:sz w:val="28"/>
                <w:szCs w:val="28"/>
              </w:rPr>
              <w:t>8</w:t>
            </w:r>
          </w:p>
          <w:p w:rsidR="00CD4217" w:rsidRPr="00F103E4" w:rsidRDefault="00CD4217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D4217" w:rsidRPr="00F103E4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103E4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</w:tc>
      </w:tr>
      <w:tr w:rsidR="00CD4217" w:rsidRPr="00F103E4" w:rsidTr="0063162B">
        <w:trPr>
          <w:trHeight w:val="243"/>
        </w:trPr>
        <w:tc>
          <w:tcPr>
            <w:tcW w:w="4252" w:type="dxa"/>
            <w:vAlign w:val="bottom"/>
            <w:hideMark/>
          </w:tcPr>
          <w:p w:rsidR="00CD4217" w:rsidRPr="00F103E4" w:rsidRDefault="00A86115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F103E4">
              <w:rPr>
                <w:rFonts w:ascii="PT Astra Serif" w:hAnsi="PT Astra Serif"/>
                <w:sz w:val="28"/>
                <w:szCs w:val="28"/>
              </w:rPr>
              <w:t>Об областном бюджете</w:t>
            </w:r>
          </w:p>
        </w:tc>
      </w:tr>
      <w:tr w:rsidR="00CD4217" w:rsidRPr="00F103E4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103E4" w:rsidRDefault="00CD4217" w:rsidP="00EE1FB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EE1FB4" w:rsidRPr="00F103E4">
              <w:rPr>
                <w:rFonts w:ascii="PT Astra Serif" w:hAnsi="PT Astra Serif"/>
                <w:sz w:val="28"/>
                <w:szCs w:val="28"/>
              </w:rPr>
              <w:t>3</w:t>
            </w:r>
            <w:r w:rsidRPr="00F103E4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  <w:tr w:rsidR="00CD4217" w:rsidRPr="00F103E4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103E4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</w:p>
        </w:tc>
      </w:tr>
      <w:tr w:rsidR="00CD4217" w:rsidRPr="00F103E4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103E4" w:rsidRDefault="00CD4217" w:rsidP="00EE1FB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202</w:t>
            </w:r>
            <w:r w:rsidR="00EE1FB4" w:rsidRPr="00F103E4">
              <w:rPr>
                <w:rFonts w:ascii="PT Astra Serif" w:hAnsi="PT Astra Serif"/>
                <w:sz w:val="28"/>
                <w:szCs w:val="28"/>
              </w:rPr>
              <w:t>4</w:t>
            </w:r>
            <w:r w:rsidRPr="00F103E4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EE1FB4" w:rsidRPr="00F103E4">
              <w:rPr>
                <w:rFonts w:ascii="PT Astra Serif" w:hAnsi="PT Astra Serif"/>
                <w:sz w:val="28"/>
                <w:szCs w:val="28"/>
              </w:rPr>
              <w:t>5</w:t>
            </w:r>
            <w:r w:rsidRPr="00F103E4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A86115" w:rsidRPr="00F103E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D4217" w:rsidRPr="00777FDE" w:rsidRDefault="00CD4217" w:rsidP="00CD4217">
      <w:pPr>
        <w:jc w:val="right"/>
        <w:rPr>
          <w:rFonts w:ascii="PT Astra Serif" w:hAnsi="PT Astra Serif"/>
          <w:sz w:val="36"/>
          <w:szCs w:val="36"/>
        </w:rPr>
      </w:pPr>
    </w:p>
    <w:p w:rsidR="00CD4217" w:rsidRPr="00F103E4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F103E4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103E4">
        <w:rPr>
          <w:rFonts w:ascii="PT Astra Serif" w:hAnsi="PT Astra Serif"/>
          <w:b/>
          <w:bCs/>
          <w:sz w:val="28"/>
          <w:szCs w:val="28"/>
        </w:rPr>
        <w:t xml:space="preserve">Объём межбюджетных трансфертов, предоставляемых </w:t>
      </w:r>
    </w:p>
    <w:p w:rsidR="00CD4217" w:rsidRPr="00F103E4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103E4">
        <w:rPr>
          <w:rFonts w:ascii="PT Astra Serif" w:hAnsi="PT Astra Serif"/>
          <w:b/>
          <w:bCs/>
          <w:sz w:val="28"/>
          <w:szCs w:val="28"/>
        </w:rPr>
        <w:t xml:space="preserve">другим бюджетам бюджетной системы Российской Федерации, </w:t>
      </w:r>
    </w:p>
    <w:p w:rsidR="00CD4217" w:rsidRPr="00F103E4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103E4">
        <w:rPr>
          <w:rFonts w:ascii="PT Astra Serif" w:hAnsi="PT Astra Serif"/>
          <w:b/>
          <w:bCs/>
          <w:sz w:val="28"/>
          <w:szCs w:val="28"/>
        </w:rPr>
        <w:t>на 202</w:t>
      </w:r>
      <w:r w:rsidR="00EE1FB4" w:rsidRPr="00F103E4">
        <w:rPr>
          <w:rFonts w:ascii="PT Astra Serif" w:hAnsi="PT Astra Serif"/>
          <w:b/>
          <w:bCs/>
          <w:sz w:val="28"/>
          <w:szCs w:val="28"/>
        </w:rPr>
        <w:t>3</w:t>
      </w:r>
      <w:r w:rsidRPr="00F103E4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EE1FB4" w:rsidRPr="00F103E4">
        <w:rPr>
          <w:rFonts w:ascii="PT Astra Serif" w:hAnsi="PT Astra Serif"/>
          <w:b/>
          <w:bCs/>
          <w:sz w:val="28"/>
          <w:szCs w:val="28"/>
        </w:rPr>
        <w:t>4</w:t>
      </w:r>
      <w:r w:rsidRPr="00F103E4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EE1FB4" w:rsidRPr="00F103E4">
        <w:rPr>
          <w:rFonts w:ascii="PT Astra Serif" w:hAnsi="PT Astra Serif"/>
          <w:b/>
          <w:bCs/>
          <w:sz w:val="28"/>
          <w:szCs w:val="28"/>
        </w:rPr>
        <w:t>5</w:t>
      </w:r>
      <w:r w:rsidRPr="00F103E4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D4217" w:rsidRPr="00F103E4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4217" w:rsidRPr="00F103E4" w:rsidRDefault="00CD4217" w:rsidP="00CD4217">
      <w:pPr>
        <w:keepNext/>
        <w:jc w:val="right"/>
        <w:outlineLvl w:val="0"/>
        <w:rPr>
          <w:rFonts w:ascii="PT Astra Serif" w:hAnsi="PT Astra Serif"/>
          <w:sz w:val="28"/>
          <w:szCs w:val="28"/>
        </w:rPr>
      </w:pP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</w:r>
      <w:r w:rsidRPr="00F103E4">
        <w:rPr>
          <w:rFonts w:ascii="PT Astra Serif" w:hAnsi="PT Astra Serif"/>
          <w:sz w:val="28"/>
          <w:szCs w:val="28"/>
        </w:rPr>
        <w:tab/>
        <w:t>тыс. руб.</w:t>
      </w:r>
    </w:p>
    <w:p w:rsidR="00CD4217" w:rsidRPr="00F103E4" w:rsidRDefault="00CD4217" w:rsidP="00CD4217">
      <w:pPr>
        <w:rPr>
          <w:rFonts w:ascii="PT Astra Serif" w:hAnsi="PT Astra Serif"/>
          <w:sz w:val="2"/>
          <w:szCs w:val="2"/>
        </w:rPr>
      </w:pPr>
    </w:p>
    <w:tbl>
      <w:tblPr>
        <w:tblW w:w="9645" w:type="dxa"/>
        <w:tblInd w:w="94" w:type="dxa"/>
        <w:tblLayout w:type="fixed"/>
        <w:tblLook w:val="04A0"/>
      </w:tblPr>
      <w:tblGrid>
        <w:gridCol w:w="3416"/>
        <w:gridCol w:w="2100"/>
        <w:gridCol w:w="2011"/>
        <w:gridCol w:w="2118"/>
      </w:tblGrid>
      <w:tr w:rsidR="00CD4217" w:rsidRPr="00F103E4" w:rsidTr="005673BC">
        <w:trPr>
          <w:trHeight w:val="228"/>
          <w:tblHeader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 xml:space="preserve">Наименование </w:t>
            </w:r>
          </w:p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 xml:space="preserve">межбюджетных </w:t>
            </w:r>
            <w:r w:rsidR="0071396A" w:rsidRPr="00F103E4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трансфертов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EE1FB4" w:rsidRPr="00F103E4">
              <w:rPr>
                <w:rFonts w:ascii="PT Astra Serif" w:hAnsi="PT Astra Serif"/>
                <w:bCs/>
                <w:sz w:val="28"/>
                <w:szCs w:val="28"/>
              </w:rPr>
              <w:t>3</w:t>
            </w: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EE1FB4" w:rsidRPr="00F103E4">
              <w:rPr>
                <w:rFonts w:ascii="PT Astra Serif" w:hAnsi="PT Astra Serif"/>
                <w:bCs/>
                <w:sz w:val="28"/>
                <w:szCs w:val="28"/>
              </w:rPr>
              <w:t>4</w:t>
            </w:r>
            <w:r w:rsidR="005544EC" w:rsidRPr="00F103E4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год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EE1FB4" w:rsidRPr="00F103E4">
              <w:rPr>
                <w:rFonts w:ascii="PT Astra Serif" w:hAnsi="PT Astra Serif"/>
                <w:bCs/>
                <w:sz w:val="28"/>
                <w:szCs w:val="28"/>
              </w:rPr>
              <w:t xml:space="preserve">5 </w:t>
            </w: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год</w:t>
            </w:r>
          </w:p>
        </w:tc>
      </w:tr>
      <w:tr w:rsidR="00CD4217" w:rsidRPr="00D500BA" w:rsidTr="005673BC">
        <w:trPr>
          <w:trHeight w:val="228"/>
          <w:tblHeader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103E4" w:rsidRDefault="00CD4217" w:rsidP="00777FDE">
            <w:pPr>
              <w:spacing w:line="233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103E4">
              <w:rPr>
                <w:rFonts w:ascii="PT Astra Serif" w:hAnsi="PT Astra Serif"/>
                <w:bCs/>
                <w:sz w:val="28"/>
                <w:szCs w:val="28"/>
              </w:rPr>
              <w:t>4</w:t>
            </w:r>
          </w:p>
        </w:tc>
      </w:tr>
      <w:tr w:rsidR="00557B57" w:rsidRPr="00F103E4" w:rsidTr="005673BC">
        <w:tc>
          <w:tcPr>
            <w:tcW w:w="34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Дотации местным бюдж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3941286,1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F103E4">
              <w:rPr>
                <w:color w:val="000000"/>
                <w:sz w:val="28"/>
                <w:szCs w:val="28"/>
              </w:rPr>
              <w:t>3947160,8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4030125,7</w:t>
            </w:r>
          </w:p>
        </w:tc>
      </w:tr>
      <w:tr w:rsidR="00557B57" w:rsidRPr="00F103E4" w:rsidTr="005673BC">
        <w:tc>
          <w:tcPr>
            <w:tcW w:w="3416" w:type="dxa"/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Субсидии местным бю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жетам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7352967,27101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666B0D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8256057,34483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3952087,97241</w:t>
            </w:r>
          </w:p>
        </w:tc>
      </w:tr>
      <w:tr w:rsidR="00557B57" w:rsidRPr="00F103E4" w:rsidTr="005673BC">
        <w:tc>
          <w:tcPr>
            <w:tcW w:w="3416" w:type="dxa"/>
            <w:shd w:val="clear" w:color="auto" w:fill="FFFFFF"/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Субвенции местным бюджетам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14036235,80685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F103E4">
              <w:rPr>
                <w:color w:val="000000"/>
                <w:sz w:val="28"/>
                <w:szCs w:val="28"/>
              </w:rPr>
              <w:t>12097386,84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13610790,54</w:t>
            </w:r>
          </w:p>
        </w:tc>
      </w:tr>
      <w:tr w:rsidR="00557B57" w:rsidRPr="00F103E4" w:rsidTr="005673BC">
        <w:tc>
          <w:tcPr>
            <w:tcW w:w="3416" w:type="dxa"/>
            <w:shd w:val="clear" w:color="auto" w:fill="FFFFFF"/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</w:t>
            </w:r>
            <w:r w:rsidR="00ED575D" w:rsidRPr="00F103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осуществл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ние части переданных полномочий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1551,0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F103E4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F103E4">
              <w:rPr>
                <w:color w:val="000000"/>
                <w:sz w:val="28"/>
                <w:szCs w:val="28"/>
              </w:rPr>
              <w:t>3390,4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1708,7</w:t>
            </w:r>
          </w:p>
        </w:tc>
      </w:tr>
      <w:tr w:rsidR="00557B57" w:rsidRPr="00F103E4" w:rsidTr="005673BC">
        <w:tc>
          <w:tcPr>
            <w:tcW w:w="3416" w:type="dxa"/>
            <w:shd w:val="clear" w:color="auto" w:fill="FFFFFF"/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ферты бюджету Террит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риального фонда обяз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45000,0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F103E4">
              <w:rPr>
                <w:color w:val="000000"/>
                <w:sz w:val="28"/>
                <w:szCs w:val="28"/>
              </w:rPr>
              <w:t>45000,0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45000,0</w:t>
            </w:r>
          </w:p>
        </w:tc>
      </w:tr>
      <w:tr w:rsidR="00557B57" w:rsidRPr="00F103E4" w:rsidTr="005673BC">
        <w:tc>
          <w:tcPr>
            <w:tcW w:w="3416" w:type="dxa"/>
            <w:shd w:val="clear" w:color="auto" w:fill="FFFFFF"/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Фо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да пенсионного</w:t>
            </w:r>
            <w:r w:rsidR="005673BC" w:rsidRPr="00F103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и соц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ального страхования Ро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1630835,7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F103E4">
              <w:rPr>
                <w:color w:val="000000"/>
                <w:sz w:val="28"/>
                <w:szCs w:val="28"/>
              </w:rPr>
              <w:t>2062367,2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1684078,7</w:t>
            </w:r>
          </w:p>
        </w:tc>
      </w:tr>
      <w:tr w:rsidR="00557B57" w:rsidRPr="00F103E4" w:rsidTr="005673BC">
        <w:tc>
          <w:tcPr>
            <w:tcW w:w="3416" w:type="dxa"/>
            <w:shd w:val="clear" w:color="auto" w:fill="FFFFFF"/>
            <w:vAlign w:val="center"/>
            <w:hideMark/>
          </w:tcPr>
          <w:p w:rsidR="00557B57" w:rsidRPr="00F103E4" w:rsidRDefault="00557B57" w:rsidP="00777FDE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местным бюджетам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666B0D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3371315,11797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666B0D" w:rsidP="00777FDE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463104,62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57B57" w:rsidRPr="00F103E4" w:rsidRDefault="00557B57" w:rsidP="00777FDE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3E4">
              <w:rPr>
                <w:rFonts w:ascii="PT Astra Serif" w:hAnsi="PT Astra Serif"/>
                <w:sz w:val="28"/>
                <w:szCs w:val="28"/>
              </w:rPr>
              <w:t>763726,1</w:t>
            </w:r>
          </w:p>
        </w:tc>
      </w:tr>
      <w:tr w:rsidR="00557B57" w:rsidRPr="00D500BA" w:rsidTr="005673BC">
        <w:tc>
          <w:tcPr>
            <w:tcW w:w="3416" w:type="dxa"/>
            <w:shd w:val="clear" w:color="auto" w:fill="FFFFFF"/>
            <w:vAlign w:val="center"/>
            <w:hideMark/>
          </w:tcPr>
          <w:p w:rsidR="00557B57" w:rsidRPr="00F103E4" w:rsidRDefault="00557B57" w:rsidP="00C3404F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F103E4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00" w:type="dxa"/>
            <w:shd w:val="clear" w:color="auto" w:fill="FFFFFF"/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</w:tcPr>
          <w:p w:rsidR="00557B57" w:rsidRPr="00F103E4" w:rsidRDefault="00666B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30379190,9</w:t>
            </w:r>
            <w:r w:rsidR="00557B57" w:rsidRPr="00F103E4">
              <w:rPr>
                <w:rFonts w:ascii="PT Astra Serif" w:hAnsi="PT Astra Serif"/>
                <w:b/>
                <w:sz w:val="28"/>
                <w:szCs w:val="28"/>
              </w:rPr>
              <w:t>9583</w:t>
            </w:r>
          </w:p>
        </w:tc>
        <w:tc>
          <w:tcPr>
            <w:tcW w:w="2011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B57" w:rsidRPr="00F103E4" w:rsidRDefault="00666B0D" w:rsidP="00F103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26874467,20483</w:t>
            </w:r>
          </w:p>
        </w:tc>
        <w:tc>
          <w:tcPr>
            <w:tcW w:w="2118" w:type="dxa"/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57B57" w:rsidRPr="00F103E4" w:rsidRDefault="00557B57" w:rsidP="00777FDE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103E4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24087517,71241</w:t>
            </w:r>
          </w:p>
        </w:tc>
      </w:tr>
    </w:tbl>
    <w:p w:rsidR="00EF7BA7" w:rsidRPr="00D500BA" w:rsidRDefault="00777FDE" w:rsidP="00777FDE">
      <w:pPr>
        <w:pStyle w:val="af1"/>
        <w:widowControl w:val="0"/>
        <w:spacing w:before="120" w:after="0" w:line="312" w:lineRule="auto"/>
        <w:ind w:left="0" w:firstLine="720"/>
        <w:jc w:val="center"/>
        <w:outlineLvl w:val="0"/>
        <w:rPr>
          <w:rFonts w:ascii="PT Astra Serif" w:hAnsi="PT Astra Serif"/>
          <w:sz w:val="28"/>
          <w:szCs w:val="28"/>
          <w:highlight w:val="cyan"/>
        </w:rPr>
        <w:sectPr w:rsidR="00EF7BA7" w:rsidRPr="00D500BA" w:rsidSect="00AE20E7">
          <w:headerReference w:type="default" r:id="rId13"/>
          <w:footerReference w:type="first" r:id="rId14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643B99">
        <w:rPr>
          <w:rFonts w:ascii="PT Astra Serif" w:hAnsi="PT Astra Serif"/>
          <w:sz w:val="28"/>
          <w:szCs w:val="28"/>
        </w:rPr>
        <w:t>________________</w:t>
      </w:r>
      <w:r w:rsidRPr="00643B99">
        <w:rPr>
          <w:rFonts w:ascii="PT Astra Serif" w:hAnsi="PT Astra Serif"/>
          <w:spacing w:val="-4"/>
          <w:sz w:val="28"/>
          <w:szCs w:val="28"/>
        </w:rPr>
        <w:t>»;</w:t>
      </w:r>
    </w:p>
    <w:p w:rsidR="00CD4217" w:rsidRPr="00D14C4F" w:rsidRDefault="001B51A3" w:rsidP="00F03364">
      <w:pPr>
        <w:pStyle w:val="af1"/>
        <w:widowControl w:val="0"/>
        <w:spacing w:after="0" w:line="360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D14C4F">
        <w:rPr>
          <w:rFonts w:ascii="PT Astra Serif" w:hAnsi="PT Astra Serif"/>
          <w:sz w:val="28"/>
          <w:szCs w:val="28"/>
        </w:rPr>
        <w:lastRenderedPageBreak/>
        <w:t>10</w:t>
      </w:r>
      <w:r w:rsidR="005544EC" w:rsidRPr="00D14C4F">
        <w:rPr>
          <w:rFonts w:ascii="PT Astra Serif" w:hAnsi="PT Astra Serif"/>
          <w:sz w:val="28"/>
          <w:szCs w:val="28"/>
        </w:rPr>
        <w:t>) приложение 9</w:t>
      </w:r>
      <w:r w:rsidR="00CD4217" w:rsidRPr="00D14C4F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tbl>
      <w:tblPr>
        <w:tblW w:w="4394" w:type="dxa"/>
        <w:tblInd w:w="5353" w:type="dxa"/>
        <w:tblLook w:val="04A0"/>
      </w:tblPr>
      <w:tblGrid>
        <w:gridCol w:w="4394"/>
      </w:tblGrid>
      <w:tr w:rsidR="00CD4217" w:rsidRPr="004C126A" w:rsidTr="00AE20E7">
        <w:trPr>
          <w:trHeight w:val="360"/>
        </w:trPr>
        <w:tc>
          <w:tcPr>
            <w:tcW w:w="4394" w:type="dxa"/>
            <w:vAlign w:val="bottom"/>
          </w:tcPr>
          <w:p w:rsidR="00CD4217" w:rsidRPr="004C126A" w:rsidRDefault="00A86115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4C126A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4C126A">
              <w:rPr>
                <w:rFonts w:ascii="PT Astra Serif" w:hAnsi="PT Astra Serif"/>
                <w:sz w:val="28"/>
                <w:szCs w:val="28"/>
              </w:rPr>
              <w:t>9</w:t>
            </w:r>
          </w:p>
          <w:p w:rsidR="00CD4217" w:rsidRPr="004C126A" w:rsidRDefault="00CD4217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D4217" w:rsidRPr="004C126A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4C126A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</w:tc>
      </w:tr>
      <w:tr w:rsidR="00CD4217" w:rsidRPr="004C126A" w:rsidTr="00AE20E7">
        <w:trPr>
          <w:trHeight w:val="243"/>
        </w:trPr>
        <w:tc>
          <w:tcPr>
            <w:tcW w:w="4394" w:type="dxa"/>
            <w:vAlign w:val="bottom"/>
            <w:hideMark/>
          </w:tcPr>
          <w:p w:rsidR="00CD4217" w:rsidRPr="004C126A" w:rsidRDefault="00A86115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4C126A">
              <w:rPr>
                <w:rFonts w:ascii="PT Astra Serif" w:hAnsi="PT Astra Serif"/>
                <w:sz w:val="28"/>
                <w:szCs w:val="28"/>
              </w:rPr>
              <w:t>Об областном бюджете</w:t>
            </w:r>
          </w:p>
        </w:tc>
      </w:tr>
      <w:tr w:rsidR="00CD4217" w:rsidRPr="004C126A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4C126A" w:rsidRDefault="00CD4217" w:rsidP="008013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8013FB" w:rsidRPr="004C126A">
              <w:rPr>
                <w:rFonts w:ascii="PT Astra Serif" w:hAnsi="PT Astra Serif"/>
                <w:sz w:val="28"/>
                <w:szCs w:val="28"/>
                <w:lang w:val="en-US"/>
              </w:rPr>
              <w:t>3</w:t>
            </w:r>
            <w:r w:rsidRPr="004C126A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  <w:tr w:rsidR="00CD4217" w:rsidRPr="004C126A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4C126A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</w:p>
        </w:tc>
      </w:tr>
      <w:tr w:rsidR="00CD4217" w:rsidRPr="004C126A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4C126A" w:rsidRDefault="00CD4217" w:rsidP="008013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202</w:t>
            </w:r>
            <w:r w:rsidR="008013FB" w:rsidRPr="004C126A">
              <w:rPr>
                <w:rFonts w:ascii="PT Astra Serif" w:hAnsi="PT Astra Serif"/>
                <w:sz w:val="28"/>
                <w:szCs w:val="28"/>
                <w:lang w:val="en-US"/>
              </w:rPr>
              <w:t>4</w:t>
            </w:r>
            <w:r w:rsidRPr="004C126A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8013FB" w:rsidRPr="004C126A">
              <w:rPr>
                <w:rFonts w:ascii="PT Astra Serif" w:hAnsi="PT Astra Serif"/>
                <w:sz w:val="28"/>
                <w:szCs w:val="28"/>
                <w:lang w:val="en-US"/>
              </w:rPr>
              <w:t>5</w:t>
            </w:r>
            <w:r w:rsidRPr="004C126A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A86115" w:rsidRPr="004C126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D4217" w:rsidRPr="004C126A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4C126A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4C126A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4C126A" w:rsidRDefault="00CD4217" w:rsidP="00F4100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C126A">
        <w:rPr>
          <w:rFonts w:ascii="PT Astra Serif" w:hAnsi="PT Astra Serif"/>
          <w:b/>
          <w:sz w:val="28"/>
          <w:szCs w:val="28"/>
        </w:rPr>
        <w:t>Распределение</w:t>
      </w:r>
      <w:r w:rsidRPr="004C126A">
        <w:rPr>
          <w:rFonts w:ascii="PT Astra Serif" w:hAnsi="PT Astra Serif"/>
          <w:b/>
          <w:sz w:val="28"/>
          <w:szCs w:val="28"/>
        </w:rPr>
        <w:br/>
        <w:t xml:space="preserve">межбюджетных трансфертов бюджетам </w:t>
      </w:r>
      <w:r w:rsidRPr="004C126A">
        <w:rPr>
          <w:rFonts w:ascii="PT Astra Serif" w:hAnsi="PT Astra Serif"/>
          <w:b/>
          <w:sz w:val="28"/>
          <w:szCs w:val="28"/>
        </w:rPr>
        <w:br/>
        <w:t>муниципальных районов и городских окр</w:t>
      </w:r>
      <w:r w:rsidR="00C2368A" w:rsidRPr="004C126A">
        <w:rPr>
          <w:rFonts w:ascii="PT Astra Serif" w:hAnsi="PT Astra Serif"/>
          <w:b/>
          <w:sz w:val="28"/>
          <w:szCs w:val="28"/>
        </w:rPr>
        <w:t>угов Ульяновской области</w:t>
      </w:r>
      <w:r w:rsidR="00C2368A" w:rsidRPr="004C126A">
        <w:rPr>
          <w:rFonts w:ascii="PT Astra Serif" w:hAnsi="PT Astra Serif"/>
          <w:b/>
          <w:sz w:val="28"/>
          <w:szCs w:val="28"/>
        </w:rPr>
        <w:br/>
        <w:t>на 202</w:t>
      </w:r>
      <w:r w:rsidR="008013FB" w:rsidRPr="004C126A">
        <w:rPr>
          <w:rFonts w:ascii="PT Astra Serif" w:hAnsi="PT Astra Serif"/>
          <w:b/>
          <w:sz w:val="28"/>
          <w:szCs w:val="28"/>
        </w:rPr>
        <w:t>3</w:t>
      </w:r>
      <w:r w:rsidRPr="004C126A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8013FB" w:rsidRPr="004C126A">
        <w:rPr>
          <w:rFonts w:ascii="PT Astra Serif" w:hAnsi="PT Astra Serif"/>
          <w:b/>
          <w:sz w:val="28"/>
          <w:szCs w:val="28"/>
        </w:rPr>
        <w:t>4</w:t>
      </w:r>
      <w:r w:rsidRPr="004C126A">
        <w:rPr>
          <w:rFonts w:ascii="PT Astra Serif" w:hAnsi="PT Astra Serif"/>
          <w:b/>
          <w:sz w:val="28"/>
          <w:szCs w:val="28"/>
        </w:rPr>
        <w:t xml:space="preserve"> и 202</w:t>
      </w:r>
      <w:r w:rsidR="008013FB" w:rsidRPr="004C126A">
        <w:rPr>
          <w:rFonts w:ascii="PT Astra Serif" w:hAnsi="PT Astra Serif"/>
          <w:b/>
          <w:sz w:val="28"/>
          <w:szCs w:val="28"/>
        </w:rPr>
        <w:t>5</w:t>
      </w:r>
      <w:r w:rsidRPr="004C126A">
        <w:rPr>
          <w:rFonts w:ascii="PT Astra Serif" w:hAnsi="PT Astra Serif"/>
          <w:b/>
          <w:sz w:val="28"/>
          <w:szCs w:val="28"/>
        </w:rPr>
        <w:t xml:space="preserve"> годов </w:t>
      </w:r>
    </w:p>
    <w:p w:rsidR="00CD4217" w:rsidRPr="004C126A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4217" w:rsidRPr="004C126A" w:rsidRDefault="00CD4217" w:rsidP="00CD4217">
      <w:pPr>
        <w:keepNext/>
        <w:jc w:val="right"/>
        <w:outlineLvl w:val="0"/>
        <w:rPr>
          <w:rFonts w:ascii="PT Astra Serif" w:hAnsi="PT Astra Serif"/>
          <w:sz w:val="28"/>
          <w:szCs w:val="28"/>
        </w:rPr>
      </w:pP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</w:r>
      <w:r w:rsidRPr="004C126A">
        <w:rPr>
          <w:rFonts w:ascii="PT Astra Serif" w:hAnsi="PT Astra Serif"/>
          <w:sz w:val="28"/>
          <w:szCs w:val="28"/>
        </w:rPr>
        <w:tab/>
        <w:t>тыс. руб.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154"/>
        <w:gridCol w:w="2127"/>
        <w:gridCol w:w="2268"/>
      </w:tblGrid>
      <w:tr w:rsidR="00CD4217" w:rsidRPr="004C126A" w:rsidTr="00AE20E7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217" w:rsidRPr="004C126A" w:rsidRDefault="00CD4217" w:rsidP="0063162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 xml:space="preserve">Наименование </w:t>
            </w:r>
          </w:p>
          <w:p w:rsidR="00CD4217" w:rsidRPr="004C126A" w:rsidRDefault="00CD4217" w:rsidP="0063162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межбюджетных</w:t>
            </w:r>
            <w:r w:rsidRPr="004C126A">
              <w:rPr>
                <w:rFonts w:ascii="PT Astra Serif" w:hAnsi="PT Astra Serif"/>
                <w:bCs/>
                <w:sz w:val="28"/>
                <w:szCs w:val="28"/>
              </w:rPr>
              <w:br/>
              <w:t>трансфертов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8013FB">
            <w:pPr>
              <w:spacing w:line="23" w:lineRule="atLeast"/>
              <w:ind w:right="-109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8013FB" w:rsidRPr="004C126A">
              <w:rPr>
                <w:rFonts w:ascii="PT Astra Serif" w:hAnsi="PT Astra Serif"/>
                <w:bCs/>
                <w:sz w:val="28"/>
                <w:szCs w:val="28"/>
                <w:lang w:val="en-US"/>
              </w:rPr>
              <w:t>3</w:t>
            </w: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8013F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8013FB" w:rsidRPr="004C126A">
              <w:rPr>
                <w:rFonts w:ascii="PT Astra Serif" w:hAnsi="PT Astra Serif"/>
                <w:bCs/>
                <w:sz w:val="28"/>
                <w:szCs w:val="28"/>
                <w:lang w:val="en-US"/>
              </w:rPr>
              <w:t>4</w:t>
            </w: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8013F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8013FB" w:rsidRPr="004C126A">
              <w:rPr>
                <w:rFonts w:ascii="PT Astra Serif" w:hAnsi="PT Astra Serif"/>
                <w:bCs/>
                <w:sz w:val="28"/>
                <w:szCs w:val="28"/>
                <w:lang w:val="en-US"/>
              </w:rPr>
              <w:t>5</w:t>
            </w: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</w:tr>
    </w:tbl>
    <w:p w:rsidR="00CD4217" w:rsidRPr="004C126A" w:rsidRDefault="00CD4217" w:rsidP="00CD4217">
      <w:pPr>
        <w:rPr>
          <w:rFonts w:ascii="PT Astra Serif" w:hAnsi="PT Astra Serif"/>
          <w:sz w:val="2"/>
          <w:szCs w:val="2"/>
        </w:rPr>
      </w:pPr>
    </w:p>
    <w:tbl>
      <w:tblPr>
        <w:tblW w:w="9667" w:type="dxa"/>
        <w:tblInd w:w="108" w:type="dxa"/>
        <w:tblLook w:val="04A0"/>
      </w:tblPr>
      <w:tblGrid>
        <w:gridCol w:w="3119"/>
        <w:gridCol w:w="2154"/>
        <w:gridCol w:w="2126"/>
        <w:gridCol w:w="2268"/>
      </w:tblGrid>
      <w:tr w:rsidR="00CD4217" w:rsidRPr="00D500BA" w:rsidTr="00AE20E7">
        <w:trPr>
          <w:trHeight w:val="228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4C126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4</w:t>
            </w:r>
          </w:p>
        </w:tc>
      </w:tr>
      <w:tr w:rsidR="00317205" w:rsidRPr="004C126A" w:rsidTr="0028225B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17205" w:rsidRPr="004C126A" w:rsidRDefault="00317205" w:rsidP="00C3404F">
            <w:pPr>
              <w:widowContro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sz w:val="28"/>
                <w:szCs w:val="28"/>
              </w:rPr>
              <w:t>Дотации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3601286,1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2479985,1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2727932,4</w:t>
            </w:r>
          </w:p>
        </w:tc>
      </w:tr>
      <w:tr w:rsidR="00317205" w:rsidRPr="004C126A" w:rsidTr="0028225B">
        <w:tc>
          <w:tcPr>
            <w:tcW w:w="3119" w:type="dxa"/>
            <w:vAlign w:val="bottom"/>
            <w:hideMark/>
          </w:tcPr>
          <w:p w:rsidR="00317205" w:rsidRPr="004C126A" w:rsidRDefault="00317205" w:rsidP="00C3404F">
            <w:pPr>
              <w:widowControl w:val="0"/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7247879,57231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C671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7542631,28942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3871730,86368</w:t>
            </w:r>
          </w:p>
        </w:tc>
      </w:tr>
      <w:tr w:rsidR="00317205" w:rsidRPr="004C126A" w:rsidTr="0028225B">
        <w:tc>
          <w:tcPr>
            <w:tcW w:w="3119" w:type="dxa"/>
            <w:shd w:val="clear" w:color="auto" w:fill="FFFFFF"/>
            <w:vAlign w:val="center"/>
            <w:hideMark/>
          </w:tcPr>
          <w:p w:rsidR="00317205" w:rsidRPr="004C126A" w:rsidRDefault="00317205" w:rsidP="00C3404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Субвенции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13314113,14535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4C126A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11929039,24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13392441,44</w:t>
            </w:r>
          </w:p>
        </w:tc>
      </w:tr>
      <w:tr w:rsidR="00317205" w:rsidRPr="004C126A" w:rsidTr="0028225B">
        <w:tc>
          <w:tcPr>
            <w:tcW w:w="3119" w:type="dxa"/>
            <w:shd w:val="clear" w:color="auto" w:fill="FFFFFF"/>
            <w:vAlign w:val="center"/>
            <w:hideMark/>
          </w:tcPr>
          <w:p w:rsidR="00317205" w:rsidRPr="004C126A" w:rsidRDefault="00317205" w:rsidP="00C3404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4C126A">
              <w:rPr>
                <w:rFonts w:ascii="PT Astra Serif" w:hAnsi="PT Astra Serif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DA0C0C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3391920,814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623076,74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17205" w:rsidRPr="004C126A" w:rsidRDefault="00317205" w:rsidP="0031720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color w:val="000000"/>
                <w:sz w:val="28"/>
                <w:szCs w:val="28"/>
              </w:rPr>
              <w:t>579111,8</w:t>
            </w:r>
          </w:p>
        </w:tc>
      </w:tr>
      <w:tr w:rsidR="00317205" w:rsidRPr="00D500BA" w:rsidTr="00035F50">
        <w:tc>
          <w:tcPr>
            <w:tcW w:w="3119" w:type="dxa"/>
            <w:shd w:val="clear" w:color="auto" w:fill="FFFFFF"/>
            <w:vAlign w:val="center"/>
            <w:hideMark/>
          </w:tcPr>
          <w:p w:rsidR="00317205" w:rsidRPr="004C126A" w:rsidRDefault="00317205" w:rsidP="00C3404F">
            <w:pPr>
              <w:widowControl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4C126A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205" w:rsidRPr="004C126A" w:rsidRDefault="00DA0C0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27555199,63166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205" w:rsidRPr="004C126A" w:rsidRDefault="00C6711B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22574732,36942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17205" w:rsidRPr="004C126A" w:rsidRDefault="00317205" w:rsidP="00406B1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4C126A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20571216,50368</w:t>
            </w:r>
          </w:p>
        </w:tc>
      </w:tr>
    </w:tbl>
    <w:p w:rsidR="00EC098A" w:rsidRDefault="00777FDE" w:rsidP="00777FDE">
      <w:pPr>
        <w:pStyle w:val="af1"/>
        <w:widowControl w:val="0"/>
        <w:spacing w:after="0"/>
        <w:ind w:left="284" w:firstLine="425"/>
        <w:jc w:val="center"/>
        <w:outlineLvl w:val="0"/>
        <w:rPr>
          <w:rFonts w:ascii="PT Astra Serif" w:hAnsi="PT Astra Serif"/>
          <w:spacing w:val="-4"/>
          <w:sz w:val="28"/>
          <w:szCs w:val="28"/>
        </w:rPr>
      </w:pPr>
      <w:r w:rsidRPr="00643B99">
        <w:rPr>
          <w:rFonts w:ascii="PT Astra Serif" w:hAnsi="PT Astra Serif"/>
          <w:sz w:val="28"/>
          <w:szCs w:val="28"/>
        </w:rPr>
        <w:t>________________</w:t>
      </w:r>
      <w:r w:rsidRPr="00643B99">
        <w:rPr>
          <w:rFonts w:ascii="PT Astra Serif" w:hAnsi="PT Astra Serif"/>
          <w:spacing w:val="-4"/>
          <w:sz w:val="28"/>
          <w:szCs w:val="28"/>
        </w:rPr>
        <w:t>»;</w:t>
      </w:r>
    </w:p>
    <w:p w:rsidR="00777FDE" w:rsidRPr="00777FDE" w:rsidRDefault="00777FDE" w:rsidP="00777FDE">
      <w:pPr>
        <w:pStyle w:val="af1"/>
        <w:widowControl w:val="0"/>
        <w:spacing w:after="0"/>
        <w:ind w:left="284" w:firstLine="425"/>
        <w:jc w:val="center"/>
        <w:outlineLvl w:val="0"/>
        <w:rPr>
          <w:rFonts w:ascii="PT Astra Serif" w:hAnsi="PT Astra Serif"/>
          <w:sz w:val="28"/>
          <w:szCs w:val="28"/>
          <w:highlight w:val="cyan"/>
        </w:rPr>
      </w:pPr>
    </w:p>
    <w:p w:rsidR="00AE20E7" w:rsidRPr="00AA6143" w:rsidRDefault="005D61EB" w:rsidP="00E75359">
      <w:pPr>
        <w:pStyle w:val="af1"/>
        <w:widowControl w:val="0"/>
        <w:spacing w:after="0" w:line="360" w:lineRule="auto"/>
        <w:ind w:left="284" w:firstLine="425"/>
        <w:jc w:val="both"/>
        <w:outlineLvl w:val="0"/>
        <w:rPr>
          <w:rFonts w:ascii="PT Astra Serif" w:hAnsi="PT Astra Serif"/>
          <w:sz w:val="28"/>
          <w:szCs w:val="28"/>
        </w:rPr>
      </w:pPr>
      <w:r w:rsidRPr="00B46E4F">
        <w:rPr>
          <w:rFonts w:ascii="PT Astra Serif" w:hAnsi="PT Astra Serif"/>
          <w:sz w:val="28"/>
          <w:szCs w:val="28"/>
        </w:rPr>
        <w:t>1</w:t>
      </w:r>
      <w:r w:rsidR="001B51A3" w:rsidRPr="00B46E4F">
        <w:rPr>
          <w:rFonts w:ascii="PT Astra Serif" w:hAnsi="PT Astra Serif"/>
          <w:sz w:val="28"/>
          <w:szCs w:val="28"/>
        </w:rPr>
        <w:t>1</w:t>
      </w:r>
      <w:r w:rsidR="006566E6" w:rsidRPr="00B46E4F">
        <w:rPr>
          <w:rFonts w:ascii="PT Astra Serif" w:hAnsi="PT Astra Serif"/>
          <w:sz w:val="28"/>
          <w:szCs w:val="28"/>
        </w:rPr>
        <w:t>) в приложен</w:t>
      </w:r>
      <w:r w:rsidR="009E0BA1" w:rsidRPr="00B46E4F">
        <w:rPr>
          <w:rFonts w:ascii="PT Astra Serif" w:hAnsi="PT Astra Serif"/>
          <w:sz w:val="28"/>
          <w:szCs w:val="28"/>
        </w:rPr>
        <w:t>ии 10</w:t>
      </w:r>
      <w:r w:rsidR="006566E6" w:rsidRPr="00B46E4F">
        <w:rPr>
          <w:rFonts w:ascii="PT Astra Serif" w:hAnsi="PT Astra Serif"/>
          <w:sz w:val="28"/>
          <w:szCs w:val="28"/>
        </w:rPr>
        <w:t>:</w:t>
      </w:r>
    </w:p>
    <w:p w:rsidR="00F21D11" w:rsidRDefault="00AA6143" w:rsidP="003C1A8D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527AF8" w:rsidRPr="00527AF8">
        <w:rPr>
          <w:rFonts w:ascii="PT Astra Serif" w:hAnsi="PT Astra Serif"/>
          <w:sz w:val="28"/>
          <w:szCs w:val="28"/>
        </w:rPr>
        <w:t>таблицу 2.21 изложить в следующей редакции:</w:t>
      </w:r>
    </w:p>
    <w:p w:rsidR="00777FDE" w:rsidRDefault="00777FDE" w:rsidP="003C1A8D">
      <w:pPr>
        <w:ind w:firstLine="709"/>
        <w:rPr>
          <w:rFonts w:ascii="PT Astra Serif" w:hAnsi="PT Astra Serif"/>
          <w:sz w:val="28"/>
          <w:szCs w:val="28"/>
        </w:rPr>
      </w:pPr>
    </w:p>
    <w:p w:rsidR="00777FDE" w:rsidRDefault="00777FDE" w:rsidP="003C1A8D">
      <w:pPr>
        <w:ind w:firstLine="709"/>
        <w:rPr>
          <w:rFonts w:ascii="PT Astra Serif" w:hAnsi="PT Astra Serif"/>
          <w:sz w:val="28"/>
          <w:szCs w:val="28"/>
        </w:rPr>
        <w:sectPr w:rsidR="00777FDE" w:rsidSect="003C38A4">
          <w:headerReference w:type="first" r:id="rId15"/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W w:w="9654" w:type="dxa"/>
        <w:tblInd w:w="108" w:type="dxa"/>
        <w:tblLook w:val="0000"/>
      </w:tblPr>
      <w:tblGrid>
        <w:gridCol w:w="700"/>
        <w:gridCol w:w="4720"/>
        <w:gridCol w:w="4234"/>
      </w:tblGrid>
      <w:tr w:rsidR="007D56ED" w:rsidRPr="00D500BA" w:rsidTr="00417165">
        <w:trPr>
          <w:trHeight w:val="157"/>
        </w:trPr>
        <w:tc>
          <w:tcPr>
            <w:tcW w:w="9654" w:type="dxa"/>
            <w:gridSpan w:val="3"/>
            <w:vAlign w:val="center"/>
          </w:tcPr>
          <w:p w:rsidR="007D56ED" w:rsidRPr="007D56ED" w:rsidRDefault="007D56ED" w:rsidP="00A8047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lastRenderedPageBreak/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7D56ED">
              <w:rPr>
                <w:rFonts w:ascii="PT Astra Serif" w:hAnsi="PT Astra Serif"/>
                <w:bCs/>
                <w:sz w:val="28"/>
                <w:szCs w:val="28"/>
              </w:rPr>
              <w:t>Таблица 2.21</w:t>
            </w:r>
          </w:p>
          <w:p w:rsidR="007D56ED" w:rsidRPr="007D56ED" w:rsidRDefault="007D56ED" w:rsidP="00A80473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7D56ED" w:rsidRPr="00D500BA" w:rsidTr="00417165">
        <w:trPr>
          <w:trHeight w:val="359"/>
        </w:trPr>
        <w:tc>
          <w:tcPr>
            <w:tcW w:w="9654" w:type="dxa"/>
            <w:gridSpan w:val="3"/>
            <w:vAlign w:val="center"/>
          </w:tcPr>
          <w:p w:rsidR="007D56ED" w:rsidRPr="004F273F" w:rsidRDefault="007D56ED" w:rsidP="00314990">
            <w:pPr>
              <w:contextualSpacing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Распределение субсидий </w:t>
            </w:r>
            <w:r w:rsidRPr="004F273F">
              <w:rPr>
                <w:rFonts w:ascii="PT Astra Serif" w:hAnsi="PT Astra Serif" w:cs="Calibri"/>
                <w:b/>
                <w:bCs/>
                <w:sz w:val="28"/>
                <w:szCs w:val="28"/>
              </w:rPr>
              <w:t>из областного бюджета Ульяновской области</w:t>
            </w:r>
            <w:r w:rsidRPr="004F273F">
              <w:rPr>
                <w:rFonts w:ascii="PT Astra Serif" w:hAnsi="PT Astra Serif" w:cs="Calibri"/>
                <w:bCs/>
                <w:sz w:val="28"/>
                <w:szCs w:val="28"/>
              </w:rPr>
              <w:t xml:space="preserve"> </w:t>
            </w:r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бюджетам </w:t>
            </w:r>
            <w:r w:rsidR="0031499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городских </w:t>
            </w:r>
            <w:r w:rsidR="004F273F"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поселений и городских округов </w:t>
            </w:r>
            <w:r w:rsidR="0031499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Ульяновской области</w:t>
            </w:r>
            <w:r w:rsidR="0031499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</w:t>
            </w:r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в целях </w:t>
            </w:r>
            <w:proofErr w:type="spellStart"/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расходных </w:t>
            </w:r>
            <w:r w:rsidR="0031499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обязательств, </w:t>
            </w:r>
            <w:r w:rsidR="004F273F"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возникающих в связи с благоустройством </w:t>
            </w:r>
            <w:r w:rsidR="0031499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="004F273F"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дворовых территорий, территорий общего пользования и территорий объектов социальной инфраструктуры, в том числе погашением </w:t>
            </w:r>
            <w:r w:rsidR="0031499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="004F273F"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кредиторской задолженности, на </w:t>
            </w:r>
            <w:r w:rsidRPr="004F273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плановый период 2024 и 2025 годов</w:t>
            </w:r>
          </w:p>
        </w:tc>
      </w:tr>
      <w:tr w:rsidR="007D56ED" w:rsidRPr="00D500BA" w:rsidTr="00417165">
        <w:trPr>
          <w:trHeight w:val="375"/>
        </w:trPr>
        <w:tc>
          <w:tcPr>
            <w:tcW w:w="700" w:type="dxa"/>
            <w:noWrap/>
            <w:vAlign w:val="bottom"/>
          </w:tcPr>
          <w:p w:rsidR="007D56ED" w:rsidRPr="004F273F" w:rsidRDefault="007D56ED" w:rsidP="00A8047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7D56ED" w:rsidRPr="004F273F" w:rsidRDefault="007D56ED" w:rsidP="00A8047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7D56ED" w:rsidRPr="004F273F" w:rsidRDefault="007D56ED" w:rsidP="00A80473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4F273F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7D56ED" w:rsidRPr="00D500BA" w:rsidRDefault="007D56ED" w:rsidP="007D56ED">
      <w:pPr>
        <w:rPr>
          <w:rFonts w:ascii="PT Astra Serif" w:hAnsi="PT Astra Serif"/>
          <w:sz w:val="2"/>
          <w:szCs w:val="2"/>
          <w:highlight w:val="cyan"/>
        </w:rPr>
      </w:pPr>
    </w:p>
    <w:tbl>
      <w:tblPr>
        <w:tblW w:w="965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8"/>
        <w:gridCol w:w="4592"/>
        <w:gridCol w:w="2041"/>
        <w:gridCol w:w="2211"/>
      </w:tblGrid>
      <w:tr w:rsidR="00C63F78" w:rsidRPr="007D56ED" w:rsidTr="00417165">
        <w:trPr>
          <w:trHeight w:val="375"/>
        </w:trPr>
        <w:tc>
          <w:tcPr>
            <w:tcW w:w="808" w:type="dxa"/>
            <w:noWrap/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№</w:t>
            </w:r>
            <w:r w:rsidRPr="007D56E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7D56ED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7D56ED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7D56ED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2" w:type="dxa"/>
            <w:noWrap/>
            <w:tcMar>
              <w:left w:w="57" w:type="dxa"/>
              <w:right w:w="57" w:type="dxa"/>
            </w:tcMar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C63F78" w:rsidRPr="007D56ED" w:rsidRDefault="00C63F78" w:rsidP="00C63F7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041" w:type="dxa"/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2211" w:type="dxa"/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2025 год</w:t>
            </w:r>
          </w:p>
        </w:tc>
      </w:tr>
    </w:tbl>
    <w:p w:rsidR="004F273F" w:rsidRPr="004F273F" w:rsidRDefault="004F273F" w:rsidP="004F273F">
      <w:pPr>
        <w:spacing w:line="120" w:lineRule="auto"/>
        <w:rPr>
          <w:sz w:val="2"/>
          <w:szCs w:val="2"/>
        </w:rPr>
      </w:pPr>
    </w:p>
    <w:tbl>
      <w:tblPr>
        <w:tblW w:w="9652" w:type="dxa"/>
        <w:tblInd w:w="108" w:type="dxa"/>
        <w:tblLayout w:type="fixed"/>
        <w:tblLook w:val="0000"/>
      </w:tblPr>
      <w:tblGrid>
        <w:gridCol w:w="808"/>
        <w:gridCol w:w="4592"/>
        <w:gridCol w:w="2041"/>
        <w:gridCol w:w="2211"/>
      </w:tblGrid>
      <w:tr w:rsidR="00C63F78" w:rsidRPr="00D500BA" w:rsidTr="00417165">
        <w:trPr>
          <w:tblHeader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F78" w:rsidRPr="007D56ED" w:rsidRDefault="00C63F78" w:rsidP="00C63F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</w:tr>
      <w:tr w:rsidR="00C63F78" w:rsidRPr="00D500BA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592" w:type="dxa"/>
            <w:shd w:val="clear" w:color="auto" w:fill="auto"/>
          </w:tcPr>
          <w:p w:rsidR="00C63F78" w:rsidRPr="007D56ED" w:rsidRDefault="00C63F78" w:rsidP="00A80473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7D56ED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7D56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32279,0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C63F78" w:rsidRPr="00D500BA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1.1.</w:t>
            </w:r>
          </w:p>
        </w:tc>
        <w:tc>
          <w:tcPr>
            <w:tcW w:w="4592" w:type="dxa"/>
            <w:shd w:val="clear" w:color="auto" w:fill="auto"/>
          </w:tcPr>
          <w:p w:rsidR="00C63F78" w:rsidRPr="007D56ED" w:rsidRDefault="00C63F78" w:rsidP="00A80473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7D56ED">
              <w:rPr>
                <w:rFonts w:ascii="PT Astra Serif" w:hAnsi="PT Astra Serif"/>
                <w:sz w:val="28"/>
                <w:szCs w:val="28"/>
              </w:rPr>
              <w:t>Сенгилеевское</w:t>
            </w:r>
            <w:proofErr w:type="spellEnd"/>
            <w:r w:rsidRPr="007D56ED">
              <w:rPr>
                <w:rFonts w:ascii="PT Astra Serif" w:hAnsi="PT Astra Serif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32279,0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C63F78" w:rsidRPr="00D500BA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  <w:hideMark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592" w:type="dxa"/>
            <w:shd w:val="clear" w:color="auto" w:fill="auto"/>
            <w:hideMark/>
          </w:tcPr>
          <w:p w:rsidR="00C63F78" w:rsidRPr="007D56ED" w:rsidRDefault="00C63F78" w:rsidP="00A80473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7D56ED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Pr="007D56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47397,0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C63F78" w:rsidRPr="00D500BA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  <w:hideMark/>
          </w:tcPr>
          <w:p w:rsidR="00C63F78" w:rsidRPr="007D56ED" w:rsidRDefault="00C63F78" w:rsidP="00A804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56ED">
              <w:rPr>
                <w:rFonts w:ascii="PT Astra Serif" w:hAnsi="PT Astra Serif"/>
                <w:sz w:val="28"/>
                <w:szCs w:val="28"/>
              </w:rPr>
              <w:t>2.1.</w:t>
            </w:r>
          </w:p>
        </w:tc>
        <w:tc>
          <w:tcPr>
            <w:tcW w:w="4592" w:type="dxa"/>
            <w:shd w:val="clear" w:color="auto" w:fill="auto"/>
            <w:hideMark/>
          </w:tcPr>
          <w:p w:rsidR="00C63F78" w:rsidRPr="007D56ED" w:rsidRDefault="00C63F78" w:rsidP="00A80473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7D56ED">
              <w:rPr>
                <w:rFonts w:ascii="PT Astra Serif" w:hAnsi="PT Astra Serif"/>
                <w:sz w:val="28"/>
                <w:szCs w:val="28"/>
              </w:rPr>
              <w:t>Языковское</w:t>
            </w:r>
            <w:proofErr w:type="spellEnd"/>
            <w:r w:rsidRPr="007D56ED">
              <w:rPr>
                <w:rFonts w:ascii="PT Astra Serif" w:hAnsi="PT Astra Serif"/>
                <w:sz w:val="28"/>
                <w:szCs w:val="28"/>
              </w:rPr>
              <w:t xml:space="preserve"> городское </w:t>
            </w:r>
            <w:r w:rsidRPr="007D56ED">
              <w:rPr>
                <w:rFonts w:ascii="PT Astra Serif" w:hAnsi="PT Astra Serif"/>
                <w:sz w:val="28"/>
                <w:szCs w:val="28"/>
              </w:rPr>
              <w:br/>
              <w:t>поселение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47397,0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C63F78" w:rsidRPr="00D500BA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  <w:hideMark/>
          </w:tcPr>
          <w:p w:rsidR="00C63F78" w:rsidRPr="00D500BA" w:rsidRDefault="00C63F78" w:rsidP="00A80473">
            <w:pPr>
              <w:jc w:val="center"/>
              <w:rPr>
                <w:rFonts w:ascii="PT Astra Serif" w:hAnsi="PT Astra Serif"/>
                <w:b/>
                <w:sz w:val="28"/>
                <w:szCs w:val="28"/>
                <w:highlight w:val="cyan"/>
              </w:rPr>
            </w:pPr>
          </w:p>
        </w:tc>
        <w:tc>
          <w:tcPr>
            <w:tcW w:w="4592" w:type="dxa"/>
            <w:shd w:val="clear" w:color="auto" w:fill="auto"/>
            <w:hideMark/>
          </w:tcPr>
          <w:p w:rsidR="00C63F78" w:rsidRPr="00C63F78" w:rsidRDefault="00C63F78" w:rsidP="00C63F78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C63F78">
              <w:rPr>
                <w:rFonts w:ascii="PT Astra Serif" w:hAnsi="PT Astra Serif"/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79676,0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C63F78" w:rsidRDefault="00C63F78" w:rsidP="00A8047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63F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C63F78" w:rsidRPr="00BF4C0C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  <w:hideMark/>
          </w:tcPr>
          <w:p w:rsidR="00C63F78" w:rsidRPr="00BF4C0C" w:rsidRDefault="00C63F78" w:rsidP="007D56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F4C0C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592" w:type="dxa"/>
            <w:shd w:val="clear" w:color="auto" w:fill="auto"/>
            <w:hideMark/>
          </w:tcPr>
          <w:p w:rsidR="00C63F78" w:rsidRPr="00BF4C0C" w:rsidRDefault="00C63F78" w:rsidP="00A80473">
            <w:pPr>
              <w:rPr>
                <w:rFonts w:ascii="PT Astra Serif" w:hAnsi="PT Astra Serif"/>
                <w:sz w:val="28"/>
                <w:szCs w:val="28"/>
              </w:rPr>
            </w:pPr>
            <w:r w:rsidRPr="00BF4C0C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BF4C0C" w:rsidRDefault="00C63F78" w:rsidP="00C63F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4C0C">
              <w:rPr>
                <w:rFonts w:ascii="PT Astra Serif" w:hAnsi="PT Astra Serif"/>
                <w:color w:val="000000"/>
                <w:sz w:val="28"/>
                <w:szCs w:val="28"/>
              </w:rPr>
              <w:t>20548,73093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BF4C0C" w:rsidRDefault="00C63F78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4C0C">
              <w:rPr>
                <w:rFonts w:ascii="PT Astra Serif" w:hAnsi="PT Astra Serif"/>
                <w:color w:val="000000"/>
                <w:sz w:val="28"/>
                <w:szCs w:val="28"/>
              </w:rPr>
              <w:t>160978,25567</w:t>
            </w:r>
          </w:p>
        </w:tc>
      </w:tr>
      <w:tr w:rsidR="00C63F78" w:rsidRPr="00BF4C0C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  <w:hideMark/>
          </w:tcPr>
          <w:p w:rsidR="00C63F78" w:rsidRPr="00BF4C0C" w:rsidRDefault="00C63F78" w:rsidP="00A8047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592" w:type="dxa"/>
            <w:shd w:val="clear" w:color="auto" w:fill="auto"/>
            <w:hideMark/>
          </w:tcPr>
          <w:p w:rsidR="00C63F78" w:rsidRPr="00BF4C0C" w:rsidRDefault="00C63F78" w:rsidP="00A8047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BF4C0C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BF4C0C" w:rsidRDefault="00C63F78" w:rsidP="00A8047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F4C0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20548,73093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BF4C0C" w:rsidRDefault="00C63F78" w:rsidP="00A8047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F4C0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160978,25567</w:t>
            </w:r>
          </w:p>
        </w:tc>
      </w:tr>
      <w:tr w:rsidR="00C63F78" w:rsidRPr="00BF4C0C" w:rsidTr="00417165">
        <w:tblPrEx>
          <w:tblLook w:val="04A0"/>
        </w:tblPrEx>
        <w:trPr>
          <w:trHeight w:val="375"/>
        </w:trPr>
        <w:tc>
          <w:tcPr>
            <w:tcW w:w="808" w:type="dxa"/>
            <w:shd w:val="clear" w:color="auto" w:fill="auto"/>
            <w:vAlign w:val="bottom"/>
            <w:hideMark/>
          </w:tcPr>
          <w:p w:rsidR="00C63F78" w:rsidRPr="00BF4C0C" w:rsidRDefault="00C63F78" w:rsidP="00A80473">
            <w:pPr>
              <w:rPr>
                <w:b/>
              </w:rPr>
            </w:pPr>
          </w:p>
        </w:tc>
        <w:tc>
          <w:tcPr>
            <w:tcW w:w="4592" w:type="dxa"/>
            <w:shd w:val="clear" w:color="auto" w:fill="auto"/>
            <w:hideMark/>
          </w:tcPr>
          <w:p w:rsidR="00C63F78" w:rsidRPr="00BF4C0C" w:rsidRDefault="00C63F78" w:rsidP="00A8047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BF4C0C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C63F78" w:rsidRPr="00BF4C0C" w:rsidRDefault="00C63F78" w:rsidP="00A8047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F4C0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100224,73093</w:t>
            </w:r>
          </w:p>
        </w:tc>
        <w:tc>
          <w:tcPr>
            <w:tcW w:w="2211" w:type="dxa"/>
            <w:shd w:val="clear" w:color="auto" w:fill="auto"/>
            <w:noWrap/>
            <w:vAlign w:val="bottom"/>
          </w:tcPr>
          <w:p w:rsidR="00C63F78" w:rsidRPr="00BF4C0C" w:rsidRDefault="00BF4C0C" w:rsidP="00A8047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 </w:t>
            </w:r>
            <w:r w:rsidR="00C63F78" w:rsidRPr="00BF4C0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160978,25567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F21D11" w:rsidRDefault="00417165" w:rsidP="00E30388">
      <w:pPr>
        <w:spacing w:before="120"/>
        <w:ind w:firstLine="709"/>
        <w:rPr>
          <w:rFonts w:ascii="PT Astra Serif" w:hAnsi="PT Astra Serif"/>
          <w:sz w:val="28"/>
          <w:szCs w:val="28"/>
        </w:rPr>
        <w:sectPr w:rsidR="00F21D11" w:rsidSect="003C38A4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  <w:r>
        <w:rPr>
          <w:rFonts w:ascii="PT Astra Serif" w:hAnsi="PT Astra Serif"/>
          <w:sz w:val="28"/>
          <w:szCs w:val="28"/>
        </w:rPr>
        <w:t>б</w:t>
      </w:r>
      <w:r w:rsidR="00E509D0" w:rsidRPr="00E509D0">
        <w:rPr>
          <w:rFonts w:ascii="PT Astra Serif" w:hAnsi="PT Astra Serif"/>
          <w:sz w:val="28"/>
          <w:szCs w:val="28"/>
        </w:rPr>
        <w:t>) таблицу 2.37 изложить в следующей редакции:</w:t>
      </w:r>
    </w:p>
    <w:tbl>
      <w:tblPr>
        <w:tblW w:w="9654" w:type="dxa"/>
        <w:tblInd w:w="108" w:type="dxa"/>
        <w:tblLook w:val="0000"/>
      </w:tblPr>
      <w:tblGrid>
        <w:gridCol w:w="700"/>
        <w:gridCol w:w="4720"/>
        <w:gridCol w:w="4234"/>
      </w:tblGrid>
      <w:tr w:rsidR="00E509D0" w:rsidRPr="00B10EA6" w:rsidTr="00417165">
        <w:trPr>
          <w:trHeight w:val="157"/>
        </w:trPr>
        <w:tc>
          <w:tcPr>
            <w:tcW w:w="9654" w:type="dxa"/>
            <w:gridSpan w:val="3"/>
            <w:vAlign w:val="center"/>
          </w:tcPr>
          <w:p w:rsidR="00E509D0" w:rsidRPr="00D33F48" w:rsidRDefault="00E509D0" w:rsidP="00E509D0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lastRenderedPageBreak/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D33F48">
              <w:rPr>
                <w:rFonts w:ascii="PT Astra Serif" w:hAnsi="PT Astra Serif"/>
                <w:bCs/>
                <w:sz w:val="28"/>
                <w:szCs w:val="28"/>
              </w:rPr>
              <w:t>Таблица 2.37</w:t>
            </w:r>
          </w:p>
          <w:p w:rsidR="00E509D0" w:rsidRPr="00D33F48" w:rsidRDefault="00E509D0" w:rsidP="00E509D0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509D0" w:rsidRPr="00D33F48" w:rsidTr="00417165">
        <w:tc>
          <w:tcPr>
            <w:tcW w:w="9654" w:type="dxa"/>
            <w:gridSpan w:val="3"/>
            <w:vAlign w:val="center"/>
          </w:tcPr>
          <w:p w:rsidR="00E509D0" w:rsidRPr="00D33F48" w:rsidRDefault="00E509D0" w:rsidP="00E50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t xml:space="preserve">Распределение субсидий </w:t>
            </w:r>
            <w:r w:rsidRPr="00D33F48">
              <w:rPr>
                <w:rFonts w:ascii="PT Astra Serif" w:hAnsi="PT Astra Serif" w:cs="Calibri"/>
                <w:b/>
                <w:bCs/>
                <w:sz w:val="28"/>
                <w:szCs w:val="28"/>
              </w:rPr>
              <w:t xml:space="preserve">из областного бюджета Ульяновской области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 xml:space="preserve">Ульяновской области в целях </w:t>
            </w:r>
            <w:proofErr w:type="spellStart"/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t>софинансирования</w:t>
            </w:r>
            <w:proofErr w:type="spellEnd"/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t xml:space="preserve"> расходных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 xml:space="preserve">обязательств, связанных с ремонтом дворовых территорий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 xml:space="preserve">многоквартирных домов и социальных объектов, проездов к дворовым территориям многоквартирных домов и социальным объектам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>населённых пунктов, подготовкой проектной документации, а также строительством, реконструкцией, капитальным ремонтом, ремонтом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 xml:space="preserve">и содержанием (установкой дорожных знаков и нанесением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>горизонтальной разметки</w:t>
            </w:r>
            <w:proofErr w:type="gramEnd"/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t xml:space="preserve">) </w:t>
            </w:r>
            <w:proofErr w:type="gramStart"/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t xml:space="preserve">автомобильных дорог общего пользования местного значения, мостов и иных искусственных дорожных сооружений на них, в том числе в связи с проектированием и строительством 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>(реконструкцией) автомобильных дорог общего пользования местного значения с твёрдым покрытием до сельских населённых пунктов,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>не имеющих круглогодичной связи с сетью автомобильных дорог</w:t>
            </w:r>
            <w:r w:rsidRPr="00D33F48">
              <w:rPr>
                <w:rFonts w:ascii="PT Astra Serif" w:hAnsi="PT Astra Serif" w:cs="Calibri"/>
                <w:b/>
                <w:sz w:val="28"/>
                <w:szCs w:val="28"/>
              </w:rPr>
              <w:br/>
              <w:t xml:space="preserve">общего пользования, на 2023 год </w:t>
            </w:r>
            <w:r w:rsidRPr="00D33F48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и на плановый период 2024 и 2025 годов</w:t>
            </w:r>
            <w:proofErr w:type="gramEnd"/>
          </w:p>
        </w:tc>
      </w:tr>
      <w:tr w:rsidR="00E509D0" w:rsidRPr="00D33F48" w:rsidTr="00417165">
        <w:trPr>
          <w:trHeight w:val="375"/>
        </w:trPr>
        <w:tc>
          <w:tcPr>
            <w:tcW w:w="700" w:type="dxa"/>
            <w:noWrap/>
            <w:vAlign w:val="bottom"/>
          </w:tcPr>
          <w:p w:rsidR="00E509D0" w:rsidRPr="00D33F48" w:rsidRDefault="00E509D0" w:rsidP="00E509D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E509D0" w:rsidRPr="00D33F48" w:rsidRDefault="00E509D0" w:rsidP="00E509D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E509D0" w:rsidRPr="00D33F48" w:rsidRDefault="00E509D0" w:rsidP="00E509D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E509D0" w:rsidRPr="00D33F48" w:rsidRDefault="00E509D0" w:rsidP="00E509D0">
      <w:pPr>
        <w:rPr>
          <w:rFonts w:ascii="PT Astra Serif" w:hAnsi="PT Astra Serif"/>
          <w:sz w:val="2"/>
          <w:szCs w:val="2"/>
        </w:rPr>
      </w:pPr>
    </w:p>
    <w:tbl>
      <w:tblPr>
        <w:tblW w:w="968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4"/>
        <w:gridCol w:w="3685"/>
        <w:gridCol w:w="1967"/>
        <w:gridCol w:w="1826"/>
        <w:gridCol w:w="1587"/>
      </w:tblGrid>
      <w:tr w:rsidR="00E509D0" w:rsidRPr="00D33F48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№</w:t>
            </w:r>
            <w:r w:rsidRPr="00D33F48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D33F48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D33F48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noWrap/>
            <w:tcMar>
              <w:left w:w="57" w:type="dxa"/>
              <w:right w:w="57" w:type="dxa"/>
            </w:tcMar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E509D0" w:rsidRPr="00D33F48" w:rsidRDefault="00E509D0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67" w:type="dxa"/>
            <w:noWrap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826" w:type="dxa"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1587" w:type="dxa"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2025 год</w:t>
            </w:r>
          </w:p>
        </w:tc>
      </w:tr>
    </w:tbl>
    <w:p w:rsidR="00E509D0" w:rsidRPr="00D33F48" w:rsidRDefault="00E509D0" w:rsidP="00E509D0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88" w:type="dxa"/>
        <w:tblInd w:w="108" w:type="dxa"/>
        <w:tblLook w:val="0000"/>
      </w:tblPr>
      <w:tblGrid>
        <w:gridCol w:w="624"/>
        <w:gridCol w:w="3685"/>
        <w:gridCol w:w="1966"/>
        <w:gridCol w:w="1826"/>
        <w:gridCol w:w="1587"/>
      </w:tblGrid>
      <w:tr w:rsidR="00E509D0" w:rsidRPr="00B10EA6" w:rsidTr="00417165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33F48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33F4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9D0" w:rsidRPr="00D33F48" w:rsidRDefault="00E509D0" w:rsidP="00E509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33F4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43000,0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71000,0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24301,0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24301,0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42456,0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50000,0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23759,0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23759,0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58000,0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20511,0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20511,0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54000,0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65000,0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31000,0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31000,0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66454,2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24900,0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24900,0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48000,0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Новомалыклинский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39143,15734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40000,0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45000,0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45000,0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18450,0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50000,0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24300,0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24300,0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Старокулаткинский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45058,71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Старомайнский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58493,5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20148,0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20148,0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51796,4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48000,0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20300,0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20300,0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60998,0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25500,0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25500,0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Цильнинский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50000,0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22000,0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22000,0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D33F48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66000,0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39700,0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39700,0</w:t>
            </w:r>
          </w:p>
        </w:tc>
      </w:tr>
      <w:tr w:rsidR="00406DE7" w:rsidRPr="00406DE7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406DE7" w:rsidRDefault="00406DE7" w:rsidP="00E509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85" w:type="dxa"/>
            <w:noWrap/>
            <w:vAlign w:val="center"/>
          </w:tcPr>
          <w:p w:rsidR="00406DE7" w:rsidRPr="00406DE7" w:rsidRDefault="00406DE7" w:rsidP="00E509D0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1097399,96734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470219,0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470219,0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232171,9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116000,0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116000,0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 xml:space="preserve">г. </w:t>
            </w:r>
            <w:proofErr w:type="spellStart"/>
            <w:r w:rsidRPr="00D33F48">
              <w:rPr>
                <w:rFonts w:ascii="PT Astra Serif" w:hAnsi="PT Astra Serif"/>
                <w:sz w:val="28"/>
                <w:szCs w:val="28"/>
              </w:rPr>
              <w:t>Новоульяновск</w:t>
            </w:r>
            <w:proofErr w:type="spellEnd"/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49000,0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33781,0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33781,0</w:t>
            </w:r>
          </w:p>
        </w:tc>
      </w:tr>
      <w:tr w:rsidR="00406DE7" w:rsidRPr="00B10EA6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D33F48" w:rsidRDefault="00406DE7" w:rsidP="00E509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685" w:type="dxa"/>
            <w:noWrap/>
            <w:vAlign w:val="center"/>
          </w:tcPr>
          <w:p w:rsidR="00406DE7" w:rsidRPr="00D33F48" w:rsidRDefault="00406DE7" w:rsidP="00E509D0">
            <w:pPr>
              <w:rPr>
                <w:rFonts w:ascii="PT Astra Serif" w:hAnsi="PT Astra Serif"/>
                <w:sz w:val="28"/>
                <w:szCs w:val="28"/>
              </w:rPr>
            </w:pPr>
            <w:r w:rsidRPr="00D33F48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536768,58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138837,67175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06DE7">
              <w:rPr>
                <w:rFonts w:ascii="PT Astra Serif" w:hAnsi="PT Astra Serif"/>
                <w:sz w:val="28"/>
                <w:szCs w:val="28"/>
              </w:rPr>
              <w:t>280000,0</w:t>
            </w:r>
          </w:p>
        </w:tc>
      </w:tr>
      <w:tr w:rsidR="00406DE7" w:rsidRPr="00406DE7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406DE7" w:rsidRDefault="00406DE7" w:rsidP="00E509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85" w:type="dxa"/>
            <w:noWrap/>
            <w:vAlign w:val="center"/>
          </w:tcPr>
          <w:p w:rsidR="00406DE7" w:rsidRPr="00406DE7" w:rsidRDefault="00406DE7" w:rsidP="00E509D0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817940,48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288618,67175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429781,0</w:t>
            </w:r>
          </w:p>
        </w:tc>
      </w:tr>
      <w:tr w:rsidR="00406DE7" w:rsidRPr="00406DE7" w:rsidTr="00417165">
        <w:trPr>
          <w:trHeight w:val="375"/>
        </w:trPr>
        <w:tc>
          <w:tcPr>
            <w:tcW w:w="624" w:type="dxa"/>
            <w:noWrap/>
            <w:vAlign w:val="center"/>
          </w:tcPr>
          <w:p w:rsidR="00406DE7" w:rsidRPr="00406DE7" w:rsidRDefault="00406DE7" w:rsidP="00E509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85" w:type="dxa"/>
            <w:noWrap/>
            <w:vAlign w:val="center"/>
          </w:tcPr>
          <w:p w:rsidR="00406DE7" w:rsidRPr="00406DE7" w:rsidRDefault="00406DE7" w:rsidP="00E509D0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966" w:type="dxa"/>
            <w:noWrap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1915340,44734</w:t>
            </w:r>
          </w:p>
        </w:tc>
        <w:tc>
          <w:tcPr>
            <w:tcW w:w="1826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06DE7">
              <w:rPr>
                <w:rFonts w:ascii="PT Astra Serif" w:hAnsi="PT Astra Serif"/>
                <w:b/>
                <w:sz w:val="28"/>
                <w:szCs w:val="28"/>
              </w:rPr>
              <w:t>758837,67175</w:t>
            </w:r>
          </w:p>
        </w:tc>
        <w:tc>
          <w:tcPr>
            <w:tcW w:w="1587" w:type="dxa"/>
            <w:vAlign w:val="bottom"/>
          </w:tcPr>
          <w:p w:rsidR="00406DE7" w:rsidRPr="00406DE7" w:rsidRDefault="00406DE7" w:rsidP="00406D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406DE7">
              <w:rPr>
                <w:rFonts w:ascii="PT Astra Serif" w:hAnsi="PT Astra Serif"/>
                <w:b/>
                <w:sz w:val="28"/>
                <w:szCs w:val="28"/>
              </w:rPr>
              <w:t>900000,0</w:t>
            </w:r>
            <w:r w:rsidR="00A86115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E509D0" w:rsidRPr="00E509D0" w:rsidRDefault="00417165" w:rsidP="00E30388">
      <w:pPr>
        <w:spacing w:before="120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таблицу 2.43 изложить в следующей редакции:</w:t>
      </w:r>
    </w:p>
    <w:tbl>
      <w:tblPr>
        <w:tblW w:w="9654" w:type="dxa"/>
        <w:tblInd w:w="108" w:type="dxa"/>
        <w:tblLook w:val="0000"/>
      </w:tblPr>
      <w:tblGrid>
        <w:gridCol w:w="700"/>
        <w:gridCol w:w="4720"/>
        <w:gridCol w:w="4234"/>
      </w:tblGrid>
      <w:tr w:rsidR="00C42091" w:rsidRPr="00D500BA" w:rsidTr="00B94377">
        <w:trPr>
          <w:trHeight w:val="157"/>
        </w:trPr>
        <w:tc>
          <w:tcPr>
            <w:tcW w:w="9654" w:type="dxa"/>
            <w:gridSpan w:val="3"/>
            <w:vAlign w:val="center"/>
          </w:tcPr>
          <w:p w:rsidR="00C42091" w:rsidRPr="00747533" w:rsidRDefault="00C42091" w:rsidP="00DB24F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747533">
              <w:rPr>
                <w:rFonts w:ascii="PT Astra Serif" w:hAnsi="PT Astra Serif"/>
                <w:bCs/>
                <w:sz w:val="28"/>
                <w:szCs w:val="28"/>
              </w:rPr>
              <w:t>Таблица 2.43</w:t>
            </w:r>
          </w:p>
          <w:p w:rsidR="00C42091" w:rsidRPr="00747533" w:rsidRDefault="00C42091" w:rsidP="00DB24F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C42091" w:rsidRPr="00747533" w:rsidTr="00B94377">
        <w:trPr>
          <w:trHeight w:val="984"/>
        </w:trPr>
        <w:tc>
          <w:tcPr>
            <w:tcW w:w="9654" w:type="dxa"/>
            <w:gridSpan w:val="3"/>
            <w:vAlign w:val="center"/>
          </w:tcPr>
          <w:p w:rsidR="00C42091" w:rsidRPr="00747533" w:rsidRDefault="00C42091" w:rsidP="00EA7B3C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t xml:space="preserve">Распределение субсидий </w:t>
            </w:r>
            <w:r w:rsidRPr="00747533">
              <w:rPr>
                <w:rFonts w:ascii="PT Astra Serif" w:hAnsi="PT Astra Serif" w:cs="Calibri"/>
                <w:b/>
                <w:bCs/>
                <w:sz w:val="28"/>
                <w:szCs w:val="28"/>
              </w:rPr>
              <w:t xml:space="preserve">из областного бюджета Ульяновской области </w:t>
            </w: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t>бюджетам городс</w:t>
            </w:r>
            <w:r w:rsidR="00735D4D" w:rsidRPr="00747533">
              <w:rPr>
                <w:rFonts w:ascii="PT Astra Serif" w:hAnsi="PT Astra Serif" w:cs="Calibri"/>
                <w:b/>
                <w:sz w:val="28"/>
                <w:szCs w:val="28"/>
              </w:rPr>
              <w:t>ких округов Ульяновской области</w:t>
            </w: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  <w:r w:rsidR="00EA7B3C" w:rsidRPr="00747533">
              <w:rPr>
                <w:rFonts w:ascii="PT Astra Serif" w:hAnsi="PT Astra Serif" w:cs="Calibri"/>
                <w:b/>
                <w:sz w:val="28"/>
                <w:szCs w:val="28"/>
              </w:rPr>
              <w:t>в целях</w:t>
            </w: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br/>
              <w:t>развити</w:t>
            </w:r>
            <w:r w:rsidR="00EA7B3C" w:rsidRPr="00747533">
              <w:rPr>
                <w:rFonts w:ascii="PT Astra Serif" w:hAnsi="PT Astra Serif" w:cs="Calibri"/>
                <w:b/>
                <w:sz w:val="28"/>
                <w:szCs w:val="28"/>
              </w:rPr>
              <w:t>я</w:t>
            </w: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t xml:space="preserve"> инфраструктуры дорожного хозяйства, обеспечивающей </w:t>
            </w:r>
            <w:r w:rsidR="00EA7B3C" w:rsidRPr="00747533">
              <w:rPr>
                <w:rFonts w:ascii="PT Astra Serif" w:hAnsi="PT Astra Serif" w:cs="Calibri"/>
                <w:b/>
                <w:sz w:val="28"/>
                <w:szCs w:val="28"/>
              </w:rPr>
              <w:br/>
            </w: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t xml:space="preserve">транспортную связанность между центрами экономического роста, </w:t>
            </w:r>
            <w:r w:rsidRPr="00747533">
              <w:rPr>
                <w:rFonts w:ascii="PT Astra Serif" w:hAnsi="PT Astra Serif" w:cs="Calibri"/>
                <w:b/>
                <w:sz w:val="28"/>
                <w:szCs w:val="28"/>
              </w:rPr>
              <w:br/>
              <w:t>на плановый период 2024 и 2025 годов</w:t>
            </w:r>
          </w:p>
        </w:tc>
      </w:tr>
      <w:tr w:rsidR="00C42091" w:rsidRPr="00747533" w:rsidTr="00B94377">
        <w:trPr>
          <w:trHeight w:val="375"/>
        </w:trPr>
        <w:tc>
          <w:tcPr>
            <w:tcW w:w="700" w:type="dxa"/>
            <w:noWrap/>
            <w:vAlign w:val="bottom"/>
          </w:tcPr>
          <w:p w:rsidR="00C42091" w:rsidRPr="00747533" w:rsidRDefault="00C42091" w:rsidP="00DB24F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C42091" w:rsidRPr="00747533" w:rsidRDefault="00C42091" w:rsidP="00DB24F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C42091" w:rsidRPr="00747533" w:rsidRDefault="00C42091" w:rsidP="00DB24F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C42091" w:rsidRPr="00747533" w:rsidRDefault="00C42091" w:rsidP="00C42091">
      <w:pPr>
        <w:rPr>
          <w:rFonts w:ascii="PT Astra Serif" w:hAnsi="PT Astra Serif"/>
          <w:sz w:val="2"/>
          <w:szCs w:val="2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025"/>
        <w:gridCol w:w="2438"/>
        <w:gridCol w:w="2438"/>
      </w:tblGrid>
      <w:tr w:rsidR="00C42091" w:rsidRPr="00747533" w:rsidTr="00B94377">
        <w:trPr>
          <w:trHeight w:val="375"/>
        </w:trPr>
        <w:tc>
          <w:tcPr>
            <w:tcW w:w="735" w:type="dxa"/>
            <w:noWrap/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№</w:t>
            </w:r>
            <w:r w:rsidRPr="00747533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747533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747533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747533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25" w:type="dxa"/>
            <w:noWrap/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C42091" w:rsidRPr="00747533" w:rsidRDefault="00C42091" w:rsidP="00DB24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38" w:type="dxa"/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2438" w:type="dxa"/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2025 год</w:t>
            </w:r>
          </w:p>
        </w:tc>
      </w:tr>
    </w:tbl>
    <w:p w:rsidR="00C42091" w:rsidRPr="00747533" w:rsidRDefault="00C42091" w:rsidP="00C42091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36" w:type="dxa"/>
        <w:tblInd w:w="108" w:type="dxa"/>
        <w:tblLook w:val="0000"/>
      </w:tblPr>
      <w:tblGrid>
        <w:gridCol w:w="735"/>
        <w:gridCol w:w="4025"/>
        <w:gridCol w:w="2438"/>
        <w:gridCol w:w="2438"/>
      </w:tblGrid>
      <w:tr w:rsidR="00C42091" w:rsidRPr="00D500BA" w:rsidTr="00B94377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753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91" w:rsidRPr="00747533" w:rsidRDefault="00C42091" w:rsidP="00DB24F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7533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</w:tr>
      <w:tr w:rsidR="00C42091" w:rsidRPr="00747533" w:rsidTr="00B94377">
        <w:trPr>
          <w:trHeight w:val="375"/>
        </w:trPr>
        <w:tc>
          <w:tcPr>
            <w:tcW w:w="735" w:type="dxa"/>
            <w:noWrap/>
          </w:tcPr>
          <w:p w:rsidR="00C42091" w:rsidRPr="00747533" w:rsidRDefault="00C42091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025" w:type="dxa"/>
            <w:noWrap/>
          </w:tcPr>
          <w:p w:rsidR="00C42091" w:rsidRPr="00747533" w:rsidRDefault="00C42091" w:rsidP="0084356E">
            <w:pPr>
              <w:rPr>
                <w:rFonts w:ascii="PT Astra Serif" w:hAnsi="PT Astra Serif"/>
                <w:sz w:val="28"/>
                <w:szCs w:val="28"/>
              </w:rPr>
            </w:pPr>
            <w:r w:rsidRPr="00747533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2438" w:type="dxa"/>
            <w:vAlign w:val="bottom"/>
          </w:tcPr>
          <w:p w:rsidR="00C42091" w:rsidRPr="00747533" w:rsidRDefault="00C16535" w:rsidP="008435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1528234,55386</w:t>
            </w:r>
          </w:p>
        </w:tc>
        <w:tc>
          <w:tcPr>
            <w:tcW w:w="2438" w:type="dxa"/>
            <w:vAlign w:val="bottom"/>
          </w:tcPr>
          <w:p w:rsidR="00C42091" w:rsidRPr="00747533" w:rsidRDefault="0096312F" w:rsidP="0084356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7533">
              <w:rPr>
                <w:rFonts w:ascii="PT Astra Serif" w:hAnsi="PT Astra Serif"/>
                <w:color w:val="000000"/>
                <w:sz w:val="28"/>
                <w:szCs w:val="28"/>
              </w:rPr>
              <w:t>401136,1</w:t>
            </w:r>
          </w:p>
        </w:tc>
      </w:tr>
      <w:tr w:rsidR="00C42091" w:rsidRPr="00D500BA" w:rsidTr="00B94377">
        <w:trPr>
          <w:trHeight w:val="375"/>
        </w:trPr>
        <w:tc>
          <w:tcPr>
            <w:tcW w:w="735" w:type="dxa"/>
            <w:noWrap/>
          </w:tcPr>
          <w:p w:rsidR="00C42091" w:rsidRPr="00747533" w:rsidRDefault="00C42091" w:rsidP="0084356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25" w:type="dxa"/>
            <w:noWrap/>
          </w:tcPr>
          <w:p w:rsidR="00C42091" w:rsidRPr="00747533" w:rsidRDefault="00C42091" w:rsidP="0084356E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4753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2438" w:type="dxa"/>
            <w:vAlign w:val="bottom"/>
          </w:tcPr>
          <w:p w:rsidR="00C42091" w:rsidRPr="00747533" w:rsidRDefault="00C16535" w:rsidP="0084356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1528234,55386</w:t>
            </w:r>
          </w:p>
        </w:tc>
        <w:tc>
          <w:tcPr>
            <w:tcW w:w="2438" w:type="dxa"/>
            <w:vAlign w:val="bottom"/>
          </w:tcPr>
          <w:p w:rsidR="00C42091" w:rsidRPr="00747533" w:rsidRDefault="00D977CD" w:rsidP="0084356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val="en-US"/>
              </w:rPr>
            </w:pPr>
            <w:r w:rsidRPr="0074753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  </w:t>
            </w:r>
            <w:r w:rsidR="0096312F" w:rsidRPr="0074753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401136,1</w:t>
            </w:r>
            <w:r w:rsidR="00A8611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»</w:t>
            </w:r>
            <w:r w:rsidR="00612EF7" w:rsidRPr="00747533">
              <w:rPr>
                <w:rFonts w:ascii="PT Astra Serif" w:hAnsi="PT Astra Serif"/>
                <w:b/>
                <w:color w:val="000000"/>
                <w:sz w:val="28"/>
                <w:szCs w:val="28"/>
                <w:lang w:val="en-US"/>
              </w:rPr>
              <w:t>;</w:t>
            </w:r>
          </w:p>
        </w:tc>
      </w:tr>
    </w:tbl>
    <w:p w:rsidR="008F2619" w:rsidRPr="00D500BA" w:rsidRDefault="008F2619" w:rsidP="00C41C3D">
      <w:pPr>
        <w:ind w:firstLine="709"/>
        <w:contextualSpacing/>
        <w:rPr>
          <w:rFonts w:ascii="PT Astra Serif" w:hAnsi="PT Astra Serif"/>
          <w:sz w:val="12"/>
          <w:szCs w:val="12"/>
          <w:highlight w:val="cyan"/>
        </w:rPr>
      </w:pPr>
    </w:p>
    <w:p w:rsidR="00A80473" w:rsidRPr="00A80473" w:rsidRDefault="00417165" w:rsidP="00A80473">
      <w:pPr>
        <w:spacing w:line="360" w:lineRule="auto"/>
        <w:ind w:firstLine="709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A80473" w:rsidRPr="00A80473">
        <w:rPr>
          <w:rFonts w:ascii="PT Astra Serif" w:hAnsi="PT Astra Serif"/>
          <w:sz w:val="28"/>
          <w:szCs w:val="28"/>
        </w:rPr>
        <w:t>таблицу 2.54 признать утратившей силу;</w:t>
      </w:r>
    </w:p>
    <w:p w:rsidR="004554E8" w:rsidRPr="004554E8" w:rsidRDefault="00417165" w:rsidP="004554E8">
      <w:pPr>
        <w:ind w:firstLine="709"/>
        <w:contextualSpacing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д</w:t>
      </w:r>
      <w:proofErr w:type="spellEnd"/>
      <w:r w:rsidR="004554E8" w:rsidRPr="004554E8">
        <w:rPr>
          <w:rFonts w:ascii="PT Astra Serif" w:hAnsi="PT Astra Serif"/>
          <w:sz w:val="28"/>
          <w:szCs w:val="28"/>
        </w:rPr>
        <w:t>) дополнить таблицей 2.55 следующего содержания:</w:t>
      </w:r>
    </w:p>
    <w:tbl>
      <w:tblPr>
        <w:tblW w:w="9654" w:type="dxa"/>
        <w:tblInd w:w="108" w:type="dxa"/>
        <w:tblLook w:val="0000"/>
      </w:tblPr>
      <w:tblGrid>
        <w:gridCol w:w="700"/>
        <w:gridCol w:w="4720"/>
        <w:gridCol w:w="4234"/>
      </w:tblGrid>
      <w:tr w:rsidR="004554E8" w:rsidRPr="00D500BA" w:rsidTr="00145AB1">
        <w:trPr>
          <w:trHeight w:val="157"/>
        </w:trPr>
        <w:tc>
          <w:tcPr>
            <w:tcW w:w="9654" w:type="dxa"/>
            <w:gridSpan w:val="3"/>
            <w:vAlign w:val="center"/>
          </w:tcPr>
          <w:p w:rsidR="004554E8" w:rsidRPr="004554E8" w:rsidRDefault="004554E8" w:rsidP="00145AB1">
            <w:pPr>
              <w:jc w:val="right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4554E8">
              <w:rPr>
                <w:rFonts w:ascii="PT Astra Serif" w:hAnsi="PT Astra Serif"/>
                <w:bCs/>
                <w:sz w:val="28"/>
                <w:szCs w:val="28"/>
              </w:rPr>
              <w:t>Таблица 2.55</w:t>
            </w:r>
          </w:p>
          <w:p w:rsidR="004554E8" w:rsidRPr="004554E8" w:rsidRDefault="004554E8" w:rsidP="00145AB1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4554E8" w:rsidRPr="00D500BA" w:rsidTr="00145AB1">
        <w:trPr>
          <w:trHeight w:val="984"/>
        </w:trPr>
        <w:tc>
          <w:tcPr>
            <w:tcW w:w="9654" w:type="dxa"/>
            <w:gridSpan w:val="3"/>
            <w:vAlign w:val="center"/>
          </w:tcPr>
          <w:p w:rsidR="004554E8" w:rsidRPr="00D500BA" w:rsidRDefault="004554E8" w:rsidP="00AB22A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sz w:val="28"/>
                <w:szCs w:val="28"/>
                <w:highlight w:val="cyan"/>
              </w:rPr>
            </w:pPr>
            <w:r w:rsidRPr="00AB22AF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субсидий из областного бюджета Ульяновской области </w:t>
            </w:r>
            <w:r w:rsidRPr="00AB22AF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бюджетам городских округов Ульяновской области в целях </w:t>
            </w:r>
            <w:r w:rsidR="00AB22AF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развития инфраструктуры дорожного хозяйства, обеспечивающей </w:t>
            </w:r>
            <w:r w:rsidR="00AB22AF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транспортную связанность между центрами экономического роста, </w:t>
            </w:r>
            <w:r w:rsidR="00AB22AF">
              <w:rPr>
                <w:rFonts w:ascii="PT Astra Serif" w:hAnsi="PT Astra Serif"/>
                <w:b/>
                <w:sz w:val="28"/>
                <w:szCs w:val="28"/>
              </w:rPr>
              <w:br/>
              <w:t>источником финансового обеспечения которых является бюджетный кредит Ульяновской области в целях опережающего финансового</w:t>
            </w:r>
            <w:r w:rsidR="00AB22AF">
              <w:rPr>
                <w:rFonts w:ascii="PT Astra Serif" w:hAnsi="PT Astra Serif"/>
                <w:b/>
                <w:sz w:val="28"/>
                <w:szCs w:val="28"/>
              </w:rPr>
              <w:br/>
              <w:t>обеспечения расходных обязательств Ульяновской области на 2023 год</w:t>
            </w:r>
          </w:p>
        </w:tc>
      </w:tr>
      <w:tr w:rsidR="004554E8" w:rsidRPr="004554E8" w:rsidTr="00145AB1">
        <w:trPr>
          <w:trHeight w:val="375"/>
        </w:trPr>
        <w:tc>
          <w:tcPr>
            <w:tcW w:w="700" w:type="dxa"/>
            <w:noWrap/>
            <w:vAlign w:val="bottom"/>
          </w:tcPr>
          <w:p w:rsidR="004554E8" w:rsidRPr="004554E8" w:rsidRDefault="004554E8" w:rsidP="00145AB1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4554E8" w:rsidRPr="004554E8" w:rsidRDefault="004554E8" w:rsidP="00145AB1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4554E8" w:rsidRPr="004554E8" w:rsidRDefault="004554E8" w:rsidP="00145AB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4554E8" w:rsidRPr="004554E8" w:rsidRDefault="004554E8" w:rsidP="004554E8">
      <w:pPr>
        <w:rPr>
          <w:rFonts w:ascii="PT Astra Serif" w:hAnsi="PT Astra Serif"/>
          <w:sz w:val="2"/>
          <w:szCs w:val="2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309"/>
        <w:gridCol w:w="4592"/>
      </w:tblGrid>
      <w:tr w:rsidR="004554E8" w:rsidRPr="004554E8" w:rsidTr="00145AB1">
        <w:trPr>
          <w:trHeight w:val="375"/>
        </w:trPr>
        <w:tc>
          <w:tcPr>
            <w:tcW w:w="735" w:type="dxa"/>
            <w:noWrap/>
            <w:vAlign w:val="center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№</w:t>
            </w:r>
            <w:r w:rsidRPr="004554E8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4554E8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4554E8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4554E8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09" w:type="dxa"/>
            <w:noWrap/>
            <w:vAlign w:val="center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4554E8" w:rsidRPr="004554E8" w:rsidRDefault="004554E8" w:rsidP="00145A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92" w:type="dxa"/>
            <w:noWrap/>
            <w:vAlign w:val="center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Сумма</w:t>
            </w:r>
          </w:p>
        </w:tc>
      </w:tr>
    </w:tbl>
    <w:p w:rsidR="004554E8" w:rsidRPr="004554E8" w:rsidRDefault="004554E8" w:rsidP="004554E8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36" w:type="dxa"/>
        <w:tblInd w:w="108" w:type="dxa"/>
        <w:tblLook w:val="0000"/>
      </w:tblPr>
      <w:tblGrid>
        <w:gridCol w:w="735"/>
        <w:gridCol w:w="4309"/>
        <w:gridCol w:w="4592"/>
      </w:tblGrid>
      <w:tr w:rsidR="004554E8" w:rsidRPr="00D500BA" w:rsidTr="00145AB1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4E8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</w:tr>
      <w:tr w:rsidR="004554E8" w:rsidRPr="004554E8" w:rsidTr="00145AB1">
        <w:trPr>
          <w:trHeight w:val="374"/>
          <w:tblHeader/>
        </w:trPr>
        <w:tc>
          <w:tcPr>
            <w:tcW w:w="735" w:type="dxa"/>
            <w:noWrap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309" w:type="dxa"/>
            <w:noWrap/>
          </w:tcPr>
          <w:p w:rsidR="004554E8" w:rsidRPr="004554E8" w:rsidRDefault="004554E8" w:rsidP="00145AB1">
            <w:pPr>
              <w:rPr>
                <w:rFonts w:ascii="PT Astra Serif" w:hAnsi="PT Astra Serif"/>
                <w:sz w:val="28"/>
                <w:szCs w:val="28"/>
              </w:rPr>
            </w:pPr>
            <w:r w:rsidRPr="004554E8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4592" w:type="dxa"/>
            <w:noWrap/>
            <w:vAlign w:val="bottom"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4E8">
              <w:rPr>
                <w:rFonts w:ascii="PT Astra Serif" w:hAnsi="PT Astra Serif"/>
                <w:color w:val="000000"/>
                <w:sz w:val="28"/>
                <w:szCs w:val="28"/>
              </w:rPr>
              <w:t>551566,2</w:t>
            </w:r>
          </w:p>
        </w:tc>
      </w:tr>
      <w:tr w:rsidR="004554E8" w:rsidRPr="00D500BA" w:rsidTr="00145AB1">
        <w:trPr>
          <w:trHeight w:val="374"/>
          <w:tblHeader/>
        </w:trPr>
        <w:tc>
          <w:tcPr>
            <w:tcW w:w="735" w:type="dxa"/>
            <w:noWrap/>
          </w:tcPr>
          <w:p w:rsidR="004554E8" w:rsidRPr="004554E8" w:rsidRDefault="004554E8" w:rsidP="00145AB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309" w:type="dxa"/>
            <w:noWrap/>
          </w:tcPr>
          <w:p w:rsidR="004554E8" w:rsidRPr="004554E8" w:rsidRDefault="004554E8" w:rsidP="004554E8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554E8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4592" w:type="dxa"/>
            <w:noWrap/>
            <w:vAlign w:val="bottom"/>
          </w:tcPr>
          <w:p w:rsidR="004554E8" w:rsidRPr="00AB22AF" w:rsidRDefault="00AB22AF" w:rsidP="00145AB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  </w:t>
            </w:r>
            <w:r w:rsidR="004554E8" w:rsidRPr="004554E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551566,2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C41C3D" w:rsidRPr="00D500BA" w:rsidRDefault="00C41C3D" w:rsidP="00C41C3D">
      <w:pPr>
        <w:ind w:firstLine="709"/>
        <w:contextualSpacing/>
        <w:rPr>
          <w:rFonts w:ascii="PT Astra Serif" w:hAnsi="PT Astra Serif"/>
          <w:sz w:val="12"/>
          <w:szCs w:val="12"/>
          <w:highlight w:val="cyan"/>
        </w:rPr>
      </w:pPr>
    </w:p>
    <w:p w:rsidR="00981A9F" w:rsidRPr="00981A9F" w:rsidRDefault="00417165" w:rsidP="00C41C3D">
      <w:pPr>
        <w:ind w:firstLine="709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е) </w:t>
      </w:r>
      <w:r w:rsidR="00981A9F" w:rsidRPr="00981A9F">
        <w:rPr>
          <w:rFonts w:ascii="PT Astra Serif" w:hAnsi="PT Astra Serif"/>
          <w:sz w:val="28"/>
          <w:szCs w:val="28"/>
        </w:rPr>
        <w:t>таблицы 3.8 и 3.9 изложить в следующей редакции:</w:t>
      </w:r>
    </w:p>
    <w:tbl>
      <w:tblPr>
        <w:tblW w:w="9654" w:type="dxa"/>
        <w:tblInd w:w="93" w:type="dxa"/>
        <w:tblLook w:val="04A0"/>
      </w:tblPr>
      <w:tblGrid>
        <w:gridCol w:w="594"/>
        <w:gridCol w:w="4666"/>
        <w:gridCol w:w="4394"/>
      </w:tblGrid>
      <w:tr w:rsidR="003F1996" w:rsidRPr="003F1996" w:rsidTr="00BC29D9">
        <w:tc>
          <w:tcPr>
            <w:tcW w:w="9654" w:type="dxa"/>
            <w:gridSpan w:val="3"/>
            <w:vAlign w:val="center"/>
            <w:hideMark/>
          </w:tcPr>
          <w:p w:rsidR="003F1996" w:rsidRPr="003F1996" w:rsidRDefault="00A86115" w:rsidP="003F1996">
            <w:pPr>
              <w:jc w:val="right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Cs/>
                <w:sz w:val="28"/>
                <w:szCs w:val="28"/>
                <w:lang w:eastAsia="en-US"/>
              </w:rPr>
              <w:t>«</w:t>
            </w:r>
            <w:r w:rsidR="003F1996" w:rsidRPr="003F1996">
              <w:rPr>
                <w:rFonts w:ascii="PT Astra Serif" w:hAnsi="PT Astra Serif"/>
                <w:bCs/>
                <w:sz w:val="28"/>
                <w:szCs w:val="28"/>
                <w:lang w:eastAsia="en-US"/>
              </w:rPr>
              <w:t>Таблица 3.8</w:t>
            </w:r>
          </w:p>
          <w:p w:rsidR="003F1996" w:rsidRPr="003F1996" w:rsidRDefault="003F1996" w:rsidP="003F1996">
            <w:pPr>
              <w:jc w:val="right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</w:p>
        </w:tc>
      </w:tr>
      <w:tr w:rsidR="003F1996" w:rsidRPr="003F1996" w:rsidTr="00BC29D9">
        <w:tc>
          <w:tcPr>
            <w:tcW w:w="9654" w:type="dxa"/>
            <w:gridSpan w:val="3"/>
            <w:vAlign w:val="center"/>
            <w:hideMark/>
          </w:tcPr>
          <w:p w:rsidR="003F1996" w:rsidRPr="003F1996" w:rsidRDefault="003F1996" w:rsidP="004C590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Распределение субвенций </w:t>
            </w:r>
            <w:r w:rsidRPr="003F1996">
              <w:rPr>
                <w:rFonts w:ascii="PT Astra Serif" w:eastAsia="Calibri" w:hAnsi="PT Astra Serif"/>
                <w:b/>
                <w:bCs/>
                <w:sz w:val="28"/>
                <w:szCs w:val="28"/>
                <w:lang w:eastAsia="en-US"/>
              </w:rPr>
              <w:t xml:space="preserve">из областного бюджета Ульяновской области 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бюджетам муниципальных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районов и городских округов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Ульяновской </w:t>
            </w:r>
            <w:proofErr w:type="gramStart"/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области</w:t>
            </w:r>
            <w:proofErr w:type="gramEnd"/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в целях финансового обеспечения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переданных органам местного самоуправления государственных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полномочий Ульяновской области, связанных с осуществлением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ежемесячной выплаты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на содержание ребёнка опекуну (попечителю)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и приёмной семье, а также по осуществлению выплаты вознаграждения, причитающегося приёмному родителю, на 2023 год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и на плановый период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2024 и 2025 годов</w:t>
            </w:r>
          </w:p>
        </w:tc>
      </w:tr>
      <w:tr w:rsidR="003F1996" w:rsidRPr="003F1996" w:rsidTr="00BC29D9">
        <w:tc>
          <w:tcPr>
            <w:tcW w:w="594" w:type="dxa"/>
            <w:noWrap/>
            <w:vAlign w:val="bottom"/>
          </w:tcPr>
          <w:p w:rsidR="003F1996" w:rsidRPr="003F1996" w:rsidRDefault="003F1996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666" w:type="dxa"/>
            <w:noWrap/>
            <w:vAlign w:val="bottom"/>
          </w:tcPr>
          <w:p w:rsidR="003F1996" w:rsidRPr="003F1996" w:rsidRDefault="003F1996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3F1996" w:rsidRPr="003F1996" w:rsidRDefault="003F1996" w:rsidP="003F1996">
            <w:pPr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тыс. руб.</w:t>
            </w:r>
          </w:p>
        </w:tc>
      </w:tr>
    </w:tbl>
    <w:p w:rsidR="003F1996" w:rsidRPr="003F1996" w:rsidRDefault="003F1996" w:rsidP="003F1996">
      <w:pPr>
        <w:rPr>
          <w:rFonts w:ascii="PT Astra Serif" w:hAnsi="PT Astra Serif"/>
          <w:sz w:val="2"/>
          <w:szCs w:val="2"/>
        </w:rPr>
      </w:pP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099"/>
        <w:gridCol w:w="1701"/>
        <w:gridCol w:w="1560"/>
        <w:gridCol w:w="1701"/>
      </w:tblGrid>
      <w:tr w:rsidR="003F1996" w:rsidRPr="003F1996" w:rsidTr="00BC29D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/</w:t>
            </w: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Наименование </w:t>
            </w:r>
          </w:p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2025 год</w:t>
            </w:r>
          </w:p>
        </w:tc>
      </w:tr>
    </w:tbl>
    <w:p w:rsidR="003F1996" w:rsidRPr="003F1996" w:rsidRDefault="003F1996" w:rsidP="003F1996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655" w:type="dxa"/>
        <w:tblInd w:w="93" w:type="dxa"/>
        <w:tblLook w:val="04A0"/>
      </w:tblPr>
      <w:tblGrid>
        <w:gridCol w:w="600"/>
        <w:gridCol w:w="4093"/>
        <w:gridCol w:w="1701"/>
        <w:gridCol w:w="1560"/>
        <w:gridCol w:w="1701"/>
      </w:tblGrid>
      <w:tr w:rsidR="003F1996" w:rsidRPr="003F1996" w:rsidTr="00BC29D9">
        <w:trPr>
          <w:trHeight w:val="333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Базарносызганский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9186,4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6726,4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6995,4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Барышский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42211,4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43773,5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45524,2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Вешкаймский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25315,5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26252,4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27302,4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Инзенский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15118,8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15678,2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16305,3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Карсунский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21480,8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22275,6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23166,7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Кузоватовский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22679,7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23363,4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24297,9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Майнский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18259,6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18935,3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19692,7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Мелекесский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49819,1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51662,6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53728,8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64366,0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66747,9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69417,6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Новомалыклинский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23887,6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24771,5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25762,4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25000,8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25925,9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26962,7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14525,1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15062,5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15665,0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23608,8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24482,4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25461,6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Сенгилеевский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22555,8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23390,5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24326,1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Старокулаткинский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15949,1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16539,3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17200,9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Старомайнский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27528,0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28546,6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29688,2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Сурский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13287,6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13779,3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14330,5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Тереньгульский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12433,3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12893,2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13409,0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38352,4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39771,7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41362,5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Цильнинский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29388,3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28712,9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29861,4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Чердаклинский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20624,4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21387,6</w:t>
            </w:r>
          </w:p>
        </w:tc>
        <w:tc>
          <w:tcPr>
            <w:tcW w:w="1701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22243,1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noWrap/>
            <w:vAlign w:val="bottom"/>
          </w:tcPr>
          <w:p w:rsidR="00E84FE5" w:rsidRPr="003F1996" w:rsidRDefault="00E84FE5" w:rsidP="00E84FE5">
            <w:pPr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Итого по районам</w:t>
            </w:r>
          </w:p>
        </w:tc>
        <w:tc>
          <w:tcPr>
            <w:tcW w:w="1701" w:type="dxa"/>
            <w:noWrap/>
            <w:vAlign w:val="bottom"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535578,5</w:t>
            </w:r>
          </w:p>
        </w:tc>
        <w:tc>
          <w:tcPr>
            <w:tcW w:w="1560" w:type="dxa"/>
            <w:vAlign w:val="bottom"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550678,7</w:t>
            </w:r>
          </w:p>
        </w:tc>
        <w:tc>
          <w:tcPr>
            <w:tcW w:w="1692" w:type="dxa"/>
            <w:vAlign w:val="bottom"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572704,4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г. Димитровград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83891,8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86996,1</w:t>
            </w:r>
          </w:p>
        </w:tc>
        <w:tc>
          <w:tcPr>
            <w:tcW w:w="1692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90475,6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г. </w:t>
            </w: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Новоульяновск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10536,8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10926,7</w:t>
            </w:r>
          </w:p>
        </w:tc>
        <w:tc>
          <w:tcPr>
            <w:tcW w:w="1692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11363,7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lastRenderedPageBreak/>
              <w:t>24.</w:t>
            </w: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г. Ульяновск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198886,5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210964,4</w:t>
            </w:r>
          </w:p>
        </w:tc>
        <w:tc>
          <w:tcPr>
            <w:tcW w:w="1692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84FE5">
              <w:rPr>
                <w:rFonts w:ascii="PT Astra Serif" w:hAnsi="PT Astra Serif"/>
                <w:sz w:val="28"/>
                <w:szCs w:val="28"/>
              </w:rPr>
              <w:t>219402,4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293315,1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308887,2</w:t>
            </w:r>
          </w:p>
        </w:tc>
        <w:tc>
          <w:tcPr>
            <w:tcW w:w="1692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321241,7</w:t>
            </w:r>
          </w:p>
        </w:tc>
      </w:tr>
      <w:tr w:rsidR="00E84FE5" w:rsidRPr="003F1996" w:rsidTr="00E84FE5">
        <w:trPr>
          <w:trHeight w:val="375"/>
        </w:trPr>
        <w:tc>
          <w:tcPr>
            <w:tcW w:w="600" w:type="dxa"/>
            <w:vAlign w:val="center"/>
            <w:hideMark/>
          </w:tcPr>
          <w:p w:rsidR="00E84FE5" w:rsidRPr="003F1996" w:rsidRDefault="00E84FE5" w:rsidP="00E84FE5">
            <w:pPr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093" w:type="dxa"/>
            <w:noWrap/>
            <w:vAlign w:val="bottom"/>
            <w:hideMark/>
          </w:tcPr>
          <w:p w:rsidR="00E84FE5" w:rsidRPr="003F1996" w:rsidRDefault="00E84FE5" w:rsidP="00E84FE5">
            <w:pPr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01" w:type="dxa"/>
            <w:noWrap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828893,6</w:t>
            </w:r>
          </w:p>
        </w:tc>
        <w:tc>
          <w:tcPr>
            <w:tcW w:w="1560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859565,9</w:t>
            </w:r>
          </w:p>
        </w:tc>
        <w:tc>
          <w:tcPr>
            <w:tcW w:w="1692" w:type="dxa"/>
            <w:vAlign w:val="bottom"/>
            <w:hideMark/>
          </w:tcPr>
          <w:p w:rsidR="00E84FE5" w:rsidRPr="00E84FE5" w:rsidRDefault="00E84FE5" w:rsidP="00E84FE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4FE5">
              <w:rPr>
                <w:rFonts w:ascii="PT Astra Serif" w:hAnsi="PT Astra Serif"/>
                <w:b/>
                <w:sz w:val="28"/>
                <w:szCs w:val="28"/>
              </w:rPr>
              <w:t>893946,1</w:t>
            </w:r>
          </w:p>
        </w:tc>
      </w:tr>
    </w:tbl>
    <w:p w:rsidR="003F1996" w:rsidRPr="003F1996" w:rsidRDefault="003F1996" w:rsidP="003F1996">
      <w:pPr>
        <w:tabs>
          <w:tab w:val="left" w:pos="2091"/>
        </w:tabs>
        <w:jc w:val="center"/>
        <w:rPr>
          <w:rFonts w:ascii="PT Astra Serif" w:hAnsi="PT Astra Serif"/>
          <w:b/>
          <w:sz w:val="28"/>
          <w:szCs w:val="28"/>
          <w:highlight w:val="green"/>
          <w:lang w:val="en-US"/>
        </w:rPr>
      </w:pPr>
    </w:p>
    <w:tbl>
      <w:tblPr>
        <w:tblW w:w="9654" w:type="dxa"/>
        <w:tblInd w:w="93" w:type="dxa"/>
        <w:tblLook w:val="04A0"/>
      </w:tblPr>
      <w:tblGrid>
        <w:gridCol w:w="843"/>
        <w:gridCol w:w="4134"/>
        <w:gridCol w:w="4677"/>
      </w:tblGrid>
      <w:tr w:rsidR="003F1996" w:rsidRPr="003F1996" w:rsidTr="00BC29D9">
        <w:tc>
          <w:tcPr>
            <w:tcW w:w="9654" w:type="dxa"/>
            <w:gridSpan w:val="3"/>
            <w:vAlign w:val="center"/>
            <w:hideMark/>
          </w:tcPr>
          <w:p w:rsidR="003F1996" w:rsidRPr="003F1996" w:rsidRDefault="003F1996" w:rsidP="003F1996">
            <w:pPr>
              <w:jc w:val="right"/>
              <w:rPr>
                <w:rFonts w:ascii="PT Astra Serif" w:hAnsi="PT Astra Serif"/>
                <w:bCs/>
                <w:sz w:val="28"/>
                <w:szCs w:val="28"/>
                <w:lang w:val="en-US" w:eastAsia="en-US"/>
              </w:rPr>
            </w:pPr>
            <w:r w:rsidRPr="003F1996">
              <w:rPr>
                <w:rFonts w:ascii="PT Astra Serif" w:hAnsi="PT Astra Serif"/>
                <w:bCs/>
                <w:sz w:val="28"/>
                <w:szCs w:val="28"/>
                <w:lang w:eastAsia="en-US"/>
              </w:rPr>
              <w:t>Таблица 3.9</w:t>
            </w:r>
          </w:p>
          <w:p w:rsidR="003F1996" w:rsidRPr="003F1996" w:rsidRDefault="003F1996" w:rsidP="003F1996">
            <w:pPr>
              <w:jc w:val="right"/>
              <w:rPr>
                <w:rFonts w:ascii="PT Astra Serif" w:hAnsi="PT Astra Serif"/>
                <w:bCs/>
                <w:sz w:val="28"/>
                <w:szCs w:val="28"/>
                <w:lang w:val="en-US" w:eastAsia="en-US"/>
              </w:rPr>
            </w:pPr>
          </w:p>
        </w:tc>
      </w:tr>
      <w:tr w:rsidR="003F1996" w:rsidRPr="003F1996" w:rsidTr="00BC29D9">
        <w:tc>
          <w:tcPr>
            <w:tcW w:w="9654" w:type="dxa"/>
            <w:gridSpan w:val="3"/>
            <w:vAlign w:val="center"/>
            <w:hideMark/>
          </w:tcPr>
          <w:p w:rsidR="003F1996" w:rsidRPr="003F1996" w:rsidRDefault="003F1996" w:rsidP="004C5907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Распределение субвенций </w:t>
            </w:r>
            <w:r w:rsidRPr="003F1996">
              <w:rPr>
                <w:rFonts w:ascii="PT Astra Serif" w:eastAsia="Calibri" w:hAnsi="PT Astra Serif"/>
                <w:b/>
                <w:bCs/>
                <w:sz w:val="28"/>
                <w:szCs w:val="28"/>
                <w:lang w:eastAsia="en-US"/>
              </w:rPr>
              <w:t xml:space="preserve">из областного бюджета </w:t>
            </w:r>
            <w:r w:rsidR="004C5907">
              <w:rPr>
                <w:rFonts w:ascii="PT Astra Serif" w:eastAsia="Calibri" w:hAnsi="PT Astra Serif"/>
                <w:b/>
                <w:bCs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bCs/>
                <w:sz w:val="28"/>
                <w:szCs w:val="28"/>
                <w:lang w:eastAsia="en-US"/>
              </w:rPr>
              <w:t xml:space="preserve">Ульяновской области 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бюджетам муниципальных </w:t>
            </w:r>
            <w:r w:rsidR="004C5907" w:rsidRP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районов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="004C5907" w:rsidRP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и городских округов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Ульяновской </w:t>
            </w:r>
            <w:proofErr w:type="gramStart"/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области</w:t>
            </w:r>
            <w:proofErr w:type="gramEnd"/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в целях финансового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обеспечения переданных органам местного самоуправления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государственных полномочий Ульяновской области, связанных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с осуществлением ежемесячной денежной выплаты детям-сиротам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и детям, оставшимся без попечения родителей,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а также лицам из числа детей-сирот и детей, оставшихся без попечения родителей,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обучающимся в муниципальных образовательных учреждениях,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на обеспечение проезда </w:t>
            </w:r>
            <w:proofErr w:type="gramStart"/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на городском, пригородном, в сельской местности на внутрирайонном транспорте (кроме такси),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а также проезда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один раз в год к месту жительства и обратно к месту учёбы, </w:t>
            </w:r>
            <w:r w:rsidR="004C590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</w:r>
            <w:r w:rsidRPr="003F199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на 2023 год и на плановый период 2024 и 2025 годов</w:t>
            </w:r>
            <w:proofErr w:type="gramEnd"/>
          </w:p>
        </w:tc>
      </w:tr>
      <w:tr w:rsidR="003F1996" w:rsidRPr="003F1996" w:rsidTr="00BC29D9">
        <w:tc>
          <w:tcPr>
            <w:tcW w:w="843" w:type="dxa"/>
            <w:noWrap/>
            <w:vAlign w:val="bottom"/>
          </w:tcPr>
          <w:p w:rsidR="003F1996" w:rsidRPr="003F1996" w:rsidRDefault="003F1996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134" w:type="dxa"/>
            <w:noWrap/>
            <w:vAlign w:val="bottom"/>
          </w:tcPr>
          <w:p w:rsidR="003F1996" w:rsidRPr="003F1996" w:rsidRDefault="003F1996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F1996" w:rsidRPr="003F1996" w:rsidRDefault="003F1996" w:rsidP="003F1996">
            <w:pPr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тыс. руб.</w:t>
            </w:r>
          </w:p>
        </w:tc>
      </w:tr>
    </w:tbl>
    <w:p w:rsidR="003F1996" w:rsidRPr="003F1996" w:rsidRDefault="003F1996" w:rsidP="003F1996">
      <w:pPr>
        <w:rPr>
          <w:rFonts w:ascii="PT Astra Serif" w:hAnsi="PT Astra Serif"/>
          <w:color w:val="FF0000"/>
          <w:sz w:val="2"/>
          <w:szCs w:val="2"/>
        </w:rPr>
      </w:pPr>
    </w:p>
    <w:tbl>
      <w:tblPr>
        <w:tblW w:w="968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5"/>
        <w:gridCol w:w="4242"/>
        <w:gridCol w:w="1587"/>
        <w:gridCol w:w="1587"/>
        <w:gridCol w:w="1531"/>
      </w:tblGrid>
      <w:tr w:rsidR="003F1996" w:rsidRPr="003F1996" w:rsidTr="00BC29D9">
        <w:trPr>
          <w:trHeight w:val="4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/</w:t>
            </w: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Наименование </w:t>
            </w:r>
          </w:p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2025 год</w:t>
            </w:r>
          </w:p>
        </w:tc>
      </w:tr>
    </w:tbl>
    <w:p w:rsidR="003F1996" w:rsidRPr="003F1996" w:rsidRDefault="003F1996" w:rsidP="003F1996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682" w:type="dxa"/>
        <w:tblInd w:w="93" w:type="dxa"/>
        <w:tblLook w:val="04A0"/>
      </w:tblPr>
      <w:tblGrid>
        <w:gridCol w:w="724"/>
        <w:gridCol w:w="4253"/>
        <w:gridCol w:w="1587"/>
        <w:gridCol w:w="1587"/>
        <w:gridCol w:w="1531"/>
      </w:tblGrid>
      <w:tr w:rsidR="003F1996" w:rsidRPr="003F1996" w:rsidTr="00BC29D9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996" w:rsidRPr="003F1996" w:rsidRDefault="003F1996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Базарносызганский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199,3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152,8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158,9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Барышский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824,9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855,5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889,6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Вешкаймский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567,1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588,1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611,6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Инзенский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405,1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420,1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436,9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Карсунский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471,3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488,8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508,3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Кузоватовский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441,9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458,3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476,6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Майнский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397,7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412,5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428,9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Мелекесский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1237,4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1283,1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1334,4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967,2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947,1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985,0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Новомалыклинский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574,5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595,8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619,6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478,8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496,5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516,3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257,8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267,3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278,0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478,8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496,5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516,3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Сенгилеевский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500,8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519,4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540,2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Старокулаткинский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412,5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427,7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444,8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Старомайнский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596,6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618,7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643,4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Сурский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390,3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404,8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421,0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Тереньгульский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346,1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359,0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373,4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773,3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802,0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834,0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Цильнинский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774,9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687,4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714,9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Чердаклинский</w:t>
            </w:r>
            <w:proofErr w:type="spellEnd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493,5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511,7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532,1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Итого по районам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11614,8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11793,1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12264,2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г. Димитровград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2430,5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2520,4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2621,2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г. </w:t>
            </w:r>
            <w:proofErr w:type="spellStart"/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Новоульяновск</w:t>
            </w:r>
            <w:proofErr w:type="spellEnd"/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257,8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267,3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278,0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hideMark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sz w:val="28"/>
                <w:szCs w:val="28"/>
                <w:lang w:eastAsia="en-US"/>
              </w:rPr>
              <w:t>г. Ульяновск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4949,4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5384,6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sz w:val="28"/>
                <w:szCs w:val="28"/>
                <w:lang w:eastAsia="en-US"/>
              </w:rPr>
              <w:t>5600,0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</w:tcPr>
          <w:p w:rsidR="006A5CF5" w:rsidRPr="003F1996" w:rsidRDefault="006A5CF5" w:rsidP="003F1996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7637,7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8172,3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8499,2</w:t>
            </w:r>
          </w:p>
        </w:tc>
      </w:tr>
      <w:tr w:rsidR="006A5CF5" w:rsidRPr="003F1996" w:rsidTr="006A5CF5">
        <w:trPr>
          <w:trHeight w:val="375"/>
        </w:trPr>
        <w:tc>
          <w:tcPr>
            <w:tcW w:w="724" w:type="dxa"/>
            <w:noWrap/>
          </w:tcPr>
          <w:p w:rsidR="006A5CF5" w:rsidRPr="003F1996" w:rsidRDefault="006A5CF5" w:rsidP="003F199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noWrap/>
            <w:hideMark/>
          </w:tcPr>
          <w:p w:rsidR="006A5CF5" w:rsidRPr="003F1996" w:rsidRDefault="006A5CF5" w:rsidP="003F1996">
            <w:pPr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3F1996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587" w:type="dxa"/>
            <w:noWrap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19252,5</w:t>
            </w:r>
          </w:p>
        </w:tc>
        <w:tc>
          <w:tcPr>
            <w:tcW w:w="1587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</w:pP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19965,4</w:t>
            </w:r>
          </w:p>
        </w:tc>
        <w:tc>
          <w:tcPr>
            <w:tcW w:w="1531" w:type="dxa"/>
            <w:vAlign w:val="bottom"/>
            <w:hideMark/>
          </w:tcPr>
          <w:p w:rsidR="006A5CF5" w:rsidRPr="006A5CF5" w:rsidRDefault="006A5CF5" w:rsidP="006A5CF5">
            <w:pPr>
              <w:spacing w:line="276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 xml:space="preserve">  </w:t>
            </w:r>
            <w:r w:rsidRPr="006A5CF5">
              <w:rPr>
                <w:rFonts w:ascii="PT Astra Serif" w:hAnsi="PT Astra Serif"/>
                <w:b/>
                <w:bCs/>
                <w:sz w:val="28"/>
                <w:szCs w:val="28"/>
                <w:lang w:eastAsia="en-US"/>
              </w:rPr>
              <w:t>20763,4</w:t>
            </w:r>
            <w:r w:rsidR="00A86115">
              <w:rPr>
                <w:rFonts w:ascii="PT Astra Serif" w:hAnsi="PT Astra Serif"/>
                <w:bCs/>
                <w:sz w:val="28"/>
                <w:szCs w:val="28"/>
                <w:lang w:eastAsia="en-US"/>
              </w:rPr>
              <w:t>»</w:t>
            </w:r>
            <w:r>
              <w:rPr>
                <w:rFonts w:ascii="PT Astra Serif" w:hAnsi="PT Astra Serif"/>
                <w:bCs/>
                <w:sz w:val="28"/>
                <w:szCs w:val="28"/>
                <w:lang w:eastAsia="en-US"/>
              </w:rPr>
              <w:t>;</w:t>
            </w:r>
          </w:p>
        </w:tc>
      </w:tr>
    </w:tbl>
    <w:p w:rsidR="003D46A0" w:rsidRPr="003D46A0" w:rsidRDefault="00417165" w:rsidP="00C76EB0">
      <w:pPr>
        <w:spacing w:before="120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ж) </w:t>
      </w:r>
      <w:r w:rsidR="003D46A0" w:rsidRPr="003D46A0">
        <w:rPr>
          <w:rFonts w:ascii="PT Astra Serif" w:hAnsi="PT Astra Serif"/>
          <w:sz w:val="28"/>
          <w:szCs w:val="28"/>
        </w:rPr>
        <w:t>таблицу 3.18 изложить в следующей редакции:</w:t>
      </w:r>
    </w:p>
    <w:tbl>
      <w:tblPr>
        <w:tblW w:w="9654" w:type="dxa"/>
        <w:tblInd w:w="93" w:type="dxa"/>
        <w:tblLook w:val="0000"/>
      </w:tblPr>
      <w:tblGrid>
        <w:gridCol w:w="700"/>
        <w:gridCol w:w="4720"/>
        <w:gridCol w:w="4234"/>
      </w:tblGrid>
      <w:tr w:rsidR="00F27E72" w:rsidRPr="00F27E72" w:rsidTr="003206E2">
        <w:trPr>
          <w:trHeight w:val="157"/>
        </w:trPr>
        <w:tc>
          <w:tcPr>
            <w:tcW w:w="9654" w:type="dxa"/>
            <w:gridSpan w:val="3"/>
            <w:vAlign w:val="center"/>
          </w:tcPr>
          <w:p w:rsidR="00F27E72" w:rsidRPr="00F27E72" w:rsidRDefault="00F27E72" w:rsidP="00F27E72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F27E72">
              <w:rPr>
                <w:rFonts w:ascii="PT Astra Serif" w:hAnsi="PT Astra Serif"/>
                <w:bCs/>
                <w:sz w:val="28"/>
                <w:szCs w:val="28"/>
              </w:rPr>
              <w:t>Таблица 3.18</w:t>
            </w:r>
          </w:p>
          <w:p w:rsidR="00F27E72" w:rsidRPr="00F27E72" w:rsidRDefault="00F27E72" w:rsidP="00F27E72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F27E72" w:rsidRPr="00F27E72" w:rsidTr="003206E2">
        <w:tc>
          <w:tcPr>
            <w:tcW w:w="9654" w:type="dxa"/>
            <w:gridSpan w:val="3"/>
            <w:vAlign w:val="center"/>
          </w:tcPr>
          <w:p w:rsidR="00F27E72" w:rsidRPr="00F27E72" w:rsidRDefault="00F27E72" w:rsidP="00F27E7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субвенций </w:t>
            </w:r>
            <w:r w:rsidRPr="00F27E7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из областного бюджета Ульяновской области 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</w:t>
            </w:r>
            <w:proofErr w:type="gramStart"/>
            <w:r w:rsidRPr="00F27E72">
              <w:rPr>
                <w:rFonts w:ascii="PT Astra Serif" w:hAnsi="PT Astra Serif"/>
                <w:b/>
                <w:sz w:val="28"/>
                <w:szCs w:val="28"/>
              </w:rPr>
              <w:t>области</w:t>
            </w:r>
            <w:proofErr w:type="gramEnd"/>
            <w:r w:rsidRPr="00F27E72">
              <w:rPr>
                <w:rFonts w:ascii="PT Astra Serif" w:hAnsi="PT Astra Serif"/>
                <w:b/>
                <w:sz w:val="28"/>
                <w:szCs w:val="28"/>
              </w:rPr>
              <w:t xml:space="preserve"> в целях финансового обеспечения 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переданных органам местного самоуправления государственных </w:t>
            </w:r>
            <w:r w:rsidR="000C1EE0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t xml:space="preserve">полномочий Ульяновской области по осуществлению ежемесячной </w:t>
            </w:r>
            <w:r w:rsidR="000C1EE0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t xml:space="preserve">доплаты за наличие учёной степени кандидата наук или доктора 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br/>
              <w:t>наук педагогическим работникам муниципальных общеобразовательных организаций, имеющим учёную степень и замещающим (занимающим)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в указанных общеобразовательных организациях штатные должности, предусмотренные квалификационными справочниками 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или профессиональными стандартами, на 2023 год </w:t>
            </w:r>
            <w:r w:rsidRPr="00F27E72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2024 и 2025 годов</w:t>
            </w:r>
          </w:p>
        </w:tc>
      </w:tr>
      <w:tr w:rsidR="00F27E72" w:rsidRPr="00F27E72" w:rsidTr="003206E2">
        <w:trPr>
          <w:trHeight w:val="375"/>
        </w:trPr>
        <w:tc>
          <w:tcPr>
            <w:tcW w:w="700" w:type="dxa"/>
            <w:noWrap/>
            <w:vAlign w:val="bottom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F27E72" w:rsidRPr="00F27E72" w:rsidRDefault="00F27E72" w:rsidP="00F27E72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F27E72" w:rsidRPr="00F27E72" w:rsidRDefault="00F27E72" w:rsidP="00F27E72">
      <w:pPr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748"/>
        <w:gridCol w:w="1748"/>
        <w:gridCol w:w="1607"/>
      </w:tblGrid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№</w:t>
            </w:r>
            <w:r w:rsidRPr="00F27E72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F27E72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F27E72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F27E72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48" w:type="dxa"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1607" w:type="dxa"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2025 год</w:t>
            </w:r>
          </w:p>
        </w:tc>
      </w:tr>
    </w:tbl>
    <w:p w:rsidR="00F27E72" w:rsidRPr="00F27E72" w:rsidRDefault="00F27E72" w:rsidP="00F27E72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735"/>
        <w:gridCol w:w="3816"/>
        <w:gridCol w:w="1748"/>
        <w:gridCol w:w="1748"/>
        <w:gridCol w:w="1607"/>
      </w:tblGrid>
      <w:tr w:rsidR="00F27E72" w:rsidRPr="00F27E72" w:rsidTr="003206E2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F27E72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F27E72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5,4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F27E72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F27E72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10,8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10,8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F27E72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F27E72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21,5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21,5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182,1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48,5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48,5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96,9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27,0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sz w:val="28"/>
                <w:szCs w:val="28"/>
              </w:rPr>
            </w:pPr>
            <w:r w:rsidRPr="00F27E72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364,5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84,5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84,5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461,4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111,5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111,5</w:t>
            </w:r>
          </w:p>
        </w:tc>
      </w:tr>
      <w:tr w:rsidR="00F27E72" w:rsidRPr="00F27E72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F27E72" w:rsidRPr="00F27E72" w:rsidRDefault="00F27E72" w:rsidP="00F27E7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noWrap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643,5</w:t>
            </w:r>
          </w:p>
        </w:tc>
        <w:tc>
          <w:tcPr>
            <w:tcW w:w="1748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607" w:type="dxa"/>
            <w:vAlign w:val="bottom"/>
          </w:tcPr>
          <w:p w:rsidR="00F27E72" w:rsidRPr="00F27E72" w:rsidRDefault="00F27E72" w:rsidP="00F27E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7E7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  160,0</w:t>
            </w:r>
            <w:r w:rsidR="00A8611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27E72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F62348" w:rsidRPr="00417165" w:rsidRDefault="00F62348" w:rsidP="00417165">
      <w:pPr>
        <w:ind w:firstLine="709"/>
        <w:contextualSpacing/>
        <w:rPr>
          <w:rFonts w:ascii="PT Astra Serif" w:hAnsi="PT Astra Serif"/>
          <w:sz w:val="12"/>
          <w:szCs w:val="12"/>
          <w:highlight w:val="cyan"/>
        </w:rPr>
      </w:pPr>
    </w:p>
    <w:p w:rsidR="00417165" w:rsidRPr="00417165" w:rsidRDefault="00417165" w:rsidP="00417165">
      <w:pPr>
        <w:ind w:firstLine="709"/>
        <w:contextualSpacing/>
        <w:rPr>
          <w:rFonts w:ascii="PT Astra Serif" w:hAnsi="PT Astra Serif"/>
          <w:sz w:val="28"/>
          <w:szCs w:val="28"/>
        </w:rPr>
      </w:pPr>
      <w:proofErr w:type="spellStart"/>
      <w:r w:rsidRPr="00417165">
        <w:rPr>
          <w:rFonts w:ascii="PT Astra Serif" w:hAnsi="PT Astra Serif"/>
          <w:sz w:val="28"/>
          <w:szCs w:val="28"/>
        </w:rPr>
        <w:t>з</w:t>
      </w:r>
      <w:proofErr w:type="spellEnd"/>
      <w:r w:rsidRPr="00417165">
        <w:rPr>
          <w:rFonts w:ascii="PT Astra Serif" w:hAnsi="PT Astra Serif"/>
          <w:sz w:val="28"/>
          <w:szCs w:val="28"/>
        </w:rPr>
        <w:t>) таблицу 3.22 изложить в следующей редакции:</w:t>
      </w:r>
    </w:p>
    <w:tbl>
      <w:tblPr>
        <w:tblW w:w="9639" w:type="dxa"/>
        <w:tblInd w:w="108" w:type="dxa"/>
        <w:tblLook w:val="0000"/>
      </w:tblPr>
      <w:tblGrid>
        <w:gridCol w:w="700"/>
        <w:gridCol w:w="4720"/>
        <w:gridCol w:w="4219"/>
      </w:tblGrid>
      <w:tr w:rsidR="00877B13" w:rsidRPr="00D500BA" w:rsidTr="00FA0DF9">
        <w:trPr>
          <w:trHeight w:val="157"/>
        </w:trPr>
        <w:tc>
          <w:tcPr>
            <w:tcW w:w="9639" w:type="dxa"/>
            <w:gridSpan w:val="3"/>
            <w:vAlign w:val="center"/>
          </w:tcPr>
          <w:p w:rsidR="00877B13" w:rsidRPr="0016254F" w:rsidRDefault="00877B13" w:rsidP="0099174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lastRenderedPageBreak/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16254F">
              <w:rPr>
                <w:rFonts w:ascii="PT Astra Serif" w:hAnsi="PT Astra Serif"/>
                <w:bCs/>
                <w:sz w:val="28"/>
                <w:szCs w:val="28"/>
              </w:rPr>
              <w:t>Таблица 3.22</w:t>
            </w:r>
          </w:p>
          <w:p w:rsidR="00877B13" w:rsidRPr="0016254F" w:rsidRDefault="00877B13" w:rsidP="0099174C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877B13" w:rsidRPr="00D500BA" w:rsidTr="00FA0DF9">
        <w:tc>
          <w:tcPr>
            <w:tcW w:w="9639" w:type="dxa"/>
            <w:gridSpan w:val="3"/>
            <w:vAlign w:val="center"/>
          </w:tcPr>
          <w:p w:rsidR="00877B13" w:rsidRPr="00D500BA" w:rsidRDefault="00877B13" w:rsidP="007F7B3D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highlight w:val="cyan"/>
                <w:lang w:eastAsia="en-US"/>
              </w:rPr>
            </w:pP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>Распределение субвенций из областного бюджета Ульяновской</w:t>
            </w:r>
            <w:r w:rsidR="007F7B3D"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>области бюджетам муниципальных районов и городских округов</w:t>
            </w:r>
            <w:r w:rsidR="007F7B3D"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br/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 xml:space="preserve">Ульяновской </w:t>
            </w:r>
            <w:proofErr w:type="gramStart"/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>области</w:t>
            </w:r>
            <w:proofErr w:type="gramEnd"/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 xml:space="preserve"> в целях финансового обеспечения переданных </w:t>
            </w:r>
            <w:r w:rsidR="007F7B3D"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br/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t>органам местного самоуправления государственных полномочий</w:t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br/>
              <w:t>Ульяновской области по предоставлению мер социальной поддержки молодым специалистам, поступившим на работу в муниципальные</w:t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br/>
              <w:t>учреждения муниципальных образований Ульяновской области,</w:t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br/>
              <w:t>осуществляющие в качестве основного (уставного) вида деятельности образовательную деятельность, на 2023 год и на плановый период</w:t>
            </w:r>
            <w:r w:rsidRPr="0016254F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en-US"/>
              </w:rPr>
              <w:br/>
              <w:t>2024 и 2025 годов</w:t>
            </w:r>
          </w:p>
        </w:tc>
      </w:tr>
      <w:tr w:rsidR="00877B13" w:rsidRPr="0016254F" w:rsidTr="00FA0DF9">
        <w:trPr>
          <w:trHeight w:val="375"/>
        </w:trPr>
        <w:tc>
          <w:tcPr>
            <w:tcW w:w="700" w:type="dxa"/>
            <w:noWrap/>
            <w:vAlign w:val="bottom"/>
          </w:tcPr>
          <w:p w:rsidR="00877B13" w:rsidRPr="0016254F" w:rsidRDefault="00877B13" w:rsidP="0099174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877B13" w:rsidRPr="0016254F" w:rsidRDefault="00877B13" w:rsidP="0099174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19" w:type="dxa"/>
            <w:noWrap/>
            <w:vAlign w:val="bottom"/>
          </w:tcPr>
          <w:p w:rsidR="00877B13" w:rsidRPr="0016254F" w:rsidRDefault="00877B13" w:rsidP="0099174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877B13" w:rsidRPr="0016254F" w:rsidRDefault="00877B13" w:rsidP="00877B13">
      <w:pPr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3816"/>
        <w:gridCol w:w="1701"/>
        <w:gridCol w:w="1701"/>
        <w:gridCol w:w="1701"/>
      </w:tblGrid>
      <w:tr w:rsidR="00877B13" w:rsidRPr="0016254F" w:rsidTr="00FA0DF9">
        <w:trPr>
          <w:trHeight w:val="375"/>
        </w:trPr>
        <w:tc>
          <w:tcPr>
            <w:tcW w:w="735" w:type="dxa"/>
            <w:noWrap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№</w:t>
            </w:r>
            <w:r w:rsidRPr="0016254F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16254F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16254F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16254F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6" w:type="dxa"/>
            <w:noWrap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877B13" w:rsidRPr="0016254F" w:rsidRDefault="00877B13" w:rsidP="009917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noWrap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2025 год</w:t>
            </w:r>
          </w:p>
        </w:tc>
      </w:tr>
    </w:tbl>
    <w:p w:rsidR="00877B13" w:rsidRPr="0016254F" w:rsidRDefault="00877B13" w:rsidP="00877B13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108" w:type="dxa"/>
        <w:tblLayout w:type="fixed"/>
        <w:tblLook w:val="0000"/>
      </w:tblPr>
      <w:tblGrid>
        <w:gridCol w:w="735"/>
        <w:gridCol w:w="3816"/>
        <w:gridCol w:w="1701"/>
        <w:gridCol w:w="1701"/>
        <w:gridCol w:w="1701"/>
      </w:tblGrid>
      <w:tr w:rsidR="00877B13" w:rsidRPr="00D500BA" w:rsidTr="00FA0DF9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254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6254F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6254F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B13" w:rsidRPr="0016254F" w:rsidRDefault="00877B13" w:rsidP="0099174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6254F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tcBorders>
              <w:top w:val="single" w:sz="4" w:space="0" w:color="auto"/>
            </w:tcBorders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168,9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63,5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43,8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Барышский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636,6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183,2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167,4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267,4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80,7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73,1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Инзенский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601,5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123,3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145,8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Карсунский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494,9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152,9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129,3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486,5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97,7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107,9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Майнский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405,6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138,4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159,6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459,5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129,8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138,4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1669,0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253,8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235,6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265,4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159,9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148,2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1204,8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182,5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235,4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132,7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22,5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21,2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335,7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65,1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246,0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82,3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83,8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209,0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63,2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62,7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354,5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82,3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57,6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Сурский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445,1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202,0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250,7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303,6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72,6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87,4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1423,3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282,0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282,0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267,3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94,2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74,8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</w:t>
            </w:r>
            <w:proofErr w:type="spellEnd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1350,8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157,4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134,0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11728,1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2689,3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2668,7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1316,6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299,9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255,3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Новоульяновск</w:t>
            </w:r>
            <w:proofErr w:type="spellEnd"/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44,3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70,1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95,6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lastRenderedPageBreak/>
              <w:t>24.</w:t>
            </w: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11117,6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2140,7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sz w:val="28"/>
                <w:szCs w:val="28"/>
              </w:rPr>
              <w:t>2180,4</w:t>
            </w:r>
          </w:p>
        </w:tc>
      </w:tr>
      <w:tr w:rsidR="005B7A8B" w:rsidRPr="005B7A8B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12478,5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2510,7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2531,3</w:t>
            </w:r>
          </w:p>
        </w:tc>
      </w:tr>
      <w:tr w:rsidR="005B7A8B" w:rsidRPr="00D500BA" w:rsidTr="005B7A8B">
        <w:trPr>
          <w:trHeight w:val="374"/>
        </w:trPr>
        <w:tc>
          <w:tcPr>
            <w:tcW w:w="735" w:type="dxa"/>
            <w:noWrap/>
          </w:tcPr>
          <w:p w:rsidR="005B7A8B" w:rsidRPr="005B7A8B" w:rsidRDefault="005B7A8B" w:rsidP="0084356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</w:tcPr>
          <w:p w:rsidR="005B7A8B" w:rsidRPr="005B7A8B" w:rsidRDefault="005B7A8B" w:rsidP="0084356E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noWrap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24206,6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>5200,0</w:t>
            </w:r>
          </w:p>
        </w:tc>
        <w:tc>
          <w:tcPr>
            <w:tcW w:w="1701" w:type="dxa"/>
            <w:vAlign w:val="bottom"/>
          </w:tcPr>
          <w:p w:rsidR="005B7A8B" w:rsidRPr="005B7A8B" w:rsidRDefault="005B7A8B" w:rsidP="005B7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7A8B">
              <w:rPr>
                <w:rFonts w:ascii="PT Astra Serif" w:hAnsi="PT Astra Serif"/>
                <w:b/>
                <w:sz w:val="28"/>
                <w:szCs w:val="28"/>
              </w:rPr>
              <w:t xml:space="preserve">   5200,0</w:t>
            </w:r>
            <w:r w:rsidR="00A86115">
              <w:rPr>
                <w:rFonts w:ascii="PT Astra Serif" w:hAnsi="PT Astra Serif"/>
                <w:sz w:val="28"/>
                <w:szCs w:val="28"/>
              </w:rPr>
              <w:t>»</w:t>
            </w:r>
            <w:r w:rsidRPr="005B7A8B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780B3A" w:rsidRPr="00D500BA" w:rsidRDefault="00780B3A" w:rsidP="00780B3A">
      <w:pPr>
        <w:ind w:firstLine="709"/>
        <w:contextualSpacing/>
        <w:rPr>
          <w:rFonts w:ascii="PT Astra Serif" w:hAnsi="PT Astra Serif"/>
          <w:sz w:val="12"/>
          <w:szCs w:val="12"/>
          <w:highlight w:val="cyan"/>
        </w:rPr>
      </w:pPr>
    </w:p>
    <w:p w:rsidR="003206E2" w:rsidRPr="006B3300" w:rsidRDefault="00417165" w:rsidP="00780B3A">
      <w:pPr>
        <w:ind w:firstLine="709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и) </w:t>
      </w:r>
      <w:r w:rsidR="006B3300">
        <w:rPr>
          <w:rFonts w:ascii="PT Astra Serif" w:hAnsi="PT Astra Serif"/>
          <w:sz w:val="28"/>
          <w:szCs w:val="28"/>
        </w:rPr>
        <w:t>т</w:t>
      </w:r>
      <w:r w:rsidR="003206E2" w:rsidRPr="006B3300">
        <w:rPr>
          <w:rFonts w:ascii="PT Astra Serif" w:hAnsi="PT Astra Serif"/>
          <w:sz w:val="28"/>
          <w:szCs w:val="28"/>
        </w:rPr>
        <w:t>аблицу 3.25</w:t>
      </w:r>
      <w:r w:rsidR="006B3300" w:rsidRPr="006B3300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tbl>
      <w:tblPr>
        <w:tblW w:w="9654" w:type="dxa"/>
        <w:tblInd w:w="93" w:type="dxa"/>
        <w:tblLook w:val="0000"/>
      </w:tblPr>
      <w:tblGrid>
        <w:gridCol w:w="700"/>
        <w:gridCol w:w="4720"/>
        <w:gridCol w:w="4234"/>
      </w:tblGrid>
      <w:tr w:rsidR="003206E2" w:rsidRPr="00502E75" w:rsidTr="003206E2">
        <w:trPr>
          <w:trHeight w:val="157"/>
        </w:trPr>
        <w:tc>
          <w:tcPr>
            <w:tcW w:w="9654" w:type="dxa"/>
            <w:gridSpan w:val="3"/>
            <w:vAlign w:val="center"/>
          </w:tcPr>
          <w:p w:rsidR="003206E2" w:rsidRPr="00502E75" w:rsidRDefault="003206E2" w:rsidP="003206E2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ab/>
            </w:r>
            <w:r w:rsidR="00A86115">
              <w:rPr>
                <w:rFonts w:ascii="PT Astra Serif" w:hAnsi="PT Astra Serif"/>
                <w:sz w:val="28"/>
                <w:szCs w:val="28"/>
              </w:rPr>
              <w:t>«</w:t>
            </w:r>
            <w:r w:rsidRPr="00502E75">
              <w:rPr>
                <w:rFonts w:ascii="PT Astra Serif" w:hAnsi="PT Astra Serif"/>
                <w:bCs/>
                <w:sz w:val="28"/>
                <w:szCs w:val="28"/>
              </w:rPr>
              <w:t xml:space="preserve">Таблица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3.</w:t>
            </w:r>
            <w:r w:rsidRPr="00502E75">
              <w:rPr>
                <w:rFonts w:ascii="PT Astra Serif" w:hAnsi="PT Astra Serif"/>
                <w:bCs/>
                <w:sz w:val="28"/>
                <w:szCs w:val="28"/>
              </w:rPr>
              <w:t>25</w:t>
            </w:r>
          </w:p>
          <w:p w:rsidR="003206E2" w:rsidRPr="00502E75" w:rsidRDefault="003206E2" w:rsidP="003206E2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3206E2" w:rsidRPr="005221EA" w:rsidTr="003206E2">
        <w:trPr>
          <w:trHeight w:val="984"/>
        </w:trPr>
        <w:tc>
          <w:tcPr>
            <w:tcW w:w="9654" w:type="dxa"/>
            <w:gridSpan w:val="3"/>
            <w:vAlign w:val="center"/>
          </w:tcPr>
          <w:p w:rsidR="003206E2" w:rsidRPr="005221EA" w:rsidRDefault="003206E2" w:rsidP="003206E2">
            <w:pPr>
              <w:widowControl w:val="0"/>
              <w:autoSpaceDE w:val="0"/>
              <w:autoSpaceDN w:val="0"/>
              <w:spacing w:line="23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221EA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субвенций </w:t>
            </w:r>
            <w:r w:rsidRPr="005221E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из областного бюджета Ульяновской области </w:t>
            </w:r>
            <w:r w:rsidRPr="005221EA">
              <w:rPr>
                <w:rFonts w:ascii="PT Astra Serif" w:hAnsi="PT Astra Serif"/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Pr="005221EA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</w:t>
            </w:r>
            <w:proofErr w:type="gramStart"/>
            <w:r w:rsidRPr="005221EA">
              <w:rPr>
                <w:rFonts w:ascii="PT Astra Serif" w:hAnsi="PT Astra Serif"/>
                <w:b/>
                <w:sz w:val="28"/>
                <w:szCs w:val="28"/>
              </w:rPr>
              <w:t>области</w:t>
            </w:r>
            <w:proofErr w:type="gramEnd"/>
            <w:r w:rsidRPr="005221EA">
              <w:rPr>
                <w:rFonts w:ascii="PT Astra Serif" w:hAnsi="PT Astra Serif"/>
                <w:b/>
                <w:sz w:val="28"/>
                <w:szCs w:val="28"/>
              </w:rPr>
              <w:t xml:space="preserve"> в целях финансового обеспечения переданных </w:t>
            </w:r>
            <w:r w:rsidR="006B3300" w:rsidRPr="005221EA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5221EA">
              <w:rPr>
                <w:rFonts w:ascii="PT Astra Serif" w:hAnsi="PT Astra Serif"/>
                <w:b/>
                <w:sz w:val="28"/>
                <w:szCs w:val="28"/>
              </w:rPr>
              <w:t xml:space="preserve">органам местного самоуправления государственных полномочий </w:t>
            </w:r>
            <w:r w:rsidR="006B3300" w:rsidRPr="005221EA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5221EA">
              <w:rPr>
                <w:rFonts w:ascii="PT Astra Serif" w:hAnsi="PT Astra Serif"/>
                <w:b/>
                <w:sz w:val="28"/>
                <w:szCs w:val="28"/>
              </w:rPr>
              <w:t xml:space="preserve">Ульяновской области, связанных с осуществлением обучающимся </w:t>
            </w:r>
            <w:r w:rsidRPr="005221EA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10-х (11-х) и 11-х (12-х) классов муниципальных общеобразовательных организаций </w:t>
            </w:r>
            <w:r w:rsidRPr="005221EA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ежемесячных денежных выплат, на 2023 год </w:t>
            </w:r>
            <w:r w:rsidRPr="005221EA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br/>
              <w:t>и на плановый период 2024 и 2025 годов</w:t>
            </w:r>
          </w:p>
        </w:tc>
      </w:tr>
      <w:tr w:rsidR="003206E2" w:rsidRPr="00502E75" w:rsidTr="003206E2">
        <w:trPr>
          <w:trHeight w:val="375"/>
        </w:trPr>
        <w:tc>
          <w:tcPr>
            <w:tcW w:w="700" w:type="dxa"/>
            <w:noWrap/>
            <w:vAlign w:val="bottom"/>
          </w:tcPr>
          <w:p w:rsidR="003206E2" w:rsidRPr="00502E75" w:rsidRDefault="003206E2" w:rsidP="003206E2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3206E2" w:rsidRPr="00502E75" w:rsidRDefault="003206E2" w:rsidP="003206E2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3206E2" w:rsidRPr="00502E75" w:rsidRDefault="003206E2" w:rsidP="003206E2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3206E2" w:rsidRPr="00502E75" w:rsidRDefault="003206E2" w:rsidP="003206E2">
      <w:pPr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748"/>
        <w:gridCol w:w="1748"/>
        <w:gridCol w:w="1607"/>
      </w:tblGrid>
      <w:tr w:rsidR="003206E2" w:rsidRPr="00502E75" w:rsidTr="003206E2">
        <w:trPr>
          <w:trHeight w:val="375"/>
        </w:trPr>
        <w:tc>
          <w:tcPr>
            <w:tcW w:w="735" w:type="dxa"/>
            <w:noWrap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№</w:t>
            </w:r>
            <w:r w:rsidRPr="00502E75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proofErr w:type="gramStart"/>
            <w:r w:rsidRPr="00502E75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proofErr w:type="gramEnd"/>
            <w:r w:rsidRPr="00502E75">
              <w:rPr>
                <w:rFonts w:ascii="PT Astra Serif" w:hAnsi="PT Astra Serif"/>
                <w:sz w:val="28"/>
                <w:szCs w:val="28"/>
              </w:rPr>
              <w:t>/</w:t>
            </w: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6" w:type="dxa"/>
            <w:noWrap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3206E2" w:rsidRPr="00502E75" w:rsidRDefault="003206E2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48" w:type="dxa"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1607" w:type="dxa"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2025 год</w:t>
            </w:r>
          </w:p>
        </w:tc>
      </w:tr>
    </w:tbl>
    <w:p w:rsidR="003206E2" w:rsidRPr="00502E75" w:rsidRDefault="003206E2" w:rsidP="003206E2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735"/>
        <w:gridCol w:w="3816"/>
        <w:gridCol w:w="1748"/>
        <w:gridCol w:w="1748"/>
        <w:gridCol w:w="1607"/>
      </w:tblGrid>
      <w:tr w:rsidR="003206E2" w:rsidRPr="00502E75" w:rsidTr="003206E2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02E75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02E75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E2" w:rsidRPr="00502E75" w:rsidRDefault="003206E2" w:rsidP="003206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02E75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48,6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29,9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21,8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330,1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159,7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130,7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86,1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47,0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56,0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459,2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178,6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192,9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142,7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31,3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31,1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187,3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72,4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65,7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104,6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37,6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74,7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191,4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94,0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87,1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56,4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56,0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Новомалыклинский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66,8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15,7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18,7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251,2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100,3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102,7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123,9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53,6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53,2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108,4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56,0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48,1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126,3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40,7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40,5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Старокулаткинский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251,2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81,4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68,4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Старомайнский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94,1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59,5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49,8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64,6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31,3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24,9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59,5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25,1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28,0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256,7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116,6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154,9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Цильнинский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165,0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62,6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34,2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502E75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466,5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203,8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202,2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502E75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3691,0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1553,5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1541,6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638,6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335,2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295,5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 xml:space="preserve">г. </w:t>
            </w:r>
            <w:proofErr w:type="spellStart"/>
            <w:r w:rsidRPr="00502E75">
              <w:rPr>
                <w:rFonts w:ascii="PT Astra Serif" w:hAnsi="PT Astra Serif"/>
                <w:sz w:val="28"/>
                <w:szCs w:val="28"/>
              </w:rPr>
              <w:t>Новоульяновск</w:t>
            </w:r>
            <w:proofErr w:type="spellEnd"/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72,4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46,6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55,6</w:t>
            </w:r>
          </w:p>
        </w:tc>
      </w:tr>
      <w:tr w:rsidR="006B3300" w:rsidRPr="00502E75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502E75" w:rsidRDefault="006B3300" w:rsidP="003206E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816" w:type="dxa"/>
            <w:noWrap/>
            <w:vAlign w:val="center"/>
          </w:tcPr>
          <w:p w:rsidR="006B3300" w:rsidRPr="00502E75" w:rsidRDefault="006B3300" w:rsidP="003206E2">
            <w:pPr>
              <w:rPr>
                <w:rFonts w:ascii="PT Astra Serif" w:hAnsi="PT Astra Serif"/>
                <w:sz w:val="28"/>
                <w:szCs w:val="28"/>
              </w:rPr>
            </w:pPr>
            <w:r w:rsidRPr="00502E75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3642,8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1064,7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3300">
              <w:rPr>
                <w:rFonts w:ascii="PT Astra Serif" w:hAnsi="PT Astra Serif"/>
                <w:sz w:val="28"/>
                <w:szCs w:val="28"/>
              </w:rPr>
              <w:t>1107,3</w:t>
            </w:r>
          </w:p>
        </w:tc>
      </w:tr>
      <w:tr w:rsidR="006B3300" w:rsidRPr="006B3300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6B3300" w:rsidRDefault="006B3300" w:rsidP="003206E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6B3300" w:rsidRPr="006B3300" w:rsidRDefault="006B3300" w:rsidP="003206E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4353,8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1446,5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1458,4</w:t>
            </w:r>
          </w:p>
        </w:tc>
      </w:tr>
      <w:tr w:rsidR="006B3300" w:rsidRPr="006B3300" w:rsidTr="006B3300">
        <w:trPr>
          <w:trHeight w:val="375"/>
        </w:trPr>
        <w:tc>
          <w:tcPr>
            <w:tcW w:w="735" w:type="dxa"/>
            <w:noWrap/>
            <w:vAlign w:val="center"/>
          </w:tcPr>
          <w:p w:rsidR="006B3300" w:rsidRPr="006B3300" w:rsidRDefault="006B3300" w:rsidP="003206E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6B3300" w:rsidRPr="006B3300" w:rsidRDefault="006B3300" w:rsidP="003206E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noWrap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8044,8</w:t>
            </w:r>
          </w:p>
        </w:tc>
        <w:tc>
          <w:tcPr>
            <w:tcW w:w="1748" w:type="dxa"/>
            <w:vAlign w:val="bottom"/>
          </w:tcPr>
          <w:p w:rsidR="006B3300" w:rsidRPr="006B3300" w:rsidRDefault="006B3300" w:rsidP="006B330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B3300">
              <w:rPr>
                <w:rFonts w:ascii="PT Astra Serif" w:hAnsi="PT Astra Serif"/>
                <w:b/>
                <w:sz w:val="28"/>
                <w:szCs w:val="28"/>
              </w:rPr>
              <w:t>3000,0</w:t>
            </w:r>
          </w:p>
        </w:tc>
        <w:tc>
          <w:tcPr>
            <w:tcW w:w="1607" w:type="dxa"/>
            <w:vAlign w:val="bottom"/>
          </w:tcPr>
          <w:p w:rsidR="006B3300" w:rsidRPr="006B3300" w:rsidRDefault="006B3300" w:rsidP="004171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</w:t>
            </w:r>
            <w:r w:rsidRPr="006B3300">
              <w:rPr>
                <w:rFonts w:ascii="PT Astra Serif" w:hAnsi="PT Astra Serif"/>
                <w:b/>
                <w:sz w:val="28"/>
                <w:szCs w:val="28"/>
              </w:rPr>
              <w:t>3000,0</w:t>
            </w:r>
            <w:r w:rsidR="00A86115">
              <w:rPr>
                <w:rFonts w:ascii="PT Astra Serif" w:hAnsi="PT Astra Serif"/>
                <w:sz w:val="28"/>
                <w:szCs w:val="28"/>
              </w:rPr>
              <w:t>»</w:t>
            </w:r>
            <w:r w:rsidR="0041716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3206E2" w:rsidRDefault="003206E2" w:rsidP="00FA0DF9">
      <w:pPr>
        <w:spacing w:before="120"/>
        <w:ind w:firstLine="709"/>
        <w:contextualSpacing/>
        <w:rPr>
          <w:rFonts w:ascii="PT Astra Serif" w:hAnsi="PT Astra Serif"/>
          <w:sz w:val="28"/>
          <w:szCs w:val="28"/>
          <w:highlight w:val="cyan"/>
        </w:rPr>
      </w:pPr>
    </w:p>
    <w:p w:rsidR="00D9799B" w:rsidRPr="00D500BA" w:rsidRDefault="00D9799B" w:rsidP="00D20B1E">
      <w:pPr>
        <w:pStyle w:val="aa"/>
        <w:spacing w:line="233" w:lineRule="auto"/>
        <w:ind w:firstLine="720"/>
        <w:rPr>
          <w:rFonts w:ascii="PT Astra Serif" w:hAnsi="PT Astra Serif"/>
          <w:b/>
          <w:szCs w:val="28"/>
          <w:highlight w:val="cyan"/>
        </w:rPr>
      </w:pPr>
    </w:p>
    <w:p w:rsidR="00CB2BF2" w:rsidRPr="00470FB6" w:rsidRDefault="00CB2BF2" w:rsidP="00CB2BF2">
      <w:pPr>
        <w:spacing w:line="233" w:lineRule="auto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470FB6">
        <w:rPr>
          <w:rFonts w:ascii="PT Astra Serif" w:hAnsi="PT Astra Serif"/>
          <w:b/>
          <w:sz w:val="28"/>
          <w:szCs w:val="28"/>
        </w:rPr>
        <w:t>Статья 2</w:t>
      </w:r>
    </w:p>
    <w:p w:rsidR="00CB2BF2" w:rsidRPr="00470FB6" w:rsidRDefault="00CB2BF2" w:rsidP="00CB2BF2">
      <w:pPr>
        <w:spacing w:line="233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35209" w:rsidRPr="00470FB6" w:rsidRDefault="00C35209" w:rsidP="00CB2BF2">
      <w:pPr>
        <w:spacing w:line="233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A02F3B" w:rsidRPr="003F6AAD" w:rsidRDefault="00A02F3B" w:rsidP="00C35209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Подпункт </w:t>
      </w:r>
      <w:r w:rsidR="00A86115">
        <w:rPr>
          <w:rFonts w:ascii="PT Astra Serif" w:eastAsia="Calibri" w:hAnsi="PT Astra Serif"/>
          <w:sz w:val="28"/>
          <w:szCs w:val="28"/>
          <w:lang w:eastAsia="en-US"/>
        </w:rPr>
        <w:t>«</w:t>
      </w:r>
      <w:proofErr w:type="spellStart"/>
      <w:r w:rsidRPr="003F6AAD">
        <w:rPr>
          <w:rFonts w:ascii="PT Astra Serif" w:eastAsia="Calibri" w:hAnsi="PT Astra Serif"/>
          <w:sz w:val="28"/>
          <w:szCs w:val="28"/>
          <w:lang w:eastAsia="en-US"/>
        </w:rPr>
        <w:t>н</w:t>
      </w:r>
      <w:proofErr w:type="spellEnd"/>
      <w:r w:rsidR="00A86115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 пункта 11 статьи 1 Закона Ульяновской области </w:t>
      </w:r>
      <w:r w:rsidRPr="003F6AAD">
        <w:rPr>
          <w:rFonts w:ascii="PT Astra Serif" w:eastAsia="Calibri" w:hAnsi="PT Astra Serif"/>
          <w:sz w:val="28"/>
          <w:szCs w:val="28"/>
          <w:lang w:eastAsia="en-US"/>
        </w:rPr>
        <w:br/>
        <w:t xml:space="preserve">от 5 сентября 2023 года № 96-ЗО </w:t>
      </w:r>
      <w:r w:rsidR="00A86115"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="00A6370E">
        <w:rPr>
          <w:rFonts w:ascii="PT Astra Serif" w:eastAsia="Calibri" w:hAnsi="PT Astra Serif"/>
          <w:sz w:val="28"/>
          <w:szCs w:val="28"/>
          <w:lang w:eastAsia="en-US"/>
        </w:rPr>
        <w:t>О внесении изменений в Закон Ульяновской области «</w:t>
      </w:r>
      <w:r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Об областном бюджете Ульяновской области на 2023 год </w:t>
      </w:r>
      <w:r w:rsidR="00A6370E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3F6AAD">
        <w:rPr>
          <w:rFonts w:ascii="PT Astra Serif" w:eastAsia="Calibri" w:hAnsi="PT Astra Serif"/>
          <w:sz w:val="28"/>
          <w:szCs w:val="28"/>
          <w:lang w:eastAsia="en-US"/>
        </w:rPr>
        <w:t>и на плановый период 2024 и 2025 годов</w:t>
      </w:r>
      <w:r w:rsidR="00A86115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 и о признании утратившим силу </w:t>
      </w:r>
      <w:r w:rsidR="00A6370E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3F6AAD">
        <w:rPr>
          <w:rFonts w:ascii="PT Astra Serif" w:eastAsia="Calibri" w:hAnsi="PT Astra Serif"/>
          <w:sz w:val="28"/>
          <w:szCs w:val="28"/>
          <w:lang w:eastAsia="en-US"/>
        </w:rPr>
        <w:t>отдельного положения законодательного акта Ульяновской области</w:t>
      </w:r>
      <w:r w:rsidR="00A86115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A6370E">
        <w:rPr>
          <w:rFonts w:ascii="PT Astra Serif" w:eastAsia="Calibri" w:hAnsi="PT Astra Serif"/>
          <w:sz w:val="28"/>
          <w:szCs w:val="28"/>
          <w:lang w:eastAsia="en-US"/>
        </w:rPr>
        <w:br/>
      </w:r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>(Официальный интернет-портал правовой информации (</w:t>
      </w:r>
      <w:hyperlink r:id="rId16" w:history="1">
        <w:r w:rsidR="003F6AAD" w:rsidRPr="003F6AAD">
          <w:rPr>
            <w:rFonts w:ascii="PT Astra Serif" w:eastAsia="Calibri" w:hAnsi="PT Astra Serif"/>
            <w:sz w:val="28"/>
            <w:lang w:val="en-US" w:eastAsia="en-US"/>
          </w:rPr>
          <w:t>www</w:t>
        </w:r>
        <w:r w:rsidR="003F6AAD" w:rsidRPr="003F6AAD">
          <w:rPr>
            <w:rFonts w:ascii="PT Astra Serif" w:eastAsia="Calibri" w:hAnsi="PT Astra Serif"/>
            <w:sz w:val="28"/>
            <w:lang w:eastAsia="en-US"/>
          </w:rPr>
          <w:t>.</w:t>
        </w:r>
        <w:proofErr w:type="spellStart"/>
        <w:r w:rsidR="003F6AAD" w:rsidRPr="003F6AAD">
          <w:rPr>
            <w:rFonts w:ascii="PT Astra Serif" w:eastAsia="Calibri" w:hAnsi="PT Astra Serif"/>
            <w:sz w:val="28"/>
            <w:lang w:val="en-US" w:eastAsia="en-US"/>
          </w:rPr>
          <w:t>pravo</w:t>
        </w:r>
        <w:proofErr w:type="spellEnd"/>
        <w:r w:rsidR="003F6AAD" w:rsidRPr="003F6AAD">
          <w:rPr>
            <w:rFonts w:ascii="PT Astra Serif" w:eastAsia="Calibri" w:hAnsi="PT Astra Serif"/>
            <w:sz w:val="28"/>
            <w:lang w:eastAsia="en-US"/>
          </w:rPr>
          <w:t>.</w:t>
        </w:r>
        <w:proofErr w:type="spellStart"/>
        <w:r w:rsidR="003F6AAD" w:rsidRPr="003F6AAD">
          <w:rPr>
            <w:rFonts w:ascii="PT Astra Serif" w:eastAsia="Calibri" w:hAnsi="PT Astra Serif"/>
            <w:sz w:val="28"/>
            <w:lang w:val="en-US" w:eastAsia="en-US"/>
          </w:rPr>
          <w:t>gov</w:t>
        </w:r>
        <w:proofErr w:type="spellEnd"/>
        <w:r w:rsidR="003F6AAD" w:rsidRPr="003F6AAD">
          <w:rPr>
            <w:rFonts w:ascii="PT Astra Serif" w:eastAsia="Calibri" w:hAnsi="PT Astra Serif"/>
            <w:sz w:val="28"/>
            <w:lang w:eastAsia="en-US"/>
          </w:rPr>
          <w:t>.</w:t>
        </w:r>
        <w:proofErr w:type="spellStart"/>
        <w:r w:rsidR="003F6AAD" w:rsidRPr="003F6AAD">
          <w:rPr>
            <w:rFonts w:ascii="PT Astra Serif" w:eastAsia="Calibri" w:hAnsi="PT Astra Serif"/>
            <w:sz w:val="28"/>
            <w:lang w:val="en-US" w:eastAsia="en-US"/>
          </w:rPr>
          <w:t>ru</w:t>
        </w:r>
        <w:proofErr w:type="spellEnd"/>
      </w:hyperlink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), </w:t>
      </w:r>
      <w:r w:rsidR="003F6AAD" w:rsidRPr="003F6AAD">
        <w:rPr>
          <w:rFonts w:ascii="PT Astra Serif" w:hAnsi="PT Astra Serif"/>
          <w:sz w:val="28"/>
          <w:szCs w:val="28"/>
        </w:rPr>
        <w:t xml:space="preserve">06.09.2023, № </w:t>
      </w:r>
      <w:r w:rsidR="003F6AAD" w:rsidRPr="003F6AA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7300202309060001</w:t>
      </w:r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>) признать</w:t>
      </w:r>
      <w:proofErr w:type="gramEnd"/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gramStart"/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>утратившим</w:t>
      </w:r>
      <w:proofErr w:type="gramEnd"/>
      <w:r w:rsidR="003F6AAD" w:rsidRPr="003F6AAD">
        <w:rPr>
          <w:rFonts w:ascii="PT Astra Serif" w:eastAsia="Calibri" w:hAnsi="PT Astra Serif"/>
          <w:sz w:val="28"/>
          <w:szCs w:val="28"/>
          <w:lang w:eastAsia="en-US"/>
        </w:rPr>
        <w:t xml:space="preserve"> силу.</w:t>
      </w:r>
    </w:p>
    <w:p w:rsidR="00745497" w:rsidRDefault="00745497" w:rsidP="00745497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745497" w:rsidRDefault="00745497" w:rsidP="00745497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20B1E" w:rsidRPr="00466F55" w:rsidRDefault="00D20B1E" w:rsidP="00D20B1E">
      <w:pPr>
        <w:pStyle w:val="aa"/>
        <w:spacing w:line="233" w:lineRule="auto"/>
        <w:ind w:firstLine="720"/>
        <w:rPr>
          <w:rFonts w:ascii="PT Astra Serif" w:hAnsi="PT Astra Serif"/>
          <w:b/>
          <w:szCs w:val="28"/>
        </w:rPr>
      </w:pPr>
      <w:r w:rsidRPr="00466F55">
        <w:rPr>
          <w:rFonts w:ascii="PT Astra Serif" w:hAnsi="PT Astra Serif"/>
          <w:b/>
          <w:szCs w:val="28"/>
        </w:rPr>
        <w:t xml:space="preserve">Статья </w:t>
      </w:r>
      <w:r w:rsidR="00CB2BF2" w:rsidRPr="00466F55">
        <w:rPr>
          <w:rFonts w:ascii="PT Astra Serif" w:hAnsi="PT Astra Serif"/>
          <w:b/>
          <w:szCs w:val="28"/>
        </w:rPr>
        <w:t>3</w:t>
      </w:r>
    </w:p>
    <w:p w:rsidR="00D20B1E" w:rsidRPr="00466F55" w:rsidRDefault="00D20B1E" w:rsidP="00D20B1E">
      <w:pPr>
        <w:pStyle w:val="aa"/>
        <w:spacing w:line="233" w:lineRule="auto"/>
        <w:ind w:firstLine="720"/>
        <w:rPr>
          <w:rFonts w:ascii="PT Astra Serif" w:hAnsi="PT Astra Serif"/>
          <w:sz w:val="22"/>
          <w:szCs w:val="22"/>
        </w:rPr>
      </w:pPr>
    </w:p>
    <w:p w:rsidR="00D20B1E" w:rsidRPr="00466F55" w:rsidRDefault="00D20B1E" w:rsidP="00D20B1E">
      <w:pPr>
        <w:pStyle w:val="aa"/>
        <w:spacing w:line="233" w:lineRule="auto"/>
        <w:ind w:firstLine="720"/>
        <w:rPr>
          <w:rFonts w:ascii="PT Astra Serif" w:hAnsi="PT Astra Serif"/>
          <w:szCs w:val="28"/>
        </w:rPr>
      </w:pPr>
    </w:p>
    <w:p w:rsidR="00D20B1E" w:rsidRPr="00466F55" w:rsidRDefault="00D20B1E" w:rsidP="00D20B1E">
      <w:pPr>
        <w:pStyle w:val="aa"/>
        <w:spacing w:line="360" w:lineRule="auto"/>
        <w:ind w:firstLine="720"/>
        <w:rPr>
          <w:rFonts w:ascii="PT Astra Serif" w:hAnsi="PT Astra Serif"/>
          <w:szCs w:val="28"/>
        </w:rPr>
      </w:pPr>
      <w:r w:rsidRPr="00E85EB0">
        <w:rPr>
          <w:rFonts w:ascii="PT Astra Serif" w:hAnsi="PT Astra Serif"/>
          <w:szCs w:val="28"/>
        </w:rPr>
        <w:t xml:space="preserve">Настоящий Закон вступает в силу </w:t>
      </w:r>
      <w:r w:rsidR="00470FB6">
        <w:rPr>
          <w:rFonts w:ascii="PT Astra Serif" w:hAnsi="PT Astra Serif"/>
          <w:szCs w:val="28"/>
        </w:rPr>
        <w:t xml:space="preserve">со дня </w:t>
      </w:r>
      <w:r w:rsidRPr="00E85EB0">
        <w:rPr>
          <w:rFonts w:ascii="PT Astra Serif" w:hAnsi="PT Astra Serif"/>
          <w:szCs w:val="28"/>
        </w:rPr>
        <w:t xml:space="preserve">его официального </w:t>
      </w:r>
      <w:r w:rsidR="00470FB6">
        <w:rPr>
          <w:rFonts w:ascii="PT Astra Serif" w:hAnsi="PT Astra Serif"/>
          <w:szCs w:val="28"/>
        </w:rPr>
        <w:br/>
      </w:r>
      <w:r w:rsidRPr="00E85EB0">
        <w:rPr>
          <w:rFonts w:ascii="PT Astra Serif" w:hAnsi="PT Astra Serif"/>
          <w:szCs w:val="28"/>
        </w:rPr>
        <w:t>опубликования.</w:t>
      </w:r>
    </w:p>
    <w:p w:rsidR="00D20B1E" w:rsidRPr="00466F55" w:rsidRDefault="00D20B1E" w:rsidP="00B8606C">
      <w:pPr>
        <w:pStyle w:val="aa"/>
        <w:spacing w:line="233" w:lineRule="auto"/>
        <w:ind w:firstLine="720"/>
        <w:rPr>
          <w:rFonts w:ascii="PT Astra Serif" w:hAnsi="PT Astra Serif"/>
          <w:b/>
          <w:szCs w:val="28"/>
        </w:rPr>
      </w:pPr>
    </w:p>
    <w:p w:rsidR="00AC4E42" w:rsidRPr="00466F55" w:rsidRDefault="00AC4E42" w:rsidP="00541AE1">
      <w:pPr>
        <w:pStyle w:val="aa"/>
        <w:ind w:firstLine="720"/>
        <w:rPr>
          <w:rFonts w:ascii="PT Astra Serif" w:hAnsi="PT Astra Serif"/>
          <w:szCs w:val="28"/>
        </w:rPr>
      </w:pPr>
    </w:p>
    <w:p w:rsidR="00AC4E42" w:rsidRPr="00466F55" w:rsidRDefault="00AC4E42" w:rsidP="00541AE1">
      <w:pPr>
        <w:pStyle w:val="aa"/>
        <w:ind w:firstLine="720"/>
        <w:rPr>
          <w:rFonts w:ascii="PT Astra Serif" w:hAnsi="PT Astra Serif"/>
          <w:szCs w:val="28"/>
        </w:rPr>
      </w:pPr>
    </w:p>
    <w:p w:rsidR="004E3E07" w:rsidRPr="00466F55" w:rsidRDefault="004E3E07" w:rsidP="00806107">
      <w:pPr>
        <w:pStyle w:val="1"/>
        <w:jc w:val="left"/>
        <w:rPr>
          <w:rFonts w:ascii="PT Astra Serif" w:hAnsi="PT Astra Serif"/>
          <w:szCs w:val="28"/>
        </w:rPr>
      </w:pPr>
      <w:r w:rsidRPr="00466F55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CD56E9" w:rsidRPr="00466F55">
        <w:rPr>
          <w:rFonts w:ascii="PT Astra Serif" w:hAnsi="PT Astra Serif"/>
          <w:b/>
          <w:szCs w:val="28"/>
        </w:rPr>
        <w:t xml:space="preserve">                    </w:t>
      </w:r>
      <w:r w:rsidR="00806107" w:rsidRPr="00466F55">
        <w:rPr>
          <w:rFonts w:ascii="PT Astra Serif" w:hAnsi="PT Astra Serif"/>
          <w:b/>
          <w:szCs w:val="28"/>
        </w:rPr>
        <w:t xml:space="preserve"> </w:t>
      </w:r>
      <w:r w:rsidR="00CD56E9" w:rsidRPr="00466F55">
        <w:rPr>
          <w:rFonts w:ascii="PT Astra Serif" w:hAnsi="PT Astra Serif"/>
          <w:b/>
          <w:szCs w:val="28"/>
        </w:rPr>
        <w:t xml:space="preserve">              </w:t>
      </w:r>
      <w:r w:rsidRPr="00466F55">
        <w:rPr>
          <w:rFonts w:ascii="PT Astra Serif" w:hAnsi="PT Astra Serif"/>
          <w:b/>
          <w:szCs w:val="28"/>
        </w:rPr>
        <w:t>А.Ю.Русских</w:t>
      </w:r>
    </w:p>
    <w:p w:rsidR="004E3E07" w:rsidRPr="00466F55" w:rsidRDefault="004E3E07" w:rsidP="00C51F67">
      <w:pPr>
        <w:jc w:val="center"/>
        <w:rPr>
          <w:rFonts w:ascii="PT Astra Serif" w:hAnsi="PT Astra Serif"/>
          <w:sz w:val="28"/>
          <w:szCs w:val="28"/>
        </w:rPr>
      </w:pPr>
    </w:p>
    <w:p w:rsidR="004E3E07" w:rsidRPr="00466F55" w:rsidRDefault="004E3E07" w:rsidP="00C51F67">
      <w:pPr>
        <w:jc w:val="center"/>
        <w:rPr>
          <w:rFonts w:ascii="PT Astra Serif" w:hAnsi="PT Astra Serif"/>
          <w:sz w:val="28"/>
          <w:szCs w:val="28"/>
        </w:rPr>
      </w:pPr>
    </w:p>
    <w:p w:rsidR="004E3E07" w:rsidRPr="00466F55" w:rsidRDefault="004E3E07" w:rsidP="00C51F67">
      <w:pPr>
        <w:jc w:val="center"/>
        <w:rPr>
          <w:rFonts w:ascii="PT Astra Serif" w:hAnsi="PT Astra Serif"/>
          <w:sz w:val="28"/>
          <w:szCs w:val="28"/>
        </w:rPr>
      </w:pPr>
    </w:p>
    <w:p w:rsidR="004E3E07" w:rsidRPr="00466F55" w:rsidRDefault="004E3E07" w:rsidP="00C51F67">
      <w:pPr>
        <w:jc w:val="center"/>
        <w:rPr>
          <w:rFonts w:ascii="PT Astra Serif" w:hAnsi="PT Astra Serif"/>
          <w:sz w:val="28"/>
          <w:szCs w:val="28"/>
        </w:rPr>
      </w:pPr>
      <w:r w:rsidRPr="00466F55">
        <w:rPr>
          <w:rFonts w:ascii="PT Astra Serif" w:hAnsi="PT Astra Serif"/>
          <w:sz w:val="28"/>
          <w:szCs w:val="28"/>
        </w:rPr>
        <w:t>г. Ульяновск</w:t>
      </w:r>
    </w:p>
    <w:p w:rsidR="004E3E07" w:rsidRPr="00466F55" w:rsidRDefault="00043AD6" w:rsidP="00C51F6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 октября</w:t>
      </w:r>
      <w:r w:rsidR="004E3E07" w:rsidRPr="00466F55">
        <w:rPr>
          <w:rFonts w:ascii="PT Astra Serif" w:hAnsi="PT Astra Serif"/>
          <w:sz w:val="28"/>
          <w:szCs w:val="28"/>
        </w:rPr>
        <w:t xml:space="preserve"> 202</w:t>
      </w:r>
      <w:r w:rsidR="00383913" w:rsidRPr="00466F55">
        <w:rPr>
          <w:rFonts w:ascii="PT Astra Serif" w:hAnsi="PT Astra Serif"/>
          <w:sz w:val="28"/>
          <w:szCs w:val="28"/>
        </w:rPr>
        <w:t>3</w:t>
      </w:r>
      <w:r w:rsidR="004E3E07" w:rsidRPr="00466F55">
        <w:rPr>
          <w:rFonts w:ascii="PT Astra Serif" w:hAnsi="PT Astra Serif"/>
          <w:sz w:val="28"/>
          <w:szCs w:val="28"/>
        </w:rPr>
        <w:t xml:space="preserve"> г.</w:t>
      </w:r>
    </w:p>
    <w:p w:rsidR="004E3E07" w:rsidRPr="00460527" w:rsidRDefault="004E3E07" w:rsidP="00C51F67">
      <w:pPr>
        <w:jc w:val="center"/>
        <w:rPr>
          <w:rFonts w:ascii="PT Astra Serif" w:hAnsi="PT Astra Serif"/>
          <w:sz w:val="28"/>
          <w:szCs w:val="28"/>
        </w:rPr>
      </w:pPr>
      <w:r w:rsidRPr="00466F55">
        <w:rPr>
          <w:rFonts w:ascii="PT Astra Serif" w:hAnsi="PT Astra Serif"/>
          <w:sz w:val="28"/>
          <w:szCs w:val="28"/>
        </w:rPr>
        <w:t xml:space="preserve">№ </w:t>
      </w:r>
      <w:r w:rsidR="00043AD6">
        <w:rPr>
          <w:rFonts w:ascii="PT Astra Serif" w:hAnsi="PT Astra Serif"/>
          <w:sz w:val="28"/>
          <w:szCs w:val="28"/>
        </w:rPr>
        <w:t>113</w:t>
      </w:r>
      <w:r w:rsidRPr="00466F55">
        <w:rPr>
          <w:rFonts w:ascii="PT Astra Serif" w:hAnsi="PT Astra Serif"/>
          <w:sz w:val="28"/>
          <w:szCs w:val="28"/>
        </w:rPr>
        <w:t>-ЗО</w:t>
      </w:r>
    </w:p>
    <w:sectPr w:rsidR="004E3E07" w:rsidRPr="00460527" w:rsidSect="003C38A4">
      <w:pgSz w:w="11907" w:h="16840" w:code="9"/>
      <w:pgMar w:top="1134" w:right="708" w:bottom="1134" w:left="1701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58B" w:rsidRDefault="00FF258B">
      <w:r>
        <w:separator/>
      </w:r>
    </w:p>
  </w:endnote>
  <w:endnote w:type="continuationSeparator" w:id="0">
    <w:p w:rsidR="00FF258B" w:rsidRDefault="00FF2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AD6" w:rsidRPr="00AF5AD6" w:rsidRDefault="00AF5AD6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2509ан1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28" w:rsidRPr="006858A4" w:rsidRDefault="00B13028" w:rsidP="006858A4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58B" w:rsidRDefault="00FF258B">
      <w:r>
        <w:separator/>
      </w:r>
    </w:p>
  </w:footnote>
  <w:footnote w:type="continuationSeparator" w:id="0">
    <w:p w:rsidR="00FF258B" w:rsidRDefault="00FF2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28" w:rsidRDefault="00B271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30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3028">
      <w:rPr>
        <w:rStyle w:val="a5"/>
        <w:noProof/>
      </w:rPr>
      <w:t>410</w:t>
    </w:r>
    <w:r>
      <w:rPr>
        <w:rStyle w:val="a5"/>
      </w:rPr>
      <w:fldChar w:fldCharType="end"/>
    </w:r>
  </w:p>
  <w:p w:rsidR="00B13028" w:rsidRDefault="00B130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28" w:rsidRPr="00464F01" w:rsidRDefault="00B27156" w:rsidP="00922298">
    <w:pPr>
      <w:pStyle w:val="a3"/>
      <w:jc w:val="center"/>
      <w:rPr>
        <w:rFonts w:ascii="PT Astra Serif" w:hAnsi="PT Astra Serif"/>
        <w:sz w:val="28"/>
        <w:szCs w:val="28"/>
      </w:rPr>
    </w:pPr>
    <w:r w:rsidRPr="00464F01">
      <w:rPr>
        <w:rStyle w:val="a5"/>
        <w:rFonts w:ascii="PT Astra Serif" w:hAnsi="PT Astra Serif"/>
        <w:sz w:val="28"/>
        <w:szCs w:val="28"/>
      </w:rPr>
      <w:fldChar w:fldCharType="begin"/>
    </w:r>
    <w:r w:rsidR="00B13028" w:rsidRPr="00464F0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464F01">
      <w:rPr>
        <w:rStyle w:val="a5"/>
        <w:rFonts w:ascii="PT Astra Serif" w:hAnsi="PT Astra Serif"/>
        <w:sz w:val="28"/>
        <w:szCs w:val="28"/>
      </w:rPr>
      <w:fldChar w:fldCharType="separate"/>
    </w:r>
    <w:r w:rsidR="00043AD6">
      <w:rPr>
        <w:rStyle w:val="a5"/>
        <w:rFonts w:ascii="PT Astra Serif" w:hAnsi="PT Astra Serif"/>
        <w:noProof/>
        <w:sz w:val="28"/>
        <w:szCs w:val="28"/>
      </w:rPr>
      <w:t>388</w:t>
    </w:r>
    <w:r w:rsidRPr="00464F0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28" w:rsidRDefault="00B13028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28" w:rsidRPr="001D6DBB" w:rsidRDefault="00B27156" w:rsidP="001D6DBB">
    <w:pPr>
      <w:pStyle w:val="a3"/>
      <w:jc w:val="center"/>
      <w:rPr>
        <w:rFonts w:ascii="PT Astra Serif" w:hAnsi="PT Astra Serif"/>
        <w:sz w:val="28"/>
        <w:szCs w:val="28"/>
      </w:rPr>
    </w:pPr>
    <w:r w:rsidRPr="00C1382F">
      <w:rPr>
        <w:rFonts w:ascii="PT Astra Serif" w:hAnsi="PT Astra Serif"/>
        <w:sz w:val="28"/>
        <w:szCs w:val="28"/>
      </w:rPr>
      <w:fldChar w:fldCharType="begin"/>
    </w:r>
    <w:r w:rsidR="00B13028" w:rsidRPr="00C1382F">
      <w:rPr>
        <w:rFonts w:ascii="PT Astra Serif" w:hAnsi="PT Astra Serif"/>
        <w:sz w:val="28"/>
        <w:szCs w:val="28"/>
      </w:rPr>
      <w:instrText xml:space="preserve"> PAGE   \* MERGEFORMAT </w:instrText>
    </w:r>
    <w:r w:rsidRPr="00C1382F">
      <w:rPr>
        <w:rFonts w:ascii="PT Astra Serif" w:hAnsi="PT Astra Serif"/>
        <w:sz w:val="28"/>
        <w:szCs w:val="28"/>
      </w:rPr>
      <w:fldChar w:fldCharType="separate"/>
    </w:r>
    <w:r w:rsidR="00043AD6">
      <w:rPr>
        <w:rFonts w:ascii="PT Astra Serif" w:hAnsi="PT Astra Serif"/>
        <w:noProof/>
        <w:sz w:val="28"/>
        <w:szCs w:val="28"/>
      </w:rPr>
      <w:t>399</w:t>
    </w:r>
    <w:r w:rsidRPr="00C1382F">
      <w:rPr>
        <w:rFonts w:ascii="PT Astra Serif" w:hAnsi="PT Astra Serif"/>
        <w:sz w:val="28"/>
        <w:szCs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28" w:rsidRDefault="00B1302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1431B"/>
    <w:multiLevelType w:val="hybridMultilevel"/>
    <w:tmpl w:val="AEB49C38"/>
    <w:lvl w:ilvl="0" w:tplc="B8E4A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4"/>
  </w:num>
  <w:num w:numId="4">
    <w:abstractNumId w:val="1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6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5"/>
  </w:num>
  <w:num w:numId="22">
    <w:abstractNumId w:val="27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 w:numId="30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E14"/>
    <w:rsid w:val="00000FAD"/>
    <w:rsid w:val="0000100A"/>
    <w:rsid w:val="00001240"/>
    <w:rsid w:val="000012CA"/>
    <w:rsid w:val="00001305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03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C26"/>
    <w:rsid w:val="00005DCC"/>
    <w:rsid w:val="00005EE0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5D4"/>
    <w:rsid w:val="0001170E"/>
    <w:rsid w:val="00011735"/>
    <w:rsid w:val="000117BE"/>
    <w:rsid w:val="000118B8"/>
    <w:rsid w:val="000118ED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38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9BF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9E1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C1"/>
    <w:rsid w:val="00025BEA"/>
    <w:rsid w:val="00025C07"/>
    <w:rsid w:val="00025C5B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DA8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05B"/>
    <w:rsid w:val="000321A2"/>
    <w:rsid w:val="000322BA"/>
    <w:rsid w:val="00032309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33"/>
    <w:rsid w:val="00033370"/>
    <w:rsid w:val="00033471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190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D59"/>
    <w:rsid w:val="00036E21"/>
    <w:rsid w:val="00036EED"/>
    <w:rsid w:val="0003702A"/>
    <w:rsid w:val="000371A9"/>
    <w:rsid w:val="000372A3"/>
    <w:rsid w:val="0003735C"/>
    <w:rsid w:val="000376E2"/>
    <w:rsid w:val="000379E3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90"/>
    <w:rsid w:val="00041BAA"/>
    <w:rsid w:val="00041BBD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AD6"/>
    <w:rsid w:val="00043C0A"/>
    <w:rsid w:val="00043CCE"/>
    <w:rsid w:val="00043D60"/>
    <w:rsid w:val="00043D6F"/>
    <w:rsid w:val="00043DD4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051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86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BD1"/>
    <w:rsid w:val="00055C95"/>
    <w:rsid w:val="00055DAA"/>
    <w:rsid w:val="00055EC2"/>
    <w:rsid w:val="00055F92"/>
    <w:rsid w:val="00056013"/>
    <w:rsid w:val="00056073"/>
    <w:rsid w:val="0005641F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3BB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4D7"/>
    <w:rsid w:val="0006155A"/>
    <w:rsid w:val="00061784"/>
    <w:rsid w:val="00061830"/>
    <w:rsid w:val="0006183E"/>
    <w:rsid w:val="000618CB"/>
    <w:rsid w:val="000618F7"/>
    <w:rsid w:val="00061961"/>
    <w:rsid w:val="00061A86"/>
    <w:rsid w:val="00061D3F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B3"/>
    <w:rsid w:val="000635C2"/>
    <w:rsid w:val="000637EB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12"/>
    <w:rsid w:val="00065E83"/>
    <w:rsid w:val="000661CD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8A"/>
    <w:rsid w:val="000678DE"/>
    <w:rsid w:val="000679D8"/>
    <w:rsid w:val="00067B43"/>
    <w:rsid w:val="00067BC6"/>
    <w:rsid w:val="00067BE6"/>
    <w:rsid w:val="00067E04"/>
    <w:rsid w:val="00070205"/>
    <w:rsid w:val="000703CA"/>
    <w:rsid w:val="00070493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0FA9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03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33"/>
    <w:rsid w:val="00074C91"/>
    <w:rsid w:val="00074E01"/>
    <w:rsid w:val="00075361"/>
    <w:rsid w:val="0007555D"/>
    <w:rsid w:val="000755E5"/>
    <w:rsid w:val="00075A4C"/>
    <w:rsid w:val="00075CC2"/>
    <w:rsid w:val="000761E2"/>
    <w:rsid w:val="0007620E"/>
    <w:rsid w:val="000766A1"/>
    <w:rsid w:val="0007684C"/>
    <w:rsid w:val="00076928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B2B"/>
    <w:rsid w:val="00077C0F"/>
    <w:rsid w:val="00077D06"/>
    <w:rsid w:val="00077E53"/>
    <w:rsid w:val="00080011"/>
    <w:rsid w:val="00080174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19C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09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0AF"/>
    <w:rsid w:val="000841E9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195"/>
    <w:rsid w:val="000851AD"/>
    <w:rsid w:val="000852BA"/>
    <w:rsid w:val="000853B1"/>
    <w:rsid w:val="000853F2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CD0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9D5"/>
    <w:rsid w:val="00086C7B"/>
    <w:rsid w:val="00086C9E"/>
    <w:rsid w:val="00086CF4"/>
    <w:rsid w:val="00086D9F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28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5C3"/>
    <w:rsid w:val="000917AA"/>
    <w:rsid w:val="000917E8"/>
    <w:rsid w:val="0009184C"/>
    <w:rsid w:val="00091973"/>
    <w:rsid w:val="00091A06"/>
    <w:rsid w:val="00091A3F"/>
    <w:rsid w:val="00091B46"/>
    <w:rsid w:val="00091B71"/>
    <w:rsid w:val="00091DF2"/>
    <w:rsid w:val="00091F27"/>
    <w:rsid w:val="0009201E"/>
    <w:rsid w:val="0009201F"/>
    <w:rsid w:val="000920E7"/>
    <w:rsid w:val="00092111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61A"/>
    <w:rsid w:val="000939D7"/>
    <w:rsid w:val="00093B05"/>
    <w:rsid w:val="00093DB7"/>
    <w:rsid w:val="00093F60"/>
    <w:rsid w:val="00093FA3"/>
    <w:rsid w:val="000941FA"/>
    <w:rsid w:val="00094273"/>
    <w:rsid w:val="000943CC"/>
    <w:rsid w:val="00094641"/>
    <w:rsid w:val="000948D0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CAC"/>
    <w:rsid w:val="000A4F3D"/>
    <w:rsid w:val="000A5322"/>
    <w:rsid w:val="000A5422"/>
    <w:rsid w:val="000A5639"/>
    <w:rsid w:val="000A586D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187"/>
    <w:rsid w:val="000A72DF"/>
    <w:rsid w:val="000A7405"/>
    <w:rsid w:val="000A7490"/>
    <w:rsid w:val="000A776F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2A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6F8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FA"/>
    <w:rsid w:val="000B6138"/>
    <w:rsid w:val="000B617A"/>
    <w:rsid w:val="000B6325"/>
    <w:rsid w:val="000B6416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A5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69C"/>
    <w:rsid w:val="000C18E5"/>
    <w:rsid w:val="000C1A32"/>
    <w:rsid w:val="000C1B9A"/>
    <w:rsid w:val="000C1C2E"/>
    <w:rsid w:val="000C1CB7"/>
    <w:rsid w:val="000C1EE0"/>
    <w:rsid w:val="000C20D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C88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09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16"/>
    <w:rsid w:val="000C6486"/>
    <w:rsid w:val="000C64F6"/>
    <w:rsid w:val="000C6694"/>
    <w:rsid w:val="000C6B34"/>
    <w:rsid w:val="000C6D9E"/>
    <w:rsid w:val="000C6ED5"/>
    <w:rsid w:val="000C6FB7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0"/>
    <w:rsid w:val="000D4C1A"/>
    <w:rsid w:val="000D4DF2"/>
    <w:rsid w:val="000D4EB2"/>
    <w:rsid w:val="000D4FA2"/>
    <w:rsid w:val="000D508D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4A6"/>
    <w:rsid w:val="000E1555"/>
    <w:rsid w:val="000E15BF"/>
    <w:rsid w:val="000E15F5"/>
    <w:rsid w:val="000E1795"/>
    <w:rsid w:val="000E17AF"/>
    <w:rsid w:val="000E180E"/>
    <w:rsid w:val="000E1927"/>
    <w:rsid w:val="000E195F"/>
    <w:rsid w:val="000E1B98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6DB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D5D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5AE"/>
    <w:rsid w:val="000E69A1"/>
    <w:rsid w:val="000E69B7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A98"/>
    <w:rsid w:val="000F2B05"/>
    <w:rsid w:val="000F2C03"/>
    <w:rsid w:val="000F2C12"/>
    <w:rsid w:val="000F2E26"/>
    <w:rsid w:val="000F3007"/>
    <w:rsid w:val="000F301E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B4D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B3F"/>
    <w:rsid w:val="000F5E3D"/>
    <w:rsid w:val="000F5E9B"/>
    <w:rsid w:val="000F5F4E"/>
    <w:rsid w:val="000F6002"/>
    <w:rsid w:val="000F62AE"/>
    <w:rsid w:val="000F62B8"/>
    <w:rsid w:val="000F6305"/>
    <w:rsid w:val="000F653C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7AB"/>
    <w:rsid w:val="00102F50"/>
    <w:rsid w:val="0010321C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568"/>
    <w:rsid w:val="0010479E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12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44"/>
    <w:rsid w:val="00111474"/>
    <w:rsid w:val="00111764"/>
    <w:rsid w:val="00111B19"/>
    <w:rsid w:val="00111C8A"/>
    <w:rsid w:val="00111CFD"/>
    <w:rsid w:val="00111F48"/>
    <w:rsid w:val="0011220B"/>
    <w:rsid w:val="00112222"/>
    <w:rsid w:val="00112255"/>
    <w:rsid w:val="00112373"/>
    <w:rsid w:val="001123B6"/>
    <w:rsid w:val="00112668"/>
    <w:rsid w:val="00112955"/>
    <w:rsid w:val="00112A04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1BB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CC9"/>
    <w:rsid w:val="00117E36"/>
    <w:rsid w:val="00117E9F"/>
    <w:rsid w:val="001201B1"/>
    <w:rsid w:val="00120295"/>
    <w:rsid w:val="0012029F"/>
    <w:rsid w:val="001203C2"/>
    <w:rsid w:val="00120520"/>
    <w:rsid w:val="00120707"/>
    <w:rsid w:val="00120724"/>
    <w:rsid w:val="0012077A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2B5"/>
    <w:rsid w:val="001243E6"/>
    <w:rsid w:val="00124409"/>
    <w:rsid w:val="0012484A"/>
    <w:rsid w:val="001248F8"/>
    <w:rsid w:val="00124E45"/>
    <w:rsid w:val="00124E68"/>
    <w:rsid w:val="00124F8B"/>
    <w:rsid w:val="00124FB6"/>
    <w:rsid w:val="001250A8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420"/>
    <w:rsid w:val="001274E6"/>
    <w:rsid w:val="00127A7E"/>
    <w:rsid w:val="00127E2E"/>
    <w:rsid w:val="00127F3D"/>
    <w:rsid w:val="00127F46"/>
    <w:rsid w:val="00127FFA"/>
    <w:rsid w:val="0013033E"/>
    <w:rsid w:val="0013051B"/>
    <w:rsid w:val="00130584"/>
    <w:rsid w:val="00130600"/>
    <w:rsid w:val="001306E2"/>
    <w:rsid w:val="001307C0"/>
    <w:rsid w:val="00130869"/>
    <w:rsid w:val="00130C8C"/>
    <w:rsid w:val="001310AE"/>
    <w:rsid w:val="00131270"/>
    <w:rsid w:val="0013142A"/>
    <w:rsid w:val="00131466"/>
    <w:rsid w:val="00131667"/>
    <w:rsid w:val="00131743"/>
    <w:rsid w:val="001317E4"/>
    <w:rsid w:val="00131AF4"/>
    <w:rsid w:val="00131BAD"/>
    <w:rsid w:val="00131D9E"/>
    <w:rsid w:val="00131DDE"/>
    <w:rsid w:val="00131F2B"/>
    <w:rsid w:val="00131F32"/>
    <w:rsid w:val="00131F48"/>
    <w:rsid w:val="00131F97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78E"/>
    <w:rsid w:val="00133859"/>
    <w:rsid w:val="00133A31"/>
    <w:rsid w:val="00133AAC"/>
    <w:rsid w:val="00133EEB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095"/>
    <w:rsid w:val="0013728C"/>
    <w:rsid w:val="0013731A"/>
    <w:rsid w:val="00137640"/>
    <w:rsid w:val="00137977"/>
    <w:rsid w:val="00137E15"/>
    <w:rsid w:val="00140025"/>
    <w:rsid w:val="001400C8"/>
    <w:rsid w:val="00140354"/>
    <w:rsid w:val="001404BD"/>
    <w:rsid w:val="0014070E"/>
    <w:rsid w:val="001409AE"/>
    <w:rsid w:val="00140AC3"/>
    <w:rsid w:val="00140BFA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A96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2F1"/>
    <w:rsid w:val="00145420"/>
    <w:rsid w:val="001455A7"/>
    <w:rsid w:val="001456D0"/>
    <w:rsid w:val="00145816"/>
    <w:rsid w:val="0014581E"/>
    <w:rsid w:val="00145828"/>
    <w:rsid w:val="00145969"/>
    <w:rsid w:val="00145AB1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398"/>
    <w:rsid w:val="00147517"/>
    <w:rsid w:val="00147841"/>
    <w:rsid w:val="00147E17"/>
    <w:rsid w:val="00147F5A"/>
    <w:rsid w:val="001501D6"/>
    <w:rsid w:val="001502C4"/>
    <w:rsid w:val="00150403"/>
    <w:rsid w:val="00150457"/>
    <w:rsid w:val="00150491"/>
    <w:rsid w:val="00150778"/>
    <w:rsid w:val="00150798"/>
    <w:rsid w:val="001508B2"/>
    <w:rsid w:val="00150B2F"/>
    <w:rsid w:val="00150BE4"/>
    <w:rsid w:val="00150C4C"/>
    <w:rsid w:val="00150C84"/>
    <w:rsid w:val="00150CFF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4F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3E5E"/>
    <w:rsid w:val="0016400B"/>
    <w:rsid w:val="00164412"/>
    <w:rsid w:val="00164598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782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8DB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1A9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27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46F"/>
    <w:rsid w:val="0018248B"/>
    <w:rsid w:val="00182599"/>
    <w:rsid w:val="001826DE"/>
    <w:rsid w:val="0018277E"/>
    <w:rsid w:val="00182933"/>
    <w:rsid w:val="00182BE9"/>
    <w:rsid w:val="00182BFA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4AE8"/>
    <w:rsid w:val="001852E4"/>
    <w:rsid w:val="0018530F"/>
    <w:rsid w:val="0018585F"/>
    <w:rsid w:val="00185A9D"/>
    <w:rsid w:val="00185ADD"/>
    <w:rsid w:val="00185CBE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CAF"/>
    <w:rsid w:val="00187D48"/>
    <w:rsid w:val="00187EF3"/>
    <w:rsid w:val="00187F50"/>
    <w:rsid w:val="0019014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AC"/>
    <w:rsid w:val="00191CBA"/>
    <w:rsid w:val="00191D29"/>
    <w:rsid w:val="00191E1B"/>
    <w:rsid w:val="00191E87"/>
    <w:rsid w:val="00191FCB"/>
    <w:rsid w:val="0019237B"/>
    <w:rsid w:val="001923A7"/>
    <w:rsid w:val="001923DF"/>
    <w:rsid w:val="00192615"/>
    <w:rsid w:val="001927B3"/>
    <w:rsid w:val="00192955"/>
    <w:rsid w:val="00192A4D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1F"/>
    <w:rsid w:val="001949DD"/>
    <w:rsid w:val="00194C00"/>
    <w:rsid w:val="00194D11"/>
    <w:rsid w:val="001951CF"/>
    <w:rsid w:val="001952AE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260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0F"/>
    <w:rsid w:val="001A01F2"/>
    <w:rsid w:val="001A0307"/>
    <w:rsid w:val="001A032E"/>
    <w:rsid w:val="001A038C"/>
    <w:rsid w:val="001A048B"/>
    <w:rsid w:val="001A09D9"/>
    <w:rsid w:val="001A0B48"/>
    <w:rsid w:val="001A0D21"/>
    <w:rsid w:val="001A0D26"/>
    <w:rsid w:val="001A0D93"/>
    <w:rsid w:val="001A0E0B"/>
    <w:rsid w:val="001A11C8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01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A7FC1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10C"/>
    <w:rsid w:val="001B2319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666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A3"/>
    <w:rsid w:val="001B51CE"/>
    <w:rsid w:val="001B526C"/>
    <w:rsid w:val="001B5419"/>
    <w:rsid w:val="001B54E8"/>
    <w:rsid w:val="001B5516"/>
    <w:rsid w:val="001B555C"/>
    <w:rsid w:val="001B568B"/>
    <w:rsid w:val="001B572C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654"/>
    <w:rsid w:val="001C080C"/>
    <w:rsid w:val="001C0AB1"/>
    <w:rsid w:val="001C0AB4"/>
    <w:rsid w:val="001C0C38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882"/>
    <w:rsid w:val="001C1AAA"/>
    <w:rsid w:val="001C1B1E"/>
    <w:rsid w:val="001C1BF0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0F1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5D71"/>
    <w:rsid w:val="001C6038"/>
    <w:rsid w:val="001C6269"/>
    <w:rsid w:val="001C6434"/>
    <w:rsid w:val="001C64EC"/>
    <w:rsid w:val="001C65CF"/>
    <w:rsid w:val="001C676F"/>
    <w:rsid w:val="001C696A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5D8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2E9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CA"/>
    <w:rsid w:val="001E11EC"/>
    <w:rsid w:val="001E11FE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B02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CDD"/>
    <w:rsid w:val="001E4E7E"/>
    <w:rsid w:val="001E50EB"/>
    <w:rsid w:val="001E511F"/>
    <w:rsid w:val="001E512F"/>
    <w:rsid w:val="001E53A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A5E"/>
    <w:rsid w:val="001E6BE3"/>
    <w:rsid w:val="001E6C85"/>
    <w:rsid w:val="001E6E26"/>
    <w:rsid w:val="001E6F0E"/>
    <w:rsid w:val="001E6F28"/>
    <w:rsid w:val="001E6F98"/>
    <w:rsid w:val="001E6FB8"/>
    <w:rsid w:val="001E7079"/>
    <w:rsid w:val="001E713E"/>
    <w:rsid w:val="001E721A"/>
    <w:rsid w:val="001E722C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09D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9FE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77C"/>
    <w:rsid w:val="001F57F9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361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DAC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1E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061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3A0"/>
    <w:rsid w:val="00207464"/>
    <w:rsid w:val="0020771E"/>
    <w:rsid w:val="002078AB"/>
    <w:rsid w:val="00207981"/>
    <w:rsid w:val="00207A59"/>
    <w:rsid w:val="00207A77"/>
    <w:rsid w:val="00207EB2"/>
    <w:rsid w:val="00210072"/>
    <w:rsid w:val="0021012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DE4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E31"/>
    <w:rsid w:val="00214F9A"/>
    <w:rsid w:val="002151AA"/>
    <w:rsid w:val="002155EA"/>
    <w:rsid w:val="002157BE"/>
    <w:rsid w:val="00215905"/>
    <w:rsid w:val="0021592B"/>
    <w:rsid w:val="00215A21"/>
    <w:rsid w:val="00215A28"/>
    <w:rsid w:val="00215E02"/>
    <w:rsid w:val="0021627A"/>
    <w:rsid w:val="0021628E"/>
    <w:rsid w:val="00216391"/>
    <w:rsid w:val="00216529"/>
    <w:rsid w:val="00216680"/>
    <w:rsid w:val="002167E4"/>
    <w:rsid w:val="002167EF"/>
    <w:rsid w:val="00216AA8"/>
    <w:rsid w:val="00216D7A"/>
    <w:rsid w:val="00216E9C"/>
    <w:rsid w:val="00217068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614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836"/>
    <w:rsid w:val="0022293E"/>
    <w:rsid w:val="00222C20"/>
    <w:rsid w:val="00222C39"/>
    <w:rsid w:val="00222EE8"/>
    <w:rsid w:val="00223034"/>
    <w:rsid w:val="002231F7"/>
    <w:rsid w:val="002234F7"/>
    <w:rsid w:val="00223755"/>
    <w:rsid w:val="00223771"/>
    <w:rsid w:val="00223D6B"/>
    <w:rsid w:val="00224001"/>
    <w:rsid w:val="00224155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51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DB7"/>
    <w:rsid w:val="00231F6A"/>
    <w:rsid w:val="00232168"/>
    <w:rsid w:val="002321C4"/>
    <w:rsid w:val="002321E3"/>
    <w:rsid w:val="00232257"/>
    <w:rsid w:val="002322FF"/>
    <w:rsid w:val="002325C3"/>
    <w:rsid w:val="00232ACC"/>
    <w:rsid w:val="00232D50"/>
    <w:rsid w:val="00232EAD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DF8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6C6"/>
    <w:rsid w:val="002357E9"/>
    <w:rsid w:val="002358E3"/>
    <w:rsid w:val="00235D0C"/>
    <w:rsid w:val="00235DC7"/>
    <w:rsid w:val="002361C0"/>
    <w:rsid w:val="00236255"/>
    <w:rsid w:val="00236471"/>
    <w:rsid w:val="00236511"/>
    <w:rsid w:val="00236528"/>
    <w:rsid w:val="00236745"/>
    <w:rsid w:val="00236790"/>
    <w:rsid w:val="0023698F"/>
    <w:rsid w:val="0023699D"/>
    <w:rsid w:val="00236AB2"/>
    <w:rsid w:val="00236D5C"/>
    <w:rsid w:val="00236F15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3C0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587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AF3"/>
    <w:rsid w:val="00244CBD"/>
    <w:rsid w:val="00244D9B"/>
    <w:rsid w:val="00244E2B"/>
    <w:rsid w:val="00244FBE"/>
    <w:rsid w:val="0024522D"/>
    <w:rsid w:val="002455A6"/>
    <w:rsid w:val="002455AF"/>
    <w:rsid w:val="0024565A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0E3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A17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9A5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34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39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371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11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1A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48D"/>
    <w:rsid w:val="0026468B"/>
    <w:rsid w:val="00264703"/>
    <w:rsid w:val="00264AC2"/>
    <w:rsid w:val="00264D4D"/>
    <w:rsid w:val="00264E04"/>
    <w:rsid w:val="00264E0D"/>
    <w:rsid w:val="00265015"/>
    <w:rsid w:val="00265228"/>
    <w:rsid w:val="002652E2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E9C"/>
    <w:rsid w:val="00266FA2"/>
    <w:rsid w:val="00267035"/>
    <w:rsid w:val="00267236"/>
    <w:rsid w:val="00267289"/>
    <w:rsid w:val="0026759B"/>
    <w:rsid w:val="0026764B"/>
    <w:rsid w:val="0026777E"/>
    <w:rsid w:val="0026777F"/>
    <w:rsid w:val="00267989"/>
    <w:rsid w:val="00267A21"/>
    <w:rsid w:val="00267A5D"/>
    <w:rsid w:val="00267B95"/>
    <w:rsid w:val="00267CF3"/>
    <w:rsid w:val="00267D59"/>
    <w:rsid w:val="00267DB5"/>
    <w:rsid w:val="00267DDE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B7B"/>
    <w:rsid w:val="00270CA1"/>
    <w:rsid w:val="00270CB2"/>
    <w:rsid w:val="00270DB5"/>
    <w:rsid w:val="00270F6F"/>
    <w:rsid w:val="00270FAE"/>
    <w:rsid w:val="00270FF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8CD"/>
    <w:rsid w:val="002739C5"/>
    <w:rsid w:val="00273DF8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5F63"/>
    <w:rsid w:val="002760F2"/>
    <w:rsid w:val="0027620E"/>
    <w:rsid w:val="002763BF"/>
    <w:rsid w:val="0027643C"/>
    <w:rsid w:val="002766C5"/>
    <w:rsid w:val="00276782"/>
    <w:rsid w:val="002767BB"/>
    <w:rsid w:val="00276914"/>
    <w:rsid w:val="00276A0A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83"/>
    <w:rsid w:val="00277FBE"/>
    <w:rsid w:val="002801AB"/>
    <w:rsid w:val="002801AD"/>
    <w:rsid w:val="002801F4"/>
    <w:rsid w:val="0028047E"/>
    <w:rsid w:val="00280766"/>
    <w:rsid w:val="00280870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DE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1DD0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7B2"/>
    <w:rsid w:val="00297A24"/>
    <w:rsid w:val="00297A58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2DB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928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45F"/>
    <w:rsid w:val="002A4804"/>
    <w:rsid w:val="002A4853"/>
    <w:rsid w:val="002A4ABB"/>
    <w:rsid w:val="002A4EC3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0D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1D"/>
    <w:rsid w:val="002B156E"/>
    <w:rsid w:val="002B16D1"/>
    <w:rsid w:val="002B1A1B"/>
    <w:rsid w:val="002B1AD6"/>
    <w:rsid w:val="002B1B67"/>
    <w:rsid w:val="002B1D55"/>
    <w:rsid w:val="002B1E40"/>
    <w:rsid w:val="002B1EEE"/>
    <w:rsid w:val="002B20D3"/>
    <w:rsid w:val="002B224E"/>
    <w:rsid w:val="002B2471"/>
    <w:rsid w:val="002B24A5"/>
    <w:rsid w:val="002B2898"/>
    <w:rsid w:val="002B2950"/>
    <w:rsid w:val="002B2A3A"/>
    <w:rsid w:val="002B2A62"/>
    <w:rsid w:val="002B2C4F"/>
    <w:rsid w:val="002B2C6C"/>
    <w:rsid w:val="002B2D63"/>
    <w:rsid w:val="002B2DC4"/>
    <w:rsid w:val="002B2F25"/>
    <w:rsid w:val="002B2F6E"/>
    <w:rsid w:val="002B302D"/>
    <w:rsid w:val="002B3050"/>
    <w:rsid w:val="002B317A"/>
    <w:rsid w:val="002B3305"/>
    <w:rsid w:val="002B39AF"/>
    <w:rsid w:val="002B3B25"/>
    <w:rsid w:val="002B3D4D"/>
    <w:rsid w:val="002B4241"/>
    <w:rsid w:val="002B4703"/>
    <w:rsid w:val="002B4B63"/>
    <w:rsid w:val="002B4D5E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3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937"/>
    <w:rsid w:val="002B7A0C"/>
    <w:rsid w:val="002B7BE0"/>
    <w:rsid w:val="002B7F9E"/>
    <w:rsid w:val="002B7FF4"/>
    <w:rsid w:val="002C0159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7A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901"/>
    <w:rsid w:val="002D0B7C"/>
    <w:rsid w:val="002D0C2A"/>
    <w:rsid w:val="002D0C2C"/>
    <w:rsid w:val="002D0CA5"/>
    <w:rsid w:val="002D0DDE"/>
    <w:rsid w:val="002D0FB2"/>
    <w:rsid w:val="002D110E"/>
    <w:rsid w:val="002D123A"/>
    <w:rsid w:val="002D126A"/>
    <w:rsid w:val="002D18A9"/>
    <w:rsid w:val="002D1A95"/>
    <w:rsid w:val="002D1ABF"/>
    <w:rsid w:val="002D1C54"/>
    <w:rsid w:val="002D1CB9"/>
    <w:rsid w:val="002D1D68"/>
    <w:rsid w:val="002D1E25"/>
    <w:rsid w:val="002D1EAD"/>
    <w:rsid w:val="002D2180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569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971"/>
    <w:rsid w:val="002D7B27"/>
    <w:rsid w:val="002E03A7"/>
    <w:rsid w:val="002E05D3"/>
    <w:rsid w:val="002E06CF"/>
    <w:rsid w:val="002E0749"/>
    <w:rsid w:val="002E0794"/>
    <w:rsid w:val="002E0802"/>
    <w:rsid w:val="002E0902"/>
    <w:rsid w:val="002E0978"/>
    <w:rsid w:val="002E0C00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DEB"/>
    <w:rsid w:val="002E1E74"/>
    <w:rsid w:val="002E1F96"/>
    <w:rsid w:val="002E2060"/>
    <w:rsid w:val="002E2145"/>
    <w:rsid w:val="002E21C8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24"/>
    <w:rsid w:val="002E41A0"/>
    <w:rsid w:val="002E41D2"/>
    <w:rsid w:val="002E438B"/>
    <w:rsid w:val="002E44C7"/>
    <w:rsid w:val="002E4638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376"/>
    <w:rsid w:val="002E752D"/>
    <w:rsid w:val="002E788C"/>
    <w:rsid w:val="002E78C2"/>
    <w:rsid w:val="002E7BAA"/>
    <w:rsid w:val="002F010B"/>
    <w:rsid w:val="002F017E"/>
    <w:rsid w:val="002F0385"/>
    <w:rsid w:val="002F06CB"/>
    <w:rsid w:val="002F0730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C6F"/>
    <w:rsid w:val="002F1D77"/>
    <w:rsid w:val="002F1FD9"/>
    <w:rsid w:val="002F217B"/>
    <w:rsid w:val="002F239F"/>
    <w:rsid w:val="002F2577"/>
    <w:rsid w:val="002F27B2"/>
    <w:rsid w:val="002F2864"/>
    <w:rsid w:val="002F2882"/>
    <w:rsid w:val="002F2EB6"/>
    <w:rsid w:val="002F30C3"/>
    <w:rsid w:val="002F3394"/>
    <w:rsid w:val="002F342D"/>
    <w:rsid w:val="002F357B"/>
    <w:rsid w:val="002F366F"/>
    <w:rsid w:val="002F3735"/>
    <w:rsid w:val="002F3741"/>
    <w:rsid w:val="002F3799"/>
    <w:rsid w:val="002F38D5"/>
    <w:rsid w:val="002F38E0"/>
    <w:rsid w:val="002F38F8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7"/>
    <w:rsid w:val="002F54A9"/>
    <w:rsid w:val="002F54BF"/>
    <w:rsid w:val="002F5598"/>
    <w:rsid w:val="002F55F1"/>
    <w:rsid w:val="002F57ED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11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9E0"/>
    <w:rsid w:val="002F7A3C"/>
    <w:rsid w:val="002F7B12"/>
    <w:rsid w:val="002F7C25"/>
    <w:rsid w:val="002F7DF9"/>
    <w:rsid w:val="002F7E82"/>
    <w:rsid w:val="00300030"/>
    <w:rsid w:val="003000A8"/>
    <w:rsid w:val="003000F2"/>
    <w:rsid w:val="0030051F"/>
    <w:rsid w:val="00300520"/>
    <w:rsid w:val="0030064C"/>
    <w:rsid w:val="0030071A"/>
    <w:rsid w:val="00300B9F"/>
    <w:rsid w:val="00300CDB"/>
    <w:rsid w:val="0030119A"/>
    <w:rsid w:val="003013A9"/>
    <w:rsid w:val="003013AA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016"/>
    <w:rsid w:val="00304425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850"/>
    <w:rsid w:val="003068C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47C"/>
    <w:rsid w:val="0031148B"/>
    <w:rsid w:val="00311584"/>
    <w:rsid w:val="003115D7"/>
    <w:rsid w:val="003118F0"/>
    <w:rsid w:val="00311997"/>
    <w:rsid w:val="00311BB6"/>
    <w:rsid w:val="00311BC0"/>
    <w:rsid w:val="00312095"/>
    <w:rsid w:val="003122B7"/>
    <w:rsid w:val="00312327"/>
    <w:rsid w:val="003124BE"/>
    <w:rsid w:val="0031254F"/>
    <w:rsid w:val="003126D6"/>
    <w:rsid w:val="00312BA9"/>
    <w:rsid w:val="00312C08"/>
    <w:rsid w:val="00312C6A"/>
    <w:rsid w:val="00312D40"/>
    <w:rsid w:val="00312E84"/>
    <w:rsid w:val="00312F3A"/>
    <w:rsid w:val="00312F54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45E"/>
    <w:rsid w:val="003145BF"/>
    <w:rsid w:val="003145FB"/>
    <w:rsid w:val="0031474E"/>
    <w:rsid w:val="00314990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5F83"/>
    <w:rsid w:val="00316100"/>
    <w:rsid w:val="0031643F"/>
    <w:rsid w:val="00316466"/>
    <w:rsid w:val="00316809"/>
    <w:rsid w:val="003169F9"/>
    <w:rsid w:val="00316C2B"/>
    <w:rsid w:val="00316E60"/>
    <w:rsid w:val="00316E87"/>
    <w:rsid w:val="00316F64"/>
    <w:rsid w:val="00317205"/>
    <w:rsid w:val="00317517"/>
    <w:rsid w:val="0031766E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6E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131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28C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589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5EA"/>
    <w:rsid w:val="003267A6"/>
    <w:rsid w:val="003267AE"/>
    <w:rsid w:val="00326A15"/>
    <w:rsid w:val="00326B41"/>
    <w:rsid w:val="00326D86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C88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828"/>
    <w:rsid w:val="00331ABB"/>
    <w:rsid w:val="00331B87"/>
    <w:rsid w:val="00331B8B"/>
    <w:rsid w:val="00331B9A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B3B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A82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A9B"/>
    <w:rsid w:val="00335D30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08C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53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C1E"/>
    <w:rsid w:val="00342DF2"/>
    <w:rsid w:val="00343053"/>
    <w:rsid w:val="0034308E"/>
    <w:rsid w:val="0034317A"/>
    <w:rsid w:val="003431DE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A6"/>
    <w:rsid w:val="00344AC6"/>
    <w:rsid w:val="00344AE8"/>
    <w:rsid w:val="00344AFB"/>
    <w:rsid w:val="00344D67"/>
    <w:rsid w:val="00345232"/>
    <w:rsid w:val="00345430"/>
    <w:rsid w:val="003454B9"/>
    <w:rsid w:val="00345780"/>
    <w:rsid w:val="003459AA"/>
    <w:rsid w:val="00345A45"/>
    <w:rsid w:val="00345B4C"/>
    <w:rsid w:val="00345BA5"/>
    <w:rsid w:val="00345C31"/>
    <w:rsid w:val="00345D49"/>
    <w:rsid w:val="00345E53"/>
    <w:rsid w:val="00345FE3"/>
    <w:rsid w:val="00346150"/>
    <w:rsid w:val="003463DB"/>
    <w:rsid w:val="00346480"/>
    <w:rsid w:val="00346597"/>
    <w:rsid w:val="003466BB"/>
    <w:rsid w:val="0034693F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47FE6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E7D"/>
    <w:rsid w:val="00350F39"/>
    <w:rsid w:val="00350F98"/>
    <w:rsid w:val="003511FD"/>
    <w:rsid w:val="00351224"/>
    <w:rsid w:val="00351436"/>
    <w:rsid w:val="003514AF"/>
    <w:rsid w:val="0035160D"/>
    <w:rsid w:val="0035176E"/>
    <w:rsid w:val="00351823"/>
    <w:rsid w:val="00351B64"/>
    <w:rsid w:val="00351CE6"/>
    <w:rsid w:val="00351F71"/>
    <w:rsid w:val="00351FE6"/>
    <w:rsid w:val="00351FFD"/>
    <w:rsid w:val="0035208F"/>
    <w:rsid w:val="003520DF"/>
    <w:rsid w:val="0035214D"/>
    <w:rsid w:val="003522E0"/>
    <w:rsid w:val="00352407"/>
    <w:rsid w:val="00352428"/>
    <w:rsid w:val="003524AD"/>
    <w:rsid w:val="0035250D"/>
    <w:rsid w:val="003525A0"/>
    <w:rsid w:val="00352B1C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72D"/>
    <w:rsid w:val="003558F1"/>
    <w:rsid w:val="00355A2E"/>
    <w:rsid w:val="00355B4A"/>
    <w:rsid w:val="00355CA8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B4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D3D"/>
    <w:rsid w:val="00360F30"/>
    <w:rsid w:val="00360F4E"/>
    <w:rsid w:val="00360F68"/>
    <w:rsid w:val="00361219"/>
    <w:rsid w:val="0036127E"/>
    <w:rsid w:val="00361334"/>
    <w:rsid w:val="003614D1"/>
    <w:rsid w:val="003614E9"/>
    <w:rsid w:val="00361633"/>
    <w:rsid w:val="003618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6D8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CDC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DBC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9B7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6CC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16E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4C6"/>
    <w:rsid w:val="00376511"/>
    <w:rsid w:val="00376527"/>
    <w:rsid w:val="00376596"/>
    <w:rsid w:val="003765B2"/>
    <w:rsid w:val="0037661B"/>
    <w:rsid w:val="003766C8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B27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040"/>
    <w:rsid w:val="00382328"/>
    <w:rsid w:val="003823E3"/>
    <w:rsid w:val="003824B7"/>
    <w:rsid w:val="0038256D"/>
    <w:rsid w:val="00382888"/>
    <w:rsid w:val="0038299F"/>
    <w:rsid w:val="00382AB3"/>
    <w:rsid w:val="00382BBA"/>
    <w:rsid w:val="00382CFB"/>
    <w:rsid w:val="00382E21"/>
    <w:rsid w:val="003830C7"/>
    <w:rsid w:val="00383104"/>
    <w:rsid w:val="00383167"/>
    <w:rsid w:val="00383258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13"/>
    <w:rsid w:val="00383942"/>
    <w:rsid w:val="00383A8B"/>
    <w:rsid w:val="00383AA5"/>
    <w:rsid w:val="00383B16"/>
    <w:rsid w:val="00383BE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83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2DC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3C0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38B"/>
    <w:rsid w:val="003904C2"/>
    <w:rsid w:val="003906B4"/>
    <w:rsid w:val="003908E1"/>
    <w:rsid w:val="00390A7F"/>
    <w:rsid w:val="00390B45"/>
    <w:rsid w:val="00390BDD"/>
    <w:rsid w:val="00390CA4"/>
    <w:rsid w:val="00390CF4"/>
    <w:rsid w:val="00390DD8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5FFF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0FDC"/>
    <w:rsid w:val="003A1080"/>
    <w:rsid w:val="003A122B"/>
    <w:rsid w:val="003A133C"/>
    <w:rsid w:val="003A1340"/>
    <w:rsid w:val="003A1965"/>
    <w:rsid w:val="003A1D2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D18"/>
    <w:rsid w:val="003A2E9D"/>
    <w:rsid w:val="003A2F79"/>
    <w:rsid w:val="003A2FA3"/>
    <w:rsid w:val="003A30EF"/>
    <w:rsid w:val="003A3350"/>
    <w:rsid w:val="003A33B3"/>
    <w:rsid w:val="003A37D6"/>
    <w:rsid w:val="003A3BB7"/>
    <w:rsid w:val="003A3C07"/>
    <w:rsid w:val="003A3C58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952"/>
    <w:rsid w:val="003A4CD0"/>
    <w:rsid w:val="003A4E55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5E5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39"/>
    <w:rsid w:val="003B1BFE"/>
    <w:rsid w:val="003B1EA9"/>
    <w:rsid w:val="003B2520"/>
    <w:rsid w:val="003B2545"/>
    <w:rsid w:val="003B27F0"/>
    <w:rsid w:val="003B29BE"/>
    <w:rsid w:val="003B2A9D"/>
    <w:rsid w:val="003B2BC6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2E3"/>
    <w:rsid w:val="003B4623"/>
    <w:rsid w:val="003B469A"/>
    <w:rsid w:val="003B46A3"/>
    <w:rsid w:val="003B4824"/>
    <w:rsid w:val="003B4834"/>
    <w:rsid w:val="003B48A2"/>
    <w:rsid w:val="003B4993"/>
    <w:rsid w:val="003B49DF"/>
    <w:rsid w:val="003B4B84"/>
    <w:rsid w:val="003B4C9C"/>
    <w:rsid w:val="003B4CF6"/>
    <w:rsid w:val="003B4D14"/>
    <w:rsid w:val="003B4DE1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15B"/>
    <w:rsid w:val="003B73C4"/>
    <w:rsid w:val="003B75D6"/>
    <w:rsid w:val="003B779C"/>
    <w:rsid w:val="003B798F"/>
    <w:rsid w:val="003B7AC5"/>
    <w:rsid w:val="003B7FC6"/>
    <w:rsid w:val="003C01F2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0F93"/>
    <w:rsid w:val="003C1075"/>
    <w:rsid w:val="003C10C9"/>
    <w:rsid w:val="003C13F7"/>
    <w:rsid w:val="003C1688"/>
    <w:rsid w:val="003C1978"/>
    <w:rsid w:val="003C19BD"/>
    <w:rsid w:val="003C1A8D"/>
    <w:rsid w:val="003C1C34"/>
    <w:rsid w:val="003C1CEB"/>
    <w:rsid w:val="003C1D01"/>
    <w:rsid w:val="003C1D84"/>
    <w:rsid w:val="003C1E16"/>
    <w:rsid w:val="003C1E36"/>
    <w:rsid w:val="003C1F4E"/>
    <w:rsid w:val="003C218B"/>
    <w:rsid w:val="003C2872"/>
    <w:rsid w:val="003C2B0D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038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5D4"/>
    <w:rsid w:val="003C6733"/>
    <w:rsid w:val="003C69C6"/>
    <w:rsid w:val="003C6D3C"/>
    <w:rsid w:val="003C6FBE"/>
    <w:rsid w:val="003C71C6"/>
    <w:rsid w:val="003C737B"/>
    <w:rsid w:val="003C7383"/>
    <w:rsid w:val="003C7438"/>
    <w:rsid w:val="003C750A"/>
    <w:rsid w:val="003C7589"/>
    <w:rsid w:val="003C75CA"/>
    <w:rsid w:val="003C7697"/>
    <w:rsid w:val="003C7A16"/>
    <w:rsid w:val="003C7BF6"/>
    <w:rsid w:val="003D01B6"/>
    <w:rsid w:val="003D04A4"/>
    <w:rsid w:val="003D08B8"/>
    <w:rsid w:val="003D090F"/>
    <w:rsid w:val="003D09B1"/>
    <w:rsid w:val="003D0E83"/>
    <w:rsid w:val="003D108D"/>
    <w:rsid w:val="003D11E2"/>
    <w:rsid w:val="003D1828"/>
    <w:rsid w:val="003D19B4"/>
    <w:rsid w:val="003D1AF3"/>
    <w:rsid w:val="003D1CC7"/>
    <w:rsid w:val="003D1DE3"/>
    <w:rsid w:val="003D1EB5"/>
    <w:rsid w:val="003D1EF0"/>
    <w:rsid w:val="003D2167"/>
    <w:rsid w:val="003D219F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3BB0"/>
    <w:rsid w:val="003D443E"/>
    <w:rsid w:val="003D444E"/>
    <w:rsid w:val="003D46A0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09D"/>
    <w:rsid w:val="003D60F9"/>
    <w:rsid w:val="003D62AC"/>
    <w:rsid w:val="003D62B1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1C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D32"/>
    <w:rsid w:val="003D7F06"/>
    <w:rsid w:val="003D7FAE"/>
    <w:rsid w:val="003E0499"/>
    <w:rsid w:val="003E0885"/>
    <w:rsid w:val="003E0952"/>
    <w:rsid w:val="003E1022"/>
    <w:rsid w:val="003E10CF"/>
    <w:rsid w:val="003E134A"/>
    <w:rsid w:val="003E16EA"/>
    <w:rsid w:val="003E177A"/>
    <w:rsid w:val="003E181B"/>
    <w:rsid w:val="003E1866"/>
    <w:rsid w:val="003E1BD4"/>
    <w:rsid w:val="003E1BF5"/>
    <w:rsid w:val="003E1F6A"/>
    <w:rsid w:val="003E23EF"/>
    <w:rsid w:val="003E2410"/>
    <w:rsid w:val="003E24A7"/>
    <w:rsid w:val="003E24CF"/>
    <w:rsid w:val="003E2513"/>
    <w:rsid w:val="003E25FA"/>
    <w:rsid w:val="003E26D7"/>
    <w:rsid w:val="003E2890"/>
    <w:rsid w:val="003E29BD"/>
    <w:rsid w:val="003E2C7A"/>
    <w:rsid w:val="003E2E1F"/>
    <w:rsid w:val="003E2ECC"/>
    <w:rsid w:val="003E3272"/>
    <w:rsid w:val="003E335C"/>
    <w:rsid w:val="003E349E"/>
    <w:rsid w:val="003E3819"/>
    <w:rsid w:val="003E388E"/>
    <w:rsid w:val="003E39E2"/>
    <w:rsid w:val="003E3ACC"/>
    <w:rsid w:val="003E3B0F"/>
    <w:rsid w:val="003E3C85"/>
    <w:rsid w:val="003E3CE2"/>
    <w:rsid w:val="003E3CE3"/>
    <w:rsid w:val="003E3CF7"/>
    <w:rsid w:val="003E3D74"/>
    <w:rsid w:val="003E3E83"/>
    <w:rsid w:val="003E3E98"/>
    <w:rsid w:val="003E410B"/>
    <w:rsid w:val="003E420C"/>
    <w:rsid w:val="003E4343"/>
    <w:rsid w:val="003E4364"/>
    <w:rsid w:val="003E487A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44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2E8"/>
    <w:rsid w:val="003E6380"/>
    <w:rsid w:val="003E6622"/>
    <w:rsid w:val="003E663B"/>
    <w:rsid w:val="003E6745"/>
    <w:rsid w:val="003E6996"/>
    <w:rsid w:val="003E6BBC"/>
    <w:rsid w:val="003E71E5"/>
    <w:rsid w:val="003E7351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4B"/>
    <w:rsid w:val="003F04C6"/>
    <w:rsid w:val="003F050D"/>
    <w:rsid w:val="003F06C4"/>
    <w:rsid w:val="003F06E4"/>
    <w:rsid w:val="003F070E"/>
    <w:rsid w:val="003F0894"/>
    <w:rsid w:val="003F0A89"/>
    <w:rsid w:val="003F0BC6"/>
    <w:rsid w:val="003F0C37"/>
    <w:rsid w:val="003F0C89"/>
    <w:rsid w:val="003F0F4A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996"/>
    <w:rsid w:val="003F1CF8"/>
    <w:rsid w:val="003F214A"/>
    <w:rsid w:val="003F2333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5CB"/>
    <w:rsid w:val="003F4637"/>
    <w:rsid w:val="003F46D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414"/>
    <w:rsid w:val="003F6640"/>
    <w:rsid w:val="003F6731"/>
    <w:rsid w:val="003F678D"/>
    <w:rsid w:val="003F68FB"/>
    <w:rsid w:val="003F6AAD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49"/>
    <w:rsid w:val="00402F65"/>
    <w:rsid w:val="00403200"/>
    <w:rsid w:val="00403381"/>
    <w:rsid w:val="004033E8"/>
    <w:rsid w:val="004038FB"/>
    <w:rsid w:val="0040392D"/>
    <w:rsid w:val="004040B6"/>
    <w:rsid w:val="004040CE"/>
    <w:rsid w:val="004040E1"/>
    <w:rsid w:val="00404228"/>
    <w:rsid w:val="00404304"/>
    <w:rsid w:val="004043FC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B1C"/>
    <w:rsid w:val="00406CE2"/>
    <w:rsid w:val="00406D52"/>
    <w:rsid w:val="00406DE7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8E1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AF8"/>
    <w:rsid w:val="00411CE3"/>
    <w:rsid w:val="00411D30"/>
    <w:rsid w:val="00412126"/>
    <w:rsid w:val="00412429"/>
    <w:rsid w:val="00412448"/>
    <w:rsid w:val="004124C6"/>
    <w:rsid w:val="00412BF4"/>
    <w:rsid w:val="00412DBA"/>
    <w:rsid w:val="00413180"/>
    <w:rsid w:val="00413270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4DDF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8A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109"/>
    <w:rsid w:val="00417165"/>
    <w:rsid w:val="0041748B"/>
    <w:rsid w:val="004174B9"/>
    <w:rsid w:val="004175FC"/>
    <w:rsid w:val="00417942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5D5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089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DB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1C0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4BF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6E57"/>
    <w:rsid w:val="00436F95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D3C"/>
    <w:rsid w:val="00440EC2"/>
    <w:rsid w:val="00441338"/>
    <w:rsid w:val="00441461"/>
    <w:rsid w:val="0044149E"/>
    <w:rsid w:val="004416A7"/>
    <w:rsid w:val="004417B8"/>
    <w:rsid w:val="00441878"/>
    <w:rsid w:val="00441A36"/>
    <w:rsid w:val="00441F5E"/>
    <w:rsid w:val="0044201D"/>
    <w:rsid w:val="004421A3"/>
    <w:rsid w:val="004421B5"/>
    <w:rsid w:val="004421D8"/>
    <w:rsid w:val="00442265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08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64B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4E8"/>
    <w:rsid w:val="004555CE"/>
    <w:rsid w:val="004556CB"/>
    <w:rsid w:val="00455AA6"/>
    <w:rsid w:val="00455AB7"/>
    <w:rsid w:val="00455C84"/>
    <w:rsid w:val="00455CA6"/>
    <w:rsid w:val="00455CE9"/>
    <w:rsid w:val="00455D30"/>
    <w:rsid w:val="00455D6E"/>
    <w:rsid w:val="0045627C"/>
    <w:rsid w:val="00456340"/>
    <w:rsid w:val="0045643F"/>
    <w:rsid w:val="004564C0"/>
    <w:rsid w:val="00456872"/>
    <w:rsid w:val="0045697D"/>
    <w:rsid w:val="00456984"/>
    <w:rsid w:val="00456A17"/>
    <w:rsid w:val="00456BAE"/>
    <w:rsid w:val="00456F87"/>
    <w:rsid w:val="00456FA4"/>
    <w:rsid w:val="00457263"/>
    <w:rsid w:val="00457304"/>
    <w:rsid w:val="004573B7"/>
    <w:rsid w:val="004575E1"/>
    <w:rsid w:val="00457840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6FF"/>
    <w:rsid w:val="00460870"/>
    <w:rsid w:val="004608BD"/>
    <w:rsid w:val="0046090C"/>
    <w:rsid w:val="004609FF"/>
    <w:rsid w:val="00460AE5"/>
    <w:rsid w:val="00460CBF"/>
    <w:rsid w:val="00460D44"/>
    <w:rsid w:val="00460D9B"/>
    <w:rsid w:val="00460DB3"/>
    <w:rsid w:val="00460F30"/>
    <w:rsid w:val="00460FA2"/>
    <w:rsid w:val="00460FCD"/>
    <w:rsid w:val="00461196"/>
    <w:rsid w:val="00461454"/>
    <w:rsid w:val="004615F0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171"/>
    <w:rsid w:val="00463256"/>
    <w:rsid w:val="004633BA"/>
    <w:rsid w:val="0046378C"/>
    <w:rsid w:val="0046382D"/>
    <w:rsid w:val="0046384E"/>
    <w:rsid w:val="00463B36"/>
    <w:rsid w:val="00463D9D"/>
    <w:rsid w:val="00463E37"/>
    <w:rsid w:val="00463EF1"/>
    <w:rsid w:val="00463F43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ED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2A1"/>
    <w:rsid w:val="0046647A"/>
    <w:rsid w:val="004667DF"/>
    <w:rsid w:val="004669C2"/>
    <w:rsid w:val="00466B4D"/>
    <w:rsid w:val="00466F55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0FB6"/>
    <w:rsid w:val="0047107C"/>
    <w:rsid w:val="004710D4"/>
    <w:rsid w:val="004711BD"/>
    <w:rsid w:val="00471241"/>
    <w:rsid w:val="0047124B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A2"/>
    <w:rsid w:val="00471FCE"/>
    <w:rsid w:val="00471FDD"/>
    <w:rsid w:val="0047200F"/>
    <w:rsid w:val="00472317"/>
    <w:rsid w:val="0047236D"/>
    <w:rsid w:val="0047246D"/>
    <w:rsid w:val="0047253F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CE2"/>
    <w:rsid w:val="00477F28"/>
    <w:rsid w:val="00477FDB"/>
    <w:rsid w:val="00477FE9"/>
    <w:rsid w:val="004801CF"/>
    <w:rsid w:val="004802AF"/>
    <w:rsid w:val="00480393"/>
    <w:rsid w:val="004805C9"/>
    <w:rsid w:val="004806BD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D77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A2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3D80"/>
    <w:rsid w:val="00484066"/>
    <w:rsid w:val="004840BF"/>
    <w:rsid w:val="0048425B"/>
    <w:rsid w:val="00484325"/>
    <w:rsid w:val="004848EF"/>
    <w:rsid w:val="0048490E"/>
    <w:rsid w:val="00484C5D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D7E"/>
    <w:rsid w:val="00485F1B"/>
    <w:rsid w:val="00485F22"/>
    <w:rsid w:val="00486082"/>
    <w:rsid w:val="004861CB"/>
    <w:rsid w:val="0048622C"/>
    <w:rsid w:val="00486290"/>
    <w:rsid w:val="004864C7"/>
    <w:rsid w:val="004864CD"/>
    <w:rsid w:val="004864DE"/>
    <w:rsid w:val="00486937"/>
    <w:rsid w:val="00486B12"/>
    <w:rsid w:val="00486C80"/>
    <w:rsid w:val="00486D70"/>
    <w:rsid w:val="00486E40"/>
    <w:rsid w:val="00486EFE"/>
    <w:rsid w:val="00487111"/>
    <w:rsid w:val="0048711A"/>
    <w:rsid w:val="0048724E"/>
    <w:rsid w:val="00487323"/>
    <w:rsid w:val="0048739C"/>
    <w:rsid w:val="004876BE"/>
    <w:rsid w:val="0048771D"/>
    <w:rsid w:val="004877FC"/>
    <w:rsid w:val="004878F7"/>
    <w:rsid w:val="004879F1"/>
    <w:rsid w:val="00487BA3"/>
    <w:rsid w:val="00487DCD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1F3E"/>
    <w:rsid w:val="00491FCB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3EA4"/>
    <w:rsid w:val="00493F02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E67"/>
    <w:rsid w:val="00495F1C"/>
    <w:rsid w:val="00495F9A"/>
    <w:rsid w:val="00496162"/>
    <w:rsid w:val="004963FB"/>
    <w:rsid w:val="004964E0"/>
    <w:rsid w:val="004966A5"/>
    <w:rsid w:val="004966FE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D5F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137"/>
    <w:rsid w:val="004A131E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7D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3A3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CD3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A91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89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25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CE9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D4B"/>
    <w:rsid w:val="004B6E6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26A"/>
    <w:rsid w:val="004C1434"/>
    <w:rsid w:val="004C15B8"/>
    <w:rsid w:val="004C15CB"/>
    <w:rsid w:val="004C161C"/>
    <w:rsid w:val="004C1913"/>
    <w:rsid w:val="004C1ED3"/>
    <w:rsid w:val="004C1EF1"/>
    <w:rsid w:val="004C21C4"/>
    <w:rsid w:val="004C21CA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6B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13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907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90"/>
    <w:rsid w:val="004D0BE1"/>
    <w:rsid w:val="004D0C36"/>
    <w:rsid w:val="004D1009"/>
    <w:rsid w:val="004D1030"/>
    <w:rsid w:val="004D10AB"/>
    <w:rsid w:val="004D1129"/>
    <w:rsid w:val="004D119B"/>
    <w:rsid w:val="004D1317"/>
    <w:rsid w:val="004D140D"/>
    <w:rsid w:val="004D1459"/>
    <w:rsid w:val="004D184C"/>
    <w:rsid w:val="004D191B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CFC"/>
    <w:rsid w:val="004D3ECD"/>
    <w:rsid w:val="004D40D7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6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2B2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9E9"/>
    <w:rsid w:val="004E3A89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6FB5"/>
    <w:rsid w:val="004E72A8"/>
    <w:rsid w:val="004E739E"/>
    <w:rsid w:val="004E74FB"/>
    <w:rsid w:val="004E75AC"/>
    <w:rsid w:val="004E78B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CF6"/>
    <w:rsid w:val="004F1DD9"/>
    <w:rsid w:val="004F21CA"/>
    <w:rsid w:val="004F2381"/>
    <w:rsid w:val="004F25C2"/>
    <w:rsid w:val="004F2603"/>
    <w:rsid w:val="004F260D"/>
    <w:rsid w:val="004F273F"/>
    <w:rsid w:val="004F2773"/>
    <w:rsid w:val="004F2D88"/>
    <w:rsid w:val="004F2EBB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35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5F53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9DC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89C"/>
    <w:rsid w:val="00501A0B"/>
    <w:rsid w:val="00501A13"/>
    <w:rsid w:val="00501B00"/>
    <w:rsid w:val="00501B3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166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0C"/>
    <w:rsid w:val="00505741"/>
    <w:rsid w:val="005059F9"/>
    <w:rsid w:val="00505A36"/>
    <w:rsid w:val="00505AB4"/>
    <w:rsid w:val="00505AFB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67D2"/>
    <w:rsid w:val="00507107"/>
    <w:rsid w:val="005073A9"/>
    <w:rsid w:val="00507635"/>
    <w:rsid w:val="0050774E"/>
    <w:rsid w:val="00507883"/>
    <w:rsid w:val="00507912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3C0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37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17EC1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C56"/>
    <w:rsid w:val="00520DF0"/>
    <w:rsid w:val="00520EA8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1EA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1D2"/>
    <w:rsid w:val="0052325C"/>
    <w:rsid w:val="00523273"/>
    <w:rsid w:val="00523314"/>
    <w:rsid w:val="005233B6"/>
    <w:rsid w:val="005233D9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5B"/>
    <w:rsid w:val="00527663"/>
    <w:rsid w:val="005278E5"/>
    <w:rsid w:val="00527990"/>
    <w:rsid w:val="0052799F"/>
    <w:rsid w:val="00527A78"/>
    <w:rsid w:val="00527AF8"/>
    <w:rsid w:val="00527D2D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D7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85F"/>
    <w:rsid w:val="00535DDF"/>
    <w:rsid w:val="00535DF4"/>
    <w:rsid w:val="00535E51"/>
    <w:rsid w:val="00535FDD"/>
    <w:rsid w:val="00536209"/>
    <w:rsid w:val="005364F3"/>
    <w:rsid w:val="00536532"/>
    <w:rsid w:val="0053661D"/>
    <w:rsid w:val="00536836"/>
    <w:rsid w:val="005368CB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D53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361"/>
    <w:rsid w:val="00542497"/>
    <w:rsid w:val="0054255F"/>
    <w:rsid w:val="00542773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20"/>
    <w:rsid w:val="00543769"/>
    <w:rsid w:val="00543A47"/>
    <w:rsid w:val="00543B3F"/>
    <w:rsid w:val="00543B5B"/>
    <w:rsid w:val="00543BCC"/>
    <w:rsid w:val="00543BF8"/>
    <w:rsid w:val="00543C69"/>
    <w:rsid w:val="00543E2E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1E05"/>
    <w:rsid w:val="00552066"/>
    <w:rsid w:val="005520F5"/>
    <w:rsid w:val="00552178"/>
    <w:rsid w:val="005523D1"/>
    <w:rsid w:val="00552653"/>
    <w:rsid w:val="005526DF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62C"/>
    <w:rsid w:val="005538D1"/>
    <w:rsid w:val="0055398C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27B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9BF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B57"/>
    <w:rsid w:val="00557C32"/>
    <w:rsid w:val="00557CE0"/>
    <w:rsid w:val="00557D59"/>
    <w:rsid w:val="005601E7"/>
    <w:rsid w:val="00560294"/>
    <w:rsid w:val="005604C2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14"/>
    <w:rsid w:val="00561F5D"/>
    <w:rsid w:val="00561F85"/>
    <w:rsid w:val="00561FF4"/>
    <w:rsid w:val="00562376"/>
    <w:rsid w:val="005623CC"/>
    <w:rsid w:val="00562448"/>
    <w:rsid w:val="0056271C"/>
    <w:rsid w:val="005627D2"/>
    <w:rsid w:val="005627FE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420"/>
    <w:rsid w:val="005664DC"/>
    <w:rsid w:val="0056654A"/>
    <w:rsid w:val="0056656A"/>
    <w:rsid w:val="005665D4"/>
    <w:rsid w:val="005666A5"/>
    <w:rsid w:val="005666F3"/>
    <w:rsid w:val="005668A4"/>
    <w:rsid w:val="00566912"/>
    <w:rsid w:val="00566A92"/>
    <w:rsid w:val="00566C64"/>
    <w:rsid w:val="0056701A"/>
    <w:rsid w:val="00567244"/>
    <w:rsid w:val="005673BC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0E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B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95"/>
    <w:rsid w:val="00575FEA"/>
    <w:rsid w:val="005762A5"/>
    <w:rsid w:val="005766AD"/>
    <w:rsid w:val="00576762"/>
    <w:rsid w:val="00576789"/>
    <w:rsid w:val="00576D88"/>
    <w:rsid w:val="00576E6F"/>
    <w:rsid w:val="00576FBD"/>
    <w:rsid w:val="0057722C"/>
    <w:rsid w:val="005772F5"/>
    <w:rsid w:val="00577329"/>
    <w:rsid w:val="00577595"/>
    <w:rsid w:val="00577771"/>
    <w:rsid w:val="00577AE1"/>
    <w:rsid w:val="00577B3F"/>
    <w:rsid w:val="00577B57"/>
    <w:rsid w:val="00577C21"/>
    <w:rsid w:val="0058026D"/>
    <w:rsid w:val="005806D1"/>
    <w:rsid w:val="00580720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88C"/>
    <w:rsid w:val="00581A0D"/>
    <w:rsid w:val="00581B5B"/>
    <w:rsid w:val="00581C94"/>
    <w:rsid w:val="00581DF4"/>
    <w:rsid w:val="005820EA"/>
    <w:rsid w:val="005821BC"/>
    <w:rsid w:val="005825FA"/>
    <w:rsid w:val="00582714"/>
    <w:rsid w:val="00582A71"/>
    <w:rsid w:val="00582AA1"/>
    <w:rsid w:val="00582AA6"/>
    <w:rsid w:val="00582D12"/>
    <w:rsid w:val="00582E36"/>
    <w:rsid w:val="00582EB6"/>
    <w:rsid w:val="00582FD4"/>
    <w:rsid w:val="005830BB"/>
    <w:rsid w:val="005833CC"/>
    <w:rsid w:val="00583480"/>
    <w:rsid w:val="00583513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6A7"/>
    <w:rsid w:val="0058489D"/>
    <w:rsid w:val="005848B5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40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13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BF9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6D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8"/>
    <w:rsid w:val="005920AE"/>
    <w:rsid w:val="005921BF"/>
    <w:rsid w:val="00592534"/>
    <w:rsid w:val="005925B8"/>
    <w:rsid w:val="005925C6"/>
    <w:rsid w:val="005926A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737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702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9F1"/>
    <w:rsid w:val="005A3A38"/>
    <w:rsid w:val="005A3A52"/>
    <w:rsid w:val="005A3B2C"/>
    <w:rsid w:val="005A3CF8"/>
    <w:rsid w:val="005A3D43"/>
    <w:rsid w:val="005A3DBF"/>
    <w:rsid w:val="005A415A"/>
    <w:rsid w:val="005A470C"/>
    <w:rsid w:val="005A473D"/>
    <w:rsid w:val="005A49A0"/>
    <w:rsid w:val="005A4A2A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6FDF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0E6E"/>
    <w:rsid w:val="005B1021"/>
    <w:rsid w:val="005B10EC"/>
    <w:rsid w:val="005B14E7"/>
    <w:rsid w:val="005B1661"/>
    <w:rsid w:val="005B175F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EE0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D0C"/>
    <w:rsid w:val="005B5F06"/>
    <w:rsid w:val="005B5FC4"/>
    <w:rsid w:val="005B61FD"/>
    <w:rsid w:val="005B65F5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1F"/>
    <w:rsid w:val="005B74AF"/>
    <w:rsid w:val="005B78BF"/>
    <w:rsid w:val="005B7946"/>
    <w:rsid w:val="005B79E1"/>
    <w:rsid w:val="005B7A8B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80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3B2"/>
    <w:rsid w:val="005C293A"/>
    <w:rsid w:val="005C29FA"/>
    <w:rsid w:val="005C2A52"/>
    <w:rsid w:val="005C2B22"/>
    <w:rsid w:val="005C2B6E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DE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8A"/>
    <w:rsid w:val="005C5898"/>
    <w:rsid w:val="005C58AC"/>
    <w:rsid w:val="005C59A6"/>
    <w:rsid w:val="005C59ED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2F3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526"/>
    <w:rsid w:val="005D2666"/>
    <w:rsid w:val="005D276A"/>
    <w:rsid w:val="005D2A25"/>
    <w:rsid w:val="005D2A70"/>
    <w:rsid w:val="005D2EEC"/>
    <w:rsid w:val="005D2F96"/>
    <w:rsid w:val="005D2FE1"/>
    <w:rsid w:val="005D33FB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B7"/>
    <w:rsid w:val="005D67F8"/>
    <w:rsid w:val="005D6983"/>
    <w:rsid w:val="005D6B2F"/>
    <w:rsid w:val="005D7067"/>
    <w:rsid w:val="005D713F"/>
    <w:rsid w:val="005D74D9"/>
    <w:rsid w:val="005D7561"/>
    <w:rsid w:val="005D7575"/>
    <w:rsid w:val="005D780E"/>
    <w:rsid w:val="005D79F3"/>
    <w:rsid w:val="005D7D1B"/>
    <w:rsid w:val="005D7F00"/>
    <w:rsid w:val="005E01B2"/>
    <w:rsid w:val="005E05EB"/>
    <w:rsid w:val="005E0647"/>
    <w:rsid w:val="005E065F"/>
    <w:rsid w:val="005E076D"/>
    <w:rsid w:val="005E0902"/>
    <w:rsid w:val="005E0C06"/>
    <w:rsid w:val="005E0D02"/>
    <w:rsid w:val="005E0E65"/>
    <w:rsid w:val="005E0F52"/>
    <w:rsid w:val="005E0FB3"/>
    <w:rsid w:val="005E11F4"/>
    <w:rsid w:val="005E129B"/>
    <w:rsid w:val="005E1420"/>
    <w:rsid w:val="005E1485"/>
    <w:rsid w:val="005E16D7"/>
    <w:rsid w:val="005E1821"/>
    <w:rsid w:val="005E1944"/>
    <w:rsid w:val="005E194B"/>
    <w:rsid w:val="005E1B86"/>
    <w:rsid w:val="005E1C46"/>
    <w:rsid w:val="005E1D43"/>
    <w:rsid w:val="005E1EDC"/>
    <w:rsid w:val="005E1F95"/>
    <w:rsid w:val="005E2202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2E"/>
    <w:rsid w:val="005E3F3B"/>
    <w:rsid w:val="005E3FFE"/>
    <w:rsid w:val="005E41F2"/>
    <w:rsid w:val="005E4270"/>
    <w:rsid w:val="005E4292"/>
    <w:rsid w:val="005E43C7"/>
    <w:rsid w:val="005E4616"/>
    <w:rsid w:val="005E4845"/>
    <w:rsid w:val="005E48F7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5C1"/>
    <w:rsid w:val="005E581A"/>
    <w:rsid w:val="005E59C2"/>
    <w:rsid w:val="005E5A04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0"/>
    <w:rsid w:val="005E723A"/>
    <w:rsid w:val="005E72A2"/>
    <w:rsid w:val="005E72CF"/>
    <w:rsid w:val="005E7364"/>
    <w:rsid w:val="005E7381"/>
    <w:rsid w:val="005E7569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05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CD8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261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0DAF"/>
    <w:rsid w:val="00600E44"/>
    <w:rsid w:val="00600EE3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BCC"/>
    <w:rsid w:val="00602D04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B3"/>
    <w:rsid w:val="006046CB"/>
    <w:rsid w:val="0060486C"/>
    <w:rsid w:val="00604893"/>
    <w:rsid w:val="00604946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5F68"/>
    <w:rsid w:val="006064D4"/>
    <w:rsid w:val="00606647"/>
    <w:rsid w:val="006068E9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3F4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0C80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EF7"/>
    <w:rsid w:val="00612FFC"/>
    <w:rsid w:val="00613055"/>
    <w:rsid w:val="00613058"/>
    <w:rsid w:val="006130E8"/>
    <w:rsid w:val="00613812"/>
    <w:rsid w:val="006139E2"/>
    <w:rsid w:val="00613A9A"/>
    <w:rsid w:val="00613AB8"/>
    <w:rsid w:val="00613ABB"/>
    <w:rsid w:val="00613B6F"/>
    <w:rsid w:val="00613BFD"/>
    <w:rsid w:val="00613CA9"/>
    <w:rsid w:val="00613D78"/>
    <w:rsid w:val="00613E46"/>
    <w:rsid w:val="006143D0"/>
    <w:rsid w:val="00614584"/>
    <w:rsid w:val="00614A35"/>
    <w:rsid w:val="00614BDD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2C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762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3C0"/>
    <w:rsid w:val="00622580"/>
    <w:rsid w:val="00622B8D"/>
    <w:rsid w:val="00622B9B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795"/>
    <w:rsid w:val="00624916"/>
    <w:rsid w:val="00624BD4"/>
    <w:rsid w:val="00624D28"/>
    <w:rsid w:val="00624F4A"/>
    <w:rsid w:val="00624F72"/>
    <w:rsid w:val="006250F1"/>
    <w:rsid w:val="00625251"/>
    <w:rsid w:val="006252A4"/>
    <w:rsid w:val="0062548A"/>
    <w:rsid w:val="00625494"/>
    <w:rsid w:val="006255FE"/>
    <w:rsid w:val="006256C2"/>
    <w:rsid w:val="006256F6"/>
    <w:rsid w:val="00625703"/>
    <w:rsid w:val="006257E9"/>
    <w:rsid w:val="00625874"/>
    <w:rsid w:val="00625933"/>
    <w:rsid w:val="00625D09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69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DB1"/>
    <w:rsid w:val="00630F4E"/>
    <w:rsid w:val="0063115C"/>
    <w:rsid w:val="006311B0"/>
    <w:rsid w:val="006311BC"/>
    <w:rsid w:val="0063125D"/>
    <w:rsid w:val="0063162B"/>
    <w:rsid w:val="00631655"/>
    <w:rsid w:val="006316AB"/>
    <w:rsid w:val="0063192F"/>
    <w:rsid w:val="006319A1"/>
    <w:rsid w:val="00631A86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2F6"/>
    <w:rsid w:val="00634437"/>
    <w:rsid w:val="0063443B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065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B4F"/>
    <w:rsid w:val="00637D6A"/>
    <w:rsid w:val="00637E18"/>
    <w:rsid w:val="006403F7"/>
    <w:rsid w:val="006408FC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951"/>
    <w:rsid w:val="00642AB6"/>
    <w:rsid w:val="00642DA8"/>
    <w:rsid w:val="00642DDD"/>
    <w:rsid w:val="00642F27"/>
    <w:rsid w:val="00642F63"/>
    <w:rsid w:val="00642FDB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771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25"/>
    <w:rsid w:val="006455DE"/>
    <w:rsid w:val="00645642"/>
    <w:rsid w:val="00645CE6"/>
    <w:rsid w:val="00645DB8"/>
    <w:rsid w:val="00645F09"/>
    <w:rsid w:val="006461DC"/>
    <w:rsid w:val="0064626A"/>
    <w:rsid w:val="0064687B"/>
    <w:rsid w:val="00646B53"/>
    <w:rsid w:val="00646C5C"/>
    <w:rsid w:val="00646EEB"/>
    <w:rsid w:val="00647279"/>
    <w:rsid w:val="0064735B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B7"/>
    <w:rsid w:val="006518E6"/>
    <w:rsid w:val="00651943"/>
    <w:rsid w:val="006519EC"/>
    <w:rsid w:val="00651A39"/>
    <w:rsid w:val="00651B70"/>
    <w:rsid w:val="00652278"/>
    <w:rsid w:val="006522CC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760"/>
    <w:rsid w:val="0065396C"/>
    <w:rsid w:val="00653AC8"/>
    <w:rsid w:val="00653AD9"/>
    <w:rsid w:val="00653AE6"/>
    <w:rsid w:val="00653AEE"/>
    <w:rsid w:val="00653DC8"/>
    <w:rsid w:val="00653E24"/>
    <w:rsid w:val="00653E3E"/>
    <w:rsid w:val="00653EA5"/>
    <w:rsid w:val="00653F0E"/>
    <w:rsid w:val="00653F78"/>
    <w:rsid w:val="00653F9F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2AB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6"/>
    <w:rsid w:val="006605ED"/>
    <w:rsid w:val="006606BD"/>
    <w:rsid w:val="006608CE"/>
    <w:rsid w:val="00660943"/>
    <w:rsid w:val="006609C7"/>
    <w:rsid w:val="00660B8F"/>
    <w:rsid w:val="00660C28"/>
    <w:rsid w:val="00660C82"/>
    <w:rsid w:val="00660DAB"/>
    <w:rsid w:val="00660ECE"/>
    <w:rsid w:val="006610C7"/>
    <w:rsid w:val="006611CA"/>
    <w:rsid w:val="00661388"/>
    <w:rsid w:val="0066148D"/>
    <w:rsid w:val="00661687"/>
    <w:rsid w:val="006617B6"/>
    <w:rsid w:val="006617ED"/>
    <w:rsid w:val="00661AF1"/>
    <w:rsid w:val="00661BF0"/>
    <w:rsid w:val="00661E17"/>
    <w:rsid w:val="0066214E"/>
    <w:rsid w:val="00662171"/>
    <w:rsid w:val="006621BB"/>
    <w:rsid w:val="006622BA"/>
    <w:rsid w:val="006623FF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504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B0D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AF7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0F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DD2"/>
    <w:rsid w:val="00671E8B"/>
    <w:rsid w:val="00672108"/>
    <w:rsid w:val="0067216F"/>
    <w:rsid w:val="00672562"/>
    <w:rsid w:val="00672712"/>
    <w:rsid w:val="0067283C"/>
    <w:rsid w:val="00672915"/>
    <w:rsid w:val="00672BC5"/>
    <w:rsid w:val="00672C00"/>
    <w:rsid w:val="00672D60"/>
    <w:rsid w:val="00672E64"/>
    <w:rsid w:val="00672FF0"/>
    <w:rsid w:val="00673126"/>
    <w:rsid w:val="00673374"/>
    <w:rsid w:val="00673430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3E2"/>
    <w:rsid w:val="00674629"/>
    <w:rsid w:val="006748B7"/>
    <w:rsid w:val="006748EC"/>
    <w:rsid w:val="00674980"/>
    <w:rsid w:val="00675044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B27"/>
    <w:rsid w:val="00680C3F"/>
    <w:rsid w:val="00680E12"/>
    <w:rsid w:val="00680E5B"/>
    <w:rsid w:val="00680E97"/>
    <w:rsid w:val="00680F73"/>
    <w:rsid w:val="00681205"/>
    <w:rsid w:val="006816AB"/>
    <w:rsid w:val="006817E7"/>
    <w:rsid w:val="0068184A"/>
    <w:rsid w:val="00681918"/>
    <w:rsid w:val="00681987"/>
    <w:rsid w:val="006819BF"/>
    <w:rsid w:val="00681A4E"/>
    <w:rsid w:val="00681B30"/>
    <w:rsid w:val="00681BCF"/>
    <w:rsid w:val="00681F2C"/>
    <w:rsid w:val="0068209F"/>
    <w:rsid w:val="00682145"/>
    <w:rsid w:val="00682267"/>
    <w:rsid w:val="0068227C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3C7"/>
    <w:rsid w:val="006855B5"/>
    <w:rsid w:val="00685631"/>
    <w:rsid w:val="00685793"/>
    <w:rsid w:val="006857F4"/>
    <w:rsid w:val="006858A4"/>
    <w:rsid w:val="00685AC7"/>
    <w:rsid w:val="00685CE4"/>
    <w:rsid w:val="00685CEA"/>
    <w:rsid w:val="00685D77"/>
    <w:rsid w:val="00685F71"/>
    <w:rsid w:val="00686187"/>
    <w:rsid w:val="006861CB"/>
    <w:rsid w:val="0068644C"/>
    <w:rsid w:val="00686489"/>
    <w:rsid w:val="00686591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87D8F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CA0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A55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CE3"/>
    <w:rsid w:val="00694F52"/>
    <w:rsid w:val="00694F99"/>
    <w:rsid w:val="00694FB0"/>
    <w:rsid w:val="00694FE8"/>
    <w:rsid w:val="00695200"/>
    <w:rsid w:val="0069522D"/>
    <w:rsid w:val="006952C1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247"/>
    <w:rsid w:val="006962FE"/>
    <w:rsid w:val="00696378"/>
    <w:rsid w:val="006966AE"/>
    <w:rsid w:val="0069676C"/>
    <w:rsid w:val="0069687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5A2"/>
    <w:rsid w:val="006A0878"/>
    <w:rsid w:val="006A08CB"/>
    <w:rsid w:val="006A0944"/>
    <w:rsid w:val="006A0A1A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17E"/>
    <w:rsid w:val="006A2340"/>
    <w:rsid w:val="006A25D1"/>
    <w:rsid w:val="006A2895"/>
    <w:rsid w:val="006A2AC1"/>
    <w:rsid w:val="006A2AD6"/>
    <w:rsid w:val="006A2B23"/>
    <w:rsid w:val="006A2C1A"/>
    <w:rsid w:val="006A2F6B"/>
    <w:rsid w:val="006A2F82"/>
    <w:rsid w:val="006A30F8"/>
    <w:rsid w:val="006A32FB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CF5"/>
    <w:rsid w:val="006A5D5B"/>
    <w:rsid w:val="006A5D8E"/>
    <w:rsid w:val="006A5E79"/>
    <w:rsid w:val="006A5E90"/>
    <w:rsid w:val="006A6161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49C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8AF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8BA"/>
    <w:rsid w:val="006B1A51"/>
    <w:rsid w:val="006B1BD6"/>
    <w:rsid w:val="006B1CB7"/>
    <w:rsid w:val="006B203B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300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3E5B"/>
    <w:rsid w:val="006B3EB1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30"/>
    <w:rsid w:val="006B7649"/>
    <w:rsid w:val="006B7939"/>
    <w:rsid w:val="006B79B5"/>
    <w:rsid w:val="006C03D8"/>
    <w:rsid w:val="006C0516"/>
    <w:rsid w:val="006C06A2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CD2"/>
    <w:rsid w:val="006C1DAF"/>
    <w:rsid w:val="006C1E0D"/>
    <w:rsid w:val="006C20F3"/>
    <w:rsid w:val="006C22D0"/>
    <w:rsid w:val="006C28B9"/>
    <w:rsid w:val="006C28D9"/>
    <w:rsid w:val="006C28E1"/>
    <w:rsid w:val="006C2A60"/>
    <w:rsid w:val="006C2A97"/>
    <w:rsid w:val="006C2B75"/>
    <w:rsid w:val="006C2DE1"/>
    <w:rsid w:val="006C2EC7"/>
    <w:rsid w:val="006C2F73"/>
    <w:rsid w:val="006C2FF6"/>
    <w:rsid w:val="006C3053"/>
    <w:rsid w:val="006C3119"/>
    <w:rsid w:val="006C319F"/>
    <w:rsid w:val="006C329C"/>
    <w:rsid w:val="006C3459"/>
    <w:rsid w:val="006C3697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12B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82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592"/>
    <w:rsid w:val="006D06D5"/>
    <w:rsid w:val="006D078C"/>
    <w:rsid w:val="006D0821"/>
    <w:rsid w:val="006D0921"/>
    <w:rsid w:val="006D09CC"/>
    <w:rsid w:val="006D0ACA"/>
    <w:rsid w:val="006D0FC4"/>
    <w:rsid w:val="006D0FC7"/>
    <w:rsid w:val="006D11DC"/>
    <w:rsid w:val="006D129B"/>
    <w:rsid w:val="006D136C"/>
    <w:rsid w:val="006D1406"/>
    <w:rsid w:val="006D17D2"/>
    <w:rsid w:val="006D1837"/>
    <w:rsid w:val="006D19BB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2F7C"/>
    <w:rsid w:val="006D303D"/>
    <w:rsid w:val="006D312A"/>
    <w:rsid w:val="006D31DA"/>
    <w:rsid w:val="006D323B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00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6C8A"/>
    <w:rsid w:val="006D70C3"/>
    <w:rsid w:val="006D7150"/>
    <w:rsid w:val="006D724C"/>
    <w:rsid w:val="006D7351"/>
    <w:rsid w:val="006D737A"/>
    <w:rsid w:val="006D7441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6F3"/>
    <w:rsid w:val="006E37DA"/>
    <w:rsid w:val="006E3D1B"/>
    <w:rsid w:val="006E4001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4CA"/>
    <w:rsid w:val="006E570E"/>
    <w:rsid w:val="006E5798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6F65"/>
    <w:rsid w:val="006E7079"/>
    <w:rsid w:val="006E708B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0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D4D"/>
    <w:rsid w:val="006F4E20"/>
    <w:rsid w:val="006F4E25"/>
    <w:rsid w:val="006F4E9F"/>
    <w:rsid w:val="006F4EEB"/>
    <w:rsid w:val="006F51B0"/>
    <w:rsid w:val="006F54CC"/>
    <w:rsid w:val="006F568C"/>
    <w:rsid w:val="006F5757"/>
    <w:rsid w:val="006F57CD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8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0F4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4EB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3A9"/>
    <w:rsid w:val="007115D7"/>
    <w:rsid w:val="007117B7"/>
    <w:rsid w:val="00711A16"/>
    <w:rsid w:val="00711AD8"/>
    <w:rsid w:val="00711C28"/>
    <w:rsid w:val="00711EAB"/>
    <w:rsid w:val="00712262"/>
    <w:rsid w:val="00712441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3DE3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E06"/>
    <w:rsid w:val="00717F77"/>
    <w:rsid w:val="00717FDD"/>
    <w:rsid w:val="00720148"/>
    <w:rsid w:val="00720225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BF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3BC6"/>
    <w:rsid w:val="0072402F"/>
    <w:rsid w:val="00724270"/>
    <w:rsid w:val="007242D2"/>
    <w:rsid w:val="00724A83"/>
    <w:rsid w:val="00724AD2"/>
    <w:rsid w:val="00724B30"/>
    <w:rsid w:val="00724BB5"/>
    <w:rsid w:val="00724FEB"/>
    <w:rsid w:val="00725129"/>
    <w:rsid w:val="00725153"/>
    <w:rsid w:val="0072523E"/>
    <w:rsid w:val="007253E2"/>
    <w:rsid w:val="00725578"/>
    <w:rsid w:val="007255CF"/>
    <w:rsid w:val="0072581B"/>
    <w:rsid w:val="0072581C"/>
    <w:rsid w:val="00725830"/>
    <w:rsid w:val="00725D24"/>
    <w:rsid w:val="0072602A"/>
    <w:rsid w:val="00726166"/>
    <w:rsid w:val="007262C5"/>
    <w:rsid w:val="0072635C"/>
    <w:rsid w:val="00726459"/>
    <w:rsid w:val="00726507"/>
    <w:rsid w:val="00726668"/>
    <w:rsid w:val="007266E1"/>
    <w:rsid w:val="00726782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925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4D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75"/>
    <w:rsid w:val="00735CFD"/>
    <w:rsid w:val="00735D4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7A"/>
    <w:rsid w:val="007408DC"/>
    <w:rsid w:val="0074094E"/>
    <w:rsid w:val="007409FA"/>
    <w:rsid w:val="00740AA8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252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3F9E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497"/>
    <w:rsid w:val="007454C3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533"/>
    <w:rsid w:val="00747848"/>
    <w:rsid w:val="00747925"/>
    <w:rsid w:val="00747A7B"/>
    <w:rsid w:val="00747E15"/>
    <w:rsid w:val="00747E2C"/>
    <w:rsid w:val="00747E67"/>
    <w:rsid w:val="00747ED5"/>
    <w:rsid w:val="007500A2"/>
    <w:rsid w:val="007501F1"/>
    <w:rsid w:val="00750361"/>
    <w:rsid w:val="00750494"/>
    <w:rsid w:val="007504BD"/>
    <w:rsid w:val="007504FD"/>
    <w:rsid w:val="0075059D"/>
    <w:rsid w:val="00750644"/>
    <w:rsid w:val="00750682"/>
    <w:rsid w:val="00750774"/>
    <w:rsid w:val="007507C3"/>
    <w:rsid w:val="0075081B"/>
    <w:rsid w:val="0075087A"/>
    <w:rsid w:val="007509E9"/>
    <w:rsid w:val="00750A30"/>
    <w:rsid w:val="00750B62"/>
    <w:rsid w:val="00750B80"/>
    <w:rsid w:val="00750BCD"/>
    <w:rsid w:val="0075101E"/>
    <w:rsid w:val="0075112F"/>
    <w:rsid w:val="007512D6"/>
    <w:rsid w:val="007514E3"/>
    <w:rsid w:val="0075176F"/>
    <w:rsid w:val="007517FB"/>
    <w:rsid w:val="00751806"/>
    <w:rsid w:val="00751A2D"/>
    <w:rsid w:val="00751AD0"/>
    <w:rsid w:val="00751B93"/>
    <w:rsid w:val="007523F7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D80"/>
    <w:rsid w:val="00753F22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39C"/>
    <w:rsid w:val="00761486"/>
    <w:rsid w:val="007614FB"/>
    <w:rsid w:val="00761ED2"/>
    <w:rsid w:val="00761F45"/>
    <w:rsid w:val="00762059"/>
    <w:rsid w:val="00762068"/>
    <w:rsid w:val="00762199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8CD"/>
    <w:rsid w:val="00763C33"/>
    <w:rsid w:val="00763E72"/>
    <w:rsid w:val="00763EB0"/>
    <w:rsid w:val="00763F88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3ED"/>
    <w:rsid w:val="007674E7"/>
    <w:rsid w:val="0076760B"/>
    <w:rsid w:val="00767753"/>
    <w:rsid w:val="0076787B"/>
    <w:rsid w:val="00767CC8"/>
    <w:rsid w:val="00767E37"/>
    <w:rsid w:val="00767F3D"/>
    <w:rsid w:val="00767FB5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68F"/>
    <w:rsid w:val="0077484C"/>
    <w:rsid w:val="00774941"/>
    <w:rsid w:val="00774DED"/>
    <w:rsid w:val="00774E08"/>
    <w:rsid w:val="007751D3"/>
    <w:rsid w:val="007752AD"/>
    <w:rsid w:val="007752E5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4D4"/>
    <w:rsid w:val="007776BA"/>
    <w:rsid w:val="00777B33"/>
    <w:rsid w:val="00777B8A"/>
    <w:rsid w:val="00777E32"/>
    <w:rsid w:val="00777FDE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B3A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AF1"/>
    <w:rsid w:val="00781E07"/>
    <w:rsid w:val="00781E2B"/>
    <w:rsid w:val="00781F95"/>
    <w:rsid w:val="00781FB7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3FF0"/>
    <w:rsid w:val="00784003"/>
    <w:rsid w:val="00784302"/>
    <w:rsid w:val="007843A4"/>
    <w:rsid w:val="0078446B"/>
    <w:rsid w:val="0078454F"/>
    <w:rsid w:val="00784A82"/>
    <w:rsid w:val="00784AC3"/>
    <w:rsid w:val="00784D8F"/>
    <w:rsid w:val="00784EB0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87F64"/>
    <w:rsid w:val="00790048"/>
    <w:rsid w:val="0079030A"/>
    <w:rsid w:val="0079038B"/>
    <w:rsid w:val="007904EC"/>
    <w:rsid w:val="00790741"/>
    <w:rsid w:val="00790ADF"/>
    <w:rsid w:val="00790F94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BE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9F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8EE"/>
    <w:rsid w:val="007A090A"/>
    <w:rsid w:val="007A0F34"/>
    <w:rsid w:val="007A106B"/>
    <w:rsid w:val="007A1280"/>
    <w:rsid w:val="007A1337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9CD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C7"/>
    <w:rsid w:val="007B0BEE"/>
    <w:rsid w:val="007B101F"/>
    <w:rsid w:val="007B10DD"/>
    <w:rsid w:val="007B1424"/>
    <w:rsid w:val="007B14E6"/>
    <w:rsid w:val="007B14ED"/>
    <w:rsid w:val="007B1985"/>
    <w:rsid w:val="007B1B58"/>
    <w:rsid w:val="007B1BCC"/>
    <w:rsid w:val="007B1D66"/>
    <w:rsid w:val="007B1E2C"/>
    <w:rsid w:val="007B1FCB"/>
    <w:rsid w:val="007B2197"/>
    <w:rsid w:val="007B23B9"/>
    <w:rsid w:val="007B25BA"/>
    <w:rsid w:val="007B27BE"/>
    <w:rsid w:val="007B2878"/>
    <w:rsid w:val="007B2931"/>
    <w:rsid w:val="007B297B"/>
    <w:rsid w:val="007B2A5E"/>
    <w:rsid w:val="007B2AD5"/>
    <w:rsid w:val="007B2E54"/>
    <w:rsid w:val="007B2EDD"/>
    <w:rsid w:val="007B30A2"/>
    <w:rsid w:val="007B31E9"/>
    <w:rsid w:val="007B33BE"/>
    <w:rsid w:val="007B3484"/>
    <w:rsid w:val="007B34CB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98C"/>
    <w:rsid w:val="007B4A18"/>
    <w:rsid w:val="007B4C58"/>
    <w:rsid w:val="007B4F77"/>
    <w:rsid w:val="007B5058"/>
    <w:rsid w:val="007B5295"/>
    <w:rsid w:val="007B529A"/>
    <w:rsid w:val="007B52DB"/>
    <w:rsid w:val="007B530B"/>
    <w:rsid w:val="007B535D"/>
    <w:rsid w:val="007B55D2"/>
    <w:rsid w:val="007B5B70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17E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891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2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968"/>
    <w:rsid w:val="007C4A3A"/>
    <w:rsid w:val="007C4B31"/>
    <w:rsid w:val="007C4C56"/>
    <w:rsid w:val="007C51E9"/>
    <w:rsid w:val="007C5238"/>
    <w:rsid w:val="007C549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215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7FA"/>
    <w:rsid w:val="007D4BC8"/>
    <w:rsid w:val="007D4DF7"/>
    <w:rsid w:val="007D4E7B"/>
    <w:rsid w:val="007D4EEE"/>
    <w:rsid w:val="007D4F98"/>
    <w:rsid w:val="007D525B"/>
    <w:rsid w:val="007D5295"/>
    <w:rsid w:val="007D55E5"/>
    <w:rsid w:val="007D55EE"/>
    <w:rsid w:val="007D56ED"/>
    <w:rsid w:val="007D5773"/>
    <w:rsid w:val="007D5923"/>
    <w:rsid w:val="007D5B5B"/>
    <w:rsid w:val="007D5B76"/>
    <w:rsid w:val="007D6222"/>
    <w:rsid w:val="007D642D"/>
    <w:rsid w:val="007D67B3"/>
    <w:rsid w:val="007D6847"/>
    <w:rsid w:val="007D6A52"/>
    <w:rsid w:val="007D6BF2"/>
    <w:rsid w:val="007D6C3E"/>
    <w:rsid w:val="007D6FAE"/>
    <w:rsid w:val="007D6FC8"/>
    <w:rsid w:val="007D7015"/>
    <w:rsid w:val="007D73FA"/>
    <w:rsid w:val="007D7506"/>
    <w:rsid w:val="007D75C7"/>
    <w:rsid w:val="007D772C"/>
    <w:rsid w:val="007D7940"/>
    <w:rsid w:val="007D7BE5"/>
    <w:rsid w:val="007D7C03"/>
    <w:rsid w:val="007D7C09"/>
    <w:rsid w:val="007E0002"/>
    <w:rsid w:val="007E0238"/>
    <w:rsid w:val="007E0353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052"/>
    <w:rsid w:val="007E41A5"/>
    <w:rsid w:val="007E42A9"/>
    <w:rsid w:val="007E42AA"/>
    <w:rsid w:val="007E4421"/>
    <w:rsid w:val="007E45A1"/>
    <w:rsid w:val="007E4664"/>
    <w:rsid w:val="007E4716"/>
    <w:rsid w:val="007E478C"/>
    <w:rsid w:val="007E4853"/>
    <w:rsid w:val="007E4858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B97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4F6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789"/>
    <w:rsid w:val="007F083D"/>
    <w:rsid w:val="007F0923"/>
    <w:rsid w:val="007F092F"/>
    <w:rsid w:val="007F0950"/>
    <w:rsid w:val="007F0B81"/>
    <w:rsid w:val="007F0CA0"/>
    <w:rsid w:val="007F0E64"/>
    <w:rsid w:val="007F1055"/>
    <w:rsid w:val="007F1251"/>
    <w:rsid w:val="007F161E"/>
    <w:rsid w:val="007F1626"/>
    <w:rsid w:val="007F16B5"/>
    <w:rsid w:val="007F16C4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B13"/>
    <w:rsid w:val="007F2E89"/>
    <w:rsid w:val="007F2ED4"/>
    <w:rsid w:val="007F2F52"/>
    <w:rsid w:val="007F2F8B"/>
    <w:rsid w:val="007F303B"/>
    <w:rsid w:val="007F30DF"/>
    <w:rsid w:val="007F338C"/>
    <w:rsid w:val="007F342E"/>
    <w:rsid w:val="007F350B"/>
    <w:rsid w:val="007F352F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364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D9D"/>
    <w:rsid w:val="007F5F54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7F7B3D"/>
    <w:rsid w:val="00800041"/>
    <w:rsid w:val="0080007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3FB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3E23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4D74"/>
    <w:rsid w:val="00805077"/>
    <w:rsid w:val="008052EF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DA6"/>
    <w:rsid w:val="00807F61"/>
    <w:rsid w:val="0081029B"/>
    <w:rsid w:val="008102C9"/>
    <w:rsid w:val="00810517"/>
    <w:rsid w:val="008107FB"/>
    <w:rsid w:val="00810923"/>
    <w:rsid w:val="00810B05"/>
    <w:rsid w:val="00810B74"/>
    <w:rsid w:val="00810CD1"/>
    <w:rsid w:val="00810F58"/>
    <w:rsid w:val="00810FB7"/>
    <w:rsid w:val="00811026"/>
    <w:rsid w:val="008111DB"/>
    <w:rsid w:val="00811517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0C"/>
    <w:rsid w:val="008138F8"/>
    <w:rsid w:val="00813C0B"/>
    <w:rsid w:val="00813DFE"/>
    <w:rsid w:val="00813E4D"/>
    <w:rsid w:val="00814055"/>
    <w:rsid w:val="00814246"/>
    <w:rsid w:val="0081430C"/>
    <w:rsid w:val="00814428"/>
    <w:rsid w:val="00814662"/>
    <w:rsid w:val="008147FB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21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2A2"/>
    <w:rsid w:val="0082131C"/>
    <w:rsid w:val="008214D2"/>
    <w:rsid w:val="0082156B"/>
    <w:rsid w:val="00821929"/>
    <w:rsid w:val="00821C5F"/>
    <w:rsid w:val="00821D32"/>
    <w:rsid w:val="00821F95"/>
    <w:rsid w:val="008220C9"/>
    <w:rsid w:val="00822158"/>
    <w:rsid w:val="008222CE"/>
    <w:rsid w:val="008223FC"/>
    <w:rsid w:val="00822545"/>
    <w:rsid w:val="00822693"/>
    <w:rsid w:val="00822B7D"/>
    <w:rsid w:val="00822F09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560"/>
    <w:rsid w:val="008246AE"/>
    <w:rsid w:val="0082478C"/>
    <w:rsid w:val="008247BB"/>
    <w:rsid w:val="008247E1"/>
    <w:rsid w:val="008249A6"/>
    <w:rsid w:val="00824AE2"/>
    <w:rsid w:val="00824D13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53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CFB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2E97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C4"/>
    <w:rsid w:val="008340F5"/>
    <w:rsid w:val="00834244"/>
    <w:rsid w:val="008345B4"/>
    <w:rsid w:val="0083466A"/>
    <w:rsid w:val="008347E7"/>
    <w:rsid w:val="00834896"/>
    <w:rsid w:val="00834947"/>
    <w:rsid w:val="0083498A"/>
    <w:rsid w:val="00834A27"/>
    <w:rsid w:val="00834A79"/>
    <w:rsid w:val="00834AE1"/>
    <w:rsid w:val="00834CAB"/>
    <w:rsid w:val="00834CE1"/>
    <w:rsid w:val="0083504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2FC"/>
    <w:rsid w:val="0083632D"/>
    <w:rsid w:val="00836401"/>
    <w:rsid w:val="00836447"/>
    <w:rsid w:val="008365D1"/>
    <w:rsid w:val="008365F5"/>
    <w:rsid w:val="008365F6"/>
    <w:rsid w:val="0083661B"/>
    <w:rsid w:val="00837142"/>
    <w:rsid w:val="008371A9"/>
    <w:rsid w:val="008371C0"/>
    <w:rsid w:val="00837226"/>
    <w:rsid w:val="008375DF"/>
    <w:rsid w:val="008377FE"/>
    <w:rsid w:val="00837972"/>
    <w:rsid w:val="00837AA2"/>
    <w:rsid w:val="0084012D"/>
    <w:rsid w:val="00840524"/>
    <w:rsid w:val="00840DAB"/>
    <w:rsid w:val="00841280"/>
    <w:rsid w:val="00841563"/>
    <w:rsid w:val="008415C5"/>
    <w:rsid w:val="008417C1"/>
    <w:rsid w:val="00841850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1F81"/>
    <w:rsid w:val="00842420"/>
    <w:rsid w:val="00842A8B"/>
    <w:rsid w:val="00842B99"/>
    <w:rsid w:val="00842D2D"/>
    <w:rsid w:val="00842D39"/>
    <w:rsid w:val="0084329D"/>
    <w:rsid w:val="0084356E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3E5"/>
    <w:rsid w:val="0084442C"/>
    <w:rsid w:val="008444BC"/>
    <w:rsid w:val="008446A3"/>
    <w:rsid w:val="00844736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0A68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340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1F6"/>
    <w:rsid w:val="00854243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5EC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BF5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9B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531"/>
    <w:rsid w:val="0086360A"/>
    <w:rsid w:val="00863795"/>
    <w:rsid w:val="008637E3"/>
    <w:rsid w:val="00863C60"/>
    <w:rsid w:val="00863D03"/>
    <w:rsid w:val="00863E87"/>
    <w:rsid w:val="00863E92"/>
    <w:rsid w:val="00863EDA"/>
    <w:rsid w:val="00863F8B"/>
    <w:rsid w:val="00864064"/>
    <w:rsid w:val="00864318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09C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926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DF7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5F1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90"/>
    <w:rsid w:val="008763AD"/>
    <w:rsid w:val="008763B5"/>
    <w:rsid w:val="008763EA"/>
    <w:rsid w:val="00876526"/>
    <w:rsid w:val="00876568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2C9"/>
    <w:rsid w:val="0087748E"/>
    <w:rsid w:val="0087773E"/>
    <w:rsid w:val="0087797B"/>
    <w:rsid w:val="00877B13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8D9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4DD"/>
    <w:rsid w:val="008827BD"/>
    <w:rsid w:val="008828B7"/>
    <w:rsid w:val="00882996"/>
    <w:rsid w:val="00882ECC"/>
    <w:rsid w:val="00882FAF"/>
    <w:rsid w:val="0088309C"/>
    <w:rsid w:val="00883322"/>
    <w:rsid w:val="00883687"/>
    <w:rsid w:val="00883792"/>
    <w:rsid w:val="008837B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4E3"/>
    <w:rsid w:val="00886572"/>
    <w:rsid w:val="008869AD"/>
    <w:rsid w:val="00886BE8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BBC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14F"/>
    <w:rsid w:val="00891282"/>
    <w:rsid w:val="008912E6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479"/>
    <w:rsid w:val="00893889"/>
    <w:rsid w:val="00893B0B"/>
    <w:rsid w:val="00893BF8"/>
    <w:rsid w:val="00893EC0"/>
    <w:rsid w:val="00893F58"/>
    <w:rsid w:val="00894035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ABF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28B"/>
    <w:rsid w:val="008A04D4"/>
    <w:rsid w:val="008A0506"/>
    <w:rsid w:val="008A06E4"/>
    <w:rsid w:val="008A071F"/>
    <w:rsid w:val="008A077E"/>
    <w:rsid w:val="008A0862"/>
    <w:rsid w:val="008A08B6"/>
    <w:rsid w:val="008A0A17"/>
    <w:rsid w:val="008A0B80"/>
    <w:rsid w:val="008A0DC3"/>
    <w:rsid w:val="008A0DF5"/>
    <w:rsid w:val="008A0E03"/>
    <w:rsid w:val="008A0EF0"/>
    <w:rsid w:val="008A13F9"/>
    <w:rsid w:val="008A140D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468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39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3B8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32A"/>
    <w:rsid w:val="008B446E"/>
    <w:rsid w:val="008B44B7"/>
    <w:rsid w:val="008B45CD"/>
    <w:rsid w:val="008B4786"/>
    <w:rsid w:val="008B4A64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184"/>
    <w:rsid w:val="008B720A"/>
    <w:rsid w:val="008B7410"/>
    <w:rsid w:val="008B7459"/>
    <w:rsid w:val="008B75FE"/>
    <w:rsid w:val="008B765D"/>
    <w:rsid w:val="008B783B"/>
    <w:rsid w:val="008B7961"/>
    <w:rsid w:val="008B7A2F"/>
    <w:rsid w:val="008B7BD5"/>
    <w:rsid w:val="008B7DE3"/>
    <w:rsid w:val="008B7E4E"/>
    <w:rsid w:val="008B7F1D"/>
    <w:rsid w:val="008B7F2B"/>
    <w:rsid w:val="008C00C6"/>
    <w:rsid w:val="008C0414"/>
    <w:rsid w:val="008C0799"/>
    <w:rsid w:val="008C0A63"/>
    <w:rsid w:val="008C0B78"/>
    <w:rsid w:val="008C0BB5"/>
    <w:rsid w:val="008C0F2B"/>
    <w:rsid w:val="008C0F9E"/>
    <w:rsid w:val="008C1141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C62"/>
    <w:rsid w:val="008C1CD0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D64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689"/>
    <w:rsid w:val="008C472E"/>
    <w:rsid w:val="008C48CA"/>
    <w:rsid w:val="008C4BCE"/>
    <w:rsid w:val="008C4BDB"/>
    <w:rsid w:val="008C4C75"/>
    <w:rsid w:val="008C4CC6"/>
    <w:rsid w:val="008C4CE5"/>
    <w:rsid w:val="008C4F31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32D"/>
    <w:rsid w:val="008C6662"/>
    <w:rsid w:val="008C677C"/>
    <w:rsid w:val="008C6830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640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07"/>
    <w:rsid w:val="008D2DC3"/>
    <w:rsid w:val="008D2DD2"/>
    <w:rsid w:val="008D2E15"/>
    <w:rsid w:val="008D2ED4"/>
    <w:rsid w:val="008D31A3"/>
    <w:rsid w:val="008D33E4"/>
    <w:rsid w:val="008D3412"/>
    <w:rsid w:val="008D3585"/>
    <w:rsid w:val="008D362F"/>
    <w:rsid w:val="008D3634"/>
    <w:rsid w:val="008D3728"/>
    <w:rsid w:val="008D3862"/>
    <w:rsid w:val="008D38B1"/>
    <w:rsid w:val="008D394C"/>
    <w:rsid w:val="008D3B2A"/>
    <w:rsid w:val="008D3C77"/>
    <w:rsid w:val="008D3F2C"/>
    <w:rsid w:val="008D4151"/>
    <w:rsid w:val="008D4268"/>
    <w:rsid w:val="008D42AF"/>
    <w:rsid w:val="008D42E8"/>
    <w:rsid w:val="008D42FE"/>
    <w:rsid w:val="008D43BF"/>
    <w:rsid w:val="008D44F7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AB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0F5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09C"/>
    <w:rsid w:val="008E4133"/>
    <w:rsid w:val="008E43C7"/>
    <w:rsid w:val="008E4473"/>
    <w:rsid w:val="008E45F3"/>
    <w:rsid w:val="008E46D6"/>
    <w:rsid w:val="008E4894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754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88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1B5"/>
    <w:rsid w:val="008F2424"/>
    <w:rsid w:val="008F25CF"/>
    <w:rsid w:val="008F2619"/>
    <w:rsid w:val="008F269A"/>
    <w:rsid w:val="008F2709"/>
    <w:rsid w:val="008F2765"/>
    <w:rsid w:val="008F285F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099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C9B"/>
    <w:rsid w:val="008F5DA6"/>
    <w:rsid w:val="008F620E"/>
    <w:rsid w:val="008F629F"/>
    <w:rsid w:val="008F6905"/>
    <w:rsid w:val="008F6A04"/>
    <w:rsid w:val="008F6A22"/>
    <w:rsid w:val="008F6A26"/>
    <w:rsid w:val="008F6B0E"/>
    <w:rsid w:val="008F6BCA"/>
    <w:rsid w:val="008F6C1F"/>
    <w:rsid w:val="008F6D36"/>
    <w:rsid w:val="008F7012"/>
    <w:rsid w:val="008F70E5"/>
    <w:rsid w:val="008F71A5"/>
    <w:rsid w:val="008F7709"/>
    <w:rsid w:val="008F7767"/>
    <w:rsid w:val="008F7848"/>
    <w:rsid w:val="008F7853"/>
    <w:rsid w:val="008F7985"/>
    <w:rsid w:val="008F7ADF"/>
    <w:rsid w:val="008F7BA6"/>
    <w:rsid w:val="0090006F"/>
    <w:rsid w:val="009000FF"/>
    <w:rsid w:val="00900266"/>
    <w:rsid w:val="00900506"/>
    <w:rsid w:val="00900669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16F"/>
    <w:rsid w:val="009032FA"/>
    <w:rsid w:val="00903389"/>
    <w:rsid w:val="00903391"/>
    <w:rsid w:val="009033DE"/>
    <w:rsid w:val="0090356B"/>
    <w:rsid w:val="00903573"/>
    <w:rsid w:val="0090367B"/>
    <w:rsid w:val="00903752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0F3"/>
    <w:rsid w:val="009051F8"/>
    <w:rsid w:val="00905468"/>
    <w:rsid w:val="0090569F"/>
    <w:rsid w:val="00905877"/>
    <w:rsid w:val="0090587A"/>
    <w:rsid w:val="00905BF9"/>
    <w:rsid w:val="00905DF0"/>
    <w:rsid w:val="00905EE9"/>
    <w:rsid w:val="0090622F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8A9"/>
    <w:rsid w:val="00907A36"/>
    <w:rsid w:val="00907AA4"/>
    <w:rsid w:val="00907AEB"/>
    <w:rsid w:val="00907C58"/>
    <w:rsid w:val="00907C9B"/>
    <w:rsid w:val="00907CF3"/>
    <w:rsid w:val="00907F29"/>
    <w:rsid w:val="0091003A"/>
    <w:rsid w:val="00910279"/>
    <w:rsid w:val="00910462"/>
    <w:rsid w:val="0091063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9A8"/>
    <w:rsid w:val="00911A6B"/>
    <w:rsid w:val="00911C1B"/>
    <w:rsid w:val="009120BE"/>
    <w:rsid w:val="00912185"/>
    <w:rsid w:val="0091222C"/>
    <w:rsid w:val="009123F8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3E2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A7E"/>
    <w:rsid w:val="00917B7B"/>
    <w:rsid w:val="00917E0C"/>
    <w:rsid w:val="00917F36"/>
    <w:rsid w:val="0092029F"/>
    <w:rsid w:val="00920359"/>
    <w:rsid w:val="009204E3"/>
    <w:rsid w:val="00920677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37"/>
    <w:rsid w:val="00921981"/>
    <w:rsid w:val="00921D2A"/>
    <w:rsid w:val="00921F41"/>
    <w:rsid w:val="00922032"/>
    <w:rsid w:val="00922188"/>
    <w:rsid w:val="00922298"/>
    <w:rsid w:val="009222AC"/>
    <w:rsid w:val="00922389"/>
    <w:rsid w:val="00922435"/>
    <w:rsid w:val="009224B6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4CF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70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1A9"/>
    <w:rsid w:val="009322C2"/>
    <w:rsid w:val="009322E5"/>
    <w:rsid w:val="0093234D"/>
    <w:rsid w:val="00932554"/>
    <w:rsid w:val="00932632"/>
    <w:rsid w:val="009326F0"/>
    <w:rsid w:val="0093288D"/>
    <w:rsid w:val="009329D8"/>
    <w:rsid w:val="00932AE3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A1A"/>
    <w:rsid w:val="00933AFC"/>
    <w:rsid w:val="00933D0F"/>
    <w:rsid w:val="00933EA2"/>
    <w:rsid w:val="00934081"/>
    <w:rsid w:val="00934355"/>
    <w:rsid w:val="009345AB"/>
    <w:rsid w:val="00934724"/>
    <w:rsid w:val="009347E8"/>
    <w:rsid w:val="0093487F"/>
    <w:rsid w:val="00934AFA"/>
    <w:rsid w:val="00934D24"/>
    <w:rsid w:val="00934DBA"/>
    <w:rsid w:val="00934EC7"/>
    <w:rsid w:val="00934F09"/>
    <w:rsid w:val="0093510E"/>
    <w:rsid w:val="0093524D"/>
    <w:rsid w:val="009353CA"/>
    <w:rsid w:val="009353D1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2F9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746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43"/>
    <w:rsid w:val="00942D97"/>
    <w:rsid w:val="00942E33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542"/>
    <w:rsid w:val="00945730"/>
    <w:rsid w:val="00945D0A"/>
    <w:rsid w:val="00945DB0"/>
    <w:rsid w:val="00945E60"/>
    <w:rsid w:val="00945F7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439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122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4B"/>
    <w:rsid w:val="00956979"/>
    <w:rsid w:val="00956C22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6D7"/>
    <w:rsid w:val="009617DD"/>
    <w:rsid w:val="00961AA6"/>
    <w:rsid w:val="00961AF7"/>
    <w:rsid w:val="00961BBE"/>
    <w:rsid w:val="00961D48"/>
    <w:rsid w:val="00961D85"/>
    <w:rsid w:val="0096207F"/>
    <w:rsid w:val="00962159"/>
    <w:rsid w:val="009621BD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2F"/>
    <w:rsid w:val="009631DF"/>
    <w:rsid w:val="009631E5"/>
    <w:rsid w:val="0096329B"/>
    <w:rsid w:val="009633E3"/>
    <w:rsid w:val="0096341D"/>
    <w:rsid w:val="00963540"/>
    <w:rsid w:val="0096377B"/>
    <w:rsid w:val="00963B12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93"/>
    <w:rsid w:val="00965DDF"/>
    <w:rsid w:val="00965E76"/>
    <w:rsid w:val="00965E9B"/>
    <w:rsid w:val="00966149"/>
    <w:rsid w:val="009662B0"/>
    <w:rsid w:val="009663F9"/>
    <w:rsid w:val="0096652A"/>
    <w:rsid w:val="0096664C"/>
    <w:rsid w:val="00966B12"/>
    <w:rsid w:val="00966C20"/>
    <w:rsid w:val="00966C60"/>
    <w:rsid w:val="00966C93"/>
    <w:rsid w:val="00966E6A"/>
    <w:rsid w:val="00966F05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82"/>
    <w:rsid w:val="00971BA5"/>
    <w:rsid w:val="00971BD8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1B6"/>
    <w:rsid w:val="0097425B"/>
    <w:rsid w:val="009743B7"/>
    <w:rsid w:val="0097458E"/>
    <w:rsid w:val="009746BA"/>
    <w:rsid w:val="009747F2"/>
    <w:rsid w:val="00974A16"/>
    <w:rsid w:val="00974A8F"/>
    <w:rsid w:val="00974A9A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DD6"/>
    <w:rsid w:val="00976EC1"/>
    <w:rsid w:val="00976FD5"/>
    <w:rsid w:val="009770EC"/>
    <w:rsid w:val="00977137"/>
    <w:rsid w:val="009773F0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CEF"/>
    <w:rsid w:val="00980D17"/>
    <w:rsid w:val="00980DB5"/>
    <w:rsid w:val="00980EFD"/>
    <w:rsid w:val="0098118F"/>
    <w:rsid w:val="009814E9"/>
    <w:rsid w:val="0098152A"/>
    <w:rsid w:val="009816DD"/>
    <w:rsid w:val="0098188A"/>
    <w:rsid w:val="00981A9F"/>
    <w:rsid w:val="00981B22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76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6B1"/>
    <w:rsid w:val="00984951"/>
    <w:rsid w:val="00984A06"/>
    <w:rsid w:val="00984A7E"/>
    <w:rsid w:val="00984B29"/>
    <w:rsid w:val="00984D44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28"/>
    <w:rsid w:val="00985E67"/>
    <w:rsid w:val="00985EE3"/>
    <w:rsid w:val="00985F0E"/>
    <w:rsid w:val="00985FD0"/>
    <w:rsid w:val="00985FDA"/>
    <w:rsid w:val="0098607B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366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4C"/>
    <w:rsid w:val="00991786"/>
    <w:rsid w:val="009917A2"/>
    <w:rsid w:val="009917FE"/>
    <w:rsid w:val="00991867"/>
    <w:rsid w:val="00991CE0"/>
    <w:rsid w:val="00991DA8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BC4"/>
    <w:rsid w:val="00992C62"/>
    <w:rsid w:val="00992D37"/>
    <w:rsid w:val="00992FA1"/>
    <w:rsid w:val="00993025"/>
    <w:rsid w:val="0099317E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3DF7"/>
    <w:rsid w:val="00993E9B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9B1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9CB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5D8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773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22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36C"/>
    <w:rsid w:val="009A6687"/>
    <w:rsid w:val="009A691D"/>
    <w:rsid w:val="009A69CE"/>
    <w:rsid w:val="009A69D6"/>
    <w:rsid w:val="009A6EA3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B6B"/>
    <w:rsid w:val="009B0D00"/>
    <w:rsid w:val="009B0D85"/>
    <w:rsid w:val="009B0F2F"/>
    <w:rsid w:val="009B0F47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04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BA3"/>
    <w:rsid w:val="009B6CDF"/>
    <w:rsid w:val="009B6DB7"/>
    <w:rsid w:val="009B6E2E"/>
    <w:rsid w:val="009B6F33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2D1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9FF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96E"/>
    <w:rsid w:val="009C3CC1"/>
    <w:rsid w:val="009C3DB3"/>
    <w:rsid w:val="009C3DCE"/>
    <w:rsid w:val="009C3EA8"/>
    <w:rsid w:val="009C3EF7"/>
    <w:rsid w:val="009C410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B16"/>
    <w:rsid w:val="009C7C84"/>
    <w:rsid w:val="009C7CD5"/>
    <w:rsid w:val="009C7D10"/>
    <w:rsid w:val="009C7D87"/>
    <w:rsid w:val="009C7E4A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724"/>
    <w:rsid w:val="009D0B1C"/>
    <w:rsid w:val="009D0B37"/>
    <w:rsid w:val="009D0C4A"/>
    <w:rsid w:val="009D0C86"/>
    <w:rsid w:val="009D0D40"/>
    <w:rsid w:val="009D0D70"/>
    <w:rsid w:val="009D0D96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7D2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51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08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40D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3B5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9A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2E3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0"/>
    <w:rsid w:val="009E7CEB"/>
    <w:rsid w:val="009E7F13"/>
    <w:rsid w:val="009F004D"/>
    <w:rsid w:val="009F0197"/>
    <w:rsid w:val="009F0213"/>
    <w:rsid w:val="009F0382"/>
    <w:rsid w:val="009F0599"/>
    <w:rsid w:val="009F07C1"/>
    <w:rsid w:val="009F081C"/>
    <w:rsid w:val="009F0B19"/>
    <w:rsid w:val="009F0BEB"/>
    <w:rsid w:val="009F0C34"/>
    <w:rsid w:val="009F0C80"/>
    <w:rsid w:val="009F0CEE"/>
    <w:rsid w:val="009F0EA3"/>
    <w:rsid w:val="009F0F42"/>
    <w:rsid w:val="009F0FF5"/>
    <w:rsid w:val="009F1213"/>
    <w:rsid w:val="009F1266"/>
    <w:rsid w:val="009F1426"/>
    <w:rsid w:val="009F14BD"/>
    <w:rsid w:val="009F1549"/>
    <w:rsid w:val="009F1818"/>
    <w:rsid w:val="009F18CD"/>
    <w:rsid w:val="009F1979"/>
    <w:rsid w:val="009F1BFA"/>
    <w:rsid w:val="009F1C94"/>
    <w:rsid w:val="009F1DCA"/>
    <w:rsid w:val="009F1F44"/>
    <w:rsid w:val="009F1FC0"/>
    <w:rsid w:val="009F2000"/>
    <w:rsid w:val="009F210A"/>
    <w:rsid w:val="009F23D1"/>
    <w:rsid w:val="009F23DF"/>
    <w:rsid w:val="009F2465"/>
    <w:rsid w:val="009F24BC"/>
    <w:rsid w:val="009F291A"/>
    <w:rsid w:val="009F298D"/>
    <w:rsid w:val="009F2BA5"/>
    <w:rsid w:val="009F2BF9"/>
    <w:rsid w:val="009F2D6B"/>
    <w:rsid w:val="009F324E"/>
    <w:rsid w:val="009F331C"/>
    <w:rsid w:val="009F349E"/>
    <w:rsid w:val="009F3571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503"/>
    <w:rsid w:val="009F4631"/>
    <w:rsid w:val="009F488C"/>
    <w:rsid w:val="009F48A1"/>
    <w:rsid w:val="009F494D"/>
    <w:rsid w:val="009F4C35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B2F"/>
    <w:rsid w:val="00A00CA9"/>
    <w:rsid w:val="00A00DF1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3B"/>
    <w:rsid w:val="00A02FE8"/>
    <w:rsid w:val="00A03297"/>
    <w:rsid w:val="00A032A5"/>
    <w:rsid w:val="00A03479"/>
    <w:rsid w:val="00A034C1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59F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92C"/>
    <w:rsid w:val="00A13AB6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A8A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23"/>
    <w:rsid w:val="00A16B42"/>
    <w:rsid w:val="00A16BBC"/>
    <w:rsid w:val="00A16BD9"/>
    <w:rsid w:val="00A16BE1"/>
    <w:rsid w:val="00A16C7D"/>
    <w:rsid w:val="00A16ED5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CD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6FF"/>
    <w:rsid w:val="00A23BDA"/>
    <w:rsid w:val="00A23BE6"/>
    <w:rsid w:val="00A2403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262"/>
    <w:rsid w:val="00A254D3"/>
    <w:rsid w:val="00A25564"/>
    <w:rsid w:val="00A256D2"/>
    <w:rsid w:val="00A25BB0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0BE"/>
    <w:rsid w:val="00A271BC"/>
    <w:rsid w:val="00A27207"/>
    <w:rsid w:val="00A27389"/>
    <w:rsid w:val="00A273F7"/>
    <w:rsid w:val="00A2746C"/>
    <w:rsid w:val="00A274C2"/>
    <w:rsid w:val="00A27552"/>
    <w:rsid w:val="00A27669"/>
    <w:rsid w:val="00A2795F"/>
    <w:rsid w:val="00A27B40"/>
    <w:rsid w:val="00A27B57"/>
    <w:rsid w:val="00A27C04"/>
    <w:rsid w:val="00A30038"/>
    <w:rsid w:val="00A30136"/>
    <w:rsid w:val="00A306E0"/>
    <w:rsid w:val="00A3077A"/>
    <w:rsid w:val="00A30AFC"/>
    <w:rsid w:val="00A30B4B"/>
    <w:rsid w:val="00A30BE6"/>
    <w:rsid w:val="00A30D40"/>
    <w:rsid w:val="00A30D63"/>
    <w:rsid w:val="00A30DAB"/>
    <w:rsid w:val="00A30EA3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31A"/>
    <w:rsid w:val="00A32508"/>
    <w:rsid w:val="00A3261C"/>
    <w:rsid w:val="00A326C7"/>
    <w:rsid w:val="00A3270F"/>
    <w:rsid w:val="00A3271A"/>
    <w:rsid w:val="00A3294B"/>
    <w:rsid w:val="00A32A55"/>
    <w:rsid w:val="00A32A78"/>
    <w:rsid w:val="00A32AB6"/>
    <w:rsid w:val="00A32BD5"/>
    <w:rsid w:val="00A32C53"/>
    <w:rsid w:val="00A32E2C"/>
    <w:rsid w:val="00A33354"/>
    <w:rsid w:val="00A33488"/>
    <w:rsid w:val="00A33586"/>
    <w:rsid w:val="00A3364B"/>
    <w:rsid w:val="00A336E0"/>
    <w:rsid w:val="00A33757"/>
    <w:rsid w:val="00A33839"/>
    <w:rsid w:val="00A3391E"/>
    <w:rsid w:val="00A33944"/>
    <w:rsid w:val="00A3394E"/>
    <w:rsid w:val="00A33CC8"/>
    <w:rsid w:val="00A33CE7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A8"/>
    <w:rsid w:val="00A401F7"/>
    <w:rsid w:val="00A4023F"/>
    <w:rsid w:val="00A40330"/>
    <w:rsid w:val="00A40538"/>
    <w:rsid w:val="00A4069C"/>
    <w:rsid w:val="00A40994"/>
    <w:rsid w:val="00A40D10"/>
    <w:rsid w:val="00A40E06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B3A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2F20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A2"/>
    <w:rsid w:val="00A45FC2"/>
    <w:rsid w:val="00A460EE"/>
    <w:rsid w:val="00A4633F"/>
    <w:rsid w:val="00A463DC"/>
    <w:rsid w:val="00A46440"/>
    <w:rsid w:val="00A46471"/>
    <w:rsid w:val="00A4651A"/>
    <w:rsid w:val="00A46607"/>
    <w:rsid w:val="00A4664F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1C"/>
    <w:rsid w:val="00A478FE"/>
    <w:rsid w:val="00A47902"/>
    <w:rsid w:val="00A47A66"/>
    <w:rsid w:val="00A47B77"/>
    <w:rsid w:val="00A47BD5"/>
    <w:rsid w:val="00A47CBA"/>
    <w:rsid w:val="00A47EFD"/>
    <w:rsid w:val="00A50236"/>
    <w:rsid w:val="00A507B1"/>
    <w:rsid w:val="00A50A69"/>
    <w:rsid w:val="00A50F41"/>
    <w:rsid w:val="00A51246"/>
    <w:rsid w:val="00A51399"/>
    <w:rsid w:val="00A51568"/>
    <w:rsid w:val="00A516E8"/>
    <w:rsid w:val="00A51882"/>
    <w:rsid w:val="00A51980"/>
    <w:rsid w:val="00A51A07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D81"/>
    <w:rsid w:val="00A52E38"/>
    <w:rsid w:val="00A52F3B"/>
    <w:rsid w:val="00A52FEF"/>
    <w:rsid w:val="00A530B3"/>
    <w:rsid w:val="00A531CC"/>
    <w:rsid w:val="00A53329"/>
    <w:rsid w:val="00A53407"/>
    <w:rsid w:val="00A534FF"/>
    <w:rsid w:val="00A535AA"/>
    <w:rsid w:val="00A535FE"/>
    <w:rsid w:val="00A5380B"/>
    <w:rsid w:val="00A538EB"/>
    <w:rsid w:val="00A53A83"/>
    <w:rsid w:val="00A53D99"/>
    <w:rsid w:val="00A53DFE"/>
    <w:rsid w:val="00A53EDB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4F63"/>
    <w:rsid w:val="00A55092"/>
    <w:rsid w:val="00A550AE"/>
    <w:rsid w:val="00A5510D"/>
    <w:rsid w:val="00A55236"/>
    <w:rsid w:val="00A55242"/>
    <w:rsid w:val="00A5529E"/>
    <w:rsid w:val="00A554C7"/>
    <w:rsid w:val="00A555E8"/>
    <w:rsid w:val="00A55767"/>
    <w:rsid w:val="00A557D0"/>
    <w:rsid w:val="00A558F3"/>
    <w:rsid w:val="00A55A5D"/>
    <w:rsid w:val="00A55C8F"/>
    <w:rsid w:val="00A55CC4"/>
    <w:rsid w:val="00A55D13"/>
    <w:rsid w:val="00A55D9D"/>
    <w:rsid w:val="00A56027"/>
    <w:rsid w:val="00A5604B"/>
    <w:rsid w:val="00A5638A"/>
    <w:rsid w:val="00A56538"/>
    <w:rsid w:val="00A565B9"/>
    <w:rsid w:val="00A565FB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55"/>
    <w:rsid w:val="00A57BE5"/>
    <w:rsid w:val="00A57D92"/>
    <w:rsid w:val="00A6018E"/>
    <w:rsid w:val="00A60417"/>
    <w:rsid w:val="00A604ED"/>
    <w:rsid w:val="00A60646"/>
    <w:rsid w:val="00A6064C"/>
    <w:rsid w:val="00A6067D"/>
    <w:rsid w:val="00A6078A"/>
    <w:rsid w:val="00A608B5"/>
    <w:rsid w:val="00A608F5"/>
    <w:rsid w:val="00A609DC"/>
    <w:rsid w:val="00A60AAC"/>
    <w:rsid w:val="00A60B56"/>
    <w:rsid w:val="00A60CC3"/>
    <w:rsid w:val="00A61160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14F"/>
    <w:rsid w:val="00A6238E"/>
    <w:rsid w:val="00A62459"/>
    <w:rsid w:val="00A62465"/>
    <w:rsid w:val="00A6291E"/>
    <w:rsid w:val="00A629E1"/>
    <w:rsid w:val="00A62AB5"/>
    <w:rsid w:val="00A62B4B"/>
    <w:rsid w:val="00A62C27"/>
    <w:rsid w:val="00A62C67"/>
    <w:rsid w:val="00A62E37"/>
    <w:rsid w:val="00A62F77"/>
    <w:rsid w:val="00A6320B"/>
    <w:rsid w:val="00A63308"/>
    <w:rsid w:val="00A6370E"/>
    <w:rsid w:val="00A63C07"/>
    <w:rsid w:val="00A6417F"/>
    <w:rsid w:val="00A641B4"/>
    <w:rsid w:val="00A642FF"/>
    <w:rsid w:val="00A6435E"/>
    <w:rsid w:val="00A64398"/>
    <w:rsid w:val="00A64688"/>
    <w:rsid w:val="00A6486D"/>
    <w:rsid w:val="00A64899"/>
    <w:rsid w:val="00A64AF6"/>
    <w:rsid w:val="00A64B35"/>
    <w:rsid w:val="00A64BBA"/>
    <w:rsid w:val="00A64CA8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5C0"/>
    <w:rsid w:val="00A6661C"/>
    <w:rsid w:val="00A6676E"/>
    <w:rsid w:val="00A667EA"/>
    <w:rsid w:val="00A667F4"/>
    <w:rsid w:val="00A6681C"/>
    <w:rsid w:val="00A66939"/>
    <w:rsid w:val="00A66B9A"/>
    <w:rsid w:val="00A66D54"/>
    <w:rsid w:val="00A672B0"/>
    <w:rsid w:val="00A674ED"/>
    <w:rsid w:val="00A6750C"/>
    <w:rsid w:val="00A6764C"/>
    <w:rsid w:val="00A67AC0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1A7"/>
    <w:rsid w:val="00A7524D"/>
    <w:rsid w:val="00A7544C"/>
    <w:rsid w:val="00A7592E"/>
    <w:rsid w:val="00A75A4B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A66"/>
    <w:rsid w:val="00A76C07"/>
    <w:rsid w:val="00A7703C"/>
    <w:rsid w:val="00A77076"/>
    <w:rsid w:val="00A7726C"/>
    <w:rsid w:val="00A7732E"/>
    <w:rsid w:val="00A774DA"/>
    <w:rsid w:val="00A77541"/>
    <w:rsid w:val="00A7758F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473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7EA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1A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15"/>
    <w:rsid w:val="00A8614A"/>
    <w:rsid w:val="00A8614C"/>
    <w:rsid w:val="00A86159"/>
    <w:rsid w:val="00A8641F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3D0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4CA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9B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9C3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49D"/>
    <w:rsid w:val="00A95724"/>
    <w:rsid w:val="00A9594E"/>
    <w:rsid w:val="00A95D8D"/>
    <w:rsid w:val="00A95DCD"/>
    <w:rsid w:val="00A95EFC"/>
    <w:rsid w:val="00A96355"/>
    <w:rsid w:val="00A96384"/>
    <w:rsid w:val="00A963C0"/>
    <w:rsid w:val="00A96479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3A0"/>
    <w:rsid w:val="00A97573"/>
    <w:rsid w:val="00A9763A"/>
    <w:rsid w:val="00A9766C"/>
    <w:rsid w:val="00A97697"/>
    <w:rsid w:val="00A97913"/>
    <w:rsid w:val="00A979FB"/>
    <w:rsid w:val="00A97AAA"/>
    <w:rsid w:val="00A97BD5"/>
    <w:rsid w:val="00A97BFA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405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3F32"/>
    <w:rsid w:val="00AA420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13B"/>
    <w:rsid w:val="00AA5631"/>
    <w:rsid w:val="00AA571F"/>
    <w:rsid w:val="00AA5792"/>
    <w:rsid w:val="00AA5974"/>
    <w:rsid w:val="00AA59B5"/>
    <w:rsid w:val="00AA59B8"/>
    <w:rsid w:val="00AA5D11"/>
    <w:rsid w:val="00AA5F43"/>
    <w:rsid w:val="00AA5FF3"/>
    <w:rsid w:val="00AA613C"/>
    <w:rsid w:val="00AA6143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33"/>
    <w:rsid w:val="00AB1BC7"/>
    <w:rsid w:val="00AB1BF8"/>
    <w:rsid w:val="00AB1CCD"/>
    <w:rsid w:val="00AB1D30"/>
    <w:rsid w:val="00AB1D3A"/>
    <w:rsid w:val="00AB1F4D"/>
    <w:rsid w:val="00AB2188"/>
    <w:rsid w:val="00AB21EE"/>
    <w:rsid w:val="00AB22AF"/>
    <w:rsid w:val="00AB235B"/>
    <w:rsid w:val="00AB2582"/>
    <w:rsid w:val="00AB2679"/>
    <w:rsid w:val="00AB2772"/>
    <w:rsid w:val="00AB2783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9C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5D09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C54"/>
    <w:rsid w:val="00AB7EAC"/>
    <w:rsid w:val="00AB7EE8"/>
    <w:rsid w:val="00AC00E5"/>
    <w:rsid w:val="00AC016F"/>
    <w:rsid w:val="00AC023C"/>
    <w:rsid w:val="00AC0404"/>
    <w:rsid w:val="00AC08D0"/>
    <w:rsid w:val="00AC0DF4"/>
    <w:rsid w:val="00AC0E74"/>
    <w:rsid w:val="00AC0F05"/>
    <w:rsid w:val="00AC0FAA"/>
    <w:rsid w:val="00AC1042"/>
    <w:rsid w:val="00AC1200"/>
    <w:rsid w:val="00AC15B2"/>
    <w:rsid w:val="00AC1811"/>
    <w:rsid w:val="00AC181D"/>
    <w:rsid w:val="00AC18A4"/>
    <w:rsid w:val="00AC18CE"/>
    <w:rsid w:val="00AC1A8E"/>
    <w:rsid w:val="00AC1C09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EFA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66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EF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B39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04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09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5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4DC"/>
    <w:rsid w:val="00AE5526"/>
    <w:rsid w:val="00AE55FC"/>
    <w:rsid w:val="00AE56E6"/>
    <w:rsid w:val="00AE576C"/>
    <w:rsid w:val="00AE58A5"/>
    <w:rsid w:val="00AE58B8"/>
    <w:rsid w:val="00AE59C4"/>
    <w:rsid w:val="00AE5C66"/>
    <w:rsid w:val="00AE5C8E"/>
    <w:rsid w:val="00AE5FFA"/>
    <w:rsid w:val="00AE61C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9F9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BD2"/>
    <w:rsid w:val="00AF1C0A"/>
    <w:rsid w:val="00AF1DD6"/>
    <w:rsid w:val="00AF1DEE"/>
    <w:rsid w:val="00AF1F37"/>
    <w:rsid w:val="00AF1F5E"/>
    <w:rsid w:val="00AF2110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AD6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9B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6"/>
    <w:rsid w:val="00B01FE9"/>
    <w:rsid w:val="00B0202D"/>
    <w:rsid w:val="00B02222"/>
    <w:rsid w:val="00B0241E"/>
    <w:rsid w:val="00B02529"/>
    <w:rsid w:val="00B02578"/>
    <w:rsid w:val="00B02817"/>
    <w:rsid w:val="00B0283B"/>
    <w:rsid w:val="00B02AD8"/>
    <w:rsid w:val="00B02BC8"/>
    <w:rsid w:val="00B02DB1"/>
    <w:rsid w:val="00B02FAB"/>
    <w:rsid w:val="00B030D7"/>
    <w:rsid w:val="00B03174"/>
    <w:rsid w:val="00B03259"/>
    <w:rsid w:val="00B03371"/>
    <w:rsid w:val="00B03382"/>
    <w:rsid w:val="00B033D7"/>
    <w:rsid w:val="00B03418"/>
    <w:rsid w:val="00B0356F"/>
    <w:rsid w:val="00B035A1"/>
    <w:rsid w:val="00B03669"/>
    <w:rsid w:val="00B03792"/>
    <w:rsid w:val="00B03E81"/>
    <w:rsid w:val="00B03F29"/>
    <w:rsid w:val="00B03FDB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5F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C71"/>
    <w:rsid w:val="00B06E59"/>
    <w:rsid w:val="00B06E76"/>
    <w:rsid w:val="00B06F46"/>
    <w:rsid w:val="00B06F5B"/>
    <w:rsid w:val="00B073C0"/>
    <w:rsid w:val="00B07494"/>
    <w:rsid w:val="00B075B3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0EA6"/>
    <w:rsid w:val="00B11069"/>
    <w:rsid w:val="00B115A5"/>
    <w:rsid w:val="00B1170F"/>
    <w:rsid w:val="00B1181C"/>
    <w:rsid w:val="00B11A13"/>
    <w:rsid w:val="00B11D05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28"/>
    <w:rsid w:val="00B1307E"/>
    <w:rsid w:val="00B13148"/>
    <w:rsid w:val="00B131E2"/>
    <w:rsid w:val="00B133B7"/>
    <w:rsid w:val="00B13459"/>
    <w:rsid w:val="00B13499"/>
    <w:rsid w:val="00B136B6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3A6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C24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BB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85A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FA"/>
    <w:rsid w:val="00B215D3"/>
    <w:rsid w:val="00B2181B"/>
    <w:rsid w:val="00B21937"/>
    <w:rsid w:val="00B21A82"/>
    <w:rsid w:val="00B21D9C"/>
    <w:rsid w:val="00B21E0C"/>
    <w:rsid w:val="00B21EE6"/>
    <w:rsid w:val="00B21F16"/>
    <w:rsid w:val="00B21F66"/>
    <w:rsid w:val="00B220C8"/>
    <w:rsid w:val="00B221FD"/>
    <w:rsid w:val="00B22223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81"/>
    <w:rsid w:val="00B256E4"/>
    <w:rsid w:val="00B25729"/>
    <w:rsid w:val="00B2585D"/>
    <w:rsid w:val="00B259FA"/>
    <w:rsid w:val="00B25F40"/>
    <w:rsid w:val="00B2616E"/>
    <w:rsid w:val="00B262B6"/>
    <w:rsid w:val="00B26309"/>
    <w:rsid w:val="00B263D8"/>
    <w:rsid w:val="00B26641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156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0EEC"/>
    <w:rsid w:val="00B31060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78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78E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2FF"/>
    <w:rsid w:val="00B403C4"/>
    <w:rsid w:val="00B403F6"/>
    <w:rsid w:val="00B40614"/>
    <w:rsid w:val="00B40676"/>
    <w:rsid w:val="00B407A8"/>
    <w:rsid w:val="00B40964"/>
    <w:rsid w:val="00B4097B"/>
    <w:rsid w:val="00B40A59"/>
    <w:rsid w:val="00B40B23"/>
    <w:rsid w:val="00B40B7E"/>
    <w:rsid w:val="00B40BB6"/>
    <w:rsid w:val="00B40FB8"/>
    <w:rsid w:val="00B411D0"/>
    <w:rsid w:val="00B412BE"/>
    <w:rsid w:val="00B416DA"/>
    <w:rsid w:val="00B416EC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CBD"/>
    <w:rsid w:val="00B42DDD"/>
    <w:rsid w:val="00B42DEE"/>
    <w:rsid w:val="00B42FD5"/>
    <w:rsid w:val="00B430FA"/>
    <w:rsid w:val="00B4330B"/>
    <w:rsid w:val="00B4332B"/>
    <w:rsid w:val="00B43422"/>
    <w:rsid w:val="00B4343B"/>
    <w:rsid w:val="00B4345B"/>
    <w:rsid w:val="00B43681"/>
    <w:rsid w:val="00B437C8"/>
    <w:rsid w:val="00B4382E"/>
    <w:rsid w:val="00B43D75"/>
    <w:rsid w:val="00B4414C"/>
    <w:rsid w:val="00B44328"/>
    <w:rsid w:val="00B443C2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6E4F"/>
    <w:rsid w:val="00B47093"/>
    <w:rsid w:val="00B471AF"/>
    <w:rsid w:val="00B4725C"/>
    <w:rsid w:val="00B474B0"/>
    <w:rsid w:val="00B47522"/>
    <w:rsid w:val="00B476E4"/>
    <w:rsid w:val="00B47725"/>
    <w:rsid w:val="00B477C8"/>
    <w:rsid w:val="00B4789C"/>
    <w:rsid w:val="00B47928"/>
    <w:rsid w:val="00B47ABA"/>
    <w:rsid w:val="00B47BBF"/>
    <w:rsid w:val="00B47E90"/>
    <w:rsid w:val="00B47EC9"/>
    <w:rsid w:val="00B47F3A"/>
    <w:rsid w:val="00B50293"/>
    <w:rsid w:val="00B50373"/>
    <w:rsid w:val="00B5046F"/>
    <w:rsid w:val="00B5052F"/>
    <w:rsid w:val="00B505EC"/>
    <w:rsid w:val="00B50934"/>
    <w:rsid w:val="00B509B9"/>
    <w:rsid w:val="00B50A1C"/>
    <w:rsid w:val="00B50A20"/>
    <w:rsid w:val="00B50AAA"/>
    <w:rsid w:val="00B50C30"/>
    <w:rsid w:val="00B50C79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9F6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5F2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5B6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21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4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764"/>
    <w:rsid w:val="00B747A6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549"/>
    <w:rsid w:val="00B77737"/>
    <w:rsid w:val="00B7778E"/>
    <w:rsid w:val="00B77B2E"/>
    <w:rsid w:val="00B77B84"/>
    <w:rsid w:val="00B77D9B"/>
    <w:rsid w:val="00B77E5F"/>
    <w:rsid w:val="00B77E71"/>
    <w:rsid w:val="00B77F61"/>
    <w:rsid w:val="00B8031B"/>
    <w:rsid w:val="00B8034D"/>
    <w:rsid w:val="00B80431"/>
    <w:rsid w:val="00B807A6"/>
    <w:rsid w:val="00B808E4"/>
    <w:rsid w:val="00B80A87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45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754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3D6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599"/>
    <w:rsid w:val="00B9079F"/>
    <w:rsid w:val="00B90866"/>
    <w:rsid w:val="00B90AB8"/>
    <w:rsid w:val="00B9108C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053"/>
    <w:rsid w:val="00B93150"/>
    <w:rsid w:val="00B9321D"/>
    <w:rsid w:val="00B934C2"/>
    <w:rsid w:val="00B936B1"/>
    <w:rsid w:val="00B936F5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377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0AB9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943"/>
    <w:rsid w:val="00BA3E3E"/>
    <w:rsid w:val="00BA3EC1"/>
    <w:rsid w:val="00BA4130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0D8"/>
    <w:rsid w:val="00BA5257"/>
    <w:rsid w:val="00BA57C0"/>
    <w:rsid w:val="00BA59D7"/>
    <w:rsid w:val="00BA5A47"/>
    <w:rsid w:val="00BA5AA0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263"/>
    <w:rsid w:val="00BA7631"/>
    <w:rsid w:val="00BA78C7"/>
    <w:rsid w:val="00BA792F"/>
    <w:rsid w:val="00BA7A8A"/>
    <w:rsid w:val="00BA7B39"/>
    <w:rsid w:val="00BA7B9E"/>
    <w:rsid w:val="00BA7C28"/>
    <w:rsid w:val="00BA7CBE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2F5"/>
    <w:rsid w:val="00BB1323"/>
    <w:rsid w:val="00BB1398"/>
    <w:rsid w:val="00BB13A0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1F41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133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2B7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58"/>
    <w:rsid w:val="00BB5790"/>
    <w:rsid w:val="00BB58CF"/>
    <w:rsid w:val="00BB5905"/>
    <w:rsid w:val="00BB5985"/>
    <w:rsid w:val="00BB5AED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1DA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9D9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40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433"/>
    <w:rsid w:val="00BD2446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E4B"/>
    <w:rsid w:val="00BD3F5F"/>
    <w:rsid w:val="00BD3FC1"/>
    <w:rsid w:val="00BD41D1"/>
    <w:rsid w:val="00BD4547"/>
    <w:rsid w:val="00BD4589"/>
    <w:rsid w:val="00BD45B1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7D"/>
    <w:rsid w:val="00BD5F96"/>
    <w:rsid w:val="00BD60E3"/>
    <w:rsid w:val="00BD612A"/>
    <w:rsid w:val="00BD6258"/>
    <w:rsid w:val="00BD6333"/>
    <w:rsid w:val="00BD63B8"/>
    <w:rsid w:val="00BD64AC"/>
    <w:rsid w:val="00BD681E"/>
    <w:rsid w:val="00BD685C"/>
    <w:rsid w:val="00BD69BF"/>
    <w:rsid w:val="00BD6C8E"/>
    <w:rsid w:val="00BD6CBB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012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0AC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9C"/>
    <w:rsid w:val="00BE36E7"/>
    <w:rsid w:val="00BE375E"/>
    <w:rsid w:val="00BE37C9"/>
    <w:rsid w:val="00BE389A"/>
    <w:rsid w:val="00BE3C31"/>
    <w:rsid w:val="00BE3D2C"/>
    <w:rsid w:val="00BE3E73"/>
    <w:rsid w:val="00BE3FE9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034"/>
    <w:rsid w:val="00BE554A"/>
    <w:rsid w:val="00BE558C"/>
    <w:rsid w:val="00BE574D"/>
    <w:rsid w:val="00BE5873"/>
    <w:rsid w:val="00BE5A94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6ED7"/>
    <w:rsid w:val="00BE70E4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A10"/>
    <w:rsid w:val="00BE7B29"/>
    <w:rsid w:val="00BE7B4A"/>
    <w:rsid w:val="00BE7C8B"/>
    <w:rsid w:val="00BE7D6B"/>
    <w:rsid w:val="00BE7D92"/>
    <w:rsid w:val="00BE7FBC"/>
    <w:rsid w:val="00BE7FFB"/>
    <w:rsid w:val="00BF00A9"/>
    <w:rsid w:val="00BF0119"/>
    <w:rsid w:val="00BF0230"/>
    <w:rsid w:val="00BF03F9"/>
    <w:rsid w:val="00BF05B5"/>
    <w:rsid w:val="00BF05CE"/>
    <w:rsid w:val="00BF070B"/>
    <w:rsid w:val="00BF07CD"/>
    <w:rsid w:val="00BF0C84"/>
    <w:rsid w:val="00BF0F1D"/>
    <w:rsid w:val="00BF1333"/>
    <w:rsid w:val="00BF169F"/>
    <w:rsid w:val="00BF18AE"/>
    <w:rsid w:val="00BF1B06"/>
    <w:rsid w:val="00BF1BC5"/>
    <w:rsid w:val="00BF1E4F"/>
    <w:rsid w:val="00BF1FB4"/>
    <w:rsid w:val="00BF1FEB"/>
    <w:rsid w:val="00BF2015"/>
    <w:rsid w:val="00BF2102"/>
    <w:rsid w:val="00BF2332"/>
    <w:rsid w:val="00BF2451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137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0C"/>
    <w:rsid w:val="00BF4C1E"/>
    <w:rsid w:val="00BF4C91"/>
    <w:rsid w:val="00BF4F69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3D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784"/>
    <w:rsid w:val="00C03A11"/>
    <w:rsid w:val="00C03B2E"/>
    <w:rsid w:val="00C03D3F"/>
    <w:rsid w:val="00C03EC4"/>
    <w:rsid w:val="00C04062"/>
    <w:rsid w:val="00C0436D"/>
    <w:rsid w:val="00C044AF"/>
    <w:rsid w:val="00C04684"/>
    <w:rsid w:val="00C047CA"/>
    <w:rsid w:val="00C04965"/>
    <w:rsid w:val="00C04980"/>
    <w:rsid w:val="00C04BCA"/>
    <w:rsid w:val="00C04DCE"/>
    <w:rsid w:val="00C04FB8"/>
    <w:rsid w:val="00C05012"/>
    <w:rsid w:val="00C0510D"/>
    <w:rsid w:val="00C05221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B5A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E20"/>
    <w:rsid w:val="00C15F61"/>
    <w:rsid w:val="00C160A1"/>
    <w:rsid w:val="00C162D3"/>
    <w:rsid w:val="00C16459"/>
    <w:rsid w:val="00C16535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6FF9"/>
    <w:rsid w:val="00C1700A"/>
    <w:rsid w:val="00C17025"/>
    <w:rsid w:val="00C171E1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097"/>
    <w:rsid w:val="00C2009E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6B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4DA"/>
    <w:rsid w:val="00C2361C"/>
    <w:rsid w:val="00C2368A"/>
    <w:rsid w:val="00C23AB5"/>
    <w:rsid w:val="00C23ABB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5F4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6F7A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646"/>
    <w:rsid w:val="00C30921"/>
    <w:rsid w:val="00C30B13"/>
    <w:rsid w:val="00C30B29"/>
    <w:rsid w:val="00C30CCE"/>
    <w:rsid w:val="00C30DE4"/>
    <w:rsid w:val="00C30E8F"/>
    <w:rsid w:val="00C3104D"/>
    <w:rsid w:val="00C31056"/>
    <w:rsid w:val="00C310FE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029"/>
    <w:rsid w:val="00C33148"/>
    <w:rsid w:val="00C3323B"/>
    <w:rsid w:val="00C33487"/>
    <w:rsid w:val="00C3364A"/>
    <w:rsid w:val="00C33836"/>
    <w:rsid w:val="00C339C2"/>
    <w:rsid w:val="00C33AC1"/>
    <w:rsid w:val="00C33ADB"/>
    <w:rsid w:val="00C33B76"/>
    <w:rsid w:val="00C33EBB"/>
    <w:rsid w:val="00C33FF6"/>
    <w:rsid w:val="00C3404F"/>
    <w:rsid w:val="00C34079"/>
    <w:rsid w:val="00C34685"/>
    <w:rsid w:val="00C34712"/>
    <w:rsid w:val="00C3488B"/>
    <w:rsid w:val="00C34A31"/>
    <w:rsid w:val="00C34B1A"/>
    <w:rsid w:val="00C34DB7"/>
    <w:rsid w:val="00C350CD"/>
    <w:rsid w:val="00C35142"/>
    <w:rsid w:val="00C35178"/>
    <w:rsid w:val="00C35209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37C04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C3D"/>
    <w:rsid w:val="00C41FBA"/>
    <w:rsid w:val="00C42091"/>
    <w:rsid w:val="00C4217C"/>
    <w:rsid w:val="00C4217D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3DBB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6F84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47F06"/>
    <w:rsid w:val="00C5001F"/>
    <w:rsid w:val="00C5004D"/>
    <w:rsid w:val="00C5005A"/>
    <w:rsid w:val="00C50280"/>
    <w:rsid w:val="00C502D1"/>
    <w:rsid w:val="00C50574"/>
    <w:rsid w:val="00C506D7"/>
    <w:rsid w:val="00C507DB"/>
    <w:rsid w:val="00C50A48"/>
    <w:rsid w:val="00C50B43"/>
    <w:rsid w:val="00C50BAE"/>
    <w:rsid w:val="00C50D44"/>
    <w:rsid w:val="00C50FA8"/>
    <w:rsid w:val="00C51540"/>
    <w:rsid w:val="00C51667"/>
    <w:rsid w:val="00C518AF"/>
    <w:rsid w:val="00C518D2"/>
    <w:rsid w:val="00C51A7F"/>
    <w:rsid w:val="00C51ADE"/>
    <w:rsid w:val="00C51B44"/>
    <w:rsid w:val="00C51F67"/>
    <w:rsid w:val="00C520EF"/>
    <w:rsid w:val="00C52258"/>
    <w:rsid w:val="00C52428"/>
    <w:rsid w:val="00C5247A"/>
    <w:rsid w:val="00C52741"/>
    <w:rsid w:val="00C52890"/>
    <w:rsid w:val="00C52A04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17F"/>
    <w:rsid w:val="00C5639E"/>
    <w:rsid w:val="00C563BB"/>
    <w:rsid w:val="00C563DC"/>
    <w:rsid w:val="00C5642C"/>
    <w:rsid w:val="00C567E8"/>
    <w:rsid w:val="00C567FE"/>
    <w:rsid w:val="00C568C3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6B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34"/>
    <w:rsid w:val="00C633F4"/>
    <w:rsid w:val="00C634DE"/>
    <w:rsid w:val="00C63540"/>
    <w:rsid w:val="00C6358B"/>
    <w:rsid w:val="00C6372C"/>
    <w:rsid w:val="00C639F8"/>
    <w:rsid w:val="00C639FE"/>
    <w:rsid w:val="00C63D3D"/>
    <w:rsid w:val="00C63D6B"/>
    <w:rsid w:val="00C63E6F"/>
    <w:rsid w:val="00C63F74"/>
    <w:rsid w:val="00C63F78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1B7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11B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C4D"/>
    <w:rsid w:val="00C70DB1"/>
    <w:rsid w:val="00C70DEC"/>
    <w:rsid w:val="00C70F13"/>
    <w:rsid w:val="00C7102C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AD5"/>
    <w:rsid w:val="00C72C2E"/>
    <w:rsid w:val="00C72DDE"/>
    <w:rsid w:val="00C72E14"/>
    <w:rsid w:val="00C72E5D"/>
    <w:rsid w:val="00C72F51"/>
    <w:rsid w:val="00C7303D"/>
    <w:rsid w:val="00C73082"/>
    <w:rsid w:val="00C7310D"/>
    <w:rsid w:val="00C73316"/>
    <w:rsid w:val="00C7341D"/>
    <w:rsid w:val="00C734CB"/>
    <w:rsid w:val="00C734EE"/>
    <w:rsid w:val="00C735C8"/>
    <w:rsid w:val="00C737DB"/>
    <w:rsid w:val="00C73C1A"/>
    <w:rsid w:val="00C73C3F"/>
    <w:rsid w:val="00C73DFA"/>
    <w:rsid w:val="00C73E23"/>
    <w:rsid w:val="00C73F6E"/>
    <w:rsid w:val="00C741D9"/>
    <w:rsid w:val="00C7438D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80F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EB0"/>
    <w:rsid w:val="00C76F89"/>
    <w:rsid w:val="00C76FE4"/>
    <w:rsid w:val="00C77034"/>
    <w:rsid w:val="00C77309"/>
    <w:rsid w:val="00C7744B"/>
    <w:rsid w:val="00C774C7"/>
    <w:rsid w:val="00C7754C"/>
    <w:rsid w:val="00C776D0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12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E9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21C"/>
    <w:rsid w:val="00C833D0"/>
    <w:rsid w:val="00C835BE"/>
    <w:rsid w:val="00C837A0"/>
    <w:rsid w:val="00C83A43"/>
    <w:rsid w:val="00C83E98"/>
    <w:rsid w:val="00C83F04"/>
    <w:rsid w:val="00C83F17"/>
    <w:rsid w:val="00C8410D"/>
    <w:rsid w:val="00C842D7"/>
    <w:rsid w:val="00C84516"/>
    <w:rsid w:val="00C84548"/>
    <w:rsid w:val="00C8474A"/>
    <w:rsid w:val="00C847A0"/>
    <w:rsid w:val="00C84801"/>
    <w:rsid w:val="00C8493D"/>
    <w:rsid w:val="00C84EB7"/>
    <w:rsid w:val="00C84EFA"/>
    <w:rsid w:val="00C8532A"/>
    <w:rsid w:val="00C8540D"/>
    <w:rsid w:val="00C8547A"/>
    <w:rsid w:val="00C85484"/>
    <w:rsid w:val="00C855F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A29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20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14"/>
    <w:rsid w:val="00C93C31"/>
    <w:rsid w:val="00C93F17"/>
    <w:rsid w:val="00C9402D"/>
    <w:rsid w:val="00C94144"/>
    <w:rsid w:val="00C942B3"/>
    <w:rsid w:val="00C9432F"/>
    <w:rsid w:val="00C94363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3"/>
    <w:rsid w:val="00C977AE"/>
    <w:rsid w:val="00C979F5"/>
    <w:rsid w:val="00C97C2C"/>
    <w:rsid w:val="00CA01F3"/>
    <w:rsid w:val="00CA0396"/>
    <w:rsid w:val="00CA03C5"/>
    <w:rsid w:val="00CA063A"/>
    <w:rsid w:val="00CA0803"/>
    <w:rsid w:val="00CA098C"/>
    <w:rsid w:val="00CA0B70"/>
    <w:rsid w:val="00CA0E69"/>
    <w:rsid w:val="00CA0EED"/>
    <w:rsid w:val="00CA0F76"/>
    <w:rsid w:val="00CA10EA"/>
    <w:rsid w:val="00CA1223"/>
    <w:rsid w:val="00CA123D"/>
    <w:rsid w:val="00CA1361"/>
    <w:rsid w:val="00CA1654"/>
    <w:rsid w:val="00CA16CC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AF1"/>
    <w:rsid w:val="00CA3CBA"/>
    <w:rsid w:val="00CA3D7A"/>
    <w:rsid w:val="00CA3E03"/>
    <w:rsid w:val="00CA3E17"/>
    <w:rsid w:val="00CA3F9E"/>
    <w:rsid w:val="00CA44BD"/>
    <w:rsid w:val="00CA451A"/>
    <w:rsid w:val="00CA46B8"/>
    <w:rsid w:val="00CA4904"/>
    <w:rsid w:val="00CA4931"/>
    <w:rsid w:val="00CA4AEC"/>
    <w:rsid w:val="00CA4B5F"/>
    <w:rsid w:val="00CA4C2D"/>
    <w:rsid w:val="00CA4E72"/>
    <w:rsid w:val="00CA505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A8"/>
    <w:rsid w:val="00CA58D9"/>
    <w:rsid w:val="00CA58E7"/>
    <w:rsid w:val="00CA5986"/>
    <w:rsid w:val="00CA5BD4"/>
    <w:rsid w:val="00CA5BDC"/>
    <w:rsid w:val="00CA5C6F"/>
    <w:rsid w:val="00CA5D07"/>
    <w:rsid w:val="00CA5DAE"/>
    <w:rsid w:val="00CA5DDA"/>
    <w:rsid w:val="00CA5E5F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25C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1"/>
    <w:rsid w:val="00CB29C9"/>
    <w:rsid w:val="00CB29DA"/>
    <w:rsid w:val="00CB2B5C"/>
    <w:rsid w:val="00CB2BF2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E1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061"/>
    <w:rsid w:val="00CC0171"/>
    <w:rsid w:val="00CC025E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921"/>
    <w:rsid w:val="00CC4BAF"/>
    <w:rsid w:val="00CC4C0A"/>
    <w:rsid w:val="00CC4C17"/>
    <w:rsid w:val="00CC4C32"/>
    <w:rsid w:val="00CC4CBE"/>
    <w:rsid w:val="00CC4F84"/>
    <w:rsid w:val="00CC5131"/>
    <w:rsid w:val="00CC51BA"/>
    <w:rsid w:val="00CC522E"/>
    <w:rsid w:val="00CC54F5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4B5"/>
    <w:rsid w:val="00CC6515"/>
    <w:rsid w:val="00CC668D"/>
    <w:rsid w:val="00CC6852"/>
    <w:rsid w:val="00CC6971"/>
    <w:rsid w:val="00CC69CF"/>
    <w:rsid w:val="00CC6D3B"/>
    <w:rsid w:val="00CC6F03"/>
    <w:rsid w:val="00CC6F1E"/>
    <w:rsid w:val="00CC7536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770"/>
    <w:rsid w:val="00CD1B26"/>
    <w:rsid w:val="00CD1B67"/>
    <w:rsid w:val="00CD1B9E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46D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31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0"/>
    <w:rsid w:val="00CD56E9"/>
    <w:rsid w:val="00CD57E5"/>
    <w:rsid w:val="00CD6058"/>
    <w:rsid w:val="00CD61CB"/>
    <w:rsid w:val="00CD6306"/>
    <w:rsid w:val="00CD63B9"/>
    <w:rsid w:val="00CD63E7"/>
    <w:rsid w:val="00CD6422"/>
    <w:rsid w:val="00CD6425"/>
    <w:rsid w:val="00CD662C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E06"/>
    <w:rsid w:val="00CE2E69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492"/>
    <w:rsid w:val="00CE49E1"/>
    <w:rsid w:val="00CE4AC6"/>
    <w:rsid w:val="00CE4C36"/>
    <w:rsid w:val="00CE4CEC"/>
    <w:rsid w:val="00CE4DC3"/>
    <w:rsid w:val="00CE4E8E"/>
    <w:rsid w:val="00CE4EC2"/>
    <w:rsid w:val="00CE4F60"/>
    <w:rsid w:val="00CE5012"/>
    <w:rsid w:val="00CE5064"/>
    <w:rsid w:val="00CE561C"/>
    <w:rsid w:val="00CE5653"/>
    <w:rsid w:val="00CE5731"/>
    <w:rsid w:val="00CE57CA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A6"/>
    <w:rsid w:val="00CE6CB6"/>
    <w:rsid w:val="00CE6E4D"/>
    <w:rsid w:val="00CE6F42"/>
    <w:rsid w:val="00CE70A4"/>
    <w:rsid w:val="00CE7180"/>
    <w:rsid w:val="00CE7274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B35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493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6E76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AEE"/>
    <w:rsid w:val="00D01D91"/>
    <w:rsid w:val="00D01FD2"/>
    <w:rsid w:val="00D02006"/>
    <w:rsid w:val="00D0224D"/>
    <w:rsid w:val="00D024C8"/>
    <w:rsid w:val="00D024D6"/>
    <w:rsid w:val="00D025C2"/>
    <w:rsid w:val="00D028E5"/>
    <w:rsid w:val="00D02CB3"/>
    <w:rsid w:val="00D02D4F"/>
    <w:rsid w:val="00D02EB5"/>
    <w:rsid w:val="00D02EEE"/>
    <w:rsid w:val="00D02F07"/>
    <w:rsid w:val="00D030E5"/>
    <w:rsid w:val="00D03180"/>
    <w:rsid w:val="00D0338C"/>
    <w:rsid w:val="00D03532"/>
    <w:rsid w:val="00D035E1"/>
    <w:rsid w:val="00D035FE"/>
    <w:rsid w:val="00D03619"/>
    <w:rsid w:val="00D036D8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4FF7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5EC"/>
    <w:rsid w:val="00D066AF"/>
    <w:rsid w:val="00D06781"/>
    <w:rsid w:val="00D06D7C"/>
    <w:rsid w:val="00D070BD"/>
    <w:rsid w:val="00D07125"/>
    <w:rsid w:val="00D071D0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3B2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3D1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C4F"/>
    <w:rsid w:val="00D14D2F"/>
    <w:rsid w:val="00D14E0B"/>
    <w:rsid w:val="00D14EF6"/>
    <w:rsid w:val="00D15070"/>
    <w:rsid w:val="00D155BC"/>
    <w:rsid w:val="00D1563D"/>
    <w:rsid w:val="00D1568D"/>
    <w:rsid w:val="00D158F5"/>
    <w:rsid w:val="00D15A49"/>
    <w:rsid w:val="00D15A75"/>
    <w:rsid w:val="00D15A7D"/>
    <w:rsid w:val="00D15AE3"/>
    <w:rsid w:val="00D15F97"/>
    <w:rsid w:val="00D162BD"/>
    <w:rsid w:val="00D1635D"/>
    <w:rsid w:val="00D1648A"/>
    <w:rsid w:val="00D165DA"/>
    <w:rsid w:val="00D166D1"/>
    <w:rsid w:val="00D16A9C"/>
    <w:rsid w:val="00D16CBB"/>
    <w:rsid w:val="00D16D09"/>
    <w:rsid w:val="00D16D51"/>
    <w:rsid w:val="00D16F03"/>
    <w:rsid w:val="00D1713E"/>
    <w:rsid w:val="00D17282"/>
    <w:rsid w:val="00D17505"/>
    <w:rsid w:val="00D1788D"/>
    <w:rsid w:val="00D17A68"/>
    <w:rsid w:val="00D17E5E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1E"/>
    <w:rsid w:val="00D20BAB"/>
    <w:rsid w:val="00D20CD3"/>
    <w:rsid w:val="00D211B4"/>
    <w:rsid w:val="00D21269"/>
    <w:rsid w:val="00D21342"/>
    <w:rsid w:val="00D21353"/>
    <w:rsid w:val="00D21426"/>
    <w:rsid w:val="00D21452"/>
    <w:rsid w:val="00D21725"/>
    <w:rsid w:val="00D21A63"/>
    <w:rsid w:val="00D21B40"/>
    <w:rsid w:val="00D21C0B"/>
    <w:rsid w:val="00D21C8C"/>
    <w:rsid w:val="00D21D3E"/>
    <w:rsid w:val="00D22448"/>
    <w:rsid w:val="00D22577"/>
    <w:rsid w:val="00D2261A"/>
    <w:rsid w:val="00D2272B"/>
    <w:rsid w:val="00D22902"/>
    <w:rsid w:val="00D2292D"/>
    <w:rsid w:val="00D22A85"/>
    <w:rsid w:val="00D22BA5"/>
    <w:rsid w:val="00D22D2F"/>
    <w:rsid w:val="00D230F4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27EDD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0DD0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B7B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565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3F48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3C2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5D0"/>
    <w:rsid w:val="00D40865"/>
    <w:rsid w:val="00D40A09"/>
    <w:rsid w:val="00D40C46"/>
    <w:rsid w:val="00D411B9"/>
    <w:rsid w:val="00D412F2"/>
    <w:rsid w:val="00D4133F"/>
    <w:rsid w:val="00D415BE"/>
    <w:rsid w:val="00D4162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C3B"/>
    <w:rsid w:val="00D42D64"/>
    <w:rsid w:val="00D42E3F"/>
    <w:rsid w:val="00D42E65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D95"/>
    <w:rsid w:val="00D43EA4"/>
    <w:rsid w:val="00D4417E"/>
    <w:rsid w:val="00D442F7"/>
    <w:rsid w:val="00D4432A"/>
    <w:rsid w:val="00D4442D"/>
    <w:rsid w:val="00D44537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BA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5CE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3BB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2D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1E9"/>
    <w:rsid w:val="00D62654"/>
    <w:rsid w:val="00D62783"/>
    <w:rsid w:val="00D628F6"/>
    <w:rsid w:val="00D62A3E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3E15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0F8D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ADD"/>
    <w:rsid w:val="00D72BAE"/>
    <w:rsid w:val="00D72CB1"/>
    <w:rsid w:val="00D72EC1"/>
    <w:rsid w:val="00D72EE4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0BD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45"/>
    <w:rsid w:val="00D74CBC"/>
    <w:rsid w:val="00D74CF5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6FB3"/>
    <w:rsid w:val="00D771A2"/>
    <w:rsid w:val="00D772F5"/>
    <w:rsid w:val="00D773B2"/>
    <w:rsid w:val="00D778B1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4D3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1FF8"/>
    <w:rsid w:val="00D8200F"/>
    <w:rsid w:val="00D82103"/>
    <w:rsid w:val="00D82285"/>
    <w:rsid w:val="00D82306"/>
    <w:rsid w:val="00D82387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BF4"/>
    <w:rsid w:val="00D84E3D"/>
    <w:rsid w:val="00D84F34"/>
    <w:rsid w:val="00D85438"/>
    <w:rsid w:val="00D85451"/>
    <w:rsid w:val="00D857D1"/>
    <w:rsid w:val="00D8599F"/>
    <w:rsid w:val="00D859FD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63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AB"/>
    <w:rsid w:val="00D945ED"/>
    <w:rsid w:val="00D946A9"/>
    <w:rsid w:val="00D946E9"/>
    <w:rsid w:val="00D94913"/>
    <w:rsid w:val="00D94ADF"/>
    <w:rsid w:val="00D94B7F"/>
    <w:rsid w:val="00D94C94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077"/>
    <w:rsid w:val="00D96420"/>
    <w:rsid w:val="00D9666F"/>
    <w:rsid w:val="00D96955"/>
    <w:rsid w:val="00D96B31"/>
    <w:rsid w:val="00D96BDA"/>
    <w:rsid w:val="00D96C6A"/>
    <w:rsid w:val="00D96DF9"/>
    <w:rsid w:val="00D96FFC"/>
    <w:rsid w:val="00D9749E"/>
    <w:rsid w:val="00D974A2"/>
    <w:rsid w:val="00D97714"/>
    <w:rsid w:val="00D977CD"/>
    <w:rsid w:val="00D97937"/>
    <w:rsid w:val="00D97955"/>
    <w:rsid w:val="00D9799B"/>
    <w:rsid w:val="00D97C1D"/>
    <w:rsid w:val="00D97CBD"/>
    <w:rsid w:val="00D97EED"/>
    <w:rsid w:val="00DA0185"/>
    <w:rsid w:val="00DA02D6"/>
    <w:rsid w:val="00DA0325"/>
    <w:rsid w:val="00DA0596"/>
    <w:rsid w:val="00DA05B3"/>
    <w:rsid w:val="00DA05F6"/>
    <w:rsid w:val="00DA0609"/>
    <w:rsid w:val="00DA06AF"/>
    <w:rsid w:val="00DA0717"/>
    <w:rsid w:val="00DA0746"/>
    <w:rsid w:val="00DA0A7B"/>
    <w:rsid w:val="00DA0BBA"/>
    <w:rsid w:val="00DA0C0C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113"/>
    <w:rsid w:val="00DA260D"/>
    <w:rsid w:val="00DA2729"/>
    <w:rsid w:val="00DA2A7E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6BE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E0E"/>
    <w:rsid w:val="00DA5F12"/>
    <w:rsid w:val="00DA6039"/>
    <w:rsid w:val="00DA615B"/>
    <w:rsid w:val="00DA6213"/>
    <w:rsid w:val="00DA6408"/>
    <w:rsid w:val="00DA653E"/>
    <w:rsid w:val="00DA680D"/>
    <w:rsid w:val="00DA69BF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1A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6CA"/>
    <w:rsid w:val="00DB1805"/>
    <w:rsid w:val="00DB185B"/>
    <w:rsid w:val="00DB1896"/>
    <w:rsid w:val="00DB1913"/>
    <w:rsid w:val="00DB1B3C"/>
    <w:rsid w:val="00DB1BF1"/>
    <w:rsid w:val="00DB1C90"/>
    <w:rsid w:val="00DB1CF3"/>
    <w:rsid w:val="00DB1D87"/>
    <w:rsid w:val="00DB1E7E"/>
    <w:rsid w:val="00DB230D"/>
    <w:rsid w:val="00DB2379"/>
    <w:rsid w:val="00DB24FD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3F7A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97D"/>
    <w:rsid w:val="00DB5AF3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84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631"/>
    <w:rsid w:val="00DB78ED"/>
    <w:rsid w:val="00DB7952"/>
    <w:rsid w:val="00DB797C"/>
    <w:rsid w:val="00DB7B64"/>
    <w:rsid w:val="00DB7B8C"/>
    <w:rsid w:val="00DB7B92"/>
    <w:rsid w:val="00DB7D8B"/>
    <w:rsid w:val="00DB7DB0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56"/>
    <w:rsid w:val="00DC128D"/>
    <w:rsid w:val="00DC12E6"/>
    <w:rsid w:val="00DC132D"/>
    <w:rsid w:val="00DC151D"/>
    <w:rsid w:val="00DC1552"/>
    <w:rsid w:val="00DC16D6"/>
    <w:rsid w:val="00DC189B"/>
    <w:rsid w:val="00DC19B2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3B2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C7F5F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1F17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8E7"/>
    <w:rsid w:val="00DD49DA"/>
    <w:rsid w:val="00DD4A41"/>
    <w:rsid w:val="00DD4A8C"/>
    <w:rsid w:val="00DD4AD5"/>
    <w:rsid w:val="00DD4AF4"/>
    <w:rsid w:val="00DD4D56"/>
    <w:rsid w:val="00DD4D68"/>
    <w:rsid w:val="00DD4D89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BBD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65B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6D8"/>
    <w:rsid w:val="00DE0740"/>
    <w:rsid w:val="00DE077D"/>
    <w:rsid w:val="00DE08C0"/>
    <w:rsid w:val="00DE0B64"/>
    <w:rsid w:val="00DE0C54"/>
    <w:rsid w:val="00DE0C7F"/>
    <w:rsid w:val="00DE0C92"/>
    <w:rsid w:val="00DE0E56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41"/>
    <w:rsid w:val="00DE23E5"/>
    <w:rsid w:val="00DE2588"/>
    <w:rsid w:val="00DE293C"/>
    <w:rsid w:val="00DE2C7D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7AC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86"/>
    <w:rsid w:val="00DF269B"/>
    <w:rsid w:val="00DF2A01"/>
    <w:rsid w:val="00DF2B72"/>
    <w:rsid w:val="00DF2D1C"/>
    <w:rsid w:val="00DF2DB7"/>
    <w:rsid w:val="00DF2E82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A97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4E6B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063"/>
    <w:rsid w:val="00DF621F"/>
    <w:rsid w:val="00DF6399"/>
    <w:rsid w:val="00DF6503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47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5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809"/>
    <w:rsid w:val="00E039F9"/>
    <w:rsid w:val="00E03A4B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A"/>
    <w:rsid w:val="00E043CD"/>
    <w:rsid w:val="00E04694"/>
    <w:rsid w:val="00E04749"/>
    <w:rsid w:val="00E04AE1"/>
    <w:rsid w:val="00E04E91"/>
    <w:rsid w:val="00E04F18"/>
    <w:rsid w:val="00E04FB7"/>
    <w:rsid w:val="00E0512E"/>
    <w:rsid w:val="00E05163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5"/>
    <w:rsid w:val="00E05FCD"/>
    <w:rsid w:val="00E05FD7"/>
    <w:rsid w:val="00E06176"/>
    <w:rsid w:val="00E066DA"/>
    <w:rsid w:val="00E06DD9"/>
    <w:rsid w:val="00E06E78"/>
    <w:rsid w:val="00E06F42"/>
    <w:rsid w:val="00E07061"/>
    <w:rsid w:val="00E070EC"/>
    <w:rsid w:val="00E0715C"/>
    <w:rsid w:val="00E0734B"/>
    <w:rsid w:val="00E0749E"/>
    <w:rsid w:val="00E074B7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C99"/>
    <w:rsid w:val="00E12D49"/>
    <w:rsid w:val="00E12D63"/>
    <w:rsid w:val="00E12E3C"/>
    <w:rsid w:val="00E13088"/>
    <w:rsid w:val="00E13098"/>
    <w:rsid w:val="00E133BF"/>
    <w:rsid w:val="00E13486"/>
    <w:rsid w:val="00E135A0"/>
    <w:rsid w:val="00E1367A"/>
    <w:rsid w:val="00E13953"/>
    <w:rsid w:val="00E13AAD"/>
    <w:rsid w:val="00E13B82"/>
    <w:rsid w:val="00E13DB9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75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3B0"/>
    <w:rsid w:val="00E17449"/>
    <w:rsid w:val="00E175E5"/>
    <w:rsid w:val="00E17857"/>
    <w:rsid w:val="00E178D8"/>
    <w:rsid w:val="00E17903"/>
    <w:rsid w:val="00E179DA"/>
    <w:rsid w:val="00E17AE5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5DC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41C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88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1"/>
    <w:rsid w:val="00E3369A"/>
    <w:rsid w:val="00E33982"/>
    <w:rsid w:val="00E33A39"/>
    <w:rsid w:val="00E33ABF"/>
    <w:rsid w:val="00E33ADE"/>
    <w:rsid w:val="00E33B8F"/>
    <w:rsid w:val="00E33E8E"/>
    <w:rsid w:val="00E33FCA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5D5"/>
    <w:rsid w:val="00E358F6"/>
    <w:rsid w:val="00E3592E"/>
    <w:rsid w:val="00E3598E"/>
    <w:rsid w:val="00E35ADF"/>
    <w:rsid w:val="00E35DAD"/>
    <w:rsid w:val="00E35DD2"/>
    <w:rsid w:val="00E3613C"/>
    <w:rsid w:val="00E361C4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720"/>
    <w:rsid w:val="00E40A79"/>
    <w:rsid w:val="00E40C03"/>
    <w:rsid w:val="00E40C7B"/>
    <w:rsid w:val="00E40D4D"/>
    <w:rsid w:val="00E40DA0"/>
    <w:rsid w:val="00E412CC"/>
    <w:rsid w:val="00E41B2F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1EC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D3E"/>
    <w:rsid w:val="00E45F78"/>
    <w:rsid w:val="00E46057"/>
    <w:rsid w:val="00E462F7"/>
    <w:rsid w:val="00E46314"/>
    <w:rsid w:val="00E46373"/>
    <w:rsid w:val="00E46515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B5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707"/>
    <w:rsid w:val="00E509D0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2E1"/>
    <w:rsid w:val="00E5248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0FB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E59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2F5"/>
    <w:rsid w:val="00E5440E"/>
    <w:rsid w:val="00E544D2"/>
    <w:rsid w:val="00E54756"/>
    <w:rsid w:val="00E54858"/>
    <w:rsid w:val="00E54A90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EE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0D12"/>
    <w:rsid w:val="00E6125E"/>
    <w:rsid w:val="00E612B9"/>
    <w:rsid w:val="00E6133E"/>
    <w:rsid w:val="00E61540"/>
    <w:rsid w:val="00E6169A"/>
    <w:rsid w:val="00E61893"/>
    <w:rsid w:val="00E619E8"/>
    <w:rsid w:val="00E619F6"/>
    <w:rsid w:val="00E61A26"/>
    <w:rsid w:val="00E61A36"/>
    <w:rsid w:val="00E61ACD"/>
    <w:rsid w:val="00E61BCE"/>
    <w:rsid w:val="00E61C24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536"/>
    <w:rsid w:val="00E63A01"/>
    <w:rsid w:val="00E63C9F"/>
    <w:rsid w:val="00E63EDF"/>
    <w:rsid w:val="00E63EFE"/>
    <w:rsid w:val="00E64195"/>
    <w:rsid w:val="00E641E7"/>
    <w:rsid w:val="00E64441"/>
    <w:rsid w:val="00E644D5"/>
    <w:rsid w:val="00E645F5"/>
    <w:rsid w:val="00E646CB"/>
    <w:rsid w:val="00E64757"/>
    <w:rsid w:val="00E647B6"/>
    <w:rsid w:val="00E64CE4"/>
    <w:rsid w:val="00E64F41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7E"/>
    <w:rsid w:val="00E66883"/>
    <w:rsid w:val="00E66A96"/>
    <w:rsid w:val="00E66AE4"/>
    <w:rsid w:val="00E66C00"/>
    <w:rsid w:val="00E66C4B"/>
    <w:rsid w:val="00E66CB1"/>
    <w:rsid w:val="00E67237"/>
    <w:rsid w:val="00E67480"/>
    <w:rsid w:val="00E6762C"/>
    <w:rsid w:val="00E677FB"/>
    <w:rsid w:val="00E67AD7"/>
    <w:rsid w:val="00E67B30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671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59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2A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ED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3CA9"/>
    <w:rsid w:val="00E83FD1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4FE5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5EB0"/>
    <w:rsid w:val="00E85F87"/>
    <w:rsid w:val="00E860C4"/>
    <w:rsid w:val="00E86421"/>
    <w:rsid w:val="00E86580"/>
    <w:rsid w:val="00E865D5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68D"/>
    <w:rsid w:val="00E87824"/>
    <w:rsid w:val="00E8785E"/>
    <w:rsid w:val="00E87A42"/>
    <w:rsid w:val="00E87AC3"/>
    <w:rsid w:val="00E87AFC"/>
    <w:rsid w:val="00E87B74"/>
    <w:rsid w:val="00E87BE9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4F9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8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92C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88B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2EE0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2"/>
    <w:rsid w:val="00EA629B"/>
    <w:rsid w:val="00EA6321"/>
    <w:rsid w:val="00EA636B"/>
    <w:rsid w:val="00EA6483"/>
    <w:rsid w:val="00EA6578"/>
    <w:rsid w:val="00EA658C"/>
    <w:rsid w:val="00EA665E"/>
    <w:rsid w:val="00EA6702"/>
    <w:rsid w:val="00EA6994"/>
    <w:rsid w:val="00EA6C8E"/>
    <w:rsid w:val="00EA6CEB"/>
    <w:rsid w:val="00EA6D5F"/>
    <w:rsid w:val="00EA6E2D"/>
    <w:rsid w:val="00EA6EF3"/>
    <w:rsid w:val="00EA6F02"/>
    <w:rsid w:val="00EA71C9"/>
    <w:rsid w:val="00EA741B"/>
    <w:rsid w:val="00EA7634"/>
    <w:rsid w:val="00EA77D0"/>
    <w:rsid w:val="00EA79F9"/>
    <w:rsid w:val="00EA7A85"/>
    <w:rsid w:val="00EA7B3C"/>
    <w:rsid w:val="00EB0027"/>
    <w:rsid w:val="00EB0268"/>
    <w:rsid w:val="00EB03C4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0D85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969"/>
    <w:rsid w:val="00EB2A3D"/>
    <w:rsid w:val="00EB2C6B"/>
    <w:rsid w:val="00EB2D8A"/>
    <w:rsid w:val="00EB2ED6"/>
    <w:rsid w:val="00EB2EDC"/>
    <w:rsid w:val="00EB2F37"/>
    <w:rsid w:val="00EB3035"/>
    <w:rsid w:val="00EB329D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25A"/>
    <w:rsid w:val="00EB44B4"/>
    <w:rsid w:val="00EB44CA"/>
    <w:rsid w:val="00EB469F"/>
    <w:rsid w:val="00EB46BE"/>
    <w:rsid w:val="00EB4807"/>
    <w:rsid w:val="00EB4857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98A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CAA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40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07F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8D9"/>
    <w:rsid w:val="00EC59F4"/>
    <w:rsid w:val="00EC5A4A"/>
    <w:rsid w:val="00EC5AE6"/>
    <w:rsid w:val="00EC5D03"/>
    <w:rsid w:val="00EC5E54"/>
    <w:rsid w:val="00EC5EDC"/>
    <w:rsid w:val="00EC62A8"/>
    <w:rsid w:val="00EC62C2"/>
    <w:rsid w:val="00EC63C6"/>
    <w:rsid w:val="00EC642A"/>
    <w:rsid w:val="00EC64B9"/>
    <w:rsid w:val="00EC652A"/>
    <w:rsid w:val="00EC6884"/>
    <w:rsid w:val="00EC68E6"/>
    <w:rsid w:val="00EC6943"/>
    <w:rsid w:val="00EC69B3"/>
    <w:rsid w:val="00EC6ADB"/>
    <w:rsid w:val="00EC6B18"/>
    <w:rsid w:val="00EC6BC0"/>
    <w:rsid w:val="00EC6D15"/>
    <w:rsid w:val="00EC7008"/>
    <w:rsid w:val="00EC70EC"/>
    <w:rsid w:val="00EC71A5"/>
    <w:rsid w:val="00EC739B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146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3A"/>
    <w:rsid w:val="00ED4F77"/>
    <w:rsid w:val="00ED52FF"/>
    <w:rsid w:val="00ED532D"/>
    <w:rsid w:val="00ED575D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6E"/>
    <w:rsid w:val="00ED6E83"/>
    <w:rsid w:val="00ED7224"/>
    <w:rsid w:val="00ED73BD"/>
    <w:rsid w:val="00ED7A28"/>
    <w:rsid w:val="00ED7B11"/>
    <w:rsid w:val="00ED7DC7"/>
    <w:rsid w:val="00ED7EEE"/>
    <w:rsid w:val="00EE0016"/>
    <w:rsid w:val="00EE024F"/>
    <w:rsid w:val="00EE0258"/>
    <w:rsid w:val="00EE036D"/>
    <w:rsid w:val="00EE0416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90A"/>
    <w:rsid w:val="00EE1A95"/>
    <w:rsid w:val="00EE1B00"/>
    <w:rsid w:val="00EE1CC1"/>
    <w:rsid w:val="00EE1E8D"/>
    <w:rsid w:val="00EE1EE5"/>
    <w:rsid w:val="00EE1FB4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3E73"/>
    <w:rsid w:val="00EE4088"/>
    <w:rsid w:val="00EE40FD"/>
    <w:rsid w:val="00EE4213"/>
    <w:rsid w:val="00EE427D"/>
    <w:rsid w:val="00EE445D"/>
    <w:rsid w:val="00EE476C"/>
    <w:rsid w:val="00EE478D"/>
    <w:rsid w:val="00EE4848"/>
    <w:rsid w:val="00EE4B4B"/>
    <w:rsid w:val="00EE4B5F"/>
    <w:rsid w:val="00EE4F7B"/>
    <w:rsid w:val="00EE52EE"/>
    <w:rsid w:val="00EE5B27"/>
    <w:rsid w:val="00EE5BCA"/>
    <w:rsid w:val="00EE5C76"/>
    <w:rsid w:val="00EE5C77"/>
    <w:rsid w:val="00EE5E87"/>
    <w:rsid w:val="00EE5EF6"/>
    <w:rsid w:val="00EE5F15"/>
    <w:rsid w:val="00EE5F28"/>
    <w:rsid w:val="00EE5F4C"/>
    <w:rsid w:val="00EE62AD"/>
    <w:rsid w:val="00EE6470"/>
    <w:rsid w:val="00EE6592"/>
    <w:rsid w:val="00EE65C7"/>
    <w:rsid w:val="00EE66C4"/>
    <w:rsid w:val="00EE683E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8E4"/>
    <w:rsid w:val="00EE7A03"/>
    <w:rsid w:val="00EE7B89"/>
    <w:rsid w:val="00EE7CCC"/>
    <w:rsid w:val="00EE7CDB"/>
    <w:rsid w:val="00EE7D39"/>
    <w:rsid w:val="00EE7D8C"/>
    <w:rsid w:val="00EE7E7D"/>
    <w:rsid w:val="00EE7F0F"/>
    <w:rsid w:val="00EF010E"/>
    <w:rsid w:val="00EF04C5"/>
    <w:rsid w:val="00EF06EB"/>
    <w:rsid w:val="00EF06FB"/>
    <w:rsid w:val="00EF0A52"/>
    <w:rsid w:val="00EF0C27"/>
    <w:rsid w:val="00EF0F53"/>
    <w:rsid w:val="00EF10CB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508"/>
    <w:rsid w:val="00EF7676"/>
    <w:rsid w:val="00EF795E"/>
    <w:rsid w:val="00EF7AF8"/>
    <w:rsid w:val="00EF7BA7"/>
    <w:rsid w:val="00EF7D77"/>
    <w:rsid w:val="00F0021E"/>
    <w:rsid w:val="00F00365"/>
    <w:rsid w:val="00F003FA"/>
    <w:rsid w:val="00F0045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730"/>
    <w:rsid w:val="00F0187C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D61"/>
    <w:rsid w:val="00F02EDB"/>
    <w:rsid w:val="00F030BE"/>
    <w:rsid w:val="00F031F3"/>
    <w:rsid w:val="00F032C9"/>
    <w:rsid w:val="00F03364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4F97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5EF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68A"/>
    <w:rsid w:val="00F079AE"/>
    <w:rsid w:val="00F07A1F"/>
    <w:rsid w:val="00F07A83"/>
    <w:rsid w:val="00F07B9C"/>
    <w:rsid w:val="00F07CFC"/>
    <w:rsid w:val="00F07CFF"/>
    <w:rsid w:val="00F07D11"/>
    <w:rsid w:val="00F07D82"/>
    <w:rsid w:val="00F10004"/>
    <w:rsid w:val="00F1000A"/>
    <w:rsid w:val="00F10085"/>
    <w:rsid w:val="00F1024C"/>
    <w:rsid w:val="00F103A4"/>
    <w:rsid w:val="00F103E4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A42"/>
    <w:rsid w:val="00F11BD7"/>
    <w:rsid w:val="00F11BE5"/>
    <w:rsid w:val="00F11C38"/>
    <w:rsid w:val="00F11D08"/>
    <w:rsid w:val="00F11F88"/>
    <w:rsid w:val="00F12118"/>
    <w:rsid w:val="00F124C8"/>
    <w:rsid w:val="00F12738"/>
    <w:rsid w:val="00F128A8"/>
    <w:rsid w:val="00F12975"/>
    <w:rsid w:val="00F12DF7"/>
    <w:rsid w:val="00F12F1F"/>
    <w:rsid w:val="00F13107"/>
    <w:rsid w:val="00F131DA"/>
    <w:rsid w:val="00F13758"/>
    <w:rsid w:val="00F13858"/>
    <w:rsid w:val="00F13C31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66C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11"/>
    <w:rsid w:val="00F21DDA"/>
    <w:rsid w:val="00F22020"/>
    <w:rsid w:val="00F220F7"/>
    <w:rsid w:val="00F22243"/>
    <w:rsid w:val="00F22307"/>
    <w:rsid w:val="00F224D2"/>
    <w:rsid w:val="00F226B4"/>
    <w:rsid w:val="00F228FE"/>
    <w:rsid w:val="00F22A4F"/>
    <w:rsid w:val="00F22DB2"/>
    <w:rsid w:val="00F23056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158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11"/>
    <w:rsid w:val="00F27E29"/>
    <w:rsid w:val="00F27E72"/>
    <w:rsid w:val="00F301C5"/>
    <w:rsid w:val="00F302C8"/>
    <w:rsid w:val="00F30366"/>
    <w:rsid w:val="00F3068C"/>
    <w:rsid w:val="00F30C2C"/>
    <w:rsid w:val="00F30DC9"/>
    <w:rsid w:val="00F30E14"/>
    <w:rsid w:val="00F30EC1"/>
    <w:rsid w:val="00F31774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E98"/>
    <w:rsid w:val="00F32F23"/>
    <w:rsid w:val="00F32FF4"/>
    <w:rsid w:val="00F330BE"/>
    <w:rsid w:val="00F331C7"/>
    <w:rsid w:val="00F33346"/>
    <w:rsid w:val="00F33503"/>
    <w:rsid w:val="00F33651"/>
    <w:rsid w:val="00F336E3"/>
    <w:rsid w:val="00F34241"/>
    <w:rsid w:val="00F346BC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D45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328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5A46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B3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3"/>
    <w:rsid w:val="00F536C6"/>
    <w:rsid w:val="00F53723"/>
    <w:rsid w:val="00F539DE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5E3B"/>
    <w:rsid w:val="00F55F84"/>
    <w:rsid w:val="00F5604E"/>
    <w:rsid w:val="00F5606C"/>
    <w:rsid w:val="00F5617D"/>
    <w:rsid w:val="00F562FC"/>
    <w:rsid w:val="00F56526"/>
    <w:rsid w:val="00F5652E"/>
    <w:rsid w:val="00F56606"/>
    <w:rsid w:val="00F5664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348"/>
    <w:rsid w:val="00F62529"/>
    <w:rsid w:val="00F627EF"/>
    <w:rsid w:val="00F62A92"/>
    <w:rsid w:val="00F62AA3"/>
    <w:rsid w:val="00F62BD9"/>
    <w:rsid w:val="00F62CC0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0F5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43B"/>
    <w:rsid w:val="00F674D0"/>
    <w:rsid w:val="00F67589"/>
    <w:rsid w:val="00F675A0"/>
    <w:rsid w:val="00F675AE"/>
    <w:rsid w:val="00F67654"/>
    <w:rsid w:val="00F67830"/>
    <w:rsid w:val="00F678AB"/>
    <w:rsid w:val="00F678E5"/>
    <w:rsid w:val="00F6794B"/>
    <w:rsid w:val="00F67A8C"/>
    <w:rsid w:val="00F67C79"/>
    <w:rsid w:val="00F67FB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AB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36A"/>
    <w:rsid w:val="00F72381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41"/>
    <w:rsid w:val="00F73E8A"/>
    <w:rsid w:val="00F74849"/>
    <w:rsid w:val="00F749F1"/>
    <w:rsid w:val="00F74C74"/>
    <w:rsid w:val="00F74CA0"/>
    <w:rsid w:val="00F74CCC"/>
    <w:rsid w:val="00F74F19"/>
    <w:rsid w:val="00F75043"/>
    <w:rsid w:val="00F75047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1D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0D67"/>
    <w:rsid w:val="00F8115C"/>
    <w:rsid w:val="00F81305"/>
    <w:rsid w:val="00F81344"/>
    <w:rsid w:val="00F81457"/>
    <w:rsid w:val="00F818B9"/>
    <w:rsid w:val="00F81922"/>
    <w:rsid w:val="00F819DB"/>
    <w:rsid w:val="00F81A5F"/>
    <w:rsid w:val="00F81A75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21"/>
    <w:rsid w:val="00F844D6"/>
    <w:rsid w:val="00F8458D"/>
    <w:rsid w:val="00F8486D"/>
    <w:rsid w:val="00F848D1"/>
    <w:rsid w:val="00F84948"/>
    <w:rsid w:val="00F8496B"/>
    <w:rsid w:val="00F849BD"/>
    <w:rsid w:val="00F84A8C"/>
    <w:rsid w:val="00F84B1E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3EE"/>
    <w:rsid w:val="00F87531"/>
    <w:rsid w:val="00F87768"/>
    <w:rsid w:val="00F879A8"/>
    <w:rsid w:val="00F87A09"/>
    <w:rsid w:val="00F9012E"/>
    <w:rsid w:val="00F901E7"/>
    <w:rsid w:val="00F903CC"/>
    <w:rsid w:val="00F90489"/>
    <w:rsid w:val="00F906B3"/>
    <w:rsid w:val="00F90745"/>
    <w:rsid w:val="00F9096A"/>
    <w:rsid w:val="00F90AC8"/>
    <w:rsid w:val="00F90B89"/>
    <w:rsid w:val="00F90C9E"/>
    <w:rsid w:val="00F90E42"/>
    <w:rsid w:val="00F90E6F"/>
    <w:rsid w:val="00F90FCF"/>
    <w:rsid w:val="00F91136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762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EF9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BC9"/>
    <w:rsid w:val="00F96CD5"/>
    <w:rsid w:val="00F96DBA"/>
    <w:rsid w:val="00F96F21"/>
    <w:rsid w:val="00F97015"/>
    <w:rsid w:val="00F97124"/>
    <w:rsid w:val="00F9752B"/>
    <w:rsid w:val="00F97788"/>
    <w:rsid w:val="00F9779A"/>
    <w:rsid w:val="00F97929"/>
    <w:rsid w:val="00F97974"/>
    <w:rsid w:val="00F97A7E"/>
    <w:rsid w:val="00F97CB3"/>
    <w:rsid w:val="00F97DC8"/>
    <w:rsid w:val="00F97E78"/>
    <w:rsid w:val="00F97F54"/>
    <w:rsid w:val="00FA04C9"/>
    <w:rsid w:val="00FA06DE"/>
    <w:rsid w:val="00FA0763"/>
    <w:rsid w:val="00FA08E8"/>
    <w:rsid w:val="00FA09ED"/>
    <w:rsid w:val="00FA0DF0"/>
    <w:rsid w:val="00FA0DF9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B2F"/>
    <w:rsid w:val="00FA2C00"/>
    <w:rsid w:val="00FA2C65"/>
    <w:rsid w:val="00FA2E52"/>
    <w:rsid w:val="00FA2E75"/>
    <w:rsid w:val="00FA2EBE"/>
    <w:rsid w:val="00FA32AC"/>
    <w:rsid w:val="00FA3310"/>
    <w:rsid w:val="00FA33C8"/>
    <w:rsid w:val="00FA348D"/>
    <w:rsid w:val="00FA34D1"/>
    <w:rsid w:val="00FA35A1"/>
    <w:rsid w:val="00FA36E3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10"/>
    <w:rsid w:val="00FA602C"/>
    <w:rsid w:val="00FA6348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80"/>
    <w:rsid w:val="00FA76AE"/>
    <w:rsid w:val="00FA7867"/>
    <w:rsid w:val="00FA7991"/>
    <w:rsid w:val="00FA7AB4"/>
    <w:rsid w:val="00FA7BD3"/>
    <w:rsid w:val="00FA7C77"/>
    <w:rsid w:val="00FA7D2E"/>
    <w:rsid w:val="00FA7EA6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CE1"/>
    <w:rsid w:val="00FB2E14"/>
    <w:rsid w:val="00FB2E62"/>
    <w:rsid w:val="00FB2F66"/>
    <w:rsid w:val="00FB301F"/>
    <w:rsid w:val="00FB3043"/>
    <w:rsid w:val="00FB3118"/>
    <w:rsid w:val="00FB3196"/>
    <w:rsid w:val="00FB31C7"/>
    <w:rsid w:val="00FB3236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0F7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B96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D08"/>
    <w:rsid w:val="00FB5F32"/>
    <w:rsid w:val="00FB5FE9"/>
    <w:rsid w:val="00FB60AF"/>
    <w:rsid w:val="00FB60B6"/>
    <w:rsid w:val="00FB63ED"/>
    <w:rsid w:val="00FB65CE"/>
    <w:rsid w:val="00FB685D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05"/>
    <w:rsid w:val="00FC4D14"/>
    <w:rsid w:val="00FC4D52"/>
    <w:rsid w:val="00FC5363"/>
    <w:rsid w:val="00FC53FD"/>
    <w:rsid w:val="00FC5470"/>
    <w:rsid w:val="00FC5520"/>
    <w:rsid w:val="00FC5575"/>
    <w:rsid w:val="00FC55AD"/>
    <w:rsid w:val="00FC56BC"/>
    <w:rsid w:val="00FC5741"/>
    <w:rsid w:val="00FC57DD"/>
    <w:rsid w:val="00FC57F6"/>
    <w:rsid w:val="00FC58A4"/>
    <w:rsid w:val="00FC5992"/>
    <w:rsid w:val="00FC59BF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0F1"/>
    <w:rsid w:val="00FC7212"/>
    <w:rsid w:val="00FC7346"/>
    <w:rsid w:val="00FC7357"/>
    <w:rsid w:val="00FC7433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1CF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5A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964"/>
    <w:rsid w:val="00FD5D39"/>
    <w:rsid w:val="00FD612C"/>
    <w:rsid w:val="00FD6140"/>
    <w:rsid w:val="00FD6145"/>
    <w:rsid w:val="00FD6526"/>
    <w:rsid w:val="00FD6774"/>
    <w:rsid w:val="00FD6A0C"/>
    <w:rsid w:val="00FD6A4E"/>
    <w:rsid w:val="00FD6A98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27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E9"/>
    <w:rsid w:val="00FE57F9"/>
    <w:rsid w:val="00FE584D"/>
    <w:rsid w:val="00FE5971"/>
    <w:rsid w:val="00FE59BC"/>
    <w:rsid w:val="00FE5A45"/>
    <w:rsid w:val="00FE5D5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0BB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E54"/>
    <w:rsid w:val="00FF1F86"/>
    <w:rsid w:val="00FF209F"/>
    <w:rsid w:val="00FF2152"/>
    <w:rsid w:val="00FF2203"/>
    <w:rsid w:val="00FF224C"/>
    <w:rsid w:val="00FF22F1"/>
    <w:rsid w:val="00FF258B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47C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86B"/>
    <w:rsid w:val="00FF7A6D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3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  <w:style w:type="paragraph" w:customStyle="1" w:styleId="aff5">
    <w:name w:val="Содержимое таблицы"/>
    <w:basedOn w:val="a"/>
    <w:qFormat/>
    <w:rsid w:val="00E431EC"/>
    <w:pPr>
      <w:widowControl w:val="0"/>
      <w:suppressLineNumbers/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character" w:customStyle="1" w:styleId="gwt-inlinelabel">
    <w:name w:val="gwt-inlinelabel"/>
    <w:basedOn w:val="a0"/>
    <w:rsid w:val="00E43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3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  <w:style w:type="paragraph" w:customStyle="1" w:styleId="aff5">
    <w:name w:val="Содержимое таблицы"/>
    <w:basedOn w:val="a"/>
    <w:qFormat/>
    <w:rsid w:val="00E431EC"/>
    <w:pPr>
      <w:widowControl w:val="0"/>
      <w:suppressLineNumbers/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character" w:customStyle="1" w:styleId="gwt-inlinelabel">
    <w:name w:val="gwt-inlinelabel"/>
    <w:basedOn w:val="a0"/>
    <w:rsid w:val="00E431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73125-E0C9-4B6F-A1FE-18393BCB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16</TotalTime>
  <Pages>399</Pages>
  <Words>70155</Words>
  <Characters>399889</Characters>
  <Application>Microsoft Office Word</Application>
  <DocSecurity>0</DocSecurity>
  <Lines>3332</Lines>
  <Paragraphs>938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469106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User</cp:lastModifiedBy>
  <cp:revision>9</cp:revision>
  <cp:lastPrinted>2023-09-25T12:08:00Z</cp:lastPrinted>
  <dcterms:created xsi:type="dcterms:W3CDTF">2023-09-25T11:27:00Z</dcterms:created>
  <dcterms:modified xsi:type="dcterms:W3CDTF">2023-10-13T08:05:00Z</dcterms:modified>
</cp:coreProperties>
</file>