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DD" w:rsidRDefault="00E16CDD" w:rsidP="00E16CDD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ЗАКОН</w:t>
      </w:r>
    </w:p>
    <w:p w:rsidR="00E16CDD" w:rsidRDefault="00E16CDD" w:rsidP="00E16CDD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16CDD" w:rsidRDefault="00E16CDD" w:rsidP="00E16CDD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7A7E13" w:rsidRPr="00460527" w:rsidRDefault="007A7E13" w:rsidP="007A7E13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7A7E13" w:rsidRPr="00460527" w:rsidRDefault="007A7E13" w:rsidP="00937C2B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413835" w:rsidRPr="00460527" w:rsidRDefault="00413835" w:rsidP="00104A57">
      <w:pPr>
        <w:pStyle w:val="ad"/>
        <w:spacing w:line="250" w:lineRule="auto"/>
        <w:outlineLvl w:val="0"/>
        <w:rPr>
          <w:rFonts w:ascii="PT Astra Serif" w:hAnsi="PT Astra Serif"/>
          <w:b/>
          <w:sz w:val="28"/>
          <w:szCs w:val="28"/>
        </w:rPr>
      </w:pPr>
      <w:r w:rsidRPr="00460527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88161E" w:rsidRPr="00460527">
        <w:rPr>
          <w:rFonts w:ascii="PT Astra Serif" w:hAnsi="PT Astra Serif"/>
          <w:b/>
          <w:sz w:val="28"/>
          <w:szCs w:val="28"/>
        </w:rPr>
        <w:br/>
      </w:r>
      <w:r w:rsidR="00153CFB">
        <w:rPr>
          <w:rFonts w:ascii="PT Astra Serif" w:hAnsi="PT Astra Serif"/>
          <w:b/>
          <w:sz w:val="28"/>
          <w:szCs w:val="28"/>
        </w:rPr>
        <w:t>«</w:t>
      </w:r>
      <w:r w:rsidRPr="00460527">
        <w:rPr>
          <w:rFonts w:ascii="PT Astra Serif" w:hAnsi="PT Astra Serif"/>
          <w:b/>
          <w:sz w:val="28"/>
          <w:szCs w:val="28"/>
        </w:rPr>
        <w:t>Об областном бюджете Ульяновской области на 20</w:t>
      </w:r>
      <w:r w:rsidR="00521FE1" w:rsidRPr="00460527">
        <w:rPr>
          <w:rFonts w:ascii="PT Astra Serif" w:hAnsi="PT Astra Serif"/>
          <w:b/>
          <w:sz w:val="28"/>
          <w:szCs w:val="28"/>
        </w:rPr>
        <w:t>2</w:t>
      </w:r>
      <w:r w:rsidR="00395DC7" w:rsidRPr="00460527">
        <w:rPr>
          <w:rFonts w:ascii="PT Astra Serif" w:hAnsi="PT Astra Serif"/>
          <w:b/>
          <w:sz w:val="28"/>
          <w:szCs w:val="28"/>
        </w:rPr>
        <w:t>2</w:t>
      </w:r>
      <w:r w:rsidRPr="00460527">
        <w:rPr>
          <w:rFonts w:ascii="PT Astra Serif" w:hAnsi="PT Astra Serif"/>
          <w:b/>
          <w:sz w:val="28"/>
          <w:szCs w:val="28"/>
        </w:rPr>
        <w:t xml:space="preserve"> год</w:t>
      </w:r>
      <w:r w:rsidR="0088161E" w:rsidRPr="00460527">
        <w:rPr>
          <w:rFonts w:ascii="PT Astra Serif" w:hAnsi="PT Astra Serif"/>
          <w:b/>
          <w:sz w:val="28"/>
          <w:szCs w:val="28"/>
        </w:rPr>
        <w:br/>
      </w:r>
      <w:r w:rsidR="00734DBE" w:rsidRPr="00460527">
        <w:rPr>
          <w:rFonts w:ascii="PT Astra Serif" w:hAnsi="PT Astra Serif"/>
          <w:b/>
          <w:sz w:val="28"/>
          <w:szCs w:val="28"/>
        </w:rPr>
        <w:t>и на плановый период 20</w:t>
      </w:r>
      <w:r w:rsidR="007A7E13" w:rsidRPr="00460527">
        <w:rPr>
          <w:rFonts w:ascii="PT Astra Serif" w:hAnsi="PT Astra Serif"/>
          <w:b/>
          <w:sz w:val="28"/>
          <w:szCs w:val="28"/>
        </w:rPr>
        <w:t>2</w:t>
      </w:r>
      <w:r w:rsidR="00395DC7" w:rsidRPr="00460527">
        <w:rPr>
          <w:rFonts w:ascii="PT Astra Serif" w:hAnsi="PT Astra Serif"/>
          <w:b/>
          <w:sz w:val="28"/>
          <w:szCs w:val="28"/>
        </w:rPr>
        <w:t>3</w:t>
      </w:r>
      <w:r w:rsidR="00734DBE" w:rsidRPr="00460527">
        <w:rPr>
          <w:rFonts w:ascii="PT Astra Serif" w:hAnsi="PT Astra Serif"/>
          <w:b/>
          <w:sz w:val="28"/>
          <w:szCs w:val="28"/>
        </w:rPr>
        <w:t xml:space="preserve"> и 20</w:t>
      </w:r>
      <w:r w:rsidR="007A7E13" w:rsidRPr="00460527">
        <w:rPr>
          <w:rFonts w:ascii="PT Astra Serif" w:hAnsi="PT Astra Serif"/>
          <w:b/>
          <w:sz w:val="28"/>
          <w:szCs w:val="28"/>
        </w:rPr>
        <w:t>2</w:t>
      </w:r>
      <w:r w:rsidR="00395DC7" w:rsidRPr="00460527">
        <w:rPr>
          <w:rFonts w:ascii="PT Astra Serif" w:hAnsi="PT Astra Serif"/>
          <w:b/>
          <w:sz w:val="28"/>
          <w:szCs w:val="28"/>
        </w:rPr>
        <w:t>4</w:t>
      </w:r>
      <w:r w:rsidR="00734DBE" w:rsidRPr="00460527">
        <w:rPr>
          <w:rFonts w:ascii="PT Astra Serif" w:hAnsi="PT Astra Serif"/>
          <w:b/>
          <w:sz w:val="28"/>
          <w:szCs w:val="28"/>
        </w:rPr>
        <w:t xml:space="preserve"> годов</w:t>
      </w:r>
      <w:r w:rsidR="00153CFB">
        <w:rPr>
          <w:rFonts w:ascii="PT Astra Serif" w:hAnsi="PT Astra Serif"/>
          <w:b/>
          <w:sz w:val="28"/>
          <w:szCs w:val="28"/>
        </w:rPr>
        <w:t>»</w:t>
      </w:r>
      <w:r w:rsidR="00AC4E42">
        <w:rPr>
          <w:rFonts w:ascii="PT Astra Serif" w:hAnsi="PT Astra Serif"/>
          <w:b/>
          <w:sz w:val="28"/>
          <w:szCs w:val="28"/>
        </w:rPr>
        <w:t xml:space="preserve"> </w:t>
      </w:r>
    </w:p>
    <w:p w:rsidR="00413835" w:rsidRPr="00460527" w:rsidRDefault="00413835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5E5703" w:rsidRDefault="005E570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5E5703" w:rsidRPr="005E5703" w:rsidRDefault="005E5703" w:rsidP="00104A57">
      <w:pPr>
        <w:spacing w:line="250" w:lineRule="auto"/>
        <w:rPr>
          <w:rFonts w:ascii="PT Astra Serif" w:hAnsi="PT Astra Serif"/>
          <w:sz w:val="22"/>
          <w:szCs w:val="28"/>
        </w:rPr>
      </w:pPr>
    </w:p>
    <w:p w:rsidR="00AD10E8" w:rsidRDefault="00AD10E8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AD10E8" w:rsidRPr="00AD10E8" w:rsidRDefault="00AD10E8" w:rsidP="00104A57">
      <w:pPr>
        <w:spacing w:line="250" w:lineRule="auto"/>
        <w:rPr>
          <w:rFonts w:ascii="PT Astra Serif" w:hAnsi="PT Astra Serif"/>
          <w:szCs w:val="28"/>
        </w:rPr>
      </w:pPr>
    </w:p>
    <w:p w:rsidR="007A7E13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9F3FED" w:rsidRPr="00460527" w:rsidRDefault="009F3FED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413835" w:rsidRPr="00FC320A" w:rsidRDefault="00F55220" w:rsidP="00C462D4">
      <w:pPr>
        <w:pStyle w:val="af1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6464AE">
        <w:rPr>
          <w:rFonts w:ascii="PT Astra Serif" w:hAnsi="PT Astra Serif"/>
          <w:sz w:val="28"/>
          <w:szCs w:val="28"/>
        </w:rPr>
        <w:t xml:space="preserve">Внести </w:t>
      </w:r>
      <w:r w:rsidR="00B26DCA" w:rsidRPr="006464AE">
        <w:rPr>
          <w:rFonts w:ascii="PT Astra Serif" w:hAnsi="PT Astra Serif"/>
          <w:sz w:val="28"/>
          <w:szCs w:val="28"/>
        </w:rPr>
        <w:t xml:space="preserve">в Закон Ульяновской области от </w:t>
      </w:r>
      <w:r w:rsidR="00395DC7" w:rsidRPr="006464AE">
        <w:rPr>
          <w:rFonts w:ascii="PT Astra Serif" w:hAnsi="PT Astra Serif"/>
          <w:sz w:val="28"/>
          <w:szCs w:val="28"/>
        </w:rPr>
        <w:t xml:space="preserve">8 декабря </w:t>
      </w:r>
      <w:r w:rsidRPr="006464AE">
        <w:rPr>
          <w:rFonts w:ascii="PT Astra Serif" w:hAnsi="PT Astra Serif"/>
          <w:sz w:val="28"/>
          <w:szCs w:val="28"/>
        </w:rPr>
        <w:t>20</w:t>
      </w:r>
      <w:r w:rsidR="00A16C7D" w:rsidRPr="006464AE">
        <w:rPr>
          <w:rFonts w:ascii="PT Astra Serif" w:hAnsi="PT Astra Serif"/>
          <w:sz w:val="28"/>
          <w:szCs w:val="28"/>
        </w:rPr>
        <w:t>2</w:t>
      </w:r>
      <w:r w:rsidR="00395DC7" w:rsidRPr="006464AE">
        <w:rPr>
          <w:rFonts w:ascii="PT Astra Serif" w:hAnsi="PT Astra Serif"/>
          <w:sz w:val="28"/>
          <w:szCs w:val="28"/>
        </w:rPr>
        <w:t>1</w:t>
      </w:r>
      <w:r w:rsidRPr="006464AE">
        <w:rPr>
          <w:rFonts w:ascii="PT Astra Serif" w:hAnsi="PT Astra Serif"/>
          <w:sz w:val="28"/>
          <w:szCs w:val="28"/>
        </w:rPr>
        <w:t xml:space="preserve"> года № 1</w:t>
      </w:r>
      <w:r w:rsidR="00395DC7" w:rsidRPr="006464AE">
        <w:rPr>
          <w:rFonts w:ascii="PT Astra Serif" w:hAnsi="PT Astra Serif"/>
          <w:sz w:val="28"/>
          <w:szCs w:val="28"/>
        </w:rPr>
        <w:t>46</w:t>
      </w:r>
      <w:r w:rsidRPr="006464AE">
        <w:rPr>
          <w:rFonts w:ascii="PT Astra Serif" w:hAnsi="PT Astra Serif"/>
          <w:sz w:val="28"/>
          <w:szCs w:val="28"/>
        </w:rPr>
        <w:t xml:space="preserve">-ЗО </w:t>
      </w:r>
      <w:r w:rsidRPr="006464AE">
        <w:rPr>
          <w:rFonts w:ascii="PT Astra Serif" w:hAnsi="PT Astra Serif"/>
          <w:sz w:val="28"/>
          <w:szCs w:val="28"/>
        </w:rPr>
        <w:br/>
      </w:r>
      <w:r w:rsidR="00153CFB">
        <w:rPr>
          <w:rFonts w:ascii="PT Astra Serif" w:hAnsi="PT Astra Serif"/>
          <w:sz w:val="28"/>
          <w:szCs w:val="28"/>
        </w:rPr>
        <w:t>«</w:t>
      </w:r>
      <w:r w:rsidRPr="006464AE">
        <w:rPr>
          <w:rFonts w:ascii="PT Astra Serif" w:hAnsi="PT Astra Serif"/>
          <w:sz w:val="28"/>
          <w:szCs w:val="28"/>
        </w:rPr>
        <w:t>Об областном бюджете Ульяновской области на 20</w:t>
      </w:r>
      <w:r w:rsidR="00AB0A57" w:rsidRPr="006464AE">
        <w:rPr>
          <w:rFonts w:ascii="PT Astra Serif" w:hAnsi="PT Astra Serif"/>
          <w:sz w:val="28"/>
          <w:szCs w:val="28"/>
        </w:rPr>
        <w:t>2</w:t>
      </w:r>
      <w:r w:rsidR="00395DC7" w:rsidRPr="006464AE">
        <w:rPr>
          <w:rFonts w:ascii="PT Astra Serif" w:hAnsi="PT Astra Serif"/>
          <w:sz w:val="28"/>
          <w:szCs w:val="28"/>
        </w:rPr>
        <w:t>2</w:t>
      </w:r>
      <w:r w:rsidRPr="006464AE">
        <w:rPr>
          <w:rFonts w:ascii="PT Astra Serif" w:hAnsi="PT Astra Serif"/>
          <w:sz w:val="28"/>
          <w:szCs w:val="28"/>
        </w:rPr>
        <w:t xml:space="preserve"> год и на плановый </w:t>
      </w:r>
      <w:r w:rsidR="00D96420" w:rsidRPr="006464AE">
        <w:rPr>
          <w:rFonts w:ascii="PT Astra Serif" w:hAnsi="PT Astra Serif"/>
          <w:sz w:val="28"/>
          <w:szCs w:val="28"/>
        </w:rPr>
        <w:br/>
      </w:r>
      <w:r w:rsidRPr="006464AE">
        <w:rPr>
          <w:rFonts w:ascii="PT Astra Serif" w:hAnsi="PT Astra Serif"/>
          <w:sz w:val="28"/>
          <w:szCs w:val="28"/>
        </w:rPr>
        <w:t>период 20</w:t>
      </w:r>
      <w:r w:rsidR="00386AAA" w:rsidRPr="006464AE">
        <w:rPr>
          <w:rFonts w:ascii="PT Astra Serif" w:hAnsi="PT Astra Serif"/>
          <w:sz w:val="28"/>
          <w:szCs w:val="28"/>
        </w:rPr>
        <w:t>2</w:t>
      </w:r>
      <w:r w:rsidR="00395DC7" w:rsidRPr="006464AE">
        <w:rPr>
          <w:rFonts w:ascii="PT Astra Serif" w:hAnsi="PT Astra Serif"/>
          <w:sz w:val="28"/>
          <w:szCs w:val="28"/>
        </w:rPr>
        <w:t>3</w:t>
      </w:r>
      <w:r w:rsidR="00B26DCA" w:rsidRPr="006464AE">
        <w:rPr>
          <w:rFonts w:ascii="PT Astra Serif" w:hAnsi="PT Astra Serif"/>
          <w:sz w:val="28"/>
          <w:szCs w:val="28"/>
        </w:rPr>
        <w:t xml:space="preserve"> и 202</w:t>
      </w:r>
      <w:r w:rsidR="00395DC7" w:rsidRPr="006464AE">
        <w:rPr>
          <w:rFonts w:ascii="PT Astra Serif" w:hAnsi="PT Astra Serif"/>
          <w:sz w:val="28"/>
          <w:szCs w:val="28"/>
        </w:rPr>
        <w:t>4</w:t>
      </w:r>
      <w:r w:rsidRPr="006464AE">
        <w:rPr>
          <w:rFonts w:ascii="PT Astra Serif" w:hAnsi="PT Astra Serif"/>
          <w:sz w:val="28"/>
          <w:szCs w:val="28"/>
        </w:rPr>
        <w:t xml:space="preserve"> годов</w:t>
      </w:r>
      <w:r w:rsidR="00153CFB">
        <w:rPr>
          <w:rFonts w:ascii="PT Astra Serif" w:hAnsi="PT Astra Serif"/>
          <w:sz w:val="28"/>
          <w:szCs w:val="28"/>
        </w:rPr>
        <w:t>»</w:t>
      </w:r>
      <w:r w:rsidRPr="006464AE">
        <w:rPr>
          <w:rFonts w:ascii="PT Astra Serif" w:hAnsi="PT Astra Serif"/>
          <w:sz w:val="28"/>
          <w:szCs w:val="28"/>
        </w:rPr>
        <w:t xml:space="preserve"> (</w:t>
      </w:r>
      <w:r w:rsidR="007343FF" w:rsidRPr="006464AE">
        <w:rPr>
          <w:rFonts w:ascii="PT Astra Serif" w:hAnsi="PT Astra Serif"/>
          <w:spacing w:val="-4"/>
          <w:sz w:val="28"/>
          <w:szCs w:val="28"/>
        </w:rPr>
        <w:t>О</w:t>
      </w:r>
      <w:r w:rsidR="003849EB" w:rsidRPr="006464AE">
        <w:rPr>
          <w:rFonts w:ascii="PT Astra Serif" w:hAnsi="PT Astra Serif"/>
          <w:spacing w:val="-4"/>
          <w:sz w:val="28"/>
          <w:szCs w:val="28"/>
        </w:rPr>
        <w:t xml:space="preserve">фициальный интернет-портал правовой </w:t>
      </w:r>
      <w:r w:rsidR="0031501F" w:rsidRPr="006464AE">
        <w:rPr>
          <w:rFonts w:ascii="PT Astra Serif" w:hAnsi="PT Astra Serif"/>
          <w:spacing w:val="-4"/>
          <w:sz w:val="28"/>
          <w:szCs w:val="28"/>
        </w:rPr>
        <w:br/>
      </w:r>
      <w:r w:rsidR="003849EB" w:rsidRPr="006464AE">
        <w:rPr>
          <w:rFonts w:ascii="PT Astra Serif" w:hAnsi="PT Astra Serif"/>
          <w:spacing w:val="-4"/>
          <w:sz w:val="28"/>
          <w:szCs w:val="28"/>
        </w:rPr>
        <w:t>информации (</w:t>
      </w:r>
      <w:hyperlink r:id="rId8" w:history="1">
        <w:r w:rsidR="003849EB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www</w:t>
        </w:r>
        <w:r w:rsidR="003849EB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r w:rsidR="003849EB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pravo</w:t>
        </w:r>
        <w:r w:rsidR="003849EB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r w:rsidR="003849EB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gov</w:t>
        </w:r>
        <w:r w:rsidR="003849EB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r w:rsidR="003849EB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ru</w:t>
        </w:r>
      </w:hyperlink>
      <w:r w:rsidR="003849EB" w:rsidRPr="006464AE">
        <w:rPr>
          <w:rFonts w:ascii="PT Astra Serif" w:hAnsi="PT Astra Serif"/>
          <w:spacing w:val="-4"/>
          <w:sz w:val="28"/>
          <w:szCs w:val="28"/>
        </w:rPr>
        <w:t xml:space="preserve">), </w:t>
      </w:r>
      <w:r w:rsidR="00B50AAA" w:rsidRPr="006464AE">
        <w:rPr>
          <w:rFonts w:ascii="PT Astra Serif" w:hAnsi="PT Astra Serif"/>
          <w:spacing w:val="-4"/>
          <w:sz w:val="28"/>
          <w:szCs w:val="28"/>
        </w:rPr>
        <w:t>1</w:t>
      </w:r>
      <w:r w:rsidR="003849EB" w:rsidRPr="006464AE">
        <w:rPr>
          <w:rFonts w:ascii="PT Astra Serif" w:hAnsi="PT Astra Serif"/>
          <w:spacing w:val="-4"/>
          <w:sz w:val="28"/>
          <w:szCs w:val="28"/>
        </w:rPr>
        <w:t>0.1</w:t>
      </w:r>
      <w:r w:rsidR="00B50AAA" w:rsidRPr="006464AE">
        <w:rPr>
          <w:rFonts w:ascii="PT Astra Serif" w:hAnsi="PT Astra Serif"/>
          <w:spacing w:val="-4"/>
          <w:sz w:val="28"/>
          <w:szCs w:val="28"/>
        </w:rPr>
        <w:t>2</w:t>
      </w:r>
      <w:r w:rsidR="003849EB" w:rsidRPr="006464AE">
        <w:rPr>
          <w:rFonts w:ascii="PT Astra Serif" w:hAnsi="PT Astra Serif"/>
          <w:spacing w:val="-4"/>
          <w:sz w:val="28"/>
          <w:szCs w:val="28"/>
        </w:rPr>
        <w:t>.2021, № 730020211</w:t>
      </w:r>
      <w:r w:rsidR="00B50AAA" w:rsidRPr="006464AE">
        <w:rPr>
          <w:rFonts w:ascii="PT Astra Serif" w:hAnsi="PT Astra Serif"/>
          <w:spacing w:val="-4"/>
          <w:sz w:val="28"/>
          <w:szCs w:val="28"/>
        </w:rPr>
        <w:t>21</w:t>
      </w:r>
      <w:r w:rsidR="003849EB" w:rsidRPr="006464AE">
        <w:rPr>
          <w:rFonts w:ascii="PT Astra Serif" w:hAnsi="PT Astra Serif"/>
          <w:spacing w:val="-4"/>
          <w:sz w:val="28"/>
          <w:szCs w:val="28"/>
        </w:rPr>
        <w:t>0001</w:t>
      </w:r>
      <w:r w:rsidR="00B50AAA" w:rsidRPr="006464AE">
        <w:rPr>
          <w:rFonts w:ascii="PT Astra Serif" w:hAnsi="PT Astra Serif"/>
          <w:spacing w:val="-4"/>
          <w:sz w:val="28"/>
          <w:szCs w:val="28"/>
        </w:rPr>
        <w:t>4</w:t>
      </w:r>
      <w:r w:rsidR="00A565B9" w:rsidRPr="006464AE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153CFB">
        <w:rPr>
          <w:rFonts w:ascii="PT Astra Serif" w:hAnsi="PT Astra Serif"/>
          <w:sz w:val="28"/>
          <w:szCs w:val="28"/>
        </w:rPr>
        <w:t>«</w:t>
      </w:r>
      <w:r w:rsidR="001201B1" w:rsidRPr="006464AE">
        <w:rPr>
          <w:rFonts w:ascii="PT Astra Serif" w:hAnsi="PT Astra Serif"/>
          <w:sz w:val="28"/>
          <w:szCs w:val="28"/>
        </w:rPr>
        <w:t>Ульяновская правда</w:t>
      </w:r>
      <w:r w:rsidR="00153CFB">
        <w:rPr>
          <w:rFonts w:ascii="PT Astra Serif" w:hAnsi="PT Astra Serif"/>
          <w:sz w:val="28"/>
          <w:szCs w:val="28"/>
        </w:rPr>
        <w:t>»</w:t>
      </w:r>
      <w:r w:rsidR="001201B1" w:rsidRPr="006464AE">
        <w:rPr>
          <w:rFonts w:ascii="PT Astra Serif" w:hAnsi="PT Astra Serif"/>
          <w:sz w:val="28"/>
          <w:szCs w:val="28"/>
        </w:rPr>
        <w:t xml:space="preserve"> от 18.02.2022 № 12; от 22.02.2022 № 13; от 25.02.2022 № 14; </w:t>
      </w:r>
      <w:r w:rsidR="001201B1" w:rsidRPr="006464AE">
        <w:rPr>
          <w:rFonts w:ascii="PT Astra Serif" w:hAnsi="PT Astra Serif"/>
          <w:sz w:val="28"/>
          <w:szCs w:val="28"/>
        </w:rPr>
        <w:br/>
        <w:t>от 01.03.2022 №</w:t>
      </w:r>
      <w:r w:rsidR="00771EEE" w:rsidRPr="006464AE">
        <w:rPr>
          <w:rFonts w:ascii="PT Astra Serif" w:hAnsi="PT Astra Serif"/>
          <w:sz w:val="28"/>
          <w:szCs w:val="28"/>
        </w:rPr>
        <w:t xml:space="preserve"> </w:t>
      </w:r>
      <w:r w:rsidR="001201B1" w:rsidRPr="006464AE">
        <w:rPr>
          <w:rFonts w:ascii="PT Astra Serif" w:hAnsi="PT Astra Serif"/>
          <w:sz w:val="28"/>
          <w:szCs w:val="28"/>
        </w:rPr>
        <w:t xml:space="preserve">15; от 04.03.2022 № 16; от 11.03.2022 № 17; от 15.03.2022 </w:t>
      </w:r>
      <w:r w:rsidR="00771EEE" w:rsidRPr="006464AE">
        <w:rPr>
          <w:rFonts w:ascii="PT Astra Serif" w:hAnsi="PT Astra Serif"/>
          <w:sz w:val="28"/>
          <w:szCs w:val="28"/>
        </w:rPr>
        <w:br/>
      </w:r>
      <w:r w:rsidR="001201B1" w:rsidRPr="006464AE">
        <w:rPr>
          <w:rFonts w:ascii="PT Astra Serif" w:hAnsi="PT Astra Serif"/>
          <w:sz w:val="28"/>
          <w:szCs w:val="28"/>
        </w:rPr>
        <w:t>№ 18; от 18.03.2022 № 19; от 22.03.2022 № 20</w:t>
      </w:r>
      <w:r w:rsidR="000A5DEF" w:rsidRPr="006464AE">
        <w:rPr>
          <w:rFonts w:ascii="PT Astra Serif" w:hAnsi="PT Astra Serif"/>
          <w:sz w:val="28"/>
          <w:szCs w:val="28"/>
        </w:rPr>
        <w:t xml:space="preserve">; </w:t>
      </w:r>
      <w:r w:rsidR="00A453C1" w:rsidRPr="006464AE">
        <w:rPr>
          <w:rFonts w:ascii="PT Astra Serif" w:hAnsi="PT Astra Serif"/>
          <w:spacing w:val="-4"/>
          <w:sz w:val="28"/>
          <w:szCs w:val="28"/>
        </w:rPr>
        <w:t>О</w:t>
      </w:r>
      <w:r w:rsidR="000A5DEF" w:rsidRPr="006464AE">
        <w:rPr>
          <w:rFonts w:ascii="PT Astra Serif" w:hAnsi="PT Astra Serif"/>
          <w:spacing w:val="-4"/>
          <w:sz w:val="28"/>
          <w:szCs w:val="28"/>
        </w:rPr>
        <w:t>фициальный интернет-портал правовой информации (</w:t>
      </w:r>
      <w:hyperlink r:id="rId9" w:history="1">
        <w:r w:rsidR="000A5DEF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www</w:t>
        </w:r>
        <w:r w:rsidR="000A5DEF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r w:rsidR="000A5DEF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pravo</w:t>
        </w:r>
        <w:r w:rsidR="000A5DEF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r w:rsidR="000A5DEF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gov</w:t>
        </w:r>
        <w:r w:rsidR="000A5DEF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.</w:t>
        </w:r>
        <w:r w:rsidR="000A5DEF" w:rsidRPr="006464AE">
          <w:rPr>
            <w:rStyle w:val="afb"/>
            <w:rFonts w:ascii="PT Astra Serif" w:hAnsi="PT Astra Serif"/>
            <w:color w:val="auto"/>
            <w:spacing w:val="-4"/>
            <w:sz w:val="28"/>
            <w:szCs w:val="28"/>
            <w:u w:val="none"/>
            <w:lang w:val="en-US"/>
          </w:rPr>
          <w:t>ru</w:t>
        </w:r>
      </w:hyperlink>
      <w:r w:rsidR="000A5DEF" w:rsidRPr="006464AE">
        <w:rPr>
          <w:rFonts w:ascii="PT Astra Serif" w:hAnsi="PT Astra Serif"/>
          <w:spacing w:val="-4"/>
          <w:sz w:val="28"/>
          <w:szCs w:val="28"/>
        </w:rPr>
        <w:t>), 31.05.2022, № 7300202205310001</w:t>
      </w:r>
      <w:r w:rsidR="0038787A" w:rsidRPr="006464AE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38787A" w:rsidRPr="006464AE">
        <w:rPr>
          <w:rFonts w:ascii="PT Astra Serif" w:hAnsi="PT Astra Serif"/>
          <w:spacing w:val="-4"/>
          <w:sz w:val="28"/>
          <w:szCs w:val="28"/>
        </w:rPr>
        <w:br/>
      </w:r>
      <w:r w:rsidR="00D16D09" w:rsidRPr="00FC320A">
        <w:rPr>
          <w:rFonts w:ascii="PT Astra Serif" w:hAnsi="PT Astra Serif"/>
          <w:spacing w:val="-4"/>
          <w:sz w:val="28"/>
          <w:szCs w:val="28"/>
        </w:rPr>
        <w:t>20.07.2022</w:t>
      </w:r>
      <w:r w:rsidR="00AD10E8" w:rsidRPr="00FC320A">
        <w:rPr>
          <w:rFonts w:ascii="PT Astra Serif" w:hAnsi="PT Astra Serif"/>
          <w:spacing w:val="-4"/>
          <w:sz w:val="28"/>
          <w:szCs w:val="28"/>
        </w:rPr>
        <w:t>,</w:t>
      </w:r>
      <w:r w:rsidR="00D16D09" w:rsidRPr="00FC320A">
        <w:rPr>
          <w:rFonts w:ascii="PT Astra Serif" w:hAnsi="PT Astra Serif"/>
          <w:spacing w:val="-4"/>
          <w:sz w:val="28"/>
          <w:szCs w:val="28"/>
        </w:rPr>
        <w:t xml:space="preserve"> № 7300202207200011</w:t>
      </w:r>
      <w:r w:rsidR="00072842">
        <w:rPr>
          <w:rFonts w:ascii="PT Astra Serif" w:hAnsi="PT Astra Serif"/>
          <w:spacing w:val="-4"/>
          <w:sz w:val="28"/>
          <w:szCs w:val="28"/>
        </w:rPr>
        <w:t>;</w:t>
      </w:r>
      <w:r w:rsidR="00FC320A" w:rsidRPr="00FC320A">
        <w:rPr>
          <w:rFonts w:ascii="PT Astra Serif" w:hAnsi="PT Astra Serif"/>
          <w:spacing w:val="-4"/>
          <w:sz w:val="28"/>
          <w:szCs w:val="28"/>
        </w:rPr>
        <w:t xml:space="preserve"> 03.10.2022</w:t>
      </w:r>
      <w:r w:rsidR="005E5703">
        <w:rPr>
          <w:rFonts w:ascii="PT Astra Serif" w:hAnsi="PT Astra Serif"/>
          <w:spacing w:val="-4"/>
          <w:sz w:val="28"/>
          <w:szCs w:val="28"/>
        </w:rPr>
        <w:t>,</w:t>
      </w:r>
      <w:r w:rsidR="00FC320A" w:rsidRPr="00FC320A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FC320A" w:rsidRPr="00FC320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7300202210030001</w:t>
      </w:r>
      <w:r w:rsidR="00A17EDF" w:rsidRPr="00FC320A">
        <w:rPr>
          <w:rFonts w:ascii="PT Astra Serif" w:hAnsi="PT Astra Serif"/>
          <w:spacing w:val="-4"/>
          <w:sz w:val="28"/>
          <w:szCs w:val="28"/>
        </w:rPr>
        <w:t>)</w:t>
      </w:r>
      <w:r w:rsidR="00D16D09" w:rsidRPr="00FC320A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C320A" w:rsidRPr="00FC320A">
        <w:rPr>
          <w:rFonts w:ascii="PT Astra Serif" w:hAnsi="PT Astra Serif"/>
          <w:spacing w:val="-4"/>
          <w:sz w:val="28"/>
          <w:szCs w:val="28"/>
        </w:rPr>
        <w:br/>
      </w:r>
      <w:r w:rsidRPr="00FC320A">
        <w:rPr>
          <w:rFonts w:ascii="PT Astra Serif" w:hAnsi="PT Astra Serif"/>
          <w:spacing w:val="-4"/>
          <w:sz w:val="28"/>
          <w:szCs w:val="28"/>
        </w:rPr>
        <w:t>следующие</w:t>
      </w:r>
      <w:r w:rsidR="00F20D1D" w:rsidRPr="00FC320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FC320A">
        <w:rPr>
          <w:rFonts w:ascii="PT Astra Serif" w:hAnsi="PT Astra Serif"/>
          <w:spacing w:val="-4"/>
          <w:sz w:val="28"/>
          <w:szCs w:val="28"/>
        </w:rPr>
        <w:t>изменения:</w:t>
      </w:r>
    </w:p>
    <w:p w:rsidR="003E7101" w:rsidRDefault="0091684C" w:rsidP="00C462D4">
      <w:pPr>
        <w:pStyle w:val="af7"/>
        <w:widowControl w:val="0"/>
        <w:numPr>
          <w:ilvl w:val="0"/>
          <w:numId w:val="1"/>
        </w:numPr>
        <w:spacing w:line="360" w:lineRule="auto"/>
        <w:jc w:val="both"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3E7101">
        <w:rPr>
          <w:rFonts w:ascii="PT Astra Serif" w:hAnsi="PT Astra Serif"/>
        </w:rPr>
        <w:t xml:space="preserve"> статье </w:t>
      </w:r>
      <w:r w:rsidR="00295606" w:rsidRPr="00E911ED">
        <w:rPr>
          <w:rFonts w:ascii="PT Astra Serif" w:hAnsi="PT Astra Serif"/>
        </w:rPr>
        <w:t>1</w:t>
      </w:r>
      <w:r w:rsidR="003E7101">
        <w:rPr>
          <w:rFonts w:ascii="PT Astra Serif" w:hAnsi="PT Astra Serif"/>
        </w:rPr>
        <w:t>:</w:t>
      </w:r>
    </w:p>
    <w:p w:rsidR="003E7101" w:rsidRDefault="003E7101" w:rsidP="00C462D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часть 1 изложить в следующей редакции:</w:t>
      </w:r>
    </w:p>
    <w:p w:rsidR="00295606" w:rsidRPr="00E911ED" w:rsidRDefault="00153CFB" w:rsidP="00C462D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295606" w:rsidRPr="00E911ED">
        <w:rPr>
          <w:rFonts w:ascii="PT Astra Serif" w:hAnsi="PT Astra Serif"/>
          <w:sz w:val="28"/>
          <w:szCs w:val="28"/>
        </w:rPr>
        <w:t xml:space="preserve">1. Утвердить основные характеристики областного бюджета </w:t>
      </w:r>
      <w:r w:rsidR="00295606" w:rsidRPr="00E911ED">
        <w:rPr>
          <w:rFonts w:ascii="PT Astra Serif" w:hAnsi="PT Astra Serif"/>
          <w:sz w:val="28"/>
          <w:szCs w:val="28"/>
        </w:rPr>
        <w:br/>
        <w:t>Ульяновской области на 202</w:t>
      </w:r>
      <w:r w:rsidR="00F54074" w:rsidRPr="00E911ED">
        <w:rPr>
          <w:rFonts w:ascii="PT Astra Serif" w:hAnsi="PT Astra Serif"/>
          <w:sz w:val="28"/>
          <w:szCs w:val="28"/>
        </w:rPr>
        <w:t>2</w:t>
      </w:r>
      <w:r w:rsidR="00295606" w:rsidRPr="00E911ED">
        <w:rPr>
          <w:rFonts w:ascii="PT Astra Serif" w:hAnsi="PT Astra Serif"/>
          <w:sz w:val="28"/>
          <w:szCs w:val="28"/>
        </w:rPr>
        <w:t xml:space="preserve"> год:</w:t>
      </w:r>
    </w:p>
    <w:p w:rsidR="00295606" w:rsidRPr="00E911ED" w:rsidRDefault="00295606" w:rsidP="00C462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1ED">
        <w:rPr>
          <w:rFonts w:ascii="PT Astra Serif" w:hAnsi="PT Astra Serif"/>
          <w:sz w:val="28"/>
          <w:szCs w:val="28"/>
        </w:rPr>
        <w:t xml:space="preserve">1) общий объём доходов областного бюджета Ульяновской области </w:t>
      </w:r>
      <w:r w:rsidRPr="00E911ED">
        <w:rPr>
          <w:rFonts w:ascii="PT Astra Serif" w:hAnsi="PT Astra Serif"/>
          <w:sz w:val="28"/>
          <w:szCs w:val="28"/>
        </w:rPr>
        <w:br/>
        <w:t xml:space="preserve">в сумме </w:t>
      </w:r>
      <w:r w:rsidR="00E911ED" w:rsidRPr="00E911ED">
        <w:rPr>
          <w:rFonts w:ascii="PT Astra Serif" w:hAnsi="PT Astra Serif"/>
          <w:sz w:val="28"/>
          <w:szCs w:val="28"/>
        </w:rPr>
        <w:t>847904</w:t>
      </w:r>
      <w:r w:rsidR="00F84061">
        <w:rPr>
          <w:rFonts w:ascii="PT Astra Serif" w:hAnsi="PT Astra Serif"/>
          <w:sz w:val="28"/>
          <w:szCs w:val="28"/>
        </w:rPr>
        <w:t>46</w:t>
      </w:r>
      <w:r w:rsidR="00E911ED" w:rsidRPr="00E911ED">
        <w:rPr>
          <w:rFonts w:ascii="PT Astra Serif" w:hAnsi="PT Astra Serif"/>
          <w:sz w:val="28"/>
          <w:szCs w:val="28"/>
        </w:rPr>
        <w:t>,74342</w:t>
      </w:r>
      <w:r w:rsidRPr="00E911ED">
        <w:rPr>
          <w:rFonts w:ascii="PT Astra Serif" w:hAnsi="PT Astra Serif"/>
          <w:sz w:val="28"/>
          <w:szCs w:val="28"/>
        </w:rPr>
        <w:t xml:space="preserve"> тыс. рублей, в том числе безвозмездные поступления </w:t>
      </w:r>
      <w:r w:rsidRPr="00E911ED">
        <w:rPr>
          <w:rFonts w:ascii="PT Astra Serif" w:hAnsi="PT Astra Serif"/>
          <w:sz w:val="28"/>
          <w:szCs w:val="28"/>
        </w:rPr>
        <w:br/>
        <w:t xml:space="preserve">в общей сумме </w:t>
      </w:r>
      <w:r w:rsidR="00E911ED" w:rsidRPr="00E911ED">
        <w:rPr>
          <w:rFonts w:ascii="PT Astra Serif" w:hAnsi="PT Astra Serif"/>
          <w:sz w:val="28"/>
          <w:szCs w:val="28"/>
        </w:rPr>
        <w:t>277446</w:t>
      </w:r>
      <w:r w:rsidR="00F84061">
        <w:rPr>
          <w:rFonts w:ascii="PT Astra Serif" w:hAnsi="PT Astra Serif"/>
          <w:sz w:val="28"/>
          <w:szCs w:val="28"/>
        </w:rPr>
        <w:t>66</w:t>
      </w:r>
      <w:r w:rsidR="00E911ED" w:rsidRPr="00E911ED">
        <w:rPr>
          <w:rFonts w:ascii="PT Astra Serif" w:hAnsi="PT Astra Serif"/>
          <w:sz w:val="28"/>
          <w:szCs w:val="28"/>
        </w:rPr>
        <w:t>,6226</w:t>
      </w:r>
      <w:r w:rsidRPr="00E911ED">
        <w:rPr>
          <w:rFonts w:ascii="PT Astra Serif" w:hAnsi="PT Astra Serif"/>
          <w:sz w:val="28"/>
          <w:szCs w:val="28"/>
        </w:rPr>
        <w:t xml:space="preserve"> тыс. рублей, из них безвозмездные поступления </w:t>
      </w:r>
      <w:r w:rsidRPr="00E911ED">
        <w:rPr>
          <w:rFonts w:ascii="PT Astra Serif" w:hAnsi="PT Astra Serif"/>
          <w:sz w:val="28"/>
          <w:szCs w:val="28"/>
        </w:rPr>
        <w:br/>
        <w:t xml:space="preserve">от других бюджетов бюджетной системы Российской Федерации в сумме </w:t>
      </w:r>
      <w:r w:rsidR="00E911ED" w:rsidRPr="00E911ED">
        <w:rPr>
          <w:rFonts w:ascii="PT Astra Serif" w:hAnsi="PT Astra Serif"/>
          <w:sz w:val="28"/>
          <w:szCs w:val="28"/>
        </w:rPr>
        <w:t>266009</w:t>
      </w:r>
      <w:r w:rsidR="00F84061">
        <w:rPr>
          <w:rFonts w:ascii="PT Astra Serif" w:hAnsi="PT Astra Serif"/>
          <w:sz w:val="28"/>
          <w:szCs w:val="28"/>
        </w:rPr>
        <w:t>7</w:t>
      </w:r>
      <w:r w:rsidR="00E911ED" w:rsidRPr="00E911ED">
        <w:rPr>
          <w:rFonts w:ascii="PT Astra Serif" w:hAnsi="PT Astra Serif"/>
          <w:sz w:val="28"/>
          <w:szCs w:val="28"/>
        </w:rPr>
        <w:t>8,112</w:t>
      </w:r>
      <w:r w:rsidRPr="00E911ED">
        <w:rPr>
          <w:rFonts w:ascii="PT Astra Serif" w:hAnsi="PT Astra Serif"/>
          <w:sz w:val="28"/>
          <w:szCs w:val="28"/>
        </w:rPr>
        <w:t xml:space="preserve"> тыс. рублей;</w:t>
      </w:r>
    </w:p>
    <w:p w:rsidR="00295606" w:rsidRPr="00E911ED" w:rsidRDefault="00295606" w:rsidP="00C462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1ED">
        <w:rPr>
          <w:rFonts w:ascii="PT Astra Serif" w:hAnsi="PT Astra Serif"/>
          <w:sz w:val="28"/>
          <w:szCs w:val="28"/>
        </w:rPr>
        <w:lastRenderedPageBreak/>
        <w:t xml:space="preserve">2) общий объём расходов областного бюджета Ульяновской области </w:t>
      </w:r>
      <w:r w:rsidRPr="00E911ED">
        <w:rPr>
          <w:rFonts w:ascii="PT Astra Serif" w:hAnsi="PT Astra Serif"/>
          <w:sz w:val="28"/>
          <w:szCs w:val="28"/>
        </w:rPr>
        <w:br/>
        <w:t xml:space="preserve">в сумме </w:t>
      </w:r>
      <w:r w:rsidR="00E911ED" w:rsidRPr="00E911ED">
        <w:rPr>
          <w:rFonts w:ascii="PT Astra Serif" w:hAnsi="PT Astra Serif"/>
          <w:sz w:val="28"/>
          <w:szCs w:val="28"/>
        </w:rPr>
        <w:t>911176</w:t>
      </w:r>
      <w:r w:rsidR="00F84061">
        <w:rPr>
          <w:rFonts w:ascii="PT Astra Serif" w:hAnsi="PT Astra Serif"/>
          <w:sz w:val="28"/>
          <w:szCs w:val="28"/>
        </w:rPr>
        <w:t>34</w:t>
      </w:r>
      <w:r w:rsidR="00E911ED" w:rsidRPr="00E911ED">
        <w:rPr>
          <w:rFonts w:ascii="PT Astra Serif" w:hAnsi="PT Astra Serif"/>
          <w:sz w:val="28"/>
          <w:szCs w:val="28"/>
        </w:rPr>
        <w:t>,9086</w:t>
      </w:r>
      <w:r w:rsidRPr="00E911ED">
        <w:rPr>
          <w:rFonts w:ascii="PT Astra Serif" w:hAnsi="PT Astra Serif"/>
          <w:sz w:val="28"/>
          <w:szCs w:val="28"/>
        </w:rPr>
        <w:t xml:space="preserve"> тыс. рублей;</w:t>
      </w:r>
    </w:p>
    <w:p w:rsidR="00295606" w:rsidRDefault="00295606" w:rsidP="00C462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911ED">
        <w:rPr>
          <w:rFonts w:ascii="PT Astra Serif" w:hAnsi="PT Astra Serif"/>
          <w:sz w:val="28"/>
          <w:szCs w:val="28"/>
        </w:rPr>
        <w:t xml:space="preserve">3) дефицит областного бюджета Ульяновской области в сумме </w:t>
      </w:r>
      <w:r w:rsidRPr="00E911ED">
        <w:rPr>
          <w:rFonts w:ascii="PT Astra Serif" w:hAnsi="PT Astra Serif"/>
          <w:sz w:val="28"/>
          <w:szCs w:val="28"/>
        </w:rPr>
        <w:br/>
      </w:r>
      <w:r w:rsidR="00E911ED" w:rsidRPr="00E911ED">
        <w:rPr>
          <w:rFonts w:ascii="PT Astra Serif" w:hAnsi="PT Astra Serif"/>
          <w:sz w:val="28"/>
          <w:szCs w:val="28"/>
        </w:rPr>
        <w:t>6327188,16518</w:t>
      </w:r>
      <w:r w:rsidRPr="00E911ED">
        <w:rPr>
          <w:rFonts w:ascii="PT Astra Serif" w:hAnsi="PT Astra Serif"/>
          <w:sz w:val="28"/>
          <w:szCs w:val="28"/>
        </w:rPr>
        <w:t xml:space="preserve"> тыс. рублей.</w:t>
      </w:r>
      <w:r w:rsidR="00153CFB">
        <w:rPr>
          <w:rFonts w:ascii="PT Astra Serif" w:hAnsi="PT Astra Serif"/>
          <w:sz w:val="28"/>
          <w:szCs w:val="28"/>
        </w:rPr>
        <w:t>»</w:t>
      </w:r>
      <w:r w:rsidR="003E7101">
        <w:rPr>
          <w:rFonts w:ascii="PT Astra Serif" w:hAnsi="PT Astra Serif"/>
          <w:sz w:val="28"/>
          <w:szCs w:val="28"/>
        </w:rPr>
        <w:t>;</w:t>
      </w:r>
    </w:p>
    <w:p w:rsidR="003E7101" w:rsidRDefault="003E7101" w:rsidP="00C462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2:</w:t>
      </w:r>
    </w:p>
    <w:p w:rsidR="003E7101" w:rsidRDefault="003E7101" w:rsidP="00C462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пункте 2 цифры </w:t>
      </w:r>
      <w:r w:rsidR="00153CF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81281964,0</w:t>
      </w:r>
      <w:r w:rsidR="00153CFB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81620320,0</w:t>
      </w:r>
      <w:r w:rsidR="00153CFB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3E7101" w:rsidRPr="00E911ED" w:rsidRDefault="003E7101" w:rsidP="00C462D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пункте 3 цифры </w:t>
      </w:r>
      <w:r w:rsidR="00153CF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2687394,0</w:t>
      </w:r>
      <w:r w:rsidR="00153CFB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3025750,0</w:t>
      </w:r>
      <w:r w:rsidR="00153CFB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396014" w:rsidRPr="00603727" w:rsidRDefault="00917E0C" w:rsidP="00C462D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3E7101">
        <w:rPr>
          <w:rFonts w:ascii="PT Astra Serif" w:hAnsi="PT Astra Serif"/>
          <w:szCs w:val="28"/>
        </w:rPr>
        <w:t>2</w:t>
      </w:r>
      <w:r w:rsidR="005F75DA" w:rsidRPr="003E7101">
        <w:rPr>
          <w:rFonts w:ascii="PT Astra Serif" w:hAnsi="PT Astra Serif"/>
          <w:szCs w:val="28"/>
        </w:rPr>
        <w:t xml:space="preserve">) </w:t>
      </w:r>
      <w:r w:rsidR="00396014" w:rsidRPr="003E7101">
        <w:rPr>
          <w:rFonts w:ascii="PT Astra Serif" w:hAnsi="PT Astra Serif"/>
          <w:szCs w:val="28"/>
        </w:rPr>
        <w:t>в части 1 статьи 2:</w:t>
      </w:r>
    </w:p>
    <w:p w:rsidR="00396014" w:rsidRPr="0091684C" w:rsidRDefault="00396014" w:rsidP="00C462D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91684C">
        <w:rPr>
          <w:rFonts w:ascii="PT Astra Serif" w:hAnsi="PT Astra Serif"/>
          <w:spacing w:val="-4"/>
          <w:szCs w:val="28"/>
        </w:rPr>
        <w:t xml:space="preserve">а) в пункте 1 цифры </w:t>
      </w:r>
      <w:r w:rsidR="00153CFB" w:rsidRPr="0091684C">
        <w:rPr>
          <w:rFonts w:ascii="PT Astra Serif" w:hAnsi="PT Astra Serif"/>
          <w:spacing w:val="-4"/>
          <w:szCs w:val="28"/>
        </w:rPr>
        <w:t>«</w:t>
      </w:r>
      <w:r w:rsidRPr="0091684C">
        <w:rPr>
          <w:rFonts w:ascii="PT Astra Serif" w:hAnsi="PT Astra Serif"/>
          <w:spacing w:val="-4"/>
          <w:szCs w:val="28"/>
        </w:rPr>
        <w:t>48756403,07146</w:t>
      </w:r>
      <w:r w:rsidR="00153CFB" w:rsidRPr="0091684C">
        <w:rPr>
          <w:rFonts w:ascii="PT Astra Serif" w:hAnsi="PT Astra Serif"/>
          <w:spacing w:val="-4"/>
          <w:szCs w:val="28"/>
        </w:rPr>
        <w:t>»</w:t>
      </w:r>
      <w:r w:rsidRPr="0091684C">
        <w:rPr>
          <w:rFonts w:ascii="PT Astra Serif" w:hAnsi="PT Astra Serif"/>
          <w:spacing w:val="-4"/>
          <w:szCs w:val="28"/>
        </w:rPr>
        <w:t xml:space="preserve"> заменить цифрами </w:t>
      </w:r>
      <w:r w:rsidR="00153CFB" w:rsidRPr="0091684C">
        <w:rPr>
          <w:rFonts w:ascii="PT Astra Serif" w:hAnsi="PT Astra Serif"/>
          <w:spacing w:val="-4"/>
          <w:szCs w:val="28"/>
        </w:rPr>
        <w:t>«</w:t>
      </w:r>
      <w:r w:rsidRPr="0091684C">
        <w:rPr>
          <w:rFonts w:ascii="PT Astra Serif" w:hAnsi="PT Astra Serif"/>
          <w:spacing w:val="-4"/>
          <w:szCs w:val="28"/>
        </w:rPr>
        <w:t>48618047,07146</w:t>
      </w:r>
      <w:r w:rsidR="00153CFB" w:rsidRPr="0091684C">
        <w:rPr>
          <w:rFonts w:ascii="PT Astra Serif" w:hAnsi="PT Astra Serif"/>
          <w:spacing w:val="-4"/>
          <w:szCs w:val="28"/>
        </w:rPr>
        <w:t>»</w:t>
      </w:r>
      <w:r w:rsidRPr="0091684C">
        <w:rPr>
          <w:rFonts w:ascii="PT Astra Serif" w:hAnsi="PT Astra Serif"/>
          <w:spacing w:val="-4"/>
          <w:szCs w:val="28"/>
        </w:rPr>
        <w:t>;</w:t>
      </w:r>
    </w:p>
    <w:p w:rsidR="00396014" w:rsidRPr="00603727" w:rsidRDefault="00396014" w:rsidP="00C462D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603727">
        <w:rPr>
          <w:rFonts w:ascii="PT Astra Serif" w:hAnsi="PT Astra Serif"/>
          <w:szCs w:val="28"/>
        </w:rPr>
        <w:t xml:space="preserve">б) в пункте 2 цифры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51175749,22663</w:t>
      </w:r>
      <w:r w:rsidR="00153CFB">
        <w:rPr>
          <w:rFonts w:ascii="PT Astra Serif" w:hAnsi="PT Astra Serif"/>
          <w:szCs w:val="28"/>
        </w:rPr>
        <w:t>»</w:t>
      </w:r>
      <w:r w:rsidRPr="00603727"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51375749,22663</w:t>
      </w:r>
      <w:r w:rsidR="00153CFB">
        <w:rPr>
          <w:rFonts w:ascii="PT Astra Serif" w:hAnsi="PT Astra Serif"/>
          <w:szCs w:val="28"/>
        </w:rPr>
        <w:t>»</w:t>
      </w:r>
      <w:r w:rsidRPr="00603727">
        <w:rPr>
          <w:rFonts w:ascii="PT Astra Serif" w:hAnsi="PT Astra Serif"/>
          <w:szCs w:val="28"/>
        </w:rPr>
        <w:t>;</w:t>
      </w:r>
    </w:p>
    <w:p w:rsidR="00396014" w:rsidRPr="00603727" w:rsidRDefault="00396014" w:rsidP="00C462D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603727">
        <w:rPr>
          <w:rFonts w:ascii="PT Astra Serif" w:hAnsi="PT Astra Serif"/>
          <w:szCs w:val="28"/>
        </w:rPr>
        <w:t xml:space="preserve">в) в пункте 3 цифры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51678561,1818</w:t>
      </w:r>
      <w:r w:rsidR="00153CFB">
        <w:rPr>
          <w:rFonts w:ascii="PT Astra Serif" w:hAnsi="PT Astra Serif"/>
          <w:szCs w:val="28"/>
        </w:rPr>
        <w:t>»</w:t>
      </w:r>
      <w:r w:rsidRPr="00603727"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51878561,1818</w:t>
      </w:r>
      <w:r w:rsidR="00153CFB">
        <w:rPr>
          <w:rFonts w:ascii="PT Astra Serif" w:hAnsi="PT Astra Serif"/>
          <w:szCs w:val="28"/>
        </w:rPr>
        <w:t>»</w:t>
      </w:r>
      <w:r w:rsidRPr="00603727">
        <w:rPr>
          <w:rFonts w:ascii="PT Astra Serif" w:hAnsi="PT Astra Serif"/>
          <w:szCs w:val="28"/>
        </w:rPr>
        <w:t>;</w:t>
      </w:r>
    </w:p>
    <w:p w:rsidR="00383BFD" w:rsidRPr="008306AC" w:rsidRDefault="003E7101" w:rsidP="00C462D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3</w:t>
      </w:r>
      <w:r w:rsidR="003F0C37" w:rsidRPr="008306AC">
        <w:rPr>
          <w:rFonts w:ascii="PT Astra Serif" w:hAnsi="PT Astra Serif"/>
          <w:szCs w:val="28"/>
        </w:rPr>
        <w:t>) приложение 3 изложить в следующей редакции:</w:t>
      </w:r>
    </w:p>
    <w:tbl>
      <w:tblPr>
        <w:tblW w:w="9654" w:type="dxa"/>
        <w:tblInd w:w="93" w:type="dxa"/>
        <w:tblLayout w:type="fixed"/>
        <w:tblLook w:val="04A0"/>
      </w:tblPr>
      <w:tblGrid>
        <w:gridCol w:w="3040"/>
        <w:gridCol w:w="2078"/>
        <w:gridCol w:w="2977"/>
        <w:gridCol w:w="1559"/>
      </w:tblGrid>
      <w:tr w:rsidR="003F0C37" w:rsidRPr="005A6EFB" w:rsidTr="002456E9">
        <w:trPr>
          <w:trHeight w:val="360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F0C37" w:rsidRPr="005A6EFB" w:rsidRDefault="003F0C37" w:rsidP="002456E9">
            <w:pPr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bookmarkStart w:id="0" w:name="RANGE!A1:C61"/>
            <w:bookmarkEnd w:id="0"/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0C37" w:rsidRPr="005A6EFB" w:rsidRDefault="00153CFB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3F0C37" w:rsidRPr="005A6EFB">
              <w:rPr>
                <w:rFonts w:ascii="PT Astra Serif" w:hAnsi="PT Astra Serif"/>
                <w:sz w:val="28"/>
                <w:szCs w:val="28"/>
              </w:rPr>
              <w:t>ПРИЛОЖЕНИЕ 3</w:t>
            </w: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  <w:p w:rsidR="003F0C37" w:rsidRPr="005A6EFB" w:rsidRDefault="00153CFB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3F0C37" w:rsidRPr="005A6EFB">
              <w:rPr>
                <w:rFonts w:ascii="PT Astra Serif" w:hAnsi="PT Astra Serif"/>
                <w:sz w:val="28"/>
                <w:szCs w:val="28"/>
              </w:rPr>
              <w:t xml:space="preserve">Об областном бюджете </w:t>
            </w: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 xml:space="preserve">Ульяновской области на 2022 год </w:t>
            </w: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 xml:space="preserve">и на плановый период </w:t>
            </w: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2023 и 2024 годов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 w:rsidRPr="005A6EFB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F0C37" w:rsidRPr="005A6EFB" w:rsidTr="002456E9">
        <w:trPr>
          <w:trHeight w:val="750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6EFB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Источники внутреннего финансирования дефицита </w:t>
            </w:r>
            <w:r w:rsidRPr="005A6EF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областного бюджета Ульяновской области на 2022 год</w:t>
            </w:r>
            <w:r w:rsidRPr="005A6EFB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на плановый период 2023 и 2024 годов</w:t>
            </w:r>
          </w:p>
        </w:tc>
      </w:tr>
      <w:tr w:rsidR="003F0C37" w:rsidRPr="005A6EFB" w:rsidTr="00677C85">
        <w:trPr>
          <w:trHeight w:val="227"/>
        </w:trPr>
        <w:tc>
          <w:tcPr>
            <w:tcW w:w="30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05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F0C37" w:rsidRPr="005A6EFB" w:rsidRDefault="003F0C37" w:rsidP="002456E9">
            <w:pPr>
              <w:rPr>
                <w:rFonts w:ascii="PT Astra Serif" w:hAnsi="PT Astra Serif" w:cs="Arial"/>
                <w:sz w:val="28"/>
                <w:szCs w:val="28"/>
              </w:rPr>
            </w:pPr>
          </w:p>
        </w:tc>
      </w:tr>
      <w:tr w:rsidR="003F0C37" w:rsidRPr="005A6EFB" w:rsidTr="00677C85">
        <w:trPr>
          <w:trHeight w:val="360"/>
        </w:trPr>
        <w:tc>
          <w:tcPr>
            <w:tcW w:w="809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6EFB">
              <w:rPr>
                <w:rFonts w:ascii="PT Astra Serif" w:hAnsi="PT Astra Serif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677C85" w:rsidRPr="005A6EFB" w:rsidRDefault="00677C85">
      <w:pPr>
        <w:rPr>
          <w:sz w:val="2"/>
          <w:szCs w:val="2"/>
        </w:rPr>
      </w:pPr>
    </w:p>
    <w:tbl>
      <w:tblPr>
        <w:tblW w:w="969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2"/>
        <w:gridCol w:w="1984"/>
        <w:gridCol w:w="1644"/>
        <w:gridCol w:w="1984"/>
      </w:tblGrid>
      <w:tr w:rsidR="003F0C37" w:rsidRPr="005A6EFB" w:rsidTr="006850AC">
        <w:trPr>
          <w:trHeight w:val="487"/>
        </w:trPr>
        <w:tc>
          <w:tcPr>
            <w:tcW w:w="4082" w:type="dxa"/>
            <w:shd w:val="clear" w:color="auto" w:fill="auto"/>
            <w:vAlign w:val="center"/>
          </w:tcPr>
          <w:p w:rsidR="003F0C37" w:rsidRPr="005A6EFB" w:rsidRDefault="003F0C37" w:rsidP="005E570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Наименование показател</w:t>
            </w:r>
            <w:r w:rsidR="005E5703">
              <w:rPr>
                <w:rFonts w:ascii="PT Astra Serif" w:hAnsi="PT Astra Serif"/>
                <w:sz w:val="28"/>
                <w:szCs w:val="28"/>
              </w:rPr>
              <w:t>я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644" w:type="dxa"/>
            <w:vAlign w:val="center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984" w:type="dxa"/>
            <w:vAlign w:val="center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150BE4" w:rsidRPr="005A6EFB" w:rsidRDefault="00150BE4" w:rsidP="001668C7">
      <w:pPr>
        <w:spacing w:line="14" w:lineRule="auto"/>
        <w:rPr>
          <w:sz w:val="2"/>
          <w:szCs w:val="2"/>
        </w:rPr>
      </w:pPr>
    </w:p>
    <w:tbl>
      <w:tblPr>
        <w:tblW w:w="969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82"/>
        <w:gridCol w:w="1984"/>
        <w:gridCol w:w="1644"/>
        <w:gridCol w:w="1984"/>
      </w:tblGrid>
      <w:tr w:rsidR="003F0C37" w:rsidRPr="00123BB0" w:rsidTr="005A75EF">
        <w:trPr>
          <w:trHeight w:val="333"/>
          <w:tblHeader/>
        </w:trPr>
        <w:tc>
          <w:tcPr>
            <w:tcW w:w="40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F0C37" w:rsidRPr="005A6EFB" w:rsidRDefault="003F0C37" w:rsidP="002456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3F0C37" w:rsidRPr="00123BB0" w:rsidTr="005A75EF">
        <w:tc>
          <w:tcPr>
            <w:tcW w:w="40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0C37" w:rsidRPr="005A6EFB" w:rsidRDefault="003F0C37" w:rsidP="00383BFD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Разница между средствами, п</w:t>
            </w:r>
            <w:r w:rsidRPr="005A6EFB">
              <w:rPr>
                <w:rFonts w:ascii="PT Astra Serif" w:hAnsi="PT Astra Serif"/>
                <w:sz w:val="28"/>
                <w:szCs w:val="28"/>
              </w:rPr>
              <w:t>о</w:t>
            </w:r>
            <w:r w:rsidRPr="005A6EFB">
              <w:rPr>
                <w:rFonts w:ascii="PT Astra Serif" w:hAnsi="PT Astra Serif"/>
                <w:sz w:val="28"/>
                <w:szCs w:val="28"/>
              </w:rPr>
              <w:t>ступившими от размещения го</w:t>
            </w:r>
            <w:r w:rsidR="00304BC2" w:rsidRPr="005A6EFB">
              <w:rPr>
                <w:rFonts w:ascii="PT Astra Serif" w:hAnsi="PT Astra Serif"/>
                <w:sz w:val="28"/>
                <w:szCs w:val="28"/>
              </w:rPr>
              <w:t>-</w:t>
            </w:r>
            <w:r w:rsidRPr="005A6EFB">
              <w:rPr>
                <w:rFonts w:ascii="PT Astra Serif" w:hAnsi="PT Astra Serif"/>
                <w:sz w:val="28"/>
                <w:szCs w:val="28"/>
              </w:rPr>
              <w:t>сударственных ценных бумаг субъекта Российской Федер</w:t>
            </w:r>
            <w:r w:rsidRPr="005A6EFB">
              <w:rPr>
                <w:rFonts w:ascii="PT Astra Serif" w:hAnsi="PT Astra Serif"/>
                <w:sz w:val="28"/>
                <w:szCs w:val="28"/>
              </w:rPr>
              <w:t>а</w:t>
            </w:r>
            <w:r w:rsidRPr="005A6EFB">
              <w:rPr>
                <w:rFonts w:ascii="PT Astra Serif" w:hAnsi="PT Astra Serif"/>
                <w:sz w:val="28"/>
                <w:szCs w:val="28"/>
              </w:rPr>
              <w:lastRenderedPageBreak/>
              <w:t>ции, номинальная стоимость которых указана в валюте Ро</w:t>
            </w:r>
            <w:r w:rsidRPr="005A6EFB">
              <w:rPr>
                <w:rFonts w:ascii="PT Astra Serif" w:hAnsi="PT Astra Serif"/>
                <w:sz w:val="28"/>
                <w:szCs w:val="28"/>
              </w:rPr>
              <w:t>с</w:t>
            </w:r>
            <w:r w:rsidRPr="005A6EFB">
              <w:rPr>
                <w:rFonts w:ascii="PT Astra Serif" w:hAnsi="PT Astra Serif"/>
                <w:sz w:val="28"/>
                <w:szCs w:val="28"/>
              </w:rPr>
              <w:t>сийской Федерации, и средс</w:t>
            </w:r>
            <w:r w:rsidRPr="005A6EFB">
              <w:rPr>
                <w:rFonts w:ascii="PT Astra Serif" w:hAnsi="PT Astra Serif"/>
                <w:sz w:val="28"/>
                <w:szCs w:val="28"/>
              </w:rPr>
              <w:t>т</w:t>
            </w:r>
            <w:r w:rsidRPr="005A6EFB">
              <w:rPr>
                <w:rFonts w:ascii="PT Astra Serif" w:hAnsi="PT Astra Serif"/>
                <w:sz w:val="28"/>
                <w:szCs w:val="28"/>
              </w:rPr>
              <w:t>вами, направленными на их п</w:t>
            </w:r>
            <w:r w:rsidRPr="005A6EFB">
              <w:rPr>
                <w:rFonts w:ascii="PT Astra Serif" w:hAnsi="PT Astra Serif"/>
                <w:sz w:val="28"/>
                <w:szCs w:val="28"/>
              </w:rPr>
              <w:t>о</w:t>
            </w:r>
            <w:r w:rsidRPr="005A6EFB">
              <w:rPr>
                <w:rFonts w:ascii="PT Astra Serif" w:hAnsi="PT Astra Serif"/>
                <w:sz w:val="28"/>
                <w:szCs w:val="28"/>
              </w:rPr>
              <w:t>гашение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850AC" w:rsidRPr="005A6EFB" w:rsidRDefault="006850AC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5A6EFB" w:rsidRDefault="00E0194F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1125000,0</w:t>
            </w:r>
          </w:p>
        </w:tc>
        <w:tc>
          <w:tcPr>
            <w:tcW w:w="1644" w:type="dxa"/>
            <w:tcBorders>
              <w:left w:val="nil"/>
              <w:bottom w:val="nil"/>
              <w:right w:val="nil"/>
            </w:tcBorders>
            <w:vAlign w:val="bottom"/>
          </w:tcPr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6850AC" w:rsidRPr="005A6EFB" w:rsidRDefault="006850AC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3F0C37" w:rsidRPr="005A6EFB" w:rsidRDefault="003F0C37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375000,0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6850AC" w:rsidRPr="005A6EFB" w:rsidRDefault="006850AC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003092" w:rsidRPr="005A6EFB" w:rsidRDefault="00003092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</w:p>
          <w:p w:rsidR="003F0C37" w:rsidRPr="005A6EFB" w:rsidRDefault="00E0194F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A6EFB">
              <w:rPr>
                <w:rFonts w:ascii="PT Astra Serif" w:hAnsi="PT Astra Serif"/>
                <w:spacing w:val="-4"/>
                <w:sz w:val="28"/>
                <w:szCs w:val="28"/>
              </w:rPr>
              <w:t>-1850</w:t>
            </w:r>
            <w:r w:rsidR="003F0C37" w:rsidRPr="005A6EFB">
              <w:rPr>
                <w:rFonts w:ascii="PT Astra Serif" w:hAnsi="PT Astra Serif"/>
                <w:spacing w:val="-4"/>
                <w:sz w:val="28"/>
                <w:szCs w:val="28"/>
              </w:rPr>
              <w:t>000,0</w:t>
            </w:r>
          </w:p>
        </w:tc>
      </w:tr>
      <w:tr w:rsidR="003F0C37" w:rsidRPr="00123BB0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hideMark/>
          </w:tcPr>
          <w:p w:rsidR="003F0C37" w:rsidRPr="005A6EFB" w:rsidRDefault="003F0C37" w:rsidP="00383BFD">
            <w:pPr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A6EFB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Разница между полученными и погашенными кредитами кр</w:t>
            </w:r>
            <w:r w:rsidRPr="005A6EFB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5A6EFB">
              <w:rPr>
                <w:rFonts w:ascii="PT Astra Serif" w:hAnsi="PT Astra Serif"/>
                <w:spacing w:val="-4"/>
                <w:sz w:val="28"/>
                <w:szCs w:val="28"/>
              </w:rPr>
              <w:t>дитных организаций в валюте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F0C37" w:rsidRPr="005A6EFB" w:rsidRDefault="00EC23AE" w:rsidP="005A6EFB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</w:t>
            </w:r>
            <w:r w:rsidR="005A6EFB" w:rsidRPr="005A6EFB">
              <w:rPr>
                <w:rFonts w:ascii="PT Astra Serif" w:hAnsi="PT Astra Serif"/>
                <w:sz w:val="28"/>
                <w:szCs w:val="28"/>
              </w:rPr>
              <w:t>6</w:t>
            </w:r>
            <w:r w:rsidRPr="005A6EFB">
              <w:rPr>
                <w:rFonts w:ascii="PT Astra Serif" w:hAnsi="PT Astra Serif"/>
                <w:sz w:val="28"/>
                <w:szCs w:val="28"/>
              </w:rPr>
              <w:t>89706,8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bottom"/>
          </w:tcPr>
          <w:p w:rsidR="003F0C37" w:rsidRPr="005A6EFB" w:rsidRDefault="005A75EF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A6EFB">
              <w:rPr>
                <w:rFonts w:ascii="PT Astra Serif" w:hAnsi="PT Astra Serif"/>
                <w:spacing w:val="-4"/>
                <w:sz w:val="28"/>
                <w:szCs w:val="28"/>
              </w:rPr>
              <w:t>1236226,2552</w:t>
            </w:r>
          </w:p>
        </w:tc>
        <w:tc>
          <w:tcPr>
            <w:tcW w:w="1984" w:type="dxa"/>
            <w:vAlign w:val="bottom"/>
          </w:tcPr>
          <w:p w:rsidR="003F0C37" w:rsidRPr="005A6EFB" w:rsidRDefault="005A75EF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2908041,84088</w:t>
            </w:r>
          </w:p>
        </w:tc>
      </w:tr>
      <w:tr w:rsidR="003F0C37" w:rsidRPr="005A6EFB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hideMark/>
          </w:tcPr>
          <w:p w:rsidR="003F0C37" w:rsidRPr="005A6EFB" w:rsidRDefault="003F0C37" w:rsidP="00383BFD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Разница между полученными и погашенными бюджетными кредитами из других бюджетов бюджетной системы Росси</w:t>
            </w:r>
            <w:r w:rsidRPr="005A6EFB">
              <w:rPr>
                <w:rFonts w:ascii="PT Astra Serif" w:hAnsi="PT Astra Serif"/>
                <w:sz w:val="28"/>
                <w:szCs w:val="28"/>
              </w:rPr>
              <w:t>й</w:t>
            </w:r>
            <w:r w:rsidRPr="005A6EFB">
              <w:rPr>
                <w:rFonts w:ascii="PT Astra Serif" w:hAnsi="PT Astra Serif"/>
                <w:sz w:val="28"/>
                <w:szCs w:val="28"/>
              </w:rPr>
              <w:t xml:space="preserve">ской Федерации 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F0C37" w:rsidRPr="005A6EFB" w:rsidRDefault="005A6EFB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3676900</w:t>
            </w:r>
            <w:r w:rsidR="00EC23AE" w:rsidRPr="005A6EFB">
              <w:rPr>
                <w:rFonts w:ascii="PT Astra Serif" w:hAnsi="PT Astra Serif"/>
                <w:sz w:val="28"/>
                <w:szCs w:val="28"/>
              </w:rPr>
              <w:t>,12413</w:t>
            </w:r>
          </w:p>
        </w:tc>
        <w:tc>
          <w:tcPr>
            <w:tcW w:w="1644" w:type="dxa"/>
            <w:vAlign w:val="bottom"/>
          </w:tcPr>
          <w:p w:rsidR="003F0C37" w:rsidRPr="005A6EFB" w:rsidRDefault="005A6EFB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1146475,9</w:t>
            </w:r>
          </w:p>
        </w:tc>
        <w:tc>
          <w:tcPr>
            <w:tcW w:w="1984" w:type="dxa"/>
            <w:vAlign w:val="bottom"/>
          </w:tcPr>
          <w:p w:rsidR="003F0C37" w:rsidRPr="005A6EFB" w:rsidRDefault="00677C85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-555229,</w:t>
            </w:r>
            <w:r w:rsidR="00EC23AE" w:rsidRPr="005A6EFB">
              <w:rPr>
                <w:rFonts w:ascii="PT Astra Serif" w:hAnsi="PT Astra Serif"/>
                <w:sz w:val="28"/>
                <w:szCs w:val="28"/>
              </w:rPr>
              <w:t>88571</w:t>
            </w:r>
          </w:p>
        </w:tc>
      </w:tr>
      <w:tr w:rsidR="003F0C37" w:rsidRPr="00123BB0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hideMark/>
          </w:tcPr>
          <w:p w:rsidR="003F0C37" w:rsidRPr="005A6EFB" w:rsidRDefault="003F0C37" w:rsidP="00383BFD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Изменение остатков средств на счетах по учёту средств бюдж</w:t>
            </w:r>
            <w:r w:rsidRPr="005A6EFB">
              <w:rPr>
                <w:rFonts w:ascii="PT Astra Serif" w:hAnsi="PT Astra Serif"/>
                <w:sz w:val="28"/>
                <w:szCs w:val="28"/>
              </w:rPr>
              <w:t>е</w:t>
            </w:r>
            <w:r w:rsidRPr="005A6EFB">
              <w:rPr>
                <w:rFonts w:ascii="PT Astra Serif" w:hAnsi="PT Astra Serif"/>
                <w:sz w:val="28"/>
                <w:szCs w:val="28"/>
              </w:rPr>
              <w:t>та в течение соответствующего финансового года</w:t>
            </w:r>
          </w:p>
        </w:tc>
        <w:tc>
          <w:tcPr>
            <w:tcW w:w="198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3F0C37" w:rsidRPr="005A6EFB" w:rsidRDefault="00677C85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175820,46518</w:t>
            </w:r>
          </w:p>
        </w:tc>
        <w:tc>
          <w:tcPr>
            <w:tcW w:w="1644" w:type="dxa"/>
            <w:vAlign w:val="bottom"/>
          </w:tcPr>
          <w:p w:rsidR="003F0C37" w:rsidRPr="005A6EFB" w:rsidRDefault="003F0C37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0</w:t>
            </w:r>
            <w:r w:rsidR="00677C85" w:rsidRPr="005A6EFB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984" w:type="dxa"/>
            <w:vAlign w:val="bottom"/>
          </w:tcPr>
          <w:p w:rsidR="003F0C37" w:rsidRPr="005A6EFB" w:rsidRDefault="00677C85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0,</w:t>
            </w:r>
            <w:r w:rsidR="003F0C37" w:rsidRPr="005A6EFB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</w:tr>
      <w:tr w:rsidR="003F0C37" w:rsidRPr="005A6EFB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hideMark/>
          </w:tcPr>
          <w:p w:rsidR="003F0C37" w:rsidRPr="005A6EFB" w:rsidRDefault="003F0C37" w:rsidP="00383BFD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Иные источники внутреннего финансирования дефицита бюджета</w:t>
            </w:r>
          </w:p>
        </w:tc>
        <w:tc>
          <w:tcPr>
            <w:tcW w:w="198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3F0C37" w:rsidRPr="005A6EFB" w:rsidRDefault="00EC23AE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-1340239,22413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bottom"/>
          </w:tcPr>
          <w:p w:rsidR="003F0C37" w:rsidRPr="005A6EFB" w:rsidRDefault="005A75EF" w:rsidP="00383BFD">
            <w:pPr>
              <w:spacing w:line="245" w:lineRule="auto"/>
              <w:jc w:val="right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A6EFB">
              <w:rPr>
                <w:rFonts w:ascii="PT Astra Serif" w:hAnsi="PT Astra Serif"/>
                <w:spacing w:val="-4"/>
                <w:sz w:val="28"/>
                <w:szCs w:val="28"/>
              </w:rPr>
              <w:t>268047,84483</w:t>
            </w:r>
          </w:p>
        </w:tc>
        <w:tc>
          <w:tcPr>
            <w:tcW w:w="1984" w:type="dxa"/>
            <w:vAlign w:val="bottom"/>
          </w:tcPr>
          <w:p w:rsidR="003F0C37" w:rsidRPr="005A6EFB" w:rsidRDefault="005A75EF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268047,84483</w:t>
            </w:r>
          </w:p>
        </w:tc>
      </w:tr>
      <w:tr w:rsidR="003F0C37" w:rsidRPr="00123BB0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hideMark/>
          </w:tcPr>
          <w:p w:rsidR="003F0C37" w:rsidRPr="005A6EFB" w:rsidRDefault="003F0C37" w:rsidP="00383BFD">
            <w:pPr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F0C37" w:rsidRPr="005A6EFB" w:rsidRDefault="003F0C37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644" w:type="dxa"/>
            <w:vAlign w:val="bottom"/>
          </w:tcPr>
          <w:p w:rsidR="003F0C37" w:rsidRPr="005A6EFB" w:rsidRDefault="003F0C37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4" w:type="dxa"/>
            <w:vAlign w:val="bottom"/>
          </w:tcPr>
          <w:p w:rsidR="003F0C37" w:rsidRPr="005A6EFB" w:rsidRDefault="003F0C37" w:rsidP="00383BFD">
            <w:pPr>
              <w:spacing w:line="245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F0C37" w:rsidRPr="00123BB0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hideMark/>
          </w:tcPr>
          <w:p w:rsidR="003F0C37" w:rsidRPr="005A6EFB" w:rsidRDefault="003F0C37" w:rsidP="00383B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исполнение государственных гарантий в валюте Российской Федерации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F0C37" w:rsidRPr="005A6EFB" w:rsidRDefault="00677C85" w:rsidP="00383BF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644" w:type="dxa"/>
            <w:vAlign w:val="bottom"/>
          </w:tcPr>
          <w:p w:rsidR="003F0C37" w:rsidRPr="005A6EFB" w:rsidRDefault="00677C85" w:rsidP="00383BF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0,</w:t>
            </w:r>
            <w:r w:rsidR="003F0C37" w:rsidRPr="005A6EFB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1984" w:type="dxa"/>
            <w:vAlign w:val="bottom"/>
          </w:tcPr>
          <w:p w:rsidR="003F0C37" w:rsidRPr="005A6EFB" w:rsidRDefault="00677C85" w:rsidP="00383BF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F562FC" w:rsidRPr="00123BB0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</w:tcPr>
          <w:p w:rsidR="00F562FC" w:rsidRPr="005A6EFB" w:rsidRDefault="008F620E" w:rsidP="00383BFD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р</w:t>
            </w:r>
            <w:r w:rsidR="00F562FC" w:rsidRPr="005A6EFB">
              <w:rPr>
                <w:rFonts w:ascii="PT Astra Serif" w:hAnsi="PT Astra Serif"/>
                <w:sz w:val="28"/>
                <w:szCs w:val="28"/>
              </w:rPr>
              <w:t>азница между бюджетными кредитами, предоставленными внутри страны в валюте Ро</w:t>
            </w:r>
            <w:r w:rsidR="00F562FC" w:rsidRPr="005A6EFB">
              <w:rPr>
                <w:rFonts w:ascii="PT Astra Serif" w:hAnsi="PT Astra Serif"/>
                <w:sz w:val="28"/>
                <w:szCs w:val="28"/>
              </w:rPr>
              <w:t>с</w:t>
            </w:r>
            <w:r w:rsidR="00F562FC" w:rsidRPr="005A6EFB">
              <w:rPr>
                <w:rFonts w:ascii="PT Astra Serif" w:hAnsi="PT Astra Serif"/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F562FC" w:rsidRPr="005A6EFB" w:rsidRDefault="00EC23AE" w:rsidP="00383BF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-1340239,22413</w:t>
            </w:r>
          </w:p>
        </w:tc>
        <w:tc>
          <w:tcPr>
            <w:tcW w:w="1644" w:type="dxa"/>
            <w:tcMar>
              <w:left w:w="28" w:type="dxa"/>
              <w:right w:w="28" w:type="dxa"/>
            </w:tcMar>
            <w:vAlign w:val="bottom"/>
          </w:tcPr>
          <w:p w:rsidR="00F562FC" w:rsidRPr="005A6EFB" w:rsidRDefault="005A75EF" w:rsidP="00383BFD">
            <w:pPr>
              <w:jc w:val="right"/>
              <w:rPr>
                <w:rFonts w:ascii="PT Astra Serif" w:hAnsi="PT Astra Serif"/>
                <w:spacing w:val="-2"/>
                <w:sz w:val="28"/>
                <w:szCs w:val="28"/>
              </w:rPr>
            </w:pPr>
            <w:r w:rsidRPr="005A6EFB">
              <w:rPr>
                <w:rFonts w:ascii="PT Astra Serif" w:hAnsi="PT Astra Serif"/>
                <w:spacing w:val="-2"/>
                <w:sz w:val="28"/>
                <w:szCs w:val="28"/>
              </w:rPr>
              <w:t>268047,84483</w:t>
            </w:r>
          </w:p>
        </w:tc>
        <w:tc>
          <w:tcPr>
            <w:tcW w:w="1984" w:type="dxa"/>
            <w:vAlign w:val="bottom"/>
          </w:tcPr>
          <w:p w:rsidR="00F562FC" w:rsidRPr="005A6EFB" w:rsidRDefault="005A75EF" w:rsidP="00383BF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5A6EFB">
              <w:rPr>
                <w:rFonts w:ascii="PT Astra Serif" w:hAnsi="PT Astra Serif"/>
                <w:sz w:val="28"/>
                <w:szCs w:val="28"/>
              </w:rPr>
              <w:t>268047,84483</w:t>
            </w:r>
          </w:p>
        </w:tc>
      </w:tr>
      <w:tr w:rsidR="003F0C37" w:rsidRPr="00123BB0" w:rsidTr="005A75E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82" w:type="dxa"/>
            <w:shd w:val="clear" w:color="auto" w:fill="auto"/>
            <w:vAlign w:val="bottom"/>
            <w:hideMark/>
          </w:tcPr>
          <w:p w:rsidR="003F0C37" w:rsidRPr="005A6EFB" w:rsidRDefault="003F0C37" w:rsidP="00383BFD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6EFB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3F0C37" w:rsidRPr="005A6EFB" w:rsidRDefault="005A6EFB" w:rsidP="00383BFD">
            <w:pPr>
              <w:jc w:val="right"/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</w:pPr>
            <w:r w:rsidRPr="005A6EFB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>6327188</w:t>
            </w:r>
            <w:r w:rsidR="00677C85" w:rsidRPr="005A6EFB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>,16518</w:t>
            </w:r>
          </w:p>
        </w:tc>
        <w:tc>
          <w:tcPr>
            <w:tcW w:w="1644" w:type="dxa"/>
            <w:tcMar>
              <w:left w:w="57" w:type="dxa"/>
              <w:right w:w="57" w:type="dxa"/>
            </w:tcMar>
            <w:vAlign w:val="bottom"/>
          </w:tcPr>
          <w:p w:rsidR="003F0C37" w:rsidRPr="005A6EFB" w:rsidRDefault="005A6EFB" w:rsidP="00383BFD">
            <w:pPr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A6EFB">
              <w:rPr>
                <w:rFonts w:ascii="PT Astra Serif" w:hAnsi="PT Astra Serif"/>
                <w:b/>
                <w:bCs/>
                <w:sz w:val="28"/>
                <w:szCs w:val="28"/>
              </w:rPr>
              <w:t>3025750,0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  <w:vAlign w:val="bottom"/>
          </w:tcPr>
          <w:p w:rsidR="003F0C37" w:rsidRPr="005A6EFB" w:rsidRDefault="00677C85" w:rsidP="00383BF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5A6EFB">
              <w:rPr>
                <w:rFonts w:ascii="PT Astra Serif" w:hAnsi="PT Astra Serif"/>
                <w:b/>
                <w:bCs/>
                <w:sz w:val="28"/>
                <w:szCs w:val="28"/>
              </w:rPr>
              <w:t>770859,8</w:t>
            </w:r>
            <w:r w:rsidR="00153CFB">
              <w:rPr>
                <w:rFonts w:ascii="PT Astra Serif" w:hAnsi="PT Astra Serif"/>
                <w:bCs/>
                <w:sz w:val="28"/>
                <w:szCs w:val="28"/>
              </w:rPr>
              <w:t>»</w:t>
            </w:r>
            <w:r w:rsidRPr="005A6EFB">
              <w:rPr>
                <w:rFonts w:ascii="PT Astra Serif" w:hAnsi="PT Astra Serif"/>
                <w:bCs/>
                <w:sz w:val="28"/>
                <w:szCs w:val="28"/>
              </w:rPr>
              <w:t>;</w:t>
            </w:r>
          </w:p>
        </w:tc>
      </w:tr>
    </w:tbl>
    <w:p w:rsidR="0036581C" w:rsidRDefault="003E7101" w:rsidP="00020555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 w:rsidRPr="003E7101">
        <w:rPr>
          <w:rFonts w:ascii="PT Astra Serif" w:hAnsi="PT Astra Serif"/>
          <w:szCs w:val="28"/>
        </w:rPr>
        <w:t>4</w:t>
      </w:r>
      <w:r w:rsidR="004428D7" w:rsidRPr="003E7101">
        <w:rPr>
          <w:rFonts w:ascii="PT Astra Serif" w:hAnsi="PT Astra Serif"/>
          <w:szCs w:val="28"/>
        </w:rPr>
        <w:t xml:space="preserve">) </w:t>
      </w:r>
      <w:r w:rsidR="00126CA0" w:rsidRPr="003E7101">
        <w:rPr>
          <w:rFonts w:ascii="PT Astra Serif" w:hAnsi="PT Astra Serif"/>
          <w:szCs w:val="28"/>
        </w:rPr>
        <w:t xml:space="preserve">в </w:t>
      </w:r>
      <w:r w:rsidR="004428D7" w:rsidRPr="003E7101">
        <w:rPr>
          <w:rFonts w:ascii="PT Astra Serif" w:hAnsi="PT Astra Serif"/>
          <w:szCs w:val="28"/>
        </w:rPr>
        <w:t>приложени</w:t>
      </w:r>
      <w:r w:rsidR="00126CA0" w:rsidRPr="003E7101">
        <w:rPr>
          <w:rFonts w:ascii="PT Astra Serif" w:hAnsi="PT Astra Serif"/>
          <w:szCs w:val="28"/>
        </w:rPr>
        <w:t>и</w:t>
      </w:r>
      <w:r w:rsidR="004428D7" w:rsidRPr="003E7101">
        <w:rPr>
          <w:rFonts w:ascii="PT Astra Serif" w:hAnsi="PT Astra Serif"/>
          <w:szCs w:val="28"/>
        </w:rPr>
        <w:t xml:space="preserve"> 4</w:t>
      </w:r>
      <w:r w:rsidR="0036581C" w:rsidRPr="003E7101">
        <w:rPr>
          <w:rFonts w:ascii="PT Astra Serif" w:hAnsi="PT Astra Serif"/>
          <w:szCs w:val="28"/>
        </w:rPr>
        <w:t>:</w:t>
      </w:r>
    </w:p>
    <w:p w:rsidR="00126CA0" w:rsidRDefault="0091684C" w:rsidP="00D85A25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а) </w:t>
      </w:r>
      <w:r w:rsidR="00C3798A">
        <w:rPr>
          <w:rFonts w:ascii="PT Astra Serif" w:hAnsi="PT Astra Serif"/>
          <w:szCs w:val="28"/>
        </w:rPr>
        <w:t xml:space="preserve">главу </w:t>
      </w:r>
      <w:r w:rsidR="00153CFB">
        <w:rPr>
          <w:rFonts w:ascii="PT Astra Serif" w:hAnsi="PT Astra Serif"/>
          <w:szCs w:val="28"/>
        </w:rPr>
        <w:t>«</w:t>
      </w:r>
      <w:r w:rsidR="00C3798A">
        <w:rPr>
          <w:rFonts w:ascii="PT Astra Serif" w:hAnsi="PT Astra Serif"/>
          <w:szCs w:val="28"/>
        </w:rPr>
        <w:t>Правительство Ульяновской области</w:t>
      </w:r>
      <w:r w:rsidR="00153CFB">
        <w:rPr>
          <w:rFonts w:ascii="PT Astra Serif" w:hAnsi="PT Astra Serif"/>
          <w:szCs w:val="28"/>
        </w:rPr>
        <w:t>»</w:t>
      </w:r>
      <w:r w:rsidR="00C3798A">
        <w:rPr>
          <w:rFonts w:ascii="PT Astra Serif" w:hAnsi="PT Astra Serif"/>
          <w:szCs w:val="28"/>
        </w:rPr>
        <w:t xml:space="preserve"> (Мин 203) изложить в следующей редакции:</w:t>
      </w:r>
    </w:p>
    <w:p w:rsidR="00126CA0" w:rsidRDefault="00126CA0" w:rsidP="00D85A25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  <w:sectPr w:rsidR="00126CA0" w:rsidSect="0028779B">
          <w:headerReference w:type="even" r:id="rId10"/>
          <w:headerReference w:type="default" r:id="rId11"/>
          <w:headerReference w:type="first" r:id="rId12"/>
          <w:footerReference w:type="first" r:id="rId13"/>
          <w:pgSz w:w="11907" w:h="16840" w:code="9"/>
          <w:pgMar w:top="1134" w:right="567" w:bottom="1134" w:left="1701" w:header="709" w:footer="709" w:gutter="0"/>
          <w:cols w:space="720"/>
          <w:formProt w:val="0"/>
          <w:titlePg/>
          <w:docGrid w:linePitch="272"/>
        </w:sectPr>
      </w:pPr>
    </w:p>
    <w:tbl>
      <w:tblPr>
        <w:tblW w:w="14559" w:type="dxa"/>
        <w:tblInd w:w="108" w:type="dxa"/>
        <w:tblLayout w:type="fixed"/>
        <w:tblLook w:val="04A0"/>
      </w:tblPr>
      <w:tblGrid>
        <w:gridCol w:w="4540"/>
        <w:gridCol w:w="636"/>
        <w:gridCol w:w="509"/>
        <w:gridCol w:w="567"/>
        <w:gridCol w:w="1843"/>
        <w:gridCol w:w="567"/>
        <w:gridCol w:w="2098"/>
        <w:gridCol w:w="2098"/>
        <w:gridCol w:w="1701"/>
      </w:tblGrid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53CFB" w:rsidP="00126CA0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="00126CA0" w:rsidRPr="00126C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3284366</w:t>
            </w:r>
            <w:r w:rsidR="00D042C5" w:rsidRPr="00126CA0">
              <w:rPr>
                <w:rFonts w:ascii="PT Astra Serif" w:hAnsi="PT Astra Serif"/>
                <w:b/>
                <w:sz w:val="28"/>
                <w:szCs w:val="28"/>
              </w:rPr>
              <w:t>,1795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2569894</w:t>
            </w:r>
            <w:r w:rsidR="00D042C5" w:rsidRPr="00126CA0">
              <w:rPr>
                <w:rFonts w:ascii="PT Astra Serif" w:hAnsi="PT Astra Serif"/>
                <w:b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2829703</w:t>
            </w:r>
            <w:r w:rsidR="00D042C5" w:rsidRPr="00126CA0">
              <w:rPr>
                <w:rFonts w:ascii="PT Astra Serif" w:hAnsi="PT Astra Serif"/>
                <w:b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2035681,53372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1635753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C10EE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1779265,075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высшего дол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ностного лица субъекта Российской Федерации и муниципального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субъектов Росси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Федерации, местных админ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371669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363187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363187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371669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363187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363187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Руководитель высшего исполн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органа государственной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власти Ульяновской области и его заместители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41187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330482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C10EE9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328795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320313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320313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8E40E9" w:rsidRDefault="00126CA0" w:rsidP="00126CA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Осуществление полномочий по с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ставлению (изменению) списков кандидатов в присяжные заседатели 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федеральных судов общей юри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дикции 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481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1654475,93372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1267330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1411063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,375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253966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224709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224709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казённого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27000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23990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23990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22453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21308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21308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2564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2564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11 0 00 10090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казённого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 питания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2861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2261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реги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нальному отделению Общеросси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общественной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юристов России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обеспечение затрат, связанных с деятельностью Асс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циации по содействию развитию правового просвещения и оказанию бесплатной юридической помощи на территории Ульяновской обла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3446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3446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3446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3446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Совет 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обеспечение затрат по осуществл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нию социально ориентированных видов деятельности в целях соде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ствия развитию местного сам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9738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9738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C462D4" w:rsidRDefault="00126CA0" w:rsidP="00126CA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9738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9738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Ульяновской регионал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2012 года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131-ЗО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 бесплатной юридич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 на территории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автономной некоммерч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Центр стратег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ческих исследований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35570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23170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23170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ным, автономным учреждениям и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35570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23170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23170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Автономной некомме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ческой организации Организации дополнительного профессионал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Корпоративный университет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обеспечение затрат, связанных с решением задач в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17853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17853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мероприятий областной программы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ко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рупции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8E40E9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8E40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8E40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8E40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8E40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8E40E9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территор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альных общественных самоупра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лений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областн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му отделению Всероссийской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щественной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географическое общество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на территории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областного ко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курса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Лучшие в сфере оказания бесплатной юридической помощи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Програ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мы Ульяновской области по обе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печению прав потребителей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11 0 00 10480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депут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тов Государственной Думы и их помощников в избирательных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ругах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57047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57047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57047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45914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45914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45914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11132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11132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11132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сенат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ров Российской Федерации и их помощников в субъектах Росси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6359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6359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6359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5229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5229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5229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11 0 00 51420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чение расходных обязательств, св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занных с организацией и 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нием деятельности муниципальных комиссий по делам несовершенн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летних и защите их прав в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32057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32057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32057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11 0 00 71010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32057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32057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32057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административных правон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рушениях, предусмотренных 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дексом Ульяновской области об административных правонаруш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11 0 00 71020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чение расходных обязательств, св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занных с проведением на террит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 публи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11 0 00 71030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170-ЗО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поддержки общественных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объединений пожарной охраны и добровольных пожарных в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46756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42302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42302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40605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39496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39496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C462D4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Закона Ульяновской о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ласти от 5 мая 2011 года № 73-ЗО </w:t>
            </w:r>
            <w:r w:rsidR="00153CFB"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наградах Ульяновской области</w:t>
            </w:r>
            <w:r w:rsidR="00153CFB"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11 0 00 80160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39122,78672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20880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35299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тию институтов гражданского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щества и поддержка социально ориентированных некоммерческих организаций и добровольческой (волонтёрской) деятельности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литика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27468,58672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24300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Осущест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ление на конкурсной основе ф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нансовой поддержки социально ориентированных программ (пр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ектов), реализуемых социально ориентированными некоммерч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скими организациями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19518,58672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19518,58672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Провед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мероприятий, направленных на обеспечение развития гражданск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 общества и организацию вза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модействия составляющих его эл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ментов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бюджетам поселений и городских округов Ульяновской области в 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осуществлением ежемесячных 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нежных выплат лицам, осущест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ляющим полномочия сельских ст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рост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81 1 05 73080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Выплата премий Губернатора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ства российской нации и этнокул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турное развитие народов России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3980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10999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гражданской идентичности и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этнокультурного развития народов России, проживающих на террит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Проф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лактика экстремизма на наци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нальной и религиозной почве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,7118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,7118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ственно-общественное партнёрство в сфере реализации государстве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ной национальной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10891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,4882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10549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лению единства российской нации и этнокультурному развитию нар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дов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10791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,4882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10449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C462D4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Предоставление субсидий бюдже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10449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Укрепление гражданского единс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ва, гражданского самосознания и сохранения самобытности мног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национального народа Российской Федерации (российской нации)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межнационального и межрелигиозного мира и согласия, гармонизации межнациональных (межэтнических) отношений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4495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4495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этнокультурному и 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ховному развитию народов Росси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,1312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03 R5163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,1312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но-культурная адаптация и инт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грация иностранных граждан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управления в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437940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412204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465685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Оценка претендентов на замещение дол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ностей гражданской службы и гр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жданских служащих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замещению дол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ностей государственной гражда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 Ульяновской области и муниципальной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84 0 01 26010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ведения кадрового учёта лиц, замещающих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венные должности Ульяновской области, гражданских служащих, лиц, замещающих должности, не относящиеся к должностям 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в государственных органах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Внедрение (настройка и содерж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ние) автоматизированной системы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 в целях обеспечения возможности передачи сведений по вопросам формирования кадрового состава государственной гражда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84 0 02 26020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ция профессионального (в том чи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 дополнительного професси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нального) образования лиц, зам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щающих государственные или 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ниципальные должности, должн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 гражданской службы, должн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муниципальной службы в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86013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области, работников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органов, лиц, зам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щающих должности, не относ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щиеся к должностям муниципал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ной службы в органах местного 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или аппаратах изб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рательных комиссий муниципал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обучению лиц, 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мещающих государственные дол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ности Ульяновской области,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гражданских служ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щих (работников) государственных органов Ульяновской области, лиц, замещающих выборные муниц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пальные должности, и муниц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пальных служащих (работников) органов местного самоуправления муниципальных образований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резерва управленческих кадров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подготовке резе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ва управленческих кадров и сове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шенствованию механизма его 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мирования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шенствование работы с молодёжью на гражданской службе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8E40E9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мер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приятий по работе с молодёжью на государственной гражданской службе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8E40E9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84 0 05 26050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Повыш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имиджа гражданской и 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ципальной службы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облас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конференций и конкурсов по вопросам государственной 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данской службы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и муниципальной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84 0 06 26060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Губернатора Ульяновской области и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венных органов, в том числе 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ведение работ по капитальному 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монту административных зданий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437538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410989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464470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437538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410989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464470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291506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269496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269496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143536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138997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192478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84 0 07 80130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2495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2495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2495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183070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11310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порядка, противодействию 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ступности и профилактике прав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нарушений на территории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правопорядка и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жизнедеятельности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177550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41623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Вовлеч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общественности в деятельность по предупреждению правонаруш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преждение и пресечение престу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лений с участием несовершенн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летних и в отношении их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Создание автоматизированного программн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комплекса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Безопасный город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38833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повышения общего уровня безопасности, правопорядка и безопасности среды обитания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38833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86 1 04 62660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38833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Информ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ционно-методическое обеспечение профилактики правонарушений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86 1 06 00000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правопорядка и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жизнедеятельности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ционно-правовое обеспечение 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тинаркотической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терроризма на территории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Против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действие распространению идеол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гии терроризма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антитеррористической защ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щённости мест массового пребыв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людей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общества и электро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правительства в Ульяновской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740376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598226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638226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,175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админ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барьеров, оптимизация и повышение качества предоста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ления государственных услуг 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полнительными органами госуда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и муниципальных услуг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ганами местного самоуправления муниципальных образований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ства и электронного правительства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705117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567535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594738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,775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сети многофункциональных це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тров предоставления государстве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и муниципальных услуг и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новление их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текущей деятельности подв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домственных учреждений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689427,89899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537668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558906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524202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,6226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450394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450394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162335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87104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105621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2890,27639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2891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функционирования инфр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структуры электронного прав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12509,90101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12789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12509,90101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12789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96 1 04 80230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12509,90101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12789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ровое государственное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Цифровое государственное управление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D6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4277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,175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возможности доступа пользователей в модели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одного окна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посредством единого портала государственных и муниципальных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услуг (функций) к информации, созданной органами государстве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ной власти, органами местного 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и органами госуда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ственных внебюджетных фондов, а также к иной общедоступной 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D6 80340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,575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D6 80340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,675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,575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информирования гр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ждан и популяризация цифровых государственных и муниципальных услуг, а также функций и сервисов, с ними связанных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D6 80350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межведомственного электронного взаимодействия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5093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D6 80360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5093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доступности информационных и телекоммуникационных технол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гий для физических и юридических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лиц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ционного общества и электронного правительства в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28318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тавление субсидии Фонду развития информационных технологий Ул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яновской области в целях финанс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вого обеспечения затрат, связанных с реализацией мероприятий,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правленных на повышение уровня доступности информационных и телекоммуникационных технол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гий для физических и юридических лиц в Ульяновской области, а та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же финансового обеспечения 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осуществлением им уставной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тавление субсидий из областного бюджета Ульяновской области 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тономной некоммерческой орган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зации дополнительного образов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осуществлением её уставной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21818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21818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мационно-телекоммуникационного взаимодействия исполнительных органов государственной власти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ного общества и электронного 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17950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28247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Модерн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зация сетей передачи данных и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новление программного 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15590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25887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15590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25887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96 3 01 80230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15590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25887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формационная безопасность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,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правленного на достижение целей, показателей и результатов фед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Информацио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ная безопасность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3 D4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Обеспечение информационной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 использованием кри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тографических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3 D4 80370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8E40E9" w:rsidRDefault="00126CA0" w:rsidP="00126CA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53CFB"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Внедрение резул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татов космической деятельности и создание региональной инфрастру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туры пространственных данных Ульяновской области</w:t>
            </w:r>
            <w:r w:rsidR="00153CFB"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венной программы Ульяновской области </w:t>
            </w:r>
            <w:r w:rsidR="00153CFB"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информационн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го общества и электронного прав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тельства в Ульяновской области</w:t>
            </w:r>
            <w:r w:rsidR="00153CFB" w:rsidRPr="008E40E9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2740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Модерн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зация и техническое обеспечение функционирования геоинформац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онной системы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Геопортал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2740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2740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96 4 01 80230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2740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Национальная безопасность и 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907988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714768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768935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смягчение последствий чрезвыча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ситуаций природного и техн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 и безопасности жизнедеятельн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Освежение запасов средств индивидуальной защиты для гражданской обороны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Защита населения и территории от чрезвычайных ситуаций природн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 и техногенного характера, 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жарная безопасность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907345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710429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764596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недеятельности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907345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710429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764596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Снижение рисков и смягчение последствий чрезвыча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ситуаций природного и техн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генного характера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 и безопасности жизнедеятельн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 на территории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907345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710429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764596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Участие в создании региональных элементов комплексной системы информир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вания и оповещения населения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7890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7890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комплексной системы экстренного оповещения населения на террит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 и реги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нальной автоматизированной 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темы централизованного оповещ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населения Ульяновской обла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Создание территориального страхового 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 документации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Финанс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вое обеспечение деятельности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ластного государственного казё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Служба 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данской защиты и пожарной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безо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пасности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820685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693639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713639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743307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657744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657744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72816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31432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51432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4462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4462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Содерж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пожарных частей противоп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жарной службы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11917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11917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11660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11917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11917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обеспечения вызова эк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тренных оперативных служб по единому номеру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террит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создан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ем системы обеспечения вызова экстренных оперативных служб по единому номеру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112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86 3 08 62670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нальной безопасности и правоохр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федеральному бюджету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осуществление части переда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полномочий по составлению протоколов об административных правонарушениях, посягающих на общественный порядок и общес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венную безопасность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11 0 00 57010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1708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41215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17819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23319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,025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общества и электро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ного правительства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админ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стративных барьеров, оптимизация и повышение качества предоста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ления государственных услуг 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полнительными органами госуда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и муниципальных услуг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ганами местного самоуправления муниципальных образований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ства и электронного правительства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функционирования инфр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структуры электронного прав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Поддержка региональных проектов в сфере информационных технол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 1 04 R0280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,125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36503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18606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ры, туризма и сохранение объектов культурного наследия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36503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18606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развития сферы вну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реннего и въездного туризма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5110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5110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87 0 06 44140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5110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развития туристской инфрастру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87 0 06 70310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тие туристической инфраструкт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ры, направленного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туристической инфраструктуры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J1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20618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,5567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поддержки реализ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ции общественных инициатив,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правленных на развитие туристич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10309,27835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J1 53320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10309,27835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43135E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="00126CA0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осударственная поддержка разв</w:t>
            </w:r>
            <w:r w:rsidR="00126CA0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126CA0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тия инфраструктуры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J1 53350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10309,27835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J1 53350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10309,27835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програ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туризма и сохранение объектов культурного наследия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10775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,1433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деятельности исполнителей и соисполнителей государственной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10775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,1433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деятел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 областного государственного казённого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10775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,1433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10106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,9433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8990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8990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87 1 01 44170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1116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1116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1116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3565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4305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4305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реподготовка и повышение квал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3565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4305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4305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дарственного управления в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3565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4305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4305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ция профессионального (в том чи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 дополнительного професси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нального) образования лиц, зам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щающих государственные или 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ниципальные должности, должн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 гражданской службы, должн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муниципальной службы в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области, работников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органов, лиц, зам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щающих должности, не относ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щиеся к должностям муниципал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ной службы в органах местного 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или аппаратах изб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рательных комиссий муниципал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образований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обучению лиц, 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мещающих государственные дол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ности Ульяновской области,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гражданских служ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щих (работников) государственных органов Ульяновской области, лиц, замещающих выборные муниц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пальные должности, и муниц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пальных служащих (работников) органов местного самоуправления муниципальных образований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1093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1613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1613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84 0 03 26030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1093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1613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1613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организациям, осущест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ляющим образовательную деятел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ность, в целях возмещения затрат, связанных с обучением гражда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ских служащих на основании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образовательных се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тификатов на дополнительное 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84 0 03 26070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резерва управленческих кадров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подготовке резе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ва управленческих кадров и сове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шенствованию механизма его 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мирования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84 0 04 26040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Подгото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 управленческих кадров для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ганизаций народного хозяйства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84 0 09 00000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84 0 09 R0660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2320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22076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11327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13359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ры, туризма и сохранение объектов культурного наследия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C462D4" w:rsidRDefault="00126CA0" w:rsidP="00126CA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153CFB"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Сохран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ние и государственная охрана </w:t>
            </w:r>
            <w:r w:rsid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объектов культурного наследия (памятников истории и культуры народов Российской Федерации, расположенных на территории </w:t>
            </w:r>
            <w:r w:rsid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Ульяновской области)</w:t>
            </w:r>
            <w:r w:rsidR="00153CFB"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культ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ры,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20076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9327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9359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827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C462D4" w:rsidRDefault="00126CA0" w:rsidP="00C462D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Осуществление переданных органам государственной власти субъектов 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Российской Федерации в соответс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вии с пунктом 1 статьи 9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  <w:vertAlign w:val="superscript"/>
              </w:rPr>
              <w:t>1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Федерал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закона от 25 июня 2002 года № 73-ФЗ </w:t>
            </w:r>
            <w:r w:rsidR="00153CFB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объектах культурного наследия (памятниках истории и культуры) народов Российской Ф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</w:t>
            </w:r>
            <w:r w:rsidR="00153CFB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отношении </w:t>
            </w:r>
            <w:r w:rsid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объектов культурного наследия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827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11 0 00 59500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752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827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ры, туризма и сохранение объектов культурного наследия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19323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ция приоритетных направлений г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культурной полит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19323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Фонду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культурная столица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нансового обеспечения расходов,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связанных с обеспечением его де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16523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52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87 0 03 44180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16523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C462D4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Субсидии Фонду </w:t>
            </w:r>
            <w:r w:rsidR="00153CFB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630E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 –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культурная столица</w:t>
            </w:r>
            <w:r w:rsidR="00153CFB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в целях фина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сового обеспечения расходов, св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проведением на террит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рии Ульяновской области в 2022 г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ду фестиваля </w:t>
            </w:r>
            <w:r w:rsidR="00153CFB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Я </w:t>
            </w:r>
            <w:r w:rsidR="00C462D4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Ульяновск </w:t>
            </w:r>
            <w:r w:rsidR="00C462D4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–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дущее</w:t>
            </w:r>
            <w:r w:rsidR="00153CFB" w:rsidRPr="00C462D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87 0 03 44440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87 0 03 44440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пространства на терр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ство и государственная национал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ная политика в Ульяновской обла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тавление мер социальной поддер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ки молодым специалистам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81 3 04 80050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273676,14278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185920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240520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117325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60462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96062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54700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54700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11 0 00 98702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54700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62625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60462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68062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ства российской нации и этнокул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турное развитие народов России на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гражданской идентичности и этнокультурного развития народов России, проживающих на террит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организациям, осущест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ляющим производство, распр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странение и тиражирование соц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ально значимых программ в сфере электронных средств массовой 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81 2 01 98704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пространства на терр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ство и государственная национал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ная политика в Ульяновской обла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58625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57462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64062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приятия в сфере обеспечения де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тельности юридических лиц, 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ществляющих производство и 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пуск теле-, радиопрограмм, связа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с освещением социально зн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чимых событий общественной, экономической и культурной жи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 в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58625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57462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64062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Производство продукции сетевого издания и предоставление доступа к нему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7401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7401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81 3 01 98701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7401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7401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телер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диокомпаний, учреждённых Прав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тельством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37931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42218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45818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81 3 01 98703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37931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42218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45818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Производство и распространение телепрограмм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12693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7843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10843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81 3 01 98711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12693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,9795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7843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10843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издател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155350,56328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140458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граммных направлений деятельн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Поддержка в области периодич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ских печатных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11 0 00 98705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149350,56328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пространства на терр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ство и государственная национал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ная политика в Ульяновской обла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149350,56328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приятия в сфере обеспечения де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тельности юридических лиц, 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производство и 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пуск номеров периодических 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чатных изданий, учредителем 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торых является Правительство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149350,56328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областным автономным учреждениям в сфере периодич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ских печатных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149350,56328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81 3 02 98706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149350,56328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135458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пространства на терр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ство и государственная национал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ная политика в Ульяновской обла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приятия в сфере информационной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творческих конкурсов и тематических семинаров в сфере средств массовой информации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FE53A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81 3 03 98707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FE53A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Проведение мероприятий, посв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щённых Дню российской печати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81 3 03 98708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2000,0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C3798A" w:rsidRDefault="0091684C" w:rsidP="00B06AEC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б) </w:t>
      </w:r>
      <w:r w:rsidR="00126CA0">
        <w:rPr>
          <w:rFonts w:ascii="PT Astra Serif" w:hAnsi="PT Astra Serif"/>
          <w:szCs w:val="28"/>
        </w:rPr>
        <w:t xml:space="preserve">главу </w:t>
      </w:r>
      <w:r w:rsidR="00153CFB">
        <w:rPr>
          <w:rFonts w:ascii="PT Astra Serif" w:hAnsi="PT Astra Serif"/>
          <w:szCs w:val="28"/>
        </w:rPr>
        <w:t>«</w:t>
      </w:r>
      <w:r w:rsidR="00126CA0">
        <w:rPr>
          <w:rFonts w:ascii="PT Astra Serif" w:hAnsi="PT Astra Serif"/>
          <w:szCs w:val="28"/>
        </w:rPr>
        <w:t>Министерство имущественных отношений и архитектуры Ульяновской области</w:t>
      </w:r>
      <w:r w:rsidR="00153CFB">
        <w:rPr>
          <w:rFonts w:ascii="PT Astra Serif" w:hAnsi="PT Astra Serif"/>
          <w:szCs w:val="28"/>
        </w:rPr>
        <w:t>»</w:t>
      </w:r>
      <w:r w:rsidR="00126CA0">
        <w:rPr>
          <w:rFonts w:ascii="PT Astra Serif" w:hAnsi="PT Astra Serif"/>
          <w:szCs w:val="28"/>
        </w:rPr>
        <w:t xml:space="preserve"> (Мин 220) изложить </w:t>
      </w:r>
      <w:r>
        <w:rPr>
          <w:rFonts w:ascii="PT Astra Serif" w:hAnsi="PT Astra Serif"/>
          <w:szCs w:val="28"/>
        </w:rPr>
        <w:br/>
      </w:r>
      <w:r w:rsidR="00126CA0">
        <w:rPr>
          <w:rFonts w:ascii="PT Astra Serif" w:hAnsi="PT Astra Serif"/>
          <w:szCs w:val="28"/>
        </w:rPr>
        <w:t>в следующей редакции:</w:t>
      </w:r>
    </w:p>
    <w:tbl>
      <w:tblPr>
        <w:tblW w:w="14559" w:type="dxa"/>
        <w:tblInd w:w="108" w:type="dxa"/>
        <w:tblLayout w:type="fixed"/>
        <w:tblLook w:val="04A0"/>
      </w:tblPr>
      <w:tblGrid>
        <w:gridCol w:w="4540"/>
        <w:gridCol w:w="636"/>
        <w:gridCol w:w="509"/>
        <w:gridCol w:w="567"/>
        <w:gridCol w:w="1843"/>
        <w:gridCol w:w="567"/>
        <w:gridCol w:w="2098"/>
        <w:gridCol w:w="2098"/>
        <w:gridCol w:w="1701"/>
      </w:tblGrid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53CFB" w:rsidP="007862C2">
            <w:pPr>
              <w:spacing w:line="247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126CA0" w:rsidRPr="00126C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Министерство имущественных отношений и архитектуры Уль</w:t>
            </w:r>
            <w:r w:rsidR="00126CA0" w:rsidRPr="00126C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я</w:t>
            </w:r>
            <w:r w:rsidR="00126CA0" w:rsidRPr="00126CA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138866,10051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137890</w:t>
            </w:r>
            <w:r w:rsidR="00D042C5" w:rsidRPr="00126CA0">
              <w:rPr>
                <w:rFonts w:ascii="PT Astra Serif" w:hAnsi="PT Astra Serif"/>
                <w:b/>
                <w:sz w:val="28"/>
                <w:szCs w:val="28"/>
              </w:rPr>
              <w:t>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26CA0">
              <w:rPr>
                <w:rFonts w:ascii="PT Astra Serif" w:hAnsi="PT Astra Serif"/>
                <w:b/>
                <w:sz w:val="28"/>
                <w:szCs w:val="28"/>
              </w:rPr>
              <w:t>131246</w:t>
            </w:r>
            <w:r w:rsidR="00D042C5" w:rsidRPr="00126CA0">
              <w:rPr>
                <w:rFonts w:ascii="PT Astra Serif" w:hAnsi="PT Astra Serif"/>
                <w:b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70869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70869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80051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70869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развития территорий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13511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15979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16110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Осущест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ление деятельности в сфере упра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ления земельными участками, 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положенными в границах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в том числе оплата судебных расходов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3255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47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3500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ция проведения комплексных кад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стровых работ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11431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8979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9354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муниципальным образован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 Ульяновской области в целях софинансирования расходных об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зательств, связанных с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ей выполнения комплексных кад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стровых работ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11431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8979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9354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03 R5110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11431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8979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9354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програ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66540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54890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54890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исполнителя и соисполнителей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66540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54890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54890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ности областного государственного казённого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Регионал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ный земельно-имущественный 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формационный центр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45497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39510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39510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39058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33071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33071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6397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6397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6397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85 5 01 66030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C462D4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Предоставление субсидий из обл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стного бюджета Ульяновской о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ласти областному государственному бюджетному учреждению </w:t>
            </w:r>
            <w:r w:rsidR="00153CFB"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Центр государственной кадастровой оце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ки</w:t>
            </w:r>
            <w:r w:rsidR="00153CFB"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в целях финансового обеспеч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ния выполнения им государстве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C462D4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ного задания и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21042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15380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15380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85 5 01 66050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21042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15380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15380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8582,20051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18154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18049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8582,20051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18154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18049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11403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11299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Градостроительное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планирование развития территорий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11403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11299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муниципальных образований Ульяновской области документами территориального планирования и градостроительного зонирования, актуализация схемы территориал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ного планирования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4711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11403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11299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граммно-аппаратных средств, по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готовка и загрузка картографич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ских данных, необходимых для создания, развития, ввода в эк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плуатацию и эксплуатации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информационной си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темы обеспечения градостроител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85 2 01 44030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3220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7862C2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Подготовка квалифицированных кадров в рамках реализации Закона Ульяновской области от 04.06.2020 № 51-ЗО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собствующих привлечению квал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фицированных работников в сфере градостроительной деятельности в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органы местного самоуправления муниципальных образований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791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7862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85 2 01 44310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791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3403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3299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Внесение изменений в схему те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риториального планирования </w:t>
            </w:r>
            <w:proofErr w:type="spellStart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85 2 01 44390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85 2 01 44390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3870,39051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Повышение э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фективности управления госуда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ственным имуществом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3870,39051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Осущест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ление деятельности в сфере упра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ления объектами государственного имущества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3870,39051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90 7 01 00000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3870,39051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6750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48866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42196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Увековечение 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мяти лиц, внёсших особый вклад в историю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программы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Создание, ремонт (реставрация) и установка объектов монументального иску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ласти бюджетам муниципальных образований Ульяновской области в целях софинансирования расхо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обязательств, возникающих в связи с изготовлением, ремонтом и реставрацией памятников, скуль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турных композиций, бюстов, мем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риальных досок в память о лицах, внёсших особый вклад в историю 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 (включая п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гашение кредиторской задолже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85 4 01 74240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85 4 01 74240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11670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жили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програ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исполнителя и соисполнителей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47587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37196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37479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34542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34542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10100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85 5 01 80010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7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ние жилыми помещениями гра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дан, относящихся к категориям, у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тановленным законодательством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помещений детям-сиротам и детям, оставши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ся без попечения родителей, лицам из их числа по договорам найма специализированных жилых пом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щений за счёт средств областного бюджета Ульяновской области сверх установленного уровня с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финансирования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lastRenderedPageBreak/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126CA0" w:rsidRPr="00126CA0" w:rsidTr="00126CA0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CA0" w:rsidRPr="00126CA0" w:rsidRDefault="00126CA0" w:rsidP="00126CA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26CA0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220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85 1 02 Z0820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2645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26CA0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26CA0" w:rsidRPr="00126CA0" w:rsidRDefault="00182FD9" w:rsidP="00126CA0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126CA0" w:rsidRPr="00126CA0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126CA0">
              <w:rPr>
                <w:rFonts w:ascii="PT Astra Serif" w:hAnsi="PT Astra Serif"/>
                <w:sz w:val="28"/>
                <w:szCs w:val="28"/>
              </w:rPr>
              <w:t>,0</w:t>
            </w: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126CA0" w:rsidRDefault="0091684C" w:rsidP="005E5703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в) </w:t>
      </w:r>
      <w:r w:rsidR="0056666A">
        <w:rPr>
          <w:rFonts w:ascii="PT Astra Serif" w:hAnsi="PT Astra Serif"/>
          <w:szCs w:val="28"/>
        </w:rPr>
        <w:t xml:space="preserve">главу </w:t>
      </w:r>
      <w:r w:rsidR="00153CFB">
        <w:rPr>
          <w:rFonts w:ascii="PT Astra Serif" w:hAnsi="PT Astra Serif"/>
          <w:szCs w:val="28"/>
        </w:rPr>
        <w:t>«</w:t>
      </w:r>
      <w:r w:rsidR="0056666A">
        <w:rPr>
          <w:rFonts w:ascii="PT Astra Serif" w:hAnsi="PT Astra Serif"/>
          <w:szCs w:val="28"/>
        </w:rPr>
        <w:t>Министерство транспорта Ульяновской области</w:t>
      </w:r>
      <w:r w:rsidR="00153CFB">
        <w:rPr>
          <w:rFonts w:ascii="PT Astra Serif" w:hAnsi="PT Astra Serif"/>
          <w:szCs w:val="28"/>
        </w:rPr>
        <w:t>»</w:t>
      </w:r>
      <w:r w:rsidR="0056666A">
        <w:rPr>
          <w:rFonts w:ascii="PT Astra Serif" w:hAnsi="PT Astra Serif"/>
          <w:szCs w:val="28"/>
        </w:rPr>
        <w:t xml:space="preserve"> (Мин 233) изложить в следующей редакции:</w:t>
      </w:r>
    </w:p>
    <w:tbl>
      <w:tblPr>
        <w:tblW w:w="14559" w:type="dxa"/>
        <w:tblInd w:w="108" w:type="dxa"/>
        <w:tblLayout w:type="fixed"/>
        <w:tblLook w:val="04A0"/>
      </w:tblPr>
      <w:tblGrid>
        <w:gridCol w:w="4540"/>
        <w:gridCol w:w="636"/>
        <w:gridCol w:w="509"/>
        <w:gridCol w:w="567"/>
        <w:gridCol w:w="1843"/>
        <w:gridCol w:w="567"/>
        <w:gridCol w:w="2098"/>
        <w:gridCol w:w="2098"/>
        <w:gridCol w:w="1701"/>
      </w:tblGrid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153CFB" w:rsidP="00452AC7">
            <w:pPr>
              <w:spacing w:line="250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56666A" w:rsidRPr="0056666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Министерство транспорта </w:t>
            </w:r>
            <w:r w:rsidR="00C462D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="0056666A" w:rsidRPr="0056666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10671875,43736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10476987</w:t>
            </w:r>
            <w:r w:rsidR="00D042C5" w:rsidRPr="0056666A">
              <w:rPr>
                <w:rFonts w:ascii="PT Astra Serif" w:hAnsi="PT Astra Serif"/>
                <w:b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56666A">
              <w:rPr>
                <w:rFonts w:ascii="PT Astra Serif" w:hAnsi="PT Astra Serif"/>
                <w:b/>
                <w:sz w:val="28"/>
                <w:szCs w:val="28"/>
              </w:rPr>
              <w:t>10133838</w:t>
            </w:r>
            <w:r w:rsidR="00D042C5" w:rsidRPr="0056666A">
              <w:rPr>
                <w:rFonts w:ascii="PT Astra Serif" w:hAnsi="PT Astra Serif"/>
                <w:b/>
                <w:sz w:val="28"/>
                <w:szCs w:val="28"/>
              </w:rPr>
              <w:t>,3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452AC7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10671875,43736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10476987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10133838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452AC7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50554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452AC7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50554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452AC7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програ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50554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452AC7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деятельности исполнителя </w:t>
            </w:r>
            <w:proofErr w:type="spellStart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50554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452AC7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50554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452AC7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государственными внебюдже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44335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31280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452AC7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6176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8680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92 4 01 80010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43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927342,31227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243045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173906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927342,31227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243045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173906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ления Ульяновской области качес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венными услугами пассажирского транспорта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витие транспортной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927342,31227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243045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173906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развитие пассажирских перевозок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542600,14297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автобусов (в том числе внесение первоначального взноса и оплата платежей по дог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вору лизинга) и ввод их в эксплу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тацию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88344,82756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88344,82756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стного бюджета Ульяновской 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ласти юридическим лицам, инд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видуальным предпринимателям в целях возмещения затрат в связи с выполнением перевозок пассаж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ров автомобильным транспортом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253734,08406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253734,08406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Оплата юридическим лицам, инд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видуальным предпринимателям, с которыми заключён государстве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ный контракт, работ (услуг), св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регуля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ных перевозок пассажиров и баг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жа автомобильным транспортом по регулируемым тарифам, в соотве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ствии с требованиями, установле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ными государственным заказчиком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46667,73794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46667,73794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юрид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ческим лицам (за исключением г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 и муниципальных учреждений), являющимся вл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дельцами объектов транспортной инфраструктуры в границах терр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области, в 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возмещения затрат, связанных с обеспечением транспортной </w:t>
            </w:r>
            <w:proofErr w:type="spellStart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безо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пасности</w:t>
            </w:r>
            <w:proofErr w:type="spellEnd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антитеррористической </w:t>
            </w:r>
            <w:r w:rsidR="0043135E"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автовокзалах, 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тостанциях и кассовых пунктах, расположенных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трамваев и тролле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бусов (внесение первоначального взноса и иных платежей по догов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ру лизинга) и ввод их в эксплуат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цию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76269,30632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92 2 01 42430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76269,30632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там муниципальных районов (г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родских округов) Ульяновской 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софинансирования расходных обязательств, связанных с организацией регулярных перев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зок пассажиров и багажа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бильным транспортом по регул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руемым тарифам по муниципал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ным маршрутам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46870,06749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92 2 01 72370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46870,06749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межбюдже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трансфертов из областного бюджета бюджету муниципального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город Димитровград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расходных обязательств, связанных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 организацией бесплатных перев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зок учащихся общеобразовател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и обучающихся в очной форме студентов (слушат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лей) профессиональных образов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организаций, расположе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ных на территории муниципальн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город Димитро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град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92 2 01 72380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30169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,1196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92 2 01 72380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30169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,1196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развитие пассажирских перевозок железн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дорожным транспортом общего пользования в пригородном соо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щении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112470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компенсацию недоп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лученных доходов, связанных с п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ревозкой пассажиров железнод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рожным транспортом общего пол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зования в пригородном сообщении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102470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92 2 02 42350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102470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соглашением о ко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пенсации убытков, возникших в 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зультате государственного регул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рования тарифов на перевозки па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сажиров железнодорожным тран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портом в пригородном сообщении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2011-2014 годах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92 2 02 42360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развитие пассажирских перевозок возду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ным транспортом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35953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,8993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ласти организациям воздушного транспорта в целях возмещения 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трат в связи с выполнением вну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ренних региональных перевозок пассажиров воздушным транспо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35953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,8993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92 2 04 42400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35953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,8993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развитие экологически чистого транспорта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236318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223045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173906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мероприятия по ра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витию рынка газомоторного топл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05 R2600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201600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172800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144000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мероприятия по ра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витию рынка газомоторного топл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ва (развитие заправочной инфр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структуры компримированного природного газа)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05 R2611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201600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172800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144000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05 R2611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201600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172800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144000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Субсидии в целях софинансиров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расходных обязательств на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поддержку переоборудования 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ществующей автомобильной те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ники, включая общественный транспорт и коммунальную техн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ку, для использования природного газа в качестве топлива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34718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50245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29906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05 R2760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34718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50245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29906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9639274,83654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10193942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9959932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инфраструктуры зон ра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вития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гоприятного инвестиционного кл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90 1 00 00000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инфраструктуры в целях реализации новых инвестиционных проектов в рамках постановления Правительства Российской Фед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рации от 19.10.2020 № 1704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 </w:t>
            </w:r>
            <w:proofErr w:type="spellStart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ут</w:t>
            </w:r>
            <w:r w:rsidR="00D60935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верждении</w:t>
            </w:r>
            <w:proofErr w:type="spellEnd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Правил определения новых инвестиционных проектов, в целях реализации которых средства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бюджета субъекта Российской Ф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дерации, высвобождаемые в 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зультате снижения </w:t>
            </w:r>
            <w:r w:rsidR="0043135E"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погаш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ния задолженности субъекта Ро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перед Росси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Федерацией по бюджетным кредитам, подлежат направлению на выполнение инженерных из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сканий, проектирование, эксперт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зу проектной документации и (или) результатов инженерных изыск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ний, строительство, реконструкцию и ввод в эксплуатацию объектов инфраструктуры, а также на по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ключение (технологическое пр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соединение) объектов капитального строительства к сетям инженерно-технического обеспечения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90 1 08 00000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Проектирование и реконструкция автомобильной дороги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Подъезд к городу Ульяновску от автомобил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дороги М-5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Урал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43135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–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Новоул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43135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–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новый инвестиционный проект, расположенный на терр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тории промышленной зоны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90 1 08 63180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90 1 08 63180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9124304,55692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10193942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9959932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9271B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ственные автомобильные дороги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9124304,55692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10193942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9959932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9271B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Стро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тельство и реконструкция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пользования регионального и межмуниципал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ного значения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16620,40422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9271B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реконструкция прочих автомобильных дорог 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щего пользования регионального и межмуниципального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16620,40422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9271B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92 1 01 42030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16620,40422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9271B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ние дорожной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5287763,62468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3938746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4166213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,62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9271B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2205305,69851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2301156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3070951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,92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9271B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92 1 03 42110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2205305,69851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2301156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9271BC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3070951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,92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облас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казённого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Ульяновской обла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199115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233030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233030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43135E"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87605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87759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87759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45442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46351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46351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92 1 03 42130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66038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98890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98890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финансирование дорожной де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отношении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пользования регионального или межмуниц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пального,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92 1 03 57840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357201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357201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92 1 03 57840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207201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357201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601F5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92 1 03 57840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150000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601F5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финансирование дорожной де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отношении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пользования регионального или межмуниц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пального, местного значения за </w:t>
            </w:r>
            <w:r w:rsidR="0043135E"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счёт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средств резервного фонда Правительства Российской Фед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5784F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700000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5784F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700000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Субсидии, предоставляемые в 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расходных обязательств, возникающих в связи с ремонтом дворовых территорий многоквартирных домов и соц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ровым территориям многокварти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ных домов и социальным объектам населённых пунктов, подготовкой проектной документации, стро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тельством, реконструкцией, кап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тальным ремонтом, ремонтом и 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ной разметки) автомобильных 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рог общего пользования местного значения, мостов и иных искусс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венных дорожных сооружений на них, в том числе проектированием и строительством (реконструкцией) автомобильных дорог общего пол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 с твё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дым покрытием до сельских нас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пунктов, не имеющих кру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логодичной связи с сетью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ния, велосипедных дорожек и вел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сипедных парковок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92 1 03 70600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1826140,92617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1047358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862231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Субсидии, предоставляемые в 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расходных обязательств, возникающих в связи с проектированием, строительством (реконструкцией), капитальным ремонтом, ремонтом и содержан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ем велосипедных дорожек и вел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сипедных парковок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69537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62231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62231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92 1 03 70603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69537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62231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62231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Субсидии, предоставляемые в 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расходных обязательств, возникающих в связи с ремонтом дворовых территорий многоквартирных домов и соц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ровым территориям многокварти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домов и социальным объектам населённых пунктов, подготовкой проектной документации, стро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тельством, реконструкцией, кап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тальным ремонтом, ремонтом и 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ной разметки) автомобильных 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рог общего пользования местного значения, мостов и иных искусс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венных дорожных сооружений на них, в том числе проектированием и строительством (реконструкцией) автомобильных дорог общего пол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 с твё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дым покрытием до сельских нас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пунктов, не имеющих кру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логодичной связи с сетью автом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1756603,92617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985127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92 1 03 70604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1756603,92617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985127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ция регионального проекта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2786156,27342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4974504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4597082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,47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хозяйства, обеспечивающей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транспортную связанность между центрами экономического роста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402801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1096889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R1 53890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402801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1096889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ние автомобильных дорог и иску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дорожных сооружений в рамках реализации национального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2383355,27342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3877615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4597082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,47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2028355,27342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3522615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4242082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,47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R1 53940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355000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355000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355000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ция регионального проекта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Общесистемные меры развития дорожного хозяйс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Общеси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темные меры развития дорожного хозяйства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792746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1100691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1016636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,21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роботизированных технологий 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ганизации дорожного движения и контроля за соблюдением правил дорожного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738137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770786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686731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,58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133F35" w:rsidRDefault="0056666A" w:rsidP="00133F35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Внедрение автоматизированных </w:t>
            </w:r>
            <w:r w:rsid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и роботизированных технологий </w:t>
            </w:r>
            <w:r w:rsid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организации дорожного движения и контроля за соблюдением правил дорожного движения (финансовое обеспечение расходов на предоста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ление автономной некоммерческой организации </w:t>
            </w:r>
            <w:r w:rsidR="00153CFB"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Центр организации дорожного движения</w:t>
            </w:r>
            <w:r w:rsidR="00153CFB"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из областного бюджета Ульяновской области в целях финансового обе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печения её затрат в связи с осущес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влением деятельности, направле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на повышение общего уровня общественной безопасности, прав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порядка и безопасности среды об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тания на территории </w:t>
            </w:r>
            <w:proofErr w:type="spellStart"/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</w:t>
            </w:r>
            <w:r w:rsid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</w:t>
            </w:r>
            <w:proofErr w:type="spellEnd"/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области, в том числе посредством участия в решении вопросов орган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и развития комплексной и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формационной среды, обеспеч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вающей прогнозирование, монит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ринг, предупреждение и ликвид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цию возможных угроз общественной безопасности, а также контроль ус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ранения последствий чрезвычайных ситуаций и правонарушений в ра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ках повышения уровня безопасности дорожного движения </w:t>
            </w:r>
            <w:r w:rsid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133F35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590110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601604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686731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,58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33F35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590110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601604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33F35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686731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,58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межбюджетные трансферты на внедрение интеллектуальных транспортных систем, предусма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ривающих автоматизацию проце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сов управления дорожным движ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нием в городских агломерациях, включающих города с населением свыше 300 тысяч человек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148027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169182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118027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139182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томатических пунктов весогаб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ритного контроля на автомобил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дорогах регионального или межмуниципального значения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54609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329904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329904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томатических пунктов весогаб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ритного контроля на автомобил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дорогах регионального или межмуниципального значения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(размещение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автоматических пунктов весогаб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ритного контроля на автомобил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дорогах регионального или межмуниципального значения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52442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324904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324904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94CA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52442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,409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324904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324904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,63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94CA9" w:rsidRDefault="0056666A" w:rsidP="00594CA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Внедрение интеллектуальных </w:t>
            </w:r>
            <w:r w:rsidR="00594CA9" w:rsidRPr="00594CA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>ранспортных систем, а также а</w:t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>томатических пунктов весогаб</w:t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>ритного контроля на автомобил</w:t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дорогах регионального или межмуниципального значения </w:t>
            </w:r>
            <w:r w:rsidR="00C462D4" w:rsidRPr="00594CA9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94CA9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(внедрение интеллектуальных транспортных систем (установка метеостанции)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2166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,592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94CA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R2 54192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2166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,592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94CA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ция регионального проекта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резул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proofErr w:type="spellStart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зопасность</w:t>
            </w:r>
            <w:proofErr w:type="spellEnd"/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дорожного движения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241017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,7536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180000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180000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94CA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Мероприятия, направленные на 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организации 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241017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,7536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180000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94CA9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180000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1 R3 21260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241017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,7536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180000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180000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промышленного комплекса, сел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 и регулирование рынков сельскохозяйственной пр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дукции, сырья и продовольствия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93 0 00 00000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513266,27962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сельских территорий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комплекса, сельских территорий и регулирование ры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ков сельскохозяйственной проду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93 2 00 00000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513266,27962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Повыш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комфортного прожив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ния в сельской местности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93 2 01 00000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513266,27962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развитие транспор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 на сельских территориях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93 2 01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513266,27962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Капитальные вложения в объекты 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93 2 01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419122,12225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56666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93 2 01 R3720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94144,15737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56666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54703,68855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54703,68855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ления Ульяновской области качес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венными услугами пассажирского транспорта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витие транспортной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54703,68855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приятия, направленные на развитие пассажирских перевозок возду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ным транспортом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54703,68855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Ульяновской области дополн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тельных акций, размещаемых при увеличении уставного капитала Акционерного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Аэропорт 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, в целях уплаты осно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ного долга по кредиту на капитал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ный ремонт объектов аэропортовой инфраструктуры, в том числе об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рудование и техническое оснащ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многостороннего работающего на нерегулярной основе пункта пропуска через государственную границу Российской Федерации в аэропорту Ульяновск (Баратаевка)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lastRenderedPageBreak/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53413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92 2 04 42410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53413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ласти юридическим лицам, осущ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ствляющим аэропортовую деятел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ность, в целях возмещения затрат, связанных с уплатой процентов по кредитам, привлечённым в целях капитального ремонта объектов 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э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ропортовой инфраструктуры, в том числе оборудование и техническое оснащение многостороннего раб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тающего на нерегулярной основе пункта пропуска через Государс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венную границу Российской фед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рации в аэропорту Ульяновск (Б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ратаевка)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1290,68855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6666A" w:rsidRPr="0056666A" w:rsidTr="0056666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6666A" w:rsidRPr="0056666A" w:rsidRDefault="0056666A" w:rsidP="001E783B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6666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92 2 04 42420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1290,68855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56666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6666A" w:rsidRPr="0056666A" w:rsidRDefault="0056666A" w:rsidP="001E783B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6666A">
              <w:rPr>
                <w:rFonts w:ascii="PT Astra Serif" w:hAnsi="PT Astra Serif"/>
                <w:sz w:val="28"/>
                <w:szCs w:val="28"/>
              </w:rPr>
              <w:t>0,0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5E5703" w:rsidRDefault="007C2693" w:rsidP="001E783B">
      <w:pPr>
        <w:pStyle w:val="aa"/>
        <w:widowControl w:val="0"/>
        <w:autoSpaceDE w:val="0"/>
        <w:autoSpaceDN w:val="0"/>
        <w:adjustRightInd w:val="0"/>
        <w:spacing w:before="120" w:line="355" w:lineRule="auto"/>
        <w:ind w:firstLine="720"/>
        <w:outlineLvl w:val="0"/>
        <w:rPr>
          <w:rFonts w:ascii="PT Astra Serif" w:hAnsi="PT Astra Serif"/>
          <w:szCs w:val="28"/>
        </w:rPr>
      </w:pPr>
      <w:r w:rsidRPr="00351E2B">
        <w:rPr>
          <w:rFonts w:ascii="PT Astra Serif" w:hAnsi="PT Astra Serif"/>
          <w:szCs w:val="28"/>
        </w:rPr>
        <w:t>г) в главе «Агентство по обеспечению деятельности мировых судей Ульяновской области»</w:t>
      </w:r>
      <w:r w:rsidR="0053187A" w:rsidRPr="0053187A">
        <w:rPr>
          <w:rFonts w:ascii="PT Astra Serif" w:hAnsi="PT Astra Serif"/>
          <w:szCs w:val="28"/>
        </w:rPr>
        <w:t xml:space="preserve"> </w:t>
      </w:r>
      <w:r w:rsidR="0053187A" w:rsidRPr="00351E2B">
        <w:rPr>
          <w:rFonts w:ascii="PT Astra Serif" w:hAnsi="PT Astra Serif"/>
          <w:szCs w:val="28"/>
        </w:rPr>
        <w:t>(Мин 239)</w:t>
      </w:r>
      <w:r w:rsidR="005E5703">
        <w:rPr>
          <w:rFonts w:ascii="PT Astra Serif" w:hAnsi="PT Astra Serif"/>
          <w:szCs w:val="28"/>
        </w:rPr>
        <w:t>:</w:t>
      </w:r>
    </w:p>
    <w:p w:rsidR="007C2693" w:rsidRDefault="007C2693" w:rsidP="001E783B">
      <w:pPr>
        <w:pStyle w:val="aa"/>
        <w:widowControl w:val="0"/>
        <w:autoSpaceDE w:val="0"/>
        <w:autoSpaceDN w:val="0"/>
        <w:adjustRightInd w:val="0"/>
        <w:spacing w:before="120" w:line="355" w:lineRule="auto"/>
        <w:ind w:firstLine="720"/>
        <w:outlineLvl w:val="0"/>
        <w:rPr>
          <w:rFonts w:ascii="PT Astra Serif" w:hAnsi="PT Astra Serif"/>
          <w:szCs w:val="28"/>
        </w:rPr>
      </w:pPr>
      <w:r w:rsidRPr="00351E2B">
        <w:rPr>
          <w:rFonts w:ascii="PT Astra Serif" w:hAnsi="PT Astra Serif"/>
          <w:szCs w:val="28"/>
        </w:rPr>
        <w:t>цифры «227420,5» заменить цифрами</w:t>
      </w:r>
      <w:r>
        <w:rPr>
          <w:rFonts w:ascii="PT Astra Serif" w:hAnsi="PT Astra Serif"/>
          <w:szCs w:val="28"/>
        </w:rPr>
        <w:t xml:space="preserve"> «230220,5»;</w:t>
      </w:r>
    </w:p>
    <w:p w:rsidR="007C2693" w:rsidRDefault="007C2693" w:rsidP="001E783B">
      <w:pPr>
        <w:pStyle w:val="aa"/>
        <w:widowControl w:val="0"/>
        <w:autoSpaceDE w:val="0"/>
        <w:autoSpaceDN w:val="0"/>
        <w:adjustRightInd w:val="0"/>
        <w:spacing w:line="355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D748C4">
        <w:rPr>
          <w:rFonts w:ascii="PT Astra Serif" w:hAnsi="PT Astra Serif"/>
          <w:color w:val="000000"/>
          <w:spacing w:val="-4"/>
          <w:szCs w:val="28"/>
        </w:rPr>
        <w:t>Общегосударственные вопросы</w:t>
      </w:r>
      <w:r>
        <w:rPr>
          <w:rFonts w:ascii="PT Astra Serif" w:hAnsi="PT Astra Serif"/>
          <w:color w:val="000000"/>
          <w:spacing w:val="-4"/>
          <w:szCs w:val="28"/>
        </w:rPr>
        <w:t>» (Мин 239 Рз 01) цифры «</w:t>
      </w:r>
      <w:r w:rsidRPr="00D748C4">
        <w:rPr>
          <w:rFonts w:ascii="PT Astra Serif" w:hAnsi="PT Astra Serif"/>
          <w:color w:val="000000"/>
          <w:spacing w:val="-4"/>
          <w:szCs w:val="28"/>
        </w:rPr>
        <w:t>227420,5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«230220,5»;</w:t>
      </w:r>
    </w:p>
    <w:p w:rsidR="007C2693" w:rsidRDefault="007C2693" w:rsidP="001E783B">
      <w:pPr>
        <w:pStyle w:val="aa"/>
        <w:widowControl w:val="0"/>
        <w:autoSpaceDE w:val="0"/>
        <w:autoSpaceDN w:val="0"/>
        <w:adjustRightInd w:val="0"/>
        <w:spacing w:line="355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szCs w:val="28"/>
        </w:rPr>
        <w:lastRenderedPageBreak/>
        <w:t>в строке «</w:t>
      </w:r>
      <w:r w:rsidRPr="00D748C4">
        <w:rPr>
          <w:rFonts w:ascii="PT Astra Serif" w:hAnsi="PT Astra Serif"/>
          <w:color w:val="000000"/>
          <w:spacing w:val="-4"/>
          <w:szCs w:val="28"/>
        </w:rPr>
        <w:t>Другие общегосударственные вопросы</w:t>
      </w:r>
      <w:r>
        <w:rPr>
          <w:rFonts w:ascii="PT Astra Serif" w:hAnsi="PT Astra Serif"/>
          <w:color w:val="000000"/>
          <w:spacing w:val="-4"/>
          <w:szCs w:val="28"/>
        </w:rPr>
        <w:t>» (Мин 239 Рз 01 ПР 13) цифры «</w:t>
      </w:r>
      <w:r w:rsidRPr="00D748C4">
        <w:rPr>
          <w:rFonts w:ascii="PT Astra Serif" w:hAnsi="PT Astra Serif"/>
          <w:color w:val="000000"/>
          <w:spacing w:val="-4"/>
          <w:szCs w:val="28"/>
        </w:rPr>
        <w:t>125211,5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9C1C65">
        <w:rPr>
          <w:rFonts w:ascii="PT Astra Serif" w:hAnsi="PT Astra Serif"/>
          <w:color w:val="000000"/>
          <w:spacing w:val="-4"/>
          <w:szCs w:val="28"/>
        </w:rPr>
        <w:t>128011,5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7C2693" w:rsidRDefault="007C2693" w:rsidP="007C26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D748C4">
        <w:rPr>
          <w:rFonts w:ascii="PT Astra Serif" w:hAnsi="PT Astra Serif"/>
          <w:color w:val="000000"/>
          <w:spacing w:val="-4"/>
          <w:szCs w:val="28"/>
        </w:rPr>
        <w:t>Мероприятия в рамках непрограммных направлений деятельности</w:t>
      </w:r>
      <w:r>
        <w:rPr>
          <w:rFonts w:ascii="PT Astra Serif" w:hAnsi="PT Astra Serif"/>
          <w:color w:val="000000"/>
          <w:spacing w:val="-4"/>
          <w:szCs w:val="28"/>
        </w:rPr>
        <w:t xml:space="preserve">» (Мин 239 Рз 01 ПР 13 </w:t>
      </w:r>
      <w:r>
        <w:rPr>
          <w:rFonts w:ascii="PT Astra Serif" w:hAnsi="PT Astra Serif"/>
          <w:color w:val="000000"/>
          <w:spacing w:val="-4"/>
          <w:szCs w:val="28"/>
        </w:rPr>
        <w:br/>
        <w:t xml:space="preserve">ЦС </w:t>
      </w:r>
      <w:r w:rsidRPr="00D748C4">
        <w:rPr>
          <w:rFonts w:ascii="PT Astra Serif" w:hAnsi="PT Astra Serif"/>
          <w:color w:val="000000"/>
          <w:spacing w:val="-4"/>
          <w:szCs w:val="28"/>
        </w:rPr>
        <w:t>11 0 00 00000</w:t>
      </w:r>
      <w:r>
        <w:rPr>
          <w:rFonts w:ascii="PT Astra Serif" w:hAnsi="PT Astra Serif"/>
          <w:color w:val="000000"/>
          <w:spacing w:val="-4"/>
          <w:szCs w:val="28"/>
        </w:rPr>
        <w:t>) цифры «</w:t>
      </w:r>
      <w:r w:rsidRPr="00D748C4">
        <w:rPr>
          <w:rFonts w:ascii="PT Astra Serif" w:hAnsi="PT Astra Serif"/>
          <w:color w:val="000000"/>
          <w:spacing w:val="-4"/>
          <w:szCs w:val="28"/>
        </w:rPr>
        <w:t>125211,5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9C1C65">
        <w:rPr>
          <w:rFonts w:ascii="PT Astra Serif" w:hAnsi="PT Astra Serif"/>
          <w:color w:val="000000"/>
          <w:spacing w:val="-4"/>
          <w:szCs w:val="28"/>
        </w:rPr>
        <w:t>128011,5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7C2693" w:rsidRDefault="007C2693" w:rsidP="007C26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D748C4">
        <w:rPr>
          <w:rFonts w:ascii="PT Astra Serif" w:hAnsi="PT Astra Serif"/>
          <w:color w:val="000000"/>
          <w:spacing w:val="-4"/>
          <w:szCs w:val="28"/>
        </w:rPr>
        <w:t>Учреждения по обеспечению хозяйственного обслуживания</w:t>
      </w:r>
      <w:r>
        <w:rPr>
          <w:rFonts w:ascii="PT Astra Serif" w:hAnsi="PT Astra Serif"/>
          <w:color w:val="000000"/>
          <w:spacing w:val="-4"/>
          <w:szCs w:val="28"/>
        </w:rPr>
        <w:t>» (Мин 239 Рз 01 ПР 13 ЦС 11 0 00 80130) ци</w:t>
      </w:r>
      <w:r>
        <w:rPr>
          <w:rFonts w:ascii="PT Astra Serif" w:hAnsi="PT Astra Serif"/>
          <w:color w:val="000000"/>
          <w:spacing w:val="-4"/>
          <w:szCs w:val="28"/>
        </w:rPr>
        <w:t>ф</w:t>
      </w:r>
      <w:r>
        <w:rPr>
          <w:rFonts w:ascii="PT Astra Serif" w:hAnsi="PT Astra Serif"/>
          <w:color w:val="000000"/>
          <w:spacing w:val="-4"/>
          <w:szCs w:val="28"/>
        </w:rPr>
        <w:t>ры «</w:t>
      </w:r>
      <w:r w:rsidRPr="00D748C4">
        <w:rPr>
          <w:rFonts w:ascii="PT Astra Serif" w:hAnsi="PT Astra Serif"/>
          <w:color w:val="000000"/>
          <w:spacing w:val="-4"/>
          <w:szCs w:val="28"/>
        </w:rPr>
        <w:t>125211,5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9C1C65">
        <w:rPr>
          <w:rFonts w:ascii="PT Astra Serif" w:hAnsi="PT Astra Serif"/>
          <w:color w:val="000000"/>
          <w:spacing w:val="-4"/>
          <w:szCs w:val="28"/>
        </w:rPr>
        <w:t>128011,5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7C2693" w:rsidRDefault="007C2693" w:rsidP="007C26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D748C4">
        <w:rPr>
          <w:rFonts w:ascii="PT Astra Serif" w:hAnsi="PT Astra Serif"/>
          <w:color w:val="000000"/>
          <w:spacing w:val="-4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Pr="00D748C4">
        <w:rPr>
          <w:rFonts w:ascii="PT Astra Serif" w:hAnsi="PT Astra Serif"/>
          <w:color w:val="000000"/>
          <w:spacing w:val="-4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 w:rsidR="001E783B">
        <w:rPr>
          <w:rFonts w:ascii="PT Astra Serif" w:hAnsi="PT Astra Serif"/>
          <w:color w:val="000000"/>
          <w:spacing w:val="-4"/>
          <w:szCs w:val="28"/>
        </w:rPr>
        <w:br/>
      </w:r>
      <w:r w:rsidRPr="00D748C4">
        <w:rPr>
          <w:rFonts w:ascii="PT Astra Serif" w:hAnsi="PT Astra Serif"/>
          <w:color w:val="000000"/>
          <w:spacing w:val="-4"/>
          <w:szCs w:val="28"/>
        </w:rPr>
        <w:t>фондами</w:t>
      </w:r>
      <w:r>
        <w:rPr>
          <w:rFonts w:ascii="PT Astra Serif" w:hAnsi="PT Astra Serif"/>
          <w:color w:val="000000"/>
          <w:spacing w:val="-4"/>
          <w:szCs w:val="28"/>
        </w:rPr>
        <w:t>» (Мин 239 Рз 01 ПР 13 ЦС 11 0 00 80130 ВР 100) цифры «</w:t>
      </w:r>
      <w:r w:rsidRPr="00D748C4">
        <w:rPr>
          <w:rFonts w:ascii="PT Astra Serif" w:hAnsi="PT Astra Serif"/>
          <w:color w:val="000000"/>
          <w:spacing w:val="-4"/>
          <w:szCs w:val="28"/>
        </w:rPr>
        <w:t>52241,5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9C1C65">
        <w:rPr>
          <w:rFonts w:ascii="PT Astra Serif" w:hAnsi="PT Astra Serif"/>
          <w:color w:val="000000"/>
          <w:spacing w:val="-4"/>
          <w:szCs w:val="28"/>
        </w:rPr>
        <w:t>55041,5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126CA0" w:rsidRDefault="005E5703" w:rsidP="007C26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д</w:t>
      </w:r>
      <w:r w:rsidR="007C2693" w:rsidRPr="00351E2B">
        <w:rPr>
          <w:rFonts w:ascii="PT Astra Serif" w:hAnsi="PT Astra Serif"/>
          <w:szCs w:val="28"/>
        </w:rPr>
        <w:t xml:space="preserve">) главу «Агентство по развитию человеческого потенциала и трудовых ресурсов Ульяновской области» </w:t>
      </w:r>
      <w:r>
        <w:rPr>
          <w:rFonts w:ascii="PT Astra Serif" w:hAnsi="PT Astra Serif"/>
          <w:szCs w:val="28"/>
        </w:rPr>
        <w:br/>
      </w:r>
      <w:r w:rsidR="007C2693" w:rsidRPr="00351E2B">
        <w:rPr>
          <w:rFonts w:ascii="PT Astra Serif" w:hAnsi="PT Astra Serif"/>
          <w:szCs w:val="28"/>
        </w:rPr>
        <w:t>(Мин 248) изложить в следующей редакции:</w:t>
      </w:r>
    </w:p>
    <w:tbl>
      <w:tblPr>
        <w:tblW w:w="14559" w:type="dxa"/>
        <w:tblInd w:w="108" w:type="dxa"/>
        <w:tblLayout w:type="fixed"/>
        <w:tblLook w:val="04A0"/>
      </w:tblPr>
      <w:tblGrid>
        <w:gridCol w:w="4540"/>
        <w:gridCol w:w="636"/>
        <w:gridCol w:w="509"/>
        <w:gridCol w:w="567"/>
        <w:gridCol w:w="1843"/>
        <w:gridCol w:w="567"/>
        <w:gridCol w:w="2098"/>
        <w:gridCol w:w="2098"/>
        <w:gridCol w:w="1701"/>
      </w:tblGrid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153CFB" w:rsidP="00C3798A">
            <w:pPr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«</w:t>
            </w:r>
            <w:r w:rsidR="00C3798A" w:rsidRPr="00C3798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Агентство по развитию челов</w:t>
            </w:r>
            <w:r w:rsidR="00C3798A" w:rsidRPr="00C3798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е</w:t>
            </w:r>
            <w:r w:rsidR="00C3798A" w:rsidRPr="00C3798A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ческого потенциала и трудовых ресурсов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1202612</w:t>
            </w:r>
            <w:r w:rsidR="00D042C5" w:rsidRPr="00C3798A">
              <w:rPr>
                <w:rFonts w:ascii="PT Astra Serif" w:hAnsi="PT Astra Serif"/>
                <w:b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522173</w:t>
            </w:r>
            <w:r w:rsidR="00D042C5" w:rsidRPr="00C3798A">
              <w:rPr>
                <w:rFonts w:ascii="PT Astra Serif" w:hAnsi="PT Astra Serif"/>
                <w:b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3798A">
              <w:rPr>
                <w:rFonts w:ascii="PT Astra Serif" w:hAnsi="PT Astra Serif"/>
                <w:b/>
                <w:sz w:val="28"/>
                <w:szCs w:val="28"/>
              </w:rPr>
              <w:t>522293</w:t>
            </w:r>
            <w:r w:rsidR="00D042C5" w:rsidRPr="00C3798A">
              <w:rPr>
                <w:rFonts w:ascii="PT Astra Serif" w:hAnsi="PT Astra Serif"/>
                <w:b/>
                <w:sz w:val="28"/>
                <w:szCs w:val="28"/>
              </w:rPr>
              <w:t>,7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безопасность и пр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3782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3932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3782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3932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3782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3932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Оказание содейс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вия добровольному переселению в 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Ульяновскую область соотечес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венников, проживающих за руб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жом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3782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3932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Привлеч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ние соотечественников, прож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вающих за рубежом, на постоянное место жительства в Ульяновскую область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3782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3932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Информационное сопровождение реализации мероприятий, пред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смотренных региональной пр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граммой переселения, включённой в Государственную программу по оказанию содействия добровол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ному переселению в Российскую Федерацию соотечественников, проживающих за рубежом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77 2 01 16000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мероприятий, пред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смотренных региональной пр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граммой переселения, включённой в Государственную программу по оказанию содействия добровол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ному переселению в Российскую Федерацию соотечественников, проживающих за рубежом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3750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3900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2 01 R0860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3580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3731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3875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886810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207152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207122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886810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207152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207122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деятельн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96,53747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Возврат средств в результате 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достижения показателей результ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тивности использования субсидий, предоставляемых из федерального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96,53747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11 0 00 80250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96,53747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886711,36253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206478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206448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занятости населения и социальная поддержка безработных граждан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696337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7874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7489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витие социального партнёрства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695187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6374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5989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ре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лизации прав граждан на труд и 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циальную защиту от безработицы, а также создание благоприятных условий для обеспечения занятости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13115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,3241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2089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1704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10848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55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1906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,7661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2025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1648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77 1 01 15010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6093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гражданам в соответствии с Зак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 Российской Федерации от </w:t>
            </w:r>
            <w:r w:rsidR="00D6093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19 апреля 1991 года № 1032-I </w:t>
            </w:r>
            <w:r w:rsidR="00D6093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Росси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4285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4285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4285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4285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4285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4285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региональной програ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мы Ульяновской области по орг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низации профессионального обуч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ния и дополнительного професси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нального образования работников промышленных предприятий, 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ходящихся под риском увольнения, за счёт средств резервного фонда Правительства Российской Фед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5П010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59937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5П010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59937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дополнительных мер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приятий, направленных на сниж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ние напряжённости на рынке труда Ульяновской области, за счёт средств резервного фонда Прав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тельства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5П020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617849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,5959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5П020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617849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,5959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действие занятости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 на достижение целей, показат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P2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1150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Повышение эффективности слу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бы занятости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1150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P2 52910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1150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1500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програ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190373,46253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198604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198959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190373,46253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198604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198959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4C020F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4C020F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Организации, подведомственные органу исполнительной власти </w:t>
            </w:r>
            <w:r w:rsidR="004C020F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4C020F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Ульяновской области, уполном</w:t>
            </w:r>
            <w:r w:rsidRPr="004C020F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4C020F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ченному в сфере занятости насел</w:t>
            </w:r>
            <w:r w:rsidRPr="004C020F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4C020F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190373,46253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198604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198959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154970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161134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161489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34403,46253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36470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36470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77 3 01 15080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системы комплексной реабилит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ции и абилитации инвалидов, в том числе детей-инвалидов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приятия по формированию условий для повышения уровня професси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нального развития и занятости, включая сопровождаемое содейс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вие занятости инвалидов, в том числе детей-инвалидов, прож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вающих на территории Ульяно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80 4 01 00000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мированию условий для повыш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ния уровня профессионального развития и занятости инвалидов, в том числе детей-инвалидов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80 4 01 18000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673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80 4 01 18000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,16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496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496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,9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80 4 01 18000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,64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176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176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,4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312202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311239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311239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,3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C3798A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занятости населения и социальная поддержка безработных граждан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C3798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витие социального партнёрства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гражданам в соответствии с Зак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 Российской Федерации от </w:t>
            </w:r>
            <w:r w:rsidR="00D6093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19 апреля 1991 года № 1032-I </w:t>
            </w:r>
            <w:r w:rsidR="00D6093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Росси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4C020F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279899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4C020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7C269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279899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7C269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занятости населения и социальная поддержка безработных граждан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279899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7C269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витие социального партнёрства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279899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280039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7C269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области социальн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 партнёрства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7C269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77 1 01 15040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115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7C269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безработным гражданам в соответствии с Зак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 Российской Федерации от </w:t>
            </w:r>
            <w:r w:rsidR="00D6093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19 апреля 1991 года № 1032-I </w:t>
            </w:r>
            <w:r w:rsidR="00D60935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Росси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lastRenderedPageBreak/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279704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279704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279704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7C269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7C269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77 1 01 52900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277704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277704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277704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,5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C462D4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220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220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77 1 01 80050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195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220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220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26302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тости населения и развитие труд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вых ресурсов в Ульяновской обла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26302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програ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26302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26302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26302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25199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25659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24556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24556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,8</w:t>
            </w:r>
          </w:p>
        </w:tc>
      </w:tr>
      <w:tr w:rsidR="00C3798A" w:rsidRPr="00C3798A" w:rsidTr="00C3798A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3798A" w:rsidRPr="00C3798A" w:rsidRDefault="00C3798A" w:rsidP="00D70F1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C3798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248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77 3 01 80010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643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3798A">
              <w:rPr>
                <w:rFonts w:ascii="PT Astra Serif" w:hAnsi="PT Astra Serif"/>
                <w:sz w:val="28"/>
                <w:szCs w:val="28"/>
              </w:rPr>
              <w:t>643</w:t>
            </w:r>
            <w:r w:rsidR="00D042C5" w:rsidRPr="00C3798A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C3798A" w:rsidRPr="00C3798A" w:rsidRDefault="00C3798A" w:rsidP="00D70F1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643,0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7C2693" w:rsidRDefault="00DD1530" w:rsidP="00D70F1D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е</w:t>
      </w:r>
      <w:r w:rsidR="007C2693" w:rsidRPr="00DD6531">
        <w:rPr>
          <w:rFonts w:ascii="PT Astra Serif" w:hAnsi="PT Astra Serif"/>
          <w:szCs w:val="28"/>
        </w:rPr>
        <w:t>) в главе «Агентство записи актов гражданского состояния Ульяновской области» (Мин 256):</w:t>
      </w:r>
    </w:p>
    <w:p w:rsidR="007C2693" w:rsidRPr="00D70F1D" w:rsidRDefault="007C2693" w:rsidP="00D70F1D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pacing w:val="-2"/>
          <w:szCs w:val="28"/>
        </w:rPr>
      </w:pPr>
      <w:r w:rsidRPr="00D70F1D">
        <w:rPr>
          <w:rFonts w:ascii="PT Astra Serif" w:hAnsi="PT Astra Serif"/>
          <w:spacing w:val="-2"/>
          <w:szCs w:val="28"/>
        </w:rPr>
        <w:t>в строке «Расходы на выплаты персоналу в целях обеспечения выполнения функций государственными (муниц</w:t>
      </w:r>
      <w:r w:rsidRPr="00D70F1D">
        <w:rPr>
          <w:rFonts w:ascii="PT Astra Serif" w:hAnsi="PT Astra Serif"/>
          <w:spacing w:val="-2"/>
          <w:szCs w:val="28"/>
        </w:rPr>
        <w:t>и</w:t>
      </w:r>
      <w:r w:rsidRPr="00D70F1D">
        <w:rPr>
          <w:rFonts w:ascii="PT Astra Serif" w:hAnsi="PT Astra Serif"/>
          <w:spacing w:val="-2"/>
          <w:szCs w:val="28"/>
        </w:rPr>
        <w:t>пальными) органами, казёнными учреждениями, органами управления государственными внебюджетными фондами» (Мин 256 Рз 03 ПР 04 ЦС 11 0 00 59300 ВР 100) цифры «</w:t>
      </w:r>
      <w:r w:rsidRPr="00D70F1D">
        <w:rPr>
          <w:rFonts w:ascii="PT Astra Serif" w:hAnsi="PT Astra Serif"/>
          <w:color w:val="000000"/>
          <w:spacing w:val="-2"/>
          <w:szCs w:val="28"/>
        </w:rPr>
        <w:t>49052,42484</w:t>
      </w:r>
      <w:r w:rsidRPr="00D70F1D">
        <w:rPr>
          <w:rFonts w:ascii="PT Astra Serif" w:hAnsi="PT Astra Serif"/>
          <w:spacing w:val="-2"/>
          <w:szCs w:val="28"/>
        </w:rPr>
        <w:t>» заменить цифрами «49152,42484»;</w:t>
      </w:r>
    </w:p>
    <w:p w:rsidR="007C2693" w:rsidRDefault="007C2693" w:rsidP="00D70F1D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AF206D">
        <w:rPr>
          <w:rFonts w:ascii="PT Astra Serif" w:hAnsi="PT Astra Serif"/>
          <w:szCs w:val="28"/>
        </w:rPr>
        <w:t>Межбюджетные трансферты</w:t>
      </w:r>
      <w:r>
        <w:rPr>
          <w:rFonts w:ascii="PT Astra Serif" w:hAnsi="PT Astra Serif"/>
          <w:szCs w:val="28"/>
        </w:rPr>
        <w:t>» (Мин 256 Рз 03 ПР 04 ЦС 11 0 00 59300 ВР 500) цифры «</w:t>
      </w:r>
      <w:r w:rsidRPr="00D748C4">
        <w:rPr>
          <w:rFonts w:ascii="PT Astra Serif" w:hAnsi="PT Astra Serif"/>
          <w:color w:val="000000"/>
          <w:spacing w:val="-4"/>
          <w:szCs w:val="28"/>
        </w:rPr>
        <w:t>10827,44</w:t>
      </w:r>
      <w:r>
        <w:rPr>
          <w:rFonts w:ascii="PT Astra Serif" w:hAnsi="PT Astra Serif"/>
          <w:szCs w:val="28"/>
        </w:rPr>
        <w:t xml:space="preserve">» </w:t>
      </w:r>
      <w:r>
        <w:rPr>
          <w:rFonts w:ascii="PT Astra Serif" w:hAnsi="PT Astra Serif"/>
          <w:szCs w:val="28"/>
        </w:rPr>
        <w:br/>
        <w:t>заменить цифрами «</w:t>
      </w:r>
      <w:r w:rsidRPr="00AF206D">
        <w:rPr>
          <w:rFonts w:ascii="PT Astra Serif" w:hAnsi="PT Astra Serif"/>
          <w:szCs w:val="28"/>
        </w:rPr>
        <w:t>10727,44</w:t>
      </w:r>
      <w:r>
        <w:rPr>
          <w:rFonts w:ascii="PT Astra Serif" w:hAnsi="PT Astra Serif"/>
          <w:szCs w:val="28"/>
        </w:rPr>
        <w:t>»;</w:t>
      </w:r>
    </w:p>
    <w:p w:rsidR="00DD1530" w:rsidRDefault="00DD1530" w:rsidP="00D70F1D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ж</w:t>
      </w:r>
      <w:r w:rsidR="007C2693" w:rsidRPr="00801CA7">
        <w:rPr>
          <w:rFonts w:ascii="PT Astra Serif" w:hAnsi="PT Astra Serif"/>
          <w:szCs w:val="28"/>
        </w:rPr>
        <w:t>) в главе «Агентство по регулированию цен и тарифов</w:t>
      </w:r>
      <w:r>
        <w:rPr>
          <w:rFonts w:ascii="PT Astra Serif" w:hAnsi="PT Astra Serif"/>
          <w:szCs w:val="28"/>
        </w:rPr>
        <w:t xml:space="preserve"> Ульяновской области» (Мин 257): </w:t>
      </w:r>
    </w:p>
    <w:p w:rsidR="007C2693" w:rsidRPr="00801CA7" w:rsidRDefault="007C2693" w:rsidP="00D70F1D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801CA7">
        <w:rPr>
          <w:rFonts w:ascii="PT Astra Serif" w:hAnsi="PT Astra Serif"/>
          <w:szCs w:val="28"/>
        </w:rPr>
        <w:t>цифры «</w:t>
      </w:r>
      <w:r w:rsidRPr="00801CA7">
        <w:rPr>
          <w:rFonts w:ascii="PT Astra Serif" w:hAnsi="PT Astra Serif"/>
          <w:color w:val="000000"/>
          <w:spacing w:val="-4"/>
          <w:szCs w:val="28"/>
        </w:rPr>
        <w:t>40771,6</w:t>
      </w:r>
      <w:r w:rsidRPr="00801CA7">
        <w:rPr>
          <w:rFonts w:ascii="PT Astra Serif" w:hAnsi="PT Astra Serif"/>
          <w:szCs w:val="28"/>
        </w:rPr>
        <w:t>» заменить цифрами «41262,6»;</w:t>
      </w:r>
    </w:p>
    <w:p w:rsidR="007C2693" w:rsidRPr="00801CA7" w:rsidRDefault="007C2693" w:rsidP="00D70F1D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801CA7">
        <w:rPr>
          <w:rFonts w:ascii="PT Astra Serif" w:hAnsi="PT Astra Serif"/>
          <w:szCs w:val="28"/>
        </w:rPr>
        <w:lastRenderedPageBreak/>
        <w:t>в строке «Национальная экономика» (Мин 257 Рз 04) цифры «</w:t>
      </w:r>
      <w:r w:rsidRPr="00801CA7">
        <w:rPr>
          <w:rFonts w:ascii="PT Astra Serif" w:hAnsi="PT Astra Serif"/>
          <w:color w:val="000000"/>
          <w:spacing w:val="-4"/>
          <w:szCs w:val="28"/>
        </w:rPr>
        <w:t>40771,6</w:t>
      </w:r>
      <w:r w:rsidRPr="00801CA7">
        <w:rPr>
          <w:rFonts w:ascii="PT Astra Serif" w:hAnsi="PT Astra Serif"/>
          <w:szCs w:val="28"/>
        </w:rPr>
        <w:t>» заменить цифрами «41262,6»;</w:t>
      </w:r>
    </w:p>
    <w:p w:rsidR="007C2693" w:rsidRPr="008F0B50" w:rsidRDefault="007C2693" w:rsidP="00D70F1D">
      <w:pPr>
        <w:pStyle w:val="aa"/>
        <w:widowControl w:val="0"/>
        <w:autoSpaceDE w:val="0"/>
        <w:autoSpaceDN w:val="0"/>
        <w:adjustRightInd w:val="0"/>
        <w:spacing w:line="348" w:lineRule="auto"/>
        <w:ind w:firstLine="720"/>
        <w:outlineLvl w:val="0"/>
        <w:rPr>
          <w:rFonts w:ascii="PT Astra Serif" w:hAnsi="PT Astra Serif"/>
          <w:szCs w:val="28"/>
        </w:rPr>
      </w:pPr>
      <w:r w:rsidRPr="00801CA7">
        <w:rPr>
          <w:rFonts w:ascii="PT Astra Serif" w:hAnsi="PT Astra Serif"/>
          <w:szCs w:val="28"/>
        </w:rPr>
        <w:t xml:space="preserve">в строке «Другие вопросы в области национальной экономики» </w:t>
      </w:r>
      <w:r w:rsidRPr="008F0B50">
        <w:rPr>
          <w:rFonts w:ascii="PT Astra Serif" w:hAnsi="PT Astra Serif"/>
          <w:szCs w:val="28"/>
        </w:rPr>
        <w:t>(Мин 257 Рз 04 ПР 12) цифры «</w:t>
      </w:r>
      <w:r w:rsidRPr="008F0B50">
        <w:rPr>
          <w:rFonts w:ascii="PT Astra Serif" w:hAnsi="PT Astra Serif"/>
          <w:color w:val="000000"/>
          <w:spacing w:val="-4"/>
          <w:szCs w:val="28"/>
        </w:rPr>
        <w:t>40771,6</w:t>
      </w:r>
      <w:r w:rsidRPr="008F0B50">
        <w:rPr>
          <w:rFonts w:ascii="PT Astra Serif" w:hAnsi="PT Astra Serif"/>
          <w:szCs w:val="28"/>
        </w:rPr>
        <w:t xml:space="preserve">» </w:t>
      </w:r>
      <w:r>
        <w:rPr>
          <w:rFonts w:ascii="PT Astra Serif" w:hAnsi="PT Astra Serif"/>
          <w:szCs w:val="28"/>
        </w:rPr>
        <w:br/>
      </w:r>
      <w:r w:rsidRPr="008F0B50">
        <w:rPr>
          <w:rFonts w:ascii="PT Astra Serif" w:hAnsi="PT Astra Serif"/>
          <w:szCs w:val="28"/>
        </w:rPr>
        <w:t>заменить цифрами «41262,6»;</w:t>
      </w:r>
    </w:p>
    <w:p w:rsidR="007C2693" w:rsidRPr="008F0B50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8F0B50">
        <w:rPr>
          <w:rFonts w:ascii="PT Astra Serif" w:hAnsi="PT Astra Serif"/>
          <w:szCs w:val="28"/>
        </w:rPr>
        <w:t xml:space="preserve">в строке «Мероприятия в рамках непрограммных направлений деятельности» (Мин 257 Рз 04 ПР 12 </w:t>
      </w:r>
      <w:r>
        <w:rPr>
          <w:rFonts w:ascii="PT Astra Serif" w:hAnsi="PT Astra Serif"/>
          <w:szCs w:val="28"/>
        </w:rPr>
        <w:br/>
      </w:r>
      <w:r w:rsidRPr="008F0B50">
        <w:rPr>
          <w:rFonts w:ascii="PT Astra Serif" w:hAnsi="PT Astra Serif"/>
          <w:szCs w:val="28"/>
        </w:rPr>
        <w:t>ЦС 11 0 00 00000) цифры «</w:t>
      </w:r>
      <w:r w:rsidRPr="008F0B50">
        <w:rPr>
          <w:rFonts w:ascii="PT Astra Serif" w:hAnsi="PT Astra Serif"/>
          <w:color w:val="000000"/>
          <w:spacing w:val="-4"/>
          <w:szCs w:val="28"/>
        </w:rPr>
        <w:t>40771,6</w:t>
      </w:r>
      <w:r w:rsidRPr="008F0B50">
        <w:rPr>
          <w:rFonts w:ascii="PT Astra Serif" w:hAnsi="PT Astra Serif"/>
          <w:szCs w:val="28"/>
        </w:rPr>
        <w:t>» заменить цифрами «41262,6»;</w:t>
      </w:r>
    </w:p>
    <w:p w:rsidR="007C2693" w:rsidRPr="008F0B50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8F0B50">
        <w:rPr>
          <w:rFonts w:ascii="PT Astra Serif" w:hAnsi="PT Astra Serif"/>
          <w:szCs w:val="28"/>
        </w:rPr>
        <w:t>в строке «Обеспечение деятельности областного государственного казённого учреждения «Центр мониторинга деятельности регулируемых организаций Ульяновской области» (Мин 257 Рз 04 ПР 12 ЦС 11 0 00 10220) цифры «</w:t>
      </w:r>
      <w:r w:rsidRPr="008F0B50">
        <w:rPr>
          <w:rFonts w:ascii="PT Astra Serif" w:hAnsi="PT Astra Serif"/>
          <w:color w:val="000000"/>
          <w:spacing w:val="-4"/>
          <w:szCs w:val="28"/>
        </w:rPr>
        <w:t>19177,5</w:t>
      </w:r>
      <w:r w:rsidRPr="008F0B50">
        <w:rPr>
          <w:rFonts w:ascii="PT Astra Serif" w:hAnsi="PT Astra Serif"/>
          <w:szCs w:val="28"/>
        </w:rPr>
        <w:t>» заменить цифрами «19668,5»;</w:t>
      </w:r>
    </w:p>
    <w:p w:rsidR="007C2693" w:rsidRPr="00E86FDF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8F0B50">
        <w:rPr>
          <w:rFonts w:ascii="PT Astra Serif" w:hAnsi="PT Astra Serif"/>
          <w:szCs w:val="28"/>
        </w:rPr>
        <w:t xml:space="preserve">в строке «Расходы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Cs w:val="28"/>
        </w:rPr>
        <w:br/>
      </w:r>
      <w:r w:rsidRPr="008F0B50">
        <w:rPr>
          <w:rFonts w:ascii="PT Astra Serif" w:hAnsi="PT Astra Serif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Cs w:val="28"/>
        </w:rPr>
        <w:br/>
      </w:r>
      <w:r w:rsidRPr="008F0B50">
        <w:rPr>
          <w:rFonts w:ascii="PT Astra Serif" w:hAnsi="PT Astra Serif"/>
          <w:szCs w:val="28"/>
        </w:rPr>
        <w:t>фондами» (Мин 257 Рз 04 ПР 12 ЦС 11 0 00 10220 ВР 100) цифры «</w:t>
      </w:r>
      <w:r w:rsidRPr="008F0B50">
        <w:rPr>
          <w:rFonts w:ascii="PT Astra Serif" w:hAnsi="PT Astra Serif"/>
          <w:color w:val="000000"/>
          <w:spacing w:val="-4"/>
          <w:szCs w:val="28"/>
        </w:rPr>
        <w:t>12246,4</w:t>
      </w:r>
      <w:r w:rsidRPr="008F0B50">
        <w:rPr>
          <w:rFonts w:ascii="PT Astra Serif" w:hAnsi="PT Astra Serif"/>
          <w:szCs w:val="28"/>
        </w:rPr>
        <w:t>» заменить цифрами «12737,4»;</w:t>
      </w:r>
    </w:p>
    <w:p w:rsidR="00DD1530" w:rsidRDefault="00DD1530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з) </w:t>
      </w:r>
      <w:r w:rsidR="007C2693" w:rsidRPr="00DD6531">
        <w:rPr>
          <w:rFonts w:ascii="PT Astra Serif" w:hAnsi="PT Astra Serif"/>
          <w:szCs w:val="28"/>
        </w:rPr>
        <w:t xml:space="preserve">в главе «Министерство семейной, демографической политики и социального благополучия Ульяновской </w:t>
      </w:r>
      <w:r w:rsidR="007C2693">
        <w:rPr>
          <w:rFonts w:ascii="PT Astra Serif" w:hAnsi="PT Astra Serif"/>
          <w:szCs w:val="28"/>
        </w:rPr>
        <w:br/>
      </w:r>
      <w:r w:rsidR="007C2693" w:rsidRPr="00DD6531">
        <w:rPr>
          <w:rFonts w:ascii="PT Astra Serif" w:hAnsi="PT Astra Serif"/>
          <w:szCs w:val="28"/>
        </w:rPr>
        <w:t>области» (Мин 264)</w:t>
      </w:r>
      <w:r>
        <w:rPr>
          <w:rFonts w:ascii="PT Astra Serif" w:hAnsi="PT Astra Serif"/>
          <w:szCs w:val="28"/>
        </w:rPr>
        <w:t>:</w:t>
      </w:r>
      <w:r w:rsidR="007C2693" w:rsidRPr="00DD6531">
        <w:rPr>
          <w:rFonts w:ascii="PT Astra Serif" w:hAnsi="PT Astra Serif"/>
          <w:szCs w:val="28"/>
        </w:rPr>
        <w:t xml:space="preserve"> </w:t>
      </w:r>
    </w:p>
    <w:p w:rsidR="007C2693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DD6531">
        <w:rPr>
          <w:rFonts w:ascii="PT Astra Serif" w:hAnsi="PT Astra Serif"/>
          <w:szCs w:val="28"/>
        </w:rPr>
        <w:t>цифры</w:t>
      </w:r>
      <w:r w:rsidRPr="00540641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«</w:t>
      </w:r>
      <w:r w:rsidRPr="00540641">
        <w:rPr>
          <w:rFonts w:ascii="PT Astra Serif" w:hAnsi="PT Astra Serif"/>
          <w:color w:val="000000"/>
          <w:spacing w:val="-4"/>
          <w:szCs w:val="28"/>
        </w:rPr>
        <w:t>17128208,19935</w:t>
      </w:r>
      <w:r>
        <w:rPr>
          <w:rFonts w:ascii="PT Astra Serif" w:hAnsi="PT Astra Serif"/>
          <w:szCs w:val="28"/>
        </w:rPr>
        <w:t>»</w:t>
      </w:r>
      <w:r w:rsidRPr="00540641">
        <w:rPr>
          <w:rFonts w:ascii="PT Astra Serif" w:hAnsi="PT Astra Serif"/>
          <w:szCs w:val="28"/>
        </w:rPr>
        <w:t xml:space="preserve"> заменить цифрами </w:t>
      </w:r>
      <w:r>
        <w:rPr>
          <w:rFonts w:ascii="PT Astra Serif" w:hAnsi="PT Astra Serif"/>
          <w:szCs w:val="28"/>
        </w:rPr>
        <w:t>«</w:t>
      </w:r>
      <w:r w:rsidRPr="00540641">
        <w:rPr>
          <w:rFonts w:ascii="PT Astra Serif" w:hAnsi="PT Astra Serif"/>
          <w:szCs w:val="28"/>
        </w:rPr>
        <w:t>17328208,19935</w:t>
      </w:r>
      <w:r>
        <w:rPr>
          <w:rFonts w:ascii="PT Astra Serif" w:hAnsi="PT Astra Serif"/>
          <w:szCs w:val="28"/>
        </w:rPr>
        <w:t>»</w:t>
      </w:r>
      <w:r w:rsidRPr="00540641">
        <w:rPr>
          <w:rFonts w:ascii="PT Astra Serif" w:hAnsi="PT Astra Serif"/>
          <w:szCs w:val="28"/>
        </w:rPr>
        <w:t>;</w:t>
      </w:r>
    </w:p>
    <w:p w:rsidR="007C2693" w:rsidRPr="00B0798C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Социальная политика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16534815,99935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16734815,99935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Социальное обеспечение населения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7747126,96635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7891813,06635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Мероприятия, связанные с предотвращением влияния ухудшения геополитической и экономической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>ситуации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14 0 00 00000)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40000,0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90000,0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2E3DCE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2E3DCE">
        <w:rPr>
          <w:rFonts w:ascii="PT Astra Serif" w:hAnsi="PT Astra Serif"/>
          <w:szCs w:val="28"/>
        </w:rPr>
        <w:t>в строке «Предоставление единовременной выплаты отдельным категориям граждан Российской Федерации, з</w:t>
      </w:r>
      <w:r w:rsidRPr="002E3DCE">
        <w:rPr>
          <w:rFonts w:ascii="PT Astra Serif" w:hAnsi="PT Astra Serif"/>
          <w:szCs w:val="28"/>
        </w:rPr>
        <w:t>а</w:t>
      </w:r>
      <w:r w:rsidRPr="002E3DCE">
        <w:rPr>
          <w:rFonts w:ascii="PT Astra Serif" w:hAnsi="PT Astra Serif"/>
          <w:szCs w:val="28"/>
        </w:rPr>
        <w:t xml:space="preserve">ключившим контракт о прохождении военной службы» (Мин 264 Рз 10 ПР 03 ЦС 14 0 00 V0010) цифры «40000,0» </w:t>
      </w:r>
      <w:r>
        <w:rPr>
          <w:rFonts w:ascii="PT Astra Serif" w:hAnsi="PT Astra Serif"/>
          <w:szCs w:val="28"/>
        </w:rPr>
        <w:br/>
      </w:r>
      <w:r w:rsidRPr="002E3DCE">
        <w:rPr>
          <w:rFonts w:ascii="PT Astra Serif" w:hAnsi="PT Astra Serif"/>
          <w:szCs w:val="28"/>
        </w:rPr>
        <w:lastRenderedPageBreak/>
        <w:t>заменить цифрами «90000,0»;</w:t>
      </w:r>
    </w:p>
    <w:p w:rsidR="007C2693" w:rsidRPr="00B0798C" w:rsidRDefault="007C2693" w:rsidP="00DD1530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14 0 00 V0010 ВР 300)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40000,0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90000,0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D70F1D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2"/>
          <w:szCs w:val="28"/>
        </w:rPr>
      </w:pPr>
      <w:r w:rsidRPr="00D70F1D">
        <w:rPr>
          <w:rFonts w:ascii="PT Astra Serif" w:hAnsi="PT Astra Serif"/>
          <w:spacing w:val="-2"/>
          <w:szCs w:val="28"/>
        </w:rPr>
        <w:t xml:space="preserve">в строке «Государственная программа Ульяновской области «Социальная поддержка и защита населения </w:t>
      </w:r>
      <w:r w:rsidR="00D70F1D">
        <w:rPr>
          <w:rFonts w:ascii="PT Astra Serif" w:hAnsi="PT Astra Serif"/>
          <w:spacing w:val="-2"/>
          <w:szCs w:val="28"/>
        </w:rPr>
        <w:br/>
      </w:r>
      <w:r w:rsidRPr="00D70F1D">
        <w:rPr>
          <w:rFonts w:ascii="PT Astra Serif" w:hAnsi="PT Astra Serif"/>
          <w:spacing w:val="-2"/>
          <w:szCs w:val="28"/>
        </w:rPr>
        <w:t>на территории Ульяновской области»</w:t>
      </w:r>
      <w:r w:rsidR="00DD1530">
        <w:rPr>
          <w:rFonts w:ascii="PT Astra Serif" w:hAnsi="PT Astra Serif"/>
          <w:spacing w:val="-2"/>
          <w:szCs w:val="28"/>
        </w:rPr>
        <w:t xml:space="preserve"> </w:t>
      </w:r>
      <w:r w:rsidRPr="00D70F1D">
        <w:rPr>
          <w:rFonts w:ascii="PT Astra Serif" w:hAnsi="PT Astra Serif"/>
          <w:spacing w:val="-2"/>
          <w:szCs w:val="28"/>
        </w:rPr>
        <w:t xml:space="preserve">(Мин 264 Рз 10 ПР 03 ЦС 80 0 00 00000) цифры «7669246,06435» заменить </w:t>
      </w:r>
      <w:r w:rsidR="00D70F1D">
        <w:rPr>
          <w:rFonts w:ascii="PT Astra Serif" w:hAnsi="PT Astra Serif"/>
          <w:spacing w:val="-2"/>
          <w:szCs w:val="28"/>
        </w:rPr>
        <w:br/>
      </w:r>
      <w:r w:rsidRPr="00D70F1D">
        <w:rPr>
          <w:rFonts w:ascii="PT Astra Serif" w:hAnsi="PT Astra Serif"/>
          <w:spacing w:val="-2"/>
          <w:szCs w:val="28"/>
        </w:rPr>
        <w:t>цифрами «7763932,16435»;</w:t>
      </w:r>
    </w:p>
    <w:p w:rsidR="007C2693" w:rsidRPr="00B0798C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Подпрограмма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Развитие мер социальной поддержки отдельных категорий граждан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государственной пр</w:t>
      </w:r>
      <w:r w:rsidRPr="00B0798C">
        <w:rPr>
          <w:rFonts w:ascii="PT Astra Serif" w:hAnsi="PT Astra Serif"/>
          <w:spacing w:val="-4"/>
          <w:szCs w:val="28"/>
        </w:rPr>
        <w:t>о</w:t>
      </w:r>
      <w:r w:rsidRPr="00B0798C">
        <w:rPr>
          <w:rFonts w:ascii="PT Astra Serif" w:hAnsi="PT Astra Serif"/>
          <w:spacing w:val="-4"/>
          <w:szCs w:val="28"/>
        </w:rPr>
        <w:t xml:space="preserve">граммы Ульяновской области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Социальная поддержка и защита населения на территории Ульяновской области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 xml:space="preserve">(Мин 264 Рз 10 ПР 03 ЦС 80 1 00 00000)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6401078,46435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6545764,56435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Основное мероприятие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Предоставление мер социальной поддержки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 xml:space="preserve">ЦС 80 1 01 00000)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6401078,46435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6545764,56435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Обеспечение мер социальной поддержки ветеранов труда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1 01 12060)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 xml:space="preserve">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1929643,0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2002329,1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1 01 12060 ВР 300) ци</w:t>
      </w:r>
      <w:r w:rsidRPr="00B0798C">
        <w:rPr>
          <w:rFonts w:ascii="PT Astra Serif" w:hAnsi="PT Astra Serif"/>
          <w:spacing w:val="-4"/>
          <w:szCs w:val="28"/>
        </w:rPr>
        <w:t>ф</w:t>
      </w:r>
      <w:r w:rsidRPr="00B0798C">
        <w:rPr>
          <w:rFonts w:ascii="PT Astra Serif" w:hAnsi="PT Astra Serif"/>
          <w:spacing w:val="-4"/>
          <w:szCs w:val="28"/>
        </w:rPr>
        <w:t xml:space="preserve">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1889017,9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1961704,0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D20B0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2"/>
          <w:szCs w:val="28"/>
        </w:rPr>
      </w:pPr>
      <w:r w:rsidRPr="00BD20B0">
        <w:rPr>
          <w:rFonts w:ascii="PT Astra Serif" w:hAnsi="PT Astra Serif"/>
          <w:spacing w:val="-2"/>
          <w:szCs w:val="28"/>
        </w:rPr>
        <w:t>в строке «Реализация Закона Ульяновской области от 9 января 2008 года № 10-ЗО «О звании «Ветеран труда Уль</w:t>
      </w:r>
      <w:r w:rsidRPr="00BD20B0">
        <w:rPr>
          <w:rFonts w:ascii="PT Astra Serif" w:hAnsi="PT Astra Serif"/>
          <w:spacing w:val="-2"/>
          <w:szCs w:val="28"/>
        </w:rPr>
        <w:t>я</w:t>
      </w:r>
      <w:r w:rsidRPr="00BD20B0">
        <w:rPr>
          <w:rFonts w:ascii="PT Astra Serif" w:hAnsi="PT Astra Serif"/>
          <w:spacing w:val="-2"/>
          <w:szCs w:val="28"/>
        </w:rPr>
        <w:t>новской области»</w:t>
      </w:r>
      <w:r>
        <w:rPr>
          <w:rFonts w:ascii="PT Astra Serif" w:hAnsi="PT Astra Serif"/>
          <w:spacing w:val="-2"/>
          <w:szCs w:val="28"/>
        </w:rPr>
        <w:t xml:space="preserve"> </w:t>
      </w:r>
      <w:r w:rsidRPr="00BD20B0">
        <w:rPr>
          <w:rFonts w:ascii="PT Astra Serif" w:hAnsi="PT Astra Serif"/>
          <w:spacing w:val="-2"/>
          <w:szCs w:val="28"/>
        </w:rPr>
        <w:t>(Мин 264 Рз 10 ПР 03 ЦС 80 1 01 12090) цифры «1329956,4» заменить цифрами «1401956,4»;</w:t>
      </w:r>
    </w:p>
    <w:p w:rsidR="007C2693" w:rsidRPr="00BD20B0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BD20B0">
        <w:rPr>
          <w:rFonts w:ascii="PT Astra Serif" w:hAnsi="PT Astra Serif"/>
          <w:szCs w:val="28"/>
        </w:rPr>
        <w:t xml:space="preserve">в строке «Социальное обеспечение и иные выплаты населению» (Мин 264 Рз 10 ПР 03 ЦС 80 1 01 12090 </w:t>
      </w:r>
      <w:r>
        <w:rPr>
          <w:rFonts w:ascii="PT Astra Serif" w:hAnsi="PT Astra Serif"/>
          <w:szCs w:val="28"/>
        </w:rPr>
        <w:br/>
      </w:r>
      <w:r w:rsidRPr="00BD20B0">
        <w:rPr>
          <w:rFonts w:ascii="PT Astra Serif" w:hAnsi="PT Astra Serif"/>
          <w:szCs w:val="28"/>
        </w:rPr>
        <w:t>ВР 300) цифры «1292398,5» заменить цифрами «1364398,5»;</w:t>
      </w:r>
    </w:p>
    <w:p w:rsidR="007C2693" w:rsidRPr="00B0798C" w:rsidRDefault="007C2693" w:rsidP="00D70F1D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Подпрограмма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Семья и дети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государственной программы Ульяновской области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Социальная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>поддержка и защита населения на территории Ульяновской области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2 00 00000) цифры </w:t>
      </w:r>
      <w:r>
        <w:rPr>
          <w:rFonts w:ascii="PT Astra Serif" w:hAnsi="PT Astra Serif"/>
          <w:spacing w:val="-4"/>
          <w:szCs w:val="28"/>
        </w:rPr>
        <w:lastRenderedPageBreak/>
        <w:t>«</w:t>
      </w:r>
      <w:r w:rsidRPr="00B0798C">
        <w:rPr>
          <w:rFonts w:ascii="PT Astra Serif" w:hAnsi="PT Astra Serif"/>
          <w:spacing w:val="-4"/>
          <w:szCs w:val="28"/>
        </w:rPr>
        <w:t>1264967,6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1214967,6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7C26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Основное мероприятие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Предоставление мер социальной поддержки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 xml:space="preserve">ЦС 80 2 01 00000)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1264967,6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1214967,6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Обеспечение мер социальной поддержки многодетных семей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2 01 13010)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360000,0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340000,0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2 01 13010 ВР 300) ци</w:t>
      </w:r>
      <w:r w:rsidRPr="00B0798C">
        <w:rPr>
          <w:rFonts w:ascii="PT Astra Serif" w:hAnsi="PT Astra Serif"/>
          <w:spacing w:val="-4"/>
          <w:szCs w:val="28"/>
        </w:rPr>
        <w:t>ф</w:t>
      </w:r>
      <w:r w:rsidRPr="00B0798C">
        <w:rPr>
          <w:rFonts w:ascii="PT Astra Serif" w:hAnsi="PT Astra Serif"/>
          <w:spacing w:val="-4"/>
          <w:szCs w:val="28"/>
        </w:rPr>
        <w:t xml:space="preserve">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354100,0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334100,0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Реализация Закона Ульяновской области от 5 февраля 2008 года № 24-ЗО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О дополнительных мерах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>социальной поддержки семей, имеющих детей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2 01 13090)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264000,0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 xml:space="preserve">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244000,0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2 01 13090 ВР 300) ци</w:t>
      </w:r>
      <w:r w:rsidRPr="00B0798C">
        <w:rPr>
          <w:rFonts w:ascii="PT Astra Serif" w:hAnsi="PT Astra Serif"/>
          <w:spacing w:val="-4"/>
          <w:szCs w:val="28"/>
        </w:rPr>
        <w:t>ф</w:t>
      </w:r>
      <w:r w:rsidRPr="00B0798C">
        <w:rPr>
          <w:rFonts w:ascii="PT Astra Serif" w:hAnsi="PT Astra Serif"/>
          <w:spacing w:val="-4"/>
          <w:szCs w:val="28"/>
        </w:rPr>
        <w:t xml:space="preserve">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263950,0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243950,0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Реализация Закона Ульяновской области от 2 ноября 2011 года № 180-ЗО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О некоторых мерах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>по улучшению демографической ситуации в Ульяновской области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2 01 80020)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190000,0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180000,0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03 ЦС 80 2 01 80020 ВР </w:t>
      </w:r>
      <w:r w:rsidRPr="00B0798C">
        <w:rPr>
          <w:rFonts w:ascii="PT Astra Serif" w:hAnsi="PT Astra Serif"/>
          <w:szCs w:val="28"/>
        </w:rPr>
        <w:t>300</w:t>
      </w:r>
      <w:r w:rsidRPr="00B0798C">
        <w:rPr>
          <w:rFonts w:ascii="PT Astra Serif" w:hAnsi="PT Astra Serif"/>
          <w:spacing w:val="-4"/>
          <w:szCs w:val="28"/>
        </w:rPr>
        <w:t>) ци</w:t>
      </w:r>
      <w:r w:rsidRPr="00B0798C">
        <w:rPr>
          <w:rFonts w:ascii="PT Astra Serif" w:hAnsi="PT Astra Serif"/>
          <w:spacing w:val="-4"/>
          <w:szCs w:val="28"/>
        </w:rPr>
        <w:t>ф</w:t>
      </w:r>
      <w:r w:rsidRPr="00B0798C">
        <w:rPr>
          <w:rFonts w:ascii="PT Astra Serif" w:hAnsi="PT Astra Serif"/>
          <w:spacing w:val="-4"/>
          <w:szCs w:val="28"/>
        </w:rPr>
        <w:t xml:space="preserve">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189800,0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179800,0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Охрана семьи и детства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04)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6042760,202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6098074,102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Государственная программа Ульяновской области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Социальная поддержка и защита населения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lastRenderedPageBreak/>
        <w:t>на территории Ульяновской области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04 ЦС 80 0 00 00000)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6042760,202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6098074,102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Pr="00B0798C" w:rsidRDefault="007C2693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Подпрограмма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Семья и дети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государственной программы Ульяновской области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Социальная </w:t>
      </w:r>
      <w:r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>поддержка и защита населения на территории Ульяновской области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04 ЦС 80 2 00 00000)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5792302,9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5847616,8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Default="007C2693" w:rsidP="007C2693">
      <w:pPr>
        <w:pStyle w:val="aa"/>
        <w:widowControl w:val="0"/>
        <w:autoSpaceDE w:val="0"/>
        <w:autoSpaceDN w:val="0"/>
        <w:adjustRightInd w:val="0"/>
        <w:spacing w:line="365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Основное мероприятие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Предоставление мер социальной поддержки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04 </w:t>
      </w:r>
      <w:r w:rsidR="00107C87"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 xml:space="preserve">ЦС 80 2 01 00000) цифры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3806960,4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3851112,5</w:t>
      </w:r>
      <w:r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7C2693" w:rsidRDefault="007C2693" w:rsidP="007C2693">
      <w:pPr>
        <w:pStyle w:val="aa"/>
        <w:widowControl w:val="0"/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spacing w:val="-4"/>
          <w:szCs w:val="28"/>
        </w:rPr>
      </w:pPr>
      <w:r>
        <w:rPr>
          <w:rFonts w:ascii="PT Astra Serif" w:hAnsi="PT Astra Serif"/>
          <w:spacing w:val="-4"/>
          <w:szCs w:val="28"/>
        </w:rPr>
        <w:t>после строки</w:t>
      </w:r>
    </w:p>
    <w:tbl>
      <w:tblPr>
        <w:tblW w:w="14554" w:type="dxa"/>
        <w:tblInd w:w="108" w:type="dxa"/>
        <w:tblLayout w:type="fixed"/>
        <w:tblLook w:val="04A0"/>
      </w:tblPr>
      <w:tblGrid>
        <w:gridCol w:w="4536"/>
        <w:gridCol w:w="635"/>
        <w:gridCol w:w="509"/>
        <w:gridCol w:w="567"/>
        <w:gridCol w:w="1843"/>
        <w:gridCol w:w="567"/>
        <w:gridCol w:w="2098"/>
        <w:gridCol w:w="2098"/>
        <w:gridCol w:w="1701"/>
      </w:tblGrid>
      <w:tr w:rsidR="00B0798C" w:rsidRPr="00436346" w:rsidTr="005D403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C" w:rsidRPr="00436346" w:rsidRDefault="00153CFB" w:rsidP="00035FB4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B0798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0798C" w:rsidRPr="00436346" w:rsidRDefault="00B0798C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C" w:rsidRPr="00436346" w:rsidRDefault="00B0798C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C" w:rsidRPr="00436346" w:rsidRDefault="00B0798C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C" w:rsidRPr="00B0798C" w:rsidRDefault="00B0798C" w:rsidP="00035FB4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80 2 01 </w:t>
            </w:r>
            <w:r>
              <w:rPr>
                <w:rFonts w:ascii="PT Astra Serif" w:hAnsi="PT Astra Serif"/>
                <w:color w:val="000000"/>
                <w:spacing w:val="-4"/>
                <w:sz w:val="28"/>
                <w:szCs w:val="28"/>
                <w:lang w:val="en-US"/>
              </w:rPr>
              <w:t>R3020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C" w:rsidRPr="00436346" w:rsidRDefault="00B0798C" w:rsidP="00035FB4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798C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  <w:t>2872776</w:t>
            </w: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403B"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798C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  <w:t>2948995</w:t>
            </w: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403B"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B0798C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  <w:t>3099901</w:t>
            </w: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5D403B">
              <w:rPr>
                <w:rFonts w:ascii="PT Astra Serif" w:hAnsi="PT Astra Serif"/>
                <w:color w:val="000000"/>
                <w:sz w:val="28"/>
                <w:szCs w:val="28"/>
                <w:lang w:val="en-US"/>
              </w:rPr>
              <w:t>3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</w:tr>
    </w:tbl>
    <w:p w:rsidR="00B0798C" w:rsidRDefault="005D403B" w:rsidP="00035FB4">
      <w:pPr>
        <w:pStyle w:val="aa"/>
        <w:widowControl w:val="0"/>
        <w:autoSpaceDE w:val="0"/>
        <w:autoSpaceDN w:val="0"/>
        <w:adjustRightInd w:val="0"/>
        <w:spacing w:before="80"/>
        <w:outlineLvl w:val="0"/>
        <w:rPr>
          <w:rFonts w:ascii="PT Astra Serif" w:hAnsi="PT Astra Serif"/>
          <w:spacing w:val="-4"/>
          <w:szCs w:val="28"/>
        </w:rPr>
      </w:pPr>
      <w:r>
        <w:rPr>
          <w:rFonts w:ascii="PT Astra Serif" w:hAnsi="PT Astra Serif"/>
          <w:spacing w:val="-4"/>
          <w:szCs w:val="28"/>
        </w:rPr>
        <w:t>дополнить строками следующего содержания:</w:t>
      </w:r>
    </w:p>
    <w:tbl>
      <w:tblPr>
        <w:tblW w:w="14559" w:type="dxa"/>
        <w:tblInd w:w="108" w:type="dxa"/>
        <w:tblLayout w:type="fixed"/>
        <w:tblLook w:val="04A0"/>
      </w:tblPr>
      <w:tblGrid>
        <w:gridCol w:w="4540"/>
        <w:gridCol w:w="636"/>
        <w:gridCol w:w="509"/>
        <w:gridCol w:w="567"/>
        <w:gridCol w:w="1843"/>
        <w:gridCol w:w="567"/>
        <w:gridCol w:w="2098"/>
        <w:gridCol w:w="2098"/>
        <w:gridCol w:w="1701"/>
      </w:tblGrid>
      <w:tr w:rsidR="005D403B" w:rsidRPr="005D403B" w:rsidTr="005D403B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403B" w:rsidRPr="005D403B" w:rsidRDefault="00153CFB" w:rsidP="00035FB4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ежемесячных в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плат на детей в возрасте от 3 до 7 лет включительно за счёт средств резервного фонда Правительства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80 2 01 R302F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44152,1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5D403B" w:rsidRPr="005D403B" w:rsidTr="005D403B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403B" w:rsidRPr="005D403B" w:rsidRDefault="005D403B" w:rsidP="00035FB4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264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80 2 01 R302F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44152,1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5D403B" w:rsidRPr="005D403B" w:rsidRDefault="005D403B" w:rsidP="00035FB4">
            <w:pPr>
              <w:spacing w:line="23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D403B">
              <w:rPr>
                <w:rFonts w:ascii="PT Astra Serif" w:hAnsi="PT Astra Serif"/>
                <w:sz w:val="28"/>
                <w:szCs w:val="28"/>
              </w:rPr>
              <w:t>0,0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5D403B" w:rsidRDefault="005D403B" w:rsidP="00035FB4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spacing w:val="-4"/>
          <w:szCs w:val="28"/>
        </w:rPr>
      </w:pPr>
      <w:r w:rsidRPr="00B0798C">
        <w:rPr>
          <w:rFonts w:ascii="PT Astra Serif" w:hAnsi="PT Astra Serif"/>
          <w:szCs w:val="28"/>
        </w:rPr>
        <w:t xml:space="preserve">в строке </w:t>
      </w:r>
      <w:r w:rsidR="00153CFB">
        <w:rPr>
          <w:rFonts w:ascii="PT Astra Serif" w:hAnsi="PT Astra Serif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Основное мероприятие </w:t>
      </w:r>
      <w:r w:rsidR="00153CFB"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Реализация регионального проекта </w:t>
      </w:r>
      <w:r w:rsidR="00153CFB"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Финансовая поддержка семей при </w:t>
      </w:r>
      <w:r w:rsidR="00035FB4"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>рождении детей</w:t>
      </w:r>
      <w:r w:rsidR="00153CFB"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, направленного на достижение целей, показателей и результатов федерального проекта </w:t>
      </w:r>
      <w:r w:rsidR="00153CFB"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 xml:space="preserve">Финансовая </w:t>
      </w:r>
      <w:r w:rsidR="00035FB4">
        <w:rPr>
          <w:rFonts w:ascii="PT Astra Serif" w:hAnsi="PT Astra Serif"/>
          <w:spacing w:val="-4"/>
          <w:szCs w:val="28"/>
        </w:rPr>
        <w:br/>
      </w:r>
      <w:r w:rsidRPr="00B0798C">
        <w:rPr>
          <w:rFonts w:ascii="PT Astra Serif" w:hAnsi="PT Astra Serif"/>
          <w:spacing w:val="-4"/>
          <w:szCs w:val="28"/>
        </w:rPr>
        <w:t>поддержка семей при рождении детей</w:t>
      </w:r>
      <w:r w:rsidR="00153CFB"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(Мин 264 Рз 10 ПР 04 ЦС 80 2 P1 00000) цифры </w:t>
      </w:r>
      <w:r w:rsidR="00153CFB"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1985342,5</w:t>
      </w:r>
      <w:r w:rsidR="00153CFB"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 xml:space="preserve"> заменить цифрами </w:t>
      </w:r>
      <w:r w:rsidR="00153CFB">
        <w:rPr>
          <w:rFonts w:ascii="PT Astra Serif" w:hAnsi="PT Astra Serif"/>
          <w:spacing w:val="-4"/>
          <w:szCs w:val="28"/>
        </w:rPr>
        <w:t>«</w:t>
      </w:r>
      <w:r w:rsidRPr="00B0798C">
        <w:rPr>
          <w:rFonts w:ascii="PT Astra Serif" w:hAnsi="PT Astra Serif"/>
          <w:spacing w:val="-4"/>
          <w:szCs w:val="28"/>
        </w:rPr>
        <w:t>1996504,3</w:t>
      </w:r>
      <w:r w:rsidR="00153CFB">
        <w:rPr>
          <w:rFonts w:ascii="PT Astra Serif" w:hAnsi="PT Astra Serif"/>
          <w:spacing w:val="-4"/>
          <w:szCs w:val="28"/>
        </w:rPr>
        <w:t>»</w:t>
      </w:r>
      <w:r w:rsidRPr="00B0798C">
        <w:rPr>
          <w:rFonts w:ascii="PT Astra Serif" w:hAnsi="PT Astra Serif"/>
          <w:spacing w:val="-4"/>
          <w:szCs w:val="28"/>
        </w:rPr>
        <w:t>;</w:t>
      </w:r>
    </w:p>
    <w:p w:rsidR="005D403B" w:rsidRDefault="005D403B" w:rsidP="00035FB4">
      <w:pPr>
        <w:pStyle w:val="aa"/>
        <w:widowControl w:val="0"/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spacing w:val="-4"/>
          <w:szCs w:val="28"/>
        </w:rPr>
      </w:pPr>
      <w:r>
        <w:rPr>
          <w:rFonts w:ascii="PT Astra Serif" w:hAnsi="PT Astra Serif"/>
          <w:spacing w:val="-4"/>
          <w:szCs w:val="28"/>
        </w:rPr>
        <w:t>после строки</w:t>
      </w:r>
    </w:p>
    <w:tbl>
      <w:tblPr>
        <w:tblW w:w="14616" w:type="dxa"/>
        <w:tblInd w:w="93" w:type="dxa"/>
        <w:tblLook w:val="04A0"/>
      </w:tblPr>
      <w:tblGrid>
        <w:gridCol w:w="4540"/>
        <w:gridCol w:w="636"/>
        <w:gridCol w:w="509"/>
        <w:gridCol w:w="567"/>
        <w:gridCol w:w="1843"/>
        <w:gridCol w:w="636"/>
        <w:gridCol w:w="2057"/>
        <w:gridCol w:w="2127"/>
        <w:gridCol w:w="1701"/>
      </w:tblGrid>
      <w:tr w:rsidR="005D403B" w:rsidRPr="005D403B" w:rsidTr="005D403B">
        <w:trPr>
          <w:trHeight w:val="630"/>
        </w:trPr>
        <w:tc>
          <w:tcPr>
            <w:tcW w:w="4540" w:type="dxa"/>
            <w:shd w:val="clear" w:color="auto" w:fill="auto"/>
            <w:vAlign w:val="center"/>
            <w:hideMark/>
          </w:tcPr>
          <w:p w:rsidR="005D403B" w:rsidRPr="005D403B" w:rsidRDefault="00153CFB" w:rsidP="00035FB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shd w:val="clear" w:color="auto" w:fill="auto"/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shd w:val="clear" w:color="auto" w:fill="auto"/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80 2 P1 50840</w:t>
            </w:r>
          </w:p>
        </w:tc>
        <w:tc>
          <w:tcPr>
            <w:tcW w:w="636" w:type="dxa"/>
            <w:shd w:val="clear" w:color="auto" w:fill="auto"/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57" w:type="dxa"/>
            <w:shd w:val="clear" w:color="auto" w:fill="auto"/>
            <w:noWrap/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870572,4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967207,0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403B" w:rsidRPr="005D403B" w:rsidRDefault="005D403B" w:rsidP="00035FB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1021401,0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</w:tr>
    </w:tbl>
    <w:p w:rsidR="00107C87" w:rsidRDefault="005D403B" w:rsidP="00035FB4">
      <w:pPr>
        <w:pStyle w:val="aa"/>
        <w:widowControl w:val="0"/>
        <w:autoSpaceDE w:val="0"/>
        <w:autoSpaceDN w:val="0"/>
        <w:adjustRightInd w:val="0"/>
        <w:spacing w:before="120"/>
        <w:outlineLvl w:val="0"/>
        <w:rPr>
          <w:rFonts w:ascii="PT Astra Serif" w:hAnsi="PT Astra Serif"/>
          <w:spacing w:val="-4"/>
          <w:szCs w:val="28"/>
        </w:rPr>
      </w:pPr>
      <w:r>
        <w:rPr>
          <w:rFonts w:ascii="PT Astra Serif" w:hAnsi="PT Astra Serif"/>
          <w:spacing w:val="-4"/>
          <w:szCs w:val="28"/>
        </w:rPr>
        <w:t>дополнить строками следующего содержания:</w:t>
      </w:r>
    </w:p>
    <w:p w:rsidR="00107C87" w:rsidRDefault="00107C87" w:rsidP="00035FB4">
      <w:pPr>
        <w:pStyle w:val="aa"/>
        <w:widowControl w:val="0"/>
        <w:autoSpaceDE w:val="0"/>
        <w:autoSpaceDN w:val="0"/>
        <w:adjustRightInd w:val="0"/>
        <w:spacing w:before="120"/>
        <w:outlineLvl w:val="0"/>
        <w:rPr>
          <w:rFonts w:ascii="PT Astra Serif" w:hAnsi="PT Astra Serif"/>
          <w:spacing w:val="-4"/>
          <w:szCs w:val="28"/>
        </w:rPr>
        <w:sectPr w:rsidR="00107C87" w:rsidSect="006F3E17">
          <w:headerReference w:type="even" r:id="rId14"/>
          <w:headerReference w:type="default" r:id="rId15"/>
          <w:headerReference w:type="first" r:id="rId16"/>
          <w:footerReference w:type="first" r:id="rId17"/>
          <w:pgSz w:w="16840" w:h="11907" w:orient="landscape" w:code="9"/>
          <w:pgMar w:top="1701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14616" w:type="dxa"/>
        <w:tblInd w:w="93" w:type="dxa"/>
        <w:tblLook w:val="04A0"/>
      </w:tblPr>
      <w:tblGrid>
        <w:gridCol w:w="4540"/>
        <w:gridCol w:w="636"/>
        <w:gridCol w:w="509"/>
        <w:gridCol w:w="567"/>
        <w:gridCol w:w="1843"/>
        <w:gridCol w:w="636"/>
        <w:gridCol w:w="2057"/>
        <w:gridCol w:w="2127"/>
        <w:gridCol w:w="1701"/>
      </w:tblGrid>
      <w:tr w:rsidR="005D403B" w:rsidRPr="005D403B" w:rsidTr="005D403B">
        <w:tc>
          <w:tcPr>
            <w:tcW w:w="4540" w:type="dxa"/>
            <w:shd w:val="clear" w:color="auto" w:fill="auto"/>
            <w:vAlign w:val="center"/>
            <w:hideMark/>
          </w:tcPr>
          <w:p w:rsidR="005D403B" w:rsidRPr="005D403B" w:rsidRDefault="00153CFB" w:rsidP="00D868DF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нежной выплаты, назначаемой в случае рождения третьего ребёнка или последующих детей до дост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жения ребёнком возраста трёх лет, за счёт средств резервного фонда Правительства Российской Фед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="005D403B" w:rsidRPr="005D403B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636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80 2 P1 5084F</w:t>
            </w:r>
          </w:p>
        </w:tc>
        <w:tc>
          <w:tcPr>
            <w:tcW w:w="636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057" w:type="dxa"/>
            <w:shd w:val="clear" w:color="auto" w:fill="auto"/>
            <w:noWrap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11161,8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5D403B" w:rsidRPr="005D403B" w:rsidTr="005D403B">
        <w:tc>
          <w:tcPr>
            <w:tcW w:w="4540" w:type="dxa"/>
            <w:shd w:val="clear" w:color="auto" w:fill="auto"/>
            <w:vAlign w:val="center"/>
            <w:hideMark/>
          </w:tcPr>
          <w:p w:rsidR="005D403B" w:rsidRPr="005D403B" w:rsidRDefault="005D403B" w:rsidP="00D868DF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36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264</w:t>
            </w:r>
          </w:p>
        </w:tc>
        <w:tc>
          <w:tcPr>
            <w:tcW w:w="509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80 2 P1 5084F</w:t>
            </w:r>
          </w:p>
        </w:tc>
        <w:tc>
          <w:tcPr>
            <w:tcW w:w="636" w:type="dxa"/>
            <w:shd w:val="clear" w:color="auto" w:fill="auto"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57" w:type="dxa"/>
            <w:shd w:val="clear" w:color="auto" w:fill="auto"/>
            <w:noWrap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11161,8</w:t>
            </w:r>
          </w:p>
        </w:tc>
        <w:tc>
          <w:tcPr>
            <w:tcW w:w="2127" w:type="dxa"/>
            <w:shd w:val="clear" w:color="auto" w:fill="auto"/>
            <w:noWrap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5D403B" w:rsidRPr="005D403B" w:rsidRDefault="005D403B" w:rsidP="00D868DF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D403B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868DF" w:rsidRDefault="00D868DF" w:rsidP="00D868DF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outlineLvl w:val="0"/>
        <w:rPr>
          <w:rFonts w:ascii="PT Astra Serif" w:hAnsi="PT Astra Serif"/>
          <w:spacing w:val="-2"/>
          <w:szCs w:val="28"/>
        </w:rPr>
      </w:pPr>
      <w:r>
        <w:rPr>
          <w:rFonts w:ascii="PT Astra Serif" w:hAnsi="PT Astra Serif"/>
          <w:spacing w:val="-2"/>
          <w:szCs w:val="28"/>
        </w:rPr>
        <w:t>и</w:t>
      </w:r>
      <w:r w:rsidR="00035FB4" w:rsidRPr="00035FB4">
        <w:rPr>
          <w:rFonts w:ascii="PT Astra Serif" w:hAnsi="PT Astra Serif"/>
          <w:spacing w:val="-2"/>
          <w:szCs w:val="28"/>
        </w:rPr>
        <w:t xml:space="preserve">) в главе «Министерство жилищно-коммунального хозяйства и строительства Ульяновской области» </w:t>
      </w:r>
      <w:r w:rsidR="00035FB4">
        <w:rPr>
          <w:rFonts w:ascii="PT Astra Serif" w:hAnsi="PT Astra Serif"/>
          <w:spacing w:val="-2"/>
          <w:szCs w:val="28"/>
        </w:rPr>
        <w:br/>
      </w:r>
      <w:r w:rsidR="00035FB4" w:rsidRPr="00035FB4">
        <w:rPr>
          <w:rFonts w:ascii="PT Astra Serif" w:hAnsi="PT Astra Serif"/>
          <w:spacing w:val="-2"/>
          <w:szCs w:val="28"/>
        </w:rPr>
        <w:t>(Мин 269)</w:t>
      </w:r>
      <w:r>
        <w:rPr>
          <w:rFonts w:ascii="PT Astra Serif" w:hAnsi="PT Astra Serif"/>
          <w:spacing w:val="-2"/>
          <w:szCs w:val="28"/>
        </w:rPr>
        <w:t>:</w:t>
      </w:r>
      <w:r w:rsidR="00035FB4" w:rsidRPr="00035FB4">
        <w:rPr>
          <w:rFonts w:ascii="PT Astra Serif" w:hAnsi="PT Astra Serif"/>
          <w:spacing w:val="-2"/>
          <w:szCs w:val="28"/>
        </w:rPr>
        <w:t xml:space="preserve"> </w:t>
      </w:r>
    </w:p>
    <w:p w:rsidR="00035FB4" w:rsidRPr="00035FB4" w:rsidRDefault="00035FB4" w:rsidP="00D868DF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outlineLvl w:val="0"/>
        <w:rPr>
          <w:rFonts w:ascii="PT Astra Serif" w:hAnsi="PT Astra Serif"/>
          <w:color w:val="000000"/>
          <w:spacing w:val="-2"/>
          <w:szCs w:val="28"/>
        </w:rPr>
      </w:pPr>
      <w:r w:rsidRPr="00035FB4">
        <w:rPr>
          <w:rFonts w:ascii="PT Astra Serif" w:hAnsi="PT Astra Serif"/>
          <w:spacing w:val="-2"/>
          <w:szCs w:val="28"/>
        </w:rPr>
        <w:t>цифры «</w:t>
      </w:r>
      <w:r w:rsidRPr="00035FB4">
        <w:rPr>
          <w:rFonts w:ascii="PT Astra Serif" w:hAnsi="PT Astra Serif"/>
          <w:color w:val="000000"/>
          <w:spacing w:val="-2"/>
          <w:szCs w:val="28"/>
        </w:rPr>
        <w:t>13339952,457» заменить цифрами «13001596,457», цифры «10321283,73072» заменить цифрами «10659639,73072»;</w:t>
      </w:r>
    </w:p>
    <w:p w:rsidR="00035FB4" w:rsidRPr="00651EC6" w:rsidRDefault="00035FB4" w:rsidP="00D868DF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Национальная экономика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04)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1355442,13618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1017086,13618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,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1848164,58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2186520,58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D868DF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Другие вопросы в области национальной экономики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04 ПР 12)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1264897,0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</w:t>
      </w:r>
      <w:r>
        <w:rPr>
          <w:rFonts w:ascii="PT Astra Serif" w:hAnsi="PT Astra Serif"/>
          <w:color w:val="000000"/>
          <w:szCs w:val="28"/>
        </w:rPr>
        <w:br/>
      </w:r>
      <w:r w:rsidRPr="00651EC6">
        <w:rPr>
          <w:rFonts w:ascii="PT Astra Serif" w:hAnsi="PT Astra Serif"/>
          <w:color w:val="000000"/>
          <w:szCs w:val="28"/>
        </w:rPr>
        <w:t xml:space="preserve">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926541,0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,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1273000,0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1611356,0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D868DF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 xml:space="preserve">Государственная программа Ульяновской области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Формирование благоприятного инвестиционного климата в Ульяновской области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04 ПР 12 ЦС 90 0 00 00000)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1264897,0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926541,0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,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1273000,0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1611356,0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D868DF">
      <w:pPr>
        <w:pStyle w:val="aa"/>
        <w:widowControl w:val="0"/>
        <w:autoSpaceDE w:val="0"/>
        <w:autoSpaceDN w:val="0"/>
        <w:adjustRightInd w:val="0"/>
        <w:spacing w:line="331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 xml:space="preserve">Подпрограмма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Формирование и развитие инфраструктуры зон развития Ульяновской области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</w:t>
      </w:r>
      <w:r>
        <w:rPr>
          <w:rFonts w:ascii="PT Astra Serif" w:hAnsi="PT Astra Serif"/>
          <w:color w:val="000000"/>
          <w:szCs w:val="28"/>
        </w:rPr>
        <w:br/>
      </w:r>
      <w:r w:rsidRPr="00651EC6">
        <w:rPr>
          <w:rFonts w:ascii="PT Astra Serif" w:hAnsi="PT Astra Serif"/>
          <w:color w:val="000000"/>
          <w:szCs w:val="28"/>
        </w:rPr>
        <w:t xml:space="preserve">государственной программы Ульяновской области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Формирование благоприятного инвестиционного климата в Уль</w:t>
      </w:r>
      <w:r w:rsidRPr="00651EC6">
        <w:rPr>
          <w:rFonts w:ascii="PT Astra Serif" w:hAnsi="PT Astra Serif"/>
          <w:color w:val="000000"/>
          <w:szCs w:val="28"/>
        </w:rPr>
        <w:t>я</w:t>
      </w:r>
      <w:r w:rsidRPr="00651EC6">
        <w:rPr>
          <w:rFonts w:ascii="PT Astra Serif" w:hAnsi="PT Astra Serif"/>
          <w:color w:val="000000"/>
          <w:szCs w:val="28"/>
        </w:rPr>
        <w:t>новской области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04 ПР 12 ЦС 90 1 00 00000)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1264897,0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926541,0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,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1273000,0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1611356,0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035FB4">
      <w:pPr>
        <w:pStyle w:val="aa"/>
        <w:widowControl w:val="0"/>
        <w:autoSpaceDE w:val="0"/>
        <w:autoSpaceDN w:val="0"/>
        <w:adjustRightInd w:val="0"/>
        <w:spacing w:line="353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lastRenderedPageBreak/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 xml:space="preserve">Основное мероприятие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Создание объектов инфраструктуры в целях реализации проекта по строител</w:t>
      </w:r>
      <w:r w:rsidRPr="00651EC6">
        <w:rPr>
          <w:rFonts w:ascii="PT Astra Serif" w:hAnsi="PT Astra Serif"/>
          <w:color w:val="000000"/>
          <w:szCs w:val="28"/>
        </w:rPr>
        <w:t>ь</w:t>
      </w:r>
      <w:r w:rsidRPr="00651EC6">
        <w:rPr>
          <w:rFonts w:ascii="PT Astra Serif" w:hAnsi="PT Astra Serif"/>
          <w:color w:val="000000"/>
          <w:szCs w:val="28"/>
        </w:rPr>
        <w:t>ству объектов (инфраструктуры индустриальных (промышленных) парков, промышленных технопарков, особых экон</w:t>
      </w:r>
      <w:r w:rsidRPr="00651EC6">
        <w:rPr>
          <w:rFonts w:ascii="PT Astra Serif" w:hAnsi="PT Astra Serif"/>
          <w:color w:val="000000"/>
          <w:szCs w:val="28"/>
        </w:rPr>
        <w:t>о</w:t>
      </w:r>
      <w:r w:rsidRPr="00651EC6">
        <w:rPr>
          <w:rFonts w:ascii="PT Astra Serif" w:hAnsi="PT Astra Serif"/>
          <w:color w:val="000000"/>
          <w:szCs w:val="28"/>
        </w:rPr>
        <w:t>мических зон, территорий опережающего развития, инновационных научно-технологических центров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04 ПР 12 ЦС 90 1 05 00000)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1264897,0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926541,0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,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1273000,0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1611356,0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035FB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 xml:space="preserve">Проектирование, строительство и подключение (технологическое присоединение) объектов </w:t>
      </w:r>
      <w:r>
        <w:rPr>
          <w:rFonts w:ascii="PT Astra Serif" w:hAnsi="PT Astra Serif"/>
          <w:color w:val="000000"/>
          <w:szCs w:val="28"/>
        </w:rPr>
        <w:br/>
      </w:r>
      <w:r w:rsidRPr="00651EC6">
        <w:rPr>
          <w:rFonts w:ascii="PT Astra Serif" w:hAnsi="PT Astra Serif"/>
          <w:color w:val="000000"/>
          <w:szCs w:val="28"/>
        </w:rPr>
        <w:t>капитального строительства и инфраструктуры к сетям инженерно-технического обеспечения (электро-, газо-, тепло-, водоснабжения или водоотведения)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04 ПР 12 ЦС 90 1 05 98100)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1264897,0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926541,0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,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1273000,0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1611356,0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035FB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10 ПР 12 ЦС 90 1 05 98100 ВР 400)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1264897,0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926541,0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,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1273000,0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</w:t>
      </w:r>
      <w:r>
        <w:rPr>
          <w:rFonts w:ascii="PT Astra Serif" w:hAnsi="PT Astra Serif"/>
          <w:color w:val="000000"/>
          <w:szCs w:val="28"/>
        </w:rPr>
        <w:br/>
      </w:r>
      <w:r w:rsidRPr="00651EC6">
        <w:rPr>
          <w:rFonts w:ascii="PT Astra Serif" w:hAnsi="PT Astra Serif"/>
          <w:color w:val="000000"/>
          <w:szCs w:val="28"/>
        </w:rPr>
        <w:t xml:space="preserve">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1611356,0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035FB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Предоставление работникам областных государственных учреждений Ульяновской области единовр</w:t>
      </w:r>
      <w:r w:rsidRPr="00651EC6">
        <w:rPr>
          <w:rFonts w:ascii="PT Astra Serif" w:hAnsi="PT Astra Serif"/>
          <w:color w:val="000000"/>
          <w:szCs w:val="28"/>
        </w:rPr>
        <w:t>е</w:t>
      </w:r>
      <w:r w:rsidRPr="00651EC6">
        <w:rPr>
          <w:rFonts w:ascii="PT Astra Serif" w:hAnsi="PT Astra Serif"/>
          <w:color w:val="000000"/>
          <w:szCs w:val="28"/>
        </w:rPr>
        <w:t>менных выплат на приобретение жилых помещений с привлечением средств ипотечных кредитов (займов)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10 ПР 06 ЦС 85 1 02 40020)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19350,0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14450,0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Pr="00651EC6" w:rsidRDefault="00035FB4" w:rsidP="00035FB4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10 ПР 06 ЦС 85 1 02 40020 </w:t>
      </w:r>
      <w:r>
        <w:rPr>
          <w:rFonts w:ascii="PT Astra Serif" w:hAnsi="PT Astra Serif"/>
          <w:color w:val="000000"/>
          <w:szCs w:val="28"/>
        </w:rPr>
        <w:br/>
      </w:r>
      <w:r w:rsidRPr="00651EC6">
        <w:rPr>
          <w:rFonts w:ascii="PT Astra Serif" w:hAnsi="PT Astra Serif"/>
          <w:color w:val="000000"/>
          <w:szCs w:val="28"/>
        </w:rPr>
        <w:t xml:space="preserve">ВР 300)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19350,0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14450,0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803A6F" w:rsidRPr="00651EC6" w:rsidRDefault="00803A6F" w:rsidP="00803A6F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 xml:space="preserve">Предоставление единовременной социальной выплаты отдельным работникам организаций, </w:t>
      </w:r>
      <w:r>
        <w:rPr>
          <w:rFonts w:ascii="PT Astra Serif" w:hAnsi="PT Astra Serif"/>
          <w:color w:val="000000"/>
          <w:szCs w:val="28"/>
        </w:rPr>
        <w:br/>
      </w:r>
      <w:r w:rsidRPr="00651EC6">
        <w:rPr>
          <w:rFonts w:ascii="PT Astra Serif" w:hAnsi="PT Astra Serif"/>
          <w:color w:val="000000"/>
          <w:szCs w:val="28"/>
        </w:rPr>
        <w:t>осуществляющих на территории Ульяновской области деятельность в сфере информационных технологий и отрасли авиастроения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10 ПР 06 ЦС 85 1 02 40070)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3600,0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8500,0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803A6F" w:rsidRPr="00651EC6" w:rsidRDefault="00803A6F" w:rsidP="00107C87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651EC6">
        <w:rPr>
          <w:rFonts w:ascii="PT Astra Serif" w:hAnsi="PT Astra Serif"/>
          <w:color w:val="000000"/>
          <w:szCs w:val="28"/>
        </w:rPr>
        <w:lastRenderedPageBreak/>
        <w:t xml:space="preserve">в строке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(Мин 269 Рз 10 ПР 06 ЦС 85 1 02 40070 </w:t>
      </w:r>
      <w:r>
        <w:rPr>
          <w:rFonts w:ascii="PT Astra Serif" w:hAnsi="PT Astra Serif"/>
          <w:color w:val="000000"/>
          <w:szCs w:val="28"/>
        </w:rPr>
        <w:br/>
      </w:r>
      <w:r w:rsidRPr="00651EC6">
        <w:rPr>
          <w:rFonts w:ascii="PT Astra Serif" w:hAnsi="PT Astra Serif"/>
          <w:color w:val="000000"/>
          <w:szCs w:val="28"/>
        </w:rPr>
        <w:t xml:space="preserve">ВР 300) цифры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3600,0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 xml:space="preserve"> заменить цифрами </w:t>
      </w:r>
      <w:r>
        <w:rPr>
          <w:rFonts w:ascii="PT Astra Serif" w:hAnsi="PT Astra Serif"/>
          <w:color w:val="000000"/>
          <w:szCs w:val="28"/>
        </w:rPr>
        <w:t>«</w:t>
      </w:r>
      <w:r w:rsidRPr="00651EC6">
        <w:rPr>
          <w:rFonts w:ascii="PT Astra Serif" w:hAnsi="PT Astra Serif"/>
          <w:color w:val="000000"/>
          <w:szCs w:val="28"/>
        </w:rPr>
        <w:t>8500,0</w:t>
      </w:r>
      <w:r>
        <w:rPr>
          <w:rFonts w:ascii="PT Astra Serif" w:hAnsi="PT Astra Serif"/>
          <w:color w:val="000000"/>
          <w:szCs w:val="28"/>
        </w:rPr>
        <w:t>»</w:t>
      </w:r>
      <w:r w:rsidRPr="00651EC6">
        <w:rPr>
          <w:rFonts w:ascii="PT Astra Serif" w:hAnsi="PT Astra Serif"/>
          <w:color w:val="000000"/>
          <w:szCs w:val="28"/>
        </w:rPr>
        <w:t>;</w:t>
      </w:r>
    </w:p>
    <w:p w:rsidR="00035FB4" w:rsidRDefault="00D868DF" w:rsidP="00107C87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к</w:t>
      </w:r>
      <w:r w:rsidR="00803A6F" w:rsidRPr="00803A6F">
        <w:rPr>
          <w:rFonts w:ascii="PT Astra Serif" w:hAnsi="PT Astra Serif"/>
          <w:szCs w:val="28"/>
        </w:rPr>
        <w:t xml:space="preserve">) главу «Министерство просвещения и воспитания Ульяновской области» (Мин 273) изложить в следующей </w:t>
      </w:r>
      <w:r w:rsidR="00803A6F">
        <w:rPr>
          <w:rFonts w:ascii="PT Astra Serif" w:hAnsi="PT Astra Serif"/>
          <w:szCs w:val="28"/>
        </w:rPr>
        <w:br/>
      </w:r>
      <w:r w:rsidR="00803A6F" w:rsidRPr="00803A6F">
        <w:rPr>
          <w:rFonts w:ascii="PT Astra Serif" w:hAnsi="PT Astra Serif"/>
          <w:szCs w:val="28"/>
        </w:rPr>
        <w:t>редакции:</w:t>
      </w:r>
    </w:p>
    <w:tbl>
      <w:tblPr>
        <w:tblW w:w="14559" w:type="dxa"/>
        <w:tblInd w:w="108" w:type="dxa"/>
        <w:tblLayout w:type="fixed"/>
        <w:tblLook w:val="04A0"/>
      </w:tblPr>
      <w:tblGrid>
        <w:gridCol w:w="4540"/>
        <w:gridCol w:w="636"/>
        <w:gridCol w:w="509"/>
        <w:gridCol w:w="567"/>
        <w:gridCol w:w="1843"/>
        <w:gridCol w:w="567"/>
        <w:gridCol w:w="2098"/>
        <w:gridCol w:w="2098"/>
        <w:gridCol w:w="1701"/>
      </w:tblGrid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153CFB" w:rsidP="00FC1984">
            <w:pPr>
              <w:spacing w:line="238" w:lineRule="auto"/>
              <w:jc w:val="both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D868DF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="00436346" w:rsidRPr="0043634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Министерство просвещения и воспитания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16644329,95368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pacing w:val="-4"/>
                <w:sz w:val="28"/>
                <w:szCs w:val="28"/>
              </w:rPr>
              <w:t>14806416,005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b/>
                <w:color w:val="000000"/>
                <w:spacing w:val="-10"/>
                <w:sz w:val="28"/>
                <w:szCs w:val="28"/>
              </w:rPr>
              <w:t>14926921,86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37424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общегосударственные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37424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37424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образования детей и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мероприятий молодёжной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и модернизация образования </w:t>
            </w:r>
            <w:r w:rsidR="00FC19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развития молодёжной полит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44786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37424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44786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37424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воспитания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44786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37424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38768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37424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5741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,3019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276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16195355,04136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14669916,605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14783544,96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3756988,12231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4024312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4101881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3756265,52231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4024312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4101881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FC19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3756265,52231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4024312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4101881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начального общего,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новного общего и среднего общего образования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реализацией мероприятий по обе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печению антитеррористической 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щищённости муниципальных 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дошкольного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3753895,19138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4024312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4101881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Возмещение затрат индивидуальным предпринимателям и организациям, осуществляющим образовательную деятельность по основным общео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разовательным программам (за 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ключением государственных и 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 учреждений)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17995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79 1 05 18260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17995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,5054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вития системы дошкольного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5047,68598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79 1 05 70930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5047,68598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обеспечением государстве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гарантий реализации прав на получение общедоступного и бе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платного дошкольного образования в муниципальных дошкольных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3730852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4022812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4100381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3730852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4022812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4100381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P2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1851,03093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Создание дополнительных мест </w:t>
            </w:r>
            <w:r w:rsidR="00FC19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для детей в возрасте от 1,5 до 3 лет любой направленности в организ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циях, осуществляющих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тельную деятельность (за исключ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нием государственных, муниц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пальных), и у индивидуальных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предпринимателей, осуществля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P2 52530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1851,03093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P2 52530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1851,03093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комплексной реабилитации и абилитации инвалидов, в том числе детей-инвалидов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по формированию условий для развития системы комплексной ре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билитации и абилитации инвалидов, в том числе детей-инвалидов, а та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 ранней помощи и сопровожда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мого проживания инвалидов на те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02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02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722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9395313,21682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8728145,90489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8674766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,1732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межбюджетные трансферты из областного бюджета Ульяновской области бюджетам муниципальных образований Ульяновской области в целях финансового обеспечения расходных обязательств, связанных с подготовкой проектной докуме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тации для проведения капитального ремонта зданий муниципальных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щеобразовательных организаций и выполнением работ по благоустро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ству территорий указанных орган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11 0 00 73310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10700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9383673,81682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8728145,90489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8674766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,1732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</w:t>
            </w:r>
            <w:r w:rsidR="00F40A0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</w:t>
            </w:r>
            <w:proofErr w:type="spellEnd"/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40A0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8387851,90388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7986295,02345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40A0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7924784,56598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Внедрение федеральных государственных ста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дартов начального общего, основн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общего и среднего общего 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7185222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7194031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7317984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Возмещение затрат частным общ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образовательным организациям, св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занных с осуществлением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тельной деятельности по имеющим государственную аккредитацию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новным общеобразовательным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79 1 01 18020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дение за классное руководство пед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гогическим работникам государс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и муниципальных общео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550902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550902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552855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24920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24920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26873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513717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513717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513717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ным, автономным учреждениям и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79 1 01 53030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12264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12264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обеспечением государстве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гарантий реализации прав на получение общедоступного и бе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платного дошкольного, начального общего, основного общего, среднего общего образования, а также обе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печением дополнительного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в муниципальных общеобр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6620766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6641459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6763459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6620766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6641459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6763459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ежемесячной доплаты за наличие учёной степени кандидата наук или доктора наук педагогическим работникам 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 общеобразовательных организаций, имеющим учёную ст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пень и замещающим (занимающим) в указанных общеобразовательных организациях штатные должности, предусмотренные квалификацио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справочниками или профе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сиональными стандартами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577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обучающи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10-х (11-х) и 11-х (12-х) классов муниципальных общеобразовател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организаций ежемесячных 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нежных выплат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79 1 01 71170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7067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FC1984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1984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 w:rsidRPr="00FC198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C1984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 детей с огр</w:t>
            </w:r>
            <w:r w:rsidRPr="00FC1984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C1984">
              <w:rPr>
                <w:rFonts w:ascii="PT Astra Serif" w:hAnsi="PT Astra Serif"/>
                <w:color w:val="000000"/>
                <w:sz w:val="28"/>
                <w:szCs w:val="28"/>
              </w:rPr>
              <w:t>ниченными возможностями здор</w:t>
            </w:r>
            <w:r w:rsidRPr="00FC1984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C1984">
              <w:rPr>
                <w:rFonts w:ascii="PT Astra Serif" w:hAnsi="PT Astra Serif"/>
                <w:color w:val="000000"/>
                <w:sz w:val="28"/>
                <w:szCs w:val="28"/>
              </w:rPr>
              <w:t>вья</w:t>
            </w:r>
            <w:r w:rsidR="00153CFB" w:rsidRPr="00FC1984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чении обучающимися с ограниче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возможностями здоровья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разования в муниципальных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79 1 02 71150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кадрового потенциала системы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образования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36045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Закона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ласти от 25 сентября 2019 года </w:t>
            </w:r>
            <w:r w:rsidR="001E40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109-ЗО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нии отдельных вопросов статуса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дагогических работников, осущест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ляющих педагогическую деятел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20025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79 1 03 18350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20025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организацией и обеспечением получения педагогическими рабо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никами муниципальных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 не реже чем один раз в три года дополнительного профессионального образования по профилю педагогической деятельн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за счёт бюджетных ассигнов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областного бюджета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16020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79 1 03 71200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16020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начального общего,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новного общего и среднего общего образования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695358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,6326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545283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560541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Модернизация инфраструктуры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монта, ликвидации аварийной 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туации в зданиях муниципальных общеобразовательных организаций, благоустройства территории, прио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ретения оборудования для указа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7426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Субсидии на софинансирование 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ходных обязательств, связанных с реализацией мероприятий по обе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печению антитеррористической 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щищённости муниципальных 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79 1 04 70980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компенсацию родит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лям или иным законным представ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телям обучающихся затрат,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обеспечением получения 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7962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7962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организациям высшего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вания, находящимся на территории Ульяновской области, в целях ф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нансового обеспечения их затрат,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связанных с реализацией пилотного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Коллаборативное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странство по реализации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общеразвивающих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 и организации непрерывного образования педагогических рабо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ников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79 1 04 71410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</w:t>
            </w:r>
            <w:r w:rsidR="008601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сударственных и муниципальных образовательных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558993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543283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558541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9887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9452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9552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531023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516184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531359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R3040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18082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17646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17628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Модерниз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образовательного пространства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низации школьных систем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07 R7500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школа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354069,82058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242829,94845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42108,86598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и обеспечение функци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нирования центров образования 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тественнонаучной и технологич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направленностей в общеобр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зовательных организациях, расп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ложенных в сельской местности и малых городах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96827,80515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95678,86598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96827,80515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95678,86598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Создание детских технопарков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Кванториум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21444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21108,86598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51730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21444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21357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,1134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21108,86598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Обновление </w:t>
            </w:r>
            <w:proofErr w:type="spellStart"/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материально-техниче</w:t>
            </w:r>
            <w:r w:rsidR="00FC1984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</w:t>
            </w:r>
            <w:proofErr w:type="spellEnd"/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базы в организациях, осущес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вляющих образовательную деятел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исключительно по адаптир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ванным основным общеобразов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тельным программам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15899,58763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22338,96907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51870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C1984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15899,58763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22338,96907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C198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форм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рованию и обеспечению функци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нирования единой федеральной 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научно-методического сопр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вождения педагогических работн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ков и управленческих кадров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54810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11961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общеобраз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организациях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207936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103455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103455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55200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207936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образования детей и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мероприятий молодёжной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8326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29300,79848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9726,90722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722693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2269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 w:rsidRPr="00722693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722693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72269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722693">
              <w:rPr>
                <w:rFonts w:ascii="PT Astra Serif" w:hAnsi="PT Astra Serif"/>
                <w:color w:val="000000"/>
                <w:sz w:val="28"/>
                <w:szCs w:val="28"/>
              </w:rPr>
              <w:t>ние развития молодёжной полит</w:t>
            </w:r>
            <w:r w:rsidRPr="0072269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722693">
              <w:rPr>
                <w:rFonts w:ascii="PT Astra Serif" w:hAnsi="PT Astra Serif"/>
                <w:color w:val="000000"/>
                <w:sz w:val="28"/>
                <w:szCs w:val="28"/>
              </w:rPr>
              <w:t>ки</w:t>
            </w:r>
            <w:r w:rsidR="00153CFB" w:rsidRPr="00722693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6319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6319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6319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дого ребёнка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22981,77448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9726,90722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дах, условий для занятий физич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культурой и спортом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22981,77448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9726,90722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2446,96598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50970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20534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,8085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8609,38144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9726,90722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966521,11446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733241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740254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966521,11446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733241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740254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воспитания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966521,11446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733241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740254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ципальными) органами, 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493126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472197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476316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140088,48912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6670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326632,28144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261043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263938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,7439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держка и защита населения на те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722693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72269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темы комплексной реабилитации и абилитации инвалидов, в том числе детей-инвалидов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тия по формированию условий для развития системы комплексной ре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билитации и абилитации инвалидов, в том числе детей-инвалидов, а та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же ранней помощи и сопровожда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мого проживания инвалидов на те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02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 4 02 R5140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939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475129,67221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242033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219545,62475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475129,67221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242033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,2567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219545,62475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образования детей и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зация мероприятий молодёжной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83265A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216087,91082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67253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43079,48454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условий, обеспечивающих досту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ность дополнительных общеобраз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вательных программ естественно-научной и технической направле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ности для обучающихся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62296,26134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организациям высшего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вания, находящимся на территории Ульяновской области, в целях ф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нансового обеспечения их затрат, связанных с обеспечением функци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нирования ключевого центра допо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нительного образования детей, ре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лизующего дополнительные общ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образовательные программы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автоно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ной некоммерческой организации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дополнительного образования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ский технопарк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Кванториум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21327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21327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автономной неко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мерческой организации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тельного образования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Агентство технологического развития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центра цифрового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 детей на территории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32468,96134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79 4 04 18390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32468,96134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дого ребёнка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Успех каждого ребёнка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153791,64948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60253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36079,48454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выявления и по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держки одарённых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51890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30369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новых мест в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организациях различных типов для реализации дополнител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общеразвивающих программ всех направленностей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53791,64948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36079,48454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E2 54910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53791,64948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29884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,2268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36079,48454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259041,76139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174780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176466,14021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235648,62676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154455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155464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воспитания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235648,62676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154455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155464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235648,62676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154455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155464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 достижение целей, показат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23393,13463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21001,34021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центров цифрового 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23393,13463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21001,34021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23393,13463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20324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21001,34021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Среднее профессиональное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1774705,75262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1288128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1189519,08572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1774705,75262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1288128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,1362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1189519,08572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83265A" w:rsidRDefault="00436346" w:rsidP="008326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 w:rsidRPr="0083265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>Развитие среднего профессионального образования и профессионального обучения в Ульяновской области</w:t>
            </w:r>
            <w:r w:rsidR="00153CFB" w:rsidRPr="0083265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 w:rsidRPr="0083265A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</w:t>
            </w: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83265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 w:rsidRPr="0083265A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198258,41322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128018,76067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136578,95742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образовательных программ среднего профессионального образования и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основных программ профессионал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обучения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83265A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62620,74868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68756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83265A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71950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Возмещение затрат частных орган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заций в связи с оказанием студе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там, принятым на обучение по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фессиям, специальностям среднего профессионального образования в пределах установленных контрол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цифр приёма, соответствующих образовательных услуг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11499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79 2 01 18290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11499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,9753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Оказание государственной поддер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 развития образовательно-производственных центров (класт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ров) на основе интеграции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тельных организаций, реализующих программы среднего професси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 образования, и организ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ций, действующих в реальном се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торе экономики, в рамках федерал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Профессионалитет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1254,19338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79 2 01 18410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0544CE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1254,19338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0544C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Ежемесячное денежное вознагра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дение за классное руководство (к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раторство) педагогическим работн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кам государственных образовател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организаций, реализующих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разовательные программы среднего профессионального образования, в том числе программы професси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нального обучения для лиц с огр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ниченными возможностями здор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вья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49866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51402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79 2 01 53630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49866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50960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51402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,96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государственной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граммы Российской Федерации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Доступная среда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19547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01 R0270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16796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19547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профессионалы (Повышение конк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рентоспособности профессионал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образования)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Молодые профессионалы (Пов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шение конкурентоспособности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фессионального образования)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135637,66454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64628,24742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Создание и обеспечение функци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нирования центров опережающей профессиональной подготовки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22288,86598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51770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22288,86598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Создание (обновление) материально-технической базы образовательных организаций, реализующих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граммы среднего профессиональн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125637,66454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42339,38144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2 E6 53590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125637,66454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59261,85567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42339,38144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1576447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,3394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1160109,37553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1052940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,1283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1576447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,3394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1160109,37553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1052940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,1283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Обеспечение деятельности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воспитания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1576447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,3394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1160109,37553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1052940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,1283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135587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1389109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,4394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1108359,37553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1001190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,1283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Ежемесячное денежное вознагра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дение за классное руководство пед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гогическим работникам государс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образовательных организ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ций среднего профессионального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51750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51750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A16244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Молодёжная</w:t>
            </w:r>
            <w:r w:rsidR="00436346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387539,52822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387539,52822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отд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ха, оздоровления детей и работников бюджетной сферы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2C0F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387539,52822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и обеспечение отдыха и озд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ровления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387539,52822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обеспечение отдыха и оздоровления детей в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ях отдыха детей и их оздоровления, за исключением лиц из числа детей-сирот и детей, оставшихся без поп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чения родителей, детей, находящи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169539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,8511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79 6 01 18180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169539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,8511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организацией и обеспечением оздоровления детей и обеспечением отдыха детей, обучающихся в общ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образовательных организациях, в том числе детей, находящихся в трудной жизненной ситуации, и 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тей из многодетных семей, в лаг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рях, организованных образовател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организациями, осущест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ляющими организацию отдыха и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доровления обучающихся в каник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лярное время (с дневным пребыв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нием), детских лагерях труда и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дыха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79903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79 6 01 71180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79903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по проведению озд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138095,87712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ципальными) органами, 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3112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134904,17712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79 6 01 80170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405678,74918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384197,20721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594732,67633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404588,74918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382480,60721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593016,07633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2C0F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31458,12856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346629,69179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ционная инфраструктура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ленного на достижение целей, пок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Информационная инфр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структура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D2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346629,69179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лизующих программы общего 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зования, в соответствии с 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утве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ждённым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стандартом для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в помещениях безопасного до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тупа к государственным, муниц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пальным и иным информационным системам, а также к сети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Интернет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346629,69179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D2 51170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77641,64948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346629,69179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школа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Реализация мероприятий в целях оказания услуг психолого-педагоги</w:t>
            </w:r>
            <w:r w:rsidR="002C0F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ческой, методической и консульт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тивной помощи родителям (зако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 представителям) детей, а также гражданам, желающим принять на воспитание в свои семьи детей,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тавшихся без попечения родителей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18420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18420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1387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,51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Патриот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ческое воспитание граждан Росси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, направленного на достижение целей, показателей и </w:t>
            </w:r>
            <w:r w:rsidR="002C0F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Патриотическое воспитание 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дан Российской Федерации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EB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30070,61856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оснащения государс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венных и муниципальных общео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организаций, в том числе структурных подразделений указанных организаций, государс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венными символами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EB 57860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52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30070,61856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EB 57860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30070,61856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образования детей и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мероприятий молодёжной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2C0FB1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12626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развития молодёжной полит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12626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12626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9826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3039F2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360504,62062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304838,95773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3039F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246386,38454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ние деятельности государственного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заказчика и соисполнителей гос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262964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139397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136617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Лицензирование и аккредитация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2232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1478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2609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ципальными) органами, 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120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120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2099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1345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2476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79 7 01 18150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и воспитания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206283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89136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85225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ципальными) органами, </w:t>
            </w:r>
            <w:r w:rsidR="0043135E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11628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11628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11628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2C0FB1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1093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2C0F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1093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193502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76355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72444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,7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Независимая оценка качества 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79 7 01 18270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деятельности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ственных органов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54419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48783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48783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,3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ципальными) органами, 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54236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48600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48600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,5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79 7 01 80010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182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,8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Осущест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ление переданных органам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ственной власти субъектов Росси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 в соответствии с 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стью 1 статьи 7 Федерального закона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от 29 декабря 2012 года № 273-ФЗ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образовании в Российской Ф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Российской Федерации в сфере образования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9199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Осуществление переданных органам государственной власти субъектов Российской Федерации в соответс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вии с частью 1 статьи 7 Федеральн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го закона от 29 декабря 2012 года № 273-ФЗ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образовании в Росси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полномочий Ро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сийской Федерации в сфере образ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9199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ципальными) органами, </w:t>
            </w:r>
            <w:r w:rsidR="00A16244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казёнными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учреждениями, органами управл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государственными внебюдже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79 7 02 59900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8785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8936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9199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,1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на достижение целей, показат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88754,02062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100569,48454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образовательных орг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низаций материально-технической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базой для внедрения цифровой 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зовательной среды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88754,02062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100569,48454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7 E4 52100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88754,02062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156505,25773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100569,48454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щество и государственная наци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нальная политика в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единс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ва российской нации и этнокульту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ное развитие народов России на те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сударственной программы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Гражданское общес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 и государственная национальная политика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статуса русского языка как госуда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ственного языка Российской Фед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рации и сохранение языков народов России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Организация и проведение социал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значимых мероприятий, напра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укрепление статуса ру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ского языка как государственного языка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Закупка товаров, работ и услуг для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A200D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A200D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A200D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Организация и проведение социал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 значимых мероприятий, напра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ленных на сохранение и поддержку русского языка как государственн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 языка Российской Федерации и языков народов Российской Федер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ции, проживающих на территории Ульяновской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81 2 10 25220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,6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мероприятий по укре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лению единства российской нации и этнокультурному развитию народов России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R5160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Укрепление гражданского единства, гражданского самосознания и 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хранения самобытности многон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ционального народа Российской Ф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дерации (российской нации)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R5161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R5161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этнокультурному и 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ховному развитию народов Росси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й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R5163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81 2 10 R5163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вопорядка и безопасности жизнеде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тельности на территории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1558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по обеспечению общественного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рядка, противодействию преступн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 и профилактике правонаруш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ний на территории Ульяновской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правопорядка и безопасности жи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недеятельности на территории Ул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Предупр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ждение и пресечение преступлений с участием несовершеннолетних и в отношении их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86 1 02 00000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658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658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роту на территории Ульяновской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чение правопорядка и безопасности жизнедеятельности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Профила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тика незаконного потребления на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котических средств и психотропных веществ, наркомании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890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660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86 2 01 00000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402666,91042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97752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105752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31368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31368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18000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A200D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43F9F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5900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143F9F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13900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дошкольного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A200DC">
            <w:pPr>
              <w:spacing w:line="250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A200D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A200D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A200D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осуществлением единовр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денежных выплат педагог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ческим работникам муниципальных образовательных организаций, ре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лизующих образовательную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грамму дошкольного образования, имеющим статус молодых специ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листов (за исключением педагогич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ских работников, работающих и проживающих в сельских населё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пунктах, рабочих посёлках (п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сёлках городского типа)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ской области)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5386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900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школа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тижение целей, показателей и 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Современная школа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реализации меропри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тий по осуществлению единовр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менных компенсационных выплат учителям, прибывшим (перееха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шим) на работу в сельские населё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ные пункты, либо рабочие посёлки, либо посёлки городского типа, либо города с населением до 50 тысяч 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ловек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E1 52560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13000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образования детей и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мероприятий молодёжной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86013E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25981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развития молодёжной полит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потенциала талантливых молодых людей, в том числе являющихся 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лодыми специалистами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25941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реализацией Закона Ульяно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от 2 октября 2020 года № 103-ЗО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отдельных вопросов статуса 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лодых специалистов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8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23299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79 4 03 71230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23299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4000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1E409C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</w:t>
            </w:r>
            <w:r w:rsidR="001E40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области от 2 октября 2020 года </w:t>
            </w:r>
            <w:r w:rsidR="001E40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правовом регулиров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нии отдельных вопросов статуса 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лодых специалистов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2642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100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363333,06642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87752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87752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363333,06642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87752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87752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F515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333682,03687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дошкольного образов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333682,03687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Субвенции на финансовое обеспеч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ние расходных обязательств, связа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с предоставлением родителям (законным представителям) детей, посещающих муниципальные и ч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стные образовательные организации, реализующие образовательную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грамму дошкольного образования, компенсации части внесённой в 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ответствующие образовательные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ганизации родительской платы за присмотр и уход за детьми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333682,03687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79 1 05 71220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333682,03687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87500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тельного образования детей и реал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зация мероприятий молодёжной п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F515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29651,02955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потенциала талантливых молодых людей, в том числе являющихся 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лодыми специалистами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29651,02955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Стипендии, предоставляемые 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лантливым и одарённым обуча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ю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щимся, педагогическим и научным работникам образовательных орг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28797,03955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79 4 03 18140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28797,03955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Реализация Закона Ульяновской </w:t>
            </w:r>
            <w:r w:rsidR="001E40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области от 2 ноября 2011 года </w:t>
            </w:r>
            <w:r w:rsidR="001E409C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№ 180-ЗО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 некоторых мерах по улучшению демографической 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туации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F5157D">
            <w:pPr>
              <w:spacing w:line="235" w:lineRule="auto"/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F5157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79 4 03 80020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252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 xml:space="preserve">Реализация Закона Ульяновской </w:t>
            </w:r>
            <w:r w:rsidR="00F515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области от 07.08.2020 № 73-ЗО </w:t>
            </w:r>
            <w:r w:rsidR="00F515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 установлении дополнительных мер социальной поддержки военн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служащих, проходящих военную службу по призыву, членов их семей и граждан, уволенных с военной службы по призыву, организацио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гарантий реализации их прав и свобод и о внесении изменений в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дельные законодательные акты </w:t>
            </w:r>
            <w:r w:rsidR="00F515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Ульяновской области в целях созд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ния условий для повышения пр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стижа и привлекательности военной службы по призыву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Социальное обеспечение и иные в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ы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платы населению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79 4 03 80380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,99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Другие вопросы в области социал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7965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Мероприятия в рамках непрограм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ных направлений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7965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Финансовое обеспечение мер по развёртыванию и устойчивому функционированию пунктов вр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менного размещения и питания лиц, прибывающих на территорию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с 22 февраля </w:t>
            </w:r>
            <w:r w:rsidR="00F5157D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br/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2022 года с территорий, граничащих 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с Российской Федерацией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7965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субсидий бюдже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11 0 00 10520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7965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,344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630E7B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Межбюджетные трансферты общего характера бюджетам бюджетной системы </w:t>
            </w:r>
            <w:r w:rsidR="00630E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оссийской </w:t>
            </w:r>
            <w:r w:rsidR="00630E7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модернизация образования в Улья</w:t>
            </w:r>
            <w:r w:rsidR="00BF376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-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79 1 00 00000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Содействие развитию начального общего, о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новного общего и среднего общего образования</w:t>
            </w:r>
            <w:r w:rsidR="00153CFB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79 1 04 00000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D868DF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дотации в целях компенсации расходов учредителя муниципал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ной образовательной организации, реализующей основные общеобр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зовательные программы, на орган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зацию бесплатной перевозки об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чающихся в данной образовательной организации и проживающих на территории иного муниципального района (городского округа) Уль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я</w:t>
            </w: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</w:p>
        </w:tc>
      </w:tr>
      <w:tr w:rsidR="00436346" w:rsidRPr="00436346" w:rsidTr="00436346">
        <w:trPr>
          <w:trHeight w:val="20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79 1 04 72180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46" w:rsidRPr="00436346" w:rsidRDefault="00436346" w:rsidP="00436346">
            <w:pPr>
              <w:ind w:left="-108" w:right="-108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971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,8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150</w:t>
            </w:r>
            <w:r w:rsidR="00D042C5" w:rsidRPr="00436346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436346" w:rsidRPr="00436346" w:rsidRDefault="00436346" w:rsidP="00436346">
            <w:pPr>
              <w:jc w:val="center"/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</w:pPr>
            <w:r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200</w:t>
            </w:r>
            <w:r w:rsidR="00D042C5" w:rsidRPr="00436346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,0</w:t>
            </w:r>
            <w:r w:rsidR="00153CFB"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pacing w:val="-10"/>
                <w:sz w:val="28"/>
                <w:szCs w:val="28"/>
              </w:rPr>
              <w:t>;</w:t>
            </w:r>
          </w:p>
        </w:tc>
      </w:tr>
    </w:tbl>
    <w:p w:rsidR="009416FC" w:rsidRDefault="00D868DF" w:rsidP="00D868DF">
      <w:pPr>
        <w:pStyle w:val="aa"/>
        <w:widowControl w:val="0"/>
        <w:autoSpaceDE w:val="0"/>
        <w:autoSpaceDN w:val="0"/>
        <w:adjustRightInd w:val="0"/>
        <w:spacing w:before="120" w:line="37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л</w:t>
      </w:r>
      <w:r w:rsidR="00D31262" w:rsidRPr="00D31262">
        <w:rPr>
          <w:rFonts w:ascii="PT Astra Serif" w:hAnsi="PT Astra Serif"/>
          <w:szCs w:val="28"/>
        </w:rPr>
        <w:t>) в главе «Агентство ветеринарии Ульяновской области» (Мин 286)</w:t>
      </w:r>
      <w:r w:rsidR="009416FC">
        <w:rPr>
          <w:rFonts w:ascii="PT Astra Serif" w:hAnsi="PT Astra Serif"/>
          <w:szCs w:val="28"/>
        </w:rPr>
        <w:t>:</w:t>
      </w:r>
      <w:r w:rsidR="00D31262" w:rsidRPr="00D31262">
        <w:rPr>
          <w:rFonts w:ascii="PT Astra Serif" w:hAnsi="PT Astra Serif"/>
          <w:szCs w:val="28"/>
        </w:rPr>
        <w:t xml:space="preserve"> </w:t>
      </w:r>
    </w:p>
    <w:p w:rsidR="00D31262" w:rsidRDefault="00D31262" w:rsidP="00D868DF">
      <w:pPr>
        <w:pStyle w:val="aa"/>
        <w:widowControl w:val="0"/>
        <w:autoSpaceDE w:val="0"/>
        <w:autoSpaceDN w:val="0"/>
        <w:adjustRightInd w:val="0"/>
        <w:spacing w:before="120" w:line="370" w:lineRule="auto"/>
        <w:ind w:firstLine="720"/>
        <w:outlineLvl w:val="0"/>
        <w:rPr>
          <w:rFonts w:ascii="PT Astra Serif" w:hAnsi="PT Astra Serif"/>
          <w:szCs w:val="28"/>
        </w:rPr>
      </w:pPr>
      <w:r w:rsidRPr="00D31262">
        <w:rPr>
          <w:rFonts w:ascii="PT Astra Serif" w:hAnsi="PT Astra Serif"/>
          <w:szCs w:val="28"/>
        </w:rPr>
        <w:t>цифры «252295,52282» заменить цифрами</w:t>
      </w:r>
      <w:r>
        <w:rPr>
          <w:rFonts w:ascii="PT Astra Serif" w:hAnsi="PT Astra Serif"/>
          <w:szCs w:val="28"/>
        </w:rPr>
        <w:t xml:space="preserve"> «256695,52282»;</w:t>
      </w:r>
    </w:p>
    <w:p w:rsidR="00D31262" w:rsidRDefault="00D31262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«Национальная экономика» (Мин 286 Рз 04) цифры «250350,62282» заменить цифрами «254750,62282»;</w:t>
      </w:r>
    </w:p>
    <w:p w:rsidR="00D31262" w:rsidRDefault="00D31262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556E7A">
        <w:rPr>
          <w:rFonts w:ascii="PT Astra Serif" w:hAnsi="PT Astra Serif"/>
          <w:szCs w:val="28"/>
        </w:rPr>
        <w:t>Сельское хозяйство и рыболовство</w:t>
      </w:r>
      <w:r>
        <w:rPr>
          <w:rFonts w:ascii="PT Astra Serif" w:hAnsi="PT Astra Serif"/>
          <w:szCs w:val="28"/>
        </w:rPr>
        <w:t>» (Мин 286 Рз 04 ПР 05) цифры «250350,62282» заменить цифрами «254750,62282»;</w:t>
      </w:r>
    </w:p>
    <w:p w:rsidR="00D31262" w:rsidRDefault="00D31262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556E7A">
        <w:rPr>
          <w:rFonts w:ascii="PT Astra Serif" w:hAnsi="PT Astra Serif"/>
          <w:szCs w:val="28"/>
        </w:rPr>
        <w:t xml:space="preserve">Государственная программа Ульяновской области </w:t>
      </w:r>
      <w:r>
        <w:rPr>
          <w:rFonts w:ascii="PT Astra Serif" w:hAnsi="PT Astra Serif"/>
          <w:szCs w:val="28"/>
        </w:rPr>
        <w:t>«</w:t>
      </w:r>
      <w:r w:rsidRPr="00556E7A">
        <w:rPr>
          <w:rFonts w:ascii="PT Astra Serif" w:hAnsi="PT Astra Serif"/>
          <w:szCs w:val="28"/>
        </w:rPr>
        <w:t>Развитие Государственной ветеринарной службы Российской Федерации на территории Ульяновской области</w:t>
      </w:r>
      <w:r>
        <w:rPr>
          <w:rFonts w:ascii="PT Astra Serif" w:hAnsi="PT Astra Serif"/>
          <w:szCs w:val="28"/>
        </w:rPr>
        <w:t>» (Мин 286 Рз 04 ПР 05 ЦС 94 0 00 00000) цифры «242058,3» заменить цифрами «246458,3»;</w:t>
      </w:r>
    </w:p>
    <w:p w:rsidR="00D31262" w:rsidRDefault="00D31262" w:rsidP="00D868DF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556E7A">
        <w:rPr>
          <w:rFonts w:ascii="PT Astra Serif" w:hAnsi="PT Astra Serif"/>
          <w:szCs w:val="28"/>
        </w:rPr>
        <w:t xml:space="preserve">Подпрограмма </w:t>
      </w:r>
      <w:r>
        <w:rPr>
          <w:rFonts w:ascii="PT Astra Serif" w:hAnsi="PT Astra Serif"/>
          <w:szCs w:val="28"/>
        </w:rPr>
        <w:t>«</w:t>
      </w:r>
      <w:r w:rsidRPr="00556E7A">
        <w:rPr>
          <w:rFonts w:ascii="PT Astra Serif" w:hAnsi="PT Astra Serif"/>
          <w:szCs w:val="28"/>
        </w:rPr>
        <w:t>Обеспечение реализации государственной программы Ульяновской области</w:t>
      </w:r>
      <w:r>
        <w:rPr>
          <w:rFonts w:ascii="PT Astra Serif" w:hAnsi="PT Astra Serif"/>
          <w:szCs w:val="28"/>
        </w:rPr>
        <w:t>»</w:t>
      </w:r>
      <w:r w:rsidRPr="00556E7A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br/>
      </w:r>
      <w:r w:rsidRPr="00556E7A">
        <w:rPr>
          <w:rFonts w:ascii="PT Astra Serif" w:hAnsi="PT Astra Serif"/>
          <w:szCs w:val="28"/>
        </w:rPr>
        <w:t xml:space="preserve">государственной программы Ульяновской области </w:t>
      </w:r>
      <w:r>
        <w:rPr>
          <w:rFonts w:ascii="PT Astra Serif" w:hAnsi="PT Astra Serif"/>
          <w:szCs w:val="28"/>
        </w:rPr>
        <w:t>«</w:t>
      </w:r>
      <w:r w:rsidRPr="00556E7A">
        <w:rPr>
          <w:rFonts w:ascii="PT Astra Serif" w:hAnsi="PT Astra Serif"/>
          <w:szCs w:val="28"/>
        </w:rPr>
        <w:t>Развитие Государственной ветеринарной службы Российской Фед</w:t>
      </w:r>
      <w:r w:rsidRPr="00556E7A">
        <w:rPr>
          <w:rFonts w:ascii="PT Astra Serif" w:hAnsi="PT Astra Serif"/>
          <w:szCs w:val="28"/>
        </w:rPr>
        <w:t>е</w:t>
      </w:r>
      <w:r w:rsidRPr="00556E7A">
        <w:rPr>
          <w:rFonts w:ascii="PT Astra Serif" w:hAnsi="PT Astra Serif"/>
          <w:szCs w:val="28"/>
        </w:rPr>
        <w:t>рации на территории Ульяновской области</w:t>
      </w:r>
      <w:r>
        <w:rPr>
          <w:rFonts w:ascii="PT Astra Serif" w:hAnsi="PT Astra Serif"/>
          <w:szCs w:val="28"/>
        </w:rPr>
        <w:t xml:space="preserve">» (Мин 286 Рз 04 ПР 05 ЦС 94 1 00 00000) цифры «214082,3» заменить </w:t>
      </w:r>
      <w:r>
        <w:rPr>
          <w:rFonts w:ascii="PT Astra Serif" w:hAnsi="PT Astra Serif"/>
          <w:szCs w:val="28"/>
        </w:rPr>
        <w:br/>
        <w:t>цифрами «218482,3»;</w:t>
      </w:r>
    </w:p>
    <w:p w:rsidR="00D31262" w:rsidRDefault="00D31262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19748C">
        <w:rPr>
          <w:rFonts w:ascii="PT Astra Serif" w:hAnsi="PT Astra Serif"/>
          <w:szCs w:val="28"/>
        </w:rPr>
        <w:t xml:space="preserve">Основное мероприятие </w:t>
      </w:r>
      <w:r>
        <w:rPr>
          <w:rFonts w:ascii="PT Astra Serif" w:hAnsi="PT Astra Serif"/>
          <w:szCs w:val="28"/>
        </w:rPr>
        <w:t>«</w:t>
      </w:r>
      <w:r w:rsidRPr="0019748C">
        <w:rPr>
          <w:rFonts w:ascii="PT Astra Serif" w:hAnsi="PT Astra Serif"/>
          <w:szCs w:val="28"/>
        </w:rPr>
        <w:t xml:space="preserve">Обеспечение деятельности государственного заказчика и учреждений </w:t>
      </w:r>
      <w:r>
        <w:rPr>
          <w:rFonts w:ascii="PT Astra Serif" w:hAnsi="PT Astra Serif"/>
          <w:szCs w:val="28"/>
        </w:rPr>
        <w:br/>
      </w:r>
      <w:r w:rsidRPr="0019748C">
        <w:rPr>
          <w:rFonts w:ascii="PT Astra Serif" w:hAnsi="PT Astra Serif"/>
          <w:szCs w:val="28"/>
        </w:rPr>
        <w:t>ветеринарии</w:t>
      </w:r>
      <w:r>
        <w:rPr>
          <w:rFonts w:ascii="PT Astra Serif" w:hAnsi="PT Astra Serif"/>
          <w:szCs w:val="28"/>
        </w:rPr>
        <w:t>» (Мин 286 Рз 04 ПР 05 ЦС 94 1 01 00000) цифры «214082,3» заменить цифрами «218482,3»;</w:t>
      </w:r>
    </w:p>
    <w:p w:rsidR="00D31262" w:rsidRDefault="00D31262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19748C">
        <w:rPr>
          <w:rFonts w:ascii="PT Astra Serif" w:hAnsi="PT Astra Serif"/>
          <w:szCs w:val="28"/>
        </w:rPr>
        <w:t>Предоставление учреждениям, подведомственным Агентству ветеринарии Ульяновской области, субс</w:t>
      </w:r>
      <w:r w:rsidRPr="0019748C">
        <w:rPr>
          <w:rFonts w:ascii="PT Astra Serif" w:hAnsi="PT Astra Serif"/>
          <w:szCs w:val="28"/>
        </w:rPr>
        <w:t>и</w:t>
      </w:r>
      <w:r w:rsidRPr="0019748C">
        <w:rPr>
          <w:rFonts w:ascii="PT Astra Serif" w:hAnsi="PT Astra Serif"/>
          <w:szCs w:val="28"/>
        </w:rPr>
        <w:lastRenderedPageBreak/>
        <w:t>дий на финансовое обеспечение выполнения государственного задания и на иные цели</w:t>
      </w:r>
      <w:r>
        <w:rPr>
          <w:rFonts w:ascii="PT Astra Serif" w:hAnsi="PT Astra Serif"/>
          <w:szCs w:val="28"/>
        </w:rPr>
        <w:t xml:space="preserve">» (Мин 286 Рз 04 ПР 05 </w:t>
      </w:r>
      <w:r w:rsidR="00E7173C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ЦС 94 1 01 60020) цифры «196712,8» заменить цифрами «201112,8»;</w:t>
      </w:r>
    </w:p>
    <w:p w:rsidR="00D31262" w:rsidRDefault="00D31262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19748C">
        <w:rPr>
          <w:rFonts w:ascii="PT Astra Serif" w:hAnsi="PT Astra Serif"/>
          <w:szCs w:val="28"/>
        </w:rPr>
        <w:t xml:space="preserve">Предоставление субсидий бюджетным, автономным учреждениям и иным некоммерческим </w:t>
      </w:r>
      <w:r w:rsidR="00E7173C">
        <w:rPr>
          <w:rFonts w:ascii="PT Astra Serif" w:hAnsi="PT Astra Serif"/>
          <w:szCs w:val="28"/>
        </w:rPr>
        <w:br/>
      </w:r>
      <w:r w:rsidRPr="0019748C">
        <w:rPr>
          <w:rFonts w:ascii="PT Astra Serif" w:hAnsi="PT Astra Serif"/>
          <w:szCs w:val="28"/>
        </w:rPr>
        <w:t>организациям</w:t>
      </w:r>
      <w:r>
        <w:rPr>
          <w:rFonts w:ascii="PT Astra Serif" w:hAnsi="PT Astra Serif"/>
          <w:szCs w:val="28"/>
        </w:rPr>
        <w:t>» (Мин 286 Рз 04 ПР 05 ЦС 94 1 01 60020 ВР 600) цифры «196712,8» заменить цифрами «201112,8»;</w:t>
      </w:r>
    </w:p>
    <w:p w:rsidR="009416FC" w:rsidRDefault="009416F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м) </w:t>
      </w:r>
      <w:r w:rsidR="00E7173C" w:rsidRPr="00E7173C">
        <w:rPr>
          <w:rFonts w:ascii="PT Astra Serif" w:hAnsi="PT Astra Serif"/>
          <w:szCs w:val="28"/>
        </w:rPr>
        <w:t>в главе «Министерство финансов Ульяновской области» (Мин 292)</w:t>
      </w:r>
      <w:r>
        <w:rPr>
          <w:rFonts w:ascii="PT Astra Serif" w:hAnsi="PT Astra Serif"/>
          <w:szCs w:val="28"/>
        </w:rPr>
        <w:t>:</w:t>
      </w:r>
      <w:r w:rsidR="00E7173C" w:rsidRPr="00E7173C">
        <w:rPr>
          <w:rFonts w:ascii="PT Astra Serif" w:hAnsi="PT Astra Serif"/>
          <w:szCs w:val="28"/>
        </w:rPr>
        <w:t xml:space="preserve"> 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E7173C">
        <w:rPr>
          <w:rFonts w:ascii="PT Astra Serif" w:hAnsi="PT Astra Serif"/>
          <w:szCs w:val="28"/>
        </w:rPr>
        <w:t>цифры «6153521,68» заменить цифрами</w:t>
      </w:r>
      <w:r>
        <w:rPr>
          <w:rFonts w:ascii="PT Astra Serif" w:hAnsi="PT Astra Serif"/>
          <w:szCs w:val="28"/>
        </w:rPr>
        <w:t xml:space="preserve"> «6203521,68»;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9441F5">
        <w:rPr>
          <w:rFonts w:ascii="PT Astra Serif" w:hAnsi="PT Astra Serif"/>
          <w:szCs w:val="28"/>
        </w:rPr>
        <w:t>Общегосударственные вопросы</w:t>
      </w:r>
      <w:r>
        <w:rPr>
          <w:rFonts w:ascii="PT Astra Serif" w:hAnsi="PT Astra Serif"/>
          <w:szCs w:val="28"/>
        </w:rPr>
        <w:t>» (Мин 292 Рз 01) цифры «441569,2463» заменить цифрами «491569,2463»;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«Резервные фонды» (Мин 292 Рз 01 ПР 11) цифры «108436,9436» заменить цифрами «158436,9463»;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A7376A">
        <w:rPr>
          <w:rFonts w:ascii="PT Astra Serif" w:hAnsi="PT Astra Serif"/>
          <w:szCs w:val="28"/>
        </w:rPr>
        <w:t>Мероприятия в рамках непрограммных направлений деятельности</w:t>
      </w:r>
      <w:r>
        <w:rPr>
          <w:rFonts w:ascii="PT Astra Serif" w:hAnsi="PT Astra Serif"/>
          <w:szCs w:val="28"/>
        </w:rPr>
        <w:t xml:space="preserve">» (Мин 292 Рз 01 ПР 11 </w:t>
      </w:r>
      <w:r>
        <w:rPr>
          <w:rFonts w:ascii="PT Astra Serif" w:hAnsi="PT Astra Serif"/>
          <w:szCs w:val="28"/>
        </w:rPr>
        <w:br/>
        <w:t>ЦС 11 0 00 00000) цифры «108436,9436» заменить цифрами «158436,9463»;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465B77">
        <w:rPr>
          <w:rFonts w:ascii="PT Astra Serif" w:hAnsi="PT Astra Serif"/>
          <w:szCs w:val="28"/>
        </w:rPr>
        <w:t>Резервный фонд Правительства Ульяновской области</w:t>
      </w:r>
      <w:r>
        <w:rPr>
          <w:rFonts w:ascii="PT Astra Serif" w:hAnsi="PT Astra Serif"/>
          <w:szCs w:val="28"/>
        </w:rPr>
        <w:t xml:space="preserve">» (Мин 292 Рз 01 ПР 11 ЦС 11 0 00 80190) </w:t>
      </w:r>
      <w:r>
        <w:rPr>
          <w:rFonts w:ascii="PT Astra Serif" w:hAnsi="PT Astra Serif"/>
          <w:szCs w:val="28"/>
        </w:rPr>
        <w:br/>
        <w:t>цифры «93436,9463» заменить цифрами «143436,9463»;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465B77">
        <w:rPr>
          <w:rFonts w:ascii="PT Astra Serif" w:hAnsi="PT Astra Serif"/>
          <w:szCs w:val="28"/>
        </w:rPr>
        <w:t>Иные бюджетные ассигнования</w:t>
      </w:r>
      <w:r>
        <w:rPr>
          <w:rFonts w:ascii="PT Astra Serif" w:hAnsi="PT Astra Serif"/>
          <w:szCs w:val="28"/>
        </w:rPr>
        <w:t>» (Мин 292 Рз 01 ПР 11 ЦС 11 0 00 80190 ВР 800) цифры «93436,9463» заменить цифрами «143436,9463»;</w:t>
      </w:r>
    </w:p>
    <w:p w:rsidR="009416FC" w:rsidRDefault="009416F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н</w:t>
      </w:r>
      <w:r w:rsidR="00E7173C" w:rsidRPr="00E7173C">
        <w:rPr>
          <w:rFonts w:ascii="PT Astra Serif" w:hAnsi="PT Astra Serif"/>
          <w:szCs w:val="28"/>
        </w:rPr>
        <w:t>) в главе «Избирательная комиссия Ульяновской области» (Мин 311)</w:t>
      </w:r>
      <w:r>
        <w:rPr>
          <w:rFonts w:ascii="PT Astra Serif" w:hAnsi="PT Astra Serif"/>
          <w:szCs w:val="28"/>
        </w:rPr>
        <w:t>:</w:t>
      </w:r>
      <w:r w:rsidR="00E7173C" w:rsidRPr="00E7173C">
        <w:rPr>
          <w:rFonts w:ascii="PT Astra Serif" w:hAnsi="PT Astra Serif"/>
          <w:szCs w:val="28"/>
        </w:rPr>
        <w:t xml:space="preserve"> 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E7173C">
        <w:rPr>
          <w:rFonts w:ascii="PT Astra Serif" w:hAnsi="PT Astra Serif"/>
          <w:szCs w:val="28"/>
        </w:rPr>
        <w:t>цифры «84807,6» заменить цифрами</w:t>
      </w:r>
      <w:r>
        <w:rPr>
          <w:rFonts w:ascii="PT Astra Serif" w:hAnsi="PT Astra Serif"/>
          <w:szCs w:val="28"/>
        </w:rPr>
        <w:t xml:space="preserve"> «86021,3»;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9441F5">
        <w:rPr>
          <w:rFonts w:ascii="PT Astra Serif" w:hAnsi="PT Astra Serif"/>
          <w:szCs w:val="28"/>
        </w:rPr>
        <w:t>Общегосударственные вопросы</w:t>
      </w:r>
      <w:r>
        <w:rPr>
          <w:rFonts w:ascii="PT Astra Serif" w:hAnsi="PT Astra Serif"/>
          <w:szCs w:val="28"/>
        </w:rPr>
        <w:t>» (Мин 311 Рз 01) цифры «84807,6» заменить цифрами «86021,3»;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9441F5">
        <w:rPr>
          <w:rFonts w:ascii="PT Astra Serif" w:hAnsi="PT Astra Serif"/>
          <w:szCs w:val="28"/>
        </w:rPr>
        <w:t>Обеспечение проведения выборов и референдумов</w:t>
      </w:r>
      <w:r>
        <w:rPr>
          <w:rFonts w:ascii="PT Astra Serif" w:hAnsi="PT Astra Serif"/>
          <w:szCs w:val="28"/>
        </w:rPr>
        <w:t xml:space="preserve">» (Мин 311 Рз 01 ПР 07) цифры «84807,6» </w:t>
      </w:r>
      <w:r>
        <w:rPr>
          <w:rFonts w:ascii="PT Astra Serif" w:hAnsi="PT Astra Serif"/>
          <w:szCs w:val="28"/>
        </w:rPr>
        <w:br/>
        <w:t>заменить цифрами «86021,3»;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>в строке «</w:t>
      </w:r>
      <w:r w:rsidRPr="009441F5">
        <w:rPr>
          <w:rFonts w:ascii="PT Astra Serif" w:hAnsi="PT Astra Serif"/>
          <w:szCs w:val="28"/>
        </w:rPr>
        <w:t>Мероприятия в рамках непрограммных направлений деятельности</w:t>
      </w:r>
      <w:r>
        <w:rPr>
          <w:rFonts w:ascii="PT Astra Serif" w:hAnsi="PT Astra Serif"/>
          <w:szCs w:val="28"/>
        </w:rPr>
        <w:t xml:space="preserve">» (Мин 311 Рз 01 ПР 07 </w:t>
      </w:r>
      <w:r>
        <w:rPr>
          <w:rFonts w:ascii="PT Astra Serif" w:hAnsi="PT Astra Serif"/>
          <w:szCs w:val="28"/>
        </w:rPr>
        <w:br/>
        <w:t>ЦС 11 0 00 00000) цифры «84460,8» заменить цифрами «85674,5»;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9441F5">
        <w:rPr>
          <w:rFonts w:ascii="PT Astra Serif" w:hAnsi="PT Astra Serif"/>
          <w:szCs w:val="28"/>
        </w:rPr>
        <w:t>Обеспечение деятельности государственных органов Ульяновской области</w:t>
      </w:r>
      <w:r>
        <w:rPr>
          <w:rFonts w:ascii="PT Astra Serif" w:hAnsi="PT Astra Serif"/>
          <w:szCs w:val="28"/>
        </w:rPr>
        <w:t>» (Мин 311 Рз 01 ПР 07 ЦС 11 0 00 80010) цифры «33067,8» заменить цифрами «33652,5»;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9441F5">
        <w:rPr>
          <w:rFonts w:ascii="PT Astra Serif" w:hAnsi="PT Astra Serif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Cs w:val="28"/>
        </w:rPr>
        <w:br/>
      </w:r>
      <w:r w:rsidRPr="009441F5">
        <w:rPr>
          <w:rFonts w:ascii="PT Astra Serif" w:hAnsi="PT Astra Serif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Cs w:val="28"/>
        </w:rPr>
        <w:br/>
      </w:r>
      <w:r w:rsidRPr="009441F5">
        <w:rPr>
          <w:rFonts w:ascii="PT Astra Serif" w:hAnsi="PT Astra Serif"/>
          <w:szCs w:val="28"/>
        </w:rPr>
        <w:t>фондами</w:t>
      </w:r>
      <w:r>
        <w:rPr>
          <w:rFonts w:ascii="PT Astra Serif" w:hAnsi="PT Astra Serif"/>
          <w:szCs w:val="28"/>
        </w:rPr>
        <w:t>» (Мин 311 Рз 01 ПР 07 ЦС 11 0 00 80010 ВР 100) цифры «31052,8» заменить цифрами «31637,5»;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9441F5">
        <w:rPr>
          <w:rFonts w:ascii="PT Astra Serif" w:hAnsi="PT Astra Serif"/>
          <w:szCs w:val="28"/>
        </w:rPr>
        <w:t>Расходы на обеспечение функций территориальных органов</w:t>
      </w:r>
      <w:r>
        <w:rPr>
          <w:rFonts w:ascii="PT Astra Serif" w:hAnsi="PT Astra Serif"/>
          <w:szCs w:val="28"/>
        </w:rPr>
        <w:t xml:space="preserve">» (Мин 311 Рз 01 ПР 07 </w:t>
      </w:r>
      <w:r>
        <w:rPr>
          <w:rFonts w:ascii="PT Astra Serif" w:hAnsi="PT Astra Serif"/>
          <w:szCs w:val="28"/>
        </w:rPr>
        <w:br/>
        <w:t>ЦС 11 0 00 80120) цифры «40072,2» заменить цифрами «40701,2»;</w:t>
      </w:r>
    </w:p>
    <w:p w:rsidR="00E7173C" w:rsidRDefault="00E7173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</w:t>
      </w:r>
      <w:r w:rsidRPr="009441F5">
        <w:rPr>
          <w:rFonts w:ascii="PT Astra Serif" w:hAnsi="PT Astra Serif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Cs w:val="28"/>
        </w:rPr>
        <w:br/>
      </w:r>
      <w:r w:rsidRPr="009441F5">
        <w:rPr>
          <w:rFonts w:ascii="PT Astra Serif" w:hAnsi="PT Astra Serif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Cs w:val="28"/>
        </w:rPr>
        <w:br/>
      </w:r>
      <w:r w:rsidRPr="009441F5">
        <w:rPr>
          <w:rFonts w:ascii="PT Astra Serif" w:hAnsi="PT Astra Serif"/>
          <w:szCs w:val="28"/>
        </w:rPr>
        <w:t>фондами</w:t>
      </w:r>
      <w:r>
        <w:rPr>
          <w:rFonts w:ascii="PT Astra Serif" w:hAnsi="PT Astra Serif"/>
          <w:szCs w:val="28"/>
        </w:rPr>
        <w:t>» (Мин 311 Рз 01 ПР 07 ЦС 11 0 00 80120 ВР 100) цифры «40072,2» заменить цифрами «40701,2»;</w:t>
      </w:r>
    </w:p>
    <w:p w:rsidR="00D868DF" w:rsidRDefault="009416FC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о</w:t>
      </w:r>
      <w:r w:rsidR="00D868DF">
        <w:rPr>
          <w:rFonts w:ascii="PT Astra Serif" w:hAnsi="PT Astra Serif"/>
          <w:szCs w:val="28"/>
        </w:rPr>
        <w:t xml:space="preserve">) </w:t>
      </w:r>
      <w:r w:rsidR="00D16086" w:rsidRPr="00D16086">
        <w:rPr>
          <w:rFonts w:ascii="PT Astra Serif" w:hAnsi="PT Astra Serif"/>
          <w:szCs w:val="28"/>
        </w:rPr>
        <w:t>в главе «Агентство государственного строительного и жилищного надзора Ульяновской области» (Мин 382)</w:t>
      </w:r>
      <w:r w:rsidR="00D868DF">
        <w:rPr>
          <w:rFonts w:ascii="PT Astra Serif" w:hAnsi="PT Astra Serif"/>
          <w:szCs w:val="28"/>
        </w:rPr>
        <w:t>:</w:t>
      </w:r>
      <w:r w:rsidR="00D16086" w:rsidRPr="00D16086">
        <w:rPr>
          <w:rFonts w:ascii="PT Astra Serif" w:hAnsi="PT Astra Serif"/>
          <w:szCs w:val="28"/>
        </w:rPr>
        <w:t xml:space="preserve"> </w:t>
      </w:r>
    </w:p>
    <w:p w:rsidR="00D16086" w:rsidRPr="00217699" w:rsidRDefault="00D16086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D16086">
        <w:rPr>
          <w:rFonts w:ascii="PT Astra Serif" w:hAnsi="PT Astra Serif"/>
          <w:szCs w:val="28"/>
        </w:rPr>
        <w:t>цифры «55945,8» заменить цифрами «63650,1»;</w:t>
      </w:r>
    </w:p>
    <w:p w:rsidR="00D16086" w:rsidRPr="00217699" w:rsidRDefault="00D16086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217699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Общегосударственные вопросы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(Мин 382 Рз 01) цифры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55945,8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заменить цифрами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63650,1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>;</w:t>
      </w:r>
    </w:p>
    <w:p w:rsidR="00D16086" w:rsidRPr="00217699" w:rsidRDefault="00D16086" w:rsidP="004F7EA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217699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Другие общегосударственные вопросы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(Мин 382 Рз 01 ПР 13) цифры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55945,8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заменить цифрами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63650,1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>;</w:t>
      </w:r>
    </w:p>
    <w:p w:rsidR="00D16086" w:rsidRPr="00217699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217699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Мероприятия в рамках непрограммных направлений деятельности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(Мин 382 Рз 01 ПР 13 </w:t>
      </w:r>
      <w:r>
        <w:rPr>
          <w:rFonts w:ascii="PT Astra Serif" w:hAnsi="PT Astra Serif"/>
          <w:szCs w:val="28"/>
        </w:rPr>
        <w:br/>
      </w:r>
      <w:r w:rsidRPr="00217699">
        <w:rPr>
          <w:rFonts w:ascii="PT Astra Serif" w:hAnsi="PT Astra Serif"/>
          <w:szCs w:val="28"/>
        </w:rPr>
        <w:t xml:space="preserve">ЦС 11 0 00 00000) цифры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55945,8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заменить цифрами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63650,1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>;</w:t>
      </w:r>
    </w:p>
    <w:p w:rsidR="00D16086" w:rsidRPr="00217699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217699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Обеспечение деятельности государственных органов Ульяновской области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(Мин 382 Рз 01 ПР 13 ЦС 11 </w:t>
      </w:r>
      <w:r w:rsidRPr="00217699">
        <w:rPr>
          <w:rFonts w:ascii="PT Astra Serif" w:hAnsi="PT Astra Serif"/>
          <w:szCs w:val="28"/>
        </w:rPr>
        <w:lastRenderedPageBreak/>
        <w:t xml:space="preserve">0 00 80010) цифры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54045,8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заменить цифрами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61750,1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>;</w:t>
      </w:r>
    </w:p>
    <w:p w:rsidR="00D16086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 w:rsidRPr="00217699">
        <w:rPr>
          <w:rFonts w:ascii="PT Astra Serif" w:hAnsi="PT Astra Serif"/>
          <w:szCs w:val="28"/>
        </w:rPr>
        <w:t xml:space="preserve">в строке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Cs w:val="28"/>
        </w:rPr>
        <w:br/>
      </w:r>
      <w:r w:rsidRPr="00217699">
        <w:rPr>
          <w:rFonts w:ascii="PT Astra Serif" w:hAnsi="PT Astra Serif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Cs w:val="28"/>
        </w:rPr>
        <w:br/>
      </w:r>
      <w:r w:rsidRPr="00217699">
        <w:rPr>
          <w:rFonts w:ascii="PT Astra Serif" w:hAnsi="PT Astra Serif"/>
          <w:szCs w:val="28"/>
        </w:rPr>
        <w:t>фондами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(Мин 382 Рз 01 ПР 13 ЦС 11 0 00 80010 ВР 100) цифры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49926,936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 xml:space="preserve"> заменить цифрами </w:t>
      </w:r>
      <w:r>
        <w:rPr>
          <w:rFonts w:ascii="PT Astra Serif" w:hAnsi="PT Astra Serif"/>
          <w:szCs w:val="28"/>
        </w:rPr>
        <w:t>«</w:t>
      </w:r>
      <w:r w:rsidRPr="00217699">
        <w:rPr>
          <w:rFonts w:ascii="PT Astra Serif" w:hAnsi="PT Astra Serif"/>
          <w:szCs w:val="28"/>
        </w:rPr>
        <w:t>57631,236</w:t>
      </w:r>
      <w:r>
        <w:rPr>
          <w:rFonts w:ascii="PT Astra Serif" w:hAnsi="PT Astra Serif"/>
          <w:szCs w:val="28"/>
        </w:rPr>
        <w:t>»</w:t>
      </w:r>
      <w:r w:rsidRPr="00217699">
        <w:rPr>
          <w:rFonts w:ascii="PT Astra Serif" w:hAnsi="PT Astra Serif"/>
          <w:szCs w:val="28"/>
        </w:rPr>
        <w:t>;</w:t>
      </w:r>
    </w:p>
    <w:p w:rsidR="00D16086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строке «ИТОГО» цифры «90755723,9086» заменить цифрами «911176</w:t>
      </w:r>
      <w:r w:rsidR="00033D76">
        <w:rPr>
          <w:rFonts w:ascii="PT Astra Serif" w:hAnsi="PT Astra Serif"/>
          <w:szCs w:val="28"/>
        </w:rPr>
        <w:t>34</w:t>
      </w:r>
      <w:r>
        <w:rPr>
          <w:rFonts w:ascii="PT Astra Serif" w:hAnsi="PT Astra Serif"/>
          <w:szCs w:val="28"/>
        </w:rPr>
        <w:t xml:space="preserve">,9086», цифры «81281964,0» </w:t>
      </w:r>
      <w:r>
        <w:rPr>
          <w:rFonts w:ascii="PT Astra Serif" w:hAnsi="PT Astra Serif"/>
          <w:szCs w:val="28"/>
        </w:rPr>
        <w:br/>
        <w:t>заменить цифрами «81620320,0»;</w:t>
      </w:r>
    </w:p>
    <w:p w:rsidR="00D16086" w:rsidRDefault="00D16086" w:rsidP="00D16086">
      <w:pPr>
        <w:pStyle w:val="1"/>
        <w:spacing w:line="346" w:lineRule="auto"/>
        <w:ind w:firstLine="720"/>
        <w:rPr>
          <w:rFonts w:ascii="PT Astra Serif" w:hAnsi="PT Astra Serif"/>
          <w:szCs w:val="28"/>
          <w:highlight w:val="cyan"/>
        </w:rPr>
      </w:pPr>
      <w:r w:rsidRPr="003E7101">
        <w:rPr>
          <w:rFonts w:ascii="PT Astra Serif" w:hAnsi="PT Astra Serif"/>
          <w:szCs w:val="28"/>
        </w:rPr>
        <w:t xml:space="preserve">5) в </w:t>
      </w:r>
      <w:r w:rsidRPr="003E7101">
        <w:rPr>
          <w:rFonts w:ascii="PT Astra Serif" w:hAnsi="PT Astra Serif"/>
          <w:spacing w:val="-4"/>
          <w:szCs w:val="28"/>
        </w:rPr>
        <w:t>приложени</w:t>
      </w:r>
      <w:r w:rsidR="00D868DF">
        <w:rPr>
          <w:rFonts w:ascii="PT Astra Serif" w:hAnsi="PT Astra Serif"/>
          <w:spacing w:val="-4"/>
          <w:szCs w:val="28"/>
        </w:rPr>
        <w:t>и</w:t>
      </w:r>
      <w:r w:rsidRPr="003E7101">
        <w:rPr>
          <w:rFonts w:ascii="PT Astra Serif" w:hAnsi="PT Astra Serif"/>
          <w:spacing w:val="-4"/>
          <w:szCs w:val="28"/>
        </w:rPr>
        <w:t xml:space="preserve"> 5</w:t>
      </w:r>
      <w:r>
        <w:rPr>
          <w:rFonts w:ascii="PT Astra Serif" w:hAnsi="PT Astra Serif"/>
          <w:spacing w:val="-4"/>
          <w:szCs w:val="28"/>
        </w:rPr>
        <w:t>:</w:t>
      </w:r>
    </w:p>
    <w:p w:rsidR="00D16086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szCs w:val="28"/>
        </w:rPr>
        <w:t>а) в строке «Общегосударственные вопросы» (Рз 01)</w:t>
      </w:r>
      <w:r w:rsidRPr="002848AB">
        <w:rPr>
          <w:rFonts w:ascii="PT Astra Serif" w:hAnsi="PT Astra Serif"/>
          <w:color w:val="000000"/>
          <w:spacing w:val="-4"/>
          <w:szCs w:val="28"/>
        </w:rPr>
        <w:t xml:space="preserve"> </w:t>
      </w:r>
      <w:r>
        <w:rPr>
          <w:rFonts w:ascii="PT Astra Serif" w:hAnsi="PT Astra Serif"/>
          <w:color w:val="000000"/>
          <w:spacing w:val="-4"/>
          <w:szCs w:val="28"/>
        </w:rPr>
        <w:t>цифры «</w:t>
      </w:r>
      <w:r w:rsidRPr="002848AB">
        <w:rPr>
          <w:rFonts w:ascii="PT Astra Serif" w:hAnsi="PT Astra Serif"/>
          <w:color w:val="000000"/>
          <w:spacing w:val="-4"/>
          <w:szCs w:val="28"/>
        </w:rPr>
        <w:t>3875839,2952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2848AB">
        <w:rPr>
          <w:rFonts w:ascii="PT Astra Serif" w:hAnsi="PT Astra Serif"/>
          <w:color w:val="000000"/>
          <w:spacing w:val="-4"/>
          <w:szCs w:val="28"/>
        </w:rPr>
        <w:t>4020051,28192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D16086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color w:val="000000"/>
          <w:spacing w:val="-4"/>
          <w:szCs w:val="28"/>
        </w:rPr>
        <w:t>б) в строке «</w:t>
      </w:r>
      <w:r w:rsidRPr="002848AB">
        <w:rPr>
          <w:rFonts w:ascii="PT Astra Serif" w:hAnsi="PT Astra Serif"/>
          <w:color w:val="000000"/>
          <w:spacing w:val="-4"/>
          <w:szCs w:val="28"/>
        </w:rPr>
        <w:t>Функционирование Правительства Российской Федерации, высших исполнительных органов государс</w:t>
      </w:r>
      <w:r w:rsidRPr="002848AB">
        <w:rPr>
          <w:rFonts w:ascii="PT Astra Serif" w:hAnsi="PT Astra Serif"/>
          <w:color w:val="000000"/>
          <w:spacing w:val="-4"/>
          <w:szCs w:val="28"/>
        </w:rPr>
        <w:t>т</w:t>
      </w:r>
      <w:r w:rsidRPr="002848AB">
        <w:rPr>
          <w:rFonts w:ascii="PT Astra Serif" w:hAnsi="PT Astra Serif"/>
          <w:color w:val="000000"/>
          <w:spacing w:val="-4"/>
          <w:szCs w:val="28"/>
        </w:rPr>
        <w:t>венной власти субъектов Российской Федерации, местных администраций</w:t>
      </w:r>
      <w:r>
        <w:rPr>
          <w:rFonts w:ascii="PT Astra Serif" w:hAnsi="PT Astra Serif"/>
          <w:color w:val="000000"/>
          <w:spacing w:val="-4"/>
          <w:szCs w:val="28"/>
        </w:rPr>
        <w:t>» (Рз 01 ПР 04) цифры «</w:t>
      </w:r>
      <w:r w:rsidRPr="00BA477F">
        <w:rPr>
          <w:rFonts w:ascii="PT Astra Serif" w:hAnsi="PT Astra Serif"/>
          <w:color w:val="000000"/>
          <w:spacing w:val="-4"/>
          <w:szCs w:val="28"/>
        </w:rPr>
        <w:t>362998,6</w:t>
      </w:r>
      <w:r>
        <w:rPr>
          <w:rFonts w:ascii="PT Astra Serif" w:hAnsi="PT Astra Serif"/>
          <w:color w:val="000000"/>
          <w:spacing w:val="-4"/>
          <w:szCs w:val="28"/>
        </w:rPr>
        <w:t>» заменить ци</w:t>
      </w:r>
      <w:r>
        <w:rPr>
          <w:rFonts w:ascii="PT Astra Serif" w:hAnsi="PT Astra Serif"/>
          <w:color w:val="000000"/>
          <w:spacing w:val="-4"/>
          <w:szCs w:val="28"/>
        </w:rPr>
        <w:t>ф</w:t>
      </w:r>
      <w:r>
        <w:rPr>
          <w:rFonts w:ascii="PT Astra Serif" w:hAnsi="PT Astra Serif"/>
          <w:color w:val="000000"/>
          <w:spacing w:val="-4"/>
          <w:szCs w:val="28"/>
        </w:rPr>
        <w:t>рами «</w:t>
      </w:r>
      <w:r w:rsidRPr="00CF085D">
        <w:rPr>
          <w:rFonts w:ascii="PT Astra Serif" w:hAnsi="PT Astra Serif"/>
          <w:color w:val="000000"/>
          <w:spacing w:val="-4"/>
          <w:szCs w:val="28"/>
        </w:rPr>
        <w:t>371669,7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D16086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color w:val="000000"/>
          <w:spacing w:val="-4"/>
          <w:szCs w:val="28"/>
        </w:rPr>
        <w:t>в) в строке «</w:t>
      </w:r>
      <w:r w:rsidRPr="00CF085D">
        <w:rPr>
          <w:rFonts w:ascii="PT Astra Serif" w:hAnsi="PT Astra Serif"/>
          <w:color w:val="000000"/>
          <w:spacing w:val="-4"/>
          <w:szCs w:val="28"/>
        </w:rPr>
        <w:t>Мероприятия в рамках непрограммных направлений деятельности</w:t>
      </w:r>
      <w:r>
        <w:rPr>
          <w:rFonts w:ascii="PT Astra Serif" w:hAnsi="PT Astra Serif"/>
          <w:color w:val="000000"/>
          <w:spacing w:val="-4"/>
          <w:szCs w:val="28"/>
        </w:rPr>
        <w:t xml:space="preserve">» (Рз 01 ПР 04 ЦС 11 0 00 00000) </w:t>
      </w:r>
      <w:r>
        <w:rPr>
          <w:rFonts w:ascii="PT Astra Serif" w:hAnsi="PT Astra Serif"/>
          <w:color w:val="000000"/>
          <w:spacing w:val="-4"/>
          <w:szCs w:val="28"/>
        </w:rPr>
        <w:br/>
        <w:t>цифры «</w:t>
      </w:r>
      <w:r w:rsidRPr="00BA477F">
        <w:rPr>
          <w:rFonts w:ascii="PT Astra Serif" w:hAnsi="PT Astra Serif"/>
          <w:color w:val="000000"/>
          <w:spacing w:val="-4"/>
          <w:szCs w:val="28"/>
        </w:rPr>
        <w:t>362998,6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CF085D">
        <w:rPr>
          <w:rFonts w:ascii="PT Astra Serif" w:hAnsi="PT Astra Serif"/>
          <w:color w:val="000000"/>
          <w:spacing w:val="-4"/>
          <w:szCs w:val="28"/>
        </w:rPr>
        <w:t>371669,7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D16086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color w:val="000000"/>
          <w:spacing w:val="-4"/>
          <w:szCs w:val="28"/>
        </w:rPr>
        <w:t>г)</w:t>
      </w:r>
      <w:r w:rsidRPr="00CF085D">
        <w:rPr>
          <w:rFonts w:ascii="PT Astra Serif" w:hAnsi="PT Astra Serif"/>
          <w:color w:val="000000"/>
          <w:spacing w:val="-4"/>
          <w:szCs w:val="28"/>
        </w:rPr>
        <w:t xml:space="preserve"> </w:t>
      </w:r>
      <w:r>
        <w:rPr>
          <w:rFonts w:ascii="PT Astra Serif" w:hAnsi="PT Astra Serif"/>
          <w:color w:val="000000"/>
          <w:spacing w:val="-4"/>
          <w:szCs w:val="28"/>
        </w:rPr>
        <w:t>в строке «</w:t>
      </w:r>
      <w:r w:rsidRPr="00CF085D">
        <w:rPr>
          <w:rFonts w:ascii="PT Astra Serif" w:hAnsi="PT Astra Serif"/>
          <w:color w:val="000000"/>
          <w:spacing w:val="-4"/>
          <w:szCs w:val="28"/>
        </w:rPr>
        <w:t>Обеспечение деятельности государственных органов Ульяновской области</w:t>
      </w:r>
      <w:r w:rsidR="00D54845">
        <w:rPr>
          <w:rFonts w:ascii="PT Astra Serif" w:hAnsi="PT Astra Serif"/>
          <w:color w:val="000000"/>
          <w:spacing w:val="-4"/>
          <w:szCs w:val="28"/>
        </w:rPr>
        <w:t xml:space="preserve">» (Рз 01 ПР 04 </w:t>
      </w:r>
      <w:r w:rsidR="00D54845">
        <w:rPr>
          <w:rFonts w:ascii="PT Astra Serif" w:hAnsi="PT Astra Serif"/>
          <w:color w:val="000000"/>
          <w:spacing w:val="-4"/>
          <w:szCs w:val="28"/>
        </w:rPr>
        <w:br/>
        <w:t>ЦС 11 0 00 8</w:t>
      </w:r>
      <w:r>
        <w:rPr>
          <w:rFonts w:ascii="PT Astra Serif" w:hAnsi="PT Astra Serif"/>
          <w:color w:val="000000"/>
          <w:spacing w:val="-4"/>
          <w:szCs w:val="28"/>
        </w:rPr>
        <w:t>0010) цифры «</w:t>
      </w:r>
      <w:r w:rsidRPr="00BA477F">
        <w:rPr>
          <w:rFonts w:ascii="PT Astra Serif" w:hAnsi="PT Astra Serif"/>
          <w:color w:val="000000"/>
          <w:spacing w:val="-4"/>
          <w:szCs w:val="28"/>
        </w:rPr>
        <w:t>321811,3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CF085D">
        <w:rPr>
          <w:rFonts w:ascii="PT Astra Serif" w:hAnsi="PT Astra Serif"/>
          <w:color w:val="000000"/>
          <w:spacing w:val="-4"/>
          <w:szCs w:val="28"/>
        </w:rPr>
        <w:t>330482,4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D16086" w:rsidRDefault="00D16086" w:rsidP="00D16086">
      <w:pPr>
        <w:pStyle w:val="aa"/>
        <w:widowControl w:val="0"/>
        <w:autoSpaceDE w:val="0"/>
        <w:autoSpaceDN w:val="0"/>
        <w:adjustRightInd w:val="0"/>
        <w:spacing w:line="346" w:lineRule="auto"/>
        <w:ind w:firstLine="720"/>
        <w:outlineLvl w:val="0"/>
        <w:rPr>
          <w:rFonts w:ascii="PT Astra Serif" w:hAnsi="PT Astra Serif"/>
          <w:color w:val="000000"/>
          <w:spacing w:val="-4"/>
          <w:szCs w:val="28"/>
        </w:rPr>
      </w:pPr>
      <w:r>
        <w:rPr>
          <w:rFonts w:ascii="PT Astra Serif" w:hAnsi="PT Astra Serif"/>
          <w:color w:val="000000"/>
          <w:spacing w:val="-4"/>
          <w:szCs w:val="28"/>
        </w:rPr>
        <w:t>д)</w:t>
      </w:r>
      <w:r w:rsidRPr="00CF085D">
        <w:rPr>
          <w:rFonts w:ascii="PT Astra Serif" w:hAnsi="PT Astra Serif"/>
          <w:color w:val="000000"/>
          <w:spacing w:val="-4"/>
          <w:szCs w:val="28"/>
        </w:rPr>
        <w:t xml:space="preserve"> </w:t>
      </w:r>
      <w:r>
        <w:rPr>
          <w:rFonts w:ascii="PT Astra Serif" w:hAnsi="PT Astra Serif"/>
          <w:color w:val="000000"/>
          <w:spacing w:val="-4"/>
          <w:szCs w:val="28"/>
        </w:rPr>
        <w:t>в строке «</w:t>
      </w:r>
      <w:r w:rsidRPr="00CF085D">
        <w:rPr>
          <w:rFonts w:ascii="PT Astra Serif" w:hAnsi="PT Astra Serif"/>
          <w:color w:val="000000"/>
          <w:spacing w:val="-4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Pr="00CF085D">
        <w:rPr>
          <w:rFonts w:ascii="PT Astra Serif" w:hAnsi="PT Astra Serif"/>
          <w:color w:val="000000"/>
          <w:spacing w:val="-4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color w:val="000000"/>
          <w:spacing w:val="-4"/>
          <w:szCs w:val="28"/>
        </w:rPr>
        <w:br/>
      </w:r>
      <w:r w:rsidRPr="00CF085D">
        <w:rPr>
          <w:rFonts w:ascii="PT Astra Serif" w:hAnsi="PT Astra Serif"/>
          <w:color w:val="000000"/>
          <w:spacing w:val="-4"/>
          <w:szCs w:val="28"/>
        </w:rPr>
        <w:t>фондами</w:t>
      </w:r>
      <w:r w:rsidR="00D54845">
        <w:rPr>
          <w:rFonts w:ascii="PT Astra Serif" w:hAnsi="PT Astra Serif"/>
          <w:color w:val="000000"/>
          <w:spacing w:val="-4"/>
          <w:szCs w:val="28"/>
        </w:rPr>
        <w:t>» (Рз 01 ПР 04 ЦС 11 0 00 8</w:t>
      </w:r>
      <w:r>
        <w:rPr>
          <w:rFonts w:ascii="PT Astra Serif" w:hAnsi="PT Astra Serif"/>
          <w:color w:val="000000"/>
          <w:spacing w:val="-4"/>
          <w:szCs w:val="28"/>
        </w:rPr>
        <w:t>0010 ВР 100) цифры «</w:t>
      </w:r>
      <w:r w:rsidRPr="00BA477F">
        <w:rPr>
          <w:rFonts w:ascii="PT Astra Serif" w:hAnsi="PT Astra Serif"/>
          <w:color w:val="000000"/>
          <w:spacing w:val="-4"/>
          <w:szCs w:val="28"/>
        </w:rPr>
        <w:t>320124,1</w:t>
      </w:r>
      <w:r>
        <w:rPr>
          <w:rFonts w:ascii="PT Astra Serif" w:hAnsi="PT Astra Serif"/>
          <w:color w:val="000000"/>
          <w:spacing w:val="-4"/>
          <w:szCs w:val="28"/>
        </w:rPr>
        <w:t>» заменить цифрами «</w:t>
      </w:r>
      <w:r w:rsidRPr="00CF085D">
        <w:rPr>
          <w:rFonts w:ascii="PT Astra Serif" w:hAnsi="PT Astra Serif"/>
          <w:color w:val="000000"/>
          <w:spacing w:val="-4"/>
          <w:szCs w:val="28"/>
        </w:rPr>
        <w:t>328795,2</w:t>
      </w:r>
      <w:r>
        <w:rPr>
          <w:rFonts w:ascii="PT Astra Serif" w:hAnsi="PT Astra Serif"/>
          <w:color w:val="000000"/>
          <w:spacing w:val="-4"/>
          <w:szCs w:val="28"/>
        </w:rPr>
        <w:t>»;</w:t>
      </w:r>
    </w:p>
    <w:p w:rsidR="006838B5" w:rsidRDefault="00D16086" w:rsidP="001E29DE">
      <w:pPr>
        <w:pStyle w:val="1"/>
        <w:ind w:firstLine="720"/>
        <w:rPr>
          <w:rFonts w:ascii="PT Astra Serif" w:hAnsi="PT Astra Serif"/>
          <w:szCs w:val="28"/>
          <w:highlight w:val="cyan"/>
        </w:rPr>
      </w:pPr>
      <w:r>
        <w:rPr>
          <w:rFonts w:ascii="PT Astra Serif" w:hAnsi="PT Astra Serif"/>
          <w:color w:val="000000"/>
          <w:spacing w:val="-4"/>
          <w:szCs w:val="28"/>
        </w:rPr>
        <w:t>е) подраздел «</w:t>
      </w:r>
      <w:r w:rsidRPr="00405FB3">
        <w:rPr>
          <w:rFonts w:ascii="PT Astra Serif" w:hAnsi="PT Astra Serif"/>
          <w:color w:val="000000"/>
          <w:spacing w:val="-4"/>
          <w:szCs w:val="28"/>
        </w:rPr>
        <w:t>Обеспечение проведения выборов и референдумов</w:t>
      </w:r>
      <w:r>
        <w:rPr>
          <w:rFonts w:ascii="PT Astra Serif" w:hAnsi="PT Astra Serif"/>
          <w:color w:val="000000"/>
          <w:spacing w:val="-4"/>
          <w:szCs w:val="28"/>
        </w:rPr>
        <w:t>» (Рз 01 ПР 07) изложить в следующей редакции:</w:t>
      </w:r>
    </w:p>
    <w:tbl>
      <w:tblPr>
        <w:tblW w:w="14614" w:type="dxa"/>
        <w:tblInd w:w="97" w:type="dxa"/>
        <w:tblLook w:val="04A0"/>
      </w:tblPr>
      <w:tblGrid>
        <w:gridCol w:w="5046"/>
        <w:gridCol w:w="567"/>
        <w:gridCol w:w="567"/>
        <w:gridCol w:w="1985"/>
        <w:gridCol w:w="708"/>
        <w:gridCol w:w="1880"/>
        <w:gridCol w:w="1880"/>
        <w:gridCol w:w="1981"/>
      </w:tblGrid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153CFB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92986"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86021,3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237263,8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84460,8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85674,5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237263,8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84460,8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Члены Избирательной комиссии Уль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11320,8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11320,8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11320,8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</w:t>
            </w:r>
            <w:r w:rsidR="00D160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сударственными (муниципальными) органами, </w:t>
            </w:r>
            <w:r w:rsidR="00FB15EF"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11 0 00 10050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11320,8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11320,8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11320,8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выборов депутатов Закон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дательного Собрания Ульяновской о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152803,0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11 0 00 10330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152803,0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33652,5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33067,8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33067,8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</w:t>
            </w:r>
            <w:r w:rsidR="00D160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сударственными (муниципальными) органами, </w:t>
            </w:r>
            <w:r w:rsidR="00FB15EF"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31637,5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31052,8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31052,8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2013,0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2013,0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2013,0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риториальных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40701,2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40072,2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40072,2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обеспечения выполнения функций </w:t>
            </w:r>
            <w:r w:rsidR="00D868D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государственными (муниципальными) органами, </w:t>
            </w:r>
            <w:r w:rsidR="00FB15EF"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11 0 00 80120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40701,2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40072,2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40072,2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Мероприятия, связанные с предотвр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щением влияния ухудшения геопол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тической и экономической ситуации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346,8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мероприятий, связанных с предотвращением влияния ухудшения геополитической и экон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мической ситуации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14 0 00 V0020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346,8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D1608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D868DF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proofErr w:type="spellStart"/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D868D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(муниципальными) органами, </w:t>
            </w:r>
            <w:r w:rsidR="00FB15EF"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14 0 00 V0020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346,8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1" w:type="dxa"/>
            <w:shd w:val="clear" w:color="auto" w:fill="auto"/>
            <w:noWrap/>
            <w:hideMark/>
          </w:tcPr>
          <w:p w:rsidR="00D92986" w:rsidRPr="00405FB3" w:rsidRDefault="00D92986" w:rsidP="00D160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Default="00D92986" w:rsidP="001505B6">
      <w:pPr>
        <w:pStyle w:val="aa"/>
        <w:widowControl w:val="0"/>
        <w:autoSpaceDE w:val="0"/>
        <w:autoSpaceDN w:val="0"/>
        <w:adjustRightInd w:val="0"/>
        <w:spacing w:before="120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ж) подраздел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Резервные фонды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01 ПР 11) изложить в следующей редакции:</w:t>
      </w:r>
    </w:p>
    <w:tbl>
      <w:tblPr>
        <w:tblW w:w="14561" w:type="dxa"/>
        <w:tblInd w:w="97" w:type="dxa"/>
        <w:tblLook w:val="04A0"/>
      </w:tblPr>
      <w:tblGrid>
        <w:gridCol w:w="5046"/>
        <w:gridCol w:w="567"/>
        <w:gridCol w:w="567"/>
        <w:gridCol w:w="1984"/>
        <w:gridCol w:w="709"/>
        <w:gridCol w:w="1928"/>
        <w:gridCol w:w="1880"/>
        <w:gridCol w:w="1880"/>
      </w:tblGrid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153CFB" w:rsidP="001505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92986"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158436,9463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17400,0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25000,0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1505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158436,9463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17400,0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25000,0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1505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Правительства Уль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143436,9463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10000,0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1505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11 0 00 80190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143436,9463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10000,0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1505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15000,0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7400,0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15000,0</w:t>
            </w:r>
          </w:p>
        </w:tc>
      </w:tr>
      <w:tr w:rsidR="00D92986" w:rsidRPr="00405FB3" w:rsidTr="00D16086">
        <w:tc>
          <w:tcPr>
            <w:tcW w:w="5046" w:type="dxa"/>
            <w:shd w:val="clear" w:color="auto" w:fill="auto"/>
            <w:vAlign w:val="center"/>
            <w:hideMark/>
          </w:tcPr>
          <w:p w:rsidR="00D92986" w:rsidRPr="00405FB3" w:rsidRDefault="00D92986" w:rsidP="001505B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BA0AD9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05FB3" w:rsidRDefault="00D92986" w:rsidP="00BA0AD9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:rsidR="00D92986" w:rsidRPr="00405FB3" w:rsidRDefault="00D92986" w:rsidP="00BA0AD9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11 0 00 80200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405FB3" w:rsidRDefault="00D92986" w:rsidP="00BA0AD9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15000,0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7400,0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405FB3" w:rsidRDefault="00D92986" w:rsidP="001505B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05FB3">
              <w:rPr>
                <w:rFonts w:ascii="PT Astra Serif" w:hAnsi="PT Astra Serif"/>
                <w:color w:val="000000"/>
                <w:sz w:val="28"/>
                <w:szCs w:val="28"/>
              </w:rPr>
              <w:t>15000,0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Default="00D92986" w:rsidP="001505B6">
      <w:pPr>
        <w:pStyle w:val="aa"/>
        <w:widowControl w:val="0"/>
        <w:autoSpaceDE w:val="0"/>
        <w:autoSpaceDN w:val="0"/>
        <w:adjustRightInd w:val="0"/>
        <w:spacing w:before="120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з) подраздел </w:t>
      </w:r>
      <w:r w:rsidR="00153CFB">
        <w:rPr>
          <w:rFonts w:ascii="PT Astra Serif" w:hAnsi="PT Astra Serif"/>
          <w:szCs w:val="28"/>
        </w:rPr>
        <w:t>«</w:t>
      </w:r>
      <w:r w:rsidRPr="000C0BE8">
        <w:rPr>
          <w:rFonts w:ascii="PT Astra Serif" w:hAnsi="PT Astra Serif"/>
          <w:szCs w:val="28"/>
        </w:rPr>
        <w:t>Другие общегосударственные вопросы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01 ПР 13) изложить в следующей редакции:</w:t>
      </w:r>
    </w:p>
    <w:tbl>
      <w:tblPr>
        <w:tblW w:w="14573" w:type="dxa"/>
        <w:tblInd w:w="97" w:type="dxa"/>
        <w:tblLook w:val="04A0"/>
      </w:tblPr>
      <w:tblGrid>
        <w:gridCol w:w="4876"/>
        <w:gridCol w:w="567"/>
        <w:gridCol w:w="567"/>
        <w:gridCol w:w="1928"/>
        <w:gridCol w:w="737"/>
        <w:gridCol w:w="1966"/>
        <w:gridCol w:w="1966"/>
        <w:gridCol w:w="1966"/>
      </w:tblGrid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153CFB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92986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Другие общегосударственные вопр</w:t>
            </w:r>
            <w:r w:rsidR="00D92986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D92986"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2721496,83562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3996117,5413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5791557,7413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в рамках непрограм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направлений деятельности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500627,619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2127009,3663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3785356,3663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Дом прав человека в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23990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23990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22453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21308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21308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4380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2564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2564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11 0 00 10090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166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Агентство социального питания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2861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2261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Ульяновскому регионал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ному отделению Общероссийской общественной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Асс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циация юристов России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вое обеспечение затрат, связанных с деятельностью Ассоциации по соде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ствию развитию правового просвещ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ния и оказанию бесплатной юридич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помощи на территории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5106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3446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3446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5106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3446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3446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Ассоциации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Совет 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обеспечение затрат по осуществлению социально ориентированных видов деятельности в целях содействия развитию местн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 самоуправления в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9738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9738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9738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9738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544E40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44E4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Субсидии Ульяновской региональной организации Всероссийской общес</w:t>
            </w:r>
            <w:r w:rsidRPr="00544E4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544E4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венной организации ветеранов (пе</w:t>
            </w:r>
            <w:r w:rsidRPr="00544E4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544E4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сионеров) войны, труда, Вооружённых Сил и правоохранительных органов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11 0 00 10160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от 3 октября 2012 года № 131-ЗО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 бесплатной юридической 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мощи на территории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1704228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,1663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3372575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,1663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1704228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,1663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3372575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,1663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Субсидии автономной некоммерч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Центр стратегич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ских исследований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35570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23170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23170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35570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23170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23170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Субсидии Автономной некоммерч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организации Организации 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полнительного профессионального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Корпоративный униве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ситет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нансовое обеспечение затрат, связа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с решением задач в области обр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17853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ным, автономным учреждениям и 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11 0 00 10290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17853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мероприятий областной программы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Противодействие ко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рупции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11 0 00 10370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Субсидии Ассоциации территориал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общественных самоуправлений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3450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3450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Ульяновскому областному отделению Всероссийской общес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Русское геогр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фическое общество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544E40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544E40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544E4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на территории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областного конкурса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Лучшие в сфере оказания бесплатной юридической помощи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Программы Ульяновской области по обеспечению прав потребителей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11 0 00 10480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закупку услуг по устано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лению кредитного рейтинга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по организации и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служиванию выпуска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ценных бумаг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11 0 00 10510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ников в избирательных округах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57047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57047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57047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45914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45914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45914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11 0 00 51410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11132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11132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11132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щ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ников в субъектах Российской Фед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6359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6359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6359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5229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5229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5229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11 0 00 51420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с организацией и обеспечением деятельности муниципальных коми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сий по делам несовершеннолетних и защите их прав в Ульяновской обла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32057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32057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32057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11 0 00 71010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32057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32057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32057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расходного обязательства, связа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ного с определением перечня должн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стных лиц органов местного сам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управления, уполномоченных соста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лять протоколы об отдельных адм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нистративных правонарушениях, пр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дусмотренных Кодексом Ульяновской области об административных прав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нарушениях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11 0 00 71020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223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с проведением на территории Ульяновской области публичных 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11 0 00 71030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61750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47345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47345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57631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,236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43226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,936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43226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,936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,264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,264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,264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от 6 октября 2011 года № 170-ЗО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государственной по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держки общественных объединений пожарной охраны и добровольных пожарных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11 0 00 80060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обеспечению хозяйс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венного обслуживания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174768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158028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158028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95646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93002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93002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78565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64420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64420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от 5 мая 2011 года № 73-ЗО </w:t>
            </w:r>
            <w:r w:rsidR="00314BD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 наградах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11 0 00 80160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Расходы, связанные с исполнением р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шений, принятых судебными органами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11 0 00 80210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45000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30000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lastRenderedPageBreak/>
              <w:t>Предоставление областному автоно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м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ному учреждению 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Ульяновскгосэк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пертиза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субсидий на иные цели из о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б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ластного бюджета Ульяновской обла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11 0 00 98714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11 0 00 98714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1900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Государственная программа Ульяно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образования в Ульяновской обла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45336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,2019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38597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37424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,9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Подпрограмма 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дополнител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ь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ного образования детей и реализация мероприятий молодёжной политики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 государственной программы Ульяно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в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ской области 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и модерниз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а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ция образования в Ульяновской обла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с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ти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Обеспечение развития молодёжной политики</w:t>
            </w:r>
            <w:r w:rsidR="00153CFB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314BD8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314BD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79 4 02 18060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550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314BD8" w:rsidRDefault="00D92986" w:rsidP="00B44860">
            <w:pPr>
              <w:jc w:val="center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0</w:t>
            </w:r>
            <w:r w:rsidR="00D042C5" w:rsidRPr="00314BD8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ция образования в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44786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,2019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38597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37424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чика и соисполнителей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44786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,2019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38597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37424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венных учреждений, находящихся в ведении Министерства просвещения и воспитания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44786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,2019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38597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37424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38768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38597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37424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5741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,3019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593392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661855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660935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567149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636727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636727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чика и подведомственных организ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567149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636727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636727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гану исполнительной власти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уполномоченному в сфере социального обслуживания и социальной защиты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567149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636727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636727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518143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543254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543254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,02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47105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,136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91586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,279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91599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,142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1901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,034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1887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,301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1874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,438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витие социального обслуживания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26243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25128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24207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темы социального обслуживания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26243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25128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24207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материально-технической базы государственных организаций системы социальной защиты и соц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ального обслуживания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2975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2975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ант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террористической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защищённости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ведомственных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80 6 01 17022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80 6 01 17022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Внедрение цифровых решений и 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временных технологий в деятельность государственных организаций сист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мы социальной защиты и социального обслуживания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пожарной безопасн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743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1172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80 6 01 17040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743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1172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литика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39122,78672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20880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35299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институтов гражданского общества и поддержка социально ориентирова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некоммерческих организаций и добровольческой (волонтёрской) де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программы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литика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27468,58672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24300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Осуществл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на конкурсной основе финансовой поддержки социально ориентирова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программ (проектов), реализу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мых социально ориентированными некоммерческими организациями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19518,58672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19518,58672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мероприятий, направленных на обе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печение развития гражданского общ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ства и организацию взаимодействия составляющих его элементов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81 1 05 00000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межбюджетные трансферты бюджетам поселений и городских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ругов Ульяновской области в целях финансового обеспечения расходных обязательств, связанных с осущест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лением ежемесячных денежных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 лицам, осуществляющим полн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мочия сельских старост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81 1 05 73080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81 1 05 73080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Выплата премий Губернатора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81 1 08 00000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81 1 08 00000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единства российской нации и этнокультурное развитие народов России на террит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венной программы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дарственная национальная политика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11654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3980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10999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гражданской идентичности и этн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культурного развития народов России, проживающих на территории Уль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Профилакт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 экстремизма на национальной и 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лигиозной почве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,7118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,7118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Государс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венно-общественное партнёрство в сфере реализации государственной национальной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10891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,4882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3630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10549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укрепл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нию единства российской нации и э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нокультурному развитию народов России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10791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,4882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10449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3530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10449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гражданского единства, гражданского самосознания и сохр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нения самобытности многонаци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нального народа Российской Федер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ции (российской нации)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R5161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R5161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межнационального и межрелигиозного мира и согласия, гармонизации межнациональных (м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жэтнических) отношений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R5162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4495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,357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R5162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4495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,357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этнокультурному и 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ховному развитию народов Росси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R5163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3296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,1312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03 R5163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3296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,1312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Социально-культурная адаптация и интеграция иностранных граждан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81 2 04 00000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314BD8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314BD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ного управления в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464693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,253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412204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314BD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465685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Оценка пр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тендентов на замещение должностей гражданской службы и гражданских 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служащих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,353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замещению должн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стей государственной гражданской службы Ульяновской области и 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ципальной службы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,353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84 0 01 26010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,353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Совершенс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вование ведения кадрового учёта лиц, замещающих государственные дол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ности Ульяновской области, гражда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ских служащих, лиц, замещающих должности, не относящиеся к должн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стям гражданской службы в госуда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органах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Внедрение (настройка и содержание) автоматизированной системы упра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ления в целях обеспечения возможн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сти передачи сведений по вопросам формирования кадрового состава го</w:t>
            </w:r>
            <w:r w:rsidR="007E106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гражданской службы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84 0 02 26020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профессионального (в том числе 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полнительного профессионального) 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образования лиц, замещающих гос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дарственные или муниципальные должности, должности гражданской службы, должности муниципальной службы в Ульяновской области, 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ботников государственных органов, лиц, замещающих должности, не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носящиеся к должностям муниц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пальной службы в органах местного самоуправления или аппаратах изб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рательных комиссий муниципальных образований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обучению лиц, зам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щающих государственные должности Ульяновской области,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гражданских служащих (работн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ков) государственных органов Уль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лиц, замещающих выборные муниципальные должности, и муниципальных служащих (рабо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ников) органов местного самоупра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ления муниципальных образований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зерва управленческих кадров Уль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подготовке резерва управленческих кадров и совершенс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вованию механизма его формирования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Совершенс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вование работы с молодёжью на гр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жданской службе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84 0 05 00000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меропри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тий по работе с молодёжью на гос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гражданской службе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84 0 05 26050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Повышение имиджа гражданской и муниципал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ной службы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84 0 06 00000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областных конференций и конкурсов по вопр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сам государственной гражданской службы Ульяновской области и 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ципальной службы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84 0 06 26060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84 0 06 26060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деятельности Губернатора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и государственных орг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нов, в том числе проведение работ по капитальному ремонту администр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тивных зданий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84 0 07 00000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464290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410989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464470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Учреждения по обеспечению хозяйс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венного обслуживания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464290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410989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464470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291506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269496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269496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170288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138997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192478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84 0 07 80130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2495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2495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2495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80051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70869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развития территорий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13511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15979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16110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Осуществл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в сфере управления земельными участками, расположе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 границах Ульяновской обла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ти, в том числе оплата судебных ра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ходов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85 2 02 00000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6755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85 2 02 00000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3255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85 2 02 00000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проведения комплексных кадастровых работ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85 2 03 00000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11431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8979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9354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муниципальным образованиям Уль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софинанс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рования расходных обязательств, св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занных с организацией выполнения комплексных кадастровых работ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2 03 R5110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11431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8979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9354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2 03 R5110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11431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8979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9354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7E106C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Обеспечение реализ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ции государственной программы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</w:t>
            </w:r>
            <w:r w:rsid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сударственной программы Ульяно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ской области 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строительства и архитектуры в Ульяновской обла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ти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66540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54890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54890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исполнителя и соиспо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нителей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66540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54890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54890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сти областного государственного к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земельно-имущественный информ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ционный центр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45497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39510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39510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39058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33071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33071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6397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85 5 01 66030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областному государственному бю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жетному учреждению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Центр гос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кадастровой оценки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полнения им государственного зад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ния и на иные цели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85 5 01 66050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21042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15380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15380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85 5 01 66050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21042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15380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15380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ности на территории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183070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11310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47143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рядка, противодействию преступности и профилактике правонарушений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программы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рядка и безопасности жизнедеятел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ности на территории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177550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41623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Вовлечение общественности в деятельность по предупреждению правонарушений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1800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1800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1800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Предупре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дение и пресечение преступлений с участием несовершеннолетних и в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ношении их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Создание 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томатизированного программного комплекса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Безопасный город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86 1 04 00000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38833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в целях повышения общего уровня безопасности, правопорядка и без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пасности среды обитания на террит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86 1 04 62660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38833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86 1 04 62660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38833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Информац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онно-методическое обеспечение пр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филактики правонарушений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86 1 06 00000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обор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ту на территории Ульяновской обла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жизнеде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тельности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Организац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онно-правовое обеспечение антина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котической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86 2 03 00000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Профилактика терр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ризма на территории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86 4 00 00000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Противоде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ствие распространению идеологии терроризма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86 4 01 00000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антитеррористической защищённости мест массового пребывания людей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86 4 02 00000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86 4 02 00000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74827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55164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50486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культура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результ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Цифровая культура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0 A3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3862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Оцифровка книжных памятников и включение их в Национальную эле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тронную библиотеку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0 A3 44240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3862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0 A3 44240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3862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зации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туры, туризма и сохранение объектов культурного наследия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туры, туризма и сохранение объектов культурного наследия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70965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55164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50486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полнителей государственной пр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70965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55164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50486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66056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50257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45579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87 1 01 44050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66056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50257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45579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с хранением, комплектованием, учётом и использованием архивных документов, относящихся к госуда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ственной собственности Ульяновской области и находящихся на территор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ях муниципальных районов и горо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ских округов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4908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4907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4907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87 1 01 71320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4908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4907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4907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онного общества и электронного пр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96 0 00 00000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740376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598226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638226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,175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Снижение админис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ративных барьеров, оптимизация и повышение качества предоставления государственных услуг исполнител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органами государственной вл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сти Ульяновской области и муниц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пальных услуг органами местного 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моуправления муниципальных обр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зований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общества и электронного правител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705117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567535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594738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,775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7E106C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сети многофункциональных центров пр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доставления государственных и мун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ципальных услуг и обновление их м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териально-технической базы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текущей деятельности подведомс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венных учреждений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689427,89899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537668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558906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лях обеспечения выполнения функций государственными (муниципальными) органами, </w:t>
            </w:r>
            <w:r w:rsidR="00FB15EF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524202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,6226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450394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450394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162335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87104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105621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96 1 03 00000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2890,27639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2891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функционирования инфраструктуры электронного правительства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96 1 04 00000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12509,90101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12789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96 1 04 80230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12509,90101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12789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96 1 04 80230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12509,90101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12789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7E106C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Реализация регионального проекта 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Цифровое г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сударственное управление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напра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ленного на достижение целей, показ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телей и результатов федерального пр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екта 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Цифровое государственное управление</w:t>
            </w:r>
            <w:r w:rsidR="00153CFB" w:rsidRPr="007E106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D6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1679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4277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9043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,175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возможности доступа пользователей в модели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одного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посредством единого портала г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 и муниципальных 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луг (функций) к информации, созда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ной органами государственной власти, органами местного самоуправления и органами государственных внебю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жетных фондов, а также к иной общ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доступной информации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D6 80340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3399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,575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D6 80340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1479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2327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,275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3399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,575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информирования гра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дан и популяризация цифровых гос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и муниципальных услуг, а также функций и сервисов, с ними связанных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D6 80350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D6 80350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350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развития системы ме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ведомственного электронного взаим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действия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D6 80360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1600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5093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1 D6 80360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1600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5093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Повышение уровня доступности информационных и тел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коммуникационных технологий для физических и юридических лиц в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информационного общес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ва и электронного правительства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96 2 00 00000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28318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субсидии Фонду развития инфо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мационных технологий Ульяновской области в целях финансового обесп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затрат, связанных с реализацией мероприятий, направленных на п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вышение уровня доступности инфо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мационных и телекоммуникационных технологий для физических и юрид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ческих лиц в Ульяновской области, а также финансового обеспечения 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осуществлением им уставной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96 2 01 00000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12500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Предоставл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ние субсидий из областного бюджета Ульяновской области автономной 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коммерческой организации дополн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нологического развития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печения затрат, связанных с осущес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влением её уставной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21818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96 2 02 00000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21818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86013E" w:rsidRDefault="00D92986" w:rsidP="007E106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 w:rsidRPr="0086013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онно-телекоммуникационного вза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модействия исполнительных органов государственной власти Ульяновской области</w:t>
            </w:r>
            <w:r w:rsidR="00153CFB" w:rsidRPr="0086013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 w:rsidRPr="0086013E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формационного общества и электро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ного правительства в Ульяновской о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86013E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 w:rsidRPr="0086013E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96 3 00 00000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6700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17950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28247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Модерниз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ция сетей передачи данных и обно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ление программного обеспечения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96 3 01 00000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15590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25887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15590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25887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96 3 01 80230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5700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15590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25887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2109D7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Реализация р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гионального проекта </w:t>
            </w:r>
            <w:r w:rsidR="00153CFB"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Информацио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ная безопасность</w:t>
            </w:r>
            <w:r w:rsidR="00153CFB"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, направленного на достижение целей, показателей и р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е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зультатов федерального проекта </w:t>
            </w:r>
            <w:r w:rsidR="00153CFB"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И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н</w:t>
            </w:r>
            <w:r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формационная безопасность</w:t>
            </w:r>
            <w:r w:rsidR="00153CFB" w:rsidRPr="002109D7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3 D4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информационной без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пасности с использованием крипт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графических технологий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3 D4 80370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3 D4 80370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2360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1505B6" w:rsidRDefault="00D92986" w:rsidP="007E106C">
            <w:pPr>
              <w:spacing w:line="247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53CFB"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Внедрение результ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тов космической деятельности и со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дание региональной инфраструктуры пространственных данных Ульяно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153CFB"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153CFB"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тие информационного общества и электронного правительства в Уль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153CFB" w:rsidRPr="001505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96 4 00 00000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Модерниз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ция и техническое обеспечение фун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ционирования геоинформационной системы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Геопортал Ульяновской 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96 4 01 00000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информацио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7E106C" w:rsidRPr="004D56D3" w:rsidTr="00544E40">
        <w:tc>
          <w:tcPr>
            <w:tcW w:w="4876" w:type="dxa"/>
            <w:shd w:val="clear" w:color="auto" w:fill="auto"/>
            <w:vAlign w:val="center"/>
            <w:hideMark/>
          </w:tcPr>
          <w:p w:rsidR="00D92986" w:rsidRPr="004D56D3" w:rsidRDefault="00D92986" w:rsidP="007E106C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28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96 4 01 80230</w:t>
            </w:r>
          </w:p>
        </w:tc>
        <w:tc>
          <w:tcPr>
            <w:tcW w:w="737" w:type="dxa"/>
            <w:shd w:val="clear" w:color="auto" w:fill="auto"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4D56D3" w:rsidRDefault="00D92986" w:rsidP="007E106C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D56D3">
              <w:rPr>
                <w:rFonts w:ascii="PT Astra Serif" w:hAnsi="PT Astra Serif"/>
                <w:color w:val="000000"/>
                <w:sz w:val="28"/>
                <w:szCs w:val="28"/>
              </w:rPr>
              <w:t>2740</w:t>
            </w:r>
            <w:r w:rsidR="00D042C5" w:rsidRPr="004D56D3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Default="00D92986" w:rsidP="007E106C">
      <w:pPr>
        <w:pStyle w:val="aa"/>
        <w:widowControl w:val="0"/>
        <w:autoSpaceDE w:val="0"/>
        <w:autoSpaceDN w:val="0"/>
        <w:adjustRightInd w:val="0"/>
        <w:spacing w:before="120" w:line="367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и) в строке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Национальная безопасность и правоохранительная деятельность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03) цифры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916125,95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982688,05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;</w:t>
      </w:r>
    </w:p>
    <w:p w:rsidR="00D92986" w:rsidRDefault="00D92986" w:rsidP="007E106C">
      <w:pPr>
        <w:pStyle w:val="aa"/>
        <w:widowControl w:val="0"/>
        <w:autoSpaceDE w:val="0"/>
        <w:autoSpaceDN w:val="0"/>
        <w:adjustRightInd w:val="0"/>
        <w:spacing w:line="367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к) в строке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Расходы на выплаты персоналу в целях обеспечения выполнения функций государственными (мун</w:t>
      </w:r>
      <w:r w:rsidRPr="00A54EFC">
        <w:rPr>
          <w:rFonts w:ascii="PT Astra Serif" w:hAnsi="PT Astra Serif"/>
          <w:szCs w:val="28"/>
        </w:rPr>
        <w:t>и</w:t>
      </w:r>
      <w:r w:rsidRPr="00A54EFC">
        <w:rPr>
          <w:rFonts w:ascii="PT Astra Serif" w:hAnsi="PT Astra Serif"/>
          <w:szCs w:val="28"/>
        </w:rPr>
        <w:t xml:space="preserve">ципальными) органами, </w:t>
      </w:r>
      <w:r w:rsidR="00FB15EF" w:rsidRPr="00A54EFC">
        <w:rPr>
          <w:rFonts w:ascii="PT Astra Serif" w:hAnsi="PT Astra Serif"/>
          <w:szCs w:val="28"/>
        </w:rPr>
        <w:t>казёнными</w:t>
      </w:r>
      <w:r w:rsidRPr="00A54EFC">
        <w:rPr>
          <w:rFonts w:ascii="PT Astra Serif" w:hAnsi="PT Astra Serif"/>
          <w:szCs w:val="28"/>
        </w:rPr>
        <w:t xml:space="preserve"> учреждениями, органами управления государственными внебюджетными фондами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lastRenderedPageBreak/>
        <w:t xml:space="preserve">(Рз 03 ПР 04 ЦС 11 0 00 59300 ВР 100)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49052,42484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49152,42484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;</w:t>
      </w:r>
    </w:p>
    <w:p w:rsidR="00D92986" w:rsidRDefault="00D92986" w:rsidP="007E106C">
      <w:pPr>
        <w:pStyle w:val="aa"/>
        <w:widowControl w:val="0"/>
        <w:autoSpaceDE w:val="0"/>
        <w:autoSpaceDN w:val="0"/>
        <w:adjustRightInd w:val="0"/>
        <w:spacing w:line="367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л) в строке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Межбюджетные трансферты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</w:t>
      </w:r>
      <w:r w:rsidR="00BA0AD9">
        <w:rPr>
          <w:rFonts w:ascii="PT Astra Serif" w:hAnsi="PT Astra Serif"/>
          <w:szCs w:val="28"/>
        </w:rPr>
        <w:t>з 03 ПР 04 ЦС 11 0 00 59300 ВР 5</w:t>
      </w:r>
      <w:r>
        <w:rPr>
          <w:rFonts w:ascii="PT Astra Serif" w:hAnsi="PT Astra Serif"/>
          <w:szCs w:val="28"/>
        </w:rPr>
        <w:t xml:space="preserve">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10827,44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10727,44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;</w:t>
      </w:r>
    </w:p>
    <w:p w:rsidR="00D92986" w:rsidRDefault="00D92986" w:rsidP="007E106C">
      <w:pPr>
        <w:pStyle w:val="aa"/>
        <w:widowControl w:val="0"/>
        <w:autoSpaceDE w:val="0"/>
        <w:autoSpaceDN w:val="0"/>
        <w:adjustRightInd w:val="0"/>
        <w:spacing w:line="367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м) в строке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03 ПР 10)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840783,2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907345,3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;</w:t>
      </w:r>
    </w:p>
    <w:p w:rsidR="00D92986" w:rsidRDefault="00D92986" w:rsidP="007E106C">
      <w:pPr>
        <w:pStyle w:val="aa"/>
        <w:widowControl w:val="0"/>
        <w:autoSpaceDE w:val="0"/>
        <w:autoSpaceDN w:val="0"/>
        <w:adjustRightInd w:val="0"/>
        <w:spacing w:line="367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н) в строке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 xml:space="preserve">Государственная программа Ульяновской области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 xml:space="preserve">Обеспечение правопорядка и безопасности </w:t>
      </w:r>
      <w:r w:rsidR="007E106C">
        <w:rPr>
          <w:rFonts w:ascii="PT Astra Serif" w:hAnsi="PT Astra Serif"/>
          <w:szCs w:val="28"/>
        </w:rPr>
        <w:br/>
      </w:r>
      <w:r w:rsidRPr="00A54EFC">
        <w:rPr>
          <w:rFonts w:ascii="PT Astra Serif" w:hAnsi="PT Astra Serif"/>
          <w:szCs w:val="28"/>
        </w:rPr>
        <w:t>жизнедеятельности на</w:t>
      </w:r>
      <w:r>
        <w:rPr>
          <w:rFonts w:ascii="PT Astra Serif" w:hAnsi="PT Astra Serif"/>
          <w:szCs w:val="28"/>
        </w:rPr>
        <w:t xml:space="preserve"> территории Ульяновской области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03 ПР 10 ЦС 86 0 00 00000)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840783,2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907345,3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;</w:t>
      </w:r>
    </w:p>
    <w:p w:rsidR="00D92986" w:rsidRDefault="00D92986" w:rsidP="007E106C">
      <w:pPr>
        <w:pStyle w:val="aa"/>
        <w:widowControl w:val="0"/>
        <w:autoSpaceDE w:val="0"/>
        <w:autoSpaceDN w:val="0"/>
        <w:adjustRightInd w:val="0"/>
        <w:spacing w:line="367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о) в строке </w:t>
      </w:r>
      <w:r w:rsidR="00153CFB">
        <w:rPr>
          <w:rFonts w:ascii="PT Astra Serif" w:hAnsi="PT Astra Serif"/>
          <w:szCs w:val="28"/>
        </w:rPr>
        <w:t>«</w:t>
      </w:r>
      <w:r w:rsidRPr="00B35BC1">
        <w:rPr>
          <w:rFonts w:ascii="PT Astra Serif" w:hAnsi="PT Astra Serif"/>
          <w:szCs w:val="28"/>
        </w:rPr>
        <w:t xml:space="preserve">Подпрограмма </w:t>
      </w:r>
      <w:r w:rsidR="00153CFB">
        <w:rPr>
          <w:rFonts w:ascii="PT Astra Serif" w:hAnsi="PT Astra Serif"/>
          <w:szCs w:val="28"/>
        </w:rPr>
        <w:t>«</w:t>
      </w:r>
      <w:r w:rsidRPr="00B35BC1">
        <w:rPr>
          <w:rFonts w:ascii="PT Astra Serif" w:hAnsi="PT Astra Serif"/>
          <w:szCs w:val="28"/>
        </w:rPr>
        <w:t xml:space="preserve">Снижение рисков и смягчение последствий чрезвычайных ситуаций природного </w:t>
      </w:r>
      <w:r w:rsidR="007E106C">
        <w:rPr>
          <w:rFonts w:ascii="PT Astra Serif" w:hAnsi="PT Astra Serif"/>
          <w:szCs w:val="28"/>
        </w:rPr>
        <w:br/>
      </w:r>
      <w:r w:rsidRPr="00B35BC1">
        <w:rPr>
          <w:rFonts w:ascii="PT Astra Serif" w:hAnsi="PT Astra Serif"/>
          <w:szCs w:val="28"/>
        </w:rPr>
        <w:t>и техногенного характера на территории Ульяновской области</w:t>
      </w:r>
      <w:r w:rsidR="00153CFB">
        <w:rPr>
          <w:rFonts w:ascii="PT Astra Serif" w:hAnsi="PT Astra Serif"/>
          <w:szCs w:val="28"/>
        </w:rPr>
        <w:t>»</w:t>
      </w:r>
      <w:r w:rsidRPr="00B35BC1">
        <w:rPr>
          <w:rFonts w:ascii="PT Astra Serif" w:hAnsi="PT Astra Serif"/>
          <w:szCs w:val="28"/>
        </w:rPr>
        <w:t xml:space="preserve"> государственной программы Ульяновской области </w:t>
      </w:r>
      <w:r w:rsidR="00153CFB">
        <w:rPr>
          <w:rFonts w:ascii="PT Astra Serif" w:hAnsi="PT Astra Serif"/>
          <w:szCs w:val="28"/>
        </w:rPr>
        <w:t>«</w:t>
      </w:r>
      <w:r w:rsidRPr="00B35BC1">
        <w:rPr>
          <w:rFonts w:ascii="PT Astra Serif" w:hAnsi="PT Astra Serif"/>
          <w:szCs w:val="28"/>
        </w:rPr>
        <w:t>Обеспечение правопорядка и безопасности жизнедеятельности на</w:t>
      </w:r>
      <w:r>
        <w:rPr>
          <w:rFonts w:ascii="PT Astra Serif" w:hAnsi="PT Astra Serif"/>
          <w:szCs w:val="28"/>
        </w:rPr>
        <w:t xml:space="preserve"> территории Ульяновской области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03 ПР 10 </w:t>
      </w:r>
      <w:r w:rsidR="007E106C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 xml:space="preserve">ЦС 86 3 00 00000)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840783,2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A54EFC">
        <w:rPr>
          <w:rFonts w:ascii="PT Astra Serif" w:hAnsi="PT Astra Serif"/>
          <w:szCs w:val="28"/>
        </w:rPr>
        <w:t>907345,3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;</w:t>
      </w:r>
    </w:p>
    <w:p w:rsidR="00D92986" w:rsidRDefault="00D92986" w:rsidP="007E106C">
      <w:pPr>
        <w:pStyle w:val="aa"/>
        <w:widowControl w:val="0"/>
        <w:autoSpaceDE w:val="0"/>
        <w:autoSpaceDN w:val="0"/>
        <w:adjustRightInd w:val="0"/>
        <w:spacing w:line="367" w:lineRule="auto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п) в строке </w:t>
      </w:r>
      <w:r w:rsidR="00153CFB">
        <w:rPr>
          <w:rFonts w:ascii="PT Astra Serif" w:hAnsi="PT Astra Serif"/>
          <w:szCs w:val="28"/>
        </w:rPr>
        <w:t>«</w:t>
      </w:r>
      <w:r w:rsidRPr="00B35BC1">
        <w:rPr>
          <w:rFonts w:ascii="PT Astra Serif" w:hAnsi="PT Astra Serif"/>
          <w:szCs w:val="28"/>
        </w:rPr>
        <w:t xml:space="preserve">Основное мероприятие </w:t>
      </w:r>
      <w:r w:rsidR="00153CFB">
        <w:rPr>
          <w:rFonts w:ascii="PT Astra Serif" w:hAnsi="PT Astra Serif"/>
          <w:szCs w:val="28"/>
        </w:rPr>
        <w:t>«</w:t>
      </w:r>
      <w:r w:rsidRPr="00B35BC1">
        <w:rPr>
          <w:rFonts w:ascii="PT Astra Serif" w:hAnsi="PT Astra Serif"/>
          <w:szCs w:val="28"/>
        </w:rPr>
        <w:t xml:space="preserve">Финансовое обеспечение деятельности Областного государственного </w:t>
      </w:r>
      <w:r w:rsidR="007E106C">
        <w:rPr>
          <w:rFonts w:ascii="PT Astra Serif" w:hAnsi="PT Astra Serif"/>
          <w:szCs w:val="28"/>
        </w:rPr>
        <w:br/>
      </w:r>
      <w:r w:rsidRPr="00B35BC1">
        <w:rPr>
          <w:rFonts w:ascii="PT Astra Serif" w:hAnsi="PT Astra Serif"/>
          <w:szCs w:val="28"/>
        </w:rPr>
        <w:t xml:space="preserve">казённого учреждения </w:t>
      </w:r>
      <w:r w:rsidR="00153CFB">
        <w:rPr>
          <w:rFonts w:ascii="PT Astra Serif" w:hAnsi="PT Astra Serif"/>
          <w:szCs w:val="28"/>
        </w:rPr>
        <w:t>«</w:t>
      </w:r>
      <w:r w:rsidRPr="00B35BC1">
        <w:rPr>
          <w:rFonts w:ascii="PT Astra Serif" w:hAnsi="PT Astra Serif"/>
          <w:szCs w:val="28"/>
        </w:rPr>
        <w:t>Служба гражданской защиты и пожарной безопасности Ульяновской области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03 ПР 10 </w:t>
      </w:r>
      <w:r w:rsidR="007E106C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 xml:space="preserve">ЦС 86 3 06 00000)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754122,9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B35BC1">
        <w:rPr>
          <w:rFonts w:ascii="PT Astra Serif" w:hAnsi="PT Astra Serif"/>
          <w:szCs w:val="28"/>
        </w:rPr>
        <w:t>820685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>;</w:t>
      </w:r>
    </w:p>
    <w:p w:rsidR="00D92986" w:rsidRPr="00DB3028" w:rsidRDefault="00D92986" w:rsidP="00DB302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DB3028">
        <w:rPr>
          <w:rFonts w:ascii="PT Astra Serif" w:hAnsi="PT Astra Serif"/>
          <w:szCs w:val="28"/>
        </w:rPr>
        <w:t xml:space="preserve">р) в строке </w:t>
      </w:r>
      <w:r w:rsidR="00153CFB" w:rsidRPr="00DB3028">
        <w:rPr>
          <w:rFonts w:ascii="PT Astra Serif" w:hAnsi="PT Astra Serif"/>
          <w:szCs w:val="28"/>
        </w:rPr>
        <w:t>«</w:t>
      </w:r>
      <w:r w:rsidRPr="00DB3028">
        <w:rPr>
          <w:rFonts w:ascii="PT Astra Serif" w:hAnsi="PT Astra Serif"/>
          <w:szCs w:val="28"/>
        </w:rPr>
        <w:t xml:space="preserve">Расходы на выплаты персоналу в целях обеспечения выполнения функций государственными </w:t>
      </w:r>
      <w:r w:rsidR="002C405D">
        <w:rPr>
          <w:rFonts w:ascii="PT Astra Serif" w:hAnsi="PT Astra Serif"/>
          <w:szCs w:val="28"/>
        </w:rPr>
        <w:br/>
      </w:r>
      <w:r w:rsidRPr="00DB3028">
        <w:rPr>
          <w:rFonts w:ascii="PT Astra Serif" w:hAnsi="PT Astra Serif"/>
          <w:szCs w:val="28"/>
        </w:rPr>
        <w:t xml:space="preserve">(муниципальными) органами, </w:t>
      </w:r>
      <w:r w:rsidR="00FB15EF" w:rsidRPr="00DB3028">
        <w:rPr>
          <w:rFonts w:ascii="PT Astra Serif" w:hAnsi="PT Astra Serif"/>
          <w:szCs w:val="28"/>
        </w:rPr>
        <w:t>казёнными</w:t>
      </w:r>
      <w:r w:rsidRPr="00DB3028">
        <w:rPr>
          <w:rFonts w:ascii="PT Astra Serif" w:hAnsi="PT Astra Serif"/>
          <w:szCs w:val="28"/>
        </w:rPr>
        <w:t xml:space="preserve"> учреждениями, органами управления государственными внебюджетными </w:t>
      </w:r>
      <w:r w:rsidR="002C405D">
        <w:rPr>
          <w:rFonts w:ascii="PT Astra Serif" w:hAnsi="PT Astra Serif"/>
          <w:szCs w:val="28"/>
        </w:rPr>
        <w:br/>
      </w:r>
      <w:r w:rsidRPr="00DB3028">
        <w:rPr>
          <w:rFonts w:ascii="PT Astra Serif" w:hAnsi="PT Astra Serif"/>
          <w:szCs w:val="28"/>
        </w:rPr>
        <w:t>фондами</w:t>
      </w:r>
      <w:r w:rsidR="00153CFB" w:rsidRPr="00DB3028">
        <w:rPr>
          <w:rFonts w:ascii="PT Astra Serif" w:hAnsi="PT Astra Serif"/>
          <w:szCs w:val="28"/>
        </w:rPr>
        <w:t>»</w:t>
      </w:r>
      <w:r w:rsidRPr="00DB3028">
        <w:rPr>
          <w:rFonts w:ascii="PT Astra Serif" w:hAnsi="PT Astra Serif"/>
          <w:szCs w:val="28"/>
        </w:rPr>
        <w:t xml:space="preserve"> (Рз 03 ПР 10 ЦС 86 3 06 00000 ВР 100) цифры </w:t>
      </w:r>
      <w:r w:rsidR="00153CFB" w:rsidRPr="00DB3028">
        <w:rPr>
          <w:rFonts w:ascii="PT Astra Serif" w:hAnsi="PT Astra Serif"/>
          <w:szCs w:val="28"/>
        </w:rPr>
        <w:t>«</w:t>
      </w:r>
      <w:r w:rsidRPr="00DB3028">
        <w:rPr>
          <w:rFonts w:ascii="PT Astra Serif" w:hAnsi="PT Astra Serif"/>
          <w:color w:val="000000"/>
          <w:spacing w:val="-4"/>
          <w:szCs w:val="28"/>
        </w:rPr>
        <w:t>676744,9</w:t>
      </w:r>
      <w:r w:rsidR="00153CFB" w:rsidRPr="00DB3028">
        <w:rPr>
          <w:rFonts w:ascii="PT Astra Serif" w:hAnsi="PT Astra Serif"/>
          <w:szCs w:val="28"/>
        </w:rPr>
        <w:t>»</w:t>
      </w:r>
      <w:r w:rsidRPr="00DB3028">
        <w:rPr>
          <w:rFonts w:ascii="PT Astra Serif" w:hAnsi="PT Astra Serif"/>
          <w:szCs w:val="28"/>
        </w:rPr>
        <w:t xml:space="preserve"> заменить цифрами </w:t>
      </w:r>
      <w:r w:rsidR="00153CFB" w:rsidRPr="00DB3028">
        <w:rPr>
          <w:rFonts w:ascii="PT Astra Serif" w:hAnsi="PT Astra Serif"/>
          <w:szCs w:val="28"/>
        </w:rPr>
        <w:t>«</w:t>
      </w:r>
      <w:r w:rsidRPr="00DB3028">
        <w:rPr>
          <w:rFonts w:ascii="PT Astra Serif" w:hAnsi="PT Astra Serif"/>
          <w:szCs w:val="28"/>
        </w:rPr>
        <w:t>743307</w:t>
      </w:r>
      <w:r w:rsidR="00153CFB" w:rsidRPr="00DB3028">
        <w:rPr>
          <w:rFonts w:ascii="PT Astra Serif" w:hAnsi="PT Astra Serif"/>
          <w:szCs w:val="28"/>
        </w:rPr>
        <w:t>»</w:t>
      </w:r>
      <w:r w:rsidRPr="00DB3028">
        <w:rPr>
          <w:rFonts w:ascii="PT Astra Serif" w:hAnsi="PT Astra Serif"/>
          <w:szCs w:val="28"/>
        </w:rPr>
        <w:t>;</w:t>
      </w:r>
    </w:p>
    <w:p w:rsidR="00D92986" w:rsidRPr="00DB3028" w:rsidRDefault="00D92986" w:rsidP="00DB3028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szCs w:val="28"/>
        </w:rPr>
      </w:pPr>
      <w:r w:rsidRPr="00DB3028">
        <w:rPr>
          <w:rFonts w:ascii="PT Astra Serif" w:hAnsi="PT Astra Serif"/>
          <w:szCs w:val="28"/>
        </w:rPr>
        <w:t xml:space="preserve">с) </w:t>
      </w:r>
      <w:r w:rsidR="007E106C" w:rsidRPr="00DB3028">
        <w:rPr>
          <w:rFonts w:ascii="PT Astra Serif" w:hAnsi="PT Astra Serif"/>
          <w:szCs w:val="28"/>
        </w:rPr>
        <w:t xml:space="preserve">в </w:t>
      </w:r>
      <w:r w:rsidRPr="00DB3028">
        <w:rPr>
          <w:rFonts w:ascii="PT Astra Serif" w:hAnsi="PT Astra Serif"/>
          <w:szCs w:val="28"/>
        </w:rPr>
        <w:t>строк</w:t>
      </w:r>
      <w:r w:rsidR="007E106C" w:rsidRPr="00DB3028">
        <w:rPr>
          <w:rFonts w:ascii="PT Astra Serif" w:hAnsi="PT Astra Serif"/>
          <w:szCs w:val="28"/>
        </w:rPr>
        <w:t>е «Национальная экономика» (Рз 04) цифры «</w:t>
      </w:r>
      <w:r w:rsidR="00DB3028" w:rsidRPr="00DB3028">
        <w:rPr>
          <w:rFonts w:ascii="PT Astra Serif" w:hAnsi="PT Astra Serif"/>
          <w:color w:val="000000"/>
          <w:spacing w:val="-4"/>
          <w:szCs w:val="28"/>
        </w:rPr>
        <w:t>18894937,91455</w:t>
      </w:r>
      <w:r w:rsidR="007E106C" w:rsidRPr="00DB3028">
        <w:rPr>
          <w:rFonts w:ascii="PT Astra Serif" w:hAnsi="PT Astra Serif"/>
          <w:szCs w:val="28"/>
        </w:rPr>
        <w:t>» заменить цифрами «</w:t>
      </w:r>
      <w:r w:rsidR="00DB3028" w:rsidRPr="00DB3028">
        <w:rPr>
          <w:rFonts w:ascii="PT Astra Serif" w:hAnsi="PT Astra Serif"/>
          <w:bCs/>
          <w:color w:val="000000"/>
          <w:szCs w:val="28"/>
        </w:rPr>
        <w:t>185639</w:t>
      </w:r>
      <w:r w:rsidR="00B61396">
        <w:rPr>
          <w:rFonts w:ascii="PT Astra Serif" w:hAnsi="PT Astra Serif"/>
          <w:bCs/>
          <w:color w:val="000000"/>
          <w:szCs w:val="28"/>
        </w:rPr>
        <w:t>15</w:t>
      </w:r>
      <w:r w:rsidR="00DB3028" w:rsidRPr="00DB3028">
        <w:rPr>
          <w:rFonts w:ascii="PT Astra Serif" w:hAnsi="PT Astra Serif"/>
          <w:bCs/>
          <w:color w:val="000000"/>
          <w:szCs w:val="28"/>
        </w:rPr>
        <w:t>,01455</w:t>
      </w:r>
      <w:r w:rsidR="007E106C" w:rsidRPr="00DB3028">
        <w:rPr>
          <w:rFonts w:ascii="PT Astra Serif" w:hAnsi="PT Astra Serif"/>
          <w:szCs w:val="28"/>
        </w:rPr>
        <w:t xml:space="preserve">», </w:t>
      </w:r>
      <w:r w:rsidR="007E106C" w:rsidRPr="00DB3028">
        <w:rPr>
          <w:rFonts w:ascii="PT Astra Serif" w:hAnsi="PT Astra Serif"/>
          <w:szCs w:val="28"/>
        </w:rPr>
        <w:lastRenderedPageBreak/>
        <w:t>цифры «</w:t>
      </w:r>
      <w:r w:rsidR="00DB3028" w:rsidRPr="00DB3028">
        <w:rPr>
          <w:rFonts w:ascii="PT Astra Serif" w:hAnsi="PT Astra Serif"/>
          <w:color w:val="000000"/>
          <w:spacing w:val="-4"/>
          <w:szCs w:val="28"/>
        </w:rPr>
        <w:t>16152085,53756</w:t>
      </w:r>
      <w:r w:rsidR="007E106C" w:rsidRPr="00DB3028">
        <w:rPr>
          <w:rFonts w:ascii="PT Astra Serif" w:hAnsi="PT Astra Serif"/>
          <w:szCs w:val="28"/>
        </w:rPr>
        <w:t>» заменить цифрами «</w:t>
      </w:r>
      <w:r w:rsidR="00DB3028" w:rsidRPr="00DB3028">
        <w:rPr>
          <w:rFonts w:ascii="PT Astra Serif" w:hAnsi="PT Astra Serif"/>
          <w:bCs/>
          <w:color w:val="000000"/>
          <w:szCs w:val="28"/>
        </w:rPr>
        <w:t>16490441,53756</w:t>
      </w:r>
      <w:r w:rsidR="007E106C" w:rsidRPr="00DB3028">
        <w:rPr>
          <w:rFonts w:ascii="PT Astra Serif" w:hAnsi="PT Astra Serif"/>
          <w:szCs w:val="28"/>
        </w:rPr>
        <w:t>»;</w:t>
      </w:r>
    </w:p>
    <w:p w:rsidR="00D92986" w:rsidRDefault="00D92986" w:rsidP="003A604A">
      <w:pPr>
        <w:pStyle w:val="aa"/>
        <w:widowControl w:val="0"/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т) подраздел </w:t>
      </w:r>
      <w:r w:rsidR="00153CFB">
        <w:rPr>
          <w:rFonts w:ascii="PT Astra Serif" w:hAnsi="PT Astra Serif"/>
          <w:szCs w:val="28"/>
        </w:rPr>
        <w:t>«</w:t>
      </w:r>
      <w:r w:rsidRPr="005A333B">
        <w:rPr>
          <w:rFonts w:ascii="PT Astra Serif" w:hAnsi="PT Astra Serif"/>
          <w:szCs w:val="28"/>
        </w:rPr>
        <w:t>Общеэкономические вопросы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01) изложить в следующей редакции:</w:t>
      </w:r>
    </w:p>
    <w:tbl>
      <w:tblPr>
        <w:tblW w:w="14720" w:type="dxa"/>
        <w:tblInd w:w="97" w:type="dxa"/>
        <w:tblLook w:val="04A0"/>
      </w:tblPr>
      <w:tblGrid>
        <w:gridCol w:w="4973"/>
        <w:gridCol w:w="708"/>
        <w:gridCol w:w="567"/>
        <w:gridCol w:w="1985"/>
        <w:gridCol w:w="761"/>
        <w:gridCol w:w="1966"/>
        <w:gridCol w:w="1880"/>
        <w:gridCol w:w="1880"/>
      </w:tblGrid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153CFB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92986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1004975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298950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258920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96,53747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Возврат средств в результате недост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жения показателей результативности использования субсидий, предоста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ляемых из федерального бюджета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96,53747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11 0 00 80250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96,53747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891061,36253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209978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209948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политика занятости населения и социальная по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держка безработных граждан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ления и развитие трудовых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700187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11374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10989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трудоустройству населения, улучш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ние условий, охраны труда и здоровья на рабочем месте, развитие социальн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го партнёрства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695187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6374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5989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реал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зации прав граждан на труд и социал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ную защиту от безработицы, а также 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благоприятных условий для обеспечения занятости населения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13115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,3241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2089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1704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10848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,558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1906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,7661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2025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1648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77 1 01 15010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360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Социальные выплаты безработным гражданам в соответствии с Законом Российской Федерации от 19 апреля 1991 года № 1032-I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ления в Российской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4285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4285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4285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4285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4285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4285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региональной программы Ульяновской области по организации профессионального обучения и допо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профессионального обр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зования работников промышленных предприятий, находящихся под риском увольнения, за счёт средств резервного фонда Правительства Российской Ф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5П010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59937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,48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5П010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59937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,48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дополнительных мер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приятий, направленных на снижение </w:t>
            </w:r>
            <w:r w:rsidR="00FB15EF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напряжённости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рынке труда Уль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за счёт средств р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зервного фонда Правительства Росси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5П020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617849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,5959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01 5П020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617849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,5959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результ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P2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P2 52910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1 P2 52910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2C405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</w:t>
            </w:r>
            <w:r w:rsidR="002C405D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программы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77 3 00 00000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190873,46253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198604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198959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чика и соисполнителей государстве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77 3 01 00000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190873,46253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198604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198959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орг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ну исполнительной власти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области, уполномоченному в сф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ре занятости населения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190873,46253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198604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198959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</w:t>
            </w:r>
            <w:r w:rsidR="0086013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сударственными (муниципальными) органами, </w:t>
            </w:r>
            <w:r w:rsidR="00FB15EF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154970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161134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161489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34903,46253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36470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36470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77 3 01 15080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сист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мы комплексной реабилитации и аб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литации инвалидов, в том числе детей-инвалидов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DF3CAC" w:rsidRDefault="00D92986" w:rsidP="00DF3CAC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153CFB"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Мероприятия по формированию условий для пов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ы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шения уровня профессионального ра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вития и занятости, включая сопрово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ж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даемое содействие занятости инвал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дов, в том числе детей-инвалидов, пр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живающих на территории Ульяновской области</w:t>
            </w:r>
            <w:r w:rsidR="00153CFB"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80 4 01 00000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DF3CAC" w:rsidRDefault="00D92986" w:rsidP="00DF3CAC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Реализация мероприятий по формир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ванию условий для повышения уровня профессионального развития и занят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F3CAC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 инвалидов, в том числе детей-инвалидов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80 4 01 18000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673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80 4 01 18000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,16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496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496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80 4 01 18000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,64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176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176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63259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государственной программы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ственной программы Ульяновской 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63259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зака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чика и соисполнителей государстве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63259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венных органов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63259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48298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сударственными (муниципальными) органами, </w:t>
            </w:r>
            <w:r w:rsidR="00FB15EF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48875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36850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36850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14292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11356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11356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90 6 01 80010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50554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программы Ульяно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92 4 00 00000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50554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исполнителя государс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92 4 01 00000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50554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50554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сударственными (муниципальными) органами, </w:t>
            </w:r>
            <w:r w:rsidR="00FB15EF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44335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31280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6176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8680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5A333B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5A333B" w:rsidRDefault="00D92986" w:rsidP="00DF3CAC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761" w:type="dxa"/>
            <w:shd w:val="clear" w:color="auto" w:fill="auto"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43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40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D92986" w:rsidRPr="005A333B" w:rsidRDefault="00D92986" w:rsidP="00DF3CAC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5A333B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5A333B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Default="00D92986" w:rsidP="00DF3CAC">
      <w:pPr>
        <w:pStyle w:val="aa"/>
        <w:widowControl w:val="0"/>
        <w:autoSpaceDE w:val="0"/>
        <w:autoSpaceDN w:val="0"/>
        <w:adjustRightInd w:val="0"/>
        <w:spacing w:before="120" w:line="372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 xml:space="preserve">у) в строке </w:t>
      </w:r>
      <w:r w:rsidR="00153CFB">
        <w:rPr>
          <w:rFonts w:ascii="PT Astra Serif" w:hAnsi="PT Astra Serif"/>
          <w:szCs w:val="28"/>
        </w:rPr>
        <w:t>«</w:t>
      </w:r>
      <w:r w:rsidRPr="00A11009">
        <w:rPr>
          <w:rFonts w:ascii="PT Astra Serif" w:hAnsi="PT Astra Serif"/>
          <w:szCs w:val="28"/>
        </w:rPr>
        <w:t>Сельское хозяйство и рыболовство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05)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4717627,21895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A11009">
        <w:rPr>
          <w:rFonts w:ascii="PT Astra Serif" w:hAnsi="PT Astra Serif"/>
          <w:color w:val="000000"/>
          <w:szCs w:val="28"/>
        </w:rPr>
        <w:t>4722027,21895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DF3CAC">
      <w:pPr>
        <w:pStyle w:val="aa"/>
        <w:widowControl w:val="0"/>
        <w:autoSpaceDE w:val="0"/>
        <w:autoSpaceDN w:val="0"/>
        <w:adjustRightInd w:val="0"/>
        <w:spacing w:line="372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 xml:space="preserve">ф) в строке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szCs w:val="28"/>
        </w:rPr>
        <w:t xml:space="preserve">Государственная программа Ульяновской области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szCs w:val="28"/>
        </w:rPr>
        <w:t>Развитие Государственной ветеринарной службы Российской Федерации на</w:t>
      </w:r>
      <w:r>
        <w:rPr>
          <w:rFonts w:ascii="PT Astra Serif" w:hAnsi="PT Astra Serif"/>
          <w:szCs w:val="28"/>
        </w:rPr>
        <w:t xml:space="preserve"> территории Ульяновской области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05 ЦС 94 0 00 00000)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242058,3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color w:val="000000"/>
          <w:szCs w:val="28"/>
        </w:rPr>
        <w:t>246458,3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DF3CAC">
      <w:pPr>
        <w:pStyle w:val="aa"/>
        <w:widowControl w:val="0"/>
        <w:autoSpaceDE w:val="0"/>
        <w:autoSpaceDN w:val="0"/>
        <w:adjustRightInd w:val="0"/>
        <w:spacing w:line="372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 xml:space="preserve">х) в строке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szCs w:val="28"/>
        </w:rPr>
        <w:t xml:space="preserve">Подпрограмма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szCs w:val="28"/>
        </w:rPr>
        <w:t>Обеспечение реализации государственной программы Ульяновской области</w:t>
      </w:r>
      <w:r w:rsidR="00153CFB">
        <w:rPr>
          <w:rFonts w:ascii="PT Astra Serif" w:hAnsi="PT Astra Serif"/>
          <w:szCs w:val="28"/>
        </w:rPr>
        <w:t>»</w:t>
      </w:r>
      <w:r w:rsidRPr="0029471B">
        <w:rPr>
          <w:rFonts w:ascii="PT Astra Serif" w:hAnsi="PT Astra Serif"/>
          <w:szCs w:val="28"/>
        </w:rPr>
        <w:t xml:space="preserve"> гос</w:t>
      </w:r>
      <w:r w:rsidRPr="0029471B">
        <w:rPr>
          <w:rFonts w:ascii="PT Astra Serif" w:hAnsi="PT Astra Serif"/>
          <w:szCs w:val="28"/>
        </w:rPr>
        <w:t>у</w:t>
      </w:r>
      <w:r w:rsidRPr="0029471B">
        <w:rPr>
          <w:rFonts w:ascii="PT Astra Serif" w:hAnsi="PT Astra Serif"/>
          <w:szCs w:val="28"/>
        </w:rPr>
        <w:t xml:space="preserve">дарственной программы Ульяновской области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szCs w:val="28"/>
        </w:rPr>
        <w:t xml:space="preserve">Развитие Государственной ветеринарной службы Российской Федерации на </w:t>
      </w:r>
      <w:r>
        <w:rPr>
          <w:rFonts w:ascii="PT Astra Serif" w:hAnsi="PT Astra Serif"/>
          <w:szCs w:val="28"/>
        </w:rPr>
        <w:t>территории Ульяновской области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05 ЦС 94 1 00 00000)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214082,3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color w:val="000000"/>
          <w:szCs w:val="28"/>
        </w:rPr>
        <w:t>218482,3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DF3CAC">
      <w:pPr>
        <w:pStyle w:val="aa"/>
        <w:widowControl w:val="0"/>
        <w:autoSpaceDE w:val="0"/>
        <w:autoSpaceDN w:val="0"/>
        <w:adjustRightInd w:val="0"/>
        <w:spacing w:line="372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 xml:space="preserve">ц) в строке </w:t>
      </w:r>
      <w:r w:rsidR="00153CFB">
        <w:rPr>
          <w:rFonts w:ascii="PT Astra Serif" w:hAnsi="PT Astra Serif"/>
          <w:szCs w:val="28"/>
        </w:rPr>
        <w:t>«</w:t>
      </w:r>
      <w:r w:rsidRPr="005B65D0">
        <w:rPr>
          <w:rFonts w:ascii="PT Astra Serif" w:hAnsi="PT Astra Serif"/>
          <w:szCs w:val="28"/>
        </w:rPr>
        <w:t xml:space="preserve">Основное мероприятие </w:t>
      </w:r>
      <w:r w:rsidR="00153CFB">
        <w:rPr>
          <w:rFonts w:ascii="PT Astra Serif" w:hAnsi="PT Astra Serif"/>
          <w:szCs w:val="28"/>
        </w:rPr>
        <w:t>«</w:t>
      </w:r>
      <w:r w:rsidRPr="005B65D0">
        <w:rPr>
          <w:rFonts w:ascii="PT Astra Serif" w:hAnsi="PT Astra Serif"/>
          <w:szCs w:val="28"/>
        </w:rPr>
        <w:t>Обеспечение деятельности государственного заказчика и учреждений вет</w:t>
      </w:r>
      <w:r w:rsidRPr="005B65D0">
        <w:rPr>
          <w:rFonts w:ascii="PT Astra Serif" w:hAnsi="PT Astra Serif"/>
          <w:szCs w:val="28"/>
        </w:rPr>
        <w:t>е</w:t>
      </w:r>
      <w:r>
        <w:rPr>
          <w:rFonts w:ascii="PT Astra Serif" w:hAnsi="PT Astra Serif"/>
          <w:szCs w:val="28"/>
        </w:rPr>
        <w:t>ринарии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05 ЦС 94 1 01 00000) цифры </w:t>
      </w:r>
      <w:r w:rsidR="00153CFB">
        <w:rPr>
          <w:rFonts w:ascii="PT Astra Serif" w:hAnsi="PT Astra Serif"/>
          <w:szCs w:val="28"/>
        </w:rPr>
        <w:t>«</w:t>
      </w:r>
      <w:r w:rsidRPr="00BA477F">
        <w:rPr>
          <w:rFonts w:ascii="PT Astra Serif" w:hAnsi="PT Astra Serif"/>
          <w:color w:val="000000"/>
          <w:spacing w:val="-4"/>
          <w:szCs w:val="28"/>
        </w:rPr>
        <w:t>214082,3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Pr="0029471B">
        <w:rPr>
          <w:rFonts w:ascii="PT Astra Serif" w:hAnsi="PT Astra Serif"/>
          <w:color w:val="000000"/>
          <w:szCs w:val="28"/>
        </w:rPr>
        <w:t>218482,3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BA0AD9" w:rsidP="003618E0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ч</w:t>
      </w:r>
      <w:r w:rsidR="00D92986"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 w:rsidR="00D92986" w:rsidRPr="00E03068">
        <w:rPr>
          <w:rFonts w:ascii="PT Astra Serif" w:hAnsi="PT Astra Serif"/>
          <w:szCs w:val="28"/>
        </w:rPr>
        <w:t xml:space="preserve">Предоставление учреждениям, подведомственным Агентству ветеринарии Ульяновской области, </w:t>
      </w:r>
      <w:r w:rsidR="00DF3CAC">
        <w:rPr>
          <w:rFonts w:ascii="PT Astra Serif" w:hAnsi="PT Astra Serif"/>
          <w:szCs w:val="28"/>
        </w:rPr>
        <w:br/>
      </w:r>
      <w:r w:rsidR="00D92986" w:rsidRPr="00E03068">
        <w:rPr>
          <w:rFonts w:ascii="PT Astra Serif" w:hAnsi="PT Astra Serif"/>
          <w:szCs w:val="28"/>
        </w:rPr>
        <w:t>субсидий на финансовое обеспечение выполнения государственного задания и на иные цели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(Рз 04 ПР 05 </w:t>
      </w:r>
      <w:r w:rsidR="00DF3CAC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ЦС 94 1 01 6002</w:t>
      </w:r>
      <w:r w:rsidR="00D92986">
        <w:rPr>
          <w:rFonts w:ascii="PT Astra Serif" w:hAnsi="PT Astra Serif"/>
          <w:szCs w:val="28"/>
        </w:rPr>
        <w:t xml:space="preserve">0) цифры </w:t>
      </w:r>
      <w:r w:rsidR="00153CFB">
        <w:rPr>
          <w:rFonts w:ascii="PT Astra Serif" w:hAnsi="PT Astra Serif"/>
          <w:szCs w:val="28"/>
        </w:rPr>
        <w:t>«</w:t>
      </w:r>
      <w:r w:rsidR="00D92986" w:rsidRPr="00BA477F">
        <w:rPr>
          <w:rFonts w:ascii="PT Astra Serif" w:hAnsi="PT Astra Serif"/>
          <w:color w:val="000000"/>
          <w:spacing w:val="-4"/>
          <w:szCs w:val="28"/>
        </w:rPr>
        <w:t>196712,8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="00D92986" w:rsidRPr="00E03068">
        <w:rPr>
          <w:rFonts w:ascii="PT Astra Serif" w:hAnsi="PT Astra Serif"/>
          <w:color w:val="000000"/>
          <w:szCs w:val="28"/>
        </w:rPr>
        <w:t>201112,8</w:t>
      </w:r>
      <w:r w:rsidR="00153CFB">
        <w:rPr>
          <w:rFonts w:ascii="PT Astra Serif" w:hAnsi="PT Astra Serif"/>
          <w:color w:val="000000"/>
          <w:szCs w:val="28"/>
        </w:rPr>
        <w:t>»</w:t>
      </w:r>
      <w:r w:rsidR="00D92986">
        <w:rPr>
          <w:rFonts w:ascii="PT Astra Serif" w:hAnsi="PT Astra Serif"/>
          <w:color w:val="000000"/>
          <w:szCs w:val="28"/>
        </w:rPr>
        <w:t>;</w:t>
      </w:r>
    </w:p>
    <w:p w:rsidR="00D92986" w:rsidRDefault="00BA0AD9" w:rsidP="003618E0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ш</w:t>
      </w:r>
      <w:r w:rsidR="00D92986"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 w:rsidR="00D92986" w:rsidRPr="00E03068">
        <w:rPr>
          <w:rFonts w:ascii="PT Astra Serif" w:hAnsi="PT Astra Serif"/>
          <w:szCs w:val="28"/>
        </w:rPr>
        <w:t>Предоставление субсидий бюджетным, автономным учреждениям и иным некоммерческим орган</w:t>
      </w:r>
      <w:r w:rsidR="00D92986" w:rsidRPr="00E03068">
        <w:rPr>
          <w:rFonts w:ascii="PT Astra Serif" w:hAnsi="PT Astra Serif"/>
          <w:szCs w:val="28"/>
        </w:rPr>
        <w:t>и</w:t>
      </w:r>
      <w:r w:rsidR="00D92986" w:rsidRPr="00E03068">
        <w:rPr>
          <w:rFonts w:ascii="PT Astra Serif" w:hAnsi="PT Astra Serif"/>
          <w:szCs w:val="28"/>
        </w:rPr>
        <w:t>зациям</w:t>
      </w:r>
      <w:r w:rsidR="00153CFB">
        <w:rPr>
          <w:rFonts w:ascii="PT Astra Serif" w:hAnsi="PT Astra Serif"/>
          <w:szCs w:val="28"/>
        </w:rPr>
        <w:t>»</w:t>
      </w:r>
      <w:r w:rsidR="00F07C33">
        <w:rPr>
          <w:rFonts w:ascii="PT Astra Serif" w:hAnsi="PT Astra Serif"/>
          <w:szCs w:val="28"/>
        </w:rPr>
        <w:t xml:space="preserve"> (Рз 04 ПР 05 ЦС 94 1 01 6002</w:t>
      </w:r>
      <w:r w:rsidR="00D92986">
        <w:rPr>
          <w:rFonts w:ascii="PT Astra Serif" w:hAnsi="PT Astra Serif"/>
          <w:szCs w:val="28"/>
        </w:rPr>
        <w:t xml:space="preserve">0 ВР 600) цифры </w:t>
      </w:r>
      <w:r w:rsidR="00153CFB">
        <w:rPr>
          <w:rFonts w:ascii="PT Astra Serif" w:hAnsi="PT Astra Serif"/>
          <w:szCs w:val="28"/>
        </w:rPr>
        <w:t>«</w:t>
      </w:r>
      <w:r w:rsidR="00D92986" w:rsidRPr="00BA477F">
        <w:rPr>
          <w:rFonts w:ascii="PT Astra Serif" w:hAnsi="PT Astra Serif"/>
          <w:color w:val="000000"/>
          <w:spacing w:val="-4"/>
          <w:szCs w:val="28"/>
        </w:rPr>
        <w:t>196712,8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="00D92986" w:rsidRPr="00E03068">
        <w:rPr>
          <w:rFonts w:ascii="PT Astra Serif" w:hAnsi="PT Astra Serif"/>
          <w:color w:val="000000"/>
          <w:szCs w:val="28"/>
        </w:rPr>
        <w:t>201112,8</w:t>
      </w:r>
      <w:r w:rsidR="00153CFB">
        <w:rPr>
          <w:rFonts w:ascii="PT Astra Serif" w:hAnsi="PT Astra Serif"/>
          <w:color w:val="000000"/>
          <w:szCs w:val="28"/>
        </w:rPr>
        <w:t>»</w:t>
      </w:r>
      <w:r w:rsidR="00D92986">
        <w:rPr>
          <w:rFonts w:ascii="PT Astra Serif" w:hAnsi="PT Astra Serif"/>
          <w:color w:val="000000"/>
          <w:szCs w:val="28"/>
        </w:rPr>
        <w:t>;</w:t>
      </w:r>
    </w:p>
    <w:p w:rsidR="00D92986" w:rsidRDefault="00BA0AD9" w:rsidP="003618E0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щ</w:t>
      </w:r>
      <w:r w:rsidR="00D92986"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 w:rsidR="00D92986" w:rsidRPr="00833490">
        <w:rPr>
          <w:rFonts w:ascii="PT Astra Serif" w:hAnsi="PT Astra Serif"/>
          <w:szCs w:val="28"/>
        </w:rPr>
        <w:t>Приобретение автобусов (в том числе внесение первоначального взноса и оплата платежей по дог</w:t>
      </w:r>
      <w:r w:rsidR="00D92986" w:rsidRPr="00833490">
        <w:rPr>
          <w:rFonts w:ascii="PT Astra Serif" w:hAnsi="PT Astra Serif"/>
          <w:szCs w:val="28"/>
        </w:rPr>
        <w:t>о</w:t>
      </w:r>
      <w:r w:rsidR="00D92986" w:rsidRPr="00833490">
        <w:rPr>
          <w:rFonts w:ascii="PT Astra Serif" w:hAnsi="PT Astra Serif"/>
          <w:szCs w:val="28"/>
        </w:rPr>
        <w:lastRenderedPageBreak/>
        <w:t>вору лизинга) и ввод их в эксплуатацию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(Рз 04 ПР 08 ЦС 92 2 01 42310) цифры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pacing w:val="-4"/>
          <w:szCs w:val="28"/>
        </w:rPr>
        <w:t>87512,12463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zCs w:val="28"/>
        </w:rPr>
        <w:t>88344,82756</w:t>
      </w:r>
      <w:r w:rsidR="00153CFB">
        <w:rPr>
          <w:rFonts w:ascii="PT Astra Serif" w:hAnsi="PT Astra Serif"/>
          <w:color w:val="000000"/>
          <w:szCs w:val="28"/>
        </w:rPr>
        <w:t>»</w:t>
      </w:r>
      <w:r w:rsidR="00D92986">
        <w:rPr>
          <w:rFonts w:ascii="PT Astra Serif" w:hAnsi="PT Astra Serif"/>
          <w:color w:val="000000"/>
          <w:szCs w:val="28"/>
        </w:rPr>
        <w:t>;</w:t>
      </w:r>
    </w:p>
    <w:p w:rsidR="00D92986" w:rsidRDefault="00BA0AD9" w:rsidP="003618E0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э</w:t>
      </w:r>
      <w:r w:rsidR="00D92986"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 w:rsidR="00D92986" w:rsidRPr="00833490">
        <w:rPr>
          <w:rFonts w:ascii="PT Astra Serif" w:hAnsi="PT Astra Serif"/>
          <w:szCs w:val="28"/>
        </w:rPr>
        <w:t>Иные бюджетные ассигнования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(Рз 04 ПР 08 ЦС 92 2 01 42310 ВР 800) цифры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pacing w:val="-4"/>
          <w:szCs w:val="28"/>
        </w:rPr>
        <w:t>87512,12463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зам</w:t>
      </w:r>
      <w:r w:rsidR="00D92986">
        <w:rPr>
          <w:rFonts w:ascii="PT Astra Serif" w:hAnsi="PT Astra Serif"/>
          <w:szCs w:val="28"/>
        </w:rPr>
        <w:t>е</w:t>
      </w:r>
      <w:r w:rsidR="00D92986">
        <w:rPr>
          <w:rFonts w:ascii="PT Astra Serif" w:hAnsi="PT Astra Serif"/>
          <w:szCs w:val="28"/>
        </w:rPr>
        <w:t xml:space="preserve">нить цифрами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zCs w:val="28"/>
        </w:rPr>
        <w:t>88344,82756</w:t>
      </w:r>
      <w:r w:rsidR="00153CFB">
        <w:rPr>
          <w:rFonts w:ascii="PT Astra Serif" w:hAnsi="PT Astra Serif"/>
          <w:color w:val="000000"/>
          <w:szCs w:val="28"/>
        </w:rPr>
        <w:t>»</w:t>
      </w:r>
      <w:r w:rsidR="00D92986">
        <w:rPr>
          <w:rFonts w:ascii="PT Astra Serif" w:hAnsi="PT Astra Serif"/>
          <w:color w:val="000000"/>
          <w:szCs w:val="28"/>
        </w:rPr>
        <w:t>;</w:t>
      </w:r>
    </w:p>
    <w:p w:rsidR="00D92986" w:rsidRDefault="00BA0AD9" w:rsidP="003618E0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ю</w:t>
      </w:r>
      <w:r w:rsidR="00D92986"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 xml:space="preserve">Приобретение трамваев и троллейбусов (внесение первоначального взноса и иных платежей </w:t>
      </w:r>
      <w:r w:rsidR="005D3B6C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по договору лизинга) и ввод их в эксплуатацию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(Рз 04 ПР 08 ЦС 92 2 01 42430) цифры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pacing w:val="-4"/>
          <w:szCs w:val="28"/>
        </w:rPr>
        <w:t>76269,30674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заменить </w:t>
      </w:r>
      <w:r w:rsidR="005D3B6C">
        <w:rPr>
          <w:rFonts w:ascii="PT Astra Serif" w:hAnsi="PT Astra Serif"/>
          <w:szCs w:val="28"/>
        </w:rPr>
        <w:br/>
      </w:r>
      <w:r w:rsidR="00D92986">
        <w:rPr>
          <w:rFonts w:ascii="PT Astra Serif" w:hAnsi="PT Astra Serif"/>
          <w:szCs w:val="28"/>
        </w:rPr>
        <w:t xml:space="preserve">цифрами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zCs w:val="28"/>
        </w:rPr>
        <w:t>76269,30632</w:t>
      </w:r>
      <w:r w:rsidR="00153CFB">
        <w:rPr>
          <w:rFonts w:ascii="PT Astra Serif" w:hAnsi="PT Astra Serif"/>
          <w:color w:val="000000"/>
          <w:szCs w:val="28"/>
        </w:rPr>
        <w:t>»</w:t>
      </w:r>
      <w:r w:rsidR="00D92986">
        <w:rPr>
          <w:rFonts w:ascii="PT Astra Serif" w:hAnsi="PT Astra Serif"/>
          <w:color w:val="000000"/>
          <w:szCs w:val="28"/>
        </w:rPr>
        <w:t>;</w:t>
      </w:r>
    </w:p>
    <w:p w:rsidR="00D92986" w:rsidRDefault="00BA0AD9" w:rsidP="003618E0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я</w:t>
      </w:r>
      <w:r w:rsidR="00D92986"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 w:rsidR="00D92986" w:rsidRPr="00833490">
        <w:rPr>
          <w:rFonts w:ascii="PT Astra Serif" w:hAnsi="PT Astra Serif"/>
          <w:szCs w:val="28"/>
        </w:rPr>
        <w:t>Иные бюджетные ассигнования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(Рз 04 ПР 08 ЦС 92 2 01 42430 ВР 800) цифры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pacing w:val="-4"/>
          <w:szCs w:val="28"/>
        </w:rPr>
        <w:t>76269,30674</w:t>
      </w:r>
      <w:r w:rsidR="00153CFB">
        <w:rPr>
          <w:rFonts w:ascii="PT Astra Serif" w:hAnsi="PT Astra Serif"/>
          <w:szCs w:val="28"/>
        </w:rPr>
        <w:t>»</w:t>
      </w:r>
      <w:r w:rsidR="00D92986">
        <w:rPr>
          <w:rFonts w:ascii="PT Astra Serif" w:hAnsi="PT Astra Serif"/>
          <w:szCs w:val="28"/>
        </w:rPr>
        <w:t xml:space="preserve"> </w:t>
      </w:r>
      <w:r w:rsidR="00DF3CAC">
        <w:rPr>
          <w:rFonts w:ascii="PT Astra Serif" w:hAnsi="PT Astra Serif"/>
          <w:szCs w:val="28"/>
        </w:rPr>
        <w:br/>
      </w:r>
      <w:r w:rsidR="00D92986">
        <w:rPr>
          <w:rFonts w:ascii="PT Astra Serif" w:hAnsi="PT Astra Serif"/>
          <w:szCs w:val="28"/>
        </w:rPr>
        <w:t xml:space="preserve">заменить цифрами </w:t>
      </w:r>
      <w:r w:rsidR="00153CFB">
        <w:rPr>
          <w:rFonts w:ascii="PT Astra Serif" w:hAnsi="PT Astra Serif"/>
          <w:szCs w:val="28"/>
        </w:rPr>
        <w:t>«</w:t>
      </w:r>
      <w:r w:rsidR="00D92986">
        <w:rPr>
          <w:rFonts w:ascii="PT Astra Serif" w:hAnsi="PT Astra Serif"/>
          <w:color w:val="000000"/>
          <w:szCs w:val="28"/>
        </w:rPr>
        <w:t>76269,30632</w:t>
      </w:r>
      <w:r w:rsidR="00153CFB">
        <w:rPr>
          <w:rFonts w:ascii="PT Astra Serif" w:hAnsi="PT Astra Serif"/>
          <w:color w:val="000000"/>
          <w:szCs w:val="28"/>
        </w:rPr>
        <w:t>»</w:t>
      </w:r>
      <w:r w:rsidR="00D92986"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3618E0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я</w:t>
      </w:r>
      <w:r w:rsidR="00BA0AD9" w:rsidRPr="00BA0AD9">
        <w:rPr>
          <w:rFonts w:ascii="PT Astra Serif" w:hAnsi="PT Astra Serif"/>
          <w:szCs w:val="28"/>
          <w:vertAlign w:val="superscript"/>
        </w:rPr>
        <w:t>1</w:t>
      </w:r>
      <w:r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 w:rsidRPr="00833490">
        <w:rPr>
          <w:rFonts w:ascii="PT Astra Serif" w:hAnsi="PT Astra Serif"/>
          <w:szCs w:val="28"/>
        </w:rPr>
        <w:t xml:space="preserve">Предоставление субсидий бюджетам муниципальных районов (городских округов) Ульяновской </w:t>
      </w:r>
      <w:r w:rsidR="00DF3CAC">
        <w:rPr>
          <w:rFonts w:ascii="PT Astra Serif" w:hAnsi="PT Astra Serif"/>
          <w:szCs w:val="28"/>
        </w:rPr>
        <w:br/>
      </w:r>
      <w:r w:rsidRPr="00833490">
        <w:rPr>
          <w:rFonts w:ascii="PT Astra Serif" w:hAnsi="PT Astra Serif"/>
          <w:szCs w:val="28"/>
        </w:rPr>
        <w:t>области в целях софинансирования расходных обязательств, связанных с организацией регулярных перевозок пассаж</w:t>
      </w:r>
      <w:r w:rsidRPr="00833490">
        <w:rPr>
          <w:rFonts w:ascii="PT Astra Serif" w:hAnsi="PT Astra Serif"/>
          <w:szCs w:val="28"/>
        </w:rPr>
        <w:t>и</w:t>
      </w:r>
      <w:r w:rsidRPr="00833490">
        <w:rPr>
          <w:rFonts w:ascii="PT Astra Serif" w:hAnsi="PT Astra Serif"/>
          <w:szCs w:val="28"/>
        </w:rPr>
        <w:t>ров и багажа автомобильным транспортом по регулируемым тарифам по муниципальным маршрутам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08 </w:t>
      </w:r>
      <w:r w:rsidR="00DF3CAC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 xml:space="preserve">ЦС 92 2 01 72370) цифры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color w:val="000000"/>
          <w:spacing w:val="-4"/>
          <w:szCs w:val="28"/>
        </w:rPr>
        <w:t>47702,77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46870,06749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D06C1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szCs w:val="28"/>
        </w:rPr>
        <w:t>я</w:t>
      </w:r>
      <w:r w:rsidR="00BA0AD9">
        <w:rPr>
          <w:rFonts w:ascii="PT Astra Serif" w:hAnsi="PT Astra Serif"/>
          <w:szCs w:val="28"/>
          <w:vertAlign w:val="superscript"/>
        </w:rPr>
        <w:t>2</w:t>
      </w:r>
      <w:r>
        <w:rPr>
          <w:rFonts w:ascii="PT Astra Serif" w:hAnsi="PT Astra Serif"/>
          <w:szCs w:val="28"/>
        </w:rPr>
        <w:t xml:space="preserve">) в строке </w:t>
      </w:r>
      <w:r w:rsidR="00153CFB">
        <w:rPr>
          <w:rFonts w:ascii="PT Astra Serif" w:hAnsi="PT Astra Serif"/>
          <w:szCs w:val="28"/>
        </w:rPr>
        <w:t>«</w:t>
      </w:r>
      <w:r w:rsidRPr="00833490">
        <w:rPr>
          <w:rFonts w:ascii="PT Astra Serif" w:hAnsi="PT Astra Serif"/>
          <w:szCs w:val="28"/>
        </w:rPr>
        <w:t>Межбюджетные трансферты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08 ЦС 92 2 01 72370 ВР 500) цифры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color w:val="000000"/>
          <w:spacing w:val="-4"/>
          <w:szCs w:val="28"/>
        </w:rPr>
        <w:t>47702,77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заменить цифрами </w:t>
      </w:r>
      <w:r w:rsidR="00153CFB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46870,06749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3968AD">
      <w:pPr>
        <w:pStyle w:val="aa"/>
        <w:widowControl w:val="0"/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я</w:t>
      </w:r>
      <w:r w:rsidR="00BA0AD9">
        <w:rPr>
          <w:rFonts w:ascii="PT Astra Serif" w:hAnsi="PT Astra Serif"/>
          <w:szCs w:val="28"/>
          <w:vertAlign w:val="superscript"/>
        </w:rPr>
        <w:t>3</w:t>
      </w:r>
      <w:r>
        <w:rPr>
          <w:rFonts w:ascii="PT Astra Serif" w:hAnsi="PT Astra Serif"/>
          <w:szCs w:val="28"/>
        </w:rPr>
        <w:t xml:space="preserve">) подраздел </w:t>
      </w:r>
      <w:r w:rsidR="00153CFB">
        <w:rPr>
          <w:rFonts w:ascii="PT Astra Serif" w:hAnsi="PT Astra Serif"/>
          <w:szCs w:val="28"/>
        </w:rPr>
        <w:t>«</w:t>
      </w:r>
      <w:r w:rsidRPr="00657C9A">
        <w:rPr>
          <w:rFonts w:ascii="PT Astra Serif" w:hAnsi="PT Astra Serif"/>
          <w:szCs w:val="28"/>
        </w:rPr>
        <w:t>Дорожное хозяйство (дорожные фонды)</w:t>
      </w:r>
      <w:r w:rsidR="00153CFB">
        <w:rPr>
          <w:rFonts w:ascii="PT Astra Serif" w:hAnsi="PT Astra Serif"/>
          <w:szCs w:val="28"/>
        </w:rPr>
        <w:t>»</w:t>
      </w:r>
      <w:r>
        <w:rPr>
          <w:rFonts w:ascii="PT Astra Serif" w:hAnsi="PT Astra Serif"/>
          <w:szCs w:val="28"/>
        </w:rPr>
        <w:t xml:space="preserve"> (Рз 04 ПР 09) изложить в следующей редакции:</w:t>
      </w:r>
    </w:p>
    <w:tbl>
      <w:tblPr>
        <w:tblW w:w="14720" w:type="dxa"/>
        <w:tblInd w:w="97" w:type="dxa"/>
        <w:tblLook w:val="04A0"/>
      </w:tblPr>
      <w:tblGrid>
        <w:gridCol w:w="4547"/>
        <w:gridCol w:w="567"/>
        <w:gridCol w:w="709"/>
        <w:gridCol w:w="1985"/>
        <w:gridCol w:w="734"/>
        <w:gridCol w:w="1966"/>
        <w:gridCol w:w="2106"/>
        <w:gridCol w:w="2106"/>
      </w:tblGrid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153CFB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92986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9725108,32772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10700217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10817257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,01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85833,49118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506275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857324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,71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архитектуры в Ульяновской обла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85833,49118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506275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857324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,71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ция регионального проекта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казателей и результатов федерал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85833,49118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506275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857324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,71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программ разв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субъектов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71734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506275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857324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,71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71734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,98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506275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857324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,71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255176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программ разв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тия жилищного строительства субъектов Р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оссийской 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>едерации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 счёт средств резервного фонда Правительства Р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>оссийской Федер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 1 F1 5021F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14098,51118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85 1 F1 5021F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14098,51118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1704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развитие инфраструктуры зон ра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вития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гоприятного инвестиционного кл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1704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инфраструктуры в целях реализации новых инвестиционных проектов в рамках постановления Правительства Российской Федер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от 19.10.2020 № 1704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Об 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верждении Правил определения новых инвестиционных проектов, в целях реализации которых средства бюджета субъекта Российской Ф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дерации, высвобождаемые в 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зультате снижения </w:t>
            </w:r>
            <w:r w:rsidR="00FB15EF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погаш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ния задолженности субъекта Ро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перед Росси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Федерацией по бюджетным кредитам, подлежат направлению на выполнение инженерных из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сканий, проектирование, эксперт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зу проектной документации и (или) результатов инженерных изыск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ний, строительство, реконструкцию и ввод в эксплуатацию объектов 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инфраструктуры, а также на по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ключение (технологическое пр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соединение) объектов капитального строительства к сетям инженерно-технического обеспечения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90 1 08 00000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1704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BF3768" w:rsidRDefault="00D92986" w:rsidP="00630E7B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 xml:space="preserve">Проектирование и реконструкция автомобильной дороги 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Подъезд к городу Ульяновску от автомобил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ной дороги М-5 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Урал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</w:t>
            </w:r>
            <w:r w:rsidR="00630E7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–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Новоулья</w:t>
            </w:r>
            <w:r w:rsid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="00630E7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–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новый инвестиционный проект, расположенный на террит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рии промышленной зоны 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Ново</w:t>
            </w:r>
            <w:r w:rsid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ульяновск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90 1 08 63180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1704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90 1 08 63180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1704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9124304,55692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10193942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9959932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ственные автомобильные дороги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9124304,55692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10193942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9959932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Стро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тельство и реконструкция автом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бильных дорог общего пользования 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регионального и межмуниципал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ного значения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16620,40422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Строительство и реконструкция прочих автомобильных дорог 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щего пользования регионального и межмуниципального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16620,40422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16620,40422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ние дорожной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5287763,62468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3938746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4166213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,62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2205305,69851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2301156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3070951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,92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2205305,69851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2301156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3070951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,92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государственного казённого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автом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Ульяновской обла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199115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233030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233030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ципальными) органами, </w:t>
            </w:r>
            <w:r w:rsidR="00FB15EF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государственными внебюдже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87605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87759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87759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45442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46351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46351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66038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98890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98890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финансирование дорожной де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отношении автом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пользования регионального или межмуниц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пального, местного значения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357201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357201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207201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357201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150000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финансирование дорожной де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 отношении автом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пользования регионального или межмуниц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пального, местного значения за </w:t>
            </w:r>
            <w:r w:rsidR="00FB15EF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счёт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средств резервного фонда Правительства Российской Федер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5784F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700000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5784F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700000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Субсидии, предоставляемые в 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лях софинансирования расходных обязательств, возникающих в связи с ремонтом дворовых территорий многоквартирных домов и соц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ровым территориям многокварти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ных домов и социальным объектам населённых пунктов, подготовкой проектной документации, стро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тельством, реконструкцией, кап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тальным ремонтом, ремонтом и 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ной разметки) автомобильных д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рог общего пользования местного значения, мостов и иных искусс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венных дорожных сооружений на них, в том числе проектированием и строительством (реконструкцией) автомобильных дорог общего пол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 с твё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дым покрытием до сельских нас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пунктов, не имеющих кру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логодичной связи с сетью автом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ния, велосипедных дорожек и вел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сипедных парковок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92 1 03 70600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1826140,92617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1047358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862231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Субсидии, предоставляемые в 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лях софинансирования расходных 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обязательств, возникающих в связи с проектированием, строительством (реконструкцией), капитальным ремонтом, ремонтом и содержан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ем велосипедных дорожек и вел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сипедных парковок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69537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69537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Субсидии, предоставляемые в 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лях софинансирования расходных обязательств, возникающих в связи с ремонтом дворовых территорий многоквартирных домов и соц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альных объектов, проездов к дв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ровым территориям многокварти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ных домов и социальным объектам населённых пунктов, подготовкой проектной документации, стро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тельством, реконструкцией, кап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тальным ремонтом, ремонтом и 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держанием (установкой дорожных знаков и нанесением горизонтал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ной разметки) автомобильных д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рог общего пользования местного значения, мостов и иных искусс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венных дорожных сооружений на них, в том числе проектированием и строительством (реконструкцией) автомобильных дорог общего пол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 с твё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дым покрытием до сельских нас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пунктов, не имеющих кру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логодичной связи с сетью автом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общего пользования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1756603,92617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985127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800000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1756603,92617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985127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800000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ция регионального проекта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2786156,27342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4974504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4597082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,47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ного хозяйства, обеспечивающей транспортную связанность между центрами экономического роста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402801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1096889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402801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1096889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ние автомобильных дорог и иску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ственных дорожных сооружений в рамках реализации национального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дороги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2383355,27342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3877615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4597082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,47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2028355,27342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3522615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4242082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,47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355000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355000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355000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ция регионального проекта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Общесистемные 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меры развития дорожного хозяйс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Общеси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темные меры развития дорожного хозяйства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792746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,501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1100691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1016636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,21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Внедрение автоматизированных и роботизированных технологий 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ганизации дорожного движения и контроля за соблюдением правил дорожного движения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54180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738137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770786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686731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,58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роботизированных технологий 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ганизации дорожного движения и контроля за соблюдением правил дорожного движения (финансовое обеспечение расходов на предо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тавление автономной некоммерч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зации дорожного движения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дий из областного бюджета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финанс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вого обеспечения её затрат в связи с осуществлением деятельности, направленной на повышение общ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го уровня общественной безопа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ности, правопорядка и безопасн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сти среды обитания на территории Ульяновской области, в том числе 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посредством участия в решении вопросов организации и развития комплексной информационной ср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ды, обеспечивающей прогнозир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вание, мониторинг, предупрежд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ние и ликвидацию возможных 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роз общественной безопасности, а также контроль устранения после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ствий чрезвычайных ситуаций и правонарушений в рамках повыш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ния уровня безопасности дорожн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го движения в Ульяновской обла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ти)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590110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601604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686731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,58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590110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601604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686731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,58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внедрение интеллектуальных транспортных систем, предусма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ривающих автоматизацию проце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сов управления дорожным движ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148027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169182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118027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139182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а также 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томатических пунктов весогаб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ритного контроля на автомобил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дорогах регионального или межмуниципального значения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54190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54609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,001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329904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329904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томатических пунктов весогаб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ритного контроля на автомобил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дорогах регионального или межмуниципального значения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(размещение автоматических пунктов весогаб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ритного контроля на автомобил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дорогах регионального или межмуниципального значения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52442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,409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52442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,409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D06C13" w:rsidRDefault="00D92986" w:rsidP="006430FE">
            <w:pPr>
              <w:spacing w:line="245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Внедрение интеллектуальных транспортных систем, а также авт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матических пунктов весогабаритн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го контроля на автомобильных д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рогах регионального или межмун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ципального значения Ульяновской 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области (внедрение интеллектуал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ь</w:t>
            </w:r>
            <w:r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ных транспортных си</w:t>
            </w:r>
            <w:r w:rsidR="0091684C"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стем (устано</w:t>
            </w:r>
            <w:r w:rsidR="0091684C"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="0091684C" w:rsidRPr="00D06C1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ка метеостанции)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2166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,592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6430F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2166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,592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6430F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ция регионального проекта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Безопасность д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жение целей, показателей и резул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зопасность дорожного движения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241017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,7536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6430F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вершенствование организации д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241017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,7536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6430F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241017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,7536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6430F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промышленного комплекса, сел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 и регулирование рынков сельскохозяйственной пр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дукции, сырья и продовольствия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513266,27962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6430F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сельских территорий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программы Ульяно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комплекса, сельских территорий и регулирование ры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ков сельскохозяйственной проду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ции, сырья и продовольствия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513266,27962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Повыш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комфортного прожив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ния в сельской местности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513266,27962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развитие транспор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ной инфраструктуры на сельских территориях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93 2 01 R3720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513266,27962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93 2 01 R3720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419122,12225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657C9A" w:rsidTr="00B44860">
        <w:tc>
          <w:tcPr>
            <w:tcW w:w="4547" w:type="dxa"/>
            <w:shd w:val="clear" w:color="auto" w:fill="auto"/>
            <w:vAlign w:val="center"/>
            <w:hideMark/>
          </w:tcPr>
          <w:p w:rsidR="00D92986" w:rsidRPr="00657C9A" w:rsidRDefault="00D92986" w:rsidP="00C420B1">
            <w:pPr>
              <w:spacing w:line="247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93 2 01 R3720</w:t>
            </w:r>
          </w:p>
        </w:tc>
        <w:tc>
          <w:tcPr>
            <w:tcW w:w="734" w:type="dxa"/>
            <w:shd w:val="clear" w:color="auto" w:fill="auto"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94144,15737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657C9A" w:rsidRDefault="00D92986" w:rsidP="00C420B1">
            <w:pPr>
              <w:spacing w:line="247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C9A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657C9A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Default="00D92986" w:rsidP="00D06C13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4</w:t>
      </w:r>
      <w:r>
        <w:rPr>
          <w:rFonts w:ascii="PT Astra Serif" w:hAnsi="PT Astra Serif"/>
          <w:color w:val="000000"/>
          <w:szCs w:val="28"/>
        </w:rPr>
        <w:t xml:space="preserve">) подраздел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061DC5">
        <w:rPr>
          <w:rFonts w:ascii="PT Astra Serif" w:hAnsi="PT Astra Serif"/>
          <w:color w:val="000000"/>
          <w:szCs w:val="28"/>
        </w:rPr>
        <w:t>Другие вопросы в области национальной экономики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04 ПР 12) изложить в следующей реда</w:t>
      </w:r>
      <w:r>
        <w:rPr>
          <w:rFonts w:ascii="PT Astra Serif" w:hAnsi="PT Astra Serif"/>
          <w:color w:val="000000"/>
          <w:szCs w:val="28"/>
        </w:rPr>
        <w:t>к</w:t>
      </w:r>
      <w:r>
        <w:rPr>
          <w:rFonts w:ascii="PT Astra Serif" w:hAnsi="PT Astra Serif"/>
          <w:color w:val="000000"/>
          <w:szCs w:val="28"/>
        </w:rPr>
        <w:t>ции:</w:t>
      </w:r>
    </w:p>
    <w:tbl>
      <w:tblPr>
        <w:tblW w:w="14720" w:type="dxa"/>
        <w:tblInd w:w="97" w:type="dxa"/>
        <w:tblLook w:val="04A0"/>
      </w:tblPr>
      <w:tblGrid>
        <w:gridCol w:w="4819"/>
        <w:gridCol w:w="707"/>
        <w:gridCol w:w="706"/>
        <w:gridCol w:w="1977"/>
        <w:gridCol w:w="675"/>
        <w:gridCol w:w="1966"/>
        <w:gridCol w:w="1966"/>
        <w:gridCol w:w="1904"/>
      </w:tblGrid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153CFB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92986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наци</w:t>
            </w:r>
            <w:r w:rsidR="00D92986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D92986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613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18269</w:t>
            </w:r>
            <w:r w:rsidR="00B61396">
              <w:rPr>
                <w:rFonts w:ascii="PT Astra Serif" w:hAnsi="PT Astra Serif"/>
                <w:color w:val="000000"/>
                <w:sz w:val="28"/>
                <w:szCs w:val="28"/>
              </w:rPr>
              <w:t>39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,79855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2238390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,96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768716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ных направлений деятельности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613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1056</w:t>
            </w:r>
            <w:r w:rsidR="00B61396">
              <w:rPr>
                <w:rFonts w:ascii="PT Astra Serif" w:hAnsi="PT Astra Serif"/>
                <w:color w:val="000000"/>
                <w:sz w:val="28"/>
                <w:szCs w:val="28"/>
              </w:rPr>
              <w:t>53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,00949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92023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92023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государственного казённого учр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Центр мониторинга деятел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ности регулируемых организаций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613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196</w:t>
            </w:r>
            <w:r w:rsidR="00B61396">
              <w:rPr>
                <w:rFonts w:ascii="PT Astra Serif" w:hAnsi="PT Astra Serif"/>
                <w:color w:val="000000"/>
                <w:sz w:val="28"/>
                <w:szCs w:val="28"/>
              </w:rPr>
              <w:t>68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19478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19478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(муниципал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ными) органами,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дениями, органами управления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сударственными внебюджетными фондами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6139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127</w:t>
            </w:r>
            <w:r w:rsidR="00B61396">
              <w:rPr>
                <w:rFonts w:ascii="PT Astra Serif" w:hAnsi="PT Astra Serif"/>
                <w:color w:val="000000"/>
                <w:sz w:val="28"/>
                <w:szCs w:val="28"/>
              </w:rPr>
              <w:t>37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12776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12776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6906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6672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6672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государственного казённого учр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Центр по сопровождению закупок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37949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25947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25947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(муниципал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ными) органами,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дениями, органами управления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сударственными внебюджетными фондами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15253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15253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15253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22589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10587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,88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10587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,88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11 0 00 10410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Внесение членского взноса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Ассоциацию эконом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ческого взаимодействия субъектов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Российской Федерации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Ассоциация инновационных регионов России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11 0 00 62110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Субвенции бюджету муниципального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обеспечение расходного обязательства, связанного с устано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лением регулируемых тарифов на 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гулярные перевозки пассажиров и 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гажа городским наземным электрич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ским транспортом по муниципальным маршрутам таких перевозок в гран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цах муниципального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11 0 00 71240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венных органов Ульяновской области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42569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41497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41497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(муниципал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ными) органами,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дениями, органами управления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сударственными внебюджетными фондами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38692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,365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38692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,365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38692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,365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3691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,135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2618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,335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2618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,335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11 0 00 80010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Расходы, связанные с исполнением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решений, принятых судебными орг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нами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365,60949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365,60949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 и архитектуры в Ульяновской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4711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11403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,86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11299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Градостроительное планирование развития территорий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4711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11403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,86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11299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муниципальных образований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документами терр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ториального планирования и град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строительного зонирования, актуал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зация схемы территориального пл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нирования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4711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11403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,86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11299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установка програм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но-аппаратных средств, подготовка и загрузка картографических данных, необходимых для создания, развития, ввода в эксплуатацию и эксплуатации государственной информационной системы обеспечения градостро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тельной деятельности Ульяновской области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3220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85 2 01 44030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3220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3618E0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Подготовка квалифицированных ка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 в рамках реализации Закона </w:t>
            </w:r>
            <w:proofErr w:type="spellStart"/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Улья-новской</w:t>
            </w:r>
            <w:proofErr w:type="spellEnd"/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от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июня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2020 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года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51-ЗО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мерах, сп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собствующих привлечению квалиф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цированных работников в сфере гр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достроительной деятельности в орг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 местного самоуправления 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образований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791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3403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,86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3299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85 2 01 44310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791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3403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,86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3299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Внесение изменений в схему терр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ториального планирования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85 2 01 44390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85 2 01 44390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культуры, 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ризма и сохранение объектов кул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турного наследия в Ульяновской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36503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18606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Создание 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ловий для развития сферы внутренн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и въездного туризма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87 0 06 00000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5110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Рекламно-информационное обеспеч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ние развития туризма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5110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87 0 06 44140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5110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на софинансирование 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вития туристской инфраструктуры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87 0 06 70310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87 0 06 70310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ристической инфраструктуры, 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правленного на достижение целей, показателей и результатов федерал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туристич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ской инфраструктуры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J1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20618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,5567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поддержки реализации общественных инициатив, напра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ленных на развитие туристической инфраструктуры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10309,27835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J1 53320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10309,27835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FB15EF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="00D92986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осударственная поддержка развития инфраструктуры туризма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J1 53350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10309,27835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0 J1 53350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10309,27835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туры, туризма и сохранение объектов культурного наследия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туры, туризма и сохранение объектов культурного наследия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10775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,1433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исполнителей и сои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полнителей государственной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10775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,1433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сти областного государственного 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Агентство по туризму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10775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,1433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10106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(муниципал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ными) органами,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дениями, органами управления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сударственными внебюджетными фондами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9658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,9433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8990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8990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87 1 01 44170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1116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1116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1116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90 0 00 00000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1401634,79051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1937156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516162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 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витие инфраструктуры зон развития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вестиционного климата в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1122065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1793314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271327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промышленной зоны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Заволжье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49707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36013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6765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ций, размещаемых при увеличении уставного капитала Акционерного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Корпорация развития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целях пог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шения основного долга по кредиту на строительство объектов инфрастру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туры промышленных зон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42440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5216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(муниципальной) со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90 1 01 62010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42440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5216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циям, которым в соответствии с Зак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 Ульяновской области от 15 марта 2005 года № 019-ЗО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вестиционной деятельности на терр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ен статус организации, уполномоче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затрат указанных организаций по уплате процентов по кредитам, полученным на формир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вание и развитие инфраструктуры промышленных зон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7267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5013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1549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90 1 01 62030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7267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5013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1549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2F4AE3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</w:pPr>
            <w:r w:rsidRPr="002F4A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 xml:space="preserve">Основное мероприятие </w:t>
            </w:r>
            <w:r w:rsidR="00153CFB" w:rsidRPr="002F4A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«</w:t>
            </w:r>
            <w:r w:rsidRPr="002F4A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Развитие по</w:t>
            </w:r>
            <w:r w:rsidRPr="002F4A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р</w:t>
            </w:r>
            <w:r w:rsidRPr="002F4A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товой особой экономической зоны</w:t>
            </w:r>
            <w:r w:rsidR="00153CFB" w:rsidRPr="002F4AE3">
              <w:rPr>
                <w:rFonts w:ascii="PT Astra Serif" w:hAnsi="PT Astra Serif"/>
                <w:color w:val="000000"/>
                <w:spacing w:val="-4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90 1 02 00000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39418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66427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66427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циям, которым в соответствии с Зак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 Ульяновской области от 15 марта 2005 года № 019-ЗО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вестиционной деятельности на терр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ен статус организации, уполномоче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ной в сфере формирования и развития инфраструктуры промышленных зон, в целях возмещения затрат указанных организаций по уплате процентов по кредитам, полученным на формир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вание и развитие инфраструктуры промышленных зон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90 1 02 62030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90 1 02 62030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организациям – резидентам портовой особой экономической зоны, созда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на территории муниципального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области, в целях возм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щения затрат в связи с внесением арендной платы, предусмотренной договорами аренды недвижимого имущества (за исключением земел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участков), находящегося на те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ритории указанной портовой особой экономической зоны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21827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21827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90 1 02 63140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21827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21827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6430FE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Приобретение в собственность Уль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 дополнительных а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ций, размещаемых при увеличении у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тавного капитала акционерного общ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ства </w:t>
            </w:r>
            <w:r w:rsidR="00153CFB"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Портовая особая экономическая зона </w:t>
            </w:r>
            <w:r w:rsidR="00153CFB"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Ульяновск</w:t>
            </w:r>
            <w:r w:rsidR="00153CFB"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в целях погашения основного долга по кредиту на стро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6430FE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тельство объектов капитального строительства индустриального парка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90 1 02 63190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25418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(муниципальной) со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90 1 02 63190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25418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31800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Поддержка деятельности организации, уполн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моченной в сфере формирования и развития инфраструктуры промы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ленных зон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90 1 03 00000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циям, которым в соответствии с Зак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 Ульяновской области от 15 марта 2005 года № 019-ЗО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 развитии 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вестиционной деятельности на терр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присв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ен статус организации, уполномоче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в сфере формирования и развития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инфраструктуры промышленных зон, в целях возмещения части затрат ук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занных организаций в связи с осущ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ствлением мероприятий по формир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ванию и развитию инфраструктуры промышленных зон и функций, опр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делённых постановлением Прав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тельства Ульяновской области от 16.08.2013 № 367-П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вопросах деятельности организации, уполномоченной в сфере формиров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ния и развития инфраструктуры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мышленных зон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90 1 03 62040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объектов инфраструктуры в целях </w:t>
            </w:r>
            <w:r w:rsidR="002F4AE3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реализации проекта по строительству объектов (инфраструктуры индустр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альных (промышленных) парков, промышленных технопарков, особых экономических зон, территорий оп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режающего развития, инновационных научно-технологических центров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90 1 05 00000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926541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1611356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Проектирование, строительство и подключение (технологическое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соединение) объектов капитального строительства и инфраструктуры к сетям инженерно-технического обе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печения (электро-, газо-, тепло-, вод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снабжения или водоотведения)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926541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1611356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(муниципальной) со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90 1 05 98100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926541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1611356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дустриального парка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90 1 06 00000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ций, размещаемых при увеличении уставного капитала Акционерного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Корпорация развития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целях опл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ты доли Акционерного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Корпорация развития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уставном капитале общ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 с ограниченной ответственн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 индустр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возмещ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ния осуществлённых обществом с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раниченной ответственностью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митровградский индустриальный парк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затрат на выполнение ремонтных работ зданий, строений, сооружений, принадлежащих общ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ству с ограниченной ответственн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Димитровградский индустр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парк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Мастер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(муниципальной) со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90 1 06 62120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Создание объектов инфраструктуры в целях реализации новых инвестиционных проектов в рамках постановления Правительства Российской Федер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от 19.10.2020 № 1704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 утве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ждении Правил определения новых инвестиционных проектов, в целях реализации которых средства бюдж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та субъекта Российской Федерации, высвобождаемые в результате сниж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объёма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погашения задолженности субъекта Российской Федерации 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ред Российской Федерацией по бю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жетным кредитам, подлежат напра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лению на выполнение инженерных изысканий, проектирование, экспе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тизу проектной документации и (или) результатов инженерных изысканий, строительство, реконструкцию и ввод в эксплуатацию объектов инфр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структуры, а также на подключение (технологическое присоединение) объектов капитального строительства к сетям инженерно-технического обеспечения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90 1 08 00000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51399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25518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144134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2F4AE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ций, размещаемых при увеличении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уставного капитала Акционерного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Корпорация развития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с целью 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выполнения проектно-изыскательских работ, 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луг по подготовке проектной док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ментации, строительства и подкл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чения (технологического присоед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нения) объектов капитального стро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тельства для реализации новых инв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стиционных проектов к сетям инж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нерно-технического обеспечения (электро-, газо-, тепло-, водоснабж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ния или водоотведения)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90 1 08 63170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41199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25518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2F4AE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144134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(муниципальной) со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90 1 08 63170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41199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25518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144134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ций, размещаемых при увеличении уставного капитала акционерного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Портовая особая эконом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ческая зона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целях 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архитектурно-строительного проектирования и строительства объектов капитального строительства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необходимых для 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лизации новых инвестиционных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ектов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90 1 08 63220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10200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сударственной (муниципальной) со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90 1 08 63220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10200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инвестиц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онной деятельности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26207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10614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11614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Оказание поддержки организациям в сфере 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вестиционной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26207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10614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11614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 (за исключением государственных и муниципальных учреждений), реал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зующим на территории Ульяновской области инвестиционные проекты в социальной сфере, субсидий из обл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стного бюджета Ульяновской области в целях возмещения части затрат, св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занных с уплатой процентов по кр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дитам, полученным для финансового обеспечения реализации указанных проектов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90 2 03 62130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организациям, реал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зующим на территории Ульяновской области инвестиционные проекты, субсидий из областного бюджета Ульяновской области в целях возм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щения части их затрат, связанных с уплатой процентов по кредитам, 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лученным в российских кредитных организациях для реализации ими 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вестиционных проектов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90 2 03 62210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90 2 03 62210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организациям, реал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зующим на территории Ульяновской области инвестиционные проекты, субсидий из областного бюджета Ульяновской области в целях возм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щения части их затрат, связанных с оплатой электрической энергии, 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треблённой на производственные (технологические) нужды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90 2 03 62220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субсидий Фонду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Центр развития государственно-частного партнёрства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печения его затрат в связи с осущес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влением деятельности в сферах 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вития образования, науки, физич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культуры и спорта, охраны зд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ровья граждан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6207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9414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9414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90 2 03 62290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6207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9414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9414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бюджета Ульяновской области юридическим лицам в целях возм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щения затрат,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осуществлённых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св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зи с созданием (строительством), 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дернизацией и (или) реконструкцией объектов обеспечивающей и (или) сопутствующей инфраструктур, 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обходимых для реализации инвест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ционного проекта, в отношении кот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рого заключено соглашение о защите и поощрении капиталовложений, а также затрат в связи с уплатой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центов по кредитам и займам, купо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платежей по облигационным займам,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привлечённым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указанные цели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6430F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90 2 03 63230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6430F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Технологическое развитие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программы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228476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104554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204548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6430F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конкурентоспособности предприятий, расположенных на территории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157753,21515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33500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103500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6430F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тельств субъектов Российской Фед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рации, возникающих при реализации дополнительных мероприятий по 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нансовому обеспечению деятельности (докапитализации) региональных фондов развития промышленности в рамках региональных программ 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вития промышленности (предоста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ление фонду развития промышленн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сти Ульяновской области субсидий из областного бюджета Ульяновской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финансового обеспеч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ния его деятельности (докапитализ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ции) в соответствии с постановлен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ем Правительства Российской Фед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рации от 18.04.2022 № 686)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5П030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38351,51515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6430F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5П030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38351,51515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Микрокредитной компании фонду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Фонд финансир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вания промышленности и предпр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нимательства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областн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бюджета Ульяновской области в целях финансового обеспечения его затрат в связи с предоставлением на льготных условиях займов организ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циям, образующим инфраструктуру поддержки субъектов малого и сре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90 5 01 62340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90 5 01 62340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юридическим лицам, не являющимся государственными (муниципальными) учреждениями), индивидуальным предпринимателям субсидий из областного бюджета Ульяновской области в целях возм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щения части затрат,</w:t>
            </w:r>
            <w:r w:rsidR="00FB1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связанных с 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ревозкой (транспортировкой) импо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тируемых товаров (продукции), нео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ходимых для обеспечения их де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90 5 01 62390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90 5 01 62390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на фина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совое обеспечение деятельности (д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капитализации) фонда развития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мышленности Ульяновской области в соответствии с постановлением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вительства Российской Федерации от 15.04.2014 № 328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 утверждении государственной программы Росси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Федерации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промы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ленности и повышение её конкуре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тоспособности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90 5 01 62410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90 5 01 62410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Предоставление юридическим лицам, не являющимся государственными (муниципальными) учреждениями, осуществляющим на территории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деятельность в сфере промышленности, субсидий из областного бюджета Ульяновской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возмещения части 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обеспечением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езда их работников до места работы и обратно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90 5 01 63340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90 5 01 63340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юридическим лицам, не являющимся государственными (муниципальными) учреждениями, осуществляющим на территории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деятельность в сфере промышленности, субсидий из областного бюджета Ульяновской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ласти в целях возмещения части 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трат, связанных с внесением платы по договорам аренды (имущественного найма) жилых помещений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90 5 01 63350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90 5 01 63350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Софинансирование расходных обяз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тельств субъектов Российской Фед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рации, возникающих при реализации региональных программ развития промышленности (предоставление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субсидий на финансовое обеспечение деятельности (докапитализации) фо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да развития промышленности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соответствии с 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становлением Правительства Росси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от 15.03.2016 № 194)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R5930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69401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R5930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69401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возмещение затрат по созданию, модернизации и (или) 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конструкции объектов инфраструкт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ры индустриальных парков или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мышленных технопарков за счёт средств областного бюджета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сверх установленн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уровня софинансирования (предо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тавление субсидий управляющим компаниям на приобретение, созд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ние, модернизацию и (или) реконс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рукцию и ремонт объектов промы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ленной и технологической инфр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структуры промышленных технопа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ков в сфере электронной промышле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ности)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01 Z7561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росту количества организаций, ос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ществляющих технологические инн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90 5 02 00000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43683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41552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41552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автоно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Агентство инновационного разв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Ульяновской области в целях финансового обеспечения её затрат в связи с осуществлением деятельности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23000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90 5 02 62140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23000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организ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циям, осуществляющим деятельность в сфере развития промышленности, направленную на развитие промы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ленного потенциала Ульяновской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ласти, в целях финансового обеспеч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ния их затрат в связи с осуществлен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ем данной деятельности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20683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19552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19552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90 5 02 62190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20683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19552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19552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производ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тельности труда на предприятиях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Адресная поддержка повышения производительности тр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 на предприятиях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27039,88485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29502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59496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поддержка субъе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 в целях достижения результатов национал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52890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16023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16002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15996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субъе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тов Российской Федерации в целях достижения результатов национал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(предоставление субсидий 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тономной некоммерческой организ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Центр компетенций развития промышленности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финансовое обеспечение затрат, направленных на достижение результатов национал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Производительность труда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16023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16002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15996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52891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16023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16002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15996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деятельности в сфере промышленн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сти на реализацию мероприятий по переобучению, повышению квалиф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кации работников предприятий в 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лях поддержки занятости и повыш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эффективности рынка труда в рамках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ресная поддержка повышения прои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водительности труда на предприят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62360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организациям, осущ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ствляющим деятельность в сфере 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вития лёгкой промышленности, в 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лях возмещения затрат, связанных с оплатой услуг теплоснабжения, эле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троснабжения, водоснабжения и 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доотведения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62365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организациям, числе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ность работников которых, относ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щихся к лицам с ограниченными во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можностями здоровья, превышает 50 процентов общей численности рабо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ников организаций, в целях возмещ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ния затрат, связанных с оплатой услуг теплоснабжения, электроснабжения, водоснабжения и водоотведения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10016,48485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5 L2 62375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10016,48485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сударственной программы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90 6 00 00000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21015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21923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21923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государственного 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казчика и соисполнителей государс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90 6 01 00000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21015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21923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21923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деятельн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сти областного государственного 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Департамент государственных программ развития малого и среднего бизнеса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21015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21923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21923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(муниципал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ными) органами, </w:t>
            </w:r>
            <w:r w:rsidR="00FB15EF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дениями, органами управления го</w:t>
            </w:r>
            <w:r w:rsidR="00753F5C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сударственными внебюджетными фондами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14204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13037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13037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5837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8174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8174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90 6 01 62910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973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711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711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Повышение эффе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тивности управления государстве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 имуществом Ульяновской обла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90 7 00 00000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3870,39051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6750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6750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Осуществл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в сфере управления объектами государственного имущ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90 7 01 00000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3870,39051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6750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6750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90 7 01 00000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3870,39051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6750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6750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54703,68855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насел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ния Ульяновской области качестве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ными услугами пассажирского тран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порта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54703,68855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Меропри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тия, направленные на развитие па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сажирских перевозок воздушным транспортом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54703,68855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дополнительных 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ций, размещаемых при увеличении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уставного капитала Акционерного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Аэропорт 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целях уплаты основного долга по кредиту на капитальный ремонт об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ъ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ектов аэропортовой инфраструктуры, в том числе оборудование и технич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ское оснащение многостороннего 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ботающего на нерегулярно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й основе пункта пропуска через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осударстве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ную границу Российской Федерации в аэропорту Ульяновск (Баратаевка)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53413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51312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(муниципальной) со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53413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51312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ного бюджета Ульяновской области юридическим лицам, осуществля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щим аэропортовую деятельность, в целях возмещения затрат, связанных с уплатой процентов по кредитам,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влечённым в целях капитального 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монта объектов аэропортовой инфр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структуры, в том числе оборудование и техническое оснащение многост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роннего работающего на нерегуля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ной основе пункта пропуска через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сударственную границу Россий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ской 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едерации в аэропорту Ульяновск (Баратаевка)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92 2 04 42420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1290,68855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92 2 04 42420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1290,68855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223732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184700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130624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Оказание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поддержки организ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циям, образующим инфраструктуру поддержки субъектов малого и сре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него предпринимательства в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99 0 04 00000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автоно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оказанием субъектам малого и среднего предпринимател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ства, а также физическим лицам, не являющимся индивидуальными пре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принимателями и применяющим сп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зарег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стрированным на территории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области, содействия в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движении производимых ими товаров (работ, услуг) использованием </w:t>
            </w:r>
            <w:proofErr w:type="spellStart"/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формационно-телекомму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никационной</w:t>
            </w:r>
            <w:proofErr w:type="spellEnd"/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сети 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Интернет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99 0 04 62310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99 0 04 62310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Оказание г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поддержки субъектам малого и среднего предпринимател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ства, осуществляющим деятельность в Ульяновской области, в целях 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вития предпринимательства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74125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 в целях возмещения части затрат, связанных с арендой торговых пл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щадей для реализации товаров лёгкой промышленности, произведённой на территории Ульяновской области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99 0 05 62300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99 0 05 62300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 в целях возмещения части затрат, связанных с созданием (оборудован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ем) новых рабочих мест и осущест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лением предпринимательской де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99 0 05 63310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3600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99 0 05 63310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3600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ства, деятельность которых огранич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 или приостановлена в период ра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пространения на территории Уль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новой коронавиру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ной инфекции (COVID-2019), в целях возмещения части затрат, связанных с внесением арендной платы, пред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смотренной договорами аренды ко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мерческой недвижимости, и оплатой коммунальных услуг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99 0 05 63320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29025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99 0 05 63320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29025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субъектам малого и среднего предпринимател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ства в целях возмещения части затрат, связанных с уплатой первого взноса (аванса) при заключении договора 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зинга оборудования, специализир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ванной техники и транспортных средств с российскими лизинговыми организациями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99 0 05 63330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99 0 05 63330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Создание благоприятных условий для осущес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вления деятельности самозанятыми гражданами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тижение целей, показателей и резул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татов реализации федерального 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Поддержка самозанятых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I2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6070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6687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также физических лиц, применяющих 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I2 55270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6070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6687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предоставлением комплекса информационно-консультационных и образовател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ных услуг физическим лицам, не 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ляющимся индивидуальными пре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принимателями и применяющим сп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I2 5527С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6070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6687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I2 5527С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6070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6687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Создание 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ловий для лёгкого старта и комфор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ведения бизнеса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на достижение целей, показателей и результатов реализации федерал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Предакселерация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I4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22548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28112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31426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I4 55270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22548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28112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31426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в связи с предоставлением гражданам, желающим вести бизнес, начинающим и действующим пре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принимателям комплекса услуг, 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правленных на вовлечение в пре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принимательскую деятельность, а также </w:t>
            </w:r>
            <w:proofErr w:type="spellStart"/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информационно-консульта</w:t>
            </w:r>
            <w:r w:rsidR="00475AE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ционных</w:t>
            </w:r>
            <w:proofErr w:type="spellEnd"/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образовательных услуг)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12467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16577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18013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I4 5527В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12467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16577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18013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 (предоставление грантов в форме субсидий субъектам малого и средн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предпринимательства, имеющим статус социального предприятия, или субъектам малого и среднего пре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принимательства, созданным физич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скими лицами в возрасте до 25 лет включительно)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I4 5527П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10081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11535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13412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I4 5527П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10081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11535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13412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Акселерация субъектов малого и среднего пре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селерация субъектов малого и средн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предпринимательства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00000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117056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150517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92511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A94A39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55270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117056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150517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92511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A94A3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субъектах Российской Федерации (предоставление субсидий Фонду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Гарантийный фонд Ульяновской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чения затрат указанного фонда в св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зи с предоставлением поручительств по обязательствам субъектов малого и среднего предпринимательства и 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образующих инфрастру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туру поддержки малого и среднего предпринимательства, основанным на кредитных договорах, договорах за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ма, финансовой аренды (лизинга), 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говорах о предоставлении банковской гарантии и иных договорах)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55274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19023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37338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13455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55274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19023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37338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13455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 центра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Мой бизнес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59538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59346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26040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A94A3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5527Е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59538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59346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A94A3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26040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Микрокр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дитной компании фонду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Фонд 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нансирования промышленности и предпринимательства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затрат в связи с развитием системы микрофинанс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рования посредством предоставления микрозаймов субъектам малого и среднего предпринимательства, а также физическим лицам, не явля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щимся индивидуальными предпр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нимателями и применяющим спец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Налог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и орган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зациям, образующим инфраструктуру поддержки малого и среднего пре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принимательства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5527Ж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5527Ж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лог на профессиональный доход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 в субъектах Российской Федерации (предоставление субсидий автоно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некоммерческой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Региональный центр поддержки и сопровождения предпринимательс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затрат, связанных с обеспечением деятельности (развитием) регионал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ного центра координации поддержки экспортно ориентированных субъе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тов малого и среднего предприним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тельства для целей оказания инфо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мационно-аналитической, консульт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ционной и организационной по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держки внешнеэкономической де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тельности субъектов малого и средн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го предпринимательства, содействия привлечению инвестиций и выходу экспортно ориентированных субъе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тов малого и среднего предприним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тельства на международные рынки)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5527К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18495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53833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52515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061DC5" w:rsidTr="00B44860">
        <w:tc>
          <w:tcPr>
            <w:tcW w:w="4819" w:type="dxa"/>
            <w:shd w:val="clear" w:color="auto" w:fill="auto"/>
            <w:vAlign w:val="center"/>
            <w:hideMark/>
          </w:tcPr>
          <w:p w:rsidR="00D92986" w:rsidRPr="00061DC5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6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7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99 0 I5 5527К</w:t>
            </w:r>
          </w:p>
        </w:tc>
        <w:tc>
          <w:tcPr>
            <w:tcW w:w="675" w:type="dxa"/>
            <w:shd w:val="clear" w:color="auto" w:fill="auto"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18495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966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53833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1904" w:type="dxa"/>
            <w:shd w:val="clear" w:color="auto" w:fill="auto"/>
            <w:noWrap/>
            <w:hideMark/>
          </w:tcPr>
          <w:p w:rsidR="00D92986" w:rsidRPr="00061DC5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61DC5">
              <w:rPr>
                <w:rFonts w:ascii="PT Astra Serif" w:hAnsi="PT Astra Serif"/>
                <w:color w:val="000000"/>
                <w:sz w:val="28"/>
                <w:szCs w:val="28"/>
              </w:rPr>
              <w:t>52515</w:t>
            </w:r>
            <w:r w:rsidR="00D042C5" w:rsidRPr="00061DC5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Pr="00E23A7A" w:rsidRDefault="003618E0" w:rsidP="00BA360C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color w:val="000000"/>
          <w:spacing w:val="-6"/>
          <w:szCs w:val="28"/>
        </w:rPr>
      </w:pPr>
      <w:r>
        <w:rPr>
          <w:rFonts w:ascii="PT Astra Serif" w:hAnsi="PT Astra Serif"/>
          <w:color w:val="000000"/>
          <w:spacing w:val="-6"/>
          <w:szCs w:val="28"/>
        </w:rPr>
        <w:t>я</w:t>
      </w:r>
      <w:r>
        <w:rPr>
          <w:rFonts w:ascii="PT Astra Serif" w:hAnsi="PT Astra Serif"/>
          <w:color w:val="000000"/>
          <w:spacing w:val="-6"/>
          <w:szCs w:val="28"/>
          <w:vertAlign w:val="superscript"/>
        </w:rPr>
        <w:t>5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>) в с</w:t>
      </w:r>
      <w:r w:rsidR="00E23A7A">
        <w:rPr>
          <w:rFonts w:ascii="PT Astra Serif" w:hAnsi="PT Astra Serif"/>
          <w:color w:val="000000"/>
          <w:spacing w:val="-6"/>
          <w:szCs w:val="28"/>
        </w:rPr>
        <w:t>т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 xml:space="preserve">роке </w:t>
      </w:r>
      <w:r w:rsidR="00153CFB" w:rsidRPr="00E23A7A">
        <w:rPr>
          <w:rFonts w:ascii="PT Astra Serif" w:hAnsi="PT Astra Serif"/>
          <w:color w:val="000000"/>
          <w:spacing w:val="-6"/>
          <w:szCs w:val="28"/>
        </w:rPr>
        <w:t>«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>Жилищно-коммунальное хозяйство</w:t>
      </w:r>
      <w:r w:rsidR="00153CFB" w:rsidRPr="00E23A7A">
        <w:rPr>
          <w:rFonts w:ascii="PT Astra Serif" w:hAnsi="PT Astra Serif"/>
          <w:color w:val="000000"/>
          <w:spacing w:val="-6"/>
          <w:szCs w:val="28"/>
        </w:rPr>
        <w:t>»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 xml:space="preserve"> (Рз 05) цифры </w:t>
      </w:r>
      <w:r w:rsidR="00153CFB" w:rsidRPr="00E23A7A">
        <w:rPr>
          <w:rFonts w:ascii="PT Astra Serif" w:hAnsi="PT Astra Serif"/>
          <w:color w:val="000000"/>
          <w:spacing w:val="-6"/>
          <w:szCs w:val="28"/>
        </w:rPr>
        <w:t>«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>4309261,30842</w:t>
      </w:r>
      <w:r w:rsidR="00153CFB" w:rsidRPr="00E23A7A">
        <w:rPr>
          <w:rFonts w:ascii="PT Astra Serif" w:hAnsi="PT Astra Serif"/>
          <w:color w:val="000000"/>
          <w:spacing w:val="-6"/>
          <w:szCs w:val="28"/>
        </w:rPr>
        <w:t>»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 xml:space="preserve"> заменить цифрами </w:t>
      </w:r>
      <w:r w:rsidR="00153CFB" w:rsidRPr="00E23A7A">
        <w:rPr>
          <w:rFonts w:ascii="PT Astra Serif" w:hAnsi="PT Astra Serif"/>
          <w:color w:val="000000"/>
          <w:spacing w:val="-6"/>
          <w:szCs w:val="28"/>
        </w:rPr>
        <w:t>«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>4312800,30842</w:t>
      </w:r>
      <w:r w:rsidR="00153CFB" w:rsidRPr="00E23A7A">
        <w:rPr>
          <w:rFonts w:ascii="PT Astra Serif" w:hAnsi="PT Astra Serif"/>
          <w:color w:val="000000"/>
          <w:spacing w:val="-6"/>
          <w:szCs w:val="28"/>
        </w:rPr>
        <w:t>»</w:t>
      </w:r>
      <w:r w:rsidR="00D92986" w:rsidRPr="00E23A7A">
        <w:rPr>
          <w:rFonts w:ascii="PT Astra Serif" w:hAnsi="PT Astra Serif"/>
          <w:color w:val="000000"/>
          <w:spacing w:val="-6"/>
          <w:szCs w:val="28"/>
        </w:rPr>
        <w:t>;</w:t>
      </w:r>
    </w:p>
    <w:p w:rsidR="00D92986" w:rsidRDefault="00D92986" w:rsidP="00BA360C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6</w:t>
      </w:r>
      <w:r>
        <w:rPr>
          <w:rFonts w:ascii="PT Astra Serif" w:hAnsi="PT Astra Serif"/>
          <w:color w:val="000000"/>
          <w:szCs w:val="28"/>
        </w:rPr>
        <w:t>) в с</w:t>
      </w:r>
      <w:r w:rsidR="00E23A7A">
        <w:rPr>
          <w:rFonts w:ascii="PT Astra Serif" w:hAnsi="PT Astra Serif"/>
          <w:color w:val="000000"/>
          <w:szCs w:val="28"/>
        </w:rPr>
        <w:t>т</w:t>
      </w:r>
      <w:r>
        <w:rPr>
          <w:rFonts w:ascii="PT Astra Serif" w:hAnsi="PT Astra Serif"/>
          <w:color w:val="000000"/>
          <w:szCs w:val="28"/>
        </w:rPr>
        <w:t xml:space="preserve">роке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>Другие вопросы в области жилищно-коммунального хозяйства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05 ПР 05) цифры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2180991,74403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заменить цифрами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2184530,74403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BA360C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7</w:t>
      </w:r>
      <w:r>
        <w:rPr>
          <w:rFonts w:ascii="PT Astra Serif" w:hAnsi="PT Astra Serif"/>
          <w:color w:val="000000"/>
          <w:szCs w:val="28"/>
        </w:rPr>
        <w:t>) в с</w:t>
      </w:r>
      <w:r w:rsidR="00E23A7A">
        <w:rPr>
          <w:rFonts w:ascii="PT Astra Serif" w:hAnsi="PT Astra Serif"/>
          <w:color w:val="000000"/>
          <w:szCs w:val="28"/>
        </w:rPr>
        <w:t>т</w:t>
      </w:r>
      <w:r>
        <w:rPr>
          <w:rFonts w:ascii="PT Astra Serif" w:hAnsi="PT Astra Serif"/>
          <w:color w:val="000000"/>
          <w:szCs w:val="28"/>
        </w:rPr>
        <w:t xml:space="preserve">роке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 xml:space="preserve">Государственная программа Ульяновской области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>Развитие строительства и архитектуры в Улья</w:t>
      </w:r>
      <w:r w:rsidR="00A94A39">
        <w:rPr>
          <w:rFonts w:ascii="PT Astra Serif" w:hAnsi="PT Astra Serif"/>
          <w:color w:val="000000"/>
          <w:szCs w:val="28"/>
        </w:rPr>
        <w:t>-</w:t>
      </w:r>
      <w:r w:rsidRPr="00273DD1">
        <w:rPr>
          <w:rFonts w:ascii="PT Astra Serif" w:hAnsi="PT Astra Serif"/>
          <w:color w:val="000000"/>
          <w:szCs w:val="28"/>
        </w:rPr>
        <w:t>нов</w:t>
      </w:r>
      <w:r>
        <w:rPr>
          <w:rFonts w:ascii="PT Astra Serif" w:hAnsi="PT Astra Serif"/>
          <w:color w:val="000000"/>
          <w:szCs w:val="28"/>
        </w:rPr>
        <w:t>ской области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05 ПР 05 ЦС 85 0 00 00000) цифры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295807,21253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заменить цифрами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299346,21253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BA360C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8</w:t>
      </w:r>
      <w:r>
        <w:rPr>
          <w:rFonts w:ascii="PT Astra Serif" w:hAnsi="PT Astra Serif"/>
          <w:color w:val="000000"/>
          <w:szCs w:val="28"/>
        </w:rPr>
        <w:t>) в с</w:t>
      </w:r>
      <w:r w:rsidR="00E23A7A">
        <w:rPr>
          <w:rFonts w:ascii="PT Astra Serif" w:hAnsi="PT Astra Serif"/>
          <w:color w:val="000000"/>
          <w:szCs w:val="28"/>
        </w:rPr>
        <w:t>т</w:t>
      </w:r>
      <w:r>
        <w:rPr>
          <w:rFonts w:ascii="PT Astra Serif" w:hAnsi="PT Astra Serif"/>
          <w:color w:val="000000"/>
          <w:szCs w:val="28"/>
        </w:rPr>
        <w:t xml:space="preserve">роке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 xml:space="preserve">Подпрограмма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>Обеспечение реализации государственной программы</w:t>
      </w:r>
      <w:r w:rsidR="00153CFB">
        <w:rPr>
          <w:rFonts w:ascii="PT Astra Serif" w:hAnsi="PT Astra Serif"/>
          <w:color w:val="000000"/>
          <w:szCs w:val="28"/>
        </w:rPr>
        <w:t>»</w:t>
      </w:r>
      <w:r w:rsidRPr="00273DD1">
        <w:rPr>
          <w:rFonts w:ascii="PT Astra Serif" w:hAnsi="PT Astra Serif"/>
          <w:color w:val="000000"/>
          <w:szCs w:val="28"/>
        </w:rPr>
        <w:t xml:space="preserve"> государственной программы Ульяновской области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>Развитие строительства и ар</w:t>
      </w:r>
      <w:r>
        <w:rPr>
          <w:rFonts w:ascii="PT Astra Serif" w:hAnsi="PT Astra Serif"/>
          <w:color w:val="000000"/>
          <w:szCs w:val="28"/>
        </w:rPr>
        <w:t>хитектуры в Ульяновской области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05 ПР 05 ЦС 85 5 00 00000) цифры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259674,76698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заменить цифрами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263213,76698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3A67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9</w:t>
      </w:r>
      <w:r>
        <w:rPr>
          <w:rFonts w:ascii="PT Astra Serif" w:hAnsi="PT Astra Serif"/>
          <w:color w:val="000000"/>
          <w:szCs w:val="28"/>
        </w:rPr>
        <w:t>) в с</w:t>
      </w:r>
      <w:r w:rsidR="00E23A7A">
        <w:rPr>
          <w:rFonts w:ascii="PT Astra Serif" w:hAnsi="PT Astra Serif"/>
          <w:color w:val="000000"/>
          <w:szCs w:val="28"/>
        </w:rPr>
        <w:t>т</w:t>
      </w:r>
      <w:r>
        <w:rPr>
          <w:rFonts w:ascii="PT Astra Serif" w:hAnsi="PT Astra Serif"/>
          <w:color w:val="000000"/>
          <w:szCs w:val="28"/>
        </w:rPr>
        <w:t xml:space="preserve">роке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 xml:space="preserve">Основное мероприятие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>Обеспечение деятельности исполни</w:t>
      </w:r>
      <w:r>
        <w:rPr>
          <w:rFonts w:ascii="PT Astra Serif" w:hAnsi="PT Astra Serif"/>
          <w:color w:val="000000"/>
          <w:szCs w:val="28"/>
        </w:rPr>
        <w:t>теля и соисполнителей программы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</w:t>
      </w:r>
      <w:r w:rsidR="00E23A7A">
        <w:rPr>
          <w:rFonts w:ascii="PT Astra Serif" w:hAnsi="PT Astra Serif"/>
          <w:color w:val="000000"/>
          <w:szCs w:val="28"/>
        </w:rPr>
        <w:br/>
      </w:r>
      <w:r>
        <w:rPr>
          <w:rFonts w:ascii="PT Astra Serif" w:hAnsi="PT Astra Serif"/>
          <w:color w:val="000000"/>
          <w:szCs w:val="28"/>
        </w:rPr>
        <w:t xml:space="preserve">(Рз 05 ПР 05 ЦС 85 5 01 00000) цифры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259674,76698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заменить цифрами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263213,76698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3A67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10</w:t>
      </w:r>
      <w:r>
        <w:rPr>
          <w:rFonts w:ascii="PT Astra Serif" w:hAnsi="PT Astra Serif"/>
          <w:color w:val="000000"/>
          <w:szCs w:val="28"/>
        </w:rPr>
        <w:t>) в с</w:t>
      </w:r>
      <w:r w:rsidR="00E23A7A">
        <w:rPr>
          <w:rFonts w:ascii="PT Astra Serif" w:hAnsi="PT Astra Serif"/>
          <w:color w:val="000000"/>
          <w:szCs w:val="28"/>
        </w:rPr>
        <w:t>т</w:t>
      </w:r>
      <w:r>
        <w:rPr>
          <w:rFonts w:ascii="PT Astra Serif" w:hAnsi="PT Astra Serif"/>
          <w:color w:val="000000"/>
          <w:szCs w:val="28"/>
        </w:rPr>
        <w:t xml:space="preserve">роке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>Обеспечение деятельности государственных органов Ульяновской области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05 ПР 05 </w:t>
      </w:r>
      <w:r w:rsidR="00A94A39">
        <w:rPr>
          <w:rFonts w:ascii="PT Astra Serif" w:hAnsi="PT Astra Serif"/>
          <w:color w:val="000000"/>
          <w:szCs w:val="28"/>
        </w:rPr>
        <w:br/>
      </w:r>
      <w:r w:rsidR="00F07C33">
        <w:rPr>
          <w:rFonts w:ascii="PT Astra Serif" w:hAnsi="PT Astra Serif"/>
          <w:color w:val="000000"/>
          <w:szCs w:val="28"/>
        </w:rPr>
        <w:t>ЦС 85 5 01 8001</w:t>
      </w:r>
      <w:r>
        <w:rPr>
          <w:rFonts w:ascii="PT Astra Serif" w:hAnsi="PT Astra Serif"/>
          <w:color w:val="000000"/>
          <w:szCs w:val="28"/>
        </w:rPr>
        <w:t xml:space="preserve">0) цифры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44048,3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заменить цифрами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47587,3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3A6793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11</w:t>
      </w:r>
      <w:r>
        <w:rPr>
          <w:rFonts w:ascii="PT Astra Serif" w:hAnsi="PT Astra Serif"/>
          <w:color w:val="000000"/>
          <w:szCs w:val="28"/>
        </w:rPr>
        <w:t>) в с</w:t>
      </w:r>
      <w:r w:rsidR="00E23A7A">
        <w:rPr>
          <w:rFonts w:ascii="PT Astra Serif" w:hAnsi="PT Astra Serif"/>
          <w:color w:val="000000"/>
          <w:szCs w:val="28"/>
        </w:rPr>
        <w:t>т</w:t>
      </w:r>
      <w:r>
        <w:rPr>
          <w:rFonts w:ascii="PT Astra Serif" w:hAnsi="PT Astra Serif"/>
          <w:color w:val="000000"/>
          <w:szCs w:val="28"/>
        </w:rPr>
        <w:t xml:space="preserve">роке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273DD1">
        <w:rPr>
          <w:rFonts w:ascii="PT Astra Serif" w:hAnsi="PT Astra Serif"/>
          <w:color w:val="000000"/>
          <w:szCs w:val="28"/>
        </w:rPr>
        <w:t xml:space="preserve">Расходы на выплаты персоналу в целях обеспечения выполнения функций государственными </w:t>
      </w:r>
      <w:r w:rsidR="00E23A7A">
        <w:rPr>
          <w:rFonts w:ascii="PT Astra Serif" w:hAnsi="PT Astra Serif"/>
          <w:color w:val="000000"/>
          <w:szCs w:val="28"/>
        </w:rPr>
        <w:br/>
      </w:r>
      <w:r w:rsidRPr="00273DD1">
        <w:rPr>
          <w:rFonts w:ascii="PT Astra Serif" w:hAnsi="PT Astra Serif"/>
          <w:color w:val="000000"/>
          <w:szCs w:val="28"/>
        </w:rPr>
        <w:t xml:space="preserve">(муниципальными) органами, </w:t>
      </w:r>
      <w:r w:rsidR="00FB15EF" w:rsidRPr="00273DD1">
        <w:rPr>
          <w:rFonts w:ascii="PT Astra Serif" w:hAnsi="PT Astra Serif"/>
          <w:color w:val="000000"/>
          <w:szCs w:val="28"/>
        </w:rPr>
        <w:t>казёнными</w:t>
      </w:r>
      <w:r w:rsidRPr="00273DD1">
        <w:rPr>
          <w:rFonts w:ascii="PT Astra Serif" w:hAnsi="PT Astra Serif"/>
          <w:color w:val="000000"/>
          <w:szCs w:val="28"/>
        </w:rPr>
        <w:t xml:space="preserve"> учреждениями, органами управления государственными внебюджетными </w:t>
      </w:r>
      <w:r w:rsidR="00E23A7A">
        <w:rPr>
          <w:rFonts w:ascii="PT Astra Serif" w:hAnsi="PT Astra Serif"/>
          <w:color w:val="000000"/>
          <w:szCs w:val="28"/>
        </w:rPr>
        <w:br/>
      </w:r>
      <w:r w:rsidRPr="00273DD1">
        <w:rPr>
          <w:rFonts w:ascii="PT Astra Serif" w:hAnsi="PT Astra Serif"/>
          <w:color w:val="000000"/>
          <w:szCs w:val="28"/>
        </w:rPr>
        <w:t>фондами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05 ПР 05 ЦС 85 5 01 80010</w:t>
      </w:r>
      <w:r w:rsidR="003618E0">
        <w:rPr>
          <w:rFonts w:ascii="PT Astra Serif" w:hAnsi="PT Astra Serif"/>
          <w:color w:val="000000"/>
          <w:szCs w:val="28"/>
        </w:rPr>
        <w:t xml:space="preserve"> ВР 100</w:t>
      </w:r>
      <w:r>
        <w:rPr>
          <w:rFonts w:ascii="PT Astra Serif" w:hAnsi="PT Astra Serif"/>
          <w:color w:val="000000"/>
          <w:szCs w:val="28"/>
        </w:rPr>
        <w:t xml:space="preserve">) цифры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33940,9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заменить цифрами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37479,9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A94A39">
      <w:pPr>
        <w:pStyle w:val="aa"/>
        <w:widowControl w:val="0"/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3618E0">
        <w:rPr>
          <w:rFonts w:ascii="PT Astra Serif" w:hAnsi="PT Astra Serif"/>
          <w:color w:val="000000"/>
          <w:szCs w:val="28"/>
          <w:vertAlign w:val="superscript"/>
        </w:rPr>
        <w:t>2</w:t>
      </w:r>
      <w:r>
        <w:rPr>
          <w:rFonts w:ascii="PT Astra Serif" w:hAnsi="PT Astra Serif"/>
          <w:color w:val="000000"/>
          <w:szCs w:val="28"/>
        </w:rPr>
        <w:t xml:space="preserve">) раздел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Образование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07) изложить в следующей редакции:</w:t>
      </w:r>
    </w:p>
    <w:tbl>
      <w:tblPr>
        <w:tblW w:w="14720" w:type="dxa"/>
        <w:tblInd w:w="97" w:type="dxa"/>
        <w:tblLook w:val="04A0"/>
      </w:tblPr>
      <w:tblGrid>
        <w:gridCol w:w="4689"/>
        <w:gridCol w:w="567"/>
        <w:gridCol w:w="567"/>
        <w:gridCol w:w="1943"/>
        <w:gridCol w:w="636"/>
        <w:gridCol w:w="2106"/>
        <w:gridCol w:w="2106"/>
        <w:gridCol w:w="2106"/>
      </w:tblGrid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153CFB" w:rsidP="003A6793">
            <w:pPr>
              <w:spacing w:line="238" w:lineRule="auto"/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D92986" w:rsidRPr="00F91E12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18302378,64733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15494422</w:t>
            </w:r>
            <w:r w:rsidR="00D042C5" w:rsidRPr="00F91E12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15067973</w:t>
            </w:r>
            <w:r w:rsidR="00D042C5" w:rsidRPr="00F91E12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3A679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4310078,01917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4024312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4101881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3A679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4001054,86917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4024312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4101881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3A679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4001054,86917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4024312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4101881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начального общего,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новного общего и среднего общего образования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реализацией мероприятий по обе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печению антитеррористической 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муниципальных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дошкольного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3826854,16324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4024312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4101881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индивидуальным предпринимателям и организациям, осуществляющим образовательную деятельность по основным общео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разовательным программам (за 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ключением государственных и 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учреждений)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17995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,5054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17995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,5054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вития системы дошкольного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78006,65784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78006,65784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с обеспечением государстве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гарантий реализации прав на получение общедоступного и бе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 образования в муниципальных дошкольных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3730852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4022812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4100381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3730852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4022812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4100381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P2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173681,40593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организациях, осущ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ствляющих образовательную 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образовательным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граммам дошкольного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P2 52320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62800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P2 52320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62800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разовательных организациях, осущ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ствляющих образовательную 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тельность по образовательным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граммам дошкольного образования, за счёт средств резервного фонда Правительства Российской Федер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P2 5232F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109030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P2 5232F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109030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дополнительных мест для детей в возрасте от 1,5 до 3 лет 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бой направленности в организациях, осуществляющих образовательную деятельность (за исключением гос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ния, в том числе адаптированным, и присмотр и уход за детьми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P2 52530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1851,03093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P2 52530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1851,03093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темы комплексной реабилитации и абилитации инвалидов, в том числе детей-инвалидов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тия по формированию условий для развития системы комплексной ре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билитации и абилитации инвалидов, в том числе детей-инвалидов, а та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же ранней помощи и сопровожда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мого проживания инвалидов на те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02 R5140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02 R5140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308300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строительства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венной программы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строительства и 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хитектуры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308300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Жильё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 1 F1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308300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232864,72631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 1 F1 50210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232864,72631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оссийской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>едерации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 счёт средств резервного фонда Прав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тельства Р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оссийской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="00255176">
              <w:rPr>
                <w:rFonts w:ascii="PT Astra Serif" w:hAnsi="PT Astra Serif"/>
                <w:color w:val="000000"/>
                <w:sz w:val="28"/>
                <w:szCs w:val="28"/>
              </w:rPr>
              <w:t>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 1 F1 5021F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75435,82369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 1 F1 5021F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75435,82369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10457292,10131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9230830,27989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8674766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,1732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направлений деятельности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36276,47404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областного бюджета Ульяновской области бюджетам муниципальных образований Ульяновской области в целях финансового обеспечения 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подготовкой проектной документ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ции для проведения капитального ремонта зданий муниципальных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щеобразовательных организаций и выполнением работ по благоустро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ству территорий указанных орган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11 0 00 73310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10700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11 0 00 73310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10700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Подключение (технологическое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соединение) к системе теплоснабж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 общеобразовательной организ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ции г.</w:t>
            </w:r>
            <w:r w:rsidR="00FB15EF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Димитровграда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11 0 00 94100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25576,47404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11 0 00 94100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25576,47404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10420076,22727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9230830,27989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8674766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,1732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9424254,31433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8488979,39845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7924784,56598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Внедрение федеральных государственных ста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дартов начального общего, основн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 общего и среднего общего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7185222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,6257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7194031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7317984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частным общ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образовательным организациям, св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тельной деятельности по имеющим государственную аккредитацию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новным общеобразовательным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5909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,6257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5909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,6257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Ежемесячное денежное вознагра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дение за классное руководство пед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гогическим работникам государс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венных и муниципальных общеобр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550902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550902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552855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пальными) органами, </w:t>
            </w:r>
            <w:r w:rsidR="00FB15EF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24920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24920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26873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513717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513717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513717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12264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12264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12264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с обеспечением государстве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гарантий реализации прав на получение общедоступного и бе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платного дошкольного, начального общего, основного общего, среднего общего образования, а также обе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печением дополнительного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вания в муниципальных общеобр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6620766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6641459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6763459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6620766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6641459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6763459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с осуществлением ежемесячной доплаты за наличие учёной степени кандидата наук или доктора наук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дагогическим работникам 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пальных общеобразовательных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ганизаций, имеющим учёную ст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пень и замещающим (занимающим) в указанных общеобразовательных организациях штатные должности, предусмотренные квалификацио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ными справочниками или профе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сиональными стандартами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с осуществлением обучающи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ся 10-х (11-х) и 11-х (12-х) классов муниципальных общеобразовател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ежемесячных 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нежных выплат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7067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7067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 для обучения детей с огр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ниченными возможностями здор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вья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8903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Субвенции на финансовое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с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чении обучающимися с ограниче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ными возможностями здоровья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разования в муниципальных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8903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3A679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8903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3A679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кадрового потенциала системы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36045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Закона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от 25 сентября 2019 года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109-ЗО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нии отдельных вопросов статуса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дагогических работников, осущест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ляющих педагогическую деятел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ность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20025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20025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с организацией и обеспечением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получения педагогическими рабо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никами муниципальных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организаций не реже чем один раз в три года дополнительного профессионального образования по профилю педагогической деятельн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сти за счёт бюджетных ассигнований областного бюджета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16020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16020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развитию начального общего,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новного общего и среднего общего образования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753827,80145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545283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560541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образовательного комплекса со спортивной инфр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структурой и пансионом в р.п. Нов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спасское муниципального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79 1 04 18440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79 1 04 18440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инфраструктуры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щего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монта, ликвидации аварийной 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туации в зданиях муниципальных общеобразовательных организаций, благоустройства территории, прио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ретения оборудования для указа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55895,30145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55895,30145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реализацией мероприятий по обе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печению антитеррористической 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щищённости муниципальных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компенсацию родит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лям или иным законным представ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телям обучающихся затрат,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с обеспечением получения 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чального общего, основного общего или среднего общего образования в форме семейного образования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79 1 04 71330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7962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79 1 04 71330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7962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 организациям высшего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вания, находящимся на территории Ульяновской области, в целях ф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нансового обеспечения их затрат, связанных с реализацией пилотного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Коллаборативное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странство по реализации дополн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тельных общеразвивающих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грамм и организации непрерывного образования педагогических рабо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ников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79 1 04 71410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79 1 04 71410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7E432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муниципальных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558993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543283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558541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9887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9452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9552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531023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516184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531359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18082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17646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17628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Модерниз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ция образовательного пространства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79 1 07 00000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412720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низации школьных систем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412720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152295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260424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,787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Совреме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ная школа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1027534,97118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745514,32345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42108,86598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и обеспечение функцион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рования центров образования ест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ственно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научной и технологической направленностей в общеобразов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организациях, расположе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в сельской местности и малых городах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51690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96827,80515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95678,86598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51690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96827,80515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95678,86598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Создание детских технопарков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51730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21444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21357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,1134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21108,86598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51730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21444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21357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,1134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21108,86598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разовательным программам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43439,58763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22338,96907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43439,58763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22338,96907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форм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рованию и обеспечению функцион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рования единой федеральной сист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мы научно-методического сопров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ждения педагогических работников и управленческих кадров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11961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,901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11961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,901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628601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,8256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606139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420665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,5256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606139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207936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общеобраз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вательных организациях за счёт средств резервного фонда Прав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тельства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225259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225259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детей и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зация мероприятий молодёжной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29300,79848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9726,90722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развития молодёжной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6319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6319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6319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Успех ка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дого ребёнка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22981,77448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9726,90722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дах, условий для занятий физич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культурой и спортом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22981,77448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9726,90722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2446,96598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20534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,8085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9726,90722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966521,11446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733241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740254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966521,11446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733241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740254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 и воспитания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966521,11446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733241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740254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пальными) органами, </w:t>
            </w:r>
            <w:r w:rsidR="00FB15EF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493126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472197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476316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140088,48912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6670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326632,28144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261043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263938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,7439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темы комплексной реабилитации и абилитации инвалидов, в том числе детей-инвалидов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тия по формированию условий для развития системы комплексной ре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билитации и абилитации инвалидов, в том числе детей-инвалидов, а та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же ранней помощи и сопровожда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мого проживания инвалидов на те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субъектов Российской Федерации в сфере реабилитации и абилитации инвалидов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02 R5140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 4 02 R5140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625591,37221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354511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,2567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307437,12475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475129,67221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242033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,2567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219545,62475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детей и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зация мероприятий молодёжной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216087,91082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67253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43079,48454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3618E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условий, обеспечивающих досту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ность дополнительных общеобраз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вательных программ естественно-научной и технической направле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ност</w:t>
            </w:r>
            <w:r w:rsidR="003618E0">
              <w:rPr>
                <w:rFonts w:ascii="PT Astra Serif" w:hAnsi="PT Astra Serif"/>
                <w:color w:val="000000"/>
                <w:sz w:val="28"/>
                <w:szCs w:val="28"/>
              </w:rPr>
              <w:t>ей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для обучающихся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62296,26134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 организациям высшего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вания, находящимся на территории Ульяновской области, в целях ф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нансового обеспечения их затрат, связанных с обеспечением функци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нирования ключевого центра допо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детей, ре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лизующего дополнительные общ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образовательные программы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79 4 04 18370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ным, автономным учреждениям и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79 4 04 18370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автоно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некоммерческой организации дополнительного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ский технопарк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Кванториум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21327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21327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автономной неко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мерческой организации дополн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Агентство технологического развития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в целях финансового обеспечения затрат, связанных с осуществлением 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тельности центра цифрового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вания детей на территории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32468,96134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32468,96134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Успех ка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дого ребёнка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Успех каждого ребёнка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153791,64948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60253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36079,48454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центров выявления и по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держки одарённых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30369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30369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новых мест в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тельных организациях различных типов для реализации дополнител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общеразвивающих программ всех направленностей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53791,64948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29884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36079,48454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53791,64948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29884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36079,48454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259041,76139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174780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,0299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176466,14021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235648,62676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154455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155464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 и воспитания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235648,62676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154455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155464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ным, автономным учреждениям и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235648,62676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154455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155464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показат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лей и результатов федерального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E4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23393,13463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20324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,3299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21001,34021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центров цифрового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зования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23393,13463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20324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,3299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21001,34021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23393,13463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20324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,3299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21001,34021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ры, туризма и сохранение объектов культурного наследия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150461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112478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87891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Модерниз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ция материально-технической базы областных государственных учре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дений в сфере культуры и искусс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68753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школ креативных индус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01 R3530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68753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01 R3530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68753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Культурная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результ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Кул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турная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A1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28313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70685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50541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A1 55190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28313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70685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50541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музыкальных инс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рументов, оборудования и матери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лов для детских школ искусств и училищ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A1 55196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21839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19706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A1 55196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21839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19706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региональных и 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ниципальных детских школ искусств по видам искусств </w:t>
            </w:r>
            <w:r w:rsidR="00FB15EF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путём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их реко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струкции и (или) капитального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монта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A1 55198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6473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70685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30835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A1 55198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6473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70685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30835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DE1A11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53CFB"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Обеспечение реал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153CFB"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культуры, туризма и сохранение об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ъ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ектов культурного наследия в Уль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 области</w:t>
            </w:r>
            <w:r w:rsidR="00153CFB"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культуры, туризма и с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хранение объектов культурного н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следия в Ульяновской области</w:t>
            </w:r>
            <w:r w:rsidR="00153CFB"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53394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41793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37349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исполнителей и соисполнителей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53394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41793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37349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53394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41793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37349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87 1 01 80140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53394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41793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37349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Среднее профессиональное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2025512,89924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1412420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,5562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1305763,72572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направлений деятельности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Расходы, связанные с исполнением решений, принятых судебными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ганами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11 0 00 80210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1872635,69924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1290940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,4562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1192409,52572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BF3768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Развитие среднего профессионального образования и профессионального обучения в </w:t>
            </w:r>
            <w:proofErr w:type="spellStart"/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</w:t>
            </w:r>
            <w:r w:rsid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</w:t>
            </w:r>
            <w:proofErr w:type="spellEnd"/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области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 модернизация образов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ния в Ульяновской области</w:t>
            </w:r>
            <w:r w:rsidR="00153CFB" w:rsidRPr="00BF3768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296188,35984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130831,08067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139469,39742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образовательных программ среднего профессионального образования и основных программ профессионал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ного обучения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89178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,8753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71569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74841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Возмещение затрат частных орган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заций в связи с оказанием студентам, принятым на обучение по професс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ям, специальностям среднего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 в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делах установленных контрольных цифр приёма, соответствующих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услуг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11499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,9753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11499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,9753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DE1A11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Оказание государственной поддер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ж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ки развития </w:t>
            </w:r>
            <w:proofErr w:type="spellStart"/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образовательно-произ</w:t>
            </w:r>
            <w:r w:rsid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водственных</w:t>
            </w:r>
            <w:proofErr w:type="spellEnd"/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центров (кластеров) на основе интеграции образовательных организаций, реализующих програ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мы среднего профессионального о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разования, и организаций, дейс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вующих в реальном секторе экон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мики, в рамках федерального проекта </w:t>
            </w:r>
            <w:r w:rsidR="00153CFB"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Профессионалитет</w:t>
            </w:r>
            <w:r w:rsidR="00153CFB" w:rsidRPr="00DE1A11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23745,80662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1254,19338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дение за классное руководство (к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раторство) педагогическим работн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кам государственных образовател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организаций, реализующих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разовательные программы среднего профессионального образования, в том числе программы професси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нального обучения для лиц с огр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ниченными возможностями здоровья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79 2 01 53630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52678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53772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54293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79 2 01 53630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52678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53772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54293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государственной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Российской Федерации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Доступная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16796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19547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16796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19547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профессионалы (Повышение конк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рентоспособности профессионал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образования)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Молодые профессионалы (Пов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шение конкурентоспособности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фессионального образования)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E6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207009,48454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64628,24742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A360C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Создание и обеспечение функцион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рования центров опережающей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фессиональной подготовки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E6 51770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A360C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22288,86598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E6 51770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22288,86598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Создание (обновление) материально-технической базы образовательных организаций, реализующих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граммы среднего профессиональн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197009,48454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42339,38144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71371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125637,66454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42339,38144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низация образования в Ульяновской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1576447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,3394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1160109,37553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1052940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,1283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1576447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,3394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1160109,37553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1052940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,1283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просвещ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 и воспитания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1576447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,3394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1160109,37553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1052940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,1283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135587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1389109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,4394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1108359,37553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1001190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,1283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дение за классное руководство пед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гогическим работникам государс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венных образовательных организ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51750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51750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51750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51750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51750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51750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жизнеде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тельности на территории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роту на территории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недеятельности на территории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Профила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тика незаконного потребления на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котических средств и психотропных веществ, наркомании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ры, туризма и сохранение объектов культурного наследия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100147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70002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61876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E010B6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53CFB"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Обеспечение реал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153CFB"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культуры, туризма и сохранение об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ъ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ектов культурного наследия в Уль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новской области</w:t>
            </w:r>
            <w:r w:rsidR="00153CFB"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культуры, туризма и с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хранение объектов культурного н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следия в Ульяновской области</w:t>
            </w:r>
            <w:r w:rsidR="00153CFB" w:rsidRPr="00E010B6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100147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70002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61876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исполнителей и соисполнителей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100147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70002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61876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100147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70002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61876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3490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87 1 01 80150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96656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70002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61876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культуры и спорта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52624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ф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зической культуры и спорта в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52624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деятельности исполнителей и соисполнителей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52624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52624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89 1 01 80150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50528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49382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49382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Ежемесячное денежное вознагра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дение за классное руководство пед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гогическим работникам государс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венных образовательных организ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среднего профессионального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89 1 01 80151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89 1 01 80151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Профессиональная подготовка,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реподготовка и повышение квал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11565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12305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11865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охранения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7560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медицинских организаций 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темы здравоохранения Ульяновской области квалифицированными ка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целей, показателей и результ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чение медицинских организаций системы здравоохранения квалиф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цированными кадрами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7560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Повышение квалификации и пер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специалистов со средним профессиональным и высшим мед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цинским образованием для мед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цинских организаций государстве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ной системы здравоохранения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N5 21100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7560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N5 21100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7560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ственного управления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4305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4305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ция профессионального (в том числе дополнительного профессиональн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го) образования лиц, замещающих государственные или муниципал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ные должности, должности гражда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службы, должности 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пальной службы в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ласти, работников государственных органов, лиц, замещающих должн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сти, не относящиеся к должностям муниципальной службы</w:t>
            </w:r>
            <w:r w:rsidR="002E3B47">
              <w:rPr>
                <w:rFonts w:ascii="PT Astra Serif" w:hAnsi="PT Astra Serif"/>
                <w:color w:val="000000"/>
                <w:sz w:val="28"/>
                <w:szCs w:val="28"/>
              </w:rPr>
              <w:t>,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органах местного самоуправления или апп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ратах избирательных комиссий 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образований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84 0 03 00000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1203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1943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1943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обучению лиц, 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мещающих государственные дол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ности Ульяновской области, гос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гражданских служащих (работников) государственных орг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 Ульяновской области, лиц, 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мещающих выборные муниципал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ные должности, и муниципальных служащих (работников) органов 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стного самоуправления 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84 0 03 26030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грантов в форме субсидий организациям, осущест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ляющим образовательную деятел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ность, в целях возмещения затрат, связанных с обучением гражданских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служащих на основании государс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венных образовательных сертифик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тов на дополнительное професси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нальное образование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84 0 03 26070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84 0 03 26070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резерва управленческих кадров </w:t>
            </w:r>
            <w:r w:rsidR="00BF376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84 0 04 00000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подготовке резерва управленческих кадров и соверше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ствованию механизма его формир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84 0 04 26040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кадров для орган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заций народного хозяйства на терр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84 0 09 00000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09 R0660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84 0 09 R0660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43135E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Молодёжная</w:t>
            </w:r>
            <w:r w:rsidR="00D92986"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политика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442774,81022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46087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,161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46087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,161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здрав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охранения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Соверше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ствование развития системы сан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торно-курортного лечения, в том числе детей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78 0 07 00000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78 0 07 80170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432002,61022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39464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,961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39464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,961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детей и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зация мероприятий молодёжной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19198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8714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8714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развития молодёжной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12259,23711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8714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8714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для созд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 условий успешной социализации и эффективной самореализации 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4551,23711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6714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6714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пальными) органами, 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600,23711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E010B6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951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2748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E010B6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2748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субсидии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областной организации Общ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российской общественной организ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Российский Союз Молодёжи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трат в связи с оказанием содействия в расширении масштабов работы с молодёжью на территории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4708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4708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Субсидии из областного бюджета Ульяновской области автономной некоммерческой организации по развитию добровольчества и благ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творительности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Счастливый рег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создания в Ульяновской области условий для решения соц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альных проблем населения с пом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щью развития благотворительности, добровольчества, разработки и вн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дрения качественных социальных проектов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активность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активность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E8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6938,76289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реализацию практик поддержки добровольчества (воло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тёрства) по итогам проведения еж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годного Всероссийского конкурса лучших региональных практик по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держки и развития добровольчества (волонтёрства)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Регион добрых дел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E8 54120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6938,76289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E8 54120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6938,76289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отд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ха, оздоровления детей и работников бюджетной сферы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387539,52822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Организ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ция и обеспечение отдыха и озд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ровления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387539,52822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3100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обеспечение отдыха и оздоровления детей в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ях отдыха детей и их оздоровления, за исключением лиц из числа детей-сирот и детей, оставшихся без поп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чения родителей, детей, находящи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х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ся в трудной жизненной ситуации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169539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,8511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169539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,8511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расходных обязательств, связа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ных с организацией и обеспечением оздоровления детей и обеспечением отдыха детей, обучающихся в общ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организациях, в том числе детей, находящихся в трудной жизненной ситуации, и 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тей из многодетных семей, в лаг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рях, организованных образовател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ными организациями, осущест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ляющими организацию отдыха и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доровления обучающихся в каник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лярное время (с дневным пребыв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нием), детских лагерях труда и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дыха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79903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79903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проведению озд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138095,87712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пальными) органами, 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3112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134904,17712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25265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,082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деятельности государственного заказчика и соисполнителей гос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25265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,082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ственных учреждений, находящихся в ведении Министерства молодё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ного развития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25265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,082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25265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,082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27650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,761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культуры и спорта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9772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зации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ф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зической культуры и спорта в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физической культуры и спорта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9772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исполнителей и соисполнителей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9772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областному государстве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ному автономному учреждению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Спортивно-оздоровительный 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герь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Сокол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89 1 01 61300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9772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89 1 01 61300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9772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5622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образов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429564,21718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413955,94621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620172,71533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418884,26718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396115,64621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606651,11533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31458,12856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346629,69179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Информ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ционная инфраструктура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ленного на достижение целей, пок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Информационная инфр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структура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D2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346629,69179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лизующих программы общего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зования, в соответствии с 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утве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ждённым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стандартом для 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 в помещениях безопасного до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тупа к государственным, 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 и иным информационным системам, а также к сети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Интернет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346629,69179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346629,69179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Совреме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ная школа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1387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в целях оказания услуг психолого-педагоги</w:t>
            </w:r>
            <w:r w:rsidR="00566BD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ческой, методической и консульт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тивной помощи родителям (зако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 представителям) детей, а также гражданам, желающим принять на воспитание в свои семьи детей,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тавшихся без попечения родителей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18420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1387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E1 18420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1387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Патриот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ческое воспитание граждан Росси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на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достижение целей, показателей и 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Патриотическое воспитание 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дан Российской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EB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30070,61856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оснащения государс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венных и муниципальных общеобр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зовательных организаций, в том числе структурных подразделений указанных организаций, государс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венными символами Российской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EB 57860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30070,61856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1 EB 57860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30070,61856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дополн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тельного образования детей и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зация мероприятий молодёжной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Развитие и модернизация образования в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12626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развития молодёжной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12626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12626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9826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зации 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низация образования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374800,13862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318473,99673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260021,42354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ние деятельности государственного заказчика и соисполнителей гос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277260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153032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,439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150252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,839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Лицензирование и аккредитация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разовательных организаций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2232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1478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2609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пальными) органами, 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120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2099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1345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2476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ственных учреждений, находящихся в ведении Министерства просвещ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ния и воспитания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206283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89136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85225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пальными) органами, 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11628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11628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11628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1093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193502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76355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72444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Независимая оценка качества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DE1A11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ственных органов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68715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62418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,339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DE1A11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62418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,339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пальными) органами, 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68337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62040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62040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,539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377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Осущест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ление переданных органам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ственной власти субъектов Росси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соответствии с 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стью 1 статьи 7 Федерального закона от 29 декабря 2012 года № 273-ФЗ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Российской Ф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Российской Федерации в сфере образования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8785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8936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9199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вии с частью 1 статьи 7 Федеральн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закона от 29 декабря 2012 года № 273-ФЗ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 образовании в Росси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полномочий Ро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в сфере образ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8785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8936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9199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лях обеспечения выполнения фун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ций государственными (муниц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пальными) органами, </w:t>
            </w:r>
            <w:r w:rsidR="0043135E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казёнными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реждениями, органами управления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8785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8936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9199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показат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лей и результатов федерального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E4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88754,02062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156505,25773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100569,48454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образовательных орг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низаций материально-технической базой для внедрения цифровой обр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зовательной среды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88754,02062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156505,25773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100569,48454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88754,02062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156505,25773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100569,48454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щество и государственная наци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нальная политика в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единс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ва российской нации и этнокульту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ное развитие народов России на те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 программы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во и государственная национальная политика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статуса русского языка как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ственного языка Российской Фед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рации и сохранение языков народов России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Организация и проведение социал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 значимых мероприятий, напра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ленных на укрепление статуса ру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ского языка как государственного языка России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81 2 10 25210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81 2 10 25210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и проведение социал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 значимых мероприятий, напра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ленных на сохранение и поддержку русского языка как государственн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 языка Российской Федерации и языков народов Российской Федер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ции, проживающих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81 2 10 25220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81 2 10 25220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108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укре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лению единства российской нации и этнокультурному развитию народов России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R5160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Укрепление гражданского единства, гражданского самосознания и сохр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нения самобытности многонаци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нального народа Российской Фед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рации (российской нации)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R5161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R5161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этнокультурному и д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ховному развитию народов Росси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R5163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81 2 10 R5163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вопорядка и безопасности жизнеде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тельности на территории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1558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по обеспечению общественного п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рядка, противодействию преступн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сти и профилактике правонаруш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ний на территории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недеятельности на территории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Предупр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ждение и пресечение преступлений с участием несовершеннолетних и в отношении их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86 1 02 00000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658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Комплексные меры противодействия злоупотреблению наркотиками и их незаконному об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роту на территории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правопорядка и безопасности жи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недеятельности на территории </w:t>
            </w:r>
            <w:proofErr w:type="spellStart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Профила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тика незаконного потребления на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котических средств и психотропных веществ, наркомании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890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660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86 2 01 00000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230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культ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ры, туризма и сохранение объектов культурного наследия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9237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16066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11805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соц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альной, поддержки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9237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16066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11805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06F13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9237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16066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06F13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11805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ниципальных) нужд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87 0 05 44110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9237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16066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11805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комплекса, сельских территорий и регулирование рынков сельскохозяйственной продукции, сырья и продовольствия в Ульяно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разв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тие сельских территорий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агропромышле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ного комплекса, сельских террит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рий и регулирование рынков сел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скохозяйственной продукции, сырья и продовольствия в Ульяновской о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AA7CC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Социально значимые мероприятия в сфере ра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вития сельских территорий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AA7CC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комплексного развития 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сельских территорий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 2 02 R5760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AA7CC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комплексного развития сельских территорий (содействие з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нятости сельского населения)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 2 02 R5762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F91E12" w:rsidTr="00B44860">
        <w:tc>
          <w:tcPr>
            <w:tcW w:w="4689" w:type="dxa"/>
            <w:shd w:val="clear" w:color="auto" w:fill="auto"/>
            <w:vAlign w:val="center"/>
            <w:hideMark/>
          </w:tcPr>
          <w:p w:rsidR="00D92986" w:rsidRPr="00F91E12" w:rsidRDefault="00D92986" w:rsidP="00AA7CC7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93 2 02 R5762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352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57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F91E12" w:rsidRDefault="00D92986" w:rsidP="00AA7CC7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91E12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F91E12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Default="00D92986" w:rsidP="00AA7CC7">
      <w:pPr>
        <w:pStyle w:val="aa"/>
        <w:widowControl w:val="0"/>
        <w:autoSpaceDE w:val="0"/>
        <w:autoSpaceDN w:val="0"/>
        <w:adjustRightInd w:val="0"/>
        <w:spacing w:before="120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022886">
        <w:rPr>
          <w:rFonts w:ascii="PT Astra Serif" w:hAnsi="PT Astra Serif"/>
          <w:color w:val="000000"/>
          <w:szCs w:val="28"/>
          <w:vertAlign w:val="superscript"/>
        </w:rPr>
        <w:t>3</w:t>
      </w:r>
      <w:r>
        <w:rPr>
          <w:rFonts w:ascii="PT Astra Serif" w:hAnsi="PT Astra Serif"/>
          <w:color w:val="000000"/>
          <w:szCs w:val="28"/>
        </w:rPr>
        <w:t xml:space="preserve">) раздел </w:t>
      </w:r>
      <w:r w:rsidR="00153CFB">
        <w:rPr>
          <w:rFonts w:ascii="PT Astra Serif" w:hAnsi="PT Astra Serif"/>
          <w:color w:val="000000"/>
          <w:szCs w:val="28"/>
        </w:rPr>
        <w:t>«</w:t>
      </w:r>
      <w:r>
        <w:rPr>
          <w:rFonts w:ascii="PT Astra Serif" w:hAnsi="PT Astra Serif"/>
          <w:color w:val="000000"/>
          <w:szCs w:val="28"/>
        </w:rPr>
        <w:t>Социальная политика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10) изложить в следующей редакции:</w:t>
      </w:r>
    </w:p>
    <w:tbl>
      <w:tblPr>
        <w:tblW w:w="14720" w:type="dxa"/>
        <w:tblInd w:w="97" w:type="dxa"/>
        <w:tblLook w:val="04A0"/>
      </w:tblPr>
      <w:tblGrid>
        <w:gridCol w:w="4406"/>
        <w:gridCol w:w="708"/>
        <w:gridCol w:w="709"/>
        <w:gridCol w:w="1943"/>
        <w:gridCol w:w="636"/>
        <w:gridCol w:w="2106"/>
        <w:gridCol w:w="2106"/>
        <w:gridCol w:w="2106"/>
      </w:tblGrid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153CFB" w:rsidP="00B06F13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D92986" w:rsidRPr="003F3FC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24150398,94517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23305482</w:t>
            </w:r>
            <w:r w:rsidR="00D042C5" w:rsidRPr="003F3FC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,805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23443828</w:t>
            </w:r>
            <w:r w:rsidR="00D042C5" w:rsidRPr="003F3FC8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190315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191400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 и развитие тр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 занятости населения и 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безработных гра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витие социального партнёрства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от 19 апреля 1991 года № 1032-I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Росси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184315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185400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184315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185400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тавление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184315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185400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Доплаты к пенсиям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гражданских служащих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184315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185400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196900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181215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182300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обслуживание нас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2314372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2371401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2433162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2314372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2371401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2433162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1993133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2128864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2128864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заказчика и подведомстве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1993133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2128864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2128864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ченному в сфере социального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защиты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1991133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2126864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2126864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470538,76168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553481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553561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,546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119004,78958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139636,51126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140067,77626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1397855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1426643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1426643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3735,03374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7102,54274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6591,27774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единовременного денежного поощрения призёрам регионального этапа Всеросси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ского конкурса профессиональн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го мастерства в сфере социального обслуживания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321238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242537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304298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139301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105899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157334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</w:t>
            </w:r>
            <w:r w:rsidR="007E432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низаций системы социальной 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щиты и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126889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77905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151030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92893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59027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74689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33995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18878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76341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титеррористической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подведомственных организ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80 6 01 17022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21383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4553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80 6 01 17022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4480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9745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3488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80 6 01 17022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4384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11638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1065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по пожарной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AA7CC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6610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1787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4823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держка социально ориентирова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121500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76200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Субсидии юридическим лицам, не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являющимся государственными (муниципальными) учреждени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ми, индивидуальным предприн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мателям, оказывающим услуги в области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80 6 02 17050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80 6 02 17050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116100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80 6 02 17050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Организация социальной реабил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тации и ресоциализации лиц, 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требляющих наркотические сре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ства и психотропные вещества в немедицинских целях, на террит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80 6 02 17060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80 6 02 17060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65763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Создание системы долговреме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ухода за гражданами пож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лого возраста и инвалидами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51630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65763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51630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65763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насел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13891214,66635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13621107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13770498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граммных направлений деятел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AA7CC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12 января 1995 года № 5-ФЗ </w:t>
            </w:r>
            <w:r w:rsidR="00AA7CC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ветеранах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соответствии с Указом Президента Российской Федерации от 7 мая 2008 года </w:t>
            </w:r>
            <w:r w:rsidR="00AA7CC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714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жильём ветеранов Великой Отечественной войны 1941-1945 годов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11 0 00 51340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Героев Социалистического Труда, Героев Труда Российской Федерации и полных кавалеров ордена Труд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вой Славы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11 0 00 51980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3696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,502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11 0 00 51980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,347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11 0 00 51980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910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Героев Советского Союза, Героев 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сийской Федерации и полных 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валеров ордена Славы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11 0 00 52520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11 0 00 52520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5209E0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Мероприятия, направленные на предупреждение и предотвращ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ние распространения новой кор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навирусной инфекции (COVID-19) на территории Ульяновской обла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ти, а также на устранение после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ствий, вызванных новой коронав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русной инфекцией (COVID-19), реализацию мер поддержки гра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ж</w:t>
            </w:r>
            <w:r w:rsidRPr="005209E0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дан и отраслей экономики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Дополнительные меры 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семей, имеющих детей, и отдельных категорий граждан в связи с распростран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нием новой коронавирусной 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фекции на территории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13 0 00 80300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13 0 00 80300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13 0 00 80300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единовременных выплат отдельным категориям граждан в случае выявления у них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новой коронавирусной инфекции (COVID-19)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13 0 00 80400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13 0 00 80400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13 0 00 80400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2465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связанные с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дотвращением влияния ухудш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геополитической и эконом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ческой ситуации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выплаты отдельным категориям граждан Российской Федерации, заключившим контракт о прохо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дении военной службы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 0 00 V0010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A7CC7" w:rsidRDefault="00D92986" w:rsidP="00B06F13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</w:t>
            </w:r>
            <w:r w:rsidR="005209E0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</w:t>
            </w:r>
            <w:proofErr w:type="spellEnd"/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области 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Содействие з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нятости населения и развитие тр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довых ресурсов в Ульяновской 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ласти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279899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Активная полит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 занятости населения и 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безработных гра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Содействие занятости населения и развитие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трудовых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279899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вие трудоустройству населения, улучшение условий, охраны труда и здоровья на рабочем месте, 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витие социального партнёрства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279899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области 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партнёрства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77 1 01 15040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77 1 01 15040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Социальные выплаты безрабо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занятости населения в Росси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279704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279704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279704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77 1 01 52900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277704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277704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277704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77 1 01 80050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в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5630977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5862023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6092409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ция государственных функций в сфере здравоохранения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78 0 11 00000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5510739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5732248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5962634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Страховые взносы на обязател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ное медицинское страхование 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работающего населения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5510739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5732248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5962634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78 0 11 21280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5510739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5732248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5962634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медицинских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ботников государственных мед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цинских организаций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78 0 13 00000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A7CC7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Единовременные компенсацио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ные выплаты медицинским рабо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никам (врачам, фельдшерам, а также акушеркам и медицинским сёстрам фельдшерских и фель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шерско-акушерских пунктов), прибывшим (переехавшим) на р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боту в сельские населённые пун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к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ты, либо рабочие посёлки, либо посёлки городского типа, либо г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рода с населением до 50 тысяч ч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ловек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13 R1380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низаций системы здравоохранения Ульяновской области квалифиц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рованными кадрами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 системы здр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квалифицированн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ми кадрами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49737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57274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57274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Выплата стипендий студентам, интернам и ординаторам, об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чающимся по договорам о цел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вом обучении в образовательных организациях высшего образов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по специальностям высшего образования укрупнённой группы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Здравоохранение и медицинские науки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21160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поддержки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дельных категорий специалистов,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работающих и проживающих в сельских населённых пунктах,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бочих посёлках и посёлках горо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11216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11216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10437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11216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11216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42058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42058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42058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42058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образования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31440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A7CC7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Подпрограмма 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государственной пр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граммы Ульяновской области 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Развитие и модернизация образ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вания в Ульяновской области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вие развитию дошкольного обр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чение расходных обязательств, связанных с осуществлением ед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денежных выплат педагогическим работникам 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образовательных организаций, реализующих обр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зовательную программу дошкол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образования, имеющим ст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тус молодых специалистов (за 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ключением педагогических рабо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ников, работающих и прожива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щих в сельских населённых пун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тах, рабочих посёлках (посёлках городского типа)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ласти)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временная школа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федерального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Современная школа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реализации мер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приятий по осуществлению ед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новременных компенсационных выплат учителям, прибывшим (переехавшим) на работу в сел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ские населённые пункты, либо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бочие посёлки, либо посёлки 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родского типа, либо города с 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селением до 50 тысяч человек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26053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развития молодёжной пол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мероприятий для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тей и молодёжи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потенциала талантливых молодых людей, в том числе являющихся молодыми специалистами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26013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чение расходных обязательств, связанных с реализацией Закона Ульяновской области от 2 октября 2020 года 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сов статуса молодых специалистов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23299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23299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06F1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06F1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7763932,16435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7402597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7318875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мер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циальной поддержки отдельных категорий граждан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6545764,56435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6231976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6209154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тавление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6545764,56435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6231976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6209154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гражданам су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сидий на оплату жилого помещ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и коммунальных услуг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485000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529670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530670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8637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8637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476420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521033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522033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расходов по оплате жилых помещений и коммунал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услуг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145609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147920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146324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143269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145500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143904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159-ЗО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 адресной матер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183600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246100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246100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2013 года </w:t>
            </w:r>
            <w:r w:rsidR="007E432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160-ЗО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вопросов, св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занных с оказанием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помощи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22289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22289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и ремонт протезно-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ортопедических изделий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23125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23125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ветеранов труда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2002329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1631721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1587892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40625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31530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31530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1961704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1600191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1556362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тружеников тыла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1118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1154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6478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6735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24427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6338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января 2008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звании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Ветеран тр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1401956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1449999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1450000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37557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37557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37557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1364398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1412442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1412442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D0739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Выплата социального пособия на погребение и возмещение расх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дов по гарантированному перечню услуг по погребению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9884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D0739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E35C25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E35C25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A7CC7" w:rsidRDefault="00D92986" w:rsidP="00E35C25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Реализация Закона Ульяновской области от 5 июля 2013 года </w:t>
            </w:r>
            <w:r w:rsidR="005209E0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№ 112-ЗО 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дополнительных м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рах социальной поддержки, пр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доставляемых супругам, детям и родителям лиц, замещавших гос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дарственные должности </w:t>
            </w:r>
            <w:proofErr w:type="spellStart"/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Улья</w:t>
            </w:r>
            <w:r w:rsidR="005209E0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новской</w:t>
            </w:r>
            <w:proofErr w:type="spellEnd"/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области, должности гос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у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дарственной гражданской службы Ульяновской области или должн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сти в государственных органах Ульяновской области, не явля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ю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щиеся должностями государстве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ной гражданской службы Уль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я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новской области, и погибших при 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lastRenderedPageBreak/>
              <w:t>исполнении должностных (труд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вых) обязанностей или умерших вследствие ранения, контузии, з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болевания или увечья, полученных при исполнении должностных (трудовых) обязанностей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E35C25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мер социальной поддержки педагогическим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ботникам, работающим и (или) проживающим в сельских нас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лённых пунктах, рабочих посё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ках (посёлках городского типа) на территории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374364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374364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7180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7180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367184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367184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незащищённой 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тегории лиц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38000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583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583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583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37417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27417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27417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военнослужащим, сотру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никам правоохранительных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 и членам их семей, а также членам семей военнослужащих, лиц, проходящих службу в во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сках национальной гвардии 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ноября 2003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056-ЗО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держке инвалидов боевых дейс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вий, проживающих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19 декабря 2007 года № 225-ЗО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держке родителей и супругов 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еннослужащих, прокурорских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ботников, сотрудников органов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внутренних дел, Федеральной службы безопасности Российской Федерации, органов уголовно-исполнительной системы Мин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стерства юстиции Российской Ф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дерации, погибших при исполн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нии обязанностей военной слу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бы, служебных обязанностей или умерших вследствие ранения, контузии, заболеваний, увечья, полученных при исполнении об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занностей военной службы, сл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жебных обязанностей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4700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4282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4282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4610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 октября 2014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147-ЗО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де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тельности народных дружин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54944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49144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49144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мер социальной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поддержки и социального обсл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живания лицам, страдающим пс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хическими расстройствами, нах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дящимся в трудной жизненной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80 1 01 12190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15969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15969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15969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1318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1318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1318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14650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14650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14650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8 октября 2008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150-ЗО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материальном обе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печении вдовы Сычёва В.А. и вдовы Доронина Н.П.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выплата за вред, причинённый при оказании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тивотуберкулёзной помощи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равной доступности услуг общественного транспорта на территории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ласти для отдельных категорий граждан, оказание мер социальной поддержки которым относится к ведению Российской Федерации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Оказание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13139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13139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13786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12936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12936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9 ноября 2010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177-ЗО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мерах социальной поддержки инвалидов и участн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ков Великой Отечественной во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ны, ветеранов боевых действий, бывших несовершеннолетних 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ников концлагерей, гетто и других мест принудительного содерж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ния, созданных фашистами и их союзниками в период Второй 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ровой войны, в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17301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17301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18680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16981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16981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Выплата компенсации в случае фактического увеличения размера вносимой гражданами платы за коммунальные услуги, прев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шающего предельные (макс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мальные) индексы изменения 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мера вносимой гражданами платы за коммунальные услуги в мун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образованиях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4 апреля 2011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47-ЗО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поддер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ке жён граждан, уволенных с 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енной службы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исполнения полн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мочий по предоставлению ежем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сячной денежной компенсации на оплату жилого помещения и (или) коммунальных услуг отдельным категориям граждан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40802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42311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43880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40802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42311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43880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государственным гражданским служащим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единовременной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циальной выплаты на приобрет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ние жилого помещения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80 1 01 12290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A7CC7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Реализация Закона Ульяновской области от 27 сентября 2016 года № 137-ЗО 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 особенностях пр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вового положения граждан, р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дившихся в период с 1 января </w:t>
            </w:r>
            <w:r w:rsid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br/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1927 года по 31 декабря 1945 года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69865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69000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67988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67123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65123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27 января 2012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дополнительных мерах социальной поддержки работн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ков противопожарной службы Ульяновской области, професси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нальных аварийно-спасательных служб и профессиональных ав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рийно-спасательных формиров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 и лиц из их числа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3135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1 июля 2016 года </w:t>
            </w:r>
            <w:r w:rsidR="0043135E" w:rsidRPr="0043135E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87-ЗО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предоставлении в 2016-2021 годах детям-сиротам и детям, оставшимся без попечения родителей, а также отдельным 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тегориям лиц из их числа, явля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щимся собственниками жилых помещений в многоквартирных домах, расположенных на терр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области, еж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месячной компенсации расходов на уплату взноса на капитальный ремонт общего имущества в таких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многоквартирных домах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80 1 01 12360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вое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нослужащих, проходящих вое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ную службу по призыву, членов их семей и граждан, уволенных с военной службы по призыву,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ганизационных гарантий 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ции их прав и свобод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дополнительных мер социальной поддержки гра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дан, страдающих хронической 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чечной недостаточностью и ну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дающихся в связи с этим в пол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чении медицинской услуги гем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диализа в амбулаторных условиях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2551,10435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2427,30435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Оказание дополнительной меры поддержки федеральным госуда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ственным гражданским служащим Управления Министерства юст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ции Российской Федерации по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80 1 01 12420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A7CC7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Осуществление полномочий по обеспечению жильём отдельных категорий граждан, установленных Федеральным законом от 12 янв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ря 1995 года № 5-ФЗ 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 ветер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а</w:t>
            </w:r>
            <w:r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нах</w:t>
            </w:r>
            <w:r w:rsidR="00153CFB" w:rsidRPr="00AA7CC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2467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2481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80 1 01 51350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2467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2481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ных Федеральным законом от </w:t>
            </w:r>
            <w:r w:rsidR="001E409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24 ноября 1995 года № 181-ФЗ </w:t>
            </w:r>
            <w:r w:rsidR="001E409C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защите инвалидов в Российской Федерации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24766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22989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25504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80 1 01 51760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24766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22989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25504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переданного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номочия Российской Федерации по осуществлению ежегодной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нежной выплаты лицам, награ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дённым нагрудным знаком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чётный донор России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126960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132035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137318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80 1 01 52200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125060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130135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135328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7E4322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Выплата государственного един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временного пособия и ежемеся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ч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ной денежной компенсации гра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ж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данам при возникновении п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ствакцинальных осложнений в с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ответствии с Федеральным зак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ном от 17 сентября 1998 года № 157-ФЗ </w:t>
            </w:r>
            <w:r w:rsidR="00153CFB"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Об иммунопрофилактике инфекционных болезней</w:t>
            </w:r>
            <w:r w:rsidR="00153CFB" w:rsidRPr="007E43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Оплата жилищно-коммунальных услуг отдельным категориям гр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ждан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820519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820409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820409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80 1 01 52500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806519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806409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806409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5 апреля 2006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поддержки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бочих посёлках и посёлках горо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октября 2011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№ 170-ЗО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поддержки общественных объединений пожарной охраны и добровольных пожарных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30 января 2006 года 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05-ЗО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пожарной безопасн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5209E0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5209E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Реализация Закона Ульяновской о</w:t>
            </w:r>
            <w:r w:rsidRPr="005209E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б</w:t>
            </w:r>
            <w:r w:rsidRPr="005209E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 xml:space="preserve">ласти от 5 мая 2011 года № 73-ЗО </w:t>
            </w:r>
            <w:r w:rsidR="00153CFB" w:rsidRPr="005209E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«</w:t>
            </w:r>
            <w:r w:rsidRPr="005209E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О наградах Ульяновской области</w:t>
            </w:r>
            <w:r w:rsidR="00153CFB" w:rsidRPr="005209E0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80 1 01 80160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18686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18686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18686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 соц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альной помощи на основании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циального контракта отдельным категориям граждан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448413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422361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435947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6352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6241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R4040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442060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416119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429505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отдельным катег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риям граждан оплаты взноса на капитальный ремонт общего им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щества в многоквартирном доме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12010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12720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1 01 R4620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11463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11809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12115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Семья и дети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сударственной программы </w:t>
            </w:r>
            <w:r w:rsidR="00AA7CC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населения на территории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1214967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1167121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1106221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тавление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1214967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1167121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1106221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341745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341745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334100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336154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336154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Выплата пособий на ребёнка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148656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148656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1906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148094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146750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146750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2109D7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2006 года 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51-ЗО </w:t>
            </w:r>
            <w:r w:rsidR="00153CFB" w:rsidRPr="002109D7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О социальной поддер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ке детей военнослужащих, прок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рорских работников, сотрудников органов внутренних дел, Фед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ральной службы безопасности Российской Федерации, органов уголовно-исполнительной сист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мы Министерства юстиции Ро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сийской Федерации и органов Министерства Российской Фед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рации по делам гражданской об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роны, чрезвычайным ситуациям и ликвидации последствий стихи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2109D7">
              <w:rPr>
                <w:rFonts w:ascii="PT Astra Serif" w:hAnsi="PT Astra Serif"/>
                <w:color w:val="000000"/>
                <w:sz w:val="28"/>
                <w:szCs w:val="28"/>
              </w:rPr>
              <w:t>ных бедствий</w:t>
            </w:r>
            <w:r w:rsidR="00153CFB" w:rsidRPr="002109D7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февраля 2008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№ 24-ЗО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дополнительных 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рах социальной поддержки семей, имеющих детей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228375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167475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243950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228325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167425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Выплата ежегодной премии 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бернатора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Семья года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отдельным кат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гориям граждан, получивших 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мельный участок в собственность бесплатно, единовременных соц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альных выплат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6 мая 2013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68-ЗО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предоставлении на территории Ульяновской области отдельным категориям инвалидов, имеющих детей, дополнительной меры социальной поддержки в сфере оплаты жилых помещений частного жилищного фонда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Закупка товаров, работ и услуг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потерь в доходах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ганизаций железнодорожного транспорта, связанных с предо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тавлением обучающимся льгот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новорождённых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тей подарочными комплектами детских принадлежностей для 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ворождённого ребёнка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Единовременная денежная выпл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 в связи с рождением первого ребёнка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денежной выплаты взамен 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мельного участка гражданам, имеющим трёх и более детей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улучшению демографической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туации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80 2 01 80020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179800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179833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179833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181-ЗО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 обеспечении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ноценным питанием беременных женщин, кормящих матерей, а также детей в возрасте до трёх лет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A7CC7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A7CC7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80 2 01 80040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105973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105973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105973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Социальная поддержка и защита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населения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заказчика и подведомстве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поддержки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бочих посёлках и посёлках горо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циональная политика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мационного пространства на те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="007B07A8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Гражда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ское общество и государственная национальная политика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тавление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молодым специалистам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81 3 04 00000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7B07A8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7B07A8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81 3 04 80050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29107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строительс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29107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жилыми помещениями гр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ждан, относящихся к категориям, установленным законодательс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29107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мероприятий по обе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печению жильём молодых семей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29107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R4970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29107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39080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кул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туры, туризма и сохранение </w:t>
            </w:r>
            <w:r w:rsidR="007E432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объектов культурного наследия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Оказание государственной, в том числе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циальной, поддержки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2737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чение расходных обязательств, связанных с реализацией Закона Ульяновской области от 2 октября 2020 года 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87 0 05 71230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поддержки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бочих посёлках и посёлках горо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87 0 05 80030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87 0 05 80050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Охрана окр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жающей среды и восстановление природных ресурсов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лесного хозяйства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Охрана окружающей среды и восстановление природных ресу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88 3 00 00000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Охрана и защита лесов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88 3 01 00000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88 3 01 80050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физ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ческой культуры и спорта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массового спорта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89 0 01 00000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чение расходных обязательств, связанных с реализацией Закона Ульяновской области от 2 октября 2020 года 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регулировании отдельных вопр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сов статуса молодых специалистов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,784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89 0 01 71230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,784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,216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89 0 01 80050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,746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531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,216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промышленного комплекса, сел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 и регулирование рынков сельскохозяйственной продукции, сырья и продовольс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22119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Комплексное 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витие сельских территорий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агропр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мышленного комплекса, сельских территорий и регулирование ры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ков сельскохозяйственной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дукции, сырья и продовольствия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22119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A66C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Повыш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ние уровня комфортного прож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вания в сельской местности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5119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A66C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тия сельских территорий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01 R5760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5119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A66C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комплексного разв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тия сельских территорий (улу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шение жилищных условий гра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дан, проживающих на сельских территориях)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5119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A66C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01 R5761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5119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A66C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 значимые мероприятия в сфере развития сельских территорий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A66C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Поощрение и популяризация 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тижений в сфере развития сел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ских территорий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93 2 02 46040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ветеринарной слу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бы Российской Федерации на те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94 0 00 00000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граммы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сударственной программы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Государственной ветеринарной службы Российской Федерации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94 1 00 00000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заказчика и учреждений 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теринарии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94 1 01 00000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2186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5 апреля 2006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43-ЗО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мерах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социальной поддержки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дельных категорий специалистов, работающих и проживающих в сельских населённых пунктах,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бочих посёлках и посёлках горо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ского типа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94 1 01 80030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области от 2 октября 2020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103-ЗО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правовом регулир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вании отдельных вопросов статуса молодых специалистов в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94 1 01 80050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6884979,07382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6480201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6808025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дернизация образования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363333,06642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87752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87752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вания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333682,03687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вие развитию дошкольного обр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зования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333682,03687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расходных обязательств, связанных с предоставлением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дителям (законным представит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лям) детей, посещающих муниц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пальные и частные образовател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ные организации, реализующие образовательную программу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школьного образования, компе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сации части внесённой в соотве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ствующие образовательные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333682,03687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333682,03687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допо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нительного образования детей и реализация мероприятий мол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дёжной политики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ной программы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и модернизация образования в Ульяновской обла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29651,02955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потенциала талантливых молодых людей, в том числе являющихся молодыми специалистами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29651,02955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Стипендии, предоставляемые 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лантливым и одарённым обуча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щимся, педагогическим и нау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 работникам образовательных организаций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28797,03955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28797,03955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2 ноября 2011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180-ЗО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некоторых мерах по улучшению демографической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туации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07.08.2020 № 73-ЗО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 установлении дополнител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мер социальной поддержки военнослужащих, проходящих 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енную службу по призыву, членов их семей и граждан, уволенных с военной службы по призыву,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ганизационных гарантий 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ции их прав и свобод и о внесении изменений в отдельные законод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тельные акты Ульяновской обла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 в целях создания условий для повышения престижа и привлек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тельности военной службы по призыву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6098074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,102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6019433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6263573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B1954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Семья и дети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сударственной программы </w:t>
            </w:r>
            <w:r w:rsidR="00205036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ная поддержка и защита населения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территории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5847616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5712491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5955620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B1954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тавление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3851112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3794956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3945862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2B1954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Реализация Закона Ульяновской области от 31 августа 2012 года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№ 112-ЗО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 единовременном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нежном пособии гражданам, ус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новившим (удочерившим) детей-сирот и детей, оставшихся без 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печения родителей,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2B1954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родителей, обучающимся в мун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ципальных образовательных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низациях, находящихся на терр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7926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7926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7926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7926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Ремонт жилых помещений,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надлежащих детям-сиротам и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тям, оставшимся без попечения родителей, а также лицам из числа детей-сирот и детей, оставшихся без попечения родителей, на праве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1E1637" w:rsidRDefault="00D92986" w:rsidP="00B44860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мер социальной по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держки в сфере гарантий права д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тавшихся без попечения родит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1E1637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лей, на медицинское обеспечение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мер социальной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телей, на образование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80 2 01 13060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17E22" w:rsidRDefault="00D92986" w:rsidP="00630E7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переданных </w:t>
            </w:r>
            <w:proofErr w:type="spellStart"/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ор</w:t>
            </w:r>
            <w:r w:rsidR="00A17E2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ганам</w:t>
            </w:r>
            <w:proofErr w:type="spellEnd"/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власти субъектов Российской Федерации в соответствии с пунктом 3 статьи 25 Федерального закона от 24 и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ня 1999 года № 120-ФЗ </w:t>
            </w:r>
            <w:r w:rsidR="00153CFB" w:rsidRPr="00A17E22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Об осн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вах системы профилактики бе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надзорности и правонарушений 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несовершеннолетних</w:t>
            </w:r>
            <w:r w:rsidR="00153CFB" w:rsidRPr="00A17E2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полном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чий Российской Федерации по осуществлению деятельности, связанной с перевозкой между субъектами Российской Федер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ции, а также в пределах террит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рий государств </w:t>
            </w:r>
            <w:r w:rsidR="00630E7B" w:rsidRPr="00A17E22">
              <w:rPr>
                <w:rFonts w:ascii="PT Astra Serif" w:hAnsi="PT Astra Serif"/>
                <w:color w:val="000000"/>
                <w:sz w:val="28"/>
                <w:szCs w:val="28"/>
              </w:rPr>
              <w:t>–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участников С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дружества Независимых Гос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дарств несовершеннолетних, с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мовольно ушедших из семей, о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ганизаций для детей-сирот и д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родителей, образовательных орг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17E22">
              <w:rPr>
                <w:rFonts w:ascii="PT Astra Serif" w:hAnsi="PT Astra Serif"/>
                <w:color w:val="000000"/>
                <w:sz w:val="28"/>
                <w:szCs w:val="28"/>
              </w:rPr>
              <w:t>низаций и иных организаций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80 2 01 59400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расходных обязательств, связанных с осуществлением еж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месячной денежной выплаты на обеспечение проезда детей-сирот и детей, оставшихся без попеч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ния родителей, а также лиц из числа детей-сирот и детей, оста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шихся без попечения родителей, обучающихся в муниципальных образовательных организациях, на городском, пригородном, в сел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местности на внутрирайо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80 2 01 71040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18770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расходных обязательств, связанных с осуществлением еж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месячной выплаты на содержание ребёнка в семье опекуна (попеч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теля) и приёмной семье, а также с осуществлением выплаты возн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граждения, причитающегося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ёмному родителю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799978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80 2 01 71050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799978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720000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Субвенции на финансовое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расходных обязательств, связанных с опекой и попечител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ством в отношении несоверше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27669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80 2 01 71060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27669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ежемесячных 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плат на детей в возрасте от 3 до </w:t>
            </w:r>
            <w:r w:rsidR="00A17E2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7 лет включительно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R3020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2917351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2991239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3142144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R3020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44575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R3020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2872776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2948995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3099901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ежемесячных 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плат на детей в возрасте от 3 до </w:t>
            </w:r>
            <w:r w:rsidR="00A17E22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7 лет включительно за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счёт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средств резервного фонда Прав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тельства Российской Федерации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R302F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44152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R302F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44152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A17E22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Осуществление ежемесячной д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нежной выплаты, назначаемой в случае рождения третьего ребёнка или последующих детей до дост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жения ребёнком возраста трёх лет, за счёт средств областного бюдж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 Ульяновской области сверх у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тановленного уровня софинанс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и</w:t>
            </w:r>
            <w:r w:rsidRPr="00A17E22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Z0840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16050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01 Z0840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16050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16100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Ф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нансовая поддержка семей при рождении детей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направленного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на достижение целей, показателей и результатов федерального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Финансовая поддержка 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мей при рождении детей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P1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1996504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1917535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2009758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ежемесячной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нежной выплаты, назначаемой в случае рождения третьего ребёнка или последующих детей до 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тижения ребёнком возраста трёх лет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P1 50840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870572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967207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1021401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P1 50840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870572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967207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1021401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нежной выплаты, назначаемой в случае рождения третьего ребёнка или последующих детей до до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тижения ребёнком возраста трёх лет, за счёт средств резервного фонда Правительства Российской Федерации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P1 5084F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11161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P1 5084F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11161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Осуществление ежемесячной 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платы в связи с рождением (ус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новлением) первого ребёнка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P1 55730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1114770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950328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988357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2 P1 55730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1114770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950328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988357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248336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294108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294108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заказчика и подведомстве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248336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294108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294108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Организации, подведомственные органу исполнительной власти Ульяновской области, уполном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ченному в сфере социального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служивания и социальной защиты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248336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294108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294108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185417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226471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226471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60684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,065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65314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,163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65314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,163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1266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,619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1354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,409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1354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,409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80 5 01 17010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,818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,818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дарственной программы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12832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13843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12832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13843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Укрепление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</w:t>
            </w:r>
            <w:r w:rsidR="00A17E22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базы государственных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низаций системы социальной 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щиты и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9546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9546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11728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обеспечению 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титеррористической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защищённ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подведомственных организ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80 6 01 17022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80 6 01 17022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Мероприятия по пожарной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нию и повышению энергетической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эффективности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80 6 01 80180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80 6 01 80180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423571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373016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456700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строительс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423571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373016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456700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жилыми помещениями гр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ждан, относящихся к категориям, установленным законодательс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423571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373016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456700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Компенсация расходов за наём (поднаём) жилого помещения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тям-сиротам, детям, оставшимся без попечения родителей, а также лицам из числа детей-сирот и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тей, оставшихся без попечения родителей,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Социальное обеспечение и иные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Предоставление жилых помещ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тавшимся без попечения родит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лей, лицам из их числа по догов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рам найма специализированных жилых помещений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R0820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102336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5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жилых помещ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ний детям-сиротам и детям,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тавшимся без попечения родит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лей, лицам из их числа по догов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рам найма специализированных жилых помещений за счёт средств областного бюджета Ульяновской области сверх установленного уровня софинансирования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291235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,4054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240680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324364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1914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,1995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277125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,9059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240680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324364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Z0820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12195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Другие вопросы в области соц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853832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642456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240741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граммных направлений деятел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140581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мер по развёртыванию и устойчивому функционированию пунктов вр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менного размещения и питания лиц, прибывающих на территорию Ульяновской области с 22 февраля 2022 года с территорий, гранич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щих с Российской Федерацией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137410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992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,784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122993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,992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11 0 00 10520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13423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бюджету муниц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Бары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ский район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финансир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вания расходных обязательств,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связанных с обеспечением фун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ционирования Центра активного долголетия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11 0 00 74300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11 0 00 74300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бюджету муниц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город 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реализации отдельных мероприятий Компле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са мер Ульяновской области по поддержке жизненного потенци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 семей, воспитывающих детей с инвалидностью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11 0 00 74320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2171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11 0 00 74320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2171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нятости населения и развитие тр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26302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Содействие занятости населения и развитие трудовых ресурсов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77 3 00 00000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26302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заказчика и соисполнителей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государственной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77 3 01 00000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26302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26302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25659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24556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24556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77 3 01 80010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здр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в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медицинских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низаций системы здравоохранения Ульяновской области квалифиц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рованными кадрами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медици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 системы здр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воохранения квалифицированн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ми кадрами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Осуществление единовременных компенсационных выплат на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обретение жилья фельдшерам и медицинским сёстрам фельдше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ских здравпунктов и фельдше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ско-акушерских пунктов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 0 N5 21170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649108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577553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177091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Доступная среда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ная поддержка и защита населения на территории Ульяновской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24611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доступности приоритетных объектов и услуг в приоритетных сферах жизнедеятельности инв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лидов и других маломобильных групп населения в областных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сударственных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организациях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12408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24611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Комплекс информационных,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светительских и общественных мероприятий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1243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Мероприятия по повышению уровня доступности приорите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объектов социальной защиты населения и услуг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5465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16867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18922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5465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13409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1584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3457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17338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5700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80 3 01 14040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1790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Формирование системы комплексной реабилит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ции и абилитации инвалидов, в том числе детей-инвалидов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80 4 00 00000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13316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приятия по формированию усл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вий для развития системы ко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плексной реабилитации и абил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тации инвалидов, в том числе 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тей-инвалидов, а также ранней помощи и сопровождаемого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живания инвалидов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80 4 02 00000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13316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субъектов Росси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 в сфере реабил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тации и абилитации инвалидов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4 02 R5140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13316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2447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4 02 R5140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8585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1717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4 02 R5140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4731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ре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лизации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поддержка и защита населения на территории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123446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123446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123446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деятельности государстве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заказчика и подведомстве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ных организаций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123446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123446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123446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Обеспечение деятельности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52097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52097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52097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50107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50393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50428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1969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1683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1648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80 5 01 80010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71349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71349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71349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ниципальными) органами, 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казё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="0043135E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70556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,658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70556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,658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70556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,658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,967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568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,967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,575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,575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80 5 01 80120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Модернизация и развитие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дарственной программы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Социальная 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держка и защита населения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499936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,84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427048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26042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системы социального обслужив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 и социальной защиты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56733,97172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123641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11042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предусмотренные для строительства жилого корпуса с пищеблоком в с. Водорацк 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рышского района Ульяновской области для Областного госуда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ственного автономного учрежд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социального обслуживания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Специальный дом-интернат для престарелых и инвалидов в с. 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шуат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4278,47172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83231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4278,47172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21231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80 6 01 17021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62000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Внедрение системы долговреме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ного ухода за гражданами пож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лого возраста и инвалидами на территории Ульяновской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7800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3430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80 6 01 17090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4370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D3F8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из областного бюджета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бюджетам муниц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в целях финансового обеспечения расходных обяз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тельств, связанных с приобрет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нием автомобилей для организ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ции и осуществления меропри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тий по работе с семьями, име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щи</w:t>
            </w:r>
            <w:r w:rsidR="00BD3F80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детей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80 6 01 74310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80 6 01 74310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энергосбереж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нию и повышению энергетической эффективности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80 6 01 80180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38655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36209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7442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80 6 01 80180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36136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32526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5942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80 6 01 80180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2519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3682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держка социально ориентирова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организаций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Субсидии Ульяновской областной организации Общероссийской общественной организации инв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лидов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Всероссийское ордена Трудового Красного Знамени 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щество слепых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80 6 02 17100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80 6 02 17100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Реализ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ция регионального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 направле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ного на достижение целей, показ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Старшее поколение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428202,86828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288407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реализацию пилотного проекта по вовлечению частных медици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ских организаций в оказание м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дико-социальных услуг лицам в возрасте 65 лет и старше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жетным, автономным учрежден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ям и иным некоммерческим орг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51090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2593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Финансовое обеспечение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грамм, направленных на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безопасных и комфортных условий предоставления 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услуг в сфере социального обслуживания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269897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288407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51210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269897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288407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Финансовое обеспечение пр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грамм, направленных на 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безопасных и комфортных условий предоставления социал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ных услуг в сфере социального обслуживания, за счёт средств 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зервного фонда Правительства Российской Федерации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5121F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155712,36828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80 6 P3 5121F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155712,36828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Государственная программа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30839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34703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Стимулирование развития жилищного строительс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сударственной</w:t>
            </w:r>
            <w:proofErr w:type="spellEnd"/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Развитие 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тельства и архитектуры в Уль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30839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34703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A17E22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Обесп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 жилыми помещениями гр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ждан, относящихся к категориям, установленным законодательс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85 1 02 00000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30839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34703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A17E22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33450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работникам обл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стных государственных учрежд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ний Ульяновской области един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временных выплат на приобрет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ние жилых помещений с привл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чением средств ипотечных кред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тов (займов)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85 1 02 40020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14450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22500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единовременной социальной выплаты отдельным работникам организаций, осущ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ствляющих на территории </w:t>
            </w:r>
            <w:r w:rsidR="005209E0"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Ульяновской области деятел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ность в сфере информационных технологий и отрасли авиастро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85 1 02 40070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4500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Предоставление дополнительной социальной выплаты молодым 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семьям на приобретение (стро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1253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40591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85 1 02 40080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1889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1253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40591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софинансирование осуществления работникам мун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ципальных учреждений муниц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пальных образований Ульяно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 единовременных выплат на приобретение жилых помещений с привлечением средств ипотечных кредитов (за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мов)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3F3FC8" w:rsidTr="00B44860">
        <w:tc>
          <w:tcPr>
            <w:tcW w:w="4406" w:type="dxa"/>
            <w:shd w:val="clear" w:color="auto" w:fill="auto"/>
            <w:vAlign w:val="center"/>
            <w:hideMark/>
          </w:tcPr>
          <w:p w:rsidR="00D92986" w:rsidRPr="003F3FC8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43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85 1 02 70260</w:t>
            </w:r>
          </w:p>
        </w:tc>
        <w:tc>
          <w:tcPr>
            <w:tcW w:w="636" w:type="dxa"/>
            <w:shd w:val="clear" w:color="auto" w:fill="auto"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noWrap/>
            <w:hideMark/>
          </w:tcPr>
          <w:p w:rsidR="00D92986" w:rsidRPr="003F3FC8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3FC8">
              <w:rPr>
                <w:rFonts w:ascii="PT Astra Serif" w:hAnsi="PT Astra Serif"/>
                <w:color w:val="000000"/>
                <w:sz w:val="28"/>
                <w:szCs w:val="28"/>
              </w:rPr>
              <w:t>6450</w:t>
            </w:r>
            <w:r w:rsidR="00D042C5" w:rsidRPr="003F3FC8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D92986" w:rsidRDefault="00D92986" w:rsidP="00D06C13">
      <w:pPr>
        <w:pStyle w:val="aa"/>
        <w:widowControl w:val="0"/>
        <w:autoSpaceDE w:val="0"/>
        <w:autoSpaceDN w:val="0"/>
        <w:adjustRightInd w:val="0"/>
        <w:spacing w:before="120"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4</w:t>
      </w:r>
      <w:r>
        <w:rPr>
          <w:rFonts w:ascii="PT Astra Serif" w:hAnsi="PT Astra Serif"/>
          <w:color w:val="000000"/>
          <w:szCs w:val="28"/>
        </w:rPr>
        <w:t xml:space="preserve">) в строке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0E36D1">
        <w:rPr>
          <w:rFonts w:ascii="PT Astra Serif" w:hAnsi="PT Astra Serif"/>
          <w:color w:val="000000"/>
          <w:szCs w:val="28"/>
        </w:rPr>
        <w:t>Средства массовой информации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12) цифры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0E36D1">
        <w:rPr>
          <w:rFonts w:ascii="PT Astra Serif" w:hAnsi="PT Astra Serif"/>
          <w:color w:val="000000"/>
          <w:szCs w:val="28"/>
        </w:rPr>
        <w:t>273088,0795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заменить цифрами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0E36D1">
        <w:rPr>
          <w:rFonts w:ascii="PT Astra Serif" w:hAnsi="PT Astra Serif"/>
          <w:color w:val="000000"/>
          <w:szCs w:val="28"/>
        </w:rPr>
        <w:t>273676,14278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>;</w:t>
      </w:r>
    </w:p>
    <w:p w:rsidR="00D92986" w:rsidRDefault="00D92986" w:rsidP="00D92986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5</w:t>
      </w:r>
      <w:r>
        <w:rPr>
          <w:rFonts w:ascii="PT Astra Serif" w:hAnsi="PT Astra Serif"/>
          <w:color w:val="000000"/>
          <w:szCs w:val="28"/>
        </w:rPr>
        <w:t xml:space="preserve">) подраздел </w:t>
      </w:r>
      <w:r w:rsidR="00153CFB">
        <w:rPr>
          <w:rFonts w:ascii="PT Astra Serif" w:hAnsi="PT Astra Serif"/>
          <w:color w:val="000000"/>
          <w:szCs w:val="28"/>
        </w:rPr>
        <w:t>«</w:t>
      </w:r>
      <w:r w:rsidRPr="000E36D1">
        <w:rPr>
          <w:rFonts w:ascii="PT Astra Serif" w:hAnsi="PT Astra Serif"/>
          <w:color w:val="000000"/>
          <w:szCs w:val="28"/>
        </w:rPr>
        <w:t>Периодическая печать и издательства</w:t>
      </w:r>
      <w:r w:rsidR="00153CFB">
        <w:rPr>
          <w:rFonts w:ascii="PT Astra Serif" w:hAnsi="PT Astra Serif"/>
          <w:color w:val="000000"/>
          <w:szCs w:val="28"/>
        </w:rPr>
        <w:t>»</w:t>
      </w:r>
      <w:r>
        <w:rPr>
          <w:rFonts w:ascii="PT Astra Serif" w:hAnsi="PT Astra Serif"/>
          <w:color w:val="000000"/>
          <w:szCs w:val="28"/>
        </w:rPr>
        <w:t xml:space="preserve"> (Рз 12 ПР 02) изложить в следующей редакции:</w:t>
      </w:r>
    </w:p>
    <w:tbl>
      <w:tblPr>
        <w:tblW w:w="14720" w:type="dxa"/>
        <w:tblInd w:w="97" w:type="dxa"/>
        <w:tblLook w:val="04A0"/>
      </w:tblPr>
      <w:tblGrid>
        <w:gridCol w:w="4973"/>
        <w:gridCol w:w="708"/>
        <w:gridCol w:w="709"/>
        <w:gridCol w:w="1843"/>
        <w:gridCol w:w="709"/>
        <w:gridCol w:w="1908"/>
        <w:gridCol w:w="1826"/>
        <w:gridCol w:w="2044"/>
      </w:tblGrid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153CFB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D92986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155350,56328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140458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рамках непрограммных направлений деятельности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Поддержка в области периодических печатных средств массовой информ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11 0 00 98705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6000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Государственная программа Ульяно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государственная национальная пол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тика в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149350,56328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135458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B44860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информац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онного пространства на территории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Гражданское общество и государс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венная национальная политика в Уль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81 3 00 00000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149350,56328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B44860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135458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40591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в сфере обеспечения деятельности юридических лиц, осуществляющих производство и выпуск номеров п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риодических печатных изданий, учр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дителем которых является Правител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ство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81 3 02 00000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149350,56328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135458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40591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Субсидии областным автономным у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реждениям в сфере периодических п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чатных средств массовой информации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81 3 02 98706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149350,56328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135458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D92986" w:rsidRPr="000E36D1" w:rsidTr="00B44860">
        <w:tc>
          <w:tcPr>
            <w:tcW w:w="4973" w:type="dxa"/>
            <w:shd w:val="clear" w:color="auto" w:fill="auto"/>
            <w:vAlign w:val="center"/>
            <w:hideMark/>
          </w:tcPr>
          <w:p w:rsidR="00D92986" w:rsidRPr="000E36D1" w:rsidRDefault="00D92986" w:rsidP="0040591E">
            <w:pPr>
              <w:spacing w:line="24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708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81 3 02 98706</w:t>
            </w:r>
          </w:p>
        </w:tc>
        <w:tc>
          <w:tcPr>
            <w:tcW w:w="709" w:type="dxa"/>
            <w:shd w:val="clear" w:color="auto" w:fill="auto"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08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149350,56328</w:t>
            </w:r>
          </w:p>
        </w:tc>
        <w:tc>
          <w:tcPr>
            <w:tcW w:w="1826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125458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044" w:type="dxa"/>
            <w:shd w:val="clear" w:color="auto" w:fill="auto"/>
            <w:noWrap/>
            <w:hideMark/>
          </w:tcPr>
          <w:p w:rsidR="00D92986" w:rsidRPr="000E36D1" w:rsidRDefault="00D92986" w:rsidP="0040591E">
            <w:pPr>
              <w:spacing w:line="24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135458</w:t>
            </w:r>
            <w:r w:rsidR="00D042C5" w:rsidRPr="000E36D1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0E36D1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3F46FB" w:rsidRDefault="003F46FB" w:rsidP="0040591E">
      <w:pPr>
        <w:pStyle w:val="aa"/>
        <w:widowControl w:val="0"/>
        <w:autoSpaceDE w:val="0"/>
        <w:autoSpaceDN w:val="0"/>
        <w:adjustRightInd w:val="0"/>
        <w:spacing w:before="120"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6</w:t>
      </w:r>
      <w:r>
        <w:rPr>
          <w:rFonts w:ascii="PT Astra Serif" w:hAnsi="PT Astra Serif"/>
          <w:color w:val="000000"/>
          <w:szCs w:val="28"/>
        </w:rPr>
        <w:t>) в строке «</w:t>
      </w:r>
      <w:r w:rsidRPr="00876ADD">
        <w:rPr>
          <w:rFonts w:ascii="PT Astra Serif" w:hAnsi="PT Astra Serif"/>
          <w:color w:val="000000"/>
          <w:szCs w:val="28"/>
        </w:rPr>
        <w:t xml:space="preserve">Межбюджетные трансферты общего характера бюджетам бюджетной системы </w:t>
      </w:r>
      <w:r>
        <w:rPr>
          <w:rFonts w:ascii="PT Astra Serif" w:hAnsi="PT Astra Serif"/>
          <w:color w:val="000000"/>
          <w:szCs w:val="28"/>
        </w:rPr>
        <w:t>Р</w:t>
      </w:r>
      <w:r w:rsidRPr="00876ADD">
        <w:rPr>
          <w:rFonts w:ascii="PT Astra Serif" w:hAnsi="PT Astra Serif"/>
          <w:color w:val="000000"/>
          <w:szCs w:val="28"/>
        </w:rPr>
        <w:t xml:space="preserve">оссийской </w:t>
      </w:r>
      <w:r>
        <w:rPr>
          <w:rFonts w:ascii="PT Astra Serif" w:hAnsi="PT Astra Serif"/>
          <w:color w:val="000000"/>
          <w:szCs w:val="28"/>
        </w:rPr>
        <w:br/>
        <w:t>Ф</w:t>
      </w:r>
      <w:r w:rsidRPr="00876ADD">
        <w:rPr>
          <w:rFonts w:ascii="PT Astra Serif" w:hAnsi="PT Astra Serif"/>
          <w:color w:val="000000"/>
          <w:szCs w:val="28"/>
        </w:rPr>
        <w:t>едерации</w:t>
      </w:r>
      <w:r>
        <w:rPr>
          <w:rFonts w:ascii="PT Astra Serif" w:hAnsi="PT Astra Serif"/>
          <w:color w:val="000000"/>
          <w:szCs w:val="28"/>
        </w:rPr>
        <w:t>» (Рз 14) цифры «</w:t>
      </w:r>
      <w:r w:rsidRPr="006732A1">
        <w:rPr>
          <w:rFonts w:ascii="PT Astra Serif" w:hAnsi="PT Astra Serif"/>
          <w:color w:val="000000"/>
          <w:szCs w:val="28"/>
        </w:rPr>
        <w:t>3799353,6</w:t>
      </w:r>
      <w:r>
        <w:rPr>
          <w:rFonts w:ascii="PT Astra Serif" w:hAnsi="PT Astra Serif"/>
          <w:color w:val="000000"/>
          <w:szCs w:val="28"/>
        </w:rPr>
        <w:t>» заменить цифрами «</w:t>
      </w:r>
      <w:r w:rsidRPr="006732A1">
        <w:rPr>
          <w:rFonts w:ascii="PT Astra Serif" w:hAnsi="PT Astra Serif"/>
          <w:color w:val="000000"/>
          <w:szCs w:val="28"/>
        </w:rPr>
        <w:t>3799839,5</w:t>
      </w:r>
      <w:r>
        <w:rPr>
          <w:rFonts w:ascii="PT Astra Serif" w:hAnsi="PT Astra Serif"/>
          <w:color w:val="000000"/>
          <w:szCs w:val="28"/>
        </w:rPr>
        <w:t>»;</w:t>
      </w:r>
    </w:p>
    <w:p w:rsidR="003F46FB" w:rsidRDefault="003F46FB" w:rsidP="0040591E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7</w:t>
      </w:r>
      <w:r>
        <w:rPr>
          <w:rFonts w:ascii="PT Astra Serif" w:hAnsi="PT Astra Serif"/>
          <w:color w:val="000000"/>
          <w:szCs w:val="28"/>
        </w:rPr>
        <w:t>) в строке «</w:t>
      </w:r>
      <w:r w:rsidRPr="00804381">
        <w:rPr>
          <w:rFonts w:ascii="PT Astra Serif" w:hAnsi="PT Astra Serif"/>
          <w:color w:val="000000"/>
          <w:szCs w:val="28"/>
        </w:rPr>
        <w:t>Иные дотации</w:t>
      </w:r>
      <w:r>
        <w:rPr>
          <w:rFonts w:ascii="PT Astra Serif" w:hAnsi="PT Astra Serif"/>
          <w:color w:val="000000"/>
          <w:szCs w:val="28"/>
        </w:rPr>
        <w:t>» (Рз 14 ПР 02) цифры «981296,2» заменить цифрами «981782,1»;</w:t>
      </w:r>
    </w:p>
    <w:p w:rsidR="003F46FB" w:rsidRDefault="003F46FB" w:rsidP="0040591E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8</w:t>
      </w:r>
      <w:r>
        <w:rPr>
          <w:rFonts w:ascii="PT Astra Serif" w:hAnsi="PT Astra Serif"/>
          <w:color w:val="000000"/>
          <w:szCs w:val="28"/>
        </w:rPr>
        <w:t>) в строке «</w:t>
      </w:r>
      <w:r w:rsidRPr="004979A8">
        <w:rPr>
          <w:rFonts w:ascii="PT Astra Serif" w:hAnsi="PT Astra Serif"/>
          <w:color w:val="000000"/>
          <w:szCs w:val="28"/>
        </w:rPr>
        <w:t xml:space="preserve">Государственная программа Ульяновской области </w:t>
      </w:r>
      <w:r>
        <w:rPr>
          <w:rFonts w:ascii="PT Astra Serif" w:hAnsi="PT Astra Serif"/>
          <w:color w:val="000000"/>
          <w:szCs w:val="28"/>
        </w:rPr>
        <w:t>«</w:t>
      </w:r>
      <w:r w:rsidRPr="004979A8">
        <w:rPr>
          <w:rFonts w:ascii="PT Astra Serif" w:hAnsi="PT Astra Serif"/>
          <w:color w:val="000000"/>
          <w:szCs w:val="28"/>
        </w:rPr>
        <w:t>Развитие и модернизация образования в Уль</w:t>
      </w:r>
      <w:r w:rsidRPr="004979A8">
        <w:rPr>
          <w:rFonts w:ascii="PT Astra Serif" w:hAnsi="PT Astra Serif"/>
          <w:color w:val="000000"/>
          <w:szCs w:val="28"/>
        </w:rPr>
        <w:t>я</w:t>
      </w:r>
      <w:r w:rsidRPr="004979A8">
        <w:rPr>
          <w:rFonts w:ascii="PT Astra Serif" w:hAnsi="PT Astra Serif"/>
          <w:color w:val="000000"/>
          <w:szCs w:val="28"/>
        </w:rPr>
        <w:t>новской облас</w:t>
      </w:r>
      <w:r>
        <w:rPr>
          <w:rFonts w:ascii="PT Astra Serif" w:hAnsi="PT Astra Serif"/>
          <w:color w:val="000000"/>
          <w:szCs w:val="28"/>
        </w:rPr>
        <w:t>ти» (Рз 14 ПР 02 ЦС 79 0 00 00000) цифры «485,9» заменить цифрами «971,8»;</w:t>
      </w:r>
    </w:p>
    <w:p w:rsidR="003F46FB" w:rsidRDefault="003F46FB" w:rsidP="0040591E">
      <w:pPr>
        <w:pStyle w:val="aa"/>
        <w:widowControl w:val="0"/>
        <w:autoSpaceDE w:val="0"/>
        <w:autoSpaceDN w:val="0"/>
        <w:adjustRightInd w:val="0"/>
        <w:spacing w:line="37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1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9</w:t>
      </w:r>
      <w:r>
        <w:rPr>
          <w:rFonts w:ascii="PT Astra Serif" w:hAnsi="PT Astra Serif"/>
          <w:color w:val="000000"/>
          <w:szCs w:val="28"/>
        </w:rPr>
        <w:t>) в строке «</w:t>
      </w:r>
      <w:r w:rsidRPr="004979A8">
        <w:rPr>
          <w:rFonts w:ascii="PT Astra Serif" w:hAnsi="PT Astra Serif"/>
          <w:color w:val="000000"/>
          <w:szCs w:val="28"/>
        </w:rPr>
        <w:t xml:space="preserve">Подпрограмма </w:t>
      </w:r>
      <w:r>
        <w:rPr>
          <w:rFonts w:ascii="PT Astra Serif" w:hAnsi="PT Astra Serif"/>
          <w:color w:val="000000"/>
          <w:szCs w:val="28"/>
        </w:rPr>
        <w:t>«</w:t>
      </w:r>
      <w:r w:rsidRPr="004979A8">
        <w:rPr>
          <w:rFonts w:ascii="PT Astra Serif" w:hAnsi="PT Astra Serif"/>
          <w:color w:val="000000"/>
          <w:szCs w:val="28"/>
        </w:rPr>
        <w:t>Развитие общего образования детей в Ульяновской области</w:t>
      </w:r>
      <w:r>
        <w:rPr>
          <w:rFonts w:ascii="PT Astra Serif" w:hAnsi="PT Astra Serif"/>
          <w:color w:val="000000"/>
          <w:szCs w:val="28"/>
        </w:rPr>
        <w:t>»</w:t>
      </w:r>
      <w:r w:rsidRPr="004979A8">
        <w:rPr>
          <w:rFonts w:ascii="PT Astra Serif" w:hAnsi="PT Astra Serif"/>
          <w:color w:val="000000"/>
          <w:szCs w:val="28"/>
        </w:rPr>
        <w:t xml:space="preserve"> государственной </w:t>
      </w:r>
      <w:r>
        <w:rPr>
          <w:rFonts w:ascii="PT Astra Serif" w:hAnsi="PT Astra Serif"/>
          <w:color w:val="000000"/>
          <w:szCs w:val="28"/>
        </w:rPr>
        <w:br/>
      </w:r>
      <w:r w:rsidRPr="004979A8">
        <w:rPr>
          <w:rFonts w:ascii="PT Astra Serif" w:hAnsi="PT Astra Serif"/>
          <w:color w:val="000000"/>
          <w:szCs w:val="28"/>
        </w:rPr>
        <w:lastRenderedPageBreak/>
        <w:t xml:space="preserve">программы Ульяновской области </w:t>
      </w:r>
      <w:r>
        <w:rPr>
          <w:rFonts w:ascii="PT Astra Serif" w:hAnsi="PT Astra Serif"/>
          <w:color w:val="000000"/>
          <w:szCs w:val="28"/>
        </w:rPr>
        <w:t>«</w:t>
      </w:r>
      <w:r w:rsidRPr="004979A8">
        <w:rPr>
          <w:rFonts w:ascii="PT Astra Serif" w:hAnsi="PT Astra Serif"/>
          <w:color w:val="000000"/>
          <w:szCs w:val="28"/>
        </w:rPr>
        <w:t>Развитие и модернизация об</w:t>
      </w:r>
      <w:r>
        <w:rPr>
          <w:rFonts w:ascii="PT Astra Serif" w:hAnsi="PT Astra Serif"/>
          <w:color w:val="000000"/>
          <w:szCs w:val="28"/>
        </w:rPr>
        <w:t>разования в Ульяновской области» (Рз 14 ПР 02</w:t>
      </w:r>
      <w:r>
        <w:rPr>
          <w:rFonts w:ascii="PT Astra Serif" w:hAnsi="PT Astra Serif"/>
          <w:color w:val="000000"/>
          <w:szCs w:val="28"/>
        </w:rPr>
        <w:br/>
        <w:t>ЦС 79 1 00 00000) цифры «485,9» заменить цифрами «971,8»;</w:t>
      </w:r>
    </w:p>
    <w:p w:rsidR="003F46FB" w:rsidRDefault="003F46FB" w:rsidP="0040591E">
      <w:pPr>
        <w:pStyle w:val="aa"/>
        <w:widowControl w:val="0"/>
        <w:autoSpaceDE w:val="0"/>
        <w:autoSpaceDN w:val="0"/>
        <w:adjustRightInd w:val="0"/>
        <w:spacing w:line="343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20</w:t>
      </w:r>
      <w:r>
        <w:rPr>
          <w:rFonts w:ascii="PT Astra Serif" w:hAnsi="PT Astra Serif"/>
          <w:color w:val="000000"/>
          <w:szCs w:val="28"/>
        </w:rPr>
        <w:t>) в строке «</w:t>
      </w:r>
      <w:r w:rsidRPr="004979A8">
        <w:rPr>
          <w:rFonts w:ascii="PT Astra Serif" w:hAnsi="PT Astra Serif"/>
          <w:color w:val="000000"/>
          <w:szCs w:val="28"/>
        </w:rPr>
        <w:t xml:space="preserve">Основное мероприятие </w:t>
      </w:r>
      <w:r>
        <w:rPr>
          <w:rFonts w:ascii="PT Astra Serif" w:hAnsi="PT Astra Serif"/>
          <w:color w:val="000000"/>
          <w:szCs w:val="28"/>
        </w:rPr>
        <w:t>«</w:t>
      </w:r>
      <w:r w:rsidRPr="004979A8">
        <w:rPr>
          <w:rFonts w:ascii="PT Astra Serif" w:hAnsi="PT Astra Serif"/>
          <w:color w:val="000000"/>
          <w:szCs w:val="28"/>
        </w:rPr>
        <w:t>Содействие развитию начального общего, основного общего и среднего об</w:t>
      </w:r>
      <w:r>
        <w:rPr>
          <w:rFonts w:ascii="PT Astra Serif" w:hAnsi="PT Astra Serif"/>
          <w:color w:val="000000"/>
          <w:szCs w:val="28"/>
        </w:rPr>
        <w:t>щего образования» (Рз 14 ПР 02 ЦС 79 1 04 00000) цифры «485,9» заменить цифрами «971,8»;</w:t>
      </w:r>
    </w:p>
    <w:p w:rsidR="003F46FB" w:rsidRDefault="003F46FB" w:rsidP="003F46FB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2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1</w:t>
      </w:r>
      <w:r>
        <w:rPr>
          <w:rFonts w:ascii="PT Astra Serif" w:hAnsi="PT Astra Serif"/>
          <w:color w:val="000000"/>
          <w:szCs w:val="28"/>
        </w:rPr>
        <w:t>) в строке «</w:t>
      </w:r>
      <w:r w:rsidRPr="004979A8">
        <w:rPr>
          <w:rFonts w:ascii="PT Astra Serif" w:hAnsi="PT Astra Serif"/>
          <w:color w:val="000000"/>
          <w:szCs w:val="28"/>
        </w:rPr>
        <w:t>Иные дотации в целях компенсации расходов учредителя муниципальной образовательной орган</w:t>
      </w:r>
      <w:r w:rsidRPr="004979A8">
        <w:rPr>
          <w:rFonts w:ascii="PT Astra Serif" w:hAnsi="PT Astra Serif"/>
          <w:color w:val="000000"/>
          <w:szCs w:val="28"/>
        </w:rPr>
        <w:t>и</w:t>
      </w:r>
      <w:r w:rsidRPr="004979A8">
        <w:rPr>
          <w:rFonts w:ascii="PT Astra Serif" w:hAnsi="PT Astra Serif"/>
          <w:color w:val="000000"/>
          <w:szCs w:val="28"/>
        </w:rPr>
        <w:t xml:space="preserve">зации, реализующей основные общеобразовательные программы, на организацию бесплатной перевозки обучающихся </w:t>
      </w:r>
      <w:r>
        <w:rPr>
          <w:rFonts w:ascii="PT Astra Serif" w:hAnsi="PT Astra Serif"/>
          <w:color w:val="000000"/>
          <w:szCs w:val="28"/>
        </w:rPr>
        <w:br/>
      </w:r>
      <w:r w:rsidRPr="004979A8">
        <w:rPr>
          <w:rFonts w:ascii="PT Astra Serif" w:hAnsi="PT Astra Serif"/>
          <w:color w:val="000000"/>
          <w:szCs w:val="28"/>
        </w:rPr>
        <w:t xml:space="preserve">в данной образовательной организации и проживающих на территории иного муниципального района (городского </w:t>
      </w:r>
      <w:r>
        <w:rPr>
          <w:rFonts w:ascii="PT Astra Serif" w:hAnsi="PT Astra Serif"/>
          <w:color w:val="000000"/>
          <w:szCs w:val="28"/>
        </w:rPr>
        <w:br/>
      </w:r>
      <w:r w:rsidRPr="004979A8">
        <w:rPr>
          <w:rFonts w:ascii="PT Astra Serif" w:hAnsi="PT Astra Serif"/>
          <w:color w:val="000000"/>
          <w:szCs w:val="28"/>
        </w:rPr>
        <w:t>округа) Ульяновской области</w:t>
      </w:r>
      <w:r>
        <w:rPr>
          <w:rFonts w:ascii="PT Astra Serif" w:hAnsi="PT Astra Serif"/>
          <w:color w:val="000000"/>
          <w:szCs w:val="28"/>
        </w:rPr>
        <w:t>» (Рз 14 ПР 02 ЦС 79 1 04 72180) цифры «485,9» заменить цифрами «971,8»;</w:t>
      </w:r>
    </w:p>
    <w:p w:rsidR="003F46FB" w:rsidRDefault="003F46FB" w:rsidP="003F46FB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2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2</w:t>
      </w:r>
      <w:r>
        <w:rPr>
          <w:rFonts w:ascii="PT Astra Serif" w:hAnsi="PT Astra Serif"/>
          <w:color w:val="000000"/>
          <w:szCs w:val="28"/>
        </w:rPr>
        <w:t>) в строке «</w:t>
      </w:r>
      <w:r w:rsidRPr="00A422CB">
        <w:rPr>
          <w:rFonts w:ascii="PT Astra Serif" w:hAnsi="PT Astra Serif"/>
          <w:color w:val="000000"/>
          <w:szCs w:val="28"/>
        </w:rPr>
        <w:t>Межбюджетные трансферты</w:t>
      </w:r>
      <w:r>
        <w:rPr>
          <w:rFonts w:ascii="PT Astra Serif" w:hAnsi="PT Astra Serif"/>
          <w:color w:val="000000"/>
          <w:szCs w:val="28"/>
        </w:rPr>
        <w:t xml:space="preserve">» (Рз 14 ПР 02 ЦС 79 1 04 72180 ВР 500) цифры «485,9» заменить </w:t>
      </w:r>
      <w:r>
        <w:rPr>
          <w:rFonts w:ascii="PT Astra Serif" w:hAnsi="PT Astra Serif"/>
          <w:color w:val="000000"/>
          <w:szCs w:val="28"/>
        </w:rPr>
        <w:br/>
        <w:t>цифрами «971,8»;</w:t>
      </w:r>
    </w:p>
    <w:p w:rsidR="003F46FB" w:rsidRDefault="003F46FB" w:rsidP="003F46FB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я</w:t>
      </w:r>
      <w:r>
        <w:rPr>
          <w:rFonts w:ascii="PT Astra Serif" w:hAnsi="PT Astra Serif"/>
          <w:color w:val="000000"/>
          <w:szCs w:val="28"/>
          <w:vertAlign w:val="superscript"/>
        </w:rPr>
        <w:t>2</w:t>
      </w:r>
      <w:r w:rsidR="00650709">
        <w:rPr>
          <w:rFonts w:ascii="PT Astra Serif" w:hAnsi="PT Astra Serif"/>
          <w:color w:val="000000"/>
          <w:szCs w:val="28"/>
          <w:vertAlign w:val="superscript"/>
        </w:rPr>
        <w:t>3</w:t>
      </w:r>
      <w:r>
        <w:rPr>
          <w:rFonts w:ascii="PT Astra Serif" w:hAnsi="PT Astra Serif"/>
          <w:color w:val="000000"/>
          <w:szCs w:val="28"/>
        </w:rPr>
        <w:t>) в строке «ИТОГО» (Рз 14 ПР 02 ЦС 79 1 04 72180 ВР 500) цифры «</w:t>
      </w:r>
      <w:r w:rsidRPr="004805EE">
        <w:rPr>
          <w:rFonts w:ascii="PT Astra Serif" w:hAnsi="PT Astra Serif"/>
          <w:color w:val="000000"/>
          <w:szCs w:val="28"/>
        </w:rPr>
        <w:t>90755723,9086</w:t>
      </w:r>
      <w:r>
        <w:rPr>
          <w:rFonts w:ascii="PT Astra Serif" w:hAnsi="PT Astra Serif"/>
          <w:color w:val="000000"/>
          <w:szCs w:val="28"/>
        </w:rPr>
        <w:t>» заменить цифрами «</w:t>
      </w:r>
      <w:r w:rsidRPr="004805EE">
        <w:rPr>
          <w:rFonts w:ascii="PT Astra Serif" w:hAnsi="PT Astra Serif"/>
          <w:color w:val="000000"/>
          <w:szCs w:val="28"/>
        </w:rPr>
        <w:t>911176</w:t>
      </w:r>
      <w:r w:rsidR="00033D76">
        <w:rPr>
          <w:rFonts w:ascii="PT Astra Serif" w:hAnsi="PT Astra Serif"/>
          <w:color w:val="000000"/>
          <w:szCs w:val="28"/>
        </w:rPr>
        <w:t>34</w:t>
      </w:r>
      <w:r w:rsidRPr="004805EE">
        <w:rPr>
          <w:rFonts w:ascii="PT Astra Serif" w:hAnsi="PT Astra Serif"/>
          <w:color w:val="000000"/>
          <w:szCs w:val="28"/>
        </w:rPr>
        <w:t>,9086</w:t>
      </w:r>
      <w:r>
        <w:rPr>
          <w:rFonts w:ascii="PT Astra Serif" w:hAnsi="PT Astra Serif"/>
          <w:color w:val="000000"/>
          <w:szCs w:val="28"/>
        </w:rPr>
        <w:t>», цифры «</w:t>
      </w:r>
      <w:r w:rsidRPr="00860A34">
        <w:rPr>
          <w:rFonts w:ascii="PT Astra Serif" w:hAnsi="PT Astra Serif"/>
          <w:color w:val="000000"/>
          <w:szCs w:val="28"/>
        </w:rPr>
        <w:t>81281964,0</w:t>
      </w:r>
      <w:r>
        <w:rPr>
          <w:rFonts w:ascii="PT Astra Serif" w:hAnsi="PT Astra Serif"/>
          <w:color w:val="000000"/>
          <w:szCs w:val="28"/>
        </w:rPr>
        <w:t>» заменить цифрами «81620320,0»;</w:t>
      </w:r>
    </w:p>
    <w:p w:rsidR="00115DB9" w:rsidRPr="003E7101" w:rsidRDefault="00115DB9" w:rsidP="00115DB9">
      <w:pPr>
        <w:pStyle w:val="1"/>
        <w:spacing w:line="360" w:lineRule="auto"/>
        <w:ind w:firstLine="720"/>
        <w:rPr>
          <w:rFonts w:ascii="PT Astra Serif" w:hAnsi="PT Astra Serif"/>
          <w:spacing w:val="-4"/>
          <w:szCs w:val="28"/>
        </w:rPr>
      </w:pPr>
      <w:r w:rsidRPr="003E7101">
        <w:rPr>
          <w:rFonts w:ascii="PT Astra Serif" w:hAnsi="PT Astra Serif"/>
          <w:spacing w:val="-4"/>
          <w:szCs w:val="28"/>
        </w:rPr>
        <w:t>6) в приложении 6: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строке «</w:t>
      </w:r>
      <w:r w:rsidRPr="00D92986">
        <w:rPr>
          <w:rFonts w:ascii="PT Astra Serif" w:hAnsi="PT Astra Serif"/>
          <w:sz w:val="28"/>
          <w:szCs w:val="28"/>
        </w:rPr>
        <w:t>Мероприятия в рамках непрограммных направлений деятельности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>11 0 00 00000</w:t>
      </w:r>
      <w:r>
        <w:rPr>
          <w:rFonts w:ascii="PT Astra Serif" w:hAnsi="PT Astra Serif"/>
          <w:sz w:val="28"/>
          <w:szCs w:val="28"/>
        </w:rPr>
        <w:t>) цифры «</w:t>
      </w:r>
      <w:r w:rsidRPr="00D92986">
        <w:rPr>
          <w:rFonts w:ascii="PT Astra Serif" w:hAnsi="PT Astra Serif"/>
          <w:sz w:val="28"/>
          <w:szCs w:val="28"/>
        </w:rPr>
        <w:t>2465348,67647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D92986">
        <w:rPr>
          <w:rFonts w:ascii="PT Astra Serif" w:hAnsi="PT Astra Serif"/>
          <w:sz w:val="28"/>
          <w:szCs w:val="28"/>
        </w:rPr>
        <w:t>25387</w:t>
      </w:r>
      <w:r w:rsidR="00E75CFA">
        <w:rPr>
          <w:rFonts w:ascii="PT Astra Serif" w:hAnsi="PT Astra Serif"/>
          <w:sz w:val="28"/>
          <w:szCs w:val="28"/>
        </w:rPr>
        <w:t>66</w:t>
      </w:r>
      <w:r w:rsidRPr="00D92986">
        <w:rPr>
          <w:rFonts w:ascii="PT Astra Serif" w:hAnsi="PT Astra Serif"/>
          <w:sz w:val="28"/>
          <w:szCs w:val="28"/>
        </w:rPr>
        <w:t>,07647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строке «</w:t>
      </w:r>
      <w:r w:rsidRPr="00D92986">
        <w:rPr>
          <w:rFonts w:ascii="PT Astra Serif" w:hAnsi="PT Astra Serif"/>
          <w:sz w:val="28"/>
          <w:szCs w:val="28"/>
        </w:rPr>
        <w:t>Обеспечение деятельности областного государственного казённого учреждения</w:t>
      </w:r>
      <w:r>
        <w:rPr>
          <w:rFonts w:ascii="PT Astra Serif" w:hAnsi="PT Astra Serif"/>
          <w:sz w:val="28"/>
          <w:szCs w:val="28"/>
        </w:rPr>
        <w:t xml:space="preserve"> «Агентство </w:t>
      </w:r>
      <w:r>
        <w:rPr>
          <w:rFonts w:ascii="PT Astra Serif" w:hAnsi="PT Astra Serif"/>
          <w:sz w:val="28"/>
          <w:szCs w:val="28"/>
        </w:rPr>
        <w:br/>
        <w:t xml:space="preserve">социального питания» (ЦС </w:t>
      </w:r>
      <w:r w:rsidRPr="00E114B7">
        <w:rPr>
          <w:rFonts w:ascii="PT Astra Serif" w:hAnsi="PT Astra Serif"/>
          <w:sz w:val="28"/>
          <w:szCs w:val="28"/>
        </w:rPr>
        <w:t>11 0 00 10100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F6B0D">
        <w:rPr>
          <w:rFonts w:ascii="PT Astra Serif" w:hAnsi="PT Astra Serif"/>
          <w:sz w:val="28"/>
          <w:szCs w:val="28"/>
        </w:rPr>
        <w:t>2861,6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строке «</w:t>
      </w:r>
      <w:r w:rsidRPr="006F6B0D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6F6B0D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6F6B0D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>11 0 00 10100</w:t>
      </w:r>
      <w:r>
        <w:rPr>
          <w:rFonts w:ascii="PT Astra Serif" w:hAnsi="PT Astra Serif"/>
          <w:sz w:val="28"/>
          <w:szCs w:val="28"/>
        </w:rPr>
        <w:t xml:space="preserve"> ВР 100)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1399,7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F6B0D">
        <w:rPr>
          <w:rFonts w:ascii="PT Astra Serif" w:hAnsi="PT Astra Serif"/>
          <w:sz w:val="28"/>
          <w:szCs w:val="28"/>
        </w:rPr>
        <w:t>2261,3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г) в строке «</w:t>
      </w:r>
      <w:r w:rsidRPr="00DD08CF">
        <w:rPr>
          <w:rFonts w:ascii="PT Astra Serif" w:hAnsi="PT Astra Serif"/>
          <w:sz w:val="28"/>
          <w:szCs w:val="28"/>
        </w:rPr>
        <w:t xml:space="preserve">Обеспечение деятельности областного государственного казённого учреждения </w:t>
      </w:r>
      <w:r>
        <w:rPr>
          <w:rFonts w:ascii="PT Astra Serif" w:hAnsi="PT Astra Serif"/>
          <w:sz w:val="28"/>
          <w:szCs w:val="28"/>
        </w:rPr>
        <w:t>«</w:t>
      </w:r>
      <w:r w:rsidRPr="00DD08CF">
        <w:rPr>
          <w:rFonts w:ascii="PT Astra Serif" w:hAnsi="PT Astra Serif"/>
          <w:sz w:val="28"/>
          <w:szCs w:val="28"/>
        </w:rPr>
        <w:t xml:space="preserve">Центр мониторинга деятельности регулируемых </w:t>
      </w:r>
      <w:r>
        <w:rPr>
          <w:rFonts w:ascii="PT Astra Serif" w:hAnsi="PT Astra Serif"/>
          <w:sz w:val="28"/>
          <w:szCs w:val="28"/>
        </w:rPr>
        <w:t xml:space="preserve">организаций Ульяновской области» (ЦС </w:t>
      </w:r>
      <w:r w:rsidRPr="00E114B7">
        <w:rPr>
          <w:rFonts w:ascii="PT Astra Serif" w:hAnsi="PT Astra Serif"/>
          <w:sz w:val="28"/>
          <w:szCs w:val="28"/>
        </w:rPr>
        <w:t>11 0 00 10220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19177,5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DD08CF">
        <w:rPr>
          <w:rFonts w:ascii="PT Astra Serif" w:hAnsi="PT Astra Serif"/>
          <w:sz w:val="28"/>
          <w:szCs w:val="28"/>
        </w:rPr>
        <w:t>196</w:t>
      </w:r>
      <w:r w:rsidR="00E75CFA">
        <w:rPr>
          <w:rFonts w:ascii="PT Astra Serif" w:hAnsi="PT Astra Serif"/>
          <w:sz w:val="28"/>
          <w:szCs w:val="28"/>
        </w:rPr>
        <w:t>68</w:t>
      </w:r>
      <w:r w:rsidRPr="00DD08CF">
        <w:rPr>
          <w:rFonts w:ascii="PT Astra Serif" w:hAnsi="PT Astra Serif"/>
          <w:sz w:val="28"/>
          <w:szCs w:val="28"/>
        </w:rPr>
        <w:t>,5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строке «</w:t>
      </w:r>
      <w:r w:rsidRPr="00DD08CF">
        <w:rPr>
          <w:rFonts w:ascii="PT Astra Serif" w:hAnsi="PT Astra Serif"/>
          <w:sz w:val="28"/>
          <w:szCs w:val="28"/>
        </w:rPr>
        <w:t>Расходы на выплаты персоналу в целях обеспечения выполнения функций государственными (мун</w:t>
      </w:r>
      <w:r w:rsidRPr="00DD08CF">
        <w:rPr>
          <w:rFonts w:ascii="PT Astra Serif" w:hAnsi="PT Astra Serif"/>
          <w:sz w:val="28"/>
          <w:szCs w:val="28"/>
        </w:rPr>
        <w:t>и</w:t>
      </w:r>
      <w:r w:rsidRPr="00DD08CF">
        <w:rPr>
          <w:rFonts w:ascii="PT Astra Serif" w:hAnsi="PT Astra Serif"/>
          <w:sz w:val="28"/>
          <w:szCs w:val="28"/>
        </w:rPr>
        <w:t>ципальными) органами, казёнными учреждениями, органами управления государственными внебюджетными фондами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11 0 00 10220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100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12246,4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DD08CF">
        <w:rPr>
          <w:rFonts w:ascii="PT Astra Serif" w:hAnsi="PT Astra Serif"/>
          <w:sz w:val="28"/>
          <w:szCs w:val="28"/>
        </w:rPr>
        <w:t>127</w:t>
      </w:r>
      <w:r w:rsidR="00E75CFA">
        <w:rPr>
          <w:rFonts w:ascii="PT Astra Serif" w:hAnsi="PT Astra Serif"/>
          <w:sz w:val="28"/>
          <w:szCs w:val="28"/>
        </w:rPr>
        <w:t>37</w:t>
      </w:r>
      <w:r w:rsidRPr="00DD08CF">
        <w:rPr>
          <w:rFonts w:ascii="PT Astra Serif" w:hAnsi="PT Astra Serif"/>
          <w:sz w:val="28"/>
          <w:szCs w:val="28"/>
        </w:rPr>
        <w:t>,4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е) в строке «</w:t>
      </w:r>
      <w:r w:rsidRPr="00B44860">
        <w:rPr>
          <w:rFonts w:ascii="PT Astra Serif" w:hAnsi="PT Astra Serif"/>
          <w:sz w:val="28"/>
          <w:szCs w:val="28"/>
        </w:rPr>
        <w:t>Субсидии Автономной некоммерческой организации Организации дополнительного профессионал</w:t>
      </w:r>
      <w:r w:rsidRPr="00B44860">
        <w:rPr>
          <w:rFonts w:ascii="PT Astra Serif" w:hAnsi="PT Astra Serif"/>
          <w:sz w:val="28"/>
          <w:szCs w:val="28"/>
        </w:rPr>
        <w:t>ь</w:t>
      </w:r>
      <w:r w:rsidRPr="00B44860">
        <w:rPr>
          <w:rFonts w:ascii="PT Astra Serif" w:hAnsi="PT Astra Serif"/>
          <w:sz w:val="28"/>
          <w:szCs w:val="28"/>
        </w:rPr>
        <w:t xml:space="preserve">ного образования </w:t>
      </w:r>
      <w:r>
        <w:rPr>
          <w:rFonts w:ascii="PT Astra Serif" w:hAnsi="PT Astra Serif"/>
          <w:sz w:val="28"/>
          <w:szCs w:val="28"/>
        </w:rPr>
        <w:t>«</w:t>
      </w:r>
      <w:r w:rsidRPr="00B44860">
        <w:rPr>
          <w:rFonts w:ascii="PT Astra Serif" w:hAnsi="PT Astra Serif"/>
          <w:sz w:val="28"/>
          <w:szCs w:val="28"/>
        </w:rPr>
        <w:t>Корпоративный университет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B44860">
        <w:rPr>
          <w:rFonts w:ascii="PT Astra Serif" w:hAnsi="PT Astra Serif"/>
          <w:sz w:val="28"/>
          <w:szCs w:val="28"/>
        </w:rPr>
        <w:t xml:space="preserve"> на финансовое обеспечение затрат, связанных </w:t>
      </w:r>
      <w:r>
        <w:rPr>
          <w:rFonts w:ascii="PT Astra Serif" w:hAnsi="PT Astra Serif"/>
          <w:sz w:val="28"/>
          <w:szCs w:val="28"/>
        </w:rPr>
        <w:br/>
      </w:r>
      <w:r w:rsidRPr="00B44860">
        <w:rPr>
          <w:rFonts w:ascii="PT Astra Serif" w:hAnsi="PT Astra Serif"/>
          <w:sz w:val="28"/>
          <w:szCs w:val="28"/>
        </w:rPr>
        <w:t>с решением задач в области образования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>11 0 00 10290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17286,4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B44860">
        <w:rPr>
          <w:rFonts w:ascii="PT Astra Serif" w:hAnsi="PT Astra Serif"/>
          <w:sz w:val="28"/>
          <w:szCs w:val="28"/>
        </w:rPr>
        <w:t>17853,1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ж) в строке «</w:t>
      </w:r>
      <w:r w:rsidRPr="00145C8A">
        <w:rPr>
          <w:rFonts w:ascii="PT Astra Serif" w:hAnsi="PT Astra Serif"/>
          <w:sz w:val="28"/>
          <w:szCs w:val="28"/>
        </w:rPr>
        <w:t xml:space="preserve">Предоставление субсидий бюджетным, автономным учреждениям и иным некоммерческим </w:t>
      </w:r>
      <w:r>
        <w:rPr>
          <w:rFonts w:ascii="PT Astra Serif" w:hAnsi="PT Astra Serif"/>
          <w:sz w:val="28"/>
          <w:szCs w:val="28"/>
        </w:rPr>
        <w:br/>
      </w:r>
      <w:r w:rsidRPr="00145C8A">
        <w:rPr>
          <w:rFonts w:ascii="PT Astra Serif" w:hAnsi="PT Astra Serif"/>
          <w:sz w:val="28"/>
          <w:szCs w:val="28"/>
        </w:rPr>
        <w:t>организациям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11 0 00 10290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600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17286,4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B44860">
        <w:rPr>
          <w:rFonts w:ascii="PT Astra Serif" w:hAnsi="PT Astra Serif"/>
          <w:sz w:val="28"/>
          <w:szCs w:val="28"/>
        </w:rPr>
        <w:t>17853,1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з) в строке «</w:t>
      </w:r>
      <w:r w:rsidRPr="00145C8A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145C8A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145C8A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11 0 00 59300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100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49052,42484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145C8A">
        <w:rPr>
          <w:rFonts w:ascii="PT Astra Serif" w:hAnsi="PT Astra Serif"/>
          <w:sz w:val="28"/>
          <w:szCs w:val="28"/>
        </w:rPr>
        <w:t>49152,42484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и) в строке «</w:t>
      </w:r>
      <w:r w:rsidRPr="00145C8A">
        <w:rPr>
          <w:rFonts w:ascii="PT Astra Serif" w:hAnsi="PT Astra Serif"/>
          <w:sz w:val="28"/>
          <w:szCs w:val="28"/>
        </w:rPr>
        <w:t>Межбюджетные трансферты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11 0 00 59300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500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10827,44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145C8A">
        <w:rPr>
          <w:rFonts w:ascii="PT Astra Serif" w:hAnsi="PT Astra Serif"/>
          <w:sz w:val="28"/>
          <w:szCs w:val="28"/>
        </w:rPr>
        <w:t>10727,44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к) в строке «</w:t>
      </w:r>
      <w:r w:rsidRPr="00351442">
        <w:rPr>
          <w:rFonts w:ascii="PT Astra Serif" w:hAnsi="PT Astra Serif"/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>11 0 00 80010</w:t>
      </w:r>
      <w:r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br/>
        <w:t>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796885,221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351442">
        <w:rPr>
          <w:rFonts w:ascii="PT Astra Serif" w:hAnsi="PT Astra Serif"/>
          <w:sz w:val="28"/>
          <w:szCs w:val="28"/>
        </w:rPr>
        <w:t>813845,321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л) в строке «</w:t>
      </w:r>
      <w:r w:rsidRPr="00351442">
        <w:rPr>
          <w:rFonts w:ascii="PT Astra Serif" w:hAnsi="PT Astra Serif"/>
          <w:sz w:val="28"/>
          <w:szCs w:val="28"/>
        </w:rPr>
        <w:t>Расходы на выплаты персоналу в целях обеспечения выполнения функций государственными (мун</w:t>
      </w:r>
      <w:r w:rsidRPr="00351442">
        <w:rPr>
          <w:rFonts w:ascii="PT Astra Serif" w:hAnsi="PT Astra Serif"/>
          <w:sz w:val="28"/>
          <w:szCs w:val="28"/>
        </w:rPr>
        <w:t>и</w:t>
      </w:r>
      <w:r w:rsidRPr="00351442">
        <w:rPr>
          <w:rFonts w:ascii="PT Astra Serif" w:hAnsi="PT Astra Serif"/>
          <w:sz w:val="28"/>
          <w:szCs w:val="28"/>
        </w:rPr>
        <w:t>ципальными) органами, казёнными учреждениями, органами управления государственными внебюджетными фондами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11 0 00 80010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100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685790,552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351442">
        <w:rPr>
          <w:rFonts w:ascii="PT Astra Serif" w:hAnsi="PT Astra Serif"/>
          <w:sz w:val="28"/>
          <w:szCs w:val="28"/>
        </w:rPr>
        <w:t>702750,652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м) в строке «</w:t>
      </w:r>
      <w:r w:rsidRPr="00351442">
        <w:rPr>
          <w:rFonts w:ascii="PT Astra Serif" w:hAnsi="PT Astra Serif"/>
          <w:sz w:val="28"/>
          <w:szCs w:val="28"/>
        </w:rPr>
        <w:t>Расходы на обеспечение функций территориальных органов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>11 0 00 80120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40072,2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351442">
        <w:rPr>
          <w:rFonts w:ascii="PT Astra Serif" w:hAnsi="PT Astra Serif"/>
          <w:sz w:val="28"/>
          <w:szCs w:val="28"/>
        </w:rPr>
        <w:t>40701,2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н) в строке «</w:t>
      </w:r>
      <w:r w:rsidRPr="00351442">
        <w:rPr>
          <w:rFonts w:ascii="PT Astra Serif" w:hAnsi="PT Astra Serif"/>
          <w:sz w:val="28"/>
          <w:szCs w:val="28"/>
        </w:rPr>
        <w:t>Расходы на выплаты персоналу в целях обеспечения выполнения функций государственными (мун</w:t>
      </w:r>
      <w:r w:rsidRPr="00351442">
        <w:rPr>
          <w:rFonts w:ascii="PT Astra Serif" w:hAnsi="PT Astra Serif"/>
          <w:sz w:val="28"/>
          <w:szCs w:val="28"/>
        </w:rPr>
        <w:t>и</w:t>
      </w:r>
      <w:r w:rsidRPr="00351442">
        <w:rPr>
          <w:rFonts w:ascii="PT Astra Serif" w:hAnsi="PT Astra Serif"/>
          <w:sz w:val="28"/>
          <w:szCs w:val="28"/>
        </w:rPr>
        <w:t>ципальными) органами, казёнными учреждениями, органами управления государственными внебюджетными фондами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11 0 00 80120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100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40072,2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351442">
        <w:rPr>
          <w:rFonts w:ascii="PT Astra Serif" w:hAnsi="PT Astra Serif"/>
          <w:sz w:val="28"/>
          <w:szCs w:val="28"/>
        </w:rPr>
        <w:t>40701,2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о) в строке «</w:t>
      </w:r>
      <w:r w:rsidRPr="002C1544">
        <w:rPr>
          <w:rFonts w:ascii="PT Astra Serif" w:hAnsi="PT Astra Serif"/>
          <w:sz w:val="28"/>
          <w:szCs w:val="28"/>
        </w:rPr>
        <w:t>Учреждения по обеспечению хозяйственного обслуживания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>11 0 00 80130)</w:t>
      </w:r>
      <w:r>
        <w:rPr>
          <w:rFonts w:ascii="PT Astra Serif" w:hAnsi="PT Astra Serif"/>
          <w:sz w:val="28"/>
          <w:szCs w:val="28"/>
        </w:rPr>
        <w:t xml:space="preserve">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170859,319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C1544">
        <w:rPr>
          <w:rFonts w:ascii="PT Astra Serif" w:hAnsi="PT Astra Serif"/>
          <w:sz w:val="28"/>
          <w:szCs w:val="28"/>
        </w:rPr>
        <w:t>174768,319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п) в строке «</w:t>
      </w:r>
      <w:r w:rsidRPr="002C1544">
        <w:rPr>
          <w:rFonts w:ascii="PT Astra Serif" w:hAnsi="PT Astra Serif"/>
          <w:sz w:val="28"/>
          <w:szCs w:val="28"/>
        </w:rPr>
        <w:t>Расходы на выплаты персоналу в целях обеспечения выполнения функций государственными (мун</w:t>
      </w:r>
      <w:r w:rsidRPr="002C1544">
        <w:rPr>
          <w:rFonts w:ascii="PT Astra Serif" w:hAnsi="PT Astra Serif"/>
          <w:sz w:val="28"/>
          <w:szCs w:val="28"/>
        </w:rPr>
        <w:t>и</w:t>
      </w:r>
      <w:r w:rsidRPr="002C1544">
        <w:rPr>
          <w:rFonts w:ascii="PT Astra Serif" w:hAnsi="PT Astra Serif"/>
          <w:sz w:val="28"/>
          <w:szCs w:val="28"/>
        </w:rPr>
        <w:t>ципальными) органами, казёнными учреждениями, органами управления государственными внебюджетными фондами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11 0 00 80130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100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91737,9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C1544">
        <w:rPr>
          <w:rFonts w:ascii="PT Astra Serif" w:hAnsi="PT Astra Serif"/>
          <w:sz w:val="28"/>
          <w:szCs w:val="28"/>
        </w:rPr>
        <w:t>95646,9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р) в строке «</w:t>
      </w:r>
      <w:r w:rsidRPr="002C1544">
        <w:rPr>
          <w:rFonts w:ascii="PT Astra Serif" w:hAnsi="PT Astra Serif"/>
          <w:sz w:val="28"/>
          <w:szCs w:val="28"/>
        </w:rPr>
        <w:t>Резервный фонд Правительства Ульяновской области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>11 0 00 80190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93436,9463</w:t>
      </w:r>
      <w:r>
        <w:rPr>
          <w:rFonts w:ascii="PT Astra Serif" w:hAnsi="PT Astra Serif"/>
          <w:sz w:val="28"/>
          <w:szCs w:val="28"/>
        </w:rPr>
        <w:t>» зам</w:t>
      </w:r>
      <w:r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>нить цифрами «</w:t>
      </w:r>
      <w:r w:rsidRPr="002C1544">
        <w:rPr>
          <w:rFonts w:ascii="PT Astra Serif" w:hAnsi="PT Astra Serif"/>
          <w:sz w:val="28"/>
          <w:szCs w:val="28"/>
        </w:rPr>
        <w:t>143436,9463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с) в строке «</w:t>
      </w:r>
      <w:r w:rsidRPr="002C1544">
        <w:rPr>
          <w:rFonts w:ascii="PT Astra Serif" w:hAnsi="PT Astra Serif"/>
          <w:sz w:val="28"/>
          <w:szCs w:val="28"/>
        </w:rPr>
        <w:t>Иные бюджетные ассигнования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E114B7">
        <w:rPr>
          <w:rFonts w:ascii="PT Astra Serif" w:hAnsi="PT Astra Serif"/>
          <w:sz w:val="28"/>
          <w:szCs w:val="28"/>
        </w:rPr>
        <w:t xml:space="preserve">11 0 00 80190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E114B7">
        <w:rPr>
          <w:rFonts w:ascii="PT Astra Serif" w:hAnsi="PT Astra Serif"/>
          <w:sz w:val="28"/>
          <w:szCs w:val="28"/>
        </w:rPr>
        <w:t>800</w:t>
      </w:r>
      <w:r>
        <w:rPr>
          <w:rFonts w:ascii="PT Astra Serif" w:hAnsi="PT Astra Serif"/>
          <w:sz w:val="28"/>
          <w:szCs w:val="28"/>
        </w:rPr>
        <w:t>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93436,9463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C1544">
        <w:rPr>
          <w:rFonts w:ascii="PT Astra Serif" w:hAnsi="PT Astra Serif"/>
          <w:sz w:val="28"/>
          <w:szCs w:val="28"/>
        </w:rPr>
        <w:t>143436,9463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566D8">
        <w:rPr>
          <w:rFonts w:ascii="PT Astra Serif" w:hAnsi="PT Astra Serif"/>
          <w:sz w:val="28"/>
          <w:szCs w:val="28"/>
        </w:rPr>
        <w:t>т) в строке «Мероприятия, связанные с предотвращением влияния ухудшения геополитической и экономической ситуации» (ЦС 14 0 00 00000) цифры «40346,8» заменить цифрами «90346,8»;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у) в строке «</w:t>
      </w:r>
      <w:r w:rsidRPr="00B1004D">
        <w:rPr>
          <w:rFonts w:ascii="PT Astra Serif" w:hAnsi="PT Astra Serif"/>
          <w:sz w:val="28"/>
          <w:szCs w:val="28"/>
        </w:rPr>
        <w:t>Предоставление единовременной выплаты отдельным категориям граждан Российской Федерации, заключившим контракт о прохождении военной службы</w:t>
      </w:r>
      <w:r>
        <w:rPr>
          <w:rFonts w:ascii="PT Astra Serif" w:hAnsi="PT Astra Serif"/>
          <w:sz w:val="28"/>
          <w:szCs w:val="28"/>
        </w:rPr>
        <w:t xml:space="preserve">» (ЦС 14 0 00 </w:t>
      </w:r>
      <w:r>
        <w:rPr>
          <w:rFonts w:ascii="PT Astra Serif" w:hAnsi="PT Astra Serif"/>
          <w:sz w:val="28"/>
          <w:szCs w:val="28"/>
          <w:lang w:val="en-US"/>
        </w:rPr>
        <w:t>V</w:t>
      </w:r>
      <w:r w:rsidRPr="00B1004D">
        <w:rPr>
          <w:rFonts w:ascii="PT Astra Serif" w:hAnsi="PT Astra Serif"/>
          <w:sz w:val="28"/>
          <w:szCs w:val="28"/>
        </w:rPr>
        <w:t>0010</w:t>
      </w:r>
      <w:r>
        <w:rPr>
          <w:rFonts w:ascii="PT Astra Serif" w:hAnsi="PT Astra Serif"/>
          <w:sz w:val="28"/>
          <w:szCs w:val="28"/>
        </w:rPr>
        <w:t>) цифры «40000,0» заменить цифрами «</w:t>
      </w:r>
      <w:r w:rsidRPr="00B1004D">
        <w:rPr>
          <w:rFonts w:ascii="PT Astra Serif" w:hAnsi="PT Astra Serif"/>
          <w:sz w:val="28"/>
          <w:szCs w:val="28"/>
        </w:rPr>
        <w:t>9000</w:t>
      </w:r>
      <w:r>
        <w:rPr>
          <w:rFonts w:ascii="PT Astra Serif" w:hAnsi="PT Astra Serif"/>
          <w:sz w:val="28"/>
          <w:szCs w:val="28"/>
        </w:rPr>
        <w:t>0,0»;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ф) в строке «</w:t>
      </w:r>
      <w:r w:rsidRPr="00B1004D">
        <w:rPr>
          <w:rFonts w:ascii="PT Astra Serif" w:hAnsi="PT Astra Serif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B1004D">
        <w:rPr>
          <w:rFonts w:ascii="PT Astra Serif" w:hAnsi="PT Astra Serif"/>
          <w:sz w:val="28"/>
          <w:szCs w:val="28"/>
        </w:rPr>
        <w:t xml:space="preserve">14 0 00 </w:t>
      </w:r>
      <w:r>
        <w:rPr>
          <w:rFonts w:ascii="PT Astra Serif" w:hAnsi="PT Astra Serif"/>
          <w:sz w:val="28"/>
          <w:szCs w:val="28"/>
          <w:lang w:val="en-US"/>
        </w:rPr>
        <w:t>V</w:t>
      </w:r>
      <w:r w:rsidRPr="00B1004D">
        <w:rPr>
          <w:rFonts w:ascii="PT Astra Serif" w:hAnsi="PT Astra Serif"/>
          <w:sz w:val="28"/>
          <w:szCs w:val="28"/>
        </w:rPr>
        <w:t xml:space="preserve">0010 </w:t>
      </w:r>
      <w:r>
        <w:rPr>
          <w:rFonts w:ascii="PT Astra Serif" w:hAnsi="PT Astra Serif"/>
          <w:sz w:val="28"/>
          <w:szCs w:val="28"/>
        </w:rPr>
        <w:t xml:space="preserve">ВР </w:t>
      </w:r>
      <w:r w:rsidRPr="00B1004D">
        <w:rPr>
          <w:rFonts w:ascii="PT Astra Serif" w:hAnsi="PT Astra Serif"/>
          <w:sz w:val="28"/>
          <w:szCs w:val="28"/>
        </w:rPr>
        <w:t>300</w:t>
      </w:r>
      <w:r>
        <w:rPr>
          <w:rFonts w:ascii="PT Astra Serif" w:hAnsi="PT Astra Serif"/>
          <w:sz w:val="28"/>
          <w:szCs w:val="28"/>
        </w:rPr>
        <w:t>) цифры «40000,0» заменить цифрами «90000,0»;</w:t>
      </w:r>
    </w:p>
    <w:p w:rsidR="00115DB9" w:rsidRPr="006525B0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566D8">
        <w:rPr>
          <w:rFonts w:ascii="PT Astra Serif" w:hAnsi="PT Astra Serif"/>
          <w:sz w:val="28"/>
          <w:szCs w:val="28"/>
        </w:rPr>
        <w:t>х) в строке «</w:t>
      </w:r>
      <w:r w:rsidRPr="006566D8">
        <w:rPr>
          <w:rFonts w:ascii="PT Astra Serif" w:hAnsi="PT Astra Serif"/>
          <w:bCs/>
          <w:color w:val="000000"/>
          <w:spacing w:val="-4"/>
          <w:sz w:val="28"/>
          <w:szCs w:val="28"/>
        </w:rPr>
        <w:t>Государственная программа Ульяновской области «Содействие</w:t>
      </w:r>
      <w:r w:rsidRPr="006525B0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занятости населения и развитие трудовых ресурсов в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6525B0">
        <w:rPr>
          <w:rFonts w:ascii="PT Astra Serif" w:hAnsi="PT Astra Serif"/>
          <w:sz w:val="28"/>
          <w:szCs w:val="28"/>
        </w:rPr>
        <w:t xml:space="preserve"> (ЦС 77 0 00 00000) цифры </w:t>
      </w:r>
      <w:r>
        <w:rPr>
          <w:rFonts w:ascii="PT Astra Serif" w:hAnsi="PT Astra Serif"/>
          <w:sz w:val="28"/>
          <w:szCs w:val="28"/>
        </w:rPr>
        <w:t>«</w:t>
      </w:r>
      <w:r w:rsidRPr="006525B0">
        <w:rPr>
          <w:rFonts w:ascii="PT Astra Serif" w:hAnsi="PT Astra Serif"/>
          <w:bCs/>
          <w:color w:val="000000"/>
          <w:sz w:val="28"/>
          <w:szCs w:val="28"/>
        </w:rPr>
        <w:t>1206463,56253</w:t>
      </w:r>
      <w:r>
        <w:rPr>
          <w:rFonts w:ascii="PT Astra Serif" w:hAnsi="PT Astra Serif"/>
          <w:sz w:val="28"/>
          <w:szCs w:val="28"/>
        </w:rPr>
        <w:t>»</w:t>
      </w:r>
      <w:r w:rsidRPr="006525B0">
        <w:rPr>
          <w:rFonts w:ascii="PT Astra Serif" w:hAnsi="PT Astra Serif"/>
          <w:sz w:val="28"/>
          <w:szCs w:val="28"/>
        </w:rPr>
        <w:t xml:space="preserve"> заменить цифрами </w:t>
      </w:r>
      <w:r>
        <w:rPr>
          <w:rFonts w:ascii="PT Astra Serif" w:hAnsi="PT Astra Serif"/>
          <w:sz w:val="28"/>
          <w:szCs w:val="28"/>
        </w:rPr>
        <w:t>«</w:t>
      </w:r>
      <w:r w:rsidRPr="006525B0">
        <w:rPr>
          <w:rFonts w:ascii="PT Astra Serif" w:hAnsi="PT Astra Serif"/>
          <w:sz w:val="28"/>
          <w:szCs w:val="28"/>
        </w:rPr>
        <w:t>1206863,56253</w:t>
      </w:r>
      <w:r>
        <w:rPr>
          <w:rFonts w:ascii="PT Astra Serif" w:hAnsi="PT Astra Serif"/>
          <w:sz w:val="28"/>
          <w:szCs w:val="28"/>
        </w:rPr>
        <w:t>»</w:t>
      </w:r>
      <w:r w:rsidRPr="006525B0">
        <w:rPr>
          <w:rFonts w:ascii="PT Astra Serif" w:hAnsi="PT Astra Serif"/>
          <w:sz w:val="28"/>
          <w:szCs w:val="28"/>
        </w:rPr>
        <w:t>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ц)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Мероприятия по обеспечению реализации прав граждан на труд и социальную защиту от безработицы,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а также создание благоприятных условий для обеспечения занятости населения</w:t>
      </w:r>
      <w:r>
        <w:rPr>
          <w:rFonts w:ascii="PT Astra Serif" w:hAnsi="PT Astra Serif"/>
          <w:sz w:val="28"/>
          <w:szCs w:val="28"/>
        </w:rPr>
        <w:t>» (ЦС 77 1 01 15010)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13180,3241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F722A">
        <w:rPr>
          <w:rFonts w:ascii="PT Astra Serif" w:hAnsi="PT Astra Serif"/>
          <w:sz w:val="28"/>
          <w:szCs w:val="28"/>
        </w:rPr>
        <w:t>13115,3241</w:t>
      </w:r>
      <w:r>
        <w:rPr>
          <w:rFonts w:ascii="PT Astra Serif" w:hAnsi="PT Astra Serif"/>
          <w:sz w:val="28"/>
          <w:szCs w:val="28"/>
        </w:rPr>
        <w:t>»;</w:t>
      </w:r>
    </w:p>
    <w:p w:rsidR="00115DB9" w:rsidRPr="007E4591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ч) </w:t>
      </w:r>
      <w:r w:rsidRPr="007E4591">
        <w:rPr>
          <w:rFonts w:ascii="PT Astra Serif" w:hAnsi="PT Astra Serif"/>
          <w:sz w:val="28"/>
          <w:szCs w:val="28"/>
        </w:rPr>
        <w:t xml:space="preserve">в строке </w:t>
      </w:r>
      <w:r>
        <w:rPr>
          <w:rFonts w:ascii="PT Astra Serif" w:hAnsi="PT Astra Serif"/>
          <w:sz w:val="28"/>
          <w:szCs w:val="28"/>
        </w:rPr>
        <w:t>«</w:t>
      </w:r>
      <w:r w:rsidRPr="007E4591">
        <w:rPr>
          <w:rFonts w:ascii="PT Astra Serif" w:hAnsi="PT Astra Serif"/>
          <w:bCs/>
          <w:color w:val="000000"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rFonts w:ascii="PT Astra Serif" w:hAnsi="PT Astra Serif"/>
          <w:sz w:val="28"/>
          <w:szCs w:val="28"/>
        </w:rPr>
        <w:t>»</w:t>
      </w:r>
      <w:r w:rsidRPr="007E459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7E4591">
        <w:rPr>
          <w:rFonts w:ascii="PT Astra Serif" w:hAnsi="PT Astra Serif"/>
          <w:sz w:val="28"/>
          <w:szCs w:val="28"/>
        </w:rPr>
        <w:t xml:space="preserve">(ЦС 77 1 01 15010 ВР 200) цифры </w:t>
      </w:r>
      <w:r>
        <w:rPr>
          <w:rFonts w:ascii="PT Astra Serif" w:hAnsi="PT Astra Serif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10913,558</w:t>
      </w:r>
      <w:r>
        <w:rPr>
          <w:rFonts w:ascii="PT Astra Serif" w:hAnsi="PT Astra Serif"/>
          <w:sz w:val="28"/>
          <w:szCs w:val="28"/>
        </w:rPr>
        <w:t>»</w:t>
      </w:r>
      <w:r w:rsidRPr="007E4591">
        <w:rPr>
          <w:rFonts w:ascii="PT Astra Serif" w:hAnsi="PT Astra Serif"/>
          <w:sz w:val="28"/>
          <w:szCs w:val="28"/>
        </w:rPr>
        <w:t xml:space="preserve"> заменить цифрами </w:t>
      </w:r>
      <w:r>
        <w:rPr>
          <w:rFonts w:ascii="PT Astra Serif" w:hAnsi="PT Astra Serif"/>
          <w:sz w:val="28"/>
          <w:szCs w:val="28"/>
        </w:rPr>
        <w:t>«</w:t>
      </w:r>
      <w:r w:rsidRPr="007E4591">
        <w:rPr>
          <w:rFonts w:ascii="PT Astra Serif" w:hAnsi="PT Astra Serif"/>
          <w:sz w:val="28"/>
          <w:szCs w:val="28"/>
        </w:rPr>
        <w:t>10848,558</w:t>
      </w:r>
      <w:r>
        <w:rPr>
          <w:rFonts w:ascii="PT Astra Serif" w:hAnsi="PT Astra Serif"/>
          <w:sz w:val="28"/>
          <w:szCs w:val="28"/>
        </w:rPr>
        <w:t>»</w:t>
      </w:r>
      <w:r w:rsidRPr="007E4591">
        <w:rPr>
          <w:rFonts w:ascii="PT Astra Serif" w:hAnsi="PT Astra Serif"/>
          <w:sz w:val="28"/>
          <w:szCs w:val="28"/>
        </w:rPr>
        <w:t>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ш)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Реализация Закона Ульяновской области от 2 октября 2020 года № 103-ЗО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 правовом регулировании отдельных вопросов статуса молодых специалистов в Ульяновской области</w:t>
      </w:r>
      <w:r>
        <w:rPr>
          <w:rFonts w:ascii="PT Astra Serif" w:hAnsi="PT Astra Serif"/>
          <w:sz w:val="28"/>
          <w:szCs w:val="28"/>
        </w:rPr>
        <w:t>» (ЦС 77 1 01 80050)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130,0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F722A">
        <w:rPr>
          <w:rFonts w:ascii="PT Astra Serif" w:hAnsi="PT Astra Serif"/>
          <w:sz w:val="28"/>
          <w:szCs w:val="28"/>
        </w:rPr>
        <w:t>195</w:t>
      </w:r>
      <w:r>
        <w:rPr>
          <w:rFonts w:ascii="PT Astra Serif" w:hAnsi="PT Astra Serif"/>
          <w:sz w:val="28"/>
          <w:szCs w:val="28"/>
        </w:rPr>
        <w:t>,0»;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щ)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77 1 01 80050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130,0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>заменить цифрами «</w:t>
      </w:r>
      <w:r w:rsidRPr="000F722A">
        <w:rPr>
          <w:rFonts w:ascii="PT Astra Serif" w:hAnsi="PT Astra Serif"/>
          <w:sz w:val="28"/>
          <w:szCs w:val="28"/>
        </w:rPr>
        <w:t>195</w:t>
      </w:r>
      <w:r>
        <w:rPr>
          <w:rFonts w:ascii="PT Astra Serif" w:hAnsi="PT Astra Serif"/>
          <w:sz w:val="28"/>
          <w:szCs w:val="28"/>
        </w:rPr>
        <w:t>,0»;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ы)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Подпрограмма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Обеспечение реализации государственной программы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государственной программы Ульяновской области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Содействие занятости населения и развитие трудовых ресурсов в Ульяновской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(ЦС 77 3 00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216776,16253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F722A">
        <w:rPr>
          <w:rFonts w:ascii="PT Astra Serif" w:hAnsi="PT Astra Serif"/>
          <w:sz w:val="28"/>
          <w:szCs w:val="28"/>
        </w:rPr>
        <w:t>217176,16253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э)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Обеспечение деятельности государственного заказчика и соисполнителей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государственной программы</w:t>
      </w:r>
      <w:r>
        <w:rPr>
          <w:rFonts w:ascii="PT Astra Serif" w:hAnsi="PT Astra Serif"/>
          <w:sz w:val="28"/>
          <w:szCs w:val="28"/>
        </w:rPr>
        <w:t>» (ЦС 77 3 01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216776,16253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F722A">
        <w:rPr>
          <w:rFonts w:ascii="PT Astra Serif" w:hAnsi="PT Astra Serif"/>
          <w:sz w:val="28"/>
          <w:szCs w:val="28"/>
        </w:rPr>
        <w:t>217176,16253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ю)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rFonts w:ascii="PT Astra Serif" w:hAnsi="PT Astra Serif"/>
          <w:sz w:val="28"/>
          <w:szCs w:val="28"/>
        </w:rPr>
        <w:t>» (ЦС 77 3 01 80010)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25902,7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F722A">
        <w:rPr>
          <w:rFonts w:ascii="PT Astra Serif" w:hAnsi="PT Astra Serif"/>
          <w:sz w:val="28"/>
          <w:szCs w:val="28"/>
        </w:rPr>
        <w:t>26302,7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 w:rsidR="00BC4605"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 w:rsidR="00BC4605"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>» (ЦС 77 3 01 80010 ВР 100)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25259,7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F722A">
        <w:rPr>
          <w:rFonts w:ascii="PT Astra Serif" w:hAnsi="PT Astra Serif"/>
          <w:sz w:val="28"/>
          <w:szCs w:val="28"/>
        </w:rPr>
        <w:t>25659,7</w:t>
      </w:r>
      <w:r>
        <w:rPr>
          <w:rFonts w:ascii="PT Astra Serif" w:hAnsi="PT Astra Serif"/>
          <w:sz w:val="28"/>
          <w:szCs w:val="28"/>
        </w:rPr>
        <w:t>»;</w:t>
      </w:r>
    </w:p>
    <w:p w:rsidR="00115DB9" w:rsidRDefault="00115DB9" w:rsidP="00115DB9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rFonts w:ascii="PT Astra Serif" w:hAnsi="PT Astra Serif"/>
          <w:color w:val="000000"/>
          <w:szCs w:val="28"/>
        </w:rPr>
      </w:pPr>
      <w:r w:rsidRPr="00900CB0">
        <w:rPr>
          <w:rFonts w:ascii="PT Astra Serif" w:hAnsi="PT Astra Serif"/>
          <w:szCs w:val="28"/>
        </w:rPr>
        <w:t>я</w:t>
      </w:r>
      <w:r w:rsidRPr="00900CB0">
        <w:rPr>
          <w:rFonts w:ascii="PT Astra Serif" w:hAnsi="PT Astra Serif"/>
          <w:szCs w:val="28"/>
          <w:vertAlign w:val="superscript"/>
        </w:rPr>
        <w:t>1</w:t>
      </w:r>
      <w:r w:rsidRPr="00900CB0">
        <w:rPr>
          <w:rFonts w:ascii="PT Astra Serif" w:hAnsi="PT Astra Serif"/>
          <w:szCs w:val="28"/>
        </w:rPr>
        <w:t>) целевую статью «Государственная программа Ульяновской области</w:t>
      </w:r>
      <w:r w:rsidRPr="00F81110">
        <w:rPr>
          <w:rFonts w:ascii="PT Astra Serif" w:hAnsi="PT Astra Serif"/>
          <w:szCs w:val="28"/>
        </w:rPr>
        <w:t xml:space="preserve"> </w:t>
      </w:r>
      <w:r>
        <w:rPr>
          <w:rFonts w:ascii="PT Astra Serif" w:hAnsi="PT Astra Serif"/>
          <w:szCs w:val="28"/>
        </w:rPr>
        <w:t>«</w:t>
      </w:r>
      <w:r w:rsidRPr="00F81110">
        <w:rPr>
          <w:rFonts w:ascii="PT Astra Serif" w:hAnsi="PT Astra Serif"/>
          <w:szCs w:val="28"/>
        </w:rPr>
        <w:t>Развитие и модернизация об</w:t>
      </w:r>
      <w:r>
        <w:rPr>
          <w:rFonts w:ascii="PT Astra Serif" w:hAnsi="PT Astra Serif"/>
          <w:szCs w:val="28"/>
        </w:rPr>
        <w:t xml:space="preserve">разования </w:t>
      </w:r>
      <w:r>
        <w:rPr>
          <w:rFonts w:ascii="PT Astra Serif" w:hAnsi="PT Astra Serif"/>
          <w:szCs w:val="28"/>
        </w:rPr>
        <w:br/>
        <w:t xml:space="preserve">в Ульяновской области» (ЦС 79 0 00 00000) </w:t>
      </w:r>
      <w:r w:rsidRPr="007B3A4B">
        <w:rPr>
          <w:rFonts w:ascii="PT Astra Serif" w:hAnsi="PT Astra Serif"/>
          <w:szCs w:val="28"/>
        </w:rPr>
        <w:t>изложить в следующей редакции:</w:t>
      </w:r>
    </w:p>
    <w:tbl>
      <w:tblPr>
        <w:tblW w:w="14809" w:type="dxa"/>
        <w:tblInd w:w="99" w:type="dxa"/>
        <w:tblLayout w:type="fixed"/>
        <w:tblLook w:val="04A0"/>
      </w:tblPr>
      <w:tblGrid>
        <w:gridCol w:w="5809"/>
        <w:gridCol w:w="2000"/>
        <w:gridCol w:w="700"/>
        <w:gridCol w:w="2100"/>
        <w:gridCol w:w="2100"/>
        <w:gridCol w:w="2100"/>
      </w:tblGrid>
      <w:tr w:rsidR="007B3A4B" w:rsidRPr="00C62746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C62746" w:rsidRDefault="00153CFB" w:rsidP="00184BB3">
            <w:pPr>
              <w:spacing w:line="247" w:lineRule="auto"/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="00F81110"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«</w:t>
            </w:r>
            <w:r w:rsidR="00F81110"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Развитие и модернизация образ</w:t>
            </w:r>
            <w:r w:rsidR="00F81110"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о</w:t>
            </w:r>
            <w:r w:rsidR="00F81110"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вания в Ульяновской области</w:t>
            </w: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C62746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79 0 00 00000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C62746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C62746" w:rsidRDefault="00F81110" w:rsidP="00184BB3">
            <w:pPr>
              <w:spacing w:line="247" w:lineRule="auto"/>
              <w:ind w:hanging="108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18060864,91361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C62746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15360196</w:t>
            </w:r>
            <w:r w:rsidR="00D042C5"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C62746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14978095</w:t>
            </w:r>
            <w:r w:rsidR="00D042C5" w:rsidRPr="00C6274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47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общего образования детей в Ульяновской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программы Ульяновской области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тие и модернизация образования в Ульяно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79 1 00 00000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13796807,94893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12684483,14793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12474895,65777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47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Внедрение фед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ральных государственных стандартов начал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общего, основного общего и среднего общего образования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7185222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7194031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7317984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47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частным общеобразов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тельным организациям, связанных с осущес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влением образовательной деятельности по 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имеющим государственную аккредитацию основным общеобразовательным программам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79 1 01 18020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47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79 1 01 18020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5909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никам государственных и муниципальных общеобразовательных организаций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550902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550902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552855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учреждениями, органами управления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24920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26873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513717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513717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513717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79 1 01 53030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12264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12264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12264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государственных гарантий реализации прав на получение общедоступного и 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платного дошкольного, начального общего, основного общего, среднего общего образ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вания, а также обеспечением дополнительн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образования в муниципальных общеобр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6620766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6641459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6763459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6620766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6641459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6763459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осущест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ежемесячной доплаты за наличие уч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ё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щим) в указанных общеобразовательных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 штатные должности, предусмо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ренные квалификационными справочниками или профессиональными стандартами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577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осущест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обучающимся 10-х (11-х) и 11-х (12-х) классов муниципальных общеобразовател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организаций ежемесячных денежных 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79 1 01 71170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7067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 для обучения детей с ограниченными во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можностями здоровья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79 1 02 00000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предоста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бесплатно специальных учебников и учебных пособий, иной учебной литературы, а также услуг сурдопереводчиков и тифл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сурдопереводчиков при получении обуча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щимися с ограниченными возможностями 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здоровья образования в муниципальных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организациях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79 1 02 71150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79 1 02 71150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8903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кадрового потенциала системы общего образования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36045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</w:t>
            </w:r>
            <w:r w:rsidR="00892510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25 сентября 2019 года № 109-ЗО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педагогических работников, осуществляющих педагогическую деятельность на территории Ульяновской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20025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79 1 03 18350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20025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,199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организ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 и обеспечением получения педагогич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скими работниками муниципальных образ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организаций не реже чем один раз в три года дополнительного профессионал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образования по профилю педагогической деятельности за счёт бюджетных ассигнов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ний областного бюджета Ульяновской обла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разв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тию начального общего, основного общего и среднего общего образования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755318,90145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545433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560741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Строительство образовательного комплекса со спортивной инфраструктурой и пансионом 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 р.п. Новоспасское муниципального образ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вания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Новоспасский район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79 1 04 18440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Капитальные вложения в объекты государс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79 1 04 18440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инфраструктуры общего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79 1 04 70620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на софинансирование ремонта, 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квидации аварийной ситуации в зданиях м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ниципальных общеобразовательных орган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заций, благоустройства территории, приобр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тения оборудования для указанных организ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55895,30145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79 1 04 70920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55895,30145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на софинансирование расходных обязательств, связанных с реализацией мер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приятий по обеспечению антитеррористич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защищённости муниципальных образ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вательных организаций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79 1 04 70980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компенсацию родителям или иным законным представителям обучающи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ся затрат, связанных с обеспечением получ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начального общего, основного общего или среднего общего образования в форме семейного образования на территории Уль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79 1 04 71330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7962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79 1 04 71330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7962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грантов в форме субсидий из областного бюджета Ульяновской области 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образовательным организациям высшего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разования, находящимся на территории Уль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в целях финансового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печения их затрат, связанных с реализацией пилотного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Коллаборативное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странство по реализации дополнительных общеразвивающих программ и организации непрерывного образования педагогических работников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79 1 04 71410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79 1 04 71410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дотации в целях компенсации расходов учредителя муниципальной образовательной организации, реализующей основные общ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образовательные программы, на организацию бесплатной перевозки обучающихся в данной образовательной организации и прожива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на территории иного муниципального района (городского округа) Ульяновской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79 1 04 72180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79 1 04 72180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образовательных организациях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558993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543283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558541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9887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,475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531023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516184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531359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04 R3040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18082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17646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17628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разв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тию дошкольного образования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4165923,00011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4112712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4190281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индивидуальным пре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принимателям и организациям, осущест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ляющим образовательную деятельность по основным общеобразовательным программам (за исключением государственных и муниц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пальных учреждений)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17995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79 1 05 18260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17995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,5054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на софинансирование развития си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темы дошкольного образования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78006,65784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79 1 05 70930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78006,65784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нием государственных гарантий реализации прав на получение общедоступного и 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платного дошкольного образования в мун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ципальных дошкольных образовательных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3730852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4022812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4100381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3730852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4022812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4100381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осущест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разования, имеющим статус молодых специ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листов (за исключением педагогических 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ботников, работающих и проживающих в сельских населённых пунктах, рабочих посё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ках (посёлках городского типа) Ульяновской области)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79 1 05 71210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5386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79 1 05 71210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5386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предоста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лением родителям (законным представит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лям) детей, посещающих муниципальные и частные образовательные организации, реал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зующие образовательную программу дошк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льного образования, компенсации части вн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333682,03687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79 1 05 71220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333682,03687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Модернизация образов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тельного пространства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412720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412720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,717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152295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07 R7500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260424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,787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инфр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структура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лей, показателей и результатов федерального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Информационная инфраструктура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D2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346629,69179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Формирование ИТ-инфраструктуры в гос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дарственных (муниципальных) образовател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ных организациях, реализующих программы общего образования, в соответствии с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утве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ждённым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стандартом для обеспечения в п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мещениях безопасного доступа к государс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венным, муниципальным и иным информац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онным системам, а также к сети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Интернет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346629,69179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D2 51170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77641,64948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346629,69179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Современная школа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правленного на достижение целей, показат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лей и результатов федерального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временная школа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ind w:hanging="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1028922,48118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750514,32345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55108,86598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в целях оказания у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луг психолого-педагогической, методической и консультативной помощи родителям (з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конным представителям) детей, а также гра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ж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18420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18420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C4605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естественнонаучной и технологической направленностей в общео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разовательных организациях, расположенных в сельской местности и малых городах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E1 51690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96827,80515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95678,86598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C4605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51690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96827,80515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95678,86598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детских технопарков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Кванториум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21444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,1134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21108,86598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51730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21444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21357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,1134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21108,86598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тельную деятельность исключительно по адаптированным основным общеобразов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тельным программам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43439,58763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22338,96907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51870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43439,58763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22338,96907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выплат учителям, прибывшим (п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реехавшим) на работу в сельские населённые пункты, либо рабочие посёлки, либо посёлки городского типа, либо города с населением до 50 тысяч человек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52560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деральной системы научно-методического 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провождения педагогических работников и управленческих кадров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54810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92B1D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E1 54810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11961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,901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92B1D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628601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,8256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606139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92B1D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государс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420665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,5256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92B1D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606139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92B1D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207936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92B1D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новых мест в общеобразовательных организациях за счёт средств резервного фо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да Правительства Российской Федерации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225259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B92B1D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государс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E1 5520F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225259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B92B1D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Патриотическое воспит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ние граждан Российской Федерации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Патри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тическое воспитание граждан Российской Ф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дерации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EB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30070,61856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оснащения государственных и муниципальных общеобразовательных орг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низаций, в том числе структурных подразд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лений указанных организаций,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ными символами Российской Федерации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EB 57860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30070,61856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EB 57860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30070,61856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Содействие занятости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1 P2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173681,40593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Создание дополнительных мест для детей в возрасте от 1,5 до 3 лет в образовательных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ганизациях, осуществляющих образовател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деятельность по образовательным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граммам дошкольного образования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P2 52320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P2 52320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62800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ганизациях, осуществляющих образовател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ную деятельность по образовательным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граммам дошкольного образования, за счёт средств резервного фонда Правительства Ро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P2 5232F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109030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P2 5232F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109030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,375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 в организациях, осуществляющих образ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вательную деятельность (за исключением г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сударственных, муниципальных), и у индив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дуальных предпринимателей, осуществля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ю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щих образовательную деятельность по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зовательным программам дошкольного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зования, в том числе адаптированным, и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смотр и уход за детьми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P2 52530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1851,03093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1 P2 52530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1851,03093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среднего профе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сионального образования и профессиональн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 обучения в Ульяновской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ственной программы Ульяновской области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модернизация образования в Ульяновской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79 2 00 00000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ind w:lef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296188,35984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ind w:left="-108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130831,08067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139469,39742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образов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программ среднего профессионал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ного образования и основных программ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фессионального обучения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89178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,8753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71569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74841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79 2 01 18290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11499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,9753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Оказание государственной поддержки разв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образовательно-производственных це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тров (кластеров) на основе интеграции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 среднего профессионального образ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вания, и организаций, действующих в реал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 секторе экономики, в рамках федеральн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Профессионалитет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79 2 01 18410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23745,80662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79 2 01 18410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1254,19338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гическим работникам государственных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зовательных организаций, реализующих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зовательные программы среднего професси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нального образования, в том числе программы профессионального обучения для лиц с огр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ниченными возможностями здоровья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79 2 01 53630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52678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53772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54293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79 2 01 53630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52678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53772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54293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Мероприятия государственной программы Российской Федерации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Доступная среда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19547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01 R0270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16796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,625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19547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Молодые профессионалы (Повышение конкурентоспособности профе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сионального образования)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, направленного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Молодые професси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налы (Повышение конкурентоспособности профессионального образования)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207009,48454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64628,24742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Создание и обеспечение функционирования 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центров опережающей профессиональной подготовки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2 E6 51770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22288,86598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51770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22288,86598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(обновление) материально-технической базы образовательных организ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ций, реализующих программы среднего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фессионального образования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197009,48454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42339,38144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71371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2 E6 53590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125637,66454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59261,85567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42339,38144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дополнительного образования детей и реализация мероприятий молодёжной политики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79 4 00 00000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333467,43885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88928,80824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65872,59176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разв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тия молодёжной политики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31794,26111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8714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Проведение мероприятий для детей и мол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дёжи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19535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84BB3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79 4 02 18060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9866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84BB3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79 4 02 18060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8319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Реализация мероприятий для создания усл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вий успешной социализации и эффективной самореализации молодёжи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4551,23711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6714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6714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учреждениями, органами управления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600,23711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966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951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2748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субсидии Ульяновской обл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стной организации Общероссийской общес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венной организации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Российский Союз М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лодёжи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 целях финансового обеспечения затрат в связи с оказанием содействия в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ширении масштабов работы с молодёжью на территории Ульяновской области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79 4 02 18190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4708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из областного бюджета Ульяно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 автономной некоммерческой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ганизации по развитию добровольчества и благотворительности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Счастливый регион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в целях создания в Ульяновской области усл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вий для решения социальных проблем нас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ления с помощью развития благотворительн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сти, добровольчества, разработки и внедрения качественных социальных проектов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79 4 02 18500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79 4 02 18500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потенциала талантливых молодых людей, в том числе я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ляющихся молодыми специалистами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55664,72955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Стипендии, предоставляемые талантливым и одарённым обучающимся, педагогическим и научным работникам образовательных орг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низаций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28797,03955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79 4 03 18140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28797,03955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реализац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ей Закона Ульяновской области от 2 октября 2020 года № 103-ЗО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вании отдельных вопросов статуса молодых специалистов в Ульяновской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79 4 03 71230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23299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</w:t>
            </w:r>
            <w:r w:rsidR="00C627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ноября 2011 года № 180-ЗО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некот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рых мерах по улучшению демографической ситуации в Ульяновской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79 4 03 80020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79 4 03 80020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Реализация Закона Ульяновской области </w:t>
            </w:r>
            <w:r w:rsidR="00C6274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от 2 октября 2020 года № 103-ЗО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 правовом регулировании отдельных вопросов статуса молодых специалистов в Ульяновской обла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2714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79 4 03 80050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2714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Реализация Закона Ульяновской области от 07.08.2020 № 73-ЗО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установлении допо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нительных мер социальной поддержки вое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нослужащих, проходящих военную службу по призыву, членов их семей и граждан, уволе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с военной службы по призыву, организ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ционных гарантий реализации их прав и св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бод и о внесении изменений в отдельные 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конодательные акты Ульяновской области в целях создания условий для повышения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стижа и привлекательности военной службы по призыву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FA77F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79 4 03 80380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601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FA77F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условий, обеспечивающих доступность дополнител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ных общеобразовательных программ естес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венно-научной и технической направленности для обучающихся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62296,26134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FA77FB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грантов в форме субсидий из областного бюджета Ульяновской области образовательным организациям высшего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разования, находящимся на территории Уль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области, в целях финансового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их затрат, связанных с обеспечением функционирования ключевого центра допо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нительного образования детей, реализующего дополнительные общеобразовательные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79 4 04 18370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FA77FB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8500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автономной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коммерческой организации дополнительного образования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Детский технопарк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Квантор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ум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21327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21327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Предоставление автономной некоммерческой организации дополнительного образования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Агентство технологического развития Уль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субсидий в целях финанс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вого обеспечения затрат, связанных с осущ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ствлением деятельности центра цифрового образования детей на территории Ульяно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32468,96134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45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79 4 04 18390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32468,96134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45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Успех каждого ребёнка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Успех каждого ребёнка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E2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176773,42396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68862,60824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45806,39176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Создание в общеобразовательных организ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циях, расположенных в сельской местности и малых городах, условий для занятий физич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культурой и спортом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22981,77448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9726,90722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2446,96598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50970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20534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,8085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8609,38144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9726,90722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центров выявления и поддержки одарённых детей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30369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Капитальные вложения в объекты государс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51890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30369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новых мест в образовательных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53791,64948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29884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36079,48454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E2 54910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53791,64948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29884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,2268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36079,48454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Социальная активность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телей и результатов федерального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Социальная активность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E8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6938,76289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Субсидии на реализацию практик поддержки добровольчества (волонтёрства) по итогам проведения ежегодного Всероссийского ко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курса лучших региональных практик по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держки и развития добровольчества (воло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тёрства)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Регион добрых дел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4 E8 54120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6938,76289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4 E8 54120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6938,76289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отдыха, озд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ровления детей и работников бюджетной сф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ры в Ульяновской области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79 6 00 00000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387539,52822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печение отдыха и оздоровления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387539,52822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Организация и обеспечение отдыха и озд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ровления детей в организациях отдыха детей и их оздоровления, за исключением лиц из числа детей-сирот и детей, оставшихся без попечения родителей, детей, находящихся в трудной жизненной ситуации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169539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,8511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503A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79 6 01 18180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169539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,8511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503A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Субвенции на финансовое обеспечение ра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ходных обязательств, связанных с организ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цией и обеспечением оздоровления детей и обеспечением отдыха детей, обучающихся в общеобразовательных организациях, в том числе детей, находящихся в трудной жизне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ной ситуации, и детей из многодетных семей, в лагерях, организованных образовательными 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организациями, осуществляющими организ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цию отдыха и оздоровления обучающихся в каникулярное время (с дневным пребыван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ем), детских лагерях труда и отдыха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79 6 01 71180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79903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503A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79 6 01 71180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79903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503A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Мероприятия по проведению оздоровител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ь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ной кампании детей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138095,87712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503A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учреждениями, органами управления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3112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503A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134904,17712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1503A9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79 6 01 80170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1503A9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Обеспечение реализации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программы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Развитие и модернизация образования в Ульяновской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ласти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79 7 00 00000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3246861,63777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2452853,06316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2294758,05305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я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тельности государственного заказчика и 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исполнителей государственной программы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3125928,58252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2267087,17553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2163988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,1283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Лицензирование и аккредитация образов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2232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1478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2609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ми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учреждениями, органами управления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79 7 01 18150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1345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2476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79 7 01 18150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учреждений, находящихся в ведении Мин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просвещения и воспитания Ульяно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3029686,48252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2175540,07553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2071310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,0283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учреждениями, органами управления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543523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522423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525369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146922,79102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1093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142258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2144892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,7476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1600214,27553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1493038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,3283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339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,8439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50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никам государственных образовательных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ганизаций среднего профессионального обр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79 7 01 18201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50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79 7 01 18201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51750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Обеспечение деятельности государственных учреждений, находящихся в ведении Мин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стерства молодёжного развития Ульяновской области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25265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25265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,082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,761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27650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,761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Независимая оценка качества образования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79 7 01 18270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68715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,018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62418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62418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,339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учреждениями, органами управления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68337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,218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62040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62040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,539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79 7 01 80010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377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,8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E0304">
            <w:pPr>
              <w:spacing w:line="238" w:lineRule="auto"/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реданных органам государственной власти субъектов Российской Федерации в соотве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ствии с частью 1 статьи 7 Федерального зак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 от 29 декабря 2012 года № 273-ФЗ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б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разовании в Российской Федерации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мочий Российской Федерации в сфере образ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вания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79 7 02 00000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8785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E0304">
            <w:pPr>
              <w:spacing w:line="238" w:lineRule="auto"/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Осуществление переданных органам госуда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ственной власти субъектов Российской Фед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рации в соответствии с частью 1 статьи 7 Ф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дерального закона от 29 декабря 2012 года 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№ 273-ФЗ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 образовании в Российской Ф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дерации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79 7 02 59900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8785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lastRenderedPageBreak/>
              <w:t>Расходы на выплаты персоналу в целях обе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казённ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ы</w:t>
            </w:r>
            <w:r w:rsidR="0043135E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ми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учреждениями, органами управления </w:t>
            </w:r>
            <w:proofErr w:type="spellStart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го</w:t>
            </w:r>
            <w:r w:rsidR="00991E8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-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сударственными</w:t>
            </w:r>
            <w:proofErr w:type="spellEnd"/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внебюджетными фондами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79 7 02 59900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8785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8936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9199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Реализация реги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нального проекта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 направленного на достижение целей, показателей и результатов федерального пр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екта 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«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Цифровая образовательная среда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00000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112147,15525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176829,58763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121570,82475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цифровой образовательной среды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88754,02062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156505,25773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100569,48454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52100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88754,02062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156505,25773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100569,48454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Создание центров цифрового образования д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тей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23393,13463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20324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,3299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21001,34021</w:t>
            </w:r>
          </w:p>
        </w:tc>
      </w:tr>
      <w:tr w:rsidR="007B3A4B" w:rsidRPr="007B3A4B" w:rsidTr="00C62746">
        <w:tc>
          <w:tcPr>
            <w:tcW w:w="5809" w:type="dxa"/>
            <w:shd w:val="clear" w:color="auto" w:fill="auto"/>
            <w:vAlign w:val="center"/>
            <w:hideMark/>
          </w:tcPr>
          <w:p w:rsidR="00F81110" w:rsidRPr="007B3A4B" w:rsidRDefault="00F81110" w:rsidP="00C62746">
            <w:pPr>
              <w:jc w:val="both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о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е</w:t>
            </w: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79 7 E4 52190</w:t>
            </w:r>
          </w:p>
        </w:tc>
        <w:tc>
          <w:tcPr>
            <w:tcW w:w="7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23393,13463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20324</w:t>
            </w:r>
            <w:r w:rsidR="00D042C5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,3299</w:t>
            </w:r>
          </w:p>
        </w:tc>
        <w:tc>
          <w:tcPr>
            <w:tcW w:w="2100" w:type="dxa"/>
            <w:shd w:val="clear" w:color="auto" w:fill="auto"/>
            <w:hideMark/>
          </w:tcPr>
          <w:p w:rsidR="00F81110" w:rsidRPr="007B3A4B" w:rsidRDefault="00F81110" w:rsidP="00C62746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21001,34021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 w:rsidR="007B3A4B" w:rsidRPr="007B3A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0B6FC8" w:rsidRDefault="000B6FC8" w:rsidP="000B6FC8">
      <w:pPr>
        <w:tabs>
          <w:tab w:val="left" w:pos="3819"/>
        </w:tabs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>) в строке «</w:t>
      </w:r>
      <w:r w:rsidRPr="000D7F39">
        <w:rPr>
          <w:rFonts w:ascii="PT Astra Serif" w:hAnsi="PT Astra Serif"/>
          <w:sz w:val="28"/>
          <w:szCs w:val="28"/>
        </w:rPr>
        <w:t xml:space="preserve">Государственная программа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0D7F39">
        <w:rPr>
          <w:rFonts w:ascii="PT Astra Serif" w:hAnsi="PT Astra Serif"/>
          <w:sz w:val="28"/>
          <w:szCs w:val="28"/>
        </w:rPr>
        <w:t>Социальная поддержка и защита населения на территории Ульяновской области</w:t>
      </w:r>
      <w:r>
        <w:rPr>
          <w:rFonts w:ascii="PT Astra Serif" w:hAnsi="PT Astra Serif"/>
          <w:sz w:val="28"/>
          <w:szCs w:val="28"/>
        </w:rPr>
        <w:t>» (ЦС 80 0 00 00000) цифры «</w:t>
      </w:r>
      <w:r w:rsidRPr="000D7F39">
        <w:rPr>
          <w:rFonts w:ascii="PT Astra Serif" w:hAnsi="PT Astra Serif"/>
          <w:sz w:val="28"/>
          <w:szCs w:val="28"/>
        </w:rPr>
        <w:t>17470544,44135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D7F39">
        <w:rPr>
          <w:rFonts w:ascii="PT Astra Serif" w:hAnsi="PT Astra Serif"/>
          <w:sz w:val="28"/>
          <w:szCs w:val="28"/>
        </w:rPr>
        <w:t>17620544,44135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3</w:t>
      </w:r>
      <w:r>
        <w:rPr>
          <w:rFonts w:ascii="PT Astra Serif" w:hAnsi="PT Astra Serif"/>
          <w:sz w:val="28"/>
          <w:szCs w:val="28"/>
        </w:rPr>
        <w:t>) в строке «</w:t>
      </w:r>
      <w:r w:rsidRPr="000D7F39">
        <w:rPr>
          <w:rFonts w:ascii="PT Astra Serif" w:hAnsi="PT Astra Serif"/>
          <w:sz w:val="28"/>
          <w:szCs w:val="28"/>
        </w:rPr>
        <w:t xml:space="preserve">Подпрограмма </w:t>
      </w:r>
      <w:r>
        <w:rPr>
          <w:rFonts w:ascii="PT Astra Serif" w:hAnsi="PT Astra Serif"/>
          <w:sz w:val="28"/>
          <w:szCs w:val="28"/>
        </w:rPr>
        <w:t>«</w:t>
      </w:r>
      <w:r w:rsidRPr="000D7F39">
        <w:rPr>
          <w:rFonts w:ascii="PT Astra Serif" w:hAnsi="PT Astra Serif"/>
          <w:sz w:val="28"/>
          <w:szCs w:val="28"/>
        </w:rPr>
        <w:t>Развитие мер социальной поддержки отдельных категорий граждан</w:t>
      </w:r>
      <w:r>
        <w:rPr>
          <w:rFonts w:ascii="PT Astra Serif" w:hAnsi="PT Astra Serif"/>
          <w:sz w:val="28"/>
          <w:szCs w:val="28"/>
        </w:rPr>
        <w:t>»</w:t>
      </w:r>
      <w:r w:rsidRPr="000D7F39">
        <w:rPr>
          <w:rFonts w:ascii="PT Astra Serif" w:hAnsi="PT Astra Serif"/>
          <w:sz w:val="28"/>
          <w:szCs w:val="28"/>
        </w:rPr>
        <w:t xml:space="preserve"> государстве</w:t>
      </w:r>
      <w:r w:rsidRPr="000D7F39">
        <w:rPr>
          <w:rFonts w:ascii="PT Astra Serif" w:hAnsi="PT Astra Serif"/>
          <w:sz w:val="28"/>
          <w:szCs w:val="28"/>
        </w:rPr>
        <w:t>н</w:t>
      </w:r>
      <w:r w:rsidRPr="000D7F39">
        <w:rPr>
          <w:rFonts w:ascii="PT Astra Serif" w:hAnsi="PT Astra Serif"/>
          <w:sz w:val="28"/>
          <w:szCs w:val="28"/>
        </w:rPr>
        <w:t xml:space="preserve">ной программы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0D7F39">
        <w:rPr>
          <w:rFonts w:ascii="PT Astra Serif" w:hAnsi="PT Astra Serif"/>
          <w:sz w:val="28"/>
          <w:szCs w:val="28"/>
        </w:rPr>
        <w:t>Социальная поддержка и защита населения на территории Ульяновской облас</w:t>
      </w:r>
      <w:r>
        <w:rPr>
          <w:rFonts w:ascii="PT Astra Serif" w:hAnsi="PT Astra Serif"/>
          <w:sz w:val="28"/>
          <w:szCs w:val="28"/>
        </w:rPr>
        <w:t>ти» (ЦС 80 1 00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6601078,46435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D7F39">
        <w:rPr>
          <w:rFonts w:ascii="PT Astra Serif" w:hAnsi="PT Astra Serif"/>
          <w:sz w:val="28"/>
          <w:szCs w:val="28"/>
        </w:rPr>
        <w:t>6745764,56435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4</w:t>
      </w:r>
      <w:r>
        <w:rPr>
          <w:rFonts w:ascii="PT Astra Serif" w:hAnsi="PT Astra Serif"/>
          <w:sz w:val="28"/>
          <w:szCs w:val="28"/>
        </w:rPr>
        <w:t>) в строке «</w:t>
      </w:r>
      <w:r w:rsidRPr="00ED41C2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ED41C2">
        <w:rPr>
          <w:rFonts w:ascii="PT Astra Serif" w:hAnsi="PT Astra Serif"/>
          <w:sz w:val="28"/>
          <w:szCs w:val="28"/>
        </w:rPr>
        <w:t>Предоставление мер социальной под</w:t>
      </w:r>
      <w:r>
        <w:rPr>
          <w:rFonts w:ascii="PT Astra Serif" w:hAnsi="PT Astra Serif"/>
          <w:sz w:val="28"/>
          <w:szCs w:val="28"/>
        </w:rPr>
        <w:t>держки» (ЦС 80 1 01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6601078,46435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0D7F39">
        <w:rPr>
          <w:rFonts w:ascii="PT Astra Serif" w:hAnsi="PT Astra Serif"/>
          <w:sz w:val="28"/>
          <w:szCs w:val="28"/>
        </w:rPr>
        <w:t>6745764,56435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5</w:t>
      </w:r>
      <w:r>
        <w:rPr>
          <w:rFonts w:ascii="PT Astra Serif" w:hAnsi="PT Astra Serif"/>
          <w:sz w:val="28"/>
          <w:szCs w:val="28"/>
        </w:rPr>
        <w:t>) в строке «</w:t>
      </w:r>
      <w:r w:rsidRPr="00ED41C2">
        <w:rPr>
          <w:rFonts w:ascii="PT Astra Serif" w:hAnsi="PT Astra Serif"/>
          <w:sz w:val="28"/>
          <w:szCs w:val="28"/>
        </w:rPr>
        <w:t>Обеспечение мер социальной поддержки ветеранов труда</w:t>
      </w:r>
      <w:r>
        <w:rPr>
          <w:rFonts w:ascii="PT Astra Serif" w:hAnsi="PT Astra Serif"/>
          <w:sz w:val="28"/>
          <w:szCs w:val="28"/>
        </w:rPr>
        <w:t>» (ЦС 80 1 01 12060)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1929643,0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ED41C2">
        <w:rPr>
          <w:rFonts w:ascii="PT Astra Serif" w:hAnsi="PT Astra Serif"/>
          <w:sz w:val="28"/>
          <w:szCs w:val="28"/>
        </w:rPr>
        <w:t>2002329,1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6</w:t>
      </w:r>
      <w:r>
        <w:rPr>
          <w:rFonts w:ascii="PT Astra Serif" w:hAnsi="PT Astra Serif"/>
          <w:sz w:val="28"/>
          <w:szCs w:val="28"/>
        </w:rPr>
        <w:t>) в строке «</w:t>
      </w:r>
      <w:r w:rsidRPr="00ED41C2">
        <w:rPr>
          <w:rFonts w:ascii="PT Astra Serif" w:hAnsi="PT Astra Serif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80 1 01 12060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1889017,9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ED41C2">
        <w:rPr>
          <w:rFonts w:ascii="PT Astra Serif" w:hAnsi="PT Astra Serif"/>
          <w:sz w:val="28"/>
          <w:szCs w:val="28"/>
        </w:rPr>
        <w:t>1961704</w:t>
      </w:r>
      <w:r>
        <w:rPr>
          <w:rFonts w:ascii="PT Astra Serif" w:hAnsi="PT Astra Serif"/>
          <w:sz w:val="28"/>
          <w:szCs w:val="28"/>
        </w:rPr>
        <w:t>,0»;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7</w:t>
      </w:r>
      <w:r>
        <w:rPr>
          <w:rFonts w:ascii="PT Astra Serif" w:hAnsi="PT Astra Serif"/>
          <w:sz w:val="28"/>
          <w:szCs w:val="28"/>
        </w:rPr>
        <w:t>) в строке «</w:t>
      </w:r>
      <w:r w:rsidRPr="00B34BE1">
        <w:rPr>
          <w:rFonts w:ascii="PT Astra Serif" w:hAnsi="PT Astra Serif"/>
          <w:sz w:val="28"/>
          <w:szCs w:val="28"/>
        </w:rPr>
        <w:t xml:space="preserve">Реализация Закона Ульяновской области от 9 января 2008 года № 10-ЗО </w:t>
      </w:r>
      <w:r>
        <w:rPr>
          <w:rFonts w:ascii="PT Astra Serif" w:hAnsi="PT Astra Serif"/>
          <w:sz w:val="28"/>
          <w:szCs w:val="28"/>
        </w:rPr>
        <w:t>«</w:t>
      </w:r>
      <w:r w:rsidRPr="00B34BE1">
        <w:rPr>
          <w:rFonts w:ascii="PT Astra Serif" w:hAnsi="PT Astra Serif"/>
          <w:sz w:val="28"/>
          <w:szCs w:val="28"/>
        </w:rPr>
        <w:t xml:space="preserve">О звании </w:t>
      </w:r>
      <w:r>
        <w:rPr>
          <w:rFonts w:ascii="PT Astra Serif" w:hAnsi="PT Astra Serif"/>
          <w:sz w:val="28"/>
          <w:szCs w:val="28"/>
        </w:rPr>
        <w:t>«</w:t>
      </w:r>
      <w:r w:rsidRPr="00B34BE1">
        <w:rPr>
          <w:rFonts w:ascii="PT Astra Serif" w:hAnsi="PT Astra Serif"/>
          <w:sz w:val="28"/>
          <w:szCs w:val="28"/>
        </w:rPr>
        <w:t>Ве</w:t>
      </w:r>
      <w:r>
        <w:rPr>
          <w:rFonts w:ascii="PT Astra Serif" w:hAnsi="PT Astra Serif"/>
          <w:sz w:val="28"/>
          <w:szCs w:val="28"/>
        </w:rPr>
        <w:t>теран труда Ульяновской области» (ЦС 80 1 01 12090) цифры «</w:t>
      </w:r>
      <w:r>
        <w:rPr>
          <w:rFonts w:ascii="PT Astra Serif" w:hAnsi="PT Astra Serif"/>
          <w:bCs/>
          <w:color w:val="000000"/>
          <w:sz w:val="28"/>
          <w:szCs w:val="28"/>
        </w:rPr>
        <w:t>1329956,4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B34BE1">
        <w:rPr>
          <w:rFonts w:ascii="PT Astra Serif" w:hAnsi="PT Astra Serif"/>
          <w:sz w:val="28"/>
          <w:szCs w:val="28"/>
        </w:rPr>
        <w:t>1401956,4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8</w:t>
      </w:r>
      <w:r>
        <w:rPr>
          <w:rFonts w:ascii="PT Astra Serif" w:hAnsi="PT Astra Serif"/>
          <w:sz w:val="28"/>
          <w:szCs w:val="28"/>
        </w:rPr>
        <w:t>) в строке «</w:t>
      </w:r>
      <w:r w:rsidRPr="008A4E34">
        <w:rPr>
          <w:rFonts w:ascii="PT Astra Serif" w:hAnsi="PT Astra Serif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80 1 01 12090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1292398,5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8A4E34">
        <w:rPr>
          <w:rFonts w:ascii="PT Astra Serif" w:hAnsi="PT Astra Serif"/>
          <w:sz w:val="28"/>
          <w:szCs w:val="28"/>
        </w:rPr>
        <w:t>1364398,5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9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Подпрограмма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Семья и дети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государственной программы Ульяновской области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Социальная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поддержка и защита населения на территории Ульяновской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(ЦС 80 2 00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7057270,5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72B2A">
        <w:rPr>
          <w:rFonts w:ascii="PT Astra Serif" w:hAnsi="PT Astra Serif"/>
          <w:sz w:val="28"/>
          <w:szCs w:val="28"/>
        </w:rPr>
        <w:t>7062584,4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10</w:t>
      </w:r>
      <w:r>
        <w:rPr>
          <w:rFonts w:ascii="PT Astra Serif" w:hAnsi="PT Astra Serif"/>
          <w:sz w:val="28"/>
          <w:szCs w:val="28"/>
        </w:rPr>
        <w:t>) в строке «</w:t>
      </w:r>
      <w:r w:rsidRPr="00BC4765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BC4765">
        <w:rPr>
          <w:rFonts w:ascii="PT Astra Serif" w:hAnsi="PT Astra Serif"/>
          <w:bCs/>
          <w:color w:val="000000"/>
          <w:spacing w:val="-4"/>
          <w:sz w:val="28"/>
          <w:szCs w:val="28"/>
        </w:rPr>
        <w:t>Предоставление мер социальной поддержки</w:t>
      </w:r>
      <w:r>
        <w:rPr>
          <w:rFonts w:ascii="PT Astra Serif" w:hAnsi="PT Astra Serif"/>
          <w:sz w:val="28"/>
          <w:szCs w:val="28"/>
        </w:rPr>
        <w:t>» (ЦС 80 2 01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5071928,0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BC4765">
        <w:rPr>
          <w:rFonts w:ascii="PT Astra Serif" w:hAnsi="PT Astra Serif"/>
          <w:sz w:val="28"/>
          <w:szCs w:val="28"/>
        </w:rPr>
        <w:t>5066080,1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D06C13">
        <w:rPr>
          <w:rFonts w:ascii="PT Astra Serif" w:hAnsi="PT Astra Serif"/>
          <w:sz w:val="28"/>
          <w:szCs w:val="28"/>
          <w:vertAlign w:val="superscript"/>
        </w:rPr>
        <w:t>11</w:t>
      </w:r>
      <w:r>
        <w:rPr>
          <w:rFonts w:ascii="PT Astra Serif" w:hAnsi="PT Astra Serif"/>
          <w:sz w:val="28"/>
          <w:szCs w:val="28"/>
        </w:rPr>
        <w:t>) в строке «</w:t>
      </w:r>
      <w:r w:rsidRPr="00BC4765">
        <w:rPr>
          <w:rFonts w:ascii="PT Astra Serif" w:hAnsi="PT Astra Serif"/>
          <w:bCs/>
          <w:color w:val="000000"/>
          <w:spacing w:val="-4"/>
          <w:sz w:val="28"/>
          <w:szCs w:val="28"/>
        </w:rPr>
        <w:t>Обеспечение мер социальной поддержки многодетных семей</w:t>
      </w:r>
      <w:r>
        <w:rPr>
          <w:rFonts w:ascii="PT Astra Serif" w:hAnsi="PT Astra Serif"/>
          <w:sz w:val="28"/>
          <w:szCs w:val="28"/>
        </w:rPr>
        <w:t>» (ЦС 80 2 01 13010)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360000,0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BC4765">
        <w:rPr>
          <w:rFonts w:ascii="PT Astra Serif" w:hAnsi="PT Astra Serif"/>
          <w:sz w:val="28"/>
          <w:szCs w:val="28"/>
        </w:rPr>
        <w:t>340000</w:t>
      </w:r>
      <w:r>
        <w:rPr>
          <w:rFonts w:ascii="PT Astra Serif" w:hAnsi="PT Astra Serif"/>
          <w:sz w:val="28"/>
          <w:szCs w:val="28"/>
        </w:rPr>
        <w:t>,0»;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652E00">
        <w:rPr>
          <w:rFonts w:ascii="PT Astra Serif" w:hAnsi="PT Astra Serif"/>
          <w:sz w:val="28"/>
          <w:szCs w:val="28"/>
          <w:vertAlign w:val="superscript"/>
        </w:rPr>
        <w:t>12</w:t>
      </w:r>
      <w:r>
        <w:rPr>
          <w:rFonts w:ascii="PT Astra Serif" w:hAnsi="PT Astra Serif"/>
          <w:sz w:val="28"/>
          <w:szCs w:val="28"/>
        </w:rPr>
        <w:t>) в строке «</w:t>
      </w:r>
      <w:r w:rsidRPr="00B06BF2">
        <w:rPr>
          <w:rFonts w:ascii="PT Astra Serif" w:hAnsi="PT Astra Serif"/>
          <w:bCs/>
          <w:color w:val="000000"/>
          <w:spacing w:val="-4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80 2 01 13010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354100,0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B06BF2">
        <w:rPr>
          <w:rFonts w:ascii="PT Astra Serif" w:hAnsi="PT Astra Serif"/>
          <w:sz w:val="28"/>
          <w:szCs w:val="28"/>
        </w:rPr>
        <w:t>334100</w:t>
      </w:r>
      <w:r>
        <w:rPr>
          <w:rFonts w:ascii="PT Astra Serif" w:hAnsi="PT Astra Serif"/>
          <w:sz w:val="28"/>
          <w:szCs w:val="28"/>
        </w:rPr>
        <w:t>,0»;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652E00">
        <w:rPr>
          <w:rFonts w:ascii="PT Astra Serif" w:hAnsi="PT Astra Serif"/>
          <w:sz w:val="28"/>
          <w:szCs w:val="28"/>
          <w:vertAlign w:val="superscript"/>
        </w:rPr>
        <w:t>13</w:t>
      </w:r>
      <w:r>
        <w:rPr>
          <w:rFonts w:ascii="PT Astra Serif" w:hAnsi="PT Astra Serif"/>
          <w:sz w:val="28"/>
          <w:szCs w:val="28"/>
        </w:rPr>
        <w:t>) в строке «</w:t>
      </w:r>
      <w:r w:rsidRPr="00684C21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Реализация Закона Ульяновской области от 5 февраля 2008 года № 24-ЗО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684C21">
        <w:rPr>
          <w:rFonts w:ascii="PT Astra Serif" w:hAnsi="PT Astra Serif"/>
          <w:bCs/>
          <w:color w:val="000000"/>
          <w:spacing w:val="-4"/>
          <w:sz w:val="28"/>
          <w:szCs w:val="28"/>
        </w:rPr>
        <w:t>О дополнительных мерах социальной поддержки семей, имеющих детей</w:t>
      </w:r>
      <w:r>
        <w:rPr>
          <w:rFonts w:ascii="PT Astra Serif" w:hAnsi="PT Astra Serif"/>
          <w:sz w:val="28"/>
          <w:szCs w:val="28"/>
        </w:rPr>
        <w:t>» (ЦС 80 2 01 13090)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264000,0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84C21">
        <w:rPr>
          <w:rFonts w:ascii="PT Astra Serif" w:hAnsi="PT Astra Serif"/>
          <w:sz w:val="28"/>
          <w:szCs w:val="28"/>
        </w:rPr>
        <w:t>244000</w:t>
      </w:r>
      <w:r>
        <w:rPr>
          <w:rFonts w:ascii="PT Astra Serif" w:hAnsi="PT Astra Serif"/>
          <w:sz w:val="28"/>
          <w:szCs w:val="28"/>
        </w:rPr>
        <w:t>,0»;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652E00">
        <w:rPr>
          <w:rFonts w:ascii="PT Astra Serif" w:hAnsi="PT Astra Serif"/>
          <w:sz w:val="28"/>
          <w:szCs w:val="28"/>
          <w:vertAlign w:val="superscript"/>
        </w:rPr>
        <w:t>14</w:t>
      </w:r>
      <w:r>
        <w:rPr>
          <w:rFonts w:ascii="PT Astra Serif" w:hAnsi="PT Astra Serif"/>
          <w:sz w:val="28"/>
          <w:szCs w:val="28"/>
        </w:rPr>
        <w:t>) в строке «</w:t>
      </w:r>
      <w:r w:rsidRPr="00BC135B">
        <w:rPr>
          <w:rFonts w:ascii="PT Astra Serif" w:hAnsi="PT Astra Serif"/>
          <w:bCs/>
          <w:color w:val="000000"/>
          <w:spacing w:val="-4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80 2 01 13090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263950,0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BC135B">
        <w:rPr>
          <w:rFonts w:ascii="PT Astra Serif" w:hAnsi="PT Astra Serif"/>
          <w:sz w:val="28"/>
          <w:szCs w:val="28"/>
        </w:rPr>
        <w:t>243950</w:t>
      </w:r>
      <w:r>
        <w:rPr>
          <w:rFonts w:ascii="PT Astra Serif" w:hAnsi="PT Astra Serif"/>
          <w:sz w:val="28"/>
          <w:szCs w:val="28"/>
        </w:rPr>
        <w:t>,0»;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652E00">
        <w:rPr>
          <w:rFonts w:ascii="PT Astra Serif" w:hAnsi="PT Astra Serif"/>
          <w:sz w:val="28"/>
          <w:szCs w:val="28"/>
          <w:vertAlign w:val="superscript"/>
        </w:rPr>
        <w:t>15</w:t>
      </w:r>
      <w:r>
        <w:rPr>
          <w:rFonts w:ascii="PT Astra Serif" w:hAnsi="PT Astra Serif"/>
          <w:sz w:val="28"/>
          <w:szCs w:val="28"/>
        </w:rPr>
        <w:t>) в строке «</w:t>
      </w:r>
      <w:r w:rsidRPr="00DD48EB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Реализация Закона Ульяновской области от 2 ноября 2011 года № 180-ЗО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DD48EB">
        <w:rPr>
          <w:rFonts w:ascii="PT Astra Serif" w:hAnsi="PT Astra Serif"/>
          <w:bCs/>
          <w:color w:val="000000"/>
          <w:spacing w:val="-4"/>
          <w:sz w:val="28"/>
          <w:szCs w:val="28"/>
        </w:rPr>
        <w:t>О некоторых мерах по улучшению демографической ситуации в Ульяновской области</w:t>
      </w:r>
      <w:r>
        <w:rPr>
          <w:rFonts w:ascii="PT Astra Serif" w:hAnsi="PT Astra Serif"/>
          <w:sz w:val="28"/>
          <w:szCs w:val="28"/>
        </w:rPr>
        <w:t>» (ЦС 80 2 01 80020)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190000,0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DD48EB">
        <w:rPr>
          <w:rFonts w:ascii="PT Astra Serif" w:hAnsi="PT Astra Serif"/>
          <w:bCs/>
          <w:color w:val="000000"/>
          <w:sz w:val="28"/>
          <w:szCs w:val="28"/>
        </w:rPr>
        <w:t>180000</w:t>
      </w:r>
      <w:r>
        <w:rPr>
          <w:rFonts w:ascii="PT Astra Serif" w:hAnsi="PT Astra Serif"/>
          <w:bCs/>
          <w:color w:val="000000"/>
          <w:sz w:val="28"/>
          <w:szCs w:val="28"/>
        </w:rPr>
        <w:t>,0</w:t>
      </w:r>
      <w:r>
        <w:rPr>
          <w:rFonts w:ascii="PT Astra Serif" w:hAnsi="PT Astra Serif"/>
          <w:sz w:val="28"/>
          <w:szCs w:val="28"/>
        </w:rPr>
        <w:t>»;</w:t>
      </w:r>
    </w:p>
    <w:p w:rsidR="000B6FC8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652E00">
        <w:rPr>
          <w:rFonts w:ascii="PT Astra Serif" w:hAnsi="PT Astra Serif"/>
          <w:sz w:val="28"/>
          <w:szCs w:val="28"/>
          <w:vertAlign w:val="superscript"/>
        </w:rPr>
        <w:t>16</w:t>
      </w:r>
      <w:r>
        <w:rPr>
          <w:rFonts w:ascii="PT Astra Serif" w:hAnsi="PT Astra Serif"/>
          <w:sz w:val="28"/>
          <w:szCs w:val="28"/>
        </w:rPr>
        <w:t>) в строке «</w:t>
      </w:r>
      <w:r w:rsidRPr="00DD48EB">
        <w:rPr>
          <w:rFonts w:ascii="PT Astra Serif" w:hAnsi="PT Astra Serif"/>
          <w:bCs/>
          <w:color w:val="000000"/>
          <w:spacing w:val="-4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80 2 01 80020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189800,0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DD48EB">
        <w:rPr>
          <w:rFonts w:ascii="PT Astra Serif" w:hAnsi="PT Astra Serif"/>
          <w:bCs/>
          <w:color w:val="000000"/>
          <w:sz w:val="28"/>
          <w:szCs w:val="28"/>
        </w:rPr>
        <w:t>179800</w:t>
      </w:r>
      <w:r>
        <w:rPr>
          <w:rFonts w:ascii="PT Astra Serif" w:hAnsi="PT Astra Serif"/>
          <w:bCs/>
          <w:color w:val="000000"/>
          <w:sz w:val="28"/>
          <w:szCs w:val="28"/>
        </w:rPr>
        <w:t>,0</w:t>
      </w:r>
      <w:r>
        <w:rPr>
          <w:rFonts w:ascii="PT Astra Serif" w:hAnsi="PT Astra Serif"/>
          <w:sz w:val="28"/>
          <w:szCs w:val="28"/>
        </w:rPr>
        <w:t>»;</w:t>
      </w:r>
    </w:p>
    <w:p w:rsidR="00C62746" w:rsidRDefault="000B6FC8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652E00">
        <w:rPr>
          <w:rFonts w:ascii="PT Astra Serif" w:hAnsi="PT Astra Serif"/>
          <w:sz w:val="28"/>
          <w:szCs w:val="28"/>
          <w:vertAlign w:val="superscript"/>
        </w:rPr>
        <w:t>17</w:t>
      </w:r>
      <w:r>
        <w:rPr>
          <w:rFonts w:ascii="PT Astra Serif" w:hAnsi="PT Astra Serif"/>
          <w:sz w:val="28"/>
          <w:szCs w:val="28"/>
        </w:rPr>
        <w:t>) после строки «</w:t>
      </w:r>
      <w:r w:rsidRPr="00047F56">
        <w:rPr>
          <w:rFonts w:ascii="PT Astra Serif" w:hAnsi="PT Astra Serif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047F56">
        <w:rPr>
          <w:rFonts w:ascii="PT Astra Serif" w:hAnsi="PT Astra Serif"/>
          <w:sz w:val="28"/>
          <w:szCs w:val="28"/>
        </w:rPr>
        <w:t>80 2 01 R3020</w:t>
      </w:r>
      <w:r>
        <w:rPr>
          <w:rFonts w:ascii="PT Astra Serif" w:hAnsi="PT Astra Serif"/>
          <w:sz w:val="28"/>
          <w:szCs w:val="28"/>
        </w:rPr>
        <w:t xml:space="preserve"> ВР 300) дополнить строками следующего содержания:</w:t>
      </w:r>
    </w:p>
    <w:tbl>
      <w:tblPr>
        <w:tblW w:w="14752" w:type="dxa"/>
        <w:tblInd w:w="98" w:type="dxa"/>
        <w:tblLook w:val="04A0"/>
      </w:tblPr>
      <w:tblGrid>
        <w:gridCol w:w="5822"/>
        <w:gridCol w:w="1985"/>
        <w:gridCol w:w="708"/>
        <w:gridCol w:w="2127"/>
        <w:gridCol w:w="2126"/>
        <w:gridCol w:w="1984"/>
      </w:tblGrid>
      <w:tr w:rsidR="00965F34" w:rsidRPr="00652E00" w:rsidTr="00965F34">
        <w:tc>
          <w:tcPr>
            <w:tcW w:w="5822" w:type="dxa"/>
            <w:shd w:val="clear" w:color="auto" w:fill="auto"/>
            <w:vAlign w:val="center"/>
            <w:hideMark/>
          </w:tcPr>
          <w:p w:rsidR="00965F34" w:rsidRPr="00652E00" w:rsidRDefault="00965F34" w:rsidP="00965F3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«Осуществление ежемесячных выплат на д</w:t>
            </w: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тей в возрасте от 3 до 7 лет включительно за счёт средств резервного фонда Правительства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80 2 01 R302F</w:t>
            </w:r>
          </w:p>
        </w:tc>
        <w:tc>
          <w:tcPr>
            <w:tcW w:w="708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44152,1</w:t>
            </w:r>
          </w:p>
        </w:tc>
        <w:tc>
          <w:tcPr>
            <w:tcW w:w="2126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965F34" w:rsidRPr="00652E00" w:rsidTr="00965F34">
        <w:tc>
          <w:tcPr>
            <w:tcW w:w="5822" w:type="dxa"/>
            <w:shd w:val="clear" w:color="auto" w:fill="auto"/>
            <w:vAlign w:val="center"/>
            <w:hideMark/>
          </w:tcPr>
          <w:p w:rsidR="00965F34" w:rsidRPr="00652E00" w:rsidRDefault="00965F34" w:rsidP="002F4AE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985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80 2 01 R302F</w:t>
            </w:r>
          </w:p>
        </w:tc>
        <w:tc>
          <w:tcPr>
            <w:tcW w:w="708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44152,1</w:t>
            </w:r>
          </w:p>
        </w:tc>
        <w:tc>
          <w:tcPr>
            <w:tcW w:w="2126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  <w:hideMark/>
          </w:tcPr>
          <w:p w:rsidR="00965F34" w:rsidRPr="00652E00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2E00">
              <w:rPr>
                <w:rFonts w:ascii="PT Astra Serif" w:hAnsi="PT Astra Serif"/>
                <w:color w:val="000000"/>
                <w:sz w:val="28"/>
                <w:szCs w:val="28"/>
              </w:rPr>
              <w:t>0,0»;</w:t>
            </w:r>
          </w:p>
        </w:tc>
      </w:tr>
    </w:tbl>
    <w:p w:rsidR="00965F34" w:rsidRDefault="00965F34" w:rsidP="00965F34">
      <w:pPr>
        <w:tabs>
          <w:tab w:val="left" w:pos="3819"/>
        </w:tabs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18</w:t>
      </w:r>
      <w:r>
        <w:rPr>
          <w:rFonts w:ascii="PT Astra Serif" w:hAnsi="PT Astra Serif"/>
          <w:sz w:val="28"/>
          <w:szCs w:val="28"/>
        </w:rPr>
        <w:t>) в строке «</w:t>
      </w:r>
      <w:r w:rsidRPr="00771313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771313">
        <w:rPr>
          <w:rFonts w:ascii="PT Astra Serif" w:hAnsi="PT Astra Serif"/>
          <w:sz w:val="28"/>
          <w:szCs w:val="28"/>
        </w:rPr>
        <w:t xml:space="preserve">Реализация регионального проекта </w:t>
      </w:r>
      <w:r>
        <w:rPr>
          <w:rFonts w:ascii="PT Astra Serif" w:hAnsi="PT Astra Serif"/>
          <w:sz w:val="28"/>
          <w:szCs w:val="28"/>
        </w:rPr>
        <w:t>«</w:t>
      </w:r>
      <w:r w:rsidRPr="00771313">
        <w:rPr>
          <w:rFonts w:ascii="PT Astra Serif" w:hAnsi="PT Astra Serif"/>
          <w:sz w:val="28"/>
          <w:szCs w:val="28"/>
        </w:rPr>
        <w:t xml:space="preserve">Финансовая поддержка семей при </w:t>
      </w:r>
      <w:r>
        <w:rPr>
          <w:rFonts w:ascii="PT Astra Serif" w:hAnsi="PT Astra Serif"/>
          <w:sz w:val="28"/>
          <w:szCs w:val="28"/>
        </w:rPr>
        <w:br/>
      </w:r>
      <w:r w:rsidRPr="00771313">
        <w:rPr>
          <w:rFonts w:ascii="PT Astra Serif" w:hAnsi="PT Astra Serif"/>
          <w:sz w:val="28"/>
          <w:szCs w:val="28"/>
        </w:rPr>
        <w:t>рождении детей</w:t>
      </w:r>
      <w:r>
        <w:rPr>
          <w:rFonts w:ascii="PT Astra Serif" w:hAnsi="PT Astra Serif"/>
          <w:sz w:val="28"/>
          <w:szCs w:val="28"/>
        </w:rPr>
        <w:t>»</w:t>
      </w:r>
      <w:r w:rsidRPr="00771313">
        <w:rPr>
          <w:rFonts w:ascii="PT Astra Serif" w:hAnsi="PT Astra Serif"/>
          <w:sz w:val="28"/>
          <w:szCs w:val="28"/>
        </w:rPr>
        <w:t xml:space="preserve">, направленного на достижение целей, показателей и результатов федерального проекта </w:t>
      </w:r>
      <w:r>
        <w:rPr>
          <w:rFonts w:ascii="PT Astra Serif" w:hAnsi="PT Astra Serif"/>
          <w:sz w:val="28"/>
          <w:szCs w:val="28"/>
        </w:rPr>
        <w:t>«</w:t>
      </w:r>
      <w:r w:rsidRPr="00771313">
        <w:rPr>
          <w:rFonts w:ascii="PT Astra Serif" w:hAnsi="PT Astra Serif"/>
          <w:sz w:val="28"/>
          <w:szCs w:val="28"/>
        </w:rPr>
        <w:t>Финансовая под</w:t>
      </w:r>
      <w:r>
        <w:rPr>
          <w:rFonts w:ascii="PT Astra Serif" w:hAnsi="PT Astra Serif"/>
          <w:sz w:val="28"/>
          <w:szCs w:val="28"/>
        </w:rPr>
        <w:t xml:space="preserve">держка семей при рождении детей» (ЦС </w:t>
      </w:r>
      <w:r w:rsidRPr="00771313">
        <w:rPr>
          <w:rFonts w:ascii="PT Astra Serif" w:hAnsi="PT Astra Serif"/>
          <w:sz w:val="28"/>
          <w:szCs w:val="28"/>
        </w:rPr>
        <w:t>80 2 P1 00000</w:t>
      </w:r>
      <w:r>
        <w:rPr>
          <w:rFonts w:ascii="PT Astra Serif" w:hAnsi="PT Astra Serif"/>
          <w:sz w:val="28"/>
          <w:szCs w:val="28"/>
        </w:rPr>
        <w:t>)</w:t>
      </w:r>
      <w:r w:rsidR="00892510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1985342,5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771313">
        <w:rPr>
          <w:rFonts w:ascii="PT Astra Serif" w:hAnsi="PT Astra Serif"/>
          <w:sz w:val="28"/>
          <w:szCs w:val="28"/>
        </w:rPr>
        <w:t>1996504,3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19</w:t>
      </w:r>
      <w:r>
        <w:rPr>
          <w:rFonts w:ascii="PT Astra Serif" w:hAnsi="PT Astra Serif"/>
          <w:sz w:val="28"/>
          <w:szCs w:val="28"/>
        </w:rPr>
        <w:t>) после строки «</w:t>
      </w:r>
      <w:r w:rsidRPr="00047F56">
        <w:rPr>
          <w:rFonts w:ascii="PT Astra Serif" w:hAnsi="PT Astra Serif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C23F3E">
        <w:rPr>
          <w:rFonts w:ascii="PT Astra Serif" w:hAnsi="PT Astra Serif"/>
          <w:sz w:val="28"/>
          <w:szCs w:val="28"/>
        </w:rPr>
        <w:t>80 2 P1 50840</w:t>
      </w:r>
      <w:r>
        <w:rPr>
          <w:rFonts w:ascii="PT Astra Serif" w:hAnsi="PT Astra Serif"/>
          <w:sz w:val="28"/>
          <w:szCs w:val="28"/>
        </w:rPr>
        <w:t xml:space="preserve"> ВР 300) дополнить строками следующего содержания:</w:t>
      </w:r>
    </w:p>
    <w:tbl>
      <w:tblPr>
        <w:tblW w:w="14752" w:type="dxa"/>
        <w:tblInd w:w="98" w:type="dxa"/>
        <w:tblLook w:val="04A0"/>
      </w:tblPr>
      <w:tblGrid>
        <w:gridCol w:w="5822"/>
        <w:gridCol w:w="1985"/>
        <w:gridCol w:w="708"/>
        <w:gridCol w:w="2127"/>
        <w:gridCol w:w="2126"/>
        <w:gridCol w:w="1984"/>
      </w:tblGrid>
      <w:tr w:rsidR="00965F34" w:rsidRPr="00C23F3E" w:rsidTr="00965F34">
        <w:tc>
          <w:tcPr>
            <w:tcW w:w="5822" w:type="dxa"/>
            <w:shd w:val="clear" w:color="auto" w:fill="auto"/>
            <w:vAlign w:val="center"/>
            <w:hideMark/>
          </w:tcPr>
          <w:p w:rsidR="00965F34" w:rsidRPr="00C23F3E" w:rsidRDefault="00965F34" w:rsidP="002F4AE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Осуществление ежемесячной денежной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выплаты, назначаемой в случае рождения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третьего ребёнка или последующих детей до достижения ребёнком возраста трёх лет, за счёт средств резервного фонда Правительства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80 2 P1 5084F</w:t>
            </w:r>
          </w:p>
        </w:tc>
        <w:tc>
          <w:tcPr>
            <w:tcW w:w="708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11161,8</w:t>
            </w:r>
          </w:p>
        </w:tc>
        <w:tc>
          <w:tcPr>
            <w:tcW w:w="2126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965F34" w:rsidRPr="00C23F3E" w:rsidTr="00965F34">
        <w:tc>
          <w:tcPr>
            <w:tcW w:w="5822" w:type="dxa"/>
            <w:shd w:val="clear" w:color="auto" w:fill="auto"/>
            <w:vAlign w:val="center"/>
            <w:hideMark/>
          </w:tcPr>
          <w:p w:rsidR="00965F34" w:rsidRPr="00C23F3E" w:rsidRDefault="00965F34" w:rsidP="002F4AE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1985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80 2 P1 5084F</w:t>
            </w:r>
          </w:p>
        </w:tc>
        <w:tc>
          <w:tcPr>
            <w:tcW w:w="708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7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11161,8</w:t>
            </w:r>
          </w:p>
        </w:tc>
        <w:tc>
          <w:tcPr>
            <w:tcW w:w="2126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  <w:hideMark/>
          </w:tcPr>
          <w:p w:rsidR="00965F34" w:rsidRPr="00C23F3E" w:rsidRDefault="00965F34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C23F3E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965F34" w:rsidRDefault="00965F34" w:rsidP="00965F34">
      <w:pPr>
        <w:tabs>
          <w:tab w:val="left" w:pos="3819"/>
        </w:tabs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20</w:t>
      </w:r>
      <w:r w:rsidRPr="00900CB0">
        <w:rPr>
          <w:rFonts w:ascii="PT Astra Serif" w:hAnsi="PT Astra Serif"/>
          <w:sz w:val="28"/>
          <w:szCs w:val="28"/>
        </w:rPr>
        <w:t>) в строке «</w:t>
      </w:r>
      <w:r w:rsidRPr="00900CB0">
        <w:rPr>
          <w:rFonts w:ascii="PT Astra Serif" w:hAnsi="PT Astra Serif"/>
          <w:bCs/>
          <w:color w:val="000000"/>
          <w:spacing w:val="-4"/>
          <w:sz w:val="28"/>
          <w:szCs w:val="28"/>
        </w:rPr>
        <w:t>Подпрограмма «Содействие развитию институтов граждан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ского общества и поддержка социально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ориентированных некоммерческих организаций и добровольческой (волонтёрской) деятельности в Ульяновской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государственной программы Ульяновской области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Гражданское общество и государственная национальная политика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в Ульяновской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(ЦС 81 1 00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27850,0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27468,58672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21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Осуществление на конкурсной основе финансовой поддержки социально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ориентированных программ (проектов), реализуемых социально ориентированными</w:t>
      </w:r>
      <w:r w:rsidR="009F512D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некоммерческими организациями</w:t>
      </w:r>
      <w:r>
        <w:rPr>
          <w:rFonts w:ascii="PT Astra Serif" w:hAnsi="PT Astra Serif"/>
          <w:sz w:val="28"/>
          <w:szCs w:val="28"/>
        </w:rPr>
        <w:t xml:space="preserve">» </w:t>
      </w:r>
      <w:r w:rsidR="009F512D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(ЦС 81 1 02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20000,0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19518,58672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22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Предоставление субсидий бюджетным, автономным учреждениям и иным некоммерческим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организациям</w:t>
      </w:r>
      <w:r>
        <w:rPr>
          <w:rFonts w:ascii="PT Astra Serif" w:hAnsi="PT Astra Serif"/>
          <w:sz w:val="28"/>
          <w:szCs w:val="28"/>
        </w:rPr>
        <w:t>» (ЦС 81 1 02 00000 ВР 600)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20000,0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19518,58672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23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Проведение мероприятий, направленных на обеспечение развития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гражданского общества и организацию взаимодействия составляющих его элементов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(ЦС 81 1 05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7400,0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7500</w:t>
      </w:r>
      <w:r>
        <w:rPr>
          <w:rFonts w:ascii="PT Astra Serif" w:hAnsi="PT Astra Serif"/>
          <w:sz w:val="28"/>
          <w:szCs w:val="28"/>
        </w:rPr>
        <w:t>,0»;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24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>(ЦС 81 1 05 00000 ВР 200)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500,0</w:t>
      </w:r>
      <w:r>
        <w:rPr>
          <w:rFonts w:ascii="PT Astra Serif" w:hAnsi="PT Astra Serif"/>
          <w:sz w:val="28"/>
          <w:szCs w:val="28"/>
        </w:rPr>
        <w:t>» заменить цифрами «600,0»;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25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Подпрограмма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Развитие информационного пространства на территории Ульяновской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гос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у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дарственной программы Ульяновской области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Гражданское общество и государственная национальная политика в Уль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я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(ЦС 81 3 00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208757,6795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209139,09278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26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Мероприятия в сфере обеспечения деятельности юридических лиц, осущест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в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ляющих производство и выпуск номеров периодических печатных изданий, учредителем которых является Правительство Ульяновской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(ЦС 81 3 02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148762,5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149350,56328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27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Субсидии областным автономным учреждениям в сфере периодических печатных средств массовой информации</w:t>
      </w:r>
      <w:r>
        <w:rPr>
          <w:rFonts w:ascii="PT Astra Serif" w:hAnsi="PT Astra Serif"/>
          <w:sz w:val="28"/>
          <w:szCs w:val="28"/>
        </w:rPr>
        <w:t>» (ЦС 81 3 02 98706)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148762,5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149350,56328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28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Предоставление субсидий бюджетным, автономным учреждениям и иным некоммерческим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организациям</w:t>
      </w:r>
      <w:r>
        <w:rPr>
          <w:rFonts w:ascii="PT Astra Serif" w:hAnsi="PT Astra Serif"/>
          <w:sz w:val="28"/>
          <w:szCs w:val="28"/>
        </w:rPr>
        <w:t>» (ЦС 81 3 02 98706 ВР 600)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148762,5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149350,56328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965F34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29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Предоставление мер социальной поддержки молодым специалистам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(ЦС 81 3 04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369,6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227D0B">
        <w:rPr>
          <w:rFonts w:ascii="PT Astra Serif" w:hAnsi="PT Astra Serif"/>
          <w:sz w:val="28"/>
          <w:szCs w:val="28"/>
        </w:rPr>
        <w:t>162,95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B3375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30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Реализация Закона Ульяновской области от 2 октября 2020 года № 103-ЗО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О правовом регулировании отдельных вопросов статуса молодых специалистов в Ульяновской области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(ЦС 81 3 04 80050)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369,6</w:t>
      </w:r>
      <w:r>
        <w:rPr>
          <w:rFonts w:ascii="PT Astra Serif" w:hAnsi="PT Astra Serif"/>
          <w:sz w:val="28"/>
          <w:szCs w:val="28"/>
        </w:rPr>
        <w:t xml:space="preserve">» </w:t>
      </w:r>
      <w:r w:rsidR="00B3375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заменить цифрами «</w:t>
      </w:r>
      <w:r w:rsidRPr="00227D0B">
        <w:rPr>
          <w:rFonts w:ascii="PT Astra Serif" w:hAnsi="PT Astra Serif"/>
          <w:sz w:val="28"/>
          <w:szCs w:val="28"/>
        </w:rPr>
        <w:t>162,95</w:t>
      </w:r>
      <w:r>
        <w:rPr>
          <w:rFonts w:ascii="PT Astra Serif" w:hAnsi="PT Astra Serif"/>
          <w:sz w:val="28"/>
          <w:szCs w:val="28"/>
        </w:rPr>
        <w:t>»;</w:t>
      </w:r>
    </w:p>
    <w:p w:rsidR="00965F34" w:rsidRDefault="00965F34" w:rsidP="00B3375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31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81 3 04 80050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369,6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>заменить цифрами «</w:t>
      </w:r>
      <w:r w:rsidRPr="00227D0B">
        <w:rPr>
          <w:rFonts w:ascii="PT Astra Serif" w:hAnsi="PT Astra Serif"/>
          <w:sz w:val="28"/>
          <w:szCs w:val="28"/>
        </w:rPr>
        <w:t>162,95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lastRenderedPageBreak/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32</w:t>
      </w:r>
      <w:r w:rsidRPr="00900CB0">
        <w:rPr>
          <w:rFonts w:ascii="PT Astra Serif" w:hAnsi="PT Astra Serif"/>
          <w:sz w:val="28"/>
          <w:szCs w:val="28"/>
        </w:rPr>
        <w:t>) в строке «Государственная программа Ульяновской области «Разви</w:t>
      </w:r>
      <w:r w:rsidRPr="003F4CA2">
        <w:rPr>
          <w:rFonts w:ascii="PT Astra Serif" w:hAnsi="PT Astra Serif"/>
          <w:sz w:val="28"/>
          <w:szCs w:val="28"/>
        </w:rPr>
        <w:t>тие государственного у</w:t>
      </w:r>
      <w:r>
        <w:rPr>
          <w:rFonts w:ascii="PT Astra Serif" w:hAnsi="PT Astra Serif"/>
          <w:sz w:val="28"/>
          <w:szCs w:val="28"/>
        </w:rPr>
        <w:t>правления в Уль</w:t>
      </w:r>
      <w:r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>новской области» (ЦС 84 0 00 00000) цифры «445640,781» заменить цифрами «468258,481»;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33</w:t>
      </w:r>
      <w:r>
        <w:rPr>
          <w:rFonts w:ascii="PT Astra Serif" w:hAnsi="PT Astra Serif"/>
          <w:sz w:val="28"/>
          <w:szCs w:val="28"/>
        </w:rPr>
        <w:t>) в строке «</w:t>
      </w:r>
      <w:r w:rsidRPr="003F4CA2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3F4CA2">
        <w:rPr>
          <w:rFonts w:ascii="PT Astra Serif" w:hAnsi="PT Astra Serif"/>
          <w:sz w:val="28"/>
          <w:szCs w:val="28"/>
        </w:rPr>
        <w:t xml:space="preserve">Обеспечение деятельности Губернатора Ульяновской области и </w:t>
      </w:r>
      <w:proofErr w:type="spellStart"/>
      <w:r w:rsidRPr="003F4CA2">
        <w:rPr>
          <w:rFonts w:ascii="PT Astra Serif" w:hAnsi="PT Astra Serif"/>
          <w:sz w:val="28"/>
          <w:szCs w:val="28"/>
        </w:rPr>
        <w:t>госу</w:t>
      </w:r>
      <w:r>
        <w:rPr>
          <w:rFonts w:ascii="PT Astra Serif" w:hAnsi="PT Astra Serif"/>
          <w:sz w:val="28"/>
          <w:szCs w:val="28"/>
        </w:rPr>
        <w:t>-</w:t>
      </w:r>
      <w:r w:rsidRPr="003F4CA2">
        <w:rPr>
          <w:rFonts w:ascii="PT Astra Serif" w:hAnsi="PT Astra Serif"/>
          <w:sz w:val="28"/>
          <w:szCs w:val="28"/>
        </w:rPr>
        <w:t>дарственных</w:t>
      </w:r>
      <w:proofErr w:type="spellEnd"/>
      <w:r w:rsidRPr="003F4CA2">
        <w:rPr>
          <w:rFonts w:ascii="PT Astra Serif" w:hAnsi="PT Astra Serif"/>
          <w:sz w:val="28"/>
          <w:szCs w:val="28"/>
        </w:rPr>
        <w:t xml:space="preserve"> органов, в том числе проведение работ по капитальному </w:t>
      </w:r>
      <w:r>
        <w:rPr>
          <w:rFonts w:ascii="PT Astra Serif" w:hAnsi="PT Astra Serif"/>
          <w:sz w:val="28"/>
          <w:szCs w:val="28"/>
        </w:rPr>
        <w:t xml:space="preserve">ремонту административных зданий» </w:t>
      </w:r>
      <w:r>
        <w:rPr>
          <w:rFonts w:ascii="PT Astra Serif" w:hAnsi="PT Astra Serif"/>
          <w:sz w:val="28"/>
          <w:szCs w:val="28"/>
        </w:rPr>
        <w:br/>
        <w:t>(ЦС 84 0 07 00000) цифры «441673,0» заменить цифрами «464290,7»;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34</w:t>
      </w:r>
      <w:r>
        <w:rPr>
          <w:rFonts w:ascii="PT Astra Serif" w:hAnsi="PT Astra Serif"/>
          <w:sz w:val="28"/>
          <w:szCs w:val="28"/>
        </w:rPr>
        <w:t>) в строке «</w:t>
      </w:r>
      <w:r w:rsidRPr="003F4CA2">
        <w:rPr>
          <w:rFonts w:ascii="PT Astra Serif" w:hAnsi="PT Astra Serif"/>
          <w:sz w:val="28"/>
          <w:szCs w:val="28"/>
        </w:rPr>
        <w:t>Учреждения по обеспечению хозяйственного обслуживания</w:t>
      </w:r>
      <w:r>
        <w:rPr>
          <w:rFonts w:ascii="PT Astra Serif" w:hAnsi="PT Astra Serif"/>
          <w:sz w:val="28"/>
          <w:szCs w:val="28"/>
        </w:rPr>
        <w:t>» (ЦС 84 0 07 80130) цифры «441673,0» заменить цифрами «464290,7»;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35</w:t>
      </w:r>
      <w:r>
        <w:rPr>
          <w:rFonts w:ascii="PT Astra Serif" w:hAnsi="PT Astra Serif"/>
          <w:sz w:val="28"/>
          <w:szCs w:val="28"/>
        </w:rPr>
        <w:t>) в строке «</w:t>
      </w:r>
      <w:r w:rsidRPr="003F4CA2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3F4CA2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3F4CA2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>» (ЦС 84 0 07 80130 ВР 100) цифры «268888,9» заменить цифрами «291506,6»;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36</w:t>
      </w:r>
      <w:r>
        <w:rPr>
          <w:rFonts w:ascii="PT Astra Serif" w:hAnsi="PT Astra Serif"/>
          <w:sz w:val="28"/>
          <w:szCs w:val="28"/>
        </w:rPr>
        <w:t>) в строке «</w:t>
      </w:r>
      <w:r w:rsidRPr="00C34F2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Государственная программа Ульяновской области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«</w:t>
      </w:r>
      <w:r w:rsidRPr="00C34F2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Развитие строительства и архитектуры в </w:t>
      </w:r>
      <w:proofErr w:type="spellStart"/>
      <w:r w:rsidRPr="00C34F28">
        <w:rPr>
          <w:rFonts w:ascii="PT Astra Serif" w:hAnsi="PT Astra Serif"/>
          <w:bCs/>
          <w:color w:val="000000"/>
          <w:spacing w:val="-4"/>
          <w:sz w:val="28"/>
          <w:szCs w:val="28"/>
        </w:rPr>
        <w:t>Улья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t>-</w:t>
      </w:r>
      <w:r w:rsidRPr="00C34F28">
        <w:rPr>
          <w:rFonts w:ascii="PT Astra Serif" w:hAnsi="PT Astra Serif"/>
          <w:bCs/>
          <w:color w:val="000000"/>
          <w:spacing w:val="-4"/>
          <w:sz w:val="28"/>
          <w:szCs w:val="28"/>
        </w:rPr>
        <w:t>новской</w:t>
      </w:r>
      <w:proofErr w:type="spellEnd"/>
      <w:r w:rsidRPr="00C34F2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 области</w:t>
      </w:r>
      <w:r>
        <w:rPr>
          <w:rFonts w:ascii="PT Astra Serif" w:hAnsi="PT Astra Serif"/>
          <w:b/>
          <w:bCs/>
          <w:color w:val="000000"/>
          <w:spacing w:val="-4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(ЦС 85 0 00 00000) цифры «</w:t>
      </w:r>
      <w:r w:rsidRPr="00C34F28">
        <w:rPr>
          <w:rFonts w:ascii="PT Astra Serif" w:hAnsi="PT Astra Serif"/>
          <w:bCs/>
          <w:color w:val="000000"/>
          <w:sz w:val="28"/>
          <w:szCs w:val="28"/>
        </w:rPr>
        <w:t>2726447,92416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908C7">
        <w:rPr>
          <w:rFonts w:ascii="PT Astra Serif" w:hAnsi="PT Astra Serif"/>
          <w:sz w:val="28"/>
          <w:szCs w:val="28"/>
        </w:rPr>
        <w:t>2731986,92416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37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 xml:space="preserve">Предоставление работникам областных государственных учреждений Ульяновской области </w:t>
      </w:r>
      <w:r>
        <w:rPr>
          <w:rFonts w:ascii="PT Astra Serif" w:hAnsi="PT Astra Serif"/>
          <w:bCs/>
          <w:color w:val="000000"/>
          <w:spacing w:val="-4"/>
          <w:sz w:val="28"/>
          <w:szCs w:val="28"/>
        </w:rPr>
        <w:br/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единовременных выплат на приобретение жилых помещений с привлечением средств ипотечных кредитов (займов)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>(ЦС 85 1 02 40020)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19350,0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908C7">
        <w:rPr>
          <w:rFonts w:ascii="PT Astra Serif" w:hAnsi="PT Astra Serif"/>
          <w:sz w:val="28"/>
          <w:szCs w:val="28"/>
        </w:rPr>
        <w:t>14450</w:t>
      </w:r>
      <w:r>
        <w:rPr>
          <w:rFonts w:ascii="PT Astra Serif" w:hAnsi="PT Astra Serif"/>
          <w:sz w:val="28"/>
          <w:szCs w:val="28"/>
        </w:rPr>
        <w:t>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38</w:t>
      </w:r>
      <w:r>
        <w:rPr>
          <w:rFonts w:ascii="PT Astra Serif" w:hAnsi="PT Astra Serif"/>
          <w:sz w:val="28"/>
          <w:szCs w:val="28"/>
        </w:rPr>
        <w:t>) в строке «</w:t>
      </w:r>
      <w:r w:rsidRPr="005A7ED8">
        <w:rPr>
          <w:rFonts w:ascii="PT Astra Serif" w:hAnsi="PT Astra Serif"/>
          <w:bCs/>
          <w:color w:val="000000"/>
          <w:spacing w:val="-4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85 1 02 40020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19350,0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908C7">
        <w:rPr>
          <w:rFonts w:ascii="PT Astra Serif" w:hAnsi="PT Astra Serif"/>
          <w:sz w:val="28"/>
          <w:szCs w:val="28"/>
        </w:rPr>
        <w:t>14450</w:t>
      </w:r>
      <w:r>
        <w:rPr>
          <w:rFonts w:ascii="PT Astra Serif" w:hAnsi="PT Astra Serif"/>
          <w:sz w:val="28"/>
          <w:szCs w:val="28"/>
        </w:rPr>
        <w:t>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39</w:t>
      </w:r>
      <w:r>
        <w:rPr>
          <w:rFonts w:ascii="PT Astra Serif" w:hAnsi="PT Astra Serif"/>
          <w:sz w:val="28"/>
          <w:szCs w:val="28"/>
        </w:rPr>
        <w:t>) в строке «</w:t>
      </w:r>
      <w:r w:rsidRPr="00DA5027">
        <w:rPr>
          <w:rFonts w:ascii="PT Astra Serif" w:hAnsi="PT Astra Serif"/>
          <w:sz w:val="28"/>
          <w:szCs w:val="28"/>
        </w:rPr>
        <w:t xml:space="preserve">Предоставление единовременной социальной выплаты отдельным работникам организаций, </w:t>
      </w:r>
      <w:r>
        <w:rPr>
          <w:rFonts w:ascii="PT Astra Serif" w:hAnsi="PT Astra Serif"/>
          <w:sz w:val="28"/>
          <w:szCs w:val="28"/>
        </w:rPr>
        <w:br/>
      </w:r>
      <w:r w:rsidRPr="00DA5027">
        <w:rPr>
          <w:rFonts w:ascii="PT Astra Serif" w:hAnsi="PT Astra Serif"/>
          <w:sz w:val="28"/>
          <w:szCs w:val="28"/>
        </w:rPr>
        <w:t>осуществляющих на территории Ульяновской области деятельность в сфере информационных технологий и отрасли авиастроения</w:t>
      </w:r>
      <w:r>
        <w:rPr>
          <w:rFonts w:ascii="PT Astra Serif" w:hAnsi="PT Astra Serif"/>
          <w:sz w:val="28"/>
          <w:szCs w:val="28"/>
        </w:rPr>
        <w:t>» (ЦС 85 1 02 40070)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3600,0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908C7">
        <w:rPr>
          <w:rFonts w:ascii="PT Astra Serif" w:hAnsi="PT Astra Serif"/>
          <w:sz w:val="28"/>
          <w:szCs w:val="28"/>
        </w:rPr>
        <w:t>8500</w:t>
      </w:r>
      <w:r>
        <w:rPr>
          <w:rFonts w:ascii="PT Astra Serif" w:hAnsi="PT Astra Serif"/>
          <w:sz w:val="28"/>
          <w:szCs w:val="28"/>
        </w:rPr>
        <w:t>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40</w:t>
      </w:r>
      <w:r>
        <w:rPr>
          <w:rFonts w:ascii="PT Astra Serif" w:hAnsi="PT Astra Serif"/>
          <w:sz w:val="28"/>
          <w:szCs w:val="28"/>
        </w:rPr>
        <w:t>) в строке «</w:t>
      </w:r>
      <w:r w:rsidRPr="00DA5027">
        <w:rPr>
          <w:rFonts w:ascii="PT Astra Serif" w:hAnsi="PT Astra Serif"/>
          <w:sz w:val="28"/>
          <w:szCs w:val="28"/>
        </w:rPr>
        <w:t>Социальное обеспечение и иные выплаты населению</w:t>
      </w:r>
      <w:r>
        <w:rPr>
          <w:rFonts w:ascii="PT Astra Serif" w:hAnsi="PT Astra Serif"/>
          <w:sz w:val="28"/>
          <w:szCs w:val="28"/>
        </w:rPr>
        <w:t>» (ЦС 85 1 02 40070 ВР 300)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3600,0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6908C7">
        <w:rPr>
          <w:rFonts w:ascii="PT Astra Serif" w:hAnsi="PT Astra Serif"/>
          <w:sz w:val="28"/>
          <w:szCs w:val="28"/>
        </w:rPr>
        <w:t>8500</w:t>
      </w:r>
      <w:r>
        <w:rPr>
          <w:rFonts w:ascii="PT Astra Serif" w:hAnsi="PT Astra Serif"/>
          <w:sz w:val="28"/>
          <w:szCs w:val="28"/>
        </w:rPr>
        <w:t>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41</w:t>
      </w:r>
      <w:r>
        <w:rPr>
          <w:rFonts w:ascii="PT Astra Serif" w:hAnsi="PT Astra Serif"/>
          <w:sz w:val="28"/>
          <w:szCs w:val="28"/>
        </w:rPr>
        <w:t>) в строке «</w:t>
      </w:r>
      <w:r w:rsidRPr="00DA5027">
        <w:rPr>
          <w:rFonts w:ascii="PT Astra Serif" w:hAnsi="PT Astra Serif"/>
          <w:sz w:val="28"/>
          <w:szCs w:val="28"/>
        </w:rPr>
        <w:t xml:space="preserve">Подпрограмма </w:t>
      </w:r>
      <w:r>
        <w:rPr>
          <w:rFonts w:ascii="PT Astra Serif" w:hAnsi="PT Astra Serif"/>
          <w:sz w:val="28"/>
          <w:szCs w:val="28"/>
        </w:rPr>
        <w:t>«</w:t>
      </w:r>
      <w:r w:rsidRPr="00DA5027">
        <w:rPr>
          <w:rFonts w:ascii="PT Astra Serif" w:hAnsi="PT Astra Serif"/>
          <w:sz w:val="28"/>
          <w:szCs w:val="28"/>
        </w:rPr>
        <w:t>Обеспечение реализации государственной программы</w:t>
      </w:r>
      <w:r>
        <w:rPr>
          <w:rFonts w:ascii="PT Astra Serif" w:hAnsi="PT Astra Serif"/>
          <w:sz w:val="28"/>
          <w:szCs w:val="28"/>
        </w:rPr>
        <w:t>»</w:t>
      </w:r>
      <w:r w:rsidRPr="00DA5027">
        <w:rPr>
          <w:rFonts w:ascii="PT Astra Serif" w:hAnsi="PT Astra Serif"/>
          <w:sz w:val="28"/>
          <w:szCs w:val="28"/>
        </w:rPr>
        <w:t xml:space="preserve"> государственной программы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DA5027">
        <w:rPr>
          <w:rFonts w:ascii="PT Astra Serif" w:hAnsi="PT Astra Serif"/>
          <w:sz w:val="28"/>
          <w:szCs w:val="28"/>
        </w:rPr>
        <w:t>Развитие строительства и ар</w:t>
      </w:r>
      <w:r>
        <w:rPr>
          <w:rFonts w:ascii="PT Astra Serif" w:hAnsi="PT Astra Serif"/>
          <w:sz w:val="28"/>
          <w:szCs w:val="28"/>
        </w:rPr>
        <w:t>хитектуры в Ульяновской области» (ЦС 85 5 00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324214,76698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9A2EDA">
        <w:rPr>
          <w:rFonts w:ascii="PT Astra Serif" w:hAnsi="PT Astra Serif"/>
          <w:sz w:val="28"/>
          <w:szCs w:val="28"/>
        </w:rPr>
        <w:t>329753,76698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42</w:t>
      </w:r>
      <w:r>
        <w:rPr>
          <w:rFonts w:ascii="PT Astra Serif" w:hAnsi="PT Astra Serif"/>
          <w:sz w:val="28"/>
          <w:szCs w:val="28"/>
        </w:rPr>
        <w:t>) в строке «</w:t>
      </w:r>
      <w:r w:rsidRPr="00D4013E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D4013E">
        <w:rPr>
          <w:rFonts w:ascii="PT Astra Serif" w:hAnsi="PT Astra Serif"/>
          <w:sz w:val="28"/>
          <w:szCs w:val="28"/>
        </w:rPr>
        <w:t>Обеспечение деятельности исполните</w:t>
      </w:r>
      <w:r>
        <w:rPr>
          <w:rFonts w:ascii="PT Astra Serif" w:hAnsi="PT Astra Serif"/>
          <w:sz w:val="28"/>
          <w:szCs w:val="28"/>
        </w:rPr>
        <w:t xml:space="preserve">ля и соисполнителей программы» </w:t>
      </w:r>
      <w:r>
        <w:rPr>
          <w:rFonts w:ascii="PT Astra Serif" w:hAnsi="PT Astra Serif"/>
          <w:sz w:val="28"/>
          <w:szCs w:val="28"/>
        </w:rPr>
        <w:br/>
        <w:t>(ЦС 85 5 01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324214,76698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9A2EDA">
        <w:rPr>
          <w:rFonts w:ascii="PT Astra Serif" w:hAnsi="PT Astra Serif"/>
          <w:sz w:val="28"/>
          <w:szCs w:val="28"/>
        </w:rPr>
        <w:t>329753,76698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43</w:t>
      </w:r>
      <w:r>
        <w:rPr>
          <w:rFonts w:ascii="PT Astra Serif" w:hAnsi="PT Astra Serif"/>
          <w:sz w:val="28"/>
          <w:szCs w:val="28"/>
        </w:rPr>
        <w:t>) в строке «</w:t>
      </w:r>
      <w:r w:rsidRPr="00D4013E">
        <w:rPr>
          <w:rFonts w:ascii="PT Astra Serif" w:hAnsi="PT Astra Serif"/>
          <w:sz w:val="28"/>
          <w:szCs w:val="28"/>
        </w:rPr>
        <w:t xml:space="preserve">Финансовое обеспечение деятельности областного государственного казённого учреждения </w:t>
      </w:r>
      <w:r>
        <w:rPr>
          <w:rFonts w:ascii="PT Astra Serif" w:hAnsi="PT Astra Serif"/>
          <w:sz w:val="28"/>
          <w:szCs w:val="28"/>
        </w:rPr>
        <w:br/>
        <w:t>«</w:t>
      </w:r>
      <w:r w:rsidRPr="00D4013E">
        <w:rPr>
          <w:rFonts w:ascii="PT Astra Serif" w:hAnsi="PT Astra Serif"/>
          <w:sz w:val="28"/>
          <w:szCs w:val="28"/>
        </w:rPr>
        <w:t>Региональный земельно-имущественный ин</w:t>
      </w:r>
      <w:r>
        <w:rPr>
          <w:rFonts w:ascii="PT Astra Serif" w:hAnsi="PT Astra Serif"/>
          <w:sz w:val="28"/>
          <w:szCs w:val="28"/>
        </w:rPr>
        <w:t>формационный центр» (ЦС 85 5 01 66030)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44160,0</w:t>
      </w:r>
      <w:r>
        <w:rPr>
          <w:rFonts w:ascii="PT Astra Serif" w:hAnsi="PT Astra Serif"/>
          <w:sz w:val="28"/>
          <w:szCs w:val="28"/>
        </w:rPr>
        <w:t xml:space="preserve">» заменить </w:t>
      </w:r>
      <w:r>
        <w:rPr>
          <w:rFonts w:ascii="PT Astra Serif" w:hAnsi="PT Astra Serif"/>
          <w:sz w:val="28"/>
          <w:szCs w:val="28"/>
        </w:rPr>
        <w:br/>
        <w:t>цифрами «</w:t>
      </w:r>
      <w:r w:rsidRPr="009A2EDA">
        <w:rPr>
          <w:rFonts w:ascii="PT Astra Serif" w:hAnsi="PT Astra Serif"/>
          <w:sz w:val="28"/>
          <w:szCs w:val="28"/>
        </w:rPr>
        <w:t>45497,2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44</w:t>
      </w:r>
      <w:r>
        <w:rPr>
          <w:rFonts w:ascii="PT Astra Serif" w:hAnsi="PT Astra Serif"/>
          <w:sz w:val="28"/>
          <w:szCs w:val="28"/>
        </w:rPr>
        <w:t>) в строке «</w:t>
      </w:r>
      <w:r w:rsidRPr="00510D83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510D83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510D83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>» (ЦС 85 5 01 66030 ВР 100)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37721,0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9A2EDA">
        <w:rPr>
          <w:rFonts w:ascii="PT Astra Serif" w:hAnsi="PT Astra Serif"/>
          <w:sz w:val="28"/>
          <w:szCs w:val="28"/>
        </w:rPr>
        <w:t>39058,2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45</w:t>
      </w:r>
      <w:r>
        <w:rPr>
          <w:rFonts w:ascii="PT Astra Serif" w:hAnsi="PT Astra Serif"/>
          <w:sz w:val="28"/>
          <w:szCs w:val="28"/>
        </w:rPr>
        <w:t>) в строке «</w:t>
      </w:r>
      <w:r w:rsidRPr="00510D83">
        <w:rPr>
          <w:rFonts w:ascii="PT Astra Serif" w:hAnsi="PT Astra Serif"/>
          <w:sz w:val="28"/>
          <w:szCs w:val="28"/>
        </w:rPr>
        <w:t>Предоставление субсидий из областного бюджета Ульяновской области областному государстве</w:t>
      </w:r>
      <w:r w:rsidRPr="00510D83">
        <w:rPr>
          <w:rFonts w:ascii="PT Astra Serif" w:hAnsi="PT Astra Serif"/>
          <w:sz w:val="28"/>
          <w:szCs w:val="28"/>
        </w:rPr>
        <w:t>н</w:t>
      </w:r>
      <w:r w:rsidRPr="00510D83">
        <w:rPr>
          <w:rFonts w:ascii="PT Astra Serif" w:hAnsi="PT Astra Serif"/>
          <w:sz w:val="28"/>
          <w:szCs w:val="28"/>
        </w:rPr>
        <w:t xml:space="preserve">ному бюджетному учреждению </w:t>
      </w:r>
      <w:r>
        <w:rPr>
          <w:rFonts w:ascii="PT Astra Serif" w:hAnsi="PT Astra Serif"/>
          <w:sz w:val="28"/>
          <w:szCs w:val="28"/>
        </w:rPr>
        <w:t>«</w:t>
      </w:r>
      <w:r w:rsidRPr="00510D83">
        <w:rPr>
          <w:rFonts w:ascii="PT Astra Serif" w:hAnsi="PT Astra Serif"/>
          <w:sz w:val="28"/>
          <w:szCs w:val="28"/>
        </w:rPr>
        <w:t>Центр государственной кадастровой оценки</w:t>
      </w:r>
      <w:r>
        <w:rPr>
          <w:rFonts w:ascii="PT Astra Serif" w:hAnsi="PT Astra Serif"/>
          <w:sz w:val="28"/>
          <w:szCs w:val="28"/>
        </w:rPr>
        <w:t>»</w:t>
      </w:r>
      <w:r w:rsidRPr="00510D83">
        <w:rPr>
          <w:rFonts w:ascii="PT Astra Serif" w:hAnsi="PT Astra Serif"/>
          <w:sz w:val="28"/>
          <w:szCs w:val="28"/>
        </w:rPr>
        <w:t xml:space="preserve"> в целях финансового обеспечения выпо</w:t>
      </w:r>
      <w:r w:rsidRPr="00510D83">
        <w:rPr>
          <w:rFonts w:ascii="PT Astra Serif" w:hAnsi="PT Astra Serif"/>
          <w:sz w:val="28"/>
          <w:szCs w:val="28"/>
        </w:rPr>
        <w:t>л</w:t>
      </w:r>
      <w:r w:rsidRPr="00510D83">
        <w:rPr>
          <w:rFonts w:ascii="PT Astra Serif" w:hAnsi="PT Astra Serif"/>
          <w:sz w:val="28"/>
          <w:szCs w:val="28"/>
        </w:rPr>
        <w:t>нения им государственного задания и на иные цели</w:t>
      </w:r>
      <w:r>
        <w:rPr>
          <w:rFonts w:ascii="PT Astra Serif" w:hAnsi="PT Astra Serif"/>
          <w:sz w:val="28"/>
          <w:szCs w:val="28"/>
        </w:rPr>
        <w:t>» (ЦС 85 5 01 66050)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20380,0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9A2EDA">
        <w:rPr>
          <w:rFonts w:ascii="PT Astra Serif" w:hAnsi="PT Astra Serif"/>
          <w:sz w:val="28"/>
          <w:szCs w:val="28"/>
        </w:rPr>
        <w:t>21042,8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46</w:t>
      </w:r>
      <w:r>
        <w:rPr>
          <w:rFonts w:ascii="PT Astra Serif" w:hAnsi="PT Astra Serif"/>
          <w:sz w:val="28"/>
          <w:szCs w:val="28"/>
        </w:rPr>
        <w:t>) в строке «</w:t>
      </w:r>
      <w:r w:rsidRPr="00510D83">
        <w:rPr>
          <w:rFonts w:ascii="PT Astra Serif" w:hAnsi="PT Astra Serif"/>
          <w:sz w:val="28"/>
          <w:szCs w:val="28"/>
        </w:rPr>
        <w:t>Предоставление субсидий бюджетным, автономным учреждениям и иным некоммерческим орган</w:t>
      </w:r>
      <w:r w:rsidRPr="00510D83">
        <w:rPr>
          <w:rFonts w:ascii="PT Astra Serif" w:hAnsi="PT Astra Serif"/>
          <w:sz w:val="28"/>
          <w:szCs w:val="28"/>
        </w:rPr>
        <w:t>и</w:t>
      </w:r>
      <w:r w:rsidRPr="00510D83">
        <w:rPr>
          <w:rFonts w:ascii="PT Astra Serif" w:hAnsi="PT Astra Serif"/>
          <w:sz w:val="28"/>
          <w:szCs w:val="28"/>
        </w:rPr>
        <w:t>зациям</w:t>
      </w:r>
      <w:r>
        <w:rPr>
          <w:rFonts w:ascii="PT Astra Serif" w:hAnsi="PT Astra Serif"/>
          <w:sz w:val="28"/>
          <w:szCs w:val="28"/>
        </w:rPr>
        <w:t>» (ЦС 85 5 01 66050 ВР 600)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20380,0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9A2EDA">
        <w:rPr>
          <w:rFonts w:ascii="PT Astra Serif" w:hAnsi="PT Astra Serif"/>
          <w:sz w:val="28"/>
          <w:szCs w:val="28"/>
        </w:rPr>
        <w:t>21042,8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47</w:t>
      </w:r>
      <w:r>
        <w:rPr>
          <w:rFonts w:ascii="PT Astra Serif" w:hAnsi="PT Astra Serif"/>
          <w:sz w:val="28"/>
          <w:szCs w:val="28"/>
        </w:rPr>
        <w:t>) в строке «</w:t>
      </w:r>
      <w:r w:rsidRPr="00C52E21">
        <w:rPr>
          <w:rFonts w:ascii="PT Astra Serif" w:hAnsi="PT Astra Serif"/>
          <w:sz w:val="28"/>
          <w:szCs w:val="28"/>
        </w:rPr>
        <w:t>Обеспечение деятельности государственных органов Ульяновской области</w:t>
      </w:r>
      <w:r>
        <w:rPr>
          <w:rFonts w:ascii="PT Astra Serif" w:hAnsi="PT Astra Serif"/>
          <w:sz w:val="28"/>
          <w:szCs w:val="28"/>
        </w:rPr>
        <w:t xml:space="preserve">» (ЦС 85 5 01 80010) </w:t>
      </w:r>
      <w:r>
        <w:rPr>
          <w:rFonts w:ascii="PT Astra Serif" w:hAnsi="PT Astra Serif"/>
          <w:sz w:val="28"/>
          <w:szCs w:val="28"/>
        </w:rPr>
        <w:br/>
        <w:t>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44048,3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9A2EDA">
        <w:rPr>
          <w:rFonts w:ascii="PT Astra Serif" w:hAnsi="PT Astra Serif"/>
          <w:sz w:val="28"/>
          <w:szCs w:val="28"/>
        </w:rPr>
        <w:t>47587,3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48</w:t>
      </w:r>
      <w:r>
        <w:rPr>
          <w:rFonts w:ascii="PT Astra Serif" w:hAnsi="PT Astra Serif"/>
          <w:sz w:val="28"/>
          <w:szCs w:val="28"/>
        </w:rPr>
        <w:t>) в строке «</w:t>
      </w:r>
      <w:r w:rsidRPr="00C52E21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C52E21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C52E21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>» (ЦС 85 5 01 80010 ВР 100)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33940,9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9A2EDA">
        <w:rPr>
          <w:rFonts w:ascii="PT Astra Serif" w:hAnsi="PT Astra Serif"/>
          <w:sz w:val="28"/>
          <w:szCs w:val="28"/>
        </w:rPr>
        <w:t>37479,9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49</w:t>
      </w:r>
      <w:r w:rsidRPr="00900CB0">
        <w:rPr>
          <w:rFonts w:ascii="PT Astra Serif" w:hAnsi="PT Astra Serif"/>
          <w:sz w:val="28"/>
          <w:szCs w:val="28"/>
        </w:rPr>
        <w:t>) в строке «Государственная программа Ульяновской области «Обес</w:t>
      </w:r>
      <w:r w:rsidRPr="00C01AB1">
        <w:rPr>
          <w:rFonts w:ascii="PT Astra Serif" w:hAnsi="PT Astra Serif"/>
          <w:sz w:val="28"/>
          <w:szCs w:val="28"/>
        </w:rPr>
        <w:t xml:space="preserve">печение правопорядка и безопасности </w:t>
      </w:r>
      <w:r>
        <w:rPr>
          <w:rFonts w:ascii="PT Astra Serif" w:hAnsi="PT Astra Serif"/>
          <w:sz w:val="28"/>
          <w:szCs w:val="28"/>
        </w:rPr>
        <w:br/>
      </w:r>
      <w:r w:rsidRPr="00C01AB1">
        <w:rPr>
          <w:rFonts w:ascii="PT Astra Serif" w:hAnsi="PT Astra Serif"/>
          <w:sz w:val="28"/>
          <w:szCs w:val="28"/>
        </w:rPr>
        <w:t>жизнедеятельности на территории Ульянов</w:t>
      </w:r>
      <w:r>
        <w:rPr>
          <w:rFonts w:ascii="PT Astra Serif" w:hAnsi="PT Astra Serif"/>
          <w:sz w:val="28"/>
          <w:szCs w:val="28"/>
        </w:rPr>
        <w:t>ской области» (ЦС 86 0 00 00000) цифры «1039548,7» заменить цифрами «1106110,8»;</w:t>
      </w:r>
    </w:p>
    <w:p w:rsidR="00336282" w:rsidRP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pacing w:val="-2"/>
          <w:sz w:val="28"/>
          <w:szCs w:val="28"/>
        </w:rPr>
      </w:pPr>
      <w:r w:rsidRPr="00336282">
        <w:rPr>
          <w:rFonts w:ascii="PT Astra Serif" w:hAnsi="PT Astra Serif"/>
          <w:spacing w:val="-2"/>
          <w:sz w:val="28"/>
          <w:szCs w:val="28"/>
        </w:rPr>
        <w:t>я</w:t>
      </w:r>
      <w:r w:rsidRPr="00336282">
        <w:rPr>
          <w:rFonts w:ascii="PT Astra Serif" w:hAnsi="PT Astra Serif"/>
          <w:spacing w:val="-2"/>
          <w:sz w:val="28"/>
          <w:szCs w:val="28"/>
          <w:vertAlign w:val="superscript"/>
        </w:rPr>
        <w:t>50</w:t>
      </w:r>
      <w:r w:rsidRPr="00336282">
        <w:rPr>
          <w:rFonts w:ascii="PT Astra Serif" w:hAnsi="PT Astra Serif"/>
          <w:spacing w:val="-2"/>
          <w:sz w:val="28"/>
          <w:szCs w:val="28"/>
        </w:rPr>
        <w:t xml:space="preserve">) в строке «Подпрограмма «Снижение рисков и смягчение последствий чрезвычайных ситуаций природного </w:t>
      </w:r>
      <w:r>
        <w:rPr>
          <w:rFonts w:ascii="PT Astra Serif" w:hAnsi="PT Astra Serif"/>
          <w:spacing w:val="-2"/>
          <w:sz w:val="28"/>
          <w:szCs w:val="28"/>
        </w:rPr>
        <w:br/>
      </w:r>
      <w:r w:rsidRPr="00336282">
        <w:rPr>
          <w:rFonts w:ascii="PT Astra Serif" w:hAnsi="PT Astra Serif"/>
          <w:spacing w:val="-2"/>
          <w:sz w:val="28"/>
          <w:szCs w:val="28"/>
        </w:rPr>
        <w:t xml:space="preserve">и техногенного характера на территории Ульяновской области» государственной программы Ульяновской области </w:t>
      </w:r>
      <w:r>
        <w:rPr>
          <w:rFonts w:ascii="PT Astra Serif" w:hAnsi="PT Astra Serif"/>
          <w:spacing w:val="-2"/>
          <w:sz w:val="28"/>
          <w:szCs w:val="28"/>
        </w:rPr>
        <w:br/>
      </w:r>
      <w:r w:rsidRPr="00336282">
        <w:rPr>
          <w:rFonts w:ascii="PT Astra Serif" w:hAnsi="PT Astra Serif"/>
          <w:spacing w:val="-2"/>
          <w:sz w:val="28"/>
          <w:szCs w:val="28"/>
        </w:rPr>
        <w:t>«Обеспечение правопорядка и безопасности жизнедеятельности на территории Ульяновской области» (ЦС 86 3 00 00000) цифры «840783,2» заменить цифрами «907345,3»;</w:t>
      </w:r>
    </w:p>
    <w:p w:rsidR="00336282" w:rsidRP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pacing w:val="-2"/>
          <w:sz w:val="28"/>
          <w:szCs w:val="28"/>
        </w:rPr>
      </w:pPr>
      <w:r w:rsidRPr="00336282">
        <w:rPr>
          <w:rFonts w:ascii="PT Astra Serif" w:hAnsi="PT Astra Serif"/>
          <w:spacing w:val="-2"/>
          <w:sz w:val="28"/>
          <w:szCs w:val="28"/>
        </w:rPr>
        <w:t>я</w:t>
      </w:r>
      <w:r w:rsidRPr="00336282">
        <w:rPr>
          <w:rFonts w:ascii="PT Astra Serif" w:hAnsi="PT Astra Serif"/>
          <w:spacing w:val="-2"/>
          <w:sz w:val="28"/>
          <w:szCs w:val="28"/>
          <w:vertAlign w:val="superscript"/>
        </w:rPr>
        <w:t>51</w:t>
      </w:r>
      <w:r w:rsidRPr="00336282">
        <w:rPr>
          <w:rFonts w:ascii="PT Astra Serif" w:hAnsi="PT Astra Serif"/>
          <w:spacing w:val="-2"/>
          <w:sz w:val="28"/>
          <w:szCs w:val="28"/>
        </w:rPr>
        <w:t xml:space="preserve">) в строке «Основное мероприятие «Финансовое обеспечение деятельности Областного государственного </w:t>
      </w:r>
      <w:r w:rsidRPr="00336282">
        <w:rPr>
          <w:rFonts w:ascii="PT Astra Serif" w:hAnsi="PT Astra Serif"/>
          <w:spacing w:val="-2"/>
          <w:sz w:val="28"/>
          <w:szCs w:val="28"/>
        </w:rPr>
        <w:br/>
        <w:t>казённого учреждения «Служба гражданской защиты и пожарной безопасности Ульяновской области» (ЦС 86 3 06 00000)</w:t>
      </w:r>
      <w:r>
        <w:rPr>
          <w:rFonts w:ascii="PT Astra Serif" w:hAnsi="PT Astra Serif"/>
          <w:spacing w:val="-2"/>
          <w:sz w:val="28"/>
          <w:szCs w:val="28"/>
        </w:rPr>
        <w:br/>
      </w:r>
      <w:r w:rsidRPr="00336282">
        <w:rPr>
          <w:rFonts w:ascii="PT Astra Serif" w:hAnsi="PT Astra Serif"/>
          <w:spacing w:val="-2"/>
          <w:sz w:val="28"/>
          <w:szCs w:val="28"/>
        </w:rPr>
        <w:t>цифры «754122,9» заменить цифрами «820685,0»;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52</w:t>
      </w:r>
      <w:r>
        <w:rPr>
          <w:rFonts w:ascii="PT Astra Serif" w:hAnsi="PT Astra Serif"/>
          <w:sz w:val="28"/>
          <w:szCs w:val="28"/>
        </w:rPr>
        <w:t>) в строке «</w:t>
      </w:r>
      <w:r w:rsidRPr="00C01AB1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C01AB1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C01AB1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>» (ЦС 86 3 06 00000 ВР 100) цифры «676744,9» заменить цифрами «743307,0»;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53</w:t>
      </w:r>
      <w:r w:rsidRPr="00900CB0">
        <w:rPr>
          <w:rFonts w:ascii="PT Astra Serif" w:hAnsi="PT Astra Serif"/>
          <w:sz w:val="28"/>
          <w:szCs w:val="28"/>
        </w:rPr>
        <w:t>) в строке «Государственная программа Ульяновской области «Разви</w:t>
      </w:r>
      <w:r w:rsidRPr="00812DF0">
        <w:rPr>
          <w:rFonts w:ascii="PT Astra Serif" w:hAnsi="PT Astra Serif"/>
          <w:sz w:val="28"/>
          <w:szCs w:val="28"/>
        </w:rPr>
        <w:t xml:space="preserve">тие культуры, туризма и сохранение </w:t>
      </w:r>
      <w:r w:rsidR="00840AFC">
        <w:rPr>
          <w:rFonts w:ascii="PT Astra Serif" w:hAnsi="PT Astra Serif"/>
          <w:sz w:val="28"/>
          <w:szCs w:val="28"/>
        </w:rPr>
        <w:br/>
      </w:r>
      <w:r w:rsidRPr="00812DF0">
        <w:rPr>
          <w:rFonts w:ascii="PT Astra Serif" w:hAnsi="PT Astra Serif"/>
          <w:sz w:val="28"/>
          <w:szCs w:val="28"/>
        </w:rPr>
        <w:t>объектов культурного наследия в Ульяновской области</w:t>
      </w:r>
      <w:r>
        <w:rPr>
          <w:rFonts w:ascii="PT Astra Serif" w:hAnsi="PT Astra Serif"/>
          <w:sz w:val="28"/>
          <w:szCs w:val="28"/>
        </w:rPr>
        <w:t>» (ЦС 87 0 00 00000) цифры «2737844,3» заменить цифрами «</w:t>
      </w:r>
      <w:r w:rsidRPr="00812DF0">
        <w:rPr>
          <w:rFonts w:ascii="PT Astra Serif" w:hAnsi="PT Astra Serif"/>
          <w:sz w:val="28"/>
          <w:szCs w:val="28"/>
        </w:rPr>
        <w:t>2738644,6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54</w:t>
      </w:r>
      <w:r>
        <w:rPr>
          <w:rFonts w:ascii="PT Astra Serif" w:hAnsi="PT Astra Serif"/>
          <w:sz w:val="28"/>
          <w:szCs w:val="28"/>
        </w:rPr>
        <w:t>) в строке «</w:t>
      </w:r>
      <w:r w:rsidRPr="0045455D">
        <w:rPr>
          <w:rFonts w:ascii="PT Astra Serif" w:hAnsi="PT Astra Serif"/>
          <w:sz w:val="28"/>
          <w:szCs w:val="28"/>
        </w:rPr>
        <w:t xml:space="preserve">Подпрограмма </w:t>
      </w:r>
      <w:r>
        <w:rPr>
          <w:rFonts w:ascii="PT Astra Serif" w:hAnsi="PT Astra Serif"/>
          <w:sz w:val="28"/>
          <w:szCs w:val="28"/>
        </w:rPr>
        <w:t>«</w:t>
      </w:r>
      <w:r w:rsidRPr="0045455D">
        <w:rPr>
          <w:rFonts w:ascii="PT Astra Serif" w:hAnsi="PT Astra Serif"/>
          <w:sz w:val="28"/>
          <w:szCs w:val="28"/>
        </w:rPr>
        <w:t xml:space="preserve">Обеспечение реализации государственной программы Ульяновской области </w:t>
      </w:r>
      <w:r w:rsidR="00840AFC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Pr="0045455D">
        <w:rPr>
          <w:rFonts w:ascii="PT Astra Serif" w:hAnsi="PT Astra Serif"/>
          <w:sz w:val="28"/>
          <w:szCs w:val="28"/>
        </w:rPr>
        <w:t>Развитие культуры, туризма и сохранение объектов культурного наследия в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45455D">
        <w:rPr>
          <w:rFonts w:ascii="PT Astra Serif" w:hAnsi="PT Astra Serif"/>
          <w:sz w:val="28"/>
          <w:szCs w:val="28"/>
        </w:rPr>
        <w:t xml:space="preserve"> государственной программы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45455D">
        <w:rPr>
          <w:rFonts w:ascii="PT Astra Serif" w:hAnsi="PT Astra Serif"/>
          <w:sz w:val="28"/>
          <w:szCs w:val="28"/>
        </w:rPr>
        <w:t xml:space="preserve">Развитие культуры, туризма и сохранение объектов культурного наследия в </w:t>
      </w:r>
      <w:proofErr w:type="spellStart"/>
      <w:r w:rsidRPr="0045455D">
        <w:rPr>
          <w:rFonts w:ascii="PT Astra Serif" w:hAnsi="PT Astra Serif"/>
          <w:sz w:val="28"/>
          <w:szCs w:val="28"/>
        </w:rPr>
        <w:t>Улья</w:t>
      </w:r>
      <w:r w:rsidR="00840AFC">
        <w:rPr>
          <w:rFonts w:ascii="PT Astra Serif" w:hAnsi="PT Astra Serif"/>
          <w:sz w:val="28"/>
          <w:szCs w:val="28"/>
        </w:rPr>
        <w:t>-</w:t>
      </w:r>
      <w:r w:rsidRPr="0045455D">
        <w:rPr>
          <w:rFonts w:ascii="PT Astra Serif" w:hAnsi="PT Astra Serif"/>
          <w:sz w:val="28"/>
          <w:szCs w:val="28"/>
        </w:rPr>
        <w:t>новской</w:t>
      </w:r>
      <w:proofErr w:type="spellEnd"/>
      <w:r w:rsidRPr="0045455D">
        <w:rPr>
          <w:rFonts w:ascii="PT Astra Serif" w:hAnsi="PT Astra Serif"/>
          <w:sz w:val="28"/>
          <w:szCs w:val="28"/>
        </w:rPr>
        <w:t xml:space="preserve"> области</w:t>
      </w:r>
      <w:r>
        <w:rPr>
          <w:rFonts w:ascii="PT Astra Serif" w:hAnsi="PT Astra Serif"/>
          <w:sz w:val="28"/>
          <w:szCs w:val="28"/>
        </w:rPr>
        <w:t>» (ЦС 87 1 00 00000) цифры «1303622,8433» заменить цифрами «</w:t>
      </w:r>
      <w:r w:rsidRPr="0045455D">
        <w:rPr>
          <w:rFonts w:ascii="PT Astra Serif" w:hAnsi="PT Astra Serif"/>
          <w:sz w:val="28"/>
          <w:szCs w:val="28"/>
        </w:rPr>
        <w:t>1304423,1433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55</w:t>
      </w:r>
      <w:r>
        <w:rPr>
          <w:rFonts w:ascii="PT Astra Serif" w:hAnsi="PT Astra Serif"/>
          <w:sz w:val="28"/>
          <w:szCs w:val="28"/>
        </w:rPr>
        <w:t>) в строке «</w:t>
      </w:r>
      <w:r w:rsidRPr="0045455D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45455D">
        <w:rPr>
          <w:rFonts w:ascii="PT Astra Serif" w:hAnsi="PT Astra Serif"/>
          <w:sz w:val="28"/>
          <w:szCs w:val="28"/>
        </w:rPr>
        <w:t>Обеспечение деятельности исполнителей и соисполнителей государстве</w:t>
      </w:r>
      <w:r w:rsidRPr="0045455D">
        <w:rPr>
          <w:rFonts w:ascii="PT Astra Serif" w:hAnsi="PT Astra Serif"/>
          <w:sz w:val="28"/>
          <w:szCs w:val="28"/>
        </w:rPr>
        <w:t>н</w:t>
      </w:r>
      <w:r w:rsidRPr="0045455D">
        <w:rPr>
          <w:rFonts w:ascii="PT Astra Serif" w:hAnsi="PT Astra Serif"/>
          <w:sz w:val="28"/>
          <w:szCs w:val="28"/>
        </w:rPr>
        <w:t>ной программы</w:t>
      </w:r>
      <w:r>
        <w:rPr>
          <w:rFonts w:ascii="PT Astra Serif" w:hAnsi="PT Astra Serif"/>
          <w:sz w:val="28"/>
          <w:szCs w:val="28"/>
        </w:rPr>
        <w:t>» (ЦС 87 1 01 00000) цифры «1303622,8433» заменить цифрами «</w:t>
      </w:r>
      <w:r w:rsidRPr="0045455D">
        <w:rPr>
          <w:rFonts w:ascii="PT Astra Serif" w:hAnsi="PT Astra Serif"/>
          <w:sz w:val="28"/>
          <w:szCs w:val="28"/>
        </w:rPr>
        <w:t>1304423,1433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56</w:t>
      </w:r>
      <w:r>
        <w:rPr>
          <w:rFonts w:ascii="PT Astra Serif" w:hAnsi="PT Astra Serif"/>
          <w:sz w:val="28"/>
          <w:szCs w:val="28"/>
        </w:rPr>
        <w:t>) в строке «</w:t>
      </w:r>
      <w:r w:rsidRPr="00304CFD">
        <w:rPr>
          <w:rFonts w:ascii="PT Astra Serif" w:hAnsi="PT Astra Serif"/>
          <w:sz w:val="28"/>
          <w:szCs w:val="28"/>
        </w:rPr>
        <w:t xml:space="preserve">Финансовое обеспечение деятельности областного государственного казённого учреждения </w:t>
      </w:r>
      <w:r>
        <w:rPr>
          <w:rFonts w:ascii="PT Astra Serif" w:hAnsi="PT Astra Serif"/>
          <w:sz w:val="28"/>
          <w:szCs w:val="28"/>
        </w:rPr>
        <w:t>«</w:t>
      </w:r>
      <w:r w:rsidRPr="00304CFD">
        <w:rPr>
          <w:rFonts w:ascii="PT Astra Serif" w:hAnsi="PT Astra Serif"/>
          <w:sz w:val="28"/>
          <w:szCs w:val="28"/>
        </w:rPr>
        <w:t>Аген</w:t>
      </w:r>
      <w:r w:rsidRPr="00304CFD">
        <w:rPr>
          <w:rFonts w:ascii="PT Astra Serif" w:hAnsi="PT Astra Serif"/>
          <w:sz w:val="28"/>
          <w:szCs w:val="28"/>
        </w:rPr>
        <w:t>т</w:t>
      </w:r>
      <w:r w:rsidRPr="00304CFD">
        <w:rPr>
          <w:rFonts w:ascii="PT Astra Serif" w:hAnsi="PT Astra Serif"/>
          <w:sz w:val="28"/>
          <w:szCs w:val="28"/>
        </w:rPr>
        <w:t>ство по туризму Ульяновской области</w:t>
      </w:r>
      <w:r>
        <w:rPr>
          <w:rFonts w:ascii="PT Astra Serif" w:hAnsi="PT Astra Serif"/>
          <w:sz w:val="28"/>
          <w:szCs w:val="28"/>
        </w:rPr>
        <w:t>» (ЦС 87 1 01 44170) цифры «9974,8433» заменить цифрами «</w:t>
      </w:r>
      <w:r w:rsidRPr="00304CFD">
        <w:rPr>
          <w:rFonts w:ascii="PT Astra Serif" w:hAnsi="PT Astra Serif"/>
          <w:sz w:val="28"/>
          <w:szCs w:val="28"/>
        </w:rPr>
        <w:t>10775,1433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57</w:t>
      </w:r>
      <w:r>
        <w:rPr>
          <w:rFonts w:ascii="PT Astra Serif" w:hAnsi="PT Astra Serif"/>
          <w:sz w:val="28"/>
          <w:szCs w:val="28"/>
        </w:rPr>
        <w:t>) в строке «</w:t>
      </w:r>
      <w:r w:rsidRPr="00304CFD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 w:rsidR="00840AFC">
        <w:rPr>
          <w:rFonts w:ascii="PT Astra Serif" w:hAnsi="PT Astra Serif"/>
          <w:sz w:val="28"/>
          <w:szCs w:val="28"/>
        </w:rPr>
        <w:br/>
      </w:r>
      <w:r w:rsidRPr="00304CFD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 w:rsidR="00840AFC">
        <w:rPr>
          <w:rFonts w:ascii="PT Astra Serif" w:hAnsi="PT Astra Serif"/>
          <w:sz w:val="28"/>
          <w:szCs w:val="28"/>
        </w:rPr>
        <w:br/>
      </w:r>
      <w:r w:rsidRPr="00304CFD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>» (ЦС 87 1 01 44170 ВР 100) цифры «8858,6433» заменить цифрами «</w:t>
      </w:r>
      <w:r w:rsidRPr="00304CFD">
        <w:rPr>
          <w:rFonts w:ascii="PT Astra Serif" w:hAnsi="PT Astra Serif"/>
          <w:sz w:val="28"/>
          <w:szCs w:val="28"/>
        </w:rPr>
        <w:t>9658,9433</w:t>
      </w:r>
      <w:r>
        <w:rPr>
          <w:rFonts w:ascii="PT Astra Serif" w:hAnsi="PT Astra Serif"/>
          <w:sz w:val="28"/>
          <w:szCs w:val="28"/>
        </w:rPr>
        <w:t>»;</w:t>
      </w:r>
    </w:p>
    <w:p w:rsidR="00336282" w:rsidRPr="00B93F5E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58</w:t>
      </w:r>
      <w:r w:rsidRPr="00900CB0">
        <w:rPr>
          <w:rFonts w:ascii="PT Astra Serif" w:hAnsi="PT Astra Serif"/>
          <w:sz w:val="28"/>
          <w:szCs w:val="28"/>
        </w:rPr>
        <w:t>) в строке «Государственная программа Ульяновской области «Форми</w:t>
      </w:r>
      <w:r w:rsidRPr="00AF3237">
        <w:rPr>
          <w:rFonts w:ascii="PT Astra Serif" w:hAnsi="PT Astra Serif"/>
          <w:sz w:val="28"/>
          <w:szCs w:val="28"/>
        </w:rPr>
        <w:t>рование благоприятного инвестиционного климата в Ульяновской области</w:t>
      </w:r>
      <w:r>
        <w:rPr>
          <w:rFonts w:ascii="PT Astra Serif" w:hAnsi="PT Astra Serif"/>
          <w:sz w:val="28"/>
          <w:szCs w:val="28"/>
        </w:rPr>
        <w:t xml:space="preserve">» (ЦС </w:t>
      </w:r>
      <w:r w:rsidRPr="00B93F5E">
        <w:rPr>
          <w:rFonts w:ascii="PT Astra Serif" w:hAnsi="PT Astra Serif"/>
          <w:sz w:val="28"/>
          <w:szCs w:val="28"/>
        </w:rPr>
        <w:t xml:space="preserve">90 0 00 00000) цифры </w:t>
      </w:r>
      <w:r>
        <w:rPr>
          <w:rFonts w:ascii="PT Astra Serif" w:hAnsi="PT Astra Serif"/>
          <w:sz w:val="28"/>
          <w:szCs w:val="28"/>
        </w:rPr>
        <w:t>«</w:t>
      </w:r>
      <w:r w:rsidRPr="00B93F5E">
        <w:rPr>
          <w:rFonts w:ascii="PT Astra Serif" w:hAnsi="PT Astra Serif"/>
          <w:bCs/>
          <w:color w:val="000000"/>
          <w:sz w:val="28"/>
          <w:szCs w:val="28"/>
        </w:rPr>
        <w:t>1804954,59051</w:t>
      </w:r>
      <w:r>
        <w:rPr>
          <w:rFonts w:ascii="PT Astra Serif" w:hAnsi="PT Astra Serif"/>
          <w:sz w:val="28"/>
          <w:szCs w:val="28"/>
        </w:rPr>
        <w:t>»</w:t>
      </w:r>
      <w:r w:rsidRPr="00B93F5E">
        <w:rPr>
          <w:rFonts w:ascii="PT Astra Serif" w:hAnsi="PT Astra Serif"/>
          <w:sz w:val="28"/>
          <w:szCs w:val="28"/>
        </w:rPr>
        <w:t xml:space="preserve"> заменить цифрами </w:t>
      </w:r>
      <w:r>
        <w:rPr>
          <w:rFonts w:ascii="PT Astra Serif" w:hAnsi="PT Astra Serif"/>
          <w:sz w:val="28"/>
          <w:szCs w:val="28"/>
        </w:rPr>
        <w:t>«</w:t>
      </w:r>
      <w:r w:rsidRPr="00B93F5E">
        <w:rPr>
          <w:rFonts w:ascii="PT Astra Serif" w:hAnsi="PT Astra Serif"/>
          <w:sz w:val="28"/>
          <w:szCs w:val="28"/>
        </w:rPr>
        <w:t>1466598,59051</w:t>
      </w:r>
      <w:r>
        <w:rPr>
          <w:rFonts w:ascii="PT Astra Serif" w:hAnsi="PT Astra Serif"/>
          <w:sz w:val="28"/>
          <w:szCs w:val="28"/>
        </w:rPr>
        <w:t>»</w:t>
      </w:r>
      <w:r w:rsidRPr="00B93F5E">
        <w:rPr>
          <w:rFonts w:ascii="PT Astra Serif" w:hAnsi="PT Astra Serif"/>
          <w:sz w:val="28"/>
          <w:szCs w:val="28"/>
        </w:rPr>
        <w:t xml:space="preserve">, </w:t>
      </w:r>
      <w:r w:rsidR="00840AFC">
        <w:rPr>
          <w:rFonts w:ascii="PT Astra Serif" w:hAnsi="PT Astra Serif"/>
          <w:sz w:val="28"/>
          <w:szCs w:val="28"/>
        </w:rPr>
        <w:br/>
      </w:r>
      <w:r w:rsidRPr="00B93F5E">
        <w:rPr>
          <w:rFonts w:ascii="PT Astra Serif" w:hAnsi="PT Astra Serif"/>
          <w:sz w:val="28"/>
          <w:szCs w:val="28"/>
        </w:rPr>
        <w:t xml:space="preserve">цифры </w:t>
      </w:r>
      <w:r>
        <w:rPr>
          <w:rFonts w:ascii="PT Astra Serif" w:hAnsi="PT Astra Serif"/>
          <w:sz w:val="28"/>
          <w:szCs w:val="28"/>
        </w:rPr>
        <w:t>«</w:t>
      </w:r>
      <w:r w:rsidRPr="00B93F5E">
        <w:rPr>
          <w:rFonts w:ascii="PT Astra Serif" w:hAnsi="PT Astra Serif"/>
          <w:bCs/>
          <w:color w:val="000000"/>
          <w:sz w:val="28"/>
          <w:szCs w:val="28"/>
        </w:rPr>
        <w:t>1647099,7</w:t>
      </w:r>
      <w:r>
        <w:rPr>
          <w:rFonts w:ascii="PT Astra Serif" w:hAnsi="PT Astra Serif"/>
          <w:sz w:val="28"/>
          <w:szCs w:val="28"/>
        </w:rPr>
        <w:t>»</w:t>
      </w:r>
      <w:r w:rsidRPr="00B93F5E">
        <w:rPr>
          <w:rFonts w:ascii="PT Astra Serif" w:hAnsi="PT Astra Serif"/>
          <w:sz w:val="28"/>
          <w:szCs w:val="28"/>
        </w:rPr>
        <w:t xml:space="preserve"> заменить цифрами </w:t>
      </w:r>
      <w:r>
        <w:rPr>
          <w:rFonts w:ascii="PT Astra Serif" w:hAnsi="PT Astra Serif"/>
          <w:sz w:val="28"/>
          <w:szCs w:val="28"/>
        </w:rPr>
        <w:t>«</w:t>
      </w:r>
      <w:r w:rsidRPr="00B93F5E">
        <w:rPr>
          <w:rFonts w:ascii="PT Astra Serif" w:hAnsi="PT Astra Serif"/>
          <w:sz w:val="28"/>
          <w:szCs w:val="28"/>
        </w:rPr>
        <w:t>1985455,7</w:t>
      </w:r>
      <w:r>
        <w:rPr>
          <w:rFonts w:ascii="PT Astra Serif" w:hAnsi="PT Astra Serif"/>
          <w:sz w:val="28"/>
          <w:szCs w:val="28"/>
        </w:rPr>
        <w:t>»</w:t>
      </w:r>
      <w:r w:rsidRPr="00B93F5E">
        <w:rPr>
          <w:rFonts w:ascii="PT Astra Serif" w:hAnsi="PT Astra Serif"/>
          <w:sz w:val="28"/>
          <w:szCs w:val="28"/>
        </w:rPr>
        <w:t>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59</w:t>
      </w:r>
      <w:r>
        <w:rPr>
          <w:rFonts w:ascii="PT Astra Serif" w:hAnsi="PT Astra Serif"/>
          <w:sz w:val="28"/>
          <w:szCs w:val="28"/>
        </w:rPr>
        <w:t>) в строке «</w:t>
      </w:r>
      <w:r w:rsidRPr="00AF3237">
        <w:rPr>
          <w:rFonts w:ascii="PT Astra Serif" w:hAnsi="PT Astra Serif"/>
          <w:sz w:val="28"/>
          <w:szCs w:val="28"/>
        </w:rPr>
        <w:t xml:space="preserve">Подпрограмма </w:t>
      </w:r>
      <w:r>
        <w:rPr>
          <w:rFonts w:ascii="PT Astra Serif" w:hAnsi="PT Astra Serif"/>
          <w:sz w:val="28"/>
          <w:szCs w:val="28"/>
        </w:rPr>
        <w:t>«</w:t>
      </w:r>
      <w:r w:rsidRPr="00AF3237">
        <w:rPr>
          <w:rFonts w:ascii="PT Astra Serif" w:hAnsi="PT Astra Serif"/>
          <w:sz w:val="28"/>
          <w:szCs w:val="28"/>
        </w:rPr>
        <w:t>Формирование и развитие инфраструктуры зон развития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AF3237">
        <w:rPr>
          <w:rFonts w:ascii="PT Astra Serif" w:hAnsi="PT Astra Serif"/>
          <w:sz w:val="28"/>
          <w:szCs w:val="28"/>
        </w:rPr>
        <w:t xml:space="preserve"> </w:t>
      </w:r>
      <w:r w:rsidR="00840AFC">
        <w:rPr>
          <w:rFonts w:ascii="PT Astra Serif" w:hAnsi="PT Astra Serif"/>
          <w:sz w:val="28"/>
          <w:szCs w:val="28"/>
        </w:rPr>
        <w:br/>
      </w:r>
      <w:r w:rsidRPr="00AF3237">
        <w:rPr>
          <w:rFonts w:ascii="PT Astra Serif" w:hAnsi="PT Astra Serif"/>
          <w:sz w:val="28"/>
          <w:szCs w:val="28"/>
        </w:rPr>
        <w:t xml:space="preserve">государственной программы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AF3237">
        <w:rPr>
          <w:rFonts w:ascii="PT Astra Serif" w:hAnsi="PT Astra Serif"/>
          <w:sz w:val="28"/>
          <w:szCs w:val="28"/>
        </w:rPr>
        <w:t>Формирование благоприятного инвестиционного климата в Уль</w:t>
      </w:r>
      <w:r w:rsidRPr="00AF3237">
        <w:rPr>
          <w:rFonts w:ascii="PT Astra Serif" w:hAnsi="PT Astra Serif"/>
          <w:sz w:val="28"/>
          <w:szCs w:val="28"/>
        </w:rPr>
        <w:t>я</w:t>
      </w:r>
      <w:r w:rsidRPr="00AF3237">
        <w:rPr>
          <w:rFonts w:ascii="PT Astra Serif" w:hAnsi="PT Astra Serif"/>
          <w:sz w:val="28"/>
          <w:szCs w:val="28"/>
        </w:rPr>
        <w:t>новской области</w:t>
      </w:r>
      <w:r>
        <w:rPr>
          <w:rFonts w:ascii="PT Astra Serif" w:hAnsi="PT Astra Serif"/>
          <w:sz w:val="28"/>
          <w:szCs w:val="28"/>
        </w:rPr>
        <w:t>» (ЦС 90 1 00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1462125,7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1123769,7</w:t>
      </w:r>
      <w:r>
        <w:rPr>
          <w:rFonts w:ascii="PT Astra Serif" w:hAnsi="PT Astra Serif"/>
          <w:sz w:val="28"/>
          <w:szCs w:val="28"/>
        </w:rPr>
        <w:t>»,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1454958,7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1793314,7</w:t>
      </w:r>
      <w:r>
        <w:rPr>
          <w:rFonts w:ascii="PT Astra Serif" w:hAnsi="PT Astra Serif"/>
          <w:sz w:val="28"/>
          <w:szCs w:val="28"/>
        </w:rPr>
        <w:t>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60</w:t>
      </w:r>
      <w:r>
        <w:rPr>
          <w:rFonts w:ascii="PT Astra Serif" w:hAnsi="PT Astra Serif"/>
          <w:sz w:val="28"/>
          <w:szCs w:val="28"/>
        </w:rPr>
        <w:t>) в строке «</w:t>
      </w:r>
      <w:r w:rsidRPr="00AF3237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AF3237">
        <w:rPr>
          <w:rFonts w:ascii="PT Astra Serif" w:hAnsi="PT Astra Serif"/>
          <w:sz w:val="28"/>
          <w:szCs w:val="28"/>
        </w:rPr>
        <w:t xml:space="preserve">Создание объектов инфраструктуры в целях реализации проекта </w:t>
      </w:r>
      <w:r w:rsidR="00840AFC">
        <w:rPr>
          <w:rFonts w:ascii="PT Astra Serif" w:hAnsi="PT Astra Serif"/>
          <w:sz w:val="28"/>
          <w:szCs w:val="28"/>
        </w:rPr>
        <w:br/>
      </w:r>
      <w:r w:rsidRPr="00AF3237">
        <w:rPr>
          <w:rFonts w:ascii="PT Astra Serif" w:hAnsi="PT Astra Serif"/>
          <w:sz w:val="28"/>
          <w:szCs w:val="28"/>
        </w:rPr>
        <w:t xml:space="preserve">по строительству объектов (инфраструктуры индустриальных (промышленных) парков, промышленных технопарков, </w:t>
      </w:r>
      <w:r w:rsidRPr="00AF3237">
        <w:rPr>
          <w:rFonts w:ascii="PT Astra Serif" w:hAnsi="PT Astra Serif"/>
          <w:sz w:val="28"/>
          <w:szCs w:val="28"/>
        </w:rPr>
        <w:lastRenderedPageBreak/>
        <w:t>особых экономических зон, территорий опережающего развития, инновационных научно-технологических центров</w:t>
      </w:r>
      <w:r>
        <w:rPr>
          <w:rFonts w:ascii="PT Astra Serif" w:hAnsi="PT Astra Serif"/>
          <w:sz w:val="28"/>
          <w:szCs w:val="28"/>
        </w:rPr>
        <w:t>» (ЦС 90 1 05 00000)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1264897,0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926541</w:t>
      </w:r>
      <w:r>
        <w:rPr>
          <w:rFonts w:ascii="PT Astra Serif" w:hAnsi="PT Astra Serif"/>
          <w:sz w:val="28"/>
          <w:szCs w:val="28"/>
        </w:rPr>
        <w:t>,0»,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1273000,0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1611356</w:t>
      </w:r>
      <w:r>
        <w:rPr>
          <w:rFonts w:ascii="PT Astra Serif" w:hAnsi="PT Astra Serif"/>
          <w:sz w:val="28"/>
          <w:szCs w:val="28"/>
        </w:rPr>
        <w:t>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61</w:t>
      </w:r>
      <w:r>
        <w:rPr>
          <w:rFonts w:ascii="PT Astra Serif" w:hAnsi="PT Astra Serif"/>
          <w:sz w:val="28"/>
          <w:szCs w:val="28"/>
        </w:rPr>
        <w:t>) в строке «</w:t>
      </w:r>
      <w:r w:rsidRPr="00AF3237">
        <w:rPr>
          <w:rFonts w:ascii="PT Astra Serif" w:hAnsi="PT Astra Serif"/>
          <w:sz w:val="28"/>
          <w:szCs w:val="28"/>
        </w:rPr>
        <w:t>Проектирование, строительство и подключение (технологическое присоединение) объектов кап</w:t>
      </w:r>
      <w:r w:rsidRPr="00AF3237">
        <w:rPr>
          <w:rFonts w:ascii="PT Astra Serif" w:hAnsi="PT Astra Serif"/>
          <w:sz w:val="28"/>
          <w:szCs w:val="28"/>
        </w:rPr>
        <w:t>и</w:t>
      </w:r>
      <w:r w:rsidRPr="00AF3237">
        <w:rPr>
          <w:rFonts w:ascii="PT Astra Serif" w:hAnsi="PT Astra Serif"/>
          <w:sz w:val="28"/>
          <w:szCs w:val="28"/>
        </w:rPr>
        <w:t>тального строительства и инфраструктуры к сетям инженерно-технического обеспечения (электро-, газо-, тепло-, вод</w:t>
      </w:r>
      <w:r w:rsidRPr="00AF3237">
        <w:rPr>
          <w:rFonts w:ascii="PT Astra Serif" w:hAnsi="PT Astra Serif"/>
          <w:sz w:val="28"/>
          <w:szCs w:val="28"/>
        </w:rPr>
        <w:t>о</w:t>
      </w:r>
      <w:r w:rsidRPr="00AF3237">
        <w:rPr>
          <w:rFonts w:ascii="PT Astra Serif" w:hAnsi="PT Astra Serif"/>
          <w:sz w:val="28"/>
          <w:szCs w:val="28"/>
        </w:rPr>
        <w:t>снабжения или водоотведения)</w:t>
      </w:r>
      <w:r>
        <w:rPr>
          <w:rFonts w:ascii="PT Astra Serif" w:hAnsi="PT Astra Serif"/>
          <w:sz w:val="28"/>
          <w:szCs w:val="28"/>
        </w:rPr>
        <w:t>» (ЦС 90 1 05 98100)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1264897,0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926541</w:t>
      </w:r>
      <w:r>
        <w:rPr>
          <w:rFonts w:ascii="PT Astra Serif" w:hAnsi="PT Astra Serif"/>
          <w:sz w:val="28"/>
          <w:szCs w:val="28"/>
        </w:rPr>
        <w:t>,0»,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1273000,0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1611356</w:t>
      </w:r>
      <w:r>
        <w:rPr>
          <w:rFonts w:ascii="PT Astra Serif" w:hAnsi="PT Astra Serif"/>
          <w:sz w:val="28"/>
          <w:szCs w:val="28"/>
        </w:rPr>
        <w:t>,0»;</w:t>
      </w:r>
    </w:p>
    <w:p w:rsidR="00336282" w:rsidRDefault="00336282" w:rsidP="0033628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62</w:t>
      </w:r>
      <w:r>
        <w:rPr>
          <w:rFonts w:ascii="PT Astra Serif" w:hAnsi="PT Astra Serif"/>
          <w:sz w:val="28"/>
          <w:szCs w:val="28"/>
        </w:rPr>
        <w:t>) в строке «</w:t>
      </w:r>
      <w:r w:rsidRPr="00AF3237">
        <w:rPr>
          <w:rFonts w:ascii="PT Astra Serif" w:hAnsi="PT Astra Serif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PT Astra Serif" w:hAnsi="PT Astra Serif"/>
          <w:sz w:val="28"/>
          <w:szCs w:val="28"/>
        </w:rPr>
        <w:t xml:space="preserve">» </w:t>
      </w:r>
      <w:r w:rsidR="00840AFC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(ЦС 90 1 05 98100 ВР 400)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1264897,0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926541</w:t>
      </w:r>
      <w:r>
        <w:rPr>
          <w:rFonts w:ascii="PT Astra Serif" w:hAnsi="PT Astra Serif"/>
          <w:sz w:val="28"/>
          <w:szCs w:val="28"/>
        </w:rPr>
        <w:t>,0», цифры «</w:t>
      </w:r>
      <w:r w:rsidRPr="005A7ED8">
        <w:rPr>
          <w:rFonts w:ascii="PT Astra Serif" w:hAnsi="PT Astra Serif"/>
          <w:bCs/>
          <w:color w:val="000000"/>
          <w:sz w:val="28"/>
          <w:szCs w:val="28"/>
        </w:rPr>
        <w:t>1273000,0</w:t>
      </w:r>
      <w:r>
        <w:rPr>
          <w:rFonts w:ascii="PT Astra Serif" w:hAnsi="PT Astra Serif"/>
          <w:sz w:val="28"/>
          <w:szCs w:val="28"/>
        </w:rPr>
        <w:t>» заменить цифрами «</w:t>
      </w:r>
      <w:r w:rsidRPr="00CE184D">
        <w:rPr>
          <w:rFonts w:ascii="PT Astra Serif" w:hAnsi="PT Astra Serif"/>
          <w:sz w:val="28"/>
          <w:szCs w:val="28"/>
        </w:rPr>
        <w:t>1611356</w:t>
      </w:r>
      <w:r>
        <w:rPr>
          <w:rFonts w:ascii="PT Astra Serif" w:hAnsi="PT Astra Serif"/>
          <w:sz w:val="28"/>
          <w:szCs w:val="28"/>
        </w:rPr>
        <w:t>,0»;</w:t>
      </w:r>
    </w:p>
    <w:p w:rsidR="000B6FC8" w:rsidRDefault="00871B4C" w:rsidP="000B6FC8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63</w:t>
      </w:r>
      <w:r w:rsidRPr="00900CB0">
        <w:rPr>
          <w:rFonts w:ascii="PT Astra Serif" w:hAnsi="PT Astra Serif"/>
          <w:sz w:val="28"/>
          <w:szCs w:val="28"/>
        </w:rPr>
        <w:t>) целевую статью «Государственная программа Ульяновской области</w:t>
      </w:r>
      <w:r w:rsidRPr="00A3727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</w:t>
      </w:r>
      <w:r w:rsidRPr="00A37279">
        <w:rPr>
          <w:rFonts w:ascii="PT Astra Serif" w:hAnsi="PT Astra Serif"/>
          <w:sz w:val="28"/>
          <w:szCs w:val="28"/>
        </w:rPr>
        <w:t>Развитие транспортной системы в Уль</w:t>
      </w:r>
      <w:r w:rsidRPr="00A37279">
        <w:rPr>
          <w:rFonts w:ascii="PT Astra Serif" w:hAnsi="PT Astra Serif"/>
          <w:sz w:val="28"/>
          <w:szCs w:val="28"/>
        </w:rPr>
        <w:t>я</w:t>
      </w:r>
      <w:r w:rsidRPr="00A37279">
        <w:rPr>
          <w:rFonts w:ascii="PT Astra Serif" w:hAnsi="PT Astra Serif"/>
          <w:sz w:val="28"/>
          <w:szCs w:val="28"/>
        </w:rPr>
        <w:t>новской области</w:t>
      </w:r>
      <w:r>
        <w:rPr>
          <w:rFonts w:ascii="PT Astra Serif" w:hAnsi="PT Astra Serif"/>
          <w:sz w:val="28"/>
          <w:szCs w:val="28"/>
        </w:rPr>
        <w:t>» (ЦС 92 0 00 00000) изложить в следующей редакции:</w:t>
      </w:r>
    </w:p>
    <w:tbl>
      <w:tblPr>
        <w:tblW w:w="14894" w:type="dxa"/>
        <w:tblInd w:w="98" w:type="dxa"/>
        <w:tblLook w:val="04A0"/>
      </w:tblPr>
      <w:tblGrid>
        <w:gridCol w:w="5822"/>
        <w:gridCol w:w="2057"/>
        <w:gridCol w:w="697"/>
        <w:gridCol w:w="2106"/>
        <w:gridCol w:w="2106"/>
        <w:gridCol w:w="2106"/>
      </w:tblGrid>
      <w:tr w:rsidR="00A37279" w:rsidRPr="00AB1B20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B1B20" w:rsidRDefault="00153CFB" w:rsidP="002E1FB0">
            <w:pPr>
              <w:spacing w:line="238" w:lineRule="auto"/>
              <w:jc w:val="both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B1B20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="00A37279"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«</w:t>
            </w:r>
            <w:r w:rsidR="00A37279"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Развитие транспортной системы в Ульяновской области</w:t>
            </w:r>
            <w:r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B1B20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92 0 00 00000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B1B20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B1B20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10166905,15774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B1B20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10476987</w:t>
            </w:r>
            <w:r w:rsidR="00D042C5"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B1B20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10133838</w:t>
            </w:r>
            <w:r w:rsidR="00D042C5" w:rsidRPr="00AB1B20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,3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и качественные автомобильные дороги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92 1 00 00000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9134304,55692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10193942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,1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9959932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,3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Строительство и 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конструкция автомобильных дорог общего пользования регионального и межмуниц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пального значения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92 1 01 00000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16620,40422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Строительство и реконструкция прочих авт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реги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нального и межмуниципального значения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16620,40422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Капитальные вложения в объекты государс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92 1 01 42030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16620,40422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доро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ж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ной деятельности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5287763,62468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3938746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,51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4166213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,62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 по развитию системы дорожн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го хозяйства Ульяновской области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2205305,69851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2301156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3070951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,92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92 1 03 42110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2205305,69851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2301156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3070951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,92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областного гос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дарственного казённого учреждения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Депа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тамент автомобильных дорог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199115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233030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233030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казённ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внебюджетными фондами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87605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87759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87759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45442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,8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46351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46351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Социальное обеспечение и иные выплаты 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92 1 03 42130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66038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98890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98890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фина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сирование дорожной деятельности в отнош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нии автомобильных дорог общего пользов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регионального или межмуниципального, местного значения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357201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357201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207201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357201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92 1 03 57840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150000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фина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сирование дорожной деятельности в отнош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нии автомобильных дорог общего пользов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ния регионального или межмуниципального, местного значения за 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счёт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средств резервного фонда Правительства Российской Федерации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5784F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700000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5784F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700000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Субсидии, предоставляемые в целях софина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сирования расходных обязательств, возн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ремонтом дворовых терр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торий многоквартирных домов и социальных объектов, проездов к дворовым территориям многоквартирных домов и социальным объе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там населённых пунктов, подготовкой пр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ектной документации, строительством, реко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струкцией, капитальным ремонтом, ремонтом и содержанием (установкой дорожных знаков и нанесением горизонтальной разметки) авт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мес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ного значения, мостов и иных искусственных дорожных сооружений на них, в том числе проектированием и строительством (реконс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рукцией) автомобильных дорог общего пол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 с твёрдым покр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тием до сельских населённых пунктов, не 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имеющих круглогодичной связи с сетью 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общего пользования, 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лосипедных дорожек и велосипедных парк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вок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92 1 03 70600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1826140,92617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1047358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862231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Субсидии, предоставляемые в целях софина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сирования расходных обязательств, возн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проектированием, стро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тельством (реконструкцией), капитальным ремонтом, ремонтом и содержанием велос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педных дорожек и велосипедных парковок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69537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92 1 03 70603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69537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62231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Субсидии, предоставляемые в целях софина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сирования расходных обязательств, возн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кающих в связи с ремонтом дворовых терр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торий многоквартирных домов и социальных объектов, проездов к дворовым территориям многоквартирных домов и социальным объе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там населённых пунктов, подготовкой пр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ектной документации, строительством, реко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струкцией, капитальным ремонтом, ремонтом и содержанием (установкой дорожных знаков и нанесением горизонтальной разметки) авт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мобильных дорог общего пользования мес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ного значения, мостов и иных искусственных дорожных сооружений на них, в том числе проектированием и строительством (реконс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рукцией) автомобильных дорог общего пол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зования местного значения с твёрдым покр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тием до сельских населённых пунктов, не 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имеющих круглогодичной связи с сетью 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томобильных дорог общего пользования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92 1 03 70604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1756603,92617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985127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92 1 03 70604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1756603,92617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985127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нального проекта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рожная сеть Ульяновской области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 напра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ленного на достижение целей,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Дорожная сеть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R1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2786156,27342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4974504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4597082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,47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Развитие инфраструктуры дорожного хозя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ства, обеспечивающей транспортную связа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ность между центрами экономического роста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402801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1096889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2E1FB0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R1 53890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402801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1096889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2E1FB0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Приведение в нормативное состояние автом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бильных дорог и искусственных дорожных сооружений в рамках реализации национал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Безопасные качественные 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роги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2383355,27342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3877615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4597082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,47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2028355,27342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3522615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4242082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,47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R1 53940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355000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355000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355000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Реализация реги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нального проекта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щесистемные меры развития дорожного х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зяйства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 направленного на достижение ц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лей, показателей и результатов федерального проекта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Общесистемные меры развития 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рожного хозяйства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792746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,501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1100691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,32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1016636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,21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Внедрение автоматизированных и роботиз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рованных технологий организации дорожного 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движения и контроля за соблюдением правил дорожного движения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1 R2 54180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738137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770786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686731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,58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Внедрение автоматизированных и роботиз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рованных технологий организации дорожного движения и контроля за соблюдением правил дорожного движения (финансовое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ние расходов на предоставление автономной некоммерческой организации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Центр орган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зации дорожного движения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субсидий из 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ластного бюджета Ульяновской области в ц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лях финансового обеспечения её затрат в св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зи с осуществлением деятельности, напра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ленной на повышение общего уровня общес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венной безопасности, правопорядка и </w:t>
            </w:r>
            <w:proofErr w:type="spellStart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среды обитания на территории Ульяновской области, в том числе посредс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вом участия в решении вопросов организации и развития комплексной информационной среды, обеспечивающей прогнозирование, мониторинг, предупреждение и ликвидацию возможных угроз общественной безопасн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сти, а также контроль устранения последствий чрезвычайных ситуаций и правонарушений в рамках повышения уровня безопасности 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рожного движения в Ульяновской области)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590110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601604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686731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,58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54181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590110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601604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686731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,58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на внедр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ние интеллектуальных транспортных систем, предусматривающих автоматизацию проце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сов управления дорожным движением в г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родских агломерациях, включающих города с населением свыше 300 тысяч человек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1 R2 54182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148027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169182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54182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118027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139182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габаритного контроля на автомобильных 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рогах регионального или межмуниципального значения Ульяновской области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54190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54609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,001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329904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329904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габаритного контроля на автомобильных 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рогах регионального или межмуниципального значения Ульяновской области (размещение автоматических пунктов весогабаритного контроля на автомобильных дорогах реги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нального или межмуниципального значения Ульяновской области)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52442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,409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54191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52442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,409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324904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,63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Внедрение интеллектуальных транспортных систем, а также автоматических пунктов вес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габаритного контроля на автомобильных 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рогах регионального или межмуниципального значения Ульяновской области (внедрение интеллектуальных транспортных </w:t>
            </w:r>
            <w:r w:rsidR="0091684C">
              <w:rPr>
                <w:rFonts w:ascii="PT Astra Serif" w:hAnsi="PT Astra Serif"/>
                <w:color w:val="000000"/>
                <w:sz w:val="28"/>
                <w:szCs w:val="28"/>
              </w:rPr>
              <w:t>систем (у</w:t>
            </w:r>
            <w:r w:rsidR="0091684C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="0091684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тановка метеостанции)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1 R2 54192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2166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,592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R2 54192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2166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,592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720E33" w:rsidRDefault="00A37279" w:rsidP="00720E33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</w:pP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Основное мероприятие </w:t>
            </w:r>
            <w:r w:rsidR="00153CFB"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Реализация реги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нального проекта Ульяновской области </w:t>
            </w:r>
            <w:r w:rsidR="00153CFB"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proofErr w:type="spellStart"/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Бе</w:t>
            </w:r>
            <w:r w:rsidR="002109D7"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-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зопасность</w:t>
            </w:r>
            <w:proofErr w:type="spellEnd"/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 дорожного движения в Ульяно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в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ской области</w:t>
            </w:r>
            <w:r w:rsidR="00153CFB"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, направленного на достижение целей, показателей и результатов федеральн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о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 xml:space="preserve">го проекта </w:t>
            </w:r>
            <w:r w:rsidR="00153CFB"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«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Безопасность дорожного движ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е</w:t>
            </w:r>
            <w:r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ния</w:t>
            </w:r>
            <w:r w:rsidR="00153CFB" w:rsidRPr="00720E33">
              <w:rPr>
                <w:rFonts w:ascii="PT Astra Serif" w:hAnsi="PT Astra Serif"/>
                <w:color w:val="000000"/>
                <w:spacing w:val="-2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R3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251017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,7536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Материально-техническое и информационное укрепление медицинских организаций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5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бюджетным, авт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номным учреждениям и иным некоммерч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R3 21250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направленные на совершенс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вование организации дорожного движения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241017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,7536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1 R3 21260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241017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,7536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180000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населения </w:t>
            </w:r>
            <w:proofErr w:type="spellStart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Улья</w:t>
            </w:r>
            <w:r w:rsidR="0086013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новской</w:t>
            </w:r>
            <w:proofErr w:type="spellEnd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области качественными услугами пассажирского транспорта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92 2 00 00000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982046,00082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243045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173906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правленные на развитие пассажирских пер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возок автомобильным транспортом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542600,14297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автобусов (в том числе внес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ние первоначального взноса и оплата плат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жей по договору лизинга) и ввод их в эк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плуатацию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92 2 01 42310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88344,82756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92 2 01 42310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88344,82756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индивидуальным предпринимателям в целях возмещения затрат в связи с выполн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нием перевозок пассажиров автомобильным транспортом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253734,08406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253734,08406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Оплата юридическим лицам, индивидуальным предпринимателям, с которыми заключён г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сударственный контракт, работ (услуг), св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занных с осуществлением регулярных перев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зок пассажиров и багажа автомобильным транспортом по регулируемым тарифам, в 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ответствии с требованиями, установленными государственным заказчиком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46667,73794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92 2 01 42330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46667,73794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юридическим 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цам (за исключением государственных и м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ниципальных учреждений), являющимся вл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дельцами объектов транспортной инфр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структуры в границах территории Ульяно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ской области, в целях возмещения затрат, св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занных с обеспечением транспортной </w:t>
            </w:r>
            <w:proofErr w:type="spellStart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бе</w:t>
            </w:r>
            <w:r w:rsidR="002109D7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зопасности</w:t>
            </w:r>
            <w:proofErr w:type="spellEnd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и антитеррористической 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защ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щённости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на автовокзалах, автостанциях и 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кассовых пунктах, расположенных на терр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92 2 01 42380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545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92 2 01 42380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545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трамваев и троллейбусов (вн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сение первоначального взноса и иных плат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жей по договору лизинга) и ввод их в эк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плуатацию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92 2 01 42430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76269,30632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92 2 01 42430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76269,30632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бюджетам муниц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пальных районов (городских округов) Уль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новской области в целях софинансирования расходных обязательств, связанных с орган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зацией регулярных перевозок пассажиров и багажа автомобильным транспортом по рег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лируемым тарифам по муниципальным ма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шрутам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92 2 01 72370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46870,06749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92 2 01 72370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46870,06749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иных межбюджетных тран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фертов из областного бюджета бюджету м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ниципального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город Димитро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град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в целях финансового обеспечения ра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ходных обязательств, связанных с организ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цией бесплатных перевозок учащихся общ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образовательных организаций и обучающихся в очной форме студентов (слушателей) пр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фессиональных образовательных организ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ций, расположенных на территории муниц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пального образования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город Димитровград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92 2 01 72380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30169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,1196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92 2 01 72380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30169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,1196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правленные на развитие пассажирских пер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возок железнодорожным транспортом общего пользования в пригородном сообщении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92 2 02 00000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112470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компенсацию недополученных доходов, связанных с перевозкой пассажиров железнодорожным транспортом общего пол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зования в пригородном сообщении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102470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92 2 02 42350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102470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,27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720E33">
            <w:pPr>
              <w:spacing w:line="238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Выплаты юридическим лицам в соответствии с соглашением о компенсации убытков, во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никших в результате государственного рег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лирования тарифов на перевозки пассажиров железнодорожным транспортом в пригоро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ном сообщении в 2011-2014 годах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720E33">
            <w:pPr>
              <w:spacing w:line="23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92 2 02 42360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правленные на развитие пассажирских пер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возок воздушным транспортом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92 2 04 00000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90657,58785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организациям воздушного транспорта в целях возмещения затрат в связи с выполнением внутренних 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гиональных перевозок пассажиров возду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ш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ным транспортом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35953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,8993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92 2 04 42400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35953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,8993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Приобретение в собственность Ульяновской области дополнительных акций, размещаемых при увеличении уставного капитала Акци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нерного общества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Аэропорт Ульяновск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, в 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целях уплаты основного долга по кредиту на капитальный ремонт объектов аэропортовой инфраструктуры, в том числе оборудование и техническое оснащение многостороннего 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ботающего на нерегулярной основе пункта пропуска через государственную границу Российской Федерации в аэропорту Уль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новск (Баратаевка)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92 2 04 42410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53413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Капитальные вложения в объекты государс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венной (муниципальной) собственности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53413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Предоставление субсидий из областного бюджета Ульяновской области юридическим лицам, осуществляющим аэропортовую де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тельность, в целях возмещения затрат, связа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ных с уплатой процентов по кредитам, пр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влечённым в целях капитального ремонта объектов аэропортовой инфраструктуры, в том числе оборудование и техническое осн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щение многостороннего работающего на 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регулярной основе пункта пропуска через Г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сударственную границу Российской федер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ции в аэропорту Ульяновск (Баратаевка)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92 2 04 42420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1290,68855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92 2 04 42420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1290,68855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Мероприятия, 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правленные на развитие экологически чистого транспорта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92 2 05 00000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236318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223045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173906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CE0304">
            <w:pPr>
              <w:spacing w:line="252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Субсидии на мероприятия по развитию рынка газомоторного топлива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05 R2600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201600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172800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CE0304">
            <w:pPr>
              <w:spacing w:line="252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144000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Субсидии на мероприятия по развитию рынка газомоторного топлива (развитие заправочной инфраструктуры компримированного приро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ного газа)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05 R2611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201600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172800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144000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05 R2611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201600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172800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144000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Субсидии в целях софинансирования расхо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ных обязательств на поддержку переоборуд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вания существующей автомобильной техники, включая общественный транспорт и комм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нальную технику, для использования приро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ного газа в качестве топлива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34718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50245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29906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2 05 R2760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34718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50245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29906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Подпрограмма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Обеспечение реализации </w:t>
            </w:r>
            <w:proofErr w:type="spellStart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го</w:t>
            </w:r>
            <w:r w:rsidR="0086013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сударственной</w:t>
            </w:r>
            <w:proofErr w:type="spellEnd"/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программы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государственной программы Ульяновской области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Развитие транспортной системы в Ульяновской обла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ти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92 4 00 00000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50554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Основное мероприятие 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тельности исполнителя государственной пр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граммы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92 4 01 00000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50554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50554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,6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40000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Расходы на выплаты персоналу в целях обе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печения выполнения функций государстве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ными (муниципальными) органами, 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казённ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="0043135E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ми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учреждениями, органами управления гос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дарственными внебюджетными фондами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44335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,2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31280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Закупка товаров, работ и услуг для обеспеч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ния государственных (муниципальных) нужд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6176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,4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8680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</w:tr>
      <w:tr w:rsidR="00A37279" w:rsidRPr="00A37279" w:rsidTr="00A37279">
        <w:tc>
          <w:tcPr>
            <w:tcW w:w="5822" w:type="dxa"/>
            <w:shd w:val="clear" w:color="auto" w:fill="auto"/>
            <w:vAlign w:val="center"/>
            <w:hideMark/>
          </w:tcPr>
          <w:p w:rsidR="00A37279" w:rsidRPr="00A37279" w:rsidRDefault="00A37279" w:rsidP="00A37279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05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92 4 01 80010</w:t>
            </w:r>
          </w:p>
        </w:tc>
        <w:tc>
          <w:tcPr>
            <w:tcW w:w="697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43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40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</w:p>
        </w:tc>
        <w:tc>
          <w:tcPr>
            <w:tcW w:w="2106" w:type="dxa"/>
            <w:shd w:val="clear" w:color="auto" w:fill="auto"/>
            <w:hideMark/>
          </w:tcPr>
          <w:p w:rsidR="00A37279" w:rsidRPr="00A37279" w:rsidRDefault="00A37279" w:rsidP="00A372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0</w:t>
            </w:r>
            <w:r w:rsidR="00D042C5" w:rsidRPr="00A37279">
              <w:rPr>
                <w:rFonts w:ascii="PT Astra Serif" w:hAnsi="PT Astra Serif"/>
                <w:color w:val="000000"/>
                <w:sz w:val="28"/>
                <w:szCs w:val="28"/>
              </w:rPr>
              <w:t>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A37279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8513C4" w:rsidRDefault="008513C4" w:rsidP="00F568BA">
      <w:pPr>
        <w:tabs>
          <w:tab w:val="left" w:pos="3819"/>
        </w:tabs>
        <w:spacing w:before="120"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64</w:t>
      </w:r>
      <w:r w:rsidRPr="00900CB0">
        <w:rPr>
          <w:rFonts w:ascii="PT Astra Serif" w:hAnsi="PT Astra Serif"/>
          <w:sz w:val="28"/>
          <w:szCs w:val="28"/>
        </w:rPr>
        <w:t>) в строке «Государственная программа Ульяновской области «Разви</w:t>
      </w:r>
      <w:r w:rsidRPr="009B24E8">
        <w:rPr>
          <w:rFonts w:ascii="PT Astra Serif" w:hAnsi="PT Astra Serif"/>
          <w:sz w:val="28"/>
          <w:szCs w:val="28"/>
        </w:rPr>
        <w:t xml:space="preserve">тие агропромышленного комплекса, </w:t>
      </w:r>
      <w:r>
        <w:rPr>
          <w:rFonts w:ascii="PT Astra Serif" w:hAnsi="PT Astra Serif"/>
          <w:sz w:val="28"/>
          <w:szCs w:val="28"/>
        </w:rPr>
        <w:br/>
      </w:r>
      <w:r w:rsidRPr="009B24E8">
        <w:rPr>
          <w:rFonts w:ascii="PT Astra Serif" w:hAnsi="PT Astra Serif"/>
          <w:sz w:val="28"/>
          <w:szCs w:val="28"/>
        </w:rPr>
        <w:t>сельских территорий и регулирование рынков сельскохозяйственной продукции, сырья и продовольствия в Ульяновской области</w:t>
      </w:r>
      <w:r>
        <w:rPr>
          <w:rFonts w:ascii="PT Astra Serif" w:hAnsi="PT Astra Serif"/>
          <w:sz w:val="28"/>
          <w:szCs w:val="28"/>
        </w:rPr>
        <w:t>» (ЦС 93 0 00 00000) цифры «5150555,11765» заменить цифрами «5141822,25127»;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65</w:t>
      </w:r>
      <w:r>
        <w:rPr>
          <w:rFonts w:ascii="PT Astra Serif" w:hAnsi="PT Astra Serif"/>
          <w:sz w:val="28"/>
          <w:szCs w:val="28"/>
        </w:rPr>
        <w:t>) в строке «</w:t>
      </w:r>
      <w:r w:rsidRPr="009B24E8">
        <w:rPr>
          <w:rFonts w:ascii="PT Astra Serif" w:hAnsi="PT Astra Serif"/>
          <w:sz w:val="28"/>
          <w:szCs w:val="28"/>
        </w:rPr>
        <w:t xml:space="preserve">Подпрограмма </w:t>
      </w:r>
      <w:r>
        <w:rPr>
          <w:rFonts w:ascii="PT Astra Serif" w:hAnsi="PT Astra Serif"/>
          <w:sz w:val="28"/>
          <w:szCs w:val="28"/>
        </w:rPr>
        <w:t>«</w:t>
      </w:r>
      <w:r w:rsidRPr="009B24E8">
        <w:rPr>
          <w:rFonts w:ascii="PT Astra Serif" w:hAnsi="PT Astra Serif"/>
          <w:sz w:val="28"/>
          <w:szCs w:val="28"/>
        </w:rPr>
        <w:t>Комплексное развитие сельских территорий</w:t>
      </w:r>
      <w:r>
        <w:rPr>
          <w:rFonts w:ascii="PT Astra Serif" w:hAnsi="PT Astra Serif"/>
          <w:sz w:val="28"/>
          <w:szCs w:val="28"/>
        </w:rPr>
        <w:t>»</w:t>
      </w:r>
      <w:r w:rsidRPr="009B24E8">
        <w:rPr>
          <w:rFonts w:ascii="PT Astra Serif" w:hAnsi="PT Astra Serif"/>
          <w:sz w:val="28"/>
          <w:szCs w:val="28"/>
        </w:rPr>
        <w:t xml:space="preserve"> государственной программы </w:t>
      </w:r>
      <w:proofErr w:type="spellStart"/>
      <w:r w:rsidRPr="009B24E8">
        <w:rPr>
          <w:rFonts w:ascii="PT Astra Serif" w:hAnsi="PT Astra Serif"/>
          <w:sz w:val="28"/>
          <w:szCs w:val="28"/>
        </w:rPr>
        <w:t>Улья</w:t>
      </w:r>
      <w:r>
        <w:rPr>
          <w:rFonts w:ascii="PT Astra Serif" w:hAnsi="PT Astra Serif"/>
          <w:sz w:val="28"/>
          <w:szCs w:val="28"/>
        </w:rPr>
        <w:t>-</w:t>
      </w:r>
      <w:r w:rsidRPr="009B24E8">
        <w:rPr>
          <w:rFonts w:ascii="PT Astra Serif" w:hAnsi="PT Astra Serif"/>
          <w:sz w:val="28"/>
          <w:szCs w:val="28"/>
        </w:rPr>
        <w:t>новской</w:t>
      </w:r>
      <w:proofErr w:type="spellEnd"/>
      <w:r w:rsidRPr="009B24E8">
        <w:rPr>
          <w:rFonts w:ascii="PT Astra Serif" w:hAnsi="PT Astra Serif"/>
          <w:sz w:val="28"/>
          <w:szCs w:val="28"/>
        </w:rPr>
        <w:t xml:space="preserve"> области </w:t>
      </w:r>
      <w:r>
        <w:rPr>
          <w:rFonts w:ascii="PT Astra Serif" w:hAnsi="PT Astra Serif"/>
          <w:sz w:val="28"/>
          <w:szCs w:val="28"/>
        </w:rPr>
        <w:t>«</w:t>
      </w:r>
      <w:r w:rsidRPr="009B24E8">
        <w:rPr>
          <w:rFonts w:ascii="PT Astra Serif" w:hAnsi="PT Astra Serif"/>
          <w:sz w:val="28"/>
          <w:szCs w:val="28"/>
        </w:rPr>
        <w:t>Развитие агропромышленного комплекса, сельских территорий и регулирование рынков сельскох</w:t>
      </w:r>
      <w:r w:rsidRPr="009B24E8">
        <w:rPr>
          <w:rFonts w:ascii="PT Astra Serif" w:hAnsi="PT Astra Serif"/>
          <w:sz w:val="28"/>
          <w:szCs w:val="28"/>
        </w:rPr>
        <w:t>о</w:t>
      </w:r>
      <w:r w:rsidRPr="009B24E8">
        <w:rPr>
          <w:rFonts w:ascii="PT Astra Serif" w:hAnsi="PT Astra Serif"/>
          <w:sz w:val="28"/>
          <w:szCs w:val="28"/>
        </w:rPr>
        <w:t>зяйственной продукции, сырья и продовольствия в Ульяновской области</w:t>
      </w:r>
      <w:r>
        <w:rPr>
          <w:rFonts w:ascii="PT Astra Serif" w:hAnsi="PT Astra Serif"/>
          <w:sz w:val="28"/>
          <w:szCs w:val="28"/>
        </w:rPr>
        <w:t xml:space="preserve">» (ЦС 93 2 00 00000) цифры «692051,39652» </w:t>
      </w:r>
      <w:r>
        <w:rPr>
          <w:rFonts w:ascii="PT Astra Serif" w:hAnsi="PT Astra Serif"/>
          <w:sz w:val="28"/>
          <w:szCs w:val="28"/>
        </w:rPr>
        <w:br/>
        <w:t>заменить цифрами «683318,53014»;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66</w:t>
      </w:r>
      <w:r>
        <w:rPr>
          <w:rFonts w:ascii="PT Astra Serif" w:hAnsi="PT Astra Serif"/>
          <w:sz w:val="28"/>
          <w:szCs w:val="28"/>
        </w:rPr>
        <w:t>) в строке «</w:t>
      </w:r>
      <w:r w:rsidRPr="009B24E8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9B24E8">
        <w:rPr>
          <w:rFonts w:ascii="PT Astra Serif" w:hAnsi="PT Astra Serif"/>
          <w:sz w:val="28"/>
          <w:szCs w:val="28"/>
        </w:rPr>
        <w:t>Повышение уровня комфортного проживания в сельской местности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>(ЦС 93 2 01 00000) цифры «528818,396» заменить цифрами «520085,52962»;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67</w:t>
      </w:r>
      <w:r>
        <w:rPr>
          <w:rFonts w:ascii="PT Astra Serif" w:hAnsi="PT Astra Serif"/>
          <w:sz w:val="28"/>
          <w:szCs w:val="28"/>
        </w:rPr>
        <w:t>) в строке «</w:t>
      </w:r>
      <w:r w:rsidRPr="009B24E8">
        <w:rPr>
          <w:rFonts w:ascii="PT Astra Serif" w:hAnsi="PT Astra Serif"/>
          <w:sz w:val="28"/>
          <w:szCs w:val="28"/>
        </w:rPr>
        <w:t>Субсидии на развитие транспортной инфраструктуры на сельских территориях</w:t>
      </w:r>
      <w:r>
        <w:rPr>
          <w:rFonts w:ascii="PT Astra Serif" w:hAnsi="PT Astra Serif"/>
          <w:sz w:val="28"/>
          <w:szCs w:val="28"/>
        </w:rPr>
        <w:t xml:space="preserve">» (ЦС 93 2 01 </w:t>
      </w:r>
      <w:r>
        <w:rPr>
          <w:rFonts w:ascii="PT Astra Serif" w:hAnsi="PT Astra Serif"/>
          <w:sz w:val="28"/>
          <w:szCs w:val="28"/>
          <w:lang w:val="en-US"/>
        </w:rPr>
        <w:t>R</w:t>
      </w:r>
      <w:r w:rsidRPr="009B24E8">
        <w:rPr>
          <w:rFonts w:ascii="PT Astra Serif" w:hAnsi="PT Astra Serif"/>
          <w:sz w:val="28"/>
          <w:szCs w:val="28"/>
        </w:rPr>
        <w:t>3720</w:t>
      </w:r>
      <w:r>
        <w:rPr>
          <w:rFonts w:ascii="PT Astra Serif" w:hAnsi="PT Astra Serif"/>
          <w:sz w:val="28"/>
          <w:szCs w:val="28"/>
        </w:rPr>
        <w:t>) цифры «521999,146» заменить цифрами «513266,27962»;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68</w:t>
      </w:r>
      <w:r>
        <w:rPr>
          <w:rFonts w:ascii="PT Astra Serif" w:hAnsi="PT Astra Serif"/>
          <w:sz w:val="28"/>
          <w:szCs w:val="28"/>
        </w:rPr>
        <w:t>) в строке «</w:t>
      </w:r>
      <w:r w:rsidRPr="009B24E8">
        <w:rPr>
          <w:rFonts w:ascii="PT Astra Serif" w:hAnsi="PT Astra Serif"/>
          <w:sz w:val="28"/>
          <w:szCs w:val="28"/>
        </w:rPr>
        <w:t>Капитальные вложения в объекты государственной (муниципальной) собственности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 xml:space="preserve">(ЦС 93 2 01 </w:t>
      </w:r>
      <w:r>
        <w:rPr>
          <w:rFonts w:ascii="PT Astra Serif" w:hAnsi="PT Astra Serif"/>
          <w:sz w:val="28"/>
          <w:szCs w:val="28"/>
          <w:lang w:val="en-US"/>
        </w:rPr>
        <w:t>R</w:t>
      </w:r>
      <w:r w:rsidRPr="009B24E8">
        <w:rPr>
          <w:rFonts w:ascii="PT Astra Serif" w:hAnsi="PT Astra Serif"/>
          <w:sz w:val="28"/>
          <w:szCs w:val="28"/>
        </w:rPr>
        <w:t xml:space="preserve">3720 </w:t>
      </w:r>
      <w:r>
        <w:rPr>
          <w:rFonts w:ascii="PT Astra Serif" w:hAnsi="PT Astra Serif"/>
          <w:sz w:val="28"/>
          <w:szCs w:val="28"/>
        </w:rPr>
        <w:t>ВР 400) цифры «425536,516» заменить цифрами «419122,12225»;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E23A7A">
        <w:rPr>
          <w:rFonts w:ascii="PT Astra Serif" w:hAnsi="PT Astra Serif"/>
          <w:sz w:val="28"/>
          <w:szCs w:val="28"/>
          <w:vertAlign w:val="superscript"/>
        </w:rPr>
        <w:t>69</w:t>
      </w:r>
      <w:r>
        <w:rPr>
          <w:rFonts w:ascii="PT Astra Serif" w:hAnsi="PT Astra Serif"/>
          <w:sz w:val="28"/>
          <w:szCs w:val="28"/>
        </w:rPr>
        <w:t>) в строке «</w:t>
      </w:r>
      <w:r w:rsidRPr="009B24E8">
        <w:rPr>
          <w:rFonts w:ascii="PT Astra Serif" w:hAnsi="PT Astra Serif"/>
          <w:sz w:val="28"/>
          <w:szCs w:val="28"/>
        </w:rPr>
        <w:t>Межбюджетные трансферты</w:t>
      </w:r>
      <w:r>
        <w:rPr>
          <w:rFonts w:ascii="PT Astra Serif" w:hAnsi="PT Astra Serif"/>
          <w:sz w:val="28"/>
          <w:szCs w:val="28"/>
        </w:rPr>
        <w:t xml:space="preserve">» (ЦС 93 2 01 </w:t>
      </w:r>
      <w:r>
        <w:rPr>
          <w:rFonts w:ascii="PT Astra Serif" w:hAnsi="PT Astra Serif"/>
          <w:sz w:val="28"/>
          <w:szCs w:val="28"/>
          <w:lang w:val="en-US"/>
        </w:rPr>
        <w:t>R</w:t>
      </w:r>
      <w:r w:rsidRPr="009B24E8">
        <w:rPr>
          <w:rFonts w:ascii="PT Astra Serif" w:hAnsi="PT Astra Serif"/>
          <w:sz w:val="28"/>
          <w:szCs w:val="28"/>
        </w:rPr>
        <w:t>3720</w:t>
      </w:r>
      <w:r>
        <w:rPr>
          <w:rFonts w:ascii="PT Astra Serif" w:hAnsi="PT Astra Serif"/>
          <w:sz w:val="28"/>
          <w:szCs w:val="28"/>
        </w:rPr>
        <w:t xml:space="preserve"> ВР 500) цифры «96462,63» заменить цифрами «94144,15737»;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70</w:t>
      </w:r>
      <w:r w:rsidRPr="00900CB0">
        <w:rPr>
          <w:rFonts w:ascii="PT Astra Serif" w:hAnsi="PT Astra Serif"/>
          <w:sz w:val="28"/>
          <w:szCs w:val="28"/>
        </w:rPr>
        <w:t>) в строке «Государственная программа Ульяновской области «Разви</w:t>
      </w:r>
      <w:r w:rsidRPr="008800D2">
        <w:rPr>
          <w:rFonts w:ascii="PT Astra Serif" w:hAnsi="PT Astra Serif"/>
          <w:sz w:val="28"/>
          <w:szCs w:val="28"/>
        </w:rPr>
        <w:t>тие Государственной ветеринарной службы Российской Федерации на территории Ульяновской области</w:t>
      </w:r>
      <w:r>
        <w:rPr>
          <w:rFonts w:ascii="PT Astra Serif" w:hAnsi="PT Astra Serif"/>
          <w:sz w:val="28"/>
          <w:szCs w:val="28"/>
        </w:rPr>
        <w:t>» (ЦС 94 0 00 00000) цифры «244003,2» заменить цифрами «248403,2»;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71</w:t>
      </w:r>
      <w:r>
        <w:rPr>
          <w:rFonts w:ascii="PT Astra Serif" w:hAnsi="PT Astra Serif"/>
          <w:sz w:val="28"/>
          <w:szCs w:val="28"/>
        </w:rPr>
        <w:t>) в строке «</w:t>
      </w:r>
      <w:r w:rsidRPr="008800D2">
        <w:rPr>
          <w:rFonts w:ascii="PT Astra Serif" w:hAnsi="PT Astra Serif"/>
          <w:sz w:val="28"/>
          <w:szCs w:val="28"/>
        </w:rPr>
        <w:t xml:space="preserve">Подпрограмма </w:t>
      </w:r>
      <w:r>
        <w:rPr>
          <w:rFonts w:ascii="PT Astra Serif" w:hAnsi="PT Astra Serif"/>
          <w:sz w:val="28"/>
          <w:szCs w:val="28"/>
        </w:rPr>
        <w:t>«</w:t>
      </w:r>
      <w:r w:rsidRPr="008800D2">
        <w:rPr>
          <w:rFonts w:ascii="PT Astra Serif" w:hAnsi="PT Astra Serif"/>
          <w:sz w:val="28"/>
          <w:szCs w:val="28"/>
        </w:rPr>
        <w:t>Обеспечение реализации государственной программы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8800D2">
        <w:rPr>
          <w:rFonts w:ascii="PT Astra Serif" w:hAnsi="PT Astra Serif"/>
          <w:sz w:val="28"/>
          <w:szCs w:val="28"/>
        </w:rPr>
        <w:t xml:space="preserve"> гос</w:t>
      </w:r>
      <w:r w:rsidRPr="008800D2">
        <w:rPr>
          <w:rFonts w:ascii="PT Astra Serif" w:hAnsi="PT Astra Serif"/>
          <w:sz w:val="28"/>
          <w:szCs w:val="28"/>
        </w:rPr>
        <w:t>у</w:t>
      </w:r>
      <w:r w:rsidRPr="008800D2">
        <w:rPr>
          <w:rFonts w:ascii="PT Astra Serif" w:hAnsi="PT Astra Serif"/>
          <w:sz w:val="28"/>
          <w:szCs w:val="28"/>
        </w:rPr>
        <w:t>дарственной программы Ульяновской обла</w:t>
      </w:r>
      <w:r>
        <w:rPr>
          <w:rFonts w:ascii="PT Astra Serif" w:hAnsi="PT Astra Serif"/>
          <w:sz w:val="28"/>
          <w:szCs w:val="28"/>
        </w:rPr>
        <w:t>сти «</w:t>
      </w:r>
      <w:r w:rsidRPr="008800D2">
        <w:rPr>
          <w:rFonts w:ascii="PT Astra Serif" w:hAnsi="PT Astra Serif"/>
          <w:sz w:val="28"/>
          <w:szCs w:val="28"/>
        </w:rPr>
        <w:t>Развитие Государственной ветеринарной службы Российской Федерации на территории Ульяновской области</w:t>
      </w:r>
      <w:r>
        <w:rPr>
          <w:rFonts w:ascii="PT Astra Serif" w:hAnsi="PT Astra Serif"/>
          <w:sz w:val="28"/>
          <w:szCs w:val="28"/>
        </w:rPr>
        <w:t>» (ЦС 94 1 00 00000) цифры «216027,2» заменить цифрами «220427,2»;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72</w:t>
      </w:r>
      <w:r>
        <w:rPr>
          <w:rFonts w:ascii="PT Astra Serif" w:hAnsi="PT Astra Serif"/>
          <w:sz w:val="28"/>
          <w:szCs w:val="28"/>
        </w:rPr>
        <w:t>) в строке «</w:t>
      </w:r>
      <w:r w:rsidRPr="008800D2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8800D2">
        <w:rPr>
          <w:rFonts w:ascii="PT Astra Serif" w:hAnsi="PT Astra Serif"/>
          <w:sz w:val="28"/>
          <w:szCs w:val="28"/>
        </w:rPr>
        <w:t>Обеспечение деятельности государственного заказчика и учреждений вет</w:t>
      </w:r>
      <w:r w:rsidRPr="008800D2">
        <w:rPr>
          <w:rFonts w:ascii="PT Astra Serif" w:hAnsi="PT Astra Serif"/>
          <w:sz w:val="28"/>
          <w:szCs w:val="28"/>
        </w:rPr>
        <w:t>е</w:t>
      </w:r>
      <w:r w:rsidRPr="008800D2">
        <w:rPr>
          <w:rFonts w:ascii="PT Astra Serif" w:hAnsi="PT Astra Serif"/>
          <w:sz w:val="28"/>
          <w:szCs w:val="28"/>
        </w:rPr>
        <w:t>ринарии</w:t>
      </w:r>
      <w:r>
        <w:rPr>
          <w:rFonts w:ascii="PT Astra Serif" w:hAnsi="PT Astra Serif"/>
          <w:sz w:val="28"/>
          <w:szCs w:val="28"/>
        </w:rPr>
        <w:t>» (ЦС 94 1 01 00000) цифры «216027,2» заменить цифрами «220427,2»;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73</w:t>
      </w:r>
      <w:r>
        <w:rPr>
          <w:rFonts w:ascii="PT Astra Serif" w:hAnsi="PT Astra Serif"/>
          <w:sz w:val="28"/>
          <w:szCs w:val="28"/>
        </w:rPr>
        <w:t>) в строке «</w:t>
      </w:r>
      <w:r w:rsidRPr="008800D2">
        <w:rPr>
          <w:rFonts w:ascii="PT Astra Serif" w:hAnsi="PT Astra Serif"/>
          <w:sz w:val="28"/>
          <w:szCs w:val="28"/>
        </w:rPr>
        <w:t>Предоставление учреждениям, подведомственным Агентству ветеринарии Ульяновской области, субсидий на финансовое обеспечение выполнения государственного задания и на иные цели</w:t>
      </w:r>
      <w:r>
        <w:rPr>
          <w:rFonts w:ascii="PT Astra Serif" w:hAnsi="PT Astra Serif"/>
          <w:sz w:val="28"/>
          <w:szCs w:val="28"/>
        </w:rPr>
        <w:t>» (ЦС 94 1 01 60020) цифры «196712,8» заменить цифрами «201112,8»;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74</w:t>
      </w:r>
      <w:r>
        <w:rPr>
          <w:rFonts w:ascii="PT Astra Serif" w:hAnsi="PT Astra Serif"/>
          <w:sz w:val="28"/>
          <w:szCs w:val="28"/>
        </w:rPr>
        <w:t>) в строке «</w:t>
      </w:r>
      <w:r w:rsidRPr="008800D2">
        <w:rPr>
          <w:rFonts w:ascii="PT Astra Serif" w:hAnsi="PT Astra Serif"/>
          <w:sz w:val="28"/>
          <w:szCs w:val="28"/>
        </w:rPr>
        <w:t>Предоставление субсидий бюджетным, автономным учреждениям и иным некоммерческим орган</w:t>
      </w:r>
      <w:r w:rsidRPr="008800D2">
        <w:rPr>
          <w:rFonts w:ascii="PT Astra Serif" w:hAnsi="PT Astra Serif"/>
          <w:sz w:val="28"/>
          <w:szCs w:val="28"/>
        </w:rPr>
        <w:t>и</w:t>
      </w:r>
      <w:r w:rsidRPr="008800D2">
        <w:rPr>
          <w:rFonts w:ascii="PT Astra Serif" w:hAnsi="PT Astra Serif"/>
          <w:sz w:val="28"/>
          <w:szCs w:val="28"/>
        </w:rPr>
        <w:t>зациям</w:t>
      </w:r>
      <w:r>
        <w:rPr>
          <w:rFonts w:ascii="PT Astra Serif" w:hAnsi="PT Astra Serif"/>
          <w:sz w:val="28"/>
          <w:szCs w:val="28"/>
        </w:rPr>
        <w:t>» (ЦС 94 1 01 60020 ВР 600) цифры «196712,8» заменить цифрами «201112,8»;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900CB0">
        <w:rPr>
          <w:rFonts w:ascii="PT Astra Serif" w:hAnsi="PT Astra Serif"/>
          <w:sz w:val="28"/>
          <w:szCs w:val="28"/>
        </w:rPr>
        <w:t>я</w:t>
      </w:r>
      <w:r w:rsidRPr="00900CB0">
        <w:rPr>
          <w:rFonts w:ascii="PT Astra Serif" w:hAnsi="PT Astra Serif"/>
          <w:sz w:val="28"/>
          <w:szCs w:val="28"/>
          <w:vertAlign w:val="superscript"/>
        </w:rPr>
        <w:t>75</w:t>
      </w:r>
      <w:r w:rsidRPr="00900CB0">
        <w:rPr>
          <w:rFonts w:ascii="PT Astra Serif" w:hAnsi="PT Astra Serif"/>
          <w:sz w:val="28"/>
          <w:szCs w:val="28"/>
        </w:rPr>
        <w:t>) в строке «Государственная программа Ульяновской области «Разви</w:t>
      </w:r>
      <w:r w:rsidRPr="00127008">
        <w:rPr>
          <w:rFonts w:ascii="PT Astra Serif" w:hAnsi="PT Astra Serif"/>
          <w:sz w:val="28"/>
          <w:szCs w:val="28"/>
        </w:rPr>
        <w:t>тие информационного общества и эле</w:t>
      </w:r>
      <w:r w:rsidRPr="00127008">
        <w:rPr>
          <w:rFonts w:ascii="PT Astra Serif" w:hAnsi="PT Astra Serif"/>
          <w:sz w:val="28"/>
          <w:szCs w:val="28"/>
        </w:rPr>
        <w:t>к</w:t>
      </w:r>
      <w:r w:rsidRPr="00127008">
        <w:rPr>
          <w:rFonts w:ascii="PT Astra Serif" w:hAnsi="PT Astra Serif"/>
          <w:sz w:val="28"/>
          <w:szCs w:val="28"/>
        </w:rPr>
        <w:t>тронного правительства в Ульяновской области</w:t>
      </w:r>
      <w:r>
        <w:rPr>
          <w:rFonts w:ascii="PT Astra Serif" w:hAnsi="PT Astra Serif"/>
          <w:sz w:val="28"/>
          <w:szCs w:val="28"/>
        </w:rPr>
        <w:t>» (ЦС 96 0 00 00000) цифры «698039,2» заменить цифрами «745088,5»;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76</w:t>
      </w:r>
      <w:r>
        <w:rPr>
          <w:rFonts w:ascii="PT Astra Serif" w:hAnsi="PT Astra Serif"/>
          <w:sz w:val="28"/>
          <w:szCs w:val="28"/>
        </w:rPr>
        <w:t>) в строке «</w:t>
      </w:r>
      <w:r w:rsidRPr="00127008">
        <w:rPr>
          <w:rFonts w:ascii="PT Astra Serif" w:hAnsi="PT Astra Serif"/>
          <w:sz w:val="28"/>
          <w:szCs w:val="28"/>
        </w:rPr>
        <w:t xml:space="preserve">Подпрограмма </w:t>
      </w:r>
      <w:r>
        <w:rPr>
          <w:rFonts w:ascii="PT Astra Serif" w:hAnsi="PT Astra Serif"/>
          <w:sz w:val="28"/>
          <w:szCs w:val="28"/>
        </w:rPr>
        <w:t>«</w:t>
      </w:r>
      <w:r w:rsidRPr="00127008">
        <w:rPr>
          <w:rFonts w:ascii="PT Astra Serif" w:hAnsi="PT Astra Serif"/>
          <w:sz w:val="28"/>
          <w:szCs w:val="28"/>
        </w:rPr>
        <w:t>Снижение административных барьеров, оптимизация и повышение качества предо</w:t>
      </w:r>
      <w:r w:rsidRPr="00127008">
        <w:rPr>
          <w:rFonts w:ascii="PT Astra Serif" w:hAnsi="PT Astra Serif"/>
          <w:sz w:val="28"/>
          <w:szCs w:val="28"/>
        </w:rPr>
        <w:t>с</w:t>
      </w:r>
      <w:r w:rsidRPr="00127008">
        <w:rPr>
          <w:rFonts w:ascii="PT Astra Serif" w:hAnsi="PT Astra Serif"/>
          <w:sz w:val="28"/>
          <w:szCs w:val="28"/>
        </w:rPr>
        <w:t>тавления государственных услуг исполнительными органами государственной власти Ульяновской области и муниц</w:t>
      </w:r>
      <w:r w:rsidRPr="00127008">
        <w:rPr>
          <w:rFonts w:ascii="PT Astra Serif" w:hAnsi="PT Astra Serif"/>
          <w:sz w:val="28"/>
          <w:szCs w:val="28"/>
        </w:rPr>
        <w:t>и</w:t>
      </w:r>
      <w:r w:rsidRPr="00127008">
        <w:rPr>
          <w:rFonts w:ascii="PT Astra Serif" w:hAnsi="PT Astra Serif"/>
          <w:sz w:val="28"/>
          <w:szCs w:val="28"/>
        </w:rPr>
        <w:t>пальных услуг органами местного самоуправления муниципальных образований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127008">
        <w:rPr>
          <w:rFonts w:ascii="PT Astra Serif" w:hAnsi="PT Astra Serif"/>
          <w:sz w:val="28"/>
          <w:szCs w:val="28"/>
        </w:rPr>
        <w:t xml:space="preserve"> государстве</w:t>
      </w:r>
      <w:r w:rsidRPr="00127008">
        <w:rPr>
          <w:rFonts w:ascii="PT Astra Serif" w:hAnsi="PT Astra Serif"/>
          <w:sz w:val="28"/>
          <w:szCs w:val="28"/>
        </w:rPr>
        <w:t>н</w:t>
      </w:r>
      <w:r w:rsidRPr="00127008">
        <w:rPr>
          <w:rFonts w:ascii="PT Astra Serif" w:hAnsi="PT Astra Serif"/>
          <w:sz w:val="28"/>
          <w:szCs w:val="28"/>
        </w:rPr>
        <w:t xml:space="preserve">ной программы Ульяновской области </w:t>
      </w:r>
      <w:r>
        <w:rPr>
          <w:rFonts w:ascii="PT Astra Serif" w:hAnsi="PT Astra Serif"/>
          <w:sz w:val="28"/>
          <w:szCs w:val="28"/>
        </w:rPr>
        <w:t>«</w:t>
      </w:r>
      <w:r w:rsidRPr="00127008">
        <w:rPr>
          <w:rFonts w:ascii="PT Astra Serif" w:hAnsi="PT Astra Serif"/>
          <w:sz w:val="28"/>
          <w:szCs w:val="28"/>
        </w:rPr>
        <w:t>Развитие информационного общества и электронного правительства в Ульяно</w:t>
      </w:r>
      <w:r w:rsidRPr="00127008">
        <w:rPr>
          <w:rFonts w:ascii="PT Astra Serif" w:hAnsi="PT Astra Serif"/>
          <w:sz w:val="28"/>
          <w:szCs w:val="28"/>
        </w:rPr>
        <w:t>в</w:t>
      </w:r>
      <w:r w:rsidRPr="00127008">
        <w:rPr>
          <w:rFonts w:ascii="PT Astra Serif" w:hAnsi="PT Astra Serif"/>
          <w:sz w:val="28"/>
          <w:szCs w:val="28"/>
        </w:rPr>
        <w:t>ской области</w:t>
      </w:r>
      <w:r>
        <w:rPr>
          <w:rFonts w:ascii="PT Astra Serif" w:hAnsi="PT Astra Serif"/>
          <w:sz w:val="28"/>
          <w:szCs w:val="28"/>
        </w:rPr>
        <w:t>» (ЦС 96 1 00 00000) цифры «662780,3» заменить цифрами «709829,6»;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77</w:t>
      </w:r>
      <w:r>
        <w:rPr>
          <w:rFonts w:ascii="PT Astra Serif" w:hAnsi="PT Astra Serif"/>
          <w:sz w:val="28"/>
          <w:szCs w:val="28"/>
        </w:rPr>
        <w:t>) в строке «</w:t>
      </w:r>
      <w:r w:rsidRPr="00127008">
        <w:rPr>
          <w:rFonts w:ascii="PT Astra Serif" w:hAnsi="PT Astra Serif"/>
          <w:sz w:val="28"/>
          <w:szCs w:val="28"/>
        </w:rPr>
        <w:t xml:space="preserve">Основное мероприятие </w:t>
      </w:r>
      <w:r>
        <w:rPr>
          <w:rFonts w:ascii="PT Astra Serif" w:hAnsi="PT Astra Serif"/>
          <w:sz w:val="28"/>
          <w:szCs w:val="28"/>
        </w:rPr>
        <w:t>«</w:t>
      </w:r>
      <w:r w:rsidRPr="00127008">
        <w:rPr>
          <w:rFonts w:ascii="PT Astra Serif" w:hAnsi="PT Astra Serif"/>
          <w:sz w:val="28"/>
          <w:szCs w:val="28"/>
        </w:rPr>
        <w:t>Обеспечение текущей деятельности подведомственных учреждений</w:t>
      </w:r>
      <w:r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br/>
        <w:t>(ЦС 96 1 03 00000) цифры «642378,59899» заменить цифрами «689427,89899»;</w:t>
      </w:r>
    </w:p>
    <w:p w:rsidR="008513C4" w:rsidRDefault="008513C4" w:rsidP="00F568BA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я</w:t>
      </w:r>
      <w:r w:rsidRPr="00AB1B20">
        <w:rPr>
          <w:rFonts w:ascii="PT Astra Serif" w:hAnsi="PT Astra Serif"/>
          <w:sz w:val="28"/>
          <w:szCs w:val="28"/>
          <w:vertAlign w:val="superscript"/>
        </w:rPr>
        <w:t>78</w:t>
      </w:r>
      <w:r>
        <w:rPr>
          <w:rFonts w:ascii="PT Astra Serif" w:hAnsi="PT Astra Serif"/>
          <w:sz w:val="28"/>
          <w:szCs w:val="28"/>
        </w:rPr>
        <w:t>) в строке «</w:t>
      </w:r>
      <w:r w:rsidRPr="00FF5B4B">
        <w:rPr>
          <w:rFonts w:ascii="PT Astra Serif" w:hAnsi="PT Astra Serif"/>
          <w:sz w:val="28"/>
          <w:szCs w:val="28"/>
        </w:rPr>
        <w:t xml:space="preserve">Расходы на выплаты персоналу в целях обеспечения выполнения функций государственными </w:t>
      </w:r>
      <w:r>
        <w:rPr>
          <w:rFonts w:ascii="PT Astra Serif" w:hAnsi="PT Astra Serif"/>
          <w:sz w:val="28"/>
          <w:szCs w:val="28"/>
        </w:rPr>
        <w:br/>
      </w:r>
      <w:r w:rsidRPr="00FF5B4B">
        <w:rPr>
          <w:rFonts w:ascii="PT Astra Serif" w:hAnsi="PT Astra Serif"/>
          <w:sz w:val="28"/>
          <w:szCs w:val="28"/>
        </w:rPr>
        <w:t xml:space="preserve">(муниципальными) органами, казёнными учреждениями, органами управления государственными внебюджетными </w:t>
      </w:r>
      <w:r>
        <w:rPr>
          <w:rFonts w:ascii="PT Astra Serif" w:hAnsi="PT Astra Serif"/>
          <w:sz w:val="28"/>
          <w:szCs w:val="28"/>
        </w:rPr>
        <w:br/>
      </w:r>
      <w:r w:rsidRPr="00FF5B4B">
        <w:rPr>
          <w:rFonts w:ascii="PT Astra Serif" w:hAnsi="PT Astra Serif"/>
          <w:sz w:val="28"/>
          <w:szCs w:val="28"/>
        </w:rPr>
        <w:t>фондами</w:t>
      </w:r>
      <w:r>
        <w:rPr>
          <w:rFonts w:ascii="PT Astra Serif" w:hAnsi="PT Astra Serif"/>
          <w:sz w:val="28"/>
          <w:szCs w:val="28"/>
        </w:rPr>
        <w:t>» (ЦС 96 1 03 00000 ВР 100) цифры «477153,3226» заменить цифрами «524202,6226»;</w:t>
      </w:r>
    </w:p>
    <w:p w:rsidR="008513C4" w:rsidRDefault="008513C4" w:rsidP="008800D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я</w:t>
      </w:r>
      <w:r w:rsidRPr="00FA5A49">
        <w:rPr>
          <w:rFonts w:ascii="PT Astra Serif" w:hAnsi="PT Astra Serif"/>
          <w:sz w:val="28"/>
          <w:szCs w:val="28"/>
          <w:vertAlign w:val="superscript"/>
        </w:rPr>
        <w:t>79</w:t>
      </w:r>
      <w:r>
        <w:rPr>
          <w:rFonts w:ascii="PT Astra Serif" w:hAnsi="PT Astra Serif"/>
          <w:sz w:val="28"/>
          <w:szCs w:val="28"/>
        </w:rPr>
        <w:t>) в строке «ИТОГО» цифры «90755723,9086» заменить цифрами «911176</w:t>
      </w:r>
      <w:r w:rsidR="00033D76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4,9086», цифры «81281964,0» </w:t>
      </w:r>
      <w:r>
        <w:rPr>
          <w:rFonts w:ascii="PT Astra Serif" w:hAnsi="PT Astra Serif"/>
          <w:sz w:val="28"/>
          <w:szCs w:val="28"/>
        </w:rPr>
        <w:br/>
        <w:t>заменить цифрами «81620320,0»;</w:t>
      </w:r>
    </w:p>
    <w:p w:rsidR="00F568BA" w:rsidRDefault="00F568BA" w:rsidP="008800D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568BA" w:rsidRDefault="00F568BA" w:rsidP="008800D2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  <w:sectPr w:rsidR="00F568BA" w:rsidSect="00A37279">
          <w:headerReference w:type="default" r:id="rId18"/>
          <w:footerReference w:type="first" r:id="rId19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6F24F1" w:rsidRPr="00F34C32" w:rsidRDefault="003E7101" w:rsidP="00FA5A49">
      <w:pPr>
        <w:tabs>
          <w:tab w:val="left" w:pos="3819"/>
        </w:tabs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3E7101">
        <w:rPr>
          <w:rFonts w:ascii="PT Astra Serif" w:hAnsi="PT Astra Serif"/>
          <w:sz w:val="28"/>
          <w:szCs w:val="28"/>
        </w:rPr>
        <w:lastRenderedPageBreak/>
        <w:t>7</w:t>
      </w:r>
      <w:r w:rsidR="00DC0652" w:rsidRPr="003E7101">
        <w:rPr>
          <w:rFonts w:ascii="PT Astra Serif" w:hAnsi="PT Astra Serif"/>
          <w:sz w:val="28"/>
          <w:szCs w:val="28"/>
        </w:rPr>
        <w:t xml:space="preserve">) </w:t>
      </w:r>
      <w:r w:rsidR="00C728E8" w:rsidRPr="003E7101">
        <w:rPr>
          <w:rFonts w:ascii="PT Astra Serif" w:hAnsi="PT Astra Serif"/>
          <w:sz w:val="28"/>
          <w:szCs w:val="28"/>
        </w:rPr>
        <w:t xml:space="preserve">в </w:t>
      </w:r>
      <w:r w:rsidR="00DC0652" w:rsidRPr="003E7101">
        <w:rPr>
          <w:rFonts w:ascii="PT Astra Serif" w:hAnsi="PT Astra Serif"/>
          <w:sz w:val="28"/>
          <w:szCs w:val="28"/>
        </w:rPr>
        <w:t>приложени</w:t>
      </w:r>
      <w:r w:rsidR="00C728E8" w:rsidRPr="003E7101">
        <w:rPr>
          <w:rFonts w:ascii="PT Astra Serif" w:hAnsi="PT Astra Serif"/>
          <w:sz w:val="28"/>
          <w:szCs w:val="28"/>
        </w:rPr>
        <w:t>и</w:t>
      </w:r>
      <w:r w:rsidR="00DC0652" w:rsidRPr="003E7101">
        <w:rPr>
          <w:rFonts w:ascii="PT Astra Serif" w:hAnsi="PT Astra Serif"/>
          <w:sz w:val="28"/>
          <w:szCs w:val="28"/>
        </w:rPr>
        <w:t xml:space="preserve"> 7</w:t>
      </w:r>
      <w:r w:rsidR="00C728E8" w:rsidRPr="003E7101">
        <w:rPr>
          <w:rFonts w:ascii="PT Astra Serif" w:hAnsi="PT Astra Serif"/>
          <w:sz w:val="28"/>
          <w:szCs w:val="28"/>
        </w:rPr>
        <w:t>:</w:t>
      </w:r>
    </w:p>
    <w:p w:rsidR="00C728E8" w:rsidRPr="00F34C32" w:rsidRDefault="00C728E8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F34C32">
        <w:rPr>
          <w:rFonts w:ascii="PT Astra Serif" w:hAnsi="PT Astra Serif"/>
          <w:sz w:val="28"/>
          <w:szCs w:val="28"/>
        </w:rPr>
        <w:t xml:space="preserve">а) в строке 3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13021490,9731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13184902,67498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>;</w:t>
      </w:r>
    </w:p>
    <w:p w:rsidR="00C728E8" w:rsidRPr="00F34C32" w:rsidRDefault="00C728E8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F34C32">
        <w:rPr>
          <w:rFonts w:ascii="PT Astra Serif" w:hAnsi="PT Astra Serif"/>
          <w:sz w:val="28"/>
          <w:szCs w:val="28"/>
        </w:rPr>
        <w:t xml:space="preserve">б) в строке 3.1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13021490,9731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13184902,67498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>;</w:t>
      </w:r>
    </w:p>
    <w:p w:rsidR="00C728E8" w:rsidRPr="00F34C32" w:rsidRDefault="00C728E8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F34C32">
        <w:rPr>
          <w:rFonts w:ascii="PT Astra Serif" w:hAnsi="PT Astra Serif"/>
          <w:sz w:val="28"/>
          <w:szCs w:val="28"/>
        </w:rPr>
        <w:t xml:space="preserve">в) в строке 3.1.1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381056,3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333682,0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>;</w:t>
      </w:r>
    </w:p>
    <w:p w:rsidR="001653F6" w:rsidRPr="00F34C32" w:rsidRDefault="001653F6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F34C32">
        <w:rPr>
          <w:rFonts w:ascii="PT Astra Serif" w:hAnsi="PT Astra Serif"/>
          <w:sz w:val="28"/>
          <w:szCs w:val="28"/>
        </w:rPr>
        <w:t xml:space="preserve">г) в строке 3.1.2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Pr="00F34C32">
        <w:rPr>
          <w:rFonts w:ascii="PT Astra Serif" w:hAnsi="PT Astra Serif"/>
          <w:sz w:val="28"/>
          <w:szCs w:val="28"/>
        </w:rPr>
        <w:t>1</w:t>
      </w:r>
      <w:r w:rsidR="00F34C32" w:rsidRPr="00F34C32">
        <w:rPr>
          <w:rFonts w:ascii="PT Astra Serif" w:hAnsi="PT Astra Serif"/>
          <w:sz w:val="28"/>
          <w:szCs w:val="28"/>
        </w:rPr>
        <w:t>8</w:t>
      </w:r>
      <w:r w:rsidRPr="00F34C32">
        <w:rPr>
          <w:rFonts w:ascii="PT Astra Serif" w:hAnsi="PT Astra Serif"/>
          <w:sz w:val="28"/>
          <w:szCs w:val="28"/>
        </w:rPr>
        <w:t>000,0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7962,4</w:t>
      </w:r>
      <w:r w:rsidR="00153CFB">
        <w:rPr>
          <w:rFonts w:ascii="PT Astra Serif" w:hAnsi="PT Astra Serif"/>
          <w:sz w:val="28"/>
          <w:szCs w:val="28"/>
        </w:rPr>
        <w:t>»</w:t>
      </w:r>
      <w:r w:rsidRPr="00F34C32">
        <w:rPr>
          <w:rFonts w:ascii="PT Astra Serif" w:hAnsi="PT Astra Serif"/>
          <w:sz w:val="28"/>
          <w:szCs w:val="28"/>
        </w:rPr>
        <w:t>;</w:t>
      </w:r>
    </w:p>
    <w:p w:rsidR="00F34C32" w:rsidRPr="00F34C32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д) </w:t>
      </w:r>
      <w:r w:rsidR="00F34C32" w:rsidRPr="00F34C32">
        <w:rPr>
          <w:rFonts w:ascii="PT Astra Serif" w:hAnsi="PT Astra Serif"/>
          <w:sz w:val="28"/>
          <w:szCs w:val="28"/>
        </w:rPr>
        <w:t xml:space="preserve">в строке 3.1.3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6437992,4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 w:rsidRP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6620766,8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 w:rsidRPr="00F34C32">
        <w:rPr>
          <w:rFonts w:ascii="PT Astra Serif" w:hAnsi="PT Astra Serif"/>
          <w:sz w:val="28"/>
          <w:szCs w:val="28"/>
        </w:rPr>
        <w:t>;</w:t>
      </w:r>
    </w:p>
    <w:p w:rsidR="001653F6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</w:t>
      </w:r>
      <w:r w:rsidR="001653F6" w:rsidRPr="00F34C32">
        <w:rPr>
          <w:rFonts w:ascii="PT Astra Serif" w:hAnsi="PT Astra Serif"/>
          <w:sz w:val="28"/>
          <w:szCs w:val="28"/>
        </w:rPr>
        <w:t xml:space="preserve">) в строке 3.1.4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9221,6</w:t>
      </w:r>
      <w:r w:rsidR="00153CFB">
        <w:rPr>
          <w:rFonts w:ascii="PT Astra Serif" w:hAnsi="PT Astra Serif"/>
          <w:sz w:val="28"/>
          <w:szCs w:val="28"/>
        </w:rPr>
        <w:t>»</w:t>
      </w:r>
      <w:r w:rsidR="001653F6" w:rsidRP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7067,0</w:t>
      </w:r>
      <w:r w:rsidR="00153CFB">
        <w:rPr>
          <w:rFonts w:ascii="PT Astra Serif" w:hAnsi="PT Astra Serif"/>
          <w:sz w:val="28"/>
          <w:szCs w:val="28"/>
        </w:rPr>
        <w:t>»</w:t>
      </w:r>
      <w:r w:rsidR="001653F6" w:rsidRPr="00F34C32">
        <w:rPr>
          <w:rFonts w:ascii="PT Astra Serif" w:hAnsi="PT Astra Serif"/>
          <w:sz w:val="28"/>
          <w:szCs w:val="28"/>
        </w:rPr>
        <w:t>;</w:t>
      </w:r>
    </w:p>
    <w:p w:rsidR="00F34C32" w:rsidRPr="00F34C32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ж) </w:t>
      </w:r>
      <w:r w:rsidR="00F34C32">
        <w:rPr>
          <w:rFonts w:ascii="PT Astra Serif" w:hAnsi="PT Astra Serif"/>
          <w:sz w:val="28"/>
          <w:szCs w:val="28"/>
        </w:rPr>
        <w:t xml:space="preserve">в строке 3.1.5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12250,0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8903,0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>;</w:t>
      </w:r>
    </w:p>
    <w:p w:rsidR="00F34C32" w:rsidRPr="00F34C32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з) </w:t>
      </w:r>
      <w:r w:rsidR="00F34C32">
        <w:rPr>
          <w:rFonts w:ascii="PT Astra Serif" w:hAnsi="PT Astra Serif"/>
          <w:sz w:val="28"/>
          <w:szCs w:val="28"/>
        </w:rPr>
        <w:t xml:space="preserve">в строке 3.1.7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140455,7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138095,87712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>;</w:t>
      </w:r>
    </w:p>
    <w:p w:rsidR="00F34C32" w:rsidRPr="00F34C32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и) </w:t>
      </w:r>
      <w:r w:rsidR="00F34C32">
        <w:rPr>
          <w:rFonts w:ascii="PT Astra Serif" w:hAnsi="PT Astra Serif"/>
          <w:sz w:val="28"/>
          <w:szCs w:val="28"/>
        </w:rPr>
        <w:t xml:space="preserve">в строке 3.1.8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81580,0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79903,8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>;</w:t>
      </w:r>
    </w:p>
    <w:p w:rsidR="00F34C32" w:rsidRPr="00F34C32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к) </w:t>
      </w:r>
      <w:r w:rsidR="00F34C32">
        <w:rPr>
          <w:rFonts w:ascii="PT Astra Serif" w:hAnsi="PT Astra Serif"/>
          <w:sz w:val="28"/>
          <w:szCs w:val="28"/>
        </w:rPr>
        <w:t xml:space="preserve">в строке 3.1.9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191064,3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>
        <w:rPr>
          <w:rFonts w:ascii="PT Astra Serif" w:hAnsi="PT Astra Serif"/>
          <w:sz w:val="28"/>
          <w:szCs w:val="28"/>
        </w:rPr>
        <w:t>169539,8511</w:t>
      </w:r>
      <w:r w:rsidR="00153CFB">
        <w:rPr>
          <w:rFonts w:ascii="PT Astra Serif" w:hAnsi="PT Astra Serif"/>
          <w:sz w:val="28"/>
          <w:szCs w:val="28"/>
        </w:rPr>
        <w:t>»</w:t>
      </w:r>
      <w:r w:rsidR="00F34C32">
        <w:rPr>
          <w:rFonts w:ascii="PT Astra Serif" w:hAnsi="PT Astra Serif"/>
          <w:sz w:val="28"/>
          <w:szCs w:val="28"/>
        </w:rPr>
        <w:t>;</w:t>
      </w:r>
    </w:p>
    <w:p w:rsidR="00C728E8" w:rsidRPr="00F34C32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л)</w:t>
      </w:r>
      <w:r w:rsidR="00C728E8" w:rsidRPr="00F34C32">
        <w:rPr>
          <w:rFonts w:ascii="PT Astra Serif" w:hAnsi="PT Astra Serif"/>
          <w:sz w:val="28"/>
          <w:szCs w:val="28"/>
        </w:rPr>
        <w:t xml:space="preserve"> в строке 3.1.10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289470,1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F34C32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F34C32" w:rsidRPr="00F34C32">
        <w:rPr>
          <w:rFonts w:ascii="PT Astra Serif" w:hAnsi="PT Astra Serif"/>
          <w:sz w:val="28"/>
          <w:szCs w:val="28"/>
        </w:rPr>
        <w:t>302306,9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F34C32">
        <w:rPr>
          <w:rFonts w:ascii="PT Astra Serif" w:hAnsi="PT Astra Serif"/>
          <w:sz w:val="28"/>
          <w:szCs w:val="28"/>
        </w:rPr>
        <w:t>;</w:t>
      </w:r>
    </w:p>
    <w:p w:rsidR="00C728E8" w:rsidRPr="00597C2C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 w:rsidR="00C728E8" w:rsidRPr="00597C2C">
        <w:rPr>
          <w:rFonts w:ascii="PT Astra Serif" w:hAnsi="PT Astra Serif"/>
          <w:sz w:val="28"/>
          <w:szCs w:val="28"/>
        </w:rPr>
        <w:t xml:space="preserve">) в строке 3.1.11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Pr="00597C2C">
        <w:rPr>
          <w:rFonts w:ascii="PT Astra Serif" w:hAnsi="PT Astra Serif"/>
          <w:sz w:val="28"/>
          <w:szCs w:val="28"/>
        </w:rPr>
        <w:t>616526,24432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597C2C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Pr="00597C2C">
        <w:rPr>
          <w:rFonts w:ascii="PT Astra Serif" w:hAnsi="PT Astra Serif"/>
          <w:sz w:val="28"/>
          <w:szCs w:val="28"/>
        </w:rPr>
        <w:t>644668,74432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597C2C">
        <w:rPr>
          <w:rFonts w:ascii="PT Astra Serif" w:hAnsi="PT Astra Serif"/>
          <w:sz w:val="28"/>
          <w:szCs w:val="28"/>
        </w:rPr>
        <w:t>;</w:t>
      </w:r>
    </w:p>
    <w:p w:rsidR="00C728E8" w:rsidRPr="00597C2C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597C2C">
        <w:rPr>
          <w:rFonts w:ascii="PT Astra Serif" w:hAnsi="PT Astra Serif"/>
          <w:sz w:val="28"/>
          <w:szCs w:val="28"/>
        </w:rPr>
        <w:t>н</w:t>
      </w:r>
      <w:r w:rsidR="00C728E8" w:rsidRPr="00597C2C">
        <w:rPr>
          <w:rFonts w:ascii="PT Astra Serif" w:hAnsi="PT Astra Serif"/>
          <w:sz w:val="28"/>
          <w:szCs w:val="28"/>
        </w:rPr>
        <w:t xml:space="preserve">) в строке 3.1.12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Pr="00597C2C">
        <w:rPr>
          <w:rFonts w:ascii="PT Astra Serif" w:hAnsi="PT Astra Serif"/>
          <w:sz w:val="28"/>
          <w:szCs w:val="28"/>
        </w:rPr>
        <w:t>213173,5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597C2C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Pr="00597C2C">
        <w:rPr>
          <w:rFonts w:ascii="PT Astra Serif" w:hAnsi="PT Astra Serif"/>
          <w:sz w:val="28"/>
          <w:szCs w:val="28"/>
        </w:rPr>
        <w:t>241139,92676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597C2C">
        <w:rPr>
          <w:rFonts w:ascii="PT Astra Serif" w:hAnsi="PT Astra Serif"/>
          <w:sz w:val="28"/>
          <w:szCs w:val="28"/>
        </w:rPr>
        <w:t>;</w:t>
      </w:r>
    </w:p>
    <w:p w:rsidR="00597C2C" w:rsidRPr="00597C2C" w:rsidRDefault="00597C2C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597C2C">
        <w:rPr>
          <w:rFonts w:ascii="PT Astra Serif" w:hAnsi="PT Astra Serif"/>
          <w:sz w:val="28"/>
          <w:szCs w:val="28"/>
        </w:rPr>
        <w:t xml:space="preserve">о) в строке 3.1.14 цифры </w:t>
      </w:r>
      <w:r w:rsidR="00153CF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5744,0788</w:t>
      </w:r>
      <w:r w:rsidR="00153CFB">
        <w:rPr>
          <w:rFonts w:ascii="PT Astra Serif" w:hAnsi="PT Astra Serif"/>
          <w:sz w:val="28"/>
          <w:szCs w:val="28"/>
        </w:rPr>
        <w:t>»</w:t>
      </w:r>
      <w:r w:rsidRPr="00597C2C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5909,6257</w:t>
      </w:r>
      <w:r w:rsidR="00153CFB">
        <w:rPr>
          <w:rFonts w:ascii="PT Astra Serif" w:hAnsi="PT Astra Serif"/>
          <w:sz w:val="28"/>
          <w:szCs w:val="28"/>
        </w:rPr>
        <w:t>»</w:t>
      </w:r>
      <w:r w:rsidRPr="00597C2C">
        <w:rPr>
          <w:rFonts w:ascii="PT Astra Serif" w:hAnsi="PT Astra Serif"/>
          <w:sz w:val="28"/>
          <w:szCs w:val="28"/>
        </w:rPr>
        <w:t>;</w:t>
      </w:r>
    </w:p>
    <w:p w:rsidR="00C728E8" w:rsidRPr="00A422B6" w:rsidRDefault="00A422B6" w:rsidP="00FA5A4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A422B6">
        <w:rPr>
          <w:rFonts w:ascii="PT Astra Serif" w:hAnsi="PT Astra Serif"/>
          <w:sz w:val="28"/>
          <w:szCs w:val="28"/>
        </w:rPr>
        <w:t>п</w:t>
      </w:r>
      <w:r w:rsidR="00C728E8" w:rsidRPr="00A422B6">
        <w:rPr>
          <w:rFonts w:ascii="PT Astra Serif" w:hAnsi="PT Astra Serif"/>
          <w:sz w:val="28"/>
          <w:szCs w:val="28"/>
        </w:rPr>
        <w:t xml:space="preserve">) в строке </w:t>
      </w:r>
      <w:r w:rsidR="00153CFB">
        <w:rPr>
          <w:rFonts w:ascii="PT Astra Serif" w:hAnsi="PT Astra Serif"/>
          <w:sz w:val="28"/>
          <w:szCs w:val="28"/>
        </w:rPr>
        <w:t>«</w:t>
      </w:r>
      <w:r w:rsidR="00C728E8" w:rsidRPr="00A422B6">
        <w:rPr>
          <w:rFonts w:ascii="PT Astra Serif" w:hAnsi="PT Astra Serif"/>
          <w:sz w:val="28"/>
          <w:szCs w:val="28"/>
        </w:rPr>
        <w:t>ИТОГО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A422B6">
        <w:rPr>
          <w:rFonts w:ascii="PT Astra Serif" w:hAnsi="PT Astra Serif"/>
          <w:sz w:val="28"/>
          <w:szCs w:val="28"/>
        </w:rPr>
        <w:t xml:space="preserve"> цифры </w:t>
      </w:r>
      <w:r w:rsidR="00153CFB">
        <w:rPr>
          <w:rFonts w:ascii="PT Astra Serif" w:hAnsi="PT Astra Serif"/>
          <w:sz w:val="28"/>
          <w:szCs w:val="28"/>
        </w:rPr>
        <w:t>«</w:t>
      </w:r>
      <w:r w:rsidR="001653F6" w:rsidRPr="00A422B6">
        <w:rPr>
          <w:rFonts w:ascii="PT Astra Serif" w:hAnsi="PT Astra Serif"/>
          <w:sz w:val="28"/>
          <w:szCs w:val="28"/>
        </w:rPr>
        <w:t>24</w:t>
      </w:r>
      <w:r w:rsidRPr="00A422B6">
        <w:rPr>
          <w:rFonts w:ascii="PT Astra Serif" w:hAnsi="PT Astra Serif"/>
          <w:sz w:val="28"/>
          <w:szCs w:val="28"/>
        </w:rPr>
        <w:t>353572,8486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A422B6">
        <w:rPr>
          <w:rFonts w:ascii="PT Astra Serif" w:hAnsi="PT Astra Serif"/>
          <w:sz w:val="28"/>
          <w:szCs w:val="28"/>
        </w:rPr>
        <w:t xml:space="preserve"> заменить цифрами </w:t>
      </w:r>
      <w:r w:rsidR="00153CFB">
        <w:rPr>
          <w:rFonts w:ascii="PT Astra Serif" w:hAnsi="PT Astra Serif"/>
          <w:sz w:val="28"/>
          <w:szCs w:val="28"/>
        </w:rPr>
        <w:t>«</w:t>
      </w:r>
      <w:r w:rsidR="001653F6" w:rsidRPr="00A422B6">
        <w:rPr>
          <w:rFonts w:ascii="PT Astra Serif" w:hAnsi="PT Astra Serif"/>
          <w:sz w:val="28"/>
          <w:szCs w:val="28"/>
        </w:rPr>
        <w:t>24</w:t>
      </w:r>
      <w:r w:rsidRPr="00A422B6">
        <w:rPr>
          <w:rFonts w:ascii="PT Astra Serif" w:hAnsi="PT Astra Serif"/>
          <w:sz w:val="28"/>
          <w:szCs w:val="28"/>
        </w:rPr>
        <w:t>516984,55048</w:t>
      </w:r>
      <w:r w:rsidR="00153CFB">
        <w:rPr>
          <w:rFonts w:ascii="PT Astra Serif" w:hAnsi="PT Astra Serif"/>
          <w:sz w:val="28"/>
          <w:szCs w:val="28"/>
        </w:rPr>
        <w:t>»</w:t>
      </w:r>
      <w:r w:rsidR="00C728E8" w:rsidRPr="00A422B6">
        <w:rPr>
          <w:rFonts w:ascii="PT Astra Serif" w:hAnsi="PT Astra Serif"/>
          <w:sz w:val="28"/>
          <w:szCs w:val="28"/>
        </w:rPr>
        <w:t>;</w:t>
      </w:r>
    </w:p>
    <w:p w:rsidR="00F568BA" w:rsidRDefault="003E7101" w:rsidP="00657AD1">
      <w:pPr>
        <w:pStyle w:val="af1"/>
        <w:widowControl w:val="0"/>
        <w:spacing w:after="0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3E7101">
        <w:rPr>
          <w:rFonts w:ascii="PT Astra Serif" w:hAnsi="PT Astra Serif"/>
          <w:sz w:val="28"/>
          <w:szCs w:val="28"/>
        </w:rPr>
        <w:t>8</w:t>
      </w:r>
      <w:r w:rsidR="00504613" w:rsidRPr="003E7101">
        <w:rPr>
          <w:rFonts w:ascii="PT Astra Serif" w:hAnsi="PT Astra Serif"/>
          <w:sz w:val="28"/>
          <w:szCs w:val="28"/>
        </w:rPr>
        <w:t xml:space="preserve">) </w:t>
      </w:r>
      <w:r w:rsidR="006D17D2" w:rsidRPr="003E7101">
        <w:rPr>
          <w:rFonts w:ascii="PT Astra Serif" w:hAnsi="PT Astra Serif"/>
          <w:sz w:val="28"/>
          <w:szCs w:val="28"/>
        </w:rPr>
        <w:t>приложени</w:t>
      </w:r>
      <w:r w:rsidR="00CD4217" w:rsidRPr="003E7101">
        <w:rPr>
          <w:rFonts w:ascii="PT Astra Serif" w:hAnsi="PT Astra Serif"/>
          <w:sz w:val="28"/>
          <w:szCs w:val="28"/>
        </w:rPr>
        <w:t>е</w:t>
      </w:r>
      <w:r w:rsidR="006D17D2" w:rsidRPr="003E7101">
        <w:rPr>
          <w:rFonts w:ascii="PT Astra Serif" w:hAnsi="PT Astra Serif"/>
          <w:sz w:val="28"/>
          <w:szCs w:val="28"/>
        </w:rPr>
        <w:t xml:space="preserve"> </w:t>
      </w:r>
      <w:r w:rsidR="005544EC" w:rsidRPr="003E7101">
        <w:rPr>
          <w:rFonts w:ascii="PT Astra Serif" w:hAnsi="PT Astra Serif"/>
          <w:sz w:val="28"/>
          <w:szCs w:val="28"/>
        </w:rPr>
        <w:t>8</w:t>
      </w:r>
      <w:r w:rsidR="00CD4217" w:rsidRPr="003E7101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F568BA" w:rsidRDefault="00F568BA" w:rsidP="00657AD1">
      <w:pPr>
        <w:pStyle w:val="af1"/>
        <w:widowControl w:val="0"/>
        <w:spacing w:after="0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  <w:sectPr w:rsidR="00F568BA" w:rsidSect="00AE20E7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9B37DD" w:rsidRPr="00123BB0" w:rsidRDefault="009B37DD" w:rsidP="00230B46">
      <w:pPr>
        <w:spacing w:line="312" w:lineRule="auto"/>
        <w:rPr>
          <w:rFonts w:ascii="PT Astra Serif" w:hAnsi="PT Astra Serif"/>
          <w:sz w:val="2"/>
          <w:szCs w:val="2"/>
          <w:highlight w:val="cyan"/>
        </w:rPr>
      </w:pPr>
    </w:p>
    <w:tbl>
      <w:tblPr>
        <w:tblW w:w="4252" w:type="dxa"/>
        <w:tblInd w:w="5495" w:type="dxa"/>
        <w:tblLook w:val="04A0"/>
      </w:tblPr>
      <w:tblGrid>
        <w:gridCol w:w="4252"/>
      </w:tblGrid>
      <w:tr w:rsidR="00CD4217" w:rsidRPr="00F568BA" w:rsidTr="0063162B">
        <w:trPr>
          <w:trHeight w:val="360"/>
        </w:trPr>
        <w:tc>
          <w:tcPr>
            <w:tcW w:w="4252" w:type="dxa"/>
            <w:vAlign w:val="bottom"/>
          </w:tcPr>
          <w:p w:rsidR="00CD4217" w:rsidRPr="00F568BA" w:rsidRDefault="00153CFB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68BA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F568BA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F568BA">
              <w:rPr>
                <w:rFonts w:ascii="PT Astra Serif" w:hAnsi="PT Astra Serif"/>
                <w:sz w:val="28"/>
                <w:szCs w:val="28"/>
              </w:rPr>
              <w:t>8</w:t>
            </w:r>
          </w:p>
          <w:p w:rsidR="00CD4217" w:rsidRPr="00F568BA" w:rsidRDefault="00CD4217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D4217" w:rsidRPr="00F568BA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568BA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68BA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</w:tc>
      </w:tr>
      <w:tr w:rsidR="00CD4217" w:rsidRPr="00F568BA" w:rsidTr="0063162B">
        <w:trPr>
          <w:trHeight w:val="243"/>
        </w:trPr>
        <w:tc>
          <w:tcPr>
            <w:tcW w:w="4252" w:type="dxa"/>
            <w:vAlign w:val="bottom"/>
            <w:hideMark/>
          </w:tcPr>
          <w:p w:rsidR="00CD4217" w:rsidRPr="00F568BA" w:rsidRDefault="00153CFB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68BA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F568BA">
              <w:rPr>
                <w:rFonts w:ascii="PT Astra Serif" w:hAnsi="PT Astra Serif"/>
                <w:sz w:val="28"/>
                <w:szCs w:val="28"/>
              </w:rPr>
              <w:t>Об областном бюджете</w:t>
            </w:r>
          </w:p>
        </w:tc>
      </w:tr>
      <w:tr w:rsidR="00CD4217" w:rsidRPr="00F568BA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568BA" w:rsidRDefault="00CD4217" w:rsidP="005544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68BA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5544EC" w:rsidRPr="00F568BA">
              <w:rPr>
                <w:rFonts w:ascii="PT Astra Serif" w:hAnsi="PT Astra Serif"/>
                <w:sz w:val="28"/>
                <w:szCs w:val="28"/>
              </w:rPr>
              <w:t>2</w:t>
            </w:r>
            <w:r w:rsidRPr="00F568BA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  <w:tr w:rsidR="00CD4217" w:rsidRPr="00F568BA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568BA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68BA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</w:p>
        </w:tc>
      </w:tr>
      <w:tr w:rsidR="00CD4217" w:rsidRPr="00F568BA" w:rsidTr="0063162B">
        <w:trPr>
          <w:trHeight w:val="360"/>
        </w:trPr>
        <w:tc>
          <w:tcPr>
            <w:tcW w:w="4252" w:type="dxa"/>
            <w:vAlign w:val="bottom"/>
            <w:hideMark/>
          </w:tcPr>
          <w:p w:rsidR="00CD4217" w:rsidRPr="00F568BA" w:rsidRDefault="00CD4217" w:rsidP="005544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568BA">
              <w:rPr>
                <w:rFonts w:ascii="PT Astra Serif" w:hAnsi="PT Astra Serif"/>
                <w:sz w:val="28"/>
                <w:szCs w:val="28"/>
              </w:rPr>
              <w:t>202</w:t>
            </w:r>
            <w:r w:rsidR="005544EC" w:rsidRPr="00F568BA">
              <w:rPr>
                <w:rFonts w:ascii="PT Astra Serif" w:hAnsi="PT Astra Serif"/>
                <w:sz w:val="28"/>
                <w:szCs w:val="28"/>
              </w:rPr>
              <w:t>3</w:t>
            </w:r>
            <w:r w:rsidRPr="00F568BA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5544EC" w:rsidRPr="00F568BA">
              <w:rPr>
                <w:rFonts w:ascii="PT Astra Serif" w:hAnsi="PT Astra Serif"/>
                <w:sz w:val="28"/>
                <w:szCs w:val="28"/>
              </w:rPr>
              <w:t>4</w:t>
            </w:r>
            <w:r w:rsidRPr="00F568BA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153CFB" w:rsidRPr="00F568B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D4217" w:rsidRPr="00F568BA" w:rsidRDefault="00CD4217" w:rsidP="00CD4217">
      <w:pPr>
        <w:jc w:val="right"/>
        <w:rPr>
          <w:rFonts w:ascii="PT Astra Serif" w:hAnsi="PT Astra Serif"/>
          <w:sz w:val="40"/>
          <w:szCs w:val="28"/>
        </w:rPr>
      </w:pPr>
    </w:p>
    <w:p w:rsidR="00CD4217" w:rsidRPr="00F568BA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F568BA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568BA">
        <w:rPr>
          <w:rFonts w:ascii="PT Astra Serif" w:hAnsi="PT Astra Serif"/>
          <w:b/>
          <w:bCs/>
          <w:sz w:val="28"/>
          <w:szCs w:val="28"/>
        </w:rPr>
        <w:t xml:space="preserve">Объём межбюджетных трансфертов, предоставляемых </w:t>
      </w:r>
    </w:p>
    <w:p w:rsidR="00CD4217" w:rsidRPr="00F568BA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568BA">
        <w:rPr>
          <w:rFonts w:ascii="PT Astra Serif" w:hAnsi="PT Astra Serif"/>
          <w:b/>
          <w:bCs/>
          <w:sz w:val="28"/>
          <w:szCs w:val="28"/>
        </w:rPr>
        <w:t xml:space="preserve">другим бюджетам бюджетной системы Российской Федерации, </w:t>
      </w:r>
    </w:p>
    <w:p w:rsidR="00CD4217" w:rsidRPr="00F568BA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568BA">
        <w:rPr>
          <w:rFonts w:ascii="PT Astra Serif" w:hAnsi="PT Astra Serif"/>
          <w:b/>
          <w:bCs/>
          <w:sz w:val="28"/>
          <w:szCs w:val="28"/>
        </w:rPr>
        <w:t>на 202</w:t>
      </w:r>
      <w:r w:rsidR="005544EC" w:rsidRPr="00F568BA">
        <w:rPr>
          <w:rFonts w:ascii="PT Astra Serif" w:hAnsi="PT Astra Serif"/>
          <w:b/>
          <w:bCs/>
          <w:sz w:val="28"/>
          <w:szCs w:val="28"/>
        </w:rPr>
        <w:t>2</w:t>
      </w:r>
      <w:r w:rsidRPr="00F568BA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5544EC" w:rsidRPr="00F568BA">
        <w:rPr>
          <w:rFonts w:ascii="PT Astra Serif" w:hAnsi="PT Astra Serif"/>
          <w:b/>
          <w:bCs/>
          <w:sz w:val="28"/>
          <w:szCs w:val="28"/>
        </w:rPr>
        <w:t>3</w:t>
      </w:r>
      <w:r w:rsidRPr="00F568BA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5544EC" w:rsidRPr="00F568BA">
        <w:rPr>
          <w:rFonts w:ascii="PT Astra Serif" w:hAnsi="PT Astra Serif"/>
          <w:b/>
          <w:bCs/>
          <w:sz w:val="28"/>
          <w:szCs w:val="28"/>
        </w:rPr>
        <w:t>4</w:t>
      </w:r>
      <w:r w:rsidRPr="00F568BA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CD4217" w:rsidRPr="00F568BA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4217" w:rsidRPr="00F568BA" w:rsidRDefault="00CD4217" w:rsidP="00CD4217">
      <w:pPr>
        <w:keepNext/>
        <w:jc w:val="right"/>
        <w:outlineLvl w:val="0"/>
        <w:rPr>
          <w:rFonts w:ascii="PT Astra Serif" w:hAnsi="PT Astra Serif"/>
          <w:sz w:val="28"/>
          <w:szCs w:val="28"/>
        </w:rPr>
      </w:pP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</w:r>
      <w:r w:rsidRPr="00F568BA">
        <w:rPr>
          <w:rFonts w:ascii="PT Astra Serif" w:hAnsi="PT Astra Serif"/>
          <w:sz w:val="28"/>
          <w:szCs w:val="28"/>
        </w:rPr>
        <w:tab/>
        <w:t>тыс. руб.</w:t>
      </w:r>
    </w:p>
    <w:p w:rsidR="00CD4217" w:rsidRPr="00F568BA" w:rsidRDefault="00CD4217" w:rsidP="00CD4217">
      <w:pPr>
        <w:rPr>
          <w:rFonts w:ascii="PT Astra Serif" w:hAnsi="PT Astra Serif"/>
          <w:sz w:val="2"/>
          <w:szCs w:val="2"/>
        </w:rPr>
      </w:pPr>
    </w:p>
    <w:tbl>
      <w:tblPr>
        <w:tblW w:w="9634" w:type="dxa"/>
        <w:tblInd w:w="94" w:type="dxa"/>
        <w:tblLayout w:type="fixed"/>
        <w:tblLook w:val="04A0"/>
      </w:tblPr>
      <w:tblGrid>
        <w:gridCol w:w="3572"/>
        <w:gridCol w:w="1981"/>
        <w:gridCol w:w="1927"/>
        <w:gridCol w:w="2154"/>
      </w:tblGrid>
      <w:tr w:rsidR="00CD4217" w:rsidRPr="00F568BA" w:rsidTr="0071396A">
        <w:trPr>
          <w:trHeight w:val="228"/>
          <w:tblHeader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63162B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 xml:space="preserve">Наименование </w:t>
            </w:r>
          </w:p>
          <w:p w:rsidR="00CD4217" w:rsidRPr="00F568B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 xml:space="preserve">межбюджетных </w:t>
            </w:r>
            <w:r w:rsidR="0071396A" w:rsidRPr="00F568BA"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трансфертов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5544E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5544EC" w:rsidRPr="00F568BA">
              <w:rPr>
                <w:rFonts w:ascii="PT Astra Serif" w:hAnsi="PT Astra Serif"/>
                <w:bCs/>
                <w:sz w:val="28"/>
                <w:szCs w:val="28"/>
              </w:rPr>
              <w:t>2</w:t>
            </w: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5544E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5544EC" w:rsidRPr="00F568BA">
              <w:rPr>
                <w:rFonts w:ascii="PT Astra Serif" w:hAnsi="PT Astra Serif"/>
                <w:bCs/>
                <w:sz w:val="28"/>
                <w:szCs w:val="28"/>
              </w:rPr>
              <w:t xml:space="preserve">3 </w:t>
            </w: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год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5544EC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5544EC" w:rsidRPr="00F568BA">
              <w:rPr>
                <w:rFonts w:ascii="PT Astra Serif" w:hAnsi="PT Astra Serif"/>
                <w:bCs/>
                <w:sz w:val="28"/>
                <w:szCs w:val="28"/>
              </w:rPr>
              <w:t>4</w:t>
            </w: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</w:tr>
      <w:tr w:rsidR="00CD4217" w:rsidRPr="00123BB0" w:rsidTr="0071396A">
        <w:trPr>
          <w:trHeight w:val="228"/>
          <w:tblHeader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F568BA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F568BA">
              <w:rPr>
                <w:rFonts w:ascii="PT Astra Serif" w:hAnsi="PT Astra Serif"/>
                <w:bCs/>
                <w:sz w:val="28"/>
                <w:szCs w:val="28"/>
              </w:rPr>
              <w:t>4</w:t>
            </w:r>
          </w:p>
        </w:tc>
      </w:tr>
      <w:tr w:rsidR="00C424B6" w:rsidRPr="00123BB0" w:rsidTr="00C424B6"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Дотации местным бюдж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424B6">
              <w:rPr>
                <w:rFonts w:ascii="PT Astra Serif" w:hAnsi="PT Astra Serif"/>
                <w:sz w:val="28"/>
                <w:szCs w:val="28"/>
              </w:rPr>
              <w:t>3551492,1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3222411,2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2967700,3</w:t>
            </w:r>
          </w:p>
        </w:tc>
      </w:tr>
      <w:tr w:rsidR="00C424B6" w:rsidRPr="00123BB0" w:rsidTr="00C424B6">
        <w:tc>
          <w:tcPr>
            <w:tcW w:w="3572" w:type="dxa"/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Субсидии местным бюдж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198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424B6">
              <w:rPr>
                <w:rFonts w:ascii="PT Astra Serif" w:hAnsi="PT Astra Serif"/>
                <w:sz w:val="28"/>
                <w:szCs w:val="28"/>
              </w:rPr>
              <w:t>7623015,61393</w:t>
            </w:r>
          </w:p>
        </w:tc>
        <w:tc>
          <w:tcPr>
            <w:tcW w:w="192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6624682,5166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5634446,57495</w:t>
            </w:r>
          </w:p>
        </w:tc>
      </w:tr>
      <w:tr w:rsidR="00C424B6" w:rsidRPr="00123BB0" w:rsidTr="00C424B6">
        <w:tc>
          <w:tcPr>
            <w:tcW w:w="3572" w:type="dxa"/>
            <w:shd w:val="clear" w:color="auto" w:fill="FFFFFF"/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Субвенции местным бю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жетам</w:t>
            </w:r>
          </w:p>
        </w:tc>
        <w:tc>
          <w:tcPr>
            <w:tcW w:w="198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424B6">
              <w:rPr>
                <w:rFonts w:ascii="PT Astra Serif" w:hAnsi="PT Astra Serif"/>
                <w:spacing w:val="-4"/>
                <w:sz w:val="28"/>
                <w:szCs w:val="28"/>
              </w:rPr>
              <w:t>11936704,97969</w:t>
            </w:r>
          </w:p>
        </w:tc>
        <w:tc>
          <w:tcPr>
            <w:tcW w:w="192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11783366,394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11983519,024</w:t>
            </w:r>
          </w:p>
        </w:tc>
      </w:tr>
      <w:tr w:rsidR="00C424B6" w:rsidRPr="00123BB0" w:rsidTr="00C424B6">
        <w:tc>
          <w:tcPr>
            <w:tcW w:w="3572" w:type="dxa"/>
            <w:shd w:val="clear" w:color="auto" w:fill="FFFFFF"/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мочий</w:t>
            </w:r>
          </w:p>
        </w:tc>
        <w:tc>
          <w:tcPr>
            <w:tcW w:w="198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424B6">
              <w:rPr>
                <w:rFonts w:ascii="PT Astra Serif" w:hAnsi="PT Astra Serif"/>
                <w:sz w:val="28"/>
                <w:szCs w:val="28"/>
              </w:rPr>
              <w:t>643,1</w:t>
            </w:r>
          </w:p>
        </w:tc>
        <w:tc>
          <w:tcPr>
            <w:tcW w:w="192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1708,7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1708,7</w:t>
            </w:r>
          </w:p>
        </w:tc>
      </w:tr>
      <w:tr w:rsidR="00C424B6" w:rsidRPr="00123BB0" w:rsidTr="00C424B6">
        <w:tc>
          <w:tcPr>
            <w:tcW w:w="3572" w:type="dxa"/>
            <w:shd w:val="clear" w:color="auto" w:fill="FFFFFF"/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Межбюджетные трансфе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р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ты бюджету Территориал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ь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ного фонда обязательного медицинского страхования Ульяновской области</w:t>
            </w:r>
          </w:p>
        </w:tc>
        <w:tc>
          <w:tcPr>
            <w:tcW w:w="198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424B6">
              <w:rPr>
                <w:rFonts w:ascii="PT Astra Serif" w:hAnsi="PT Astra Serif"/>
                <w:sz w:val="28"/>
                <w:szCs w:val="28"/>
              </w:rPr>
              <w:t>95526,5</w:t>
            </w:r>
          </w:p>
        </w:tc>
        <w:tc>
          <w:tcPr>
            <w:tcW w:w="192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45000,0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45000,0</w:t>
            </w:r>
          </w:p>
        </w:tc>
      </w:tr>
      <w:tr w:rsidR="00C424B6" w:rsidRPr="00123BB0" w:rsidTr="00C424B6">
        <w:tc>
          <w:tcPr>
            <w:tcW w:w="3572" w:type="dxa"/>
            <w:shd w:val="clear" w:color="auto" w:fill="FFFFFF"/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Субвенции бюджету Пе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н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сионного фонда Росси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98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424B6">
              <w:rPr>
                <w:rFonts w:ascii="PT Astra Serif" w:hAnsi="PT Astra Serif"/>
                <w:sz w:val="28"/>
                <w:szCs w:val="28"/>
              </w:rPr>
              <w:t>6000,0</w:t>
            </w:r>
          </w:p>
        </w:tc>
        <w:tc>
          <w:tcPr>
            <w:tcW w:w="192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6000,0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6000,0</w:t>
            </w:r>
          </w:p>
        </w:tc>
      </w:tr>
      <w:tr w:rsidR="00C424B6" w:rsidRPr="00123BB0" w:rsidTr="00C424B6">
        <w:tc>
          <w:tcPr>
            <w:tcW w:w="3572" w:type="dxa"/>
            <w:shd w:val="clear" w:color="auto" w:fill="FFFFFF"/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Иные межбюджетные трансферты местным бю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д</w:t>
            </w:r>
            <w:r w:rsidRPr="00F568BA">
              <w:rPr>
                <w:rFonts w:ascii="PT Astra Serif" w:hAnsi="PT Astra Serif"/>
                <w:color w:val="000000"/>
                <w:sz w:val="28"/>
                <w:szCs w:val="28"/>
              </w:rPr>
              <w:t>жетам</w:t>
            </w:r>
          </w:p>
        </w:tc>
        <w:tc>
          <w:tcPr>
            <w:tcW w:w="1981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424B6">
              <w:rPr>
                <w:rFonts w:ascii="PT Astra Serif" w:hAnsi="PT Astra Serif"/>
                <w:sz w:val="28"/>
                <w:szCs w:val="28"/>
              </w:rPr>
              <w:t>1301186,0496</w:t>
            </w:r>
          </w:p>
        </w:tc>
        <w:tc>
          <w:tcPr>
            <w:tcW w:w="1927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1792019,6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color w:val="000000"/>
                <w:sz w:val="28"/>
                <w:szCs w:val="28"/>
              </w:rPr>
              <w:t>524217,2</w:t>
            </w:r>
          </w:p>
        </w:tc>
      </w:tr>
      <w:tr w:rsidR="00C424B6" w:rsidRPr="00123BB0" w:rsidTr="00C424B6">
        <w:tc>
          <w:tcPr>
            <w:tcW w:w="3572" w:type="dxa"/>
            <w:shd w:val="clear" w:color="auto" w:fill="FFFFFF"/>
            <w:vAlign w:val="center"/>
            <w:hideMark/>
          </w:tcPr>
          <w:p w:rsidR="00C424B6" w:rsidRPr="00F568BA" w:rsidRDefault="00C424B6" w:rsidP="00C3404F">
            <w:pPr>
              <w:jc w:val="both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F568BA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1" w:type="dxa"/>
            <w:shd w:val="clear" w:color="auto" w:fill="FFFFFF"/>
            <w:noWrap/>
            <w:tcMar>
              <w:top w:w="0" w:type="dxa"/>
              <w:left w:w="28" w:type="dxa"/>
              <w:bottom w:w="0" w:type="dxa"/>
              <w:right w:w="57" w:type="dxa"/>
            </w:tcMar>
            <w:vAlign w:val="bottom"/>
          </w:tcPr>
          <w:p w:rsidR="00C424B6" w:rsidRPr="00C424B6" w:rsidRDefault="00C424B6" w:rsidP="00C424B6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424B6">
              <w:rPr>
                <w:rFonts w:ascii="PT Astra Serif" w:hAnsi="PT Astra Serif"/>
                <w:b/>
                <w:sz w:val="28"/>
                <w:szCs w:val="28"/>
              </w:rPr>
              <w:t>24514568,34322</w:t>
            </w:r>
          </w:p>
        </w:tc>
        <w:tc>
          <w:tcPr>
            <w:tcW w:w="1927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C424B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23475188,4106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424B6" w:rsidRPr="00C424B6" w:rsidRDefault="00C424B6" w:rsidP="000C6486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424B6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21162591,79895»</w:t>
            </w:r>
            <w:r w:rsidRPr="00C424B6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203FB8" w:rsidRPr="00123BB0" w:rsidRDefault="00203FB8">
      <w:pPr>
        <w:rPr>
          <w:rFonts w:ascii="PT Astra Serif" w:hAnsi="PT Astra Serif"/>
          <w:sz w:val="28"/>
          <w:szCs w:val="28"/>
          <w:highlight w:val="cyan"/>
        </w:rPr>
      </w:pPr>
      <w:r w:rsidRPr="00123BB0">
        <w:rPr>
          <w:rFonts w:ascii="PT Astra Serif" w:hAnsi="PT Astra Serif"/>
          <w:sz w:val="28"/>
          <w:szCs w:val="28"/>
          <w:highlight w:val="cyan"/>
        </w:rPr>
        <w:br w:type="page"/>
      </w:r>
    </w:p>
    <w:p w:rsidR="00CD4217" w:rsidRPr="003E7101" w:rsidRDefault="003E7101" w:rsidP="00D32D7A">
      <w:pPr>
        <w:pStyle w:val="af1"/>
        <w:widowControl w:val="0"/>
        <w:spacing w:before="120" w:after="0" w:line="312" w:lineRule="auto"/>
        <w:ind w:left="0" w:firstLine="720"/>
        <w:jc w:val="both"/>
        <w:outlineLvl w:val="0"/>
        <w:rPr>
          <w:rFonts w:ascii="PT Astra Serif" w:hAnsi="PT Astra Serif"/>
          <w:sz w:val="28"/>
          <w:szCs w:val="28"/>
        </w:rPr>
      </w:pPr>
      <w:r w:rsidRPr="003E7101">
        <w:rPr>
          <w:rFonts w:ascii="PT Astra Serif" w:hAnsi="PT Astra Serif"/>
          <w:sz w:val="28"/>
          <w:szCs w:val="28"/>
        </w:rPr>
        <w:lastRenderedPageBreak/>
        <w:t>9</w:t>
      </w:r>
      <w:r w:rsidR="005544EC" w:rsidRPr="003E7101">
        <w:rPr>
          <w:rFonts w:ascii="PT Astra Serif" w:hAnsi="PT Astra Serif"/>
          <w:sz w:val="28"/>
          <w:szCs w:val="28"/>
        </w:rPr>
        <w:t>) приложение 9</w:t>
      </w:r>
      <w:r w:rsidR="00CD4217" w:rsidRPr="003E7101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tbl>
      <w:tblPr>
        <w:tblW w:w="4394" w:type="dxa"/>
        <w:tblInd w:w="5353" w:type="dxa"/>
        <w:tblLook w:val="04A0"/>
      </w:tblPr>
      <w:tblGrid>
        <w:gridCol w:w="4394"/>
      </w:tblGrid>
      <w:tr w:rsidR="00CD4217" w:rsidRPr="000175DC" w:rsidTr="00AE20E7">
        <w:trPr>
          <w:trHeight w:val="360"/>
        </w:trPr>
        <w:tc>
          <w:tcPr>
            <w:tcW w:w="4394" w:type="dxa"/>
            <w:vAlign w:val="bottom"/>
          </w:tcPr>
          <w:p w:rsidR="00CD4217" w:rsidRPr="000175DC" w:rsidRDefault="00153CFB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175DC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0175DC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5544EC" w:rsidRPr="000175DC">
              <w:rPr>
                <w:rFonts w:ascii="PT Astra Serif" w:hAnsi="PT Astra Serif"/>
                <w:sz w:val="28"/>
                <w:szCs w:val="28"/>
              </w:rPr>
              <w:t>9</w:t>
            </w:r>
          </w:p>
          <w:p w:rsidR="00CD4217" w:rsidRPr="000175DC" w:rsidRDefault="00CD4217" w:rsidP="0063162B">
            <w:pPr>
              <w:ind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D4217" w:rsidRPr="000175DC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0175DC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175DC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</w:tc>
      </w:tr>
      <w:tr w:rsidR="00CD4217" w:rsidRPr="000175DC" w:rsidTr="00AE20E7">
        <w:trPr>
          <w:trHeight w:val="243"/>
        </w:trPr>
        <w:tc>
          <w:tcPr>
            <w:tcW w:w="4394" w:type="dxa"/>
            <w:vAlign w:val="bottom"/>
            <w:hideMark/>
          </w:tcPr>
          <w:p w:rsidR="00CD4217" w:rsidRPr="000175DC" w:rsidRDefault="00153CFB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175DC">
              <w:rPr>
                <w:rFonts w:ascii="PT Astra Serif" w:hAnsi="PT Astra Serif"/>
                <w:sz w:val="28"/>
                <w:szCs w:val="28"/>
              </w:rPr>
              <w:t>«</w:t>
            </w:r>
            <w:r w:rsidR="00CD4217" w:rsidRPr="000175DC">
              <w:rPr>
                <w:rFonts w:ascii="PT Astra Serif" w:hAnsi="PT Astra Serif"/>
                <w:sz w:val="28"/>
                <w:szCs w:val="28"/>
              </w:rPr>
              <w:t>Об областном бюджете</w:t>
            </w:r>
          </w:p>
        </w:tc>
      </w:tr>
      <w:tr w:rsidR="00CD4217" w:rsidRPr="000175DC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0175DC" w:rsidRDefault="00CD4217" w:rsidP="005544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175DC">
              <w:rPr>
                <w:rFonts w:ascii="PT Astra Serif" w:hAnsi="PT Astra Serif"/>
                <w:sz w:val="28"/>
                <w:szCs w:val="28"/>
              </w:rPr>
              <w:t>Ульяновской области на 202</w:t>
            </w:r>
            <w:r w:rsidR="005544EC" w:rsidRPr="000175DC">
              <w:rPr>
                <w:rFonts w:ascii="PT Astra Serif" w:hAnsi="PT Astra Serif"/>
                <w:sz w:val="28"/>
                <w:szCs w:val="28"/>
              </w:rPr>
              <w:t>2</w:t>
            </w:r>
            <w:r w:rsidRPr="000175DC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  <w:tr w:rsidR="00CD4217" w:rsidRPr="000175DC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0175DC" w:rsidRDefault="00CD4217" w:rsidP="0063162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175DC">
              <w:rPr>
                <w:rFonts w:ascii="PT Astra Serif" w:hAnsi="PT Astra Serif"/>
                <w:sz w:val="28"/>
                <w:szCs w:val="28"/>
              </w:rPr>
              <w:t>и на плановый период</w:t>
            </w:r>
          </w:p>
        </w:tc>
      </w:tr>
      <w:tr w:rsidR="00CD4217" w:rsidRPr="000175DC" w:rsidTr="00AE20E7">
        <w:trPr>
          <w:trHeight w:val="360"/>
        </w:trPr>
        <w:tc>
          <w:tcPr>
            <w:tcW w:w="4394" w:type="dxa"/>
            <w:vAlign w:val="bottom"/>
            <w:hideMark/>
          </w:tcPr>
          <w:p w:rsidR="00CD4217" w:rsidRPr="000175DC" w:rsidRDefault="00CD4217" w:rsidP="005544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175DC">
              <w:rPr>
                <w:rFonts w:ascii="PT Astra Serif" w:hAnsi="PT Astra Serif"/>
                <w:sz w:val="28"/>
                <w:szCs w:val="28"/>
              </w:rPr>
              <w:t>202</w:t>
            </w:r>
            <w:r w:rsidR="005544EC" w:rsidRPr="000175DC">
              <w:rPr>
                <w:rFonts w:ascii="PT Astra Serif" w:hAnsi="PT Astra Serif"/>
                <w:sz w:val="28"/>
                <w:szCs w:val="28"/>
              </w:rPr>
              <w:t>3</w:t>
            </w:r>
            <w:r w:rsidRPr="000175DC">
              <w:rPr>
                <w:rFonts w:ascii="PT Astra Serif" w:hAnsi="PT Astra Serif"/>
                <w:sz w:val="28"/>
                <w:szCs w:val="28"/>
              </w:rPr>
              <w:t xml:space="preserve"> и 202</w:t>
            </w:r>
            <w:r w:rsidR="005544EC" w:rsidRPr="000175DC">
              <w:rPr>
                <w:rFonts w:ascii="PT Astra Serif" w:hAnsi="PT Astra Serif"/>
                <w:sz w:val="28"/>
                <w:szCs w:val="28"/>
              </w:rPr>
              <w:t>4</w:t>
            </w:r>
            <w:r w:rsidRPr="000175DC">
              <w:rPr>
                <w:rFonts w:ascii="PT Astra Serif" w:hAnsi="PT Astra Serif"/>
                <w:sz w:val="28"/>
                <w:szCs w:val="28"/>
              </w:rPr>
              <w:t xml:space="preserve"> годов</w:t>
            </w:r>
            <w:r w:rsidR="00153CFB" w:rsidRPr="000175D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CD4217" w:rsidRPr="000175DC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0175DC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0175DC" w:rsidRDefault="00CD4217" w:rsidP="00CD4217">
      <w:pPr>
        <w:jc w:val="right"/>
        <w:rPr>
          <w:rFonts w:ascii="PT Astra Serif" w:hAnsi="PT Astra Serif"/>
          <w:sz w:val="28"/>
          <w:szCs w:val="28"/>
        </w:rPr>
      </w:pPr>
    </w:p>
    <w:p w:rsidR="00CD4217" w:rsidRPr="000175DC" w:rsidRDefault="00CD4217" w:rsidP="00F41007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0175DC">
        <w:rPr>
          <w:rFonts w:ascii="PT Astra Serif" w:hAnsi="PT Astra Serif"/>
          <w:b/>
          <w:sz w:val="28"/>
          <w:szCs w:val="28"/>
        </w:rPr>
        <w:t>Распределение</w:t>
      </w:r>
      <w:r w:rsidRPr="000175DC">
        <w:rPr>
          <w:rFonts w:ascii="PT Astra Serif" w:hAnsi="PT Astra Serif"/>
          <w:b/>
          <w:sz w:val="28"/>
          <w:szCs w:val="28"/>
        </w:rPr>
        <w:br/>
        <w:t xml:space="preserve">межбюджетных трансфертов бюджетам </w:t>
      </w:r>
      <w:r w:rsidRPr="000175DC">
        <w:rPr>
          <w:rFonts w:ascii="PT Astra Serif" w:hAnsi="PT Astra Serif"/>
          <w:b/>
          <w:sz w:val="28"/>
          <w:szCs w:val="28"/>
        </w:rPr>
        <w:br/>
        <w:t>муниципальных районов и городских окр</w:t>
      </w:r>
      <w:r w:rsidR="00C2368A" w:rsidRPr="000175DC">
        <w:rPr>
          <w:rFonts w:ascii="PT Astra Serif" w:hAnsi="PT Astra Serif"/>
          <w:b/>
          <w:sz w:val="28"/>
          <w:szCs w:val="28"/>
        </w:rPr>
        <w:t>угов Ульяновской области</w:t>
      </w:r>
      <w:r w:rsidR="00C2368A" w:rsidRPr="000175DC">
        <w:rPr>
          <w:rFonts w:ascii="PT Astra Serif" w:hAnsi="PT Astra Serif"/>
          <w:b/>
          <w:sz w:val="28"/>
          <w:szCs w:val="28"/>
        </w:rPr>
        <w:br/>
        <w:t>на 202</w:t>
      </w:r>
      <w:r w:rsidR="005544EC" w:rsidRPr="000175DC">
        <w:rPr>
          <w:rFonts w:ascii="PT Astra Serif" w:hAnsi="PT Astra Serif"/>
          <w:b/>
          <w:sz w:val="28"/>
          <w:szCs w:val="28"/>
        </w:rPr>
        <w:t>2</w:t>
      </w:r>
      <w:r w:rsidRPr="000175DC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5544EC" w:rsidRPr="000175DC">
        <w:rPr>
          <w:rFonts w:ascii="PT Astra Serif" w:hAnsi="PT Astra Serif"/>
          <w:b/>
          <w:sz w:val="28"/>
          <w:szCs w:val="28"/>
        </w:rPr>
        <w:t>3</w:t>
      </w:r>
      <w:r w:rsidRPr="000175DC">
        <w:rPr>
          <w:rFonts w:ascii="PT Astra Serif" w:hAnsi="PT Astra Serif"/>
          <w:b/>
          <w:sz w:val="28"/>
          <w:szCs w:val="28"/>
        </w:rPr>
        <w:t xml:space="preserve"> и 202</w:t>
      </w:r>
      <w:r w:rsidR="005544EC" w:rsidRPr="000175DC">
        <w:rPr>
          <w:rFonts w:ascii="PT Astra Serif" w:hAnsi="PT Astra Serif"/>
          <w:b/>
          <w:sz w:val="28"/>
          <w:szCs w:val="28"/>
        </w:rPr>
        <w:t>4</w:t>
      </w:r>
      <w:r w:rsidRPr="000175DC">
        <w:rPr>
          <w:rFonts w:ascii="PT Astra Serif" w:hAnsi="PT Astra Serif"/>
          <w:b/>
          <w:sz w:val="28"/>
          <w:szCs w:val="28"/>
        </w:rPr>
        <w:t xml:space="preserve"> годов </w:t>
      </w:r>
    </w:p>
    <w:p w:rsidR="00CD4217" w:rsidRPr="000175DC" w:rsidRDefault="00CD4217" w:rsidP="00CD421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4217" w:rsidRPr="000175DC" w:rsidRDefault="00CD4217" w:rsidP="00CD4217">
      <w:pPr>
        <w:keepNext/>
        <w:jc w:val="right"/>
        <w:outlineLvl w:val="0"/>
        <w:rPr>
          <w:rFonts w:ascii="PT Astra Serif" w:hAnsi="PT Astra Serif"/>
          <w:sz w:val="28"/>
          <w:szCs w:val="28"/>
        </w:rPr>
      </w:pP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</w:r>
      <w:r w:rsidRPr="000175DC">
        <w:rPr>
          <w:rFonts w:ascii="PT Astra Serif" w:hAnsi="PT Astra Serif"/>
          <w:sz w:val="28"/>
          <w:szCs w:val="28"/>
        </w:rPr>
        <w:tab/>
        <w:t>тыс. руб.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154"/>
        <w:gridCol w:w="2127"/>
        <w:gridCol w:w="2268"/>
      </w:tblGrid>
      <w:tr w:rsidR="00CD4217" w:rsidRPr="000175DC" w:rsidTr="00AE20E7"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D4217" w:rsidRPr="000175DC" w:rsidRDefault="00CD4217" w:rsidP="0063162B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 xml:space="preserve">Наименование </w:t>
            </w:r>
          </w:p>
          <w:p w:rsidR="00CD4217" w:rsidRPr="000175DC" w:rsidRDefault="00CD4217" w:rsidP="0063162B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межбюджетных</w:t>
            </w:r>
            <w:r w:rsidRPr="000175DC">
              <w:rPr>
                <w:rFonts w:ascii="PT Astra Serif" w:hAnsi="PT Astra Serif"/>
                <w:bCs/>
                <w:sz w:val="28"/>
                <w:szCs w:val="28"/>
              </w:rPr>
              <w:br/>
              <w:t>трансфертов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217" w:rsidRPr="000175DC" w:rsidRDefault="00CD4217" w:rsidP="005544EC">
            <w:pPr>
              <w:spacing w:line="23" w:lineRule="atLeast"/>
              <w:ind w:right="-109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5544EC" w:rsidRPr="000175DC">
              <w:rPr>
                <w:rFonts w:ascii="PT Astra Serif" w:hAnsi="PT Astra Serif"/>
                <w:bCs/>
                <w:sz w:val="28"/>
                <w:szCs w:val="28"/>
              </w:rPr>
              <w:t>2</w:t>
            </w: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217" w:rsidRPr="000175DC" w:rsidRDefault="00CD4217" w:rsidP="005544EC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5544EC" w:rsidRPr="000175DC">
              <w:rPr>
                <w:rFonts w:ascii="PT Astra Serif" w:hAnsi="PT Astra Serif"/>
                <w:bCs/>
                <w:sz w:val="28"/>
                <w:szCs w:val="28"/>
              </w:rPr>
              <w:t>3</w:t>
            </w: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217" w:rsidRPr="000175DC" w:rsidRDefault="00CD4217" w:rsidP="005544EC">
            <w:pPr>
              <w:spacing w:line="23" w:lineRule="atLeast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202</w:t>
            </w:r>
            <w:r w:rsidR="005544EC" w:rsidRPr="000175DC">
              <w:rPr>
                <w:rFonts w:ascii="PT Astra Serif" w:hAnsi="PT Astra Serif"/>
                <w:bCs/>
                <w:sz w:val="28"/>
                <w:szCs w:val="28"/>
              </w:rPr>
              <w:t>4</w:t>
            </w: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 xml:space="preserve"> год</w:t>
            </w:r>
          </w:p>
        </w:tc>
      </w:tr>
    </w:tbl>
    <w:p w:rsidR="00CD4217" w:rsidRPr="000175DC" w:rsidRDefault="00CD4217" w:rsidP="00CD4217">
      <w:pPr>
        <w:rPr>
          <w:rFonts w:ascii="PT Astra Serif" w:hAnsi="PT Astra Serif"/>
          <w:sz w:val="2"/>
          <w:szCs w:val="2"/>
        </w:rPr>
      </w:pPr>
    </w:p>
    <w:tbl>
      <w:tblPr>
        <w:tblW w:w="9667" w:type="dxa"/>
        <w:tblInd w:w="108" w:type="dxa"/>
        <w:tblLook w:val="04A0"/>
      </w:tblPr>
      <w:tblGrid>
        <w:gridCol w:w="3119"/>
        <w:gridCol w:w="2154"/>
        <w:gridCol w:w="2126"/>
        <w:gridCol w:w="2268"/>
      </w:tblGrid>
      <w:tr w:rsidR="00CD4217" w:rsidRPr="00123BB0" w:rsidTr="00AE20E7">
        <w:trPr>
          <w:trHeight w:val="228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0175DC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0175DC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0175DC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217" w:rsidRPr="000175DC" w:rsidRDefault="00CD4217" w:rsidP="0063162B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0175DC">
              <w:rPr>
                <w:rFonts w:ascii="PT Astra Serif" w:hAnsi="PT Astra Serif"/>
                <w:bCs/>
                <w:sz w:val="28"/>
                <w:szCs w:val="28"/>
              </w:rPr>
              <w:t>4</w:t>
            </w:r>
          </w:p>
        </w:tc>
      </w:tr>
      <w:tr w:rsidR="003A5ADD" w:rsidRPr="003A5ADD" w:rsidTr="003A5ADD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A5ADD" w:rsidRPr="003A5ADD" w:rsidRDefault="003A5ADD" w:rsidP="00C3404F">
            <w:pPr>
              <w:widowControl w:val="0"/>
              <w:rPr>
                <w:rFonts w:ascii="PT Astra Serif" w:hAnsi="PT Astra Serif"/>
                <w:bCs/>
                <w:sz w:val="28"/>
                <w:szCs w:val="28"/>
              </w:rPr>
            </w:pPr>
            <w:r w:rsidRPr="003A5ADD">
              <w:rPr>
                <w:rFonts w:ascii="PT Astra Serif" w:hAnsi="PT Astra Serif"/>
                <w:bCs/>
                <w:sz w:val="28"/>
                <w:szCs w:val="28"/>
              </w:rPr>
              <w:t>Дотации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3A5A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3358568,1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1710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2177381,7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1710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2105645,7</w:t>
            </w:r>
          </w:p>
        </w:tc>
      </w:tr>
      <w:tr w:rsidR="003A5ADD" w:rsidRPr="003A5ADD" w:rsidTr="003A5ADD">
        <w:tc>
          <w:tcPr>
            <w:tcW w:w="3119" w:type="dxa"/>
            <w:vAlign w:val="bottom"/>
            <w:hideMark/>
          </w:tcPr>
          <w:p w:rsidR="003A5ADD" w:rsidRPr="003A5ADD" w:rsidRDefault="003A5ADD" w:rsidP="00C3404F">
            <w:pPr>
              <w:widowControl w:val="0"/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bCs/>
                <w:iCs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3A5A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5365751,69071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6536510,49789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5547967,06773</w:t>
            </w:r>
          </w:p>
        </w:tc>
      </w:tr>
      <w:tr w:rsidR="003A5ADD" w:rsidRPr="003A5ADD" w:rsidTr="003A5ADD">
        <w:tc>
          <w:tcPr>
            <w:tcW w:w="3119" w:type="dxa"/>
            <w:shd w:val="clear" w:color="auto" w:fill="FFFFFF"/>
            <w:vAlign w:val="center"/>
            <w:hideMark/>
          </w:tcPr>
          <w:p w:rsidR="003A5ADD" w:rsidRPr="003A5ADD" w:rsidRDefault="003A5ADD" w:rsidP="00C3404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A5ADD">
              <w:rPr>
                <w:rFonts w:ascii="PT Astra Serif" w:hAnsi="PT Astra Serif"/>
                <w:sz w:val="28"/>
                <w:szCs w:val="28"/>
              </w:rPr>
              <w:t>Субвенции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3A5A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11936704,97969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1710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11783366,394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1710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11983519,024</w:t>
            </w:r>
          </w:p>
        </w:tc>
      </w:tr>
      <w:tr w:rsidR="003A5ADD" w:rsidRPr="003A5ADD" w:rsidTr="003A5ADD">
        <w:tc>
          <w:tcPr>
            <w:tcW w:w="3119" w:type="dxa"/>
            <w:shd w:val="clear" w:color="auto" w:fill="FFFFFF"/>
            <w:vAlign w:val="center"/>
            <w:hideMark/>
          </w:tcPr>
          <w:p w:rsidR="003A5ADD" w:rsidRPr="003A5ADD" w:rsidRDefault="003A5ADD" w:rsidP="00C3404F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A5ADD">
              <w:rPr>
                <w:rFonts w:ascii="PT Astra Serif" w:hAnsi="PT Astra Serif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3A5A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1694286,0496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1710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1791978,2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171079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color w:val="000000"/>
                <w:sz w:val="28"/>
                <w:szCs w:val="28"/>
              </w:rPr>
              <w:t>524175,8</w:t>
            </w:r>
          </w:p>
        </w:tc>
      </w:tr>
      <w:tr w:rsidR="003A5ADD" w:rsidRPr="00123BB0" w:rsidTr="003A5ADD">
        <w:tc>
          <w:tcPr>
            <w:tcW w:w="3119" w:type="dxa"/>
            <w:shd w:val="clear" w:color="auto" w:fill="FFFFFF"/>
            <w:vAlign w:val="center"/>
            <w:hideMark/>
          </w:tcPr>
          <w:p w:rsidR="003A5ADD" w:rsidRPr="003A5ADD" w:rsidRDefault="003A5ADD" w:rsidP="00C3404F">
            <w:pPr>
              <w:widowControl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3A5ADD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2154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3A5ADD" w:rsidRPr="003A5ADD" w:rsidRDefault="003A5ADD" w:rsidP="003A5AD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22355310,82000</w:t>
            </w:r>
          </w:p>
        </w:tc>
        <w:tc>
          <w:tcPr>
            <w:tcW w:w="2126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A5ADD" w:rsidRPr="003A5ADD" w:rsidRDefault="003A5ADD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22289236,79189</w:t>
            </w:r>
          </w:p>
        </w:tc>
        <w:tc>
          <w:tcPr>
            <w:tcW w:w="2268" w:type="dxa"/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A5ADD" w:rsidRPr="003A5ADD" w:rsidRDefault="003A5ADD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 w:rsidRPr="003A5ADD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20161307,59173</w:t>
            </w:r>
            <w:r w:rsidRPr="003A5ADD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AE20E7" w:rsidRPr="0081194A" w:rsidRDefault="005D61EB" w:rsidP="00433C6A">
      <w:pPr>
        <w:pStyle w:val="af1"/>
        <w:widowControl w:val="0"/>
        <w:spacing w:before="120" w:after="0" w:line="360" w:lineRule="auto"/>
        <w:ind w:left="284" w:firstLine="425"/>
        <w:jc w:val="both"/>
        <w:outlineLvl w:val="0"/>
        <w:rPr>
          <w:rFonts w:ascii="PT Astra Serif" w:hAnsi="PT Astra Serif"/>
          <w:sz w:val="28"/>
          <w:szCs w:val="28"/>
        </w:rPr>
      </w:pPr>
      <w:r w:rsidRPr="003E7101">
        <w:rPr>
          <w:rFonts w:ascii="PT Astra Serif" w:hAnsi="PT Astra Serif"/>
          <w:sz w:val="28"/>
          <w:szCs w:val="28"/>
        </w:rPr>
        <w:t>1</w:t>
      </w:r>
      <w:r w:rsidR="003E7101" w:rsidRPr="003E7101">
        <w:rPr>
          <w:rFonts w:ascii="PT Astra Serif" w:hAnsi="PT Astra Serif"/>
          <w:sz w:val="28"/>
          <w:szCs w:val="28"/>
        </w:rPr>
        <w:t>0</w:t>
      </w:r>
      <w:r w:rsidR="006566E6" w:rsidRPr="003E7101">
        <w:rPr>
          <w:rFonts w:ascii="PT Astra Serif" w:hAnsi="PT Astra Serif"/>
          <w:sz w:val="28"/>
          <w:szCs w:val="28"/>
        </w:rPr>
        <w:t>) в приложен</w:t>
      </w:r>
      <w:r w:rsidR="009E0BA1" w:rsidRPr="003E7101">
        <w:rPr>
          <w:rFonts w:ascii="PT Astra Serif" w:hAnsi="PT Astra Serif"/>
          <w:sz w:val="28"/>
          <w:szCs w:val="28"/>
        </w:rPr>
        <w:t>ии 10</w:t>
      </w:r>
      <w:r w:rsidR="006566E6" w:rsidRPr="003E7101">
        <w:rPr>
          <w:rFonts w:ascii="PT Astra Serif" w:hAnsi="PT Astra Serif"/>
          <w:sz w:val="28"/>
          <w:szCs w:val="28"/>
        </w:rPr>
        <w:t>:</w:t>
      </w:r>
    </w:p>
    <w:p w:rsidR="00F30226" w:rsidRDefault="00A45157" w:rsidP="00433C6A">
      <w:pPr>
        <w:pStyle w:val="af1"/>
        <w:widowControl w:val="0"/>
        <w:spacing w:after="0" w:line="360" w:lineRule="auto"/>
        <w:ind w:firstLine="426"/>
        <w:jc w:val="both"/>
        <w:outlineLvl w:val="0"/>
        <w:rPr>
          <w:rFonts w:ascii="PT Astra Serif" w:hAnsi="PT Astra Serif"/>
          <w:sz w:val="28"/>
          <w:szCs w:val="28"/>
        </w:rPr>
      </w:pPr>
      <w:r w:rsidRPr="0081194A">
        <w:rPr>
          <w:rFonts w:ascii="PT Astra Serif" w:hAnsi="PT Astra Serif"/>
          <w:sz w:val="28"/>
          <w:szCs w:val="28"/>
        </w:rPr>
        <w:t xml:space="preserve">а) </w:t>
      </w:r>
      <w:r w:rsidR="00EA4121" w:rsidRPr="0081194A">
        <w:rPr>
          <w:rFonts w:ascii="PT Astra Serif" w:hAnsi="PT Astra Serif"/>
          <w:sz w:val="28"/>
          <w:szCs w:val="28"/>
        </w:rPr>
        <w:t xml:space="preserve">таблицу </w:t>
      </w:r>
      <w:r w:rsidR="003D5DEF" w:rsidRPr="0081194A">
        <w:rPr>
          <w:rFonts w:ascii="PT Astra Serif" w:hAnsi="PT Astra Serif"/>
          <w:sz w:val="28"/>
          <w:szCs w:val="28"/>
        </w:rPr>
        <w:t>4</w:t>
      </w:r>
      <w:r w:rsidR="00EA4121" w:rsidRPr="0081194A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707E79" w:rsidRPr="0081194A">
        <w:rPr>
          <w:rFonts w:ascii="PT Astra Serif" w:hAnsi="PT Astra Serif"/>
          <w:sz w:val="28"/>
          <w:szCs w:val="28"/>
        </w:rPr>
        <w:t>:</w:t>
      </w:r>
    </w:p>
    <w:tbl>
      <w:tblPr>
        <w:tblW w:w="9654" w:type="dxa"/>
        <w:tblInd w:w="93" w:type="dxa"/>
        <w:tblLook w:val="0000"/>
      </w:tblPr>
      <w:tblGrid>
        <w:gridCol w:w="700"/>
        <w:gridCol w:w="4720"/>
        <w:gridCol w:w="4234"/>
      </w:tblGrid>
      <w:tr w:rsidR="00657DC1" w:rsidRPr="00424A2A" w:rsidTr="0031328D">
        <w:trPr>
          <w:trHeight w:val="157"/>
        </w:trPr>
        <w:tc>
          <w:tcPr>
            <w:tcW w:w="9654" w:type="dxa"/>
            <w:gridSpan w:val="3"/>
            <w:vAlign w:val="center"/>
          </w:tcPr>
          <w:p w:rsidR="00657DC1" w:rsidRPr="00424A2A" w:rsidRDefault="00657DC1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2261C4">
              <w:rPr>
                <w:rFonts w:ascii="PT Astra Serif" w:hAnsi="PT Astra Serif"/>
                <w:sz w:val="28"/>
                <w:szCs w:val="28"/>
              </w:rPr>
              <w:tab/>
            </w:r>
            <w:r w:rsidR="00153CFB">
              <w:rPr>
                <w:rFonts w:ascii="PT Astra Serif" w:hAnsi="PT Astra Serif"/>
                <w:sz w:val="28"/>
                <w:szCs w:val="28"/>
              </w:rPr>
              <w:t>«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Таблица 4</w:t>
            </w:r>
          </w:p>
          <w:p w:rsidR="00657DC1" w:rsidRDefault="00657DC1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D0573D" w:rsidRPr="00424A2A" w:rsidRDefault="00D0573D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657DC1" w:rsidRPr="00657DC1" w:rsidTr="0031328D">
        <w:trPr>
          <w:trHeight w:val="984"/>
        </w:trPr>
        <w:tc>
          <w:tcPr>
            <w:tcW w:w="9654" w:type="dxa"/>
            <w:gridSpan w:val="3"/>
            <w:vAlign w:val="center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иных дотаций бюджетам муниципальных районов</w:t>
            </w:r>
          </w:p>
          <w:p w:rsidR="00657DC1" w:rsidRPr="00657DC1" w:rsidRDefault="00657DC1" w:rsidP="00657DC1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городских округов Ульяновской области в целях финансового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обеспечения расходов учредителя муниципальной образовательной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организации, реализующей основные общеобразовательные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программы, на организацию бесплатной перевозки обучающихся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в данной образовательной организации и проживающих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на территории иного муниципального района (городского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округа)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Ульяновской области на 2022 год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на плановый период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657DC1">
              <w:rPr>
                <w:rFonts w:ascii="PT Astra Serif" w:hAnsi="PT Astra Serif"/>
                <w:b/>
                <w:bCs/>
                <w:sz w:val="28"/>
                <w:szCs w:val="28"/>
              </w:rPr>
              <w:t>2023 и 2024 годов</w:t>
            </w:r>
          </w:p>
        </w:tc>
      </w:tr>
      <w:tr w:rsidR="00657DC1" w:rsidRPr="00424A2A" w:rsidTr="0031328D">
        <w:trPr>
          <w:trHeight w:val="375"/>
        </w:trPr>
        <w:tc>
          <w:tcPr>
            <w:tcW w:w="700" w:type="dxa"/>
            <w:noWrap/>
            <w:vAlign w:val="bottom"/>
          </w:tcPr>
          <w:p w:rsidR="00657DC1" w:rsidRPr="00424A2A" w:rsidRDefault="00657DC1" w:rsidP="0031328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657DC1" w:rsidRPr="00424A2A" w:rsidRDefault="00657DC1" w:rsidP="0031328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34" w:type="dxa"/>
            <w:noWrap/>
            <w:vAlign w:val="bottom"/>
          </w:tcPr>
          <w:p w:rsidR="00657DC1" w:rsidRPr="00424A2A" w:rsidRDefault="00657DC1" w:rsidP="0031328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657DC1" w:rsidRPr="00424A2A" w:rsidRDefault="00657DC1" w:rsidP="00657DC1">
      <w:pPr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816"/>
        <w:gridCol w:w="1748"/>
        <w:gridCol w:w="1748"/>
        <w:gridCol w:w="1607"/>
      </w:tblGrid>
      <w:tr w:rsidR="00657DC1" w:rsidRPr="00424A2A" w:rsidTr="0031328D">
        <w:trPr>
          <w:trHeight w:val="375"/>
        </w:trPr>
        <w:tc>
          <w:tcPr>
            <w:tcW w:w="735" w:type="dxa"/>
            <w:noWrap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lastRenderedPageBreak/>
              <w:t>№</w:t>
            </w:r>
            <w:r w:rsidRPr="00424A2A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16" w:type="dxa"/>
            <w:noWrap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657DC1" w:rsidRPr="00424A2A" w:rsidRDefault="00657DC1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noWrap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Pr="00424A2A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1748" w:type="dxa"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Pr="00424A2A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1607" w:type="dxa"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202</w:t>
            </w: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Pr="00424A2A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</w:tr>
    </w:tbl>
    <w:p w:rsidR="00657DC1" w:rsidRPr="00424A2A" w:rsidRDefault="00657DC1" w:rsidP="00657DC1">
      <w:pPr>
        <w:spacing w:line="72" w:lineRule="auto"/>
        <w:rPr>
          <w:rFonts w:ascii="PT Astra Serif" w:hAnsi="PT Astra Serif"/>
          <w:sz w:val="2"/>
          <w:szCs w:val="2"/>
        </w:rPr>
      </w:pPr>
    </w:p>
    <w:tbl>
      <w:tblPr>
        <w:tblW w:w="9654" w:type="dxa"/>
        <w:tblInd w:w="93" w:type="dxa"/>
        <w:tblLook w:val="0000"/>
      </w:tblPr>
      <w:tblGrid>
        <w:gridCol w:w="735"/>
        <w:gridCol w:w="3816"/>
        <w:gridCol w:w="1748"/>
        <w:gridCol w:w="1748"/>
        <w:gridCol w:w="1607"/>
      </w:tblGrid>
      <w:tr w:rsidR="00657DC1" w:rsidRPr="00424A2A" w:rsidTr="0031328D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4A2A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24A2A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24A2A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C1" w:rsidRPr="00424A2A" w:rsidRDefault="00657DC1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424A2A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657DC1" w:rsidTr="00657DC1">
        <w:trPr>
          <w:trHeight w:val="375"/>
        </w:trPr>
        <w:tc>
          <w:tcPr>
            <w:tcW w:w="735" w:type="dxa"/>
            <w:noWrap/>
            <w:vAlign w:val="center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7DC1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816" w:type="dxa"/>
            <w:noWrap/>
            <w:vAlign w:val="center"/>
          </w:tcPr>
          <w:p w:rsidR="00657DC1" w:rsidRPr="00657DC1" w:rsidRDefault="00657DC1" w:rsidP="00657DC1">
            <w:pPr>
              <w:rPr>
                <w:rFonts w:ascii="PT Astra Serif" w:hAnsi="PT Astra Serif"/>
                <w:sz w:val="28"/>
                <w:szCs w:val="28"/>
              </w:rPr>
            </w:pPr>
            <w:r w:rsidRPr="00657DC1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noWrap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331,3</w:t>
            </w:r>
          </w:p>
        </w:tc>
        <w:tc>
          <w:tcPr>
            <w:tcW w:w="1748" w:type="dxa"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607" w:type="dxa"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68,2</w:t>
            </w:r>
          </w:p>
        </w:tc>
      </w:tr>
      <w:tr w:rsidR="00657DC1" w:rsidTr="00657DC1">
        <w:trPr>
          <w:trHeight w:val="375"/>
        </w:trPr>
        <w:tc>
          <w:tcPr>
            <w:tcW w:w="735" w:type="dxa"/>
            <w:noWrap/>
            <w:vAlign w:val="center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7DC1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16" w:type="dxa"/>
            <w:noWrap/>
            <w:vAlign w:val="center"/>
          </w:tcPr>
          <w:p w:rsidR="00657DC1" w:rsidRPr="00657DC1" w:rsidRDefault="00657DC1" w:rsidP="00657DC1">
            <w:pPr>
              <w:rPr>
                <w:rFonts w:ascii="PT Astra Serif" w:hAnsi="PT Astra Serif"/>
                <w:sz w:val="28"/>
                <w:szCs w:val="28"/>
              </w:rPr>
            </w:pPr>
            <w:r w:rsidRPr="00657DC1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noWrap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48" w:type="dxa"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44,3</w:t>
            </w:r>
          </w:p>
        </w:tc>
        <w:tc>
          <w:tcPr>
            <w:tcW w:w="1607" w:type="dxa"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59,1</w:t>
            </w:r>
          </w:p>
        </w:tc>
      </w:tr>
      <w:tr w:rsidR="00657DC1" w:rsidTr="00657DC1">
        <w:trPr>
          <w:trHeight w:val="375"/>
        </w:trPr>
        <w:tc>
          <w:tcPr>
            <w:tcW w:w="735" w:type="dxa"/>
            <w:noWrap/>
            <w:vAlign w:val="center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57DC1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816" w:type="dxa"/>
            <w:noWrap/>
            <w:vAlign w:val="center"/>
          </w:tcPr>
          <w:p w:rsidR="00657DC1" w:rsidRPr="00657DC1" w:rsidRDefault="00657DC1" w:rsidP="00657DC1">
            <w:pPr>
              <w:rPr>
                <w:rFonts w:ascii="PT Astra Serif" w:hAnsi="PT Astra Serif"/>
                <w:sz w:val="28"/>
                <w:szCs w:val="28"/>
              </w:rPr>
            </w:pPr>
            <w:r w:rsidRPr="00657DC1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353,4</w:t>
            </w:r>
          </w:p>
        </w:tc>
        <w:tc>
          <w:tcPr>
            <w:tcW w:w="1748" w:type="dxa"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54,6</w:t>
            </w:r>
          </w:p>
        </w:tc>
        <w:tc>
          <w:tcPr>
            <w:tcW w:w="1607" w:type="dxa"/>
            <w:vAlign w:val="bottom"/>
          </w:tcPr>
          <w:p w:rsidR="00657DC1" w:rsidRPr="00657DC1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57DC1">
              <w:rPr>
                <w:rFonts w:ascii="PT Astra Serif" w:hAnsi="PT Astra Serif"/>
                <w:color w:val="000000"/>
                <w:sz w:val="28"/>
                <w:szCs w:val="28"/>
              </w:rPr>
              <w:t>72,7</w:t>
            </w:r>
          </w:p>
        </w:tc>
      </w:tr>
      <w:tr w:rsidR="00657DC1" w:rsidRPr="007D43F2" w:rsidTr="00657DC1">
        <w:trPr>
          <w:trHeight w:val="375"/>
        </w:trPr>
        <w:tc>
          <w:tcPr>
            <w:tcW w:w="735" w:type="dxa"/>
            <w:noWrap/>
            <w:vAlign w:val="center"/>
          </w:tcPr>
          <w:p w:rsidR="00657DC1" w:rsidRPr="007D43F2" w:rsidRDefault="00657DC1" w:rsidP="00657DC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816" w:type="dxa"/>
            <w:noWrap/>
            <w:vAlign w:val="center"/>
          </w:tcPr>
          <w:p w:rsidR="00657DC1" w:rsidRPr="007D43F2" w:rsidRDefault="00657DC1" w:rsidP="00657DC1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7D43F2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noWrap/>
            <w:vAlign w:val="bottom"/>
          </w:tcPr>
          <w:p w:rsidR="00657DC1" w:rsidRPr="007D43F2" w:rsidRDefault="00657DC1" w:rsidP="00657DC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7D43F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971,8</w:t>
            </w:r>
          </w:p>
        </w:tc>
        <w:tc>
          <w:tcPr>
            <w:tcW w:w="1748" w:type="dxa"/>
            <w:vAlign w:val="bottom"/>
          </w:tcPr>
          <w:p w:rsidR="00657DC1" w:rsidRPr="007D43F2" w:rsidRDefault="00657DC1" w:rsidP="00657DC1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7D43F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607" w:type="dxa"/>
            <w:vAlign w:val="bottom"/>
          </w:tcPr>
          <w:p w:rsidR="00657DC1" w:rsidRPr="003D5DEF" w:rsidRDefault="00657DC1" w:rsidP="00657DC1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D43F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200,0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3D5DEF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657DC1" w:rsidRPr="0081194A" w:rsidRDefault="0081194A" w:rsidP="0081194A">
      <w:pPr>
        <w:spacing w:before="120"/>
        <w:ind w:firstLine="709"/>
        <w:rPr>
          <w:rFonts w:ascii="PT Astra Serif" w:hAnsi="PT Astra Serif"/>
          <w:sz w:val="28"/>
          <w:szCs w:val="28"/>
        </w:rPr>
      </w:pPr>
      <w:r w:rsidRPr="0081194A">
        <w:rPr>
          <w:rFonts w:ascii="PT Astra Serif" w:hAnsi="PT Astra Serif"/>
          <w:sz w:val="28"/>
          <w:szCs w:val="28"/>
        </w:rPr>
        <w:t>б) таблицу 18 изложить в следующей редакции:</w:t>
      </w:r>
    </w:p>
    <w:tbl>
      <w:tblPr>
        <w:tblW w:w="9581" w:type="dxa"/>
        <w:tblInd w:w="108" w:type="dxa"/>
        <w:tblLook w:val="0000"/>
      </w:tblPr>
      <w:tblGrid>
        <w:gridCol w:w="9581"/>
      </w:tblGrid>
      <w:tr w:rsidR="003D5DEF" w:rsidRPr="00DE017A" w:rsidTr="003D5DEF">
        <w:tc>
          <w:tcPr>
            <w:tcW w:w="9581" w:type="dxa"/>
            <w:vAlign w:val="center"/>
          </w:tcPr>
          <w:p w:rsidR="003D5DEF" w:rsidRPr="00BD6EC7" w:rsidRDefault="00153CFB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="003D5DEF" w:rsidRPr="00BD6EC7">
              <w:rPr>
                <w:rFonts w:ascii="PT Astra Serif" w:hAnsi="PT Astra Serif"/>
                <w:bCs/>
                <w:sz w:val="28"/>
                <w:szCs w:val="28"/>
              </w:rPr>
              <w:t>Таблица 18</w:t>
            </w:r>
          </w:p>
          <w:p w:rsidR="003D5DEF" w:rsidRPr="00BD6EC7" w:rsidRDefault="003D5DEF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3D5DEF" w:rsidRPr="00BD6EC7" w:rsidTr="003D5DEF">
        <w:tc>
          <w:tcPr>
            <w:tcW w:w="9581" w:type="dxa"/>
            <w:vAlign w:val="center"/>
          </w:tcPr>
          <w:p w:rsidR="003D5DEF" w:rsidRPr="00BD6EC7" w:rsidRDefault="003D5DEF" w:rsidP="0031328D">
            <w:pPr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D6EC7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  <w:r w:rsidRPr="00BD6EC7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городских округов Ульяновской области в целях софинансирования расходных обязательств в связи с организацией регулярных перевозок пассажиров и багажа автомобильным транспортом по регулируемым тарифам по муниципальным маршрутам на 2022 год</w:t>
            </w:r>
          </w:p>
        </w:tc>
      </w:tr>
      <w:tr w:rsidR="003D5DEF" w:rsidRPr="00BD6EC7" w:rsidTr="003D5DEF">
        <w:tc>
          <w:tcPr>
            <w:tcW w:w="9581" w:type="dxa"/>
            <w:vAlign w:val="center"/>
          </w:tcPr>
          <w:p w:rsidR="003D5DEF" w:rsidRPr="00BD6EC7" w:rsidRDefault="003D5DEF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BD6EC7">
              <w:rPr>
                <w:rFonts w:ascii="PT Astra Serif" w:hAnsi="PT Astra Serif"/>
                <w:bCs/>
                <w:sz w:val="28"/>
                <w:szCs w:val="28"/>
              </w:rPr>
              <w:t>тыс. руб.</w:t>
            </w:r>
          </w:p>
        </w:tc>
      </w:tr>
    </w:tbl>
    <w:p w:rsidR="003D5DEF" w:rsidRPr="00BD6EC7" w:rsidRDefault="003D5DEF" w:rsidP="003D5DEF">
      <w:pPr>
        <w:rPr>
          <w:rFonts w:ascii="PT Astra Serif" w:hAnsi="PT Astra Serif"/>
          <w:sz w:val="2"/>
          <w:szCs w:val="2"/>
        </w:rPr>
      </w:pPr>
    </w:p>
    <w:tbl>
      <w:tblPr>
        <w:tblW w:w="955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989"/>
        <w:gridCol w:w="3969"/>
      </w:tblGrid>
      <w:tr w:rsidR="003D5DEF" w:rsidRPr="00BD6EC7" w:rsidTr="003D5DEF">
        <w:trPr>
          <w:trHeight w:val="221"/>
          <w:tblHeader/>
        </w:trPr>
        <w:tc>
          <w:tcPr>
            <w:tcW w:w="594" w:type="dxa"/>
            <w:noWrap/>
            <w:vAlign w:val="center"/>
          </w:tcPr>
          <w:p w:rsidR="003D5DEF" w:rsidRPr="00BD6EC7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6EC7">
              <w:rPr>
                <w:rFonts w:ascii="PT Astra Serif" w:hAnsi="PT Astra Serif"/>
                <w:sz w:val="28"/>
                <w:szCs w:val="28"/>
              </w:rPr>
              <w:t>№</w:t>
            </w:r>
            <w:r w:rsidRPr="00BD6EC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989" w:type="dxa"/>
            <w:noWrap/>
            <w:vAlign w:val="center"/>
          </w:tcPr>
          <w:p w:rsidR="003D5DEF" w:rsidRPr="00BD6EC7" w:rsidRDefault="003D5DEF" w:rsidP="0031328D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BD6EC7">
              <w:rPr>
                <w:rFonts w:ascii="PT Astra Serif" w:hAnsi="PT Astra Serif"/>
              </w:rPr>
              <w:t xml:space="preserve">Наименование </w:t>
            </w:r>
          </w:p>
          <w:p w:rsidR="003D5DEF" w:rsidRPr="00BD6EC7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6EC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969" w:type="dxa"/>
            <w:noWrap/>
            <w:vAlign w:val="center"/>
          </w:tcPr>
          <w:p w:rsidR="003D5DEF" w:rsidRPr="00BD6EC7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6EC7">
              <w:rPr>
                <w:rFonts w:ascii="PT Astra Serif" w:hAnsi="PT Astra Serif"/>
                <w:sz w:val="28"/>
                <w:szCs w:val="28"/>
              </w:rPr>
              <w:t>Сумма</w:t>
            </w:r>
          </w:p>
        </w:tc>
      </w:tr>
    </w:tbl>
    <w:p w:rsidR="003D5DEF" w:rsidRPr="00BD6EC7" w:rsidRDefault="003D5DEF" w:rsidP="003D5DEF">
      <w:pPr>
        <w:spacing w:line="120" w:lineRule="auto"/>
        <w:rPr>
          <w:rFonts w:ascii="PT Astra Serif" w:hAnsi="PT Astra Serif"/>
          <w:sz w:val="2"/>
          <w:szCs w:val="2"/>
        </w:rPr>
      </w:pPr>
    </w:p>
    <w:tbl>
      <w:tblPr>
        <w:tblW w:w="9552" w:type="dxa"/>
        <w:tblInd w:w="108" w:type="dxa"/>
        <w:tblLook w:val="0000"/>
      </w:tblPr>
      <w:tblGrid>
        <w:gridCol w:w="594"/>
        <w:gridCol w:w="4989"/>
        <w:gridCol w:w="3969"/>
      </w:tblGrid>
      <w:tr w:rsidR="003D5DEF" w:rsidRPr="00DE017A" w:rsidTr="003D5DEF">
        <w:trPr>
          <w:trHeight w:val="221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DEF" w:rsidRPr="00BD6EC7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6EC7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DEF" w:rsidRPr="00BD6EC7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6EC7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DEF" w:rsidRPr="00BD6EC7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6EC7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1500,0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822,2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2295,0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6851,47915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2933,5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960,0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2250,0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1409,28834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1436,3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1124,5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1167,0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542,5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3267,1825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4500,0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1091,12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3250,0</w:t>
            </w:r>
          </w:p>
        </w:tc>
      </w:tr>
      <w:tr w:rsidR="003D5DEF" w:rsidRPr="00BD6EC7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D23DB">
              <w:rPr>
                <w:rFonts w:ascii="PT Astra Serif" w:hAnsi="PT Astra Serif"/>
                <w:b/>
                <w:sz w:val="28"/>
                <w:szCs w:val="28"/>
              </w:rPr>
              <w:t>35400,06999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69,9975</w:t>
            </w:r>
          </w:p>
        </w:tc>
      </w:tr>
      <w:tr w:rsidR="003D5DEF" w:rsidRPr="00DE017A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sz w:val="28"/>
                <w:szCs w:val="28"/>
              </w:rPr>
              <w:t>11400,0</w:t>
            </w:r>
          </w:p>
        </w:tc>
      </w:tr>
      <w:tr w:rsidR="003D5DEF" w:rsidRPr="00BD6EC7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D23DB">
              <w:rPr>
                <w:rFonts w:ascii="PT Astra Serif" w:hAnsi="PT Astra Serif"/>
                <w:b/>
                <w:sz w:val="28"/>
                <w:szCs w:val="28"/>
              </w:rPr>
              <w:t>11469,9975</w:t>
            </w:r>
          </w:p>
        </w:tc>
      </w:tr>
      <w:tr w:rsidR="003D5DEF" w:rsidRPr="00BD6EC7" w:rsidTr="003D5DEF">
        <w:trPr>
          <w:trHeight w:val="363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D23DB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5DEF" w:rsidRPr="001D23DB" w:rsidRDefault="003D5DEF" w:rsidP="0031328D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D23DB">
              <w:rPr>
                <w:rFonts w:ascii="PT Astra Serif" w:hAnsi="PT Astra Serif"/>
                <w:b/>
                <w:sz w:val="28"/>
                <w:szCs w:val="28"/>
              </w:rPr>
              <w:t xml:space="preserve">   46870,06749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 w:rsidRPr="001D23DB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F30226" w:rsidRPr="0081194A" w:rsidRDefault="00F30226" w:rsidP="00F30226">
      <w:pPr>
        <w:spacing w:before="120"/>
        <w:ind w:firstLine="709"/>
        <w:rPr>
          <w:rFonts w:ascii="PT Astra Serif" w:hAnsi="PT Astra Serif"/>
          <w:sz w:val="28"/>
          <w:szCs w:val="28"/>
        </w:rPr>
      </w:pPr>
      <w:r w:rsidRPr="0081194A">
        <w:rPr>
          <w:rFonts w:ascii="PT Astra Serif" w:hAnsi="PT Astra Serif"/>
          <w:sz w:val="28"/>
          <w:szCs w:val="28"/>
        </w:rPr>
        <w:lastRenderedPageBreak/>
        <w:t>в) таблицы 32 и 33 изложить в следующей редакции:</w:t>
      </w:r>
    </w:p>
    <w:tbl>
      <w:tblPr>
        <w:tblW w:w="9581" w:type="dxa"/>
        <w:tblInd w:w="108" w:type="dxa"/>
        <w:tblLayout w:type="fixed"/>
        <w:tblLook w:val="04A0"/>
      </w:tblPr>
      <w:tblGrid>
        <w:gridCol w:w="9581"/>
      </w:tblGrid>
      <w:tr w:rsidR="00F30226" w:rsidRPr="00742703" w:rsidTr="00F30226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226" w:rsidRDefault="00F30226" w:rsidP="002F4AE3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«Таблица 32</w:t>
            </w:r>
          </w:p>
          <w:p w:rsidR="00F30226" w:rsidRPr="00742703" w:rsidRDefault="00F30226" w:rsidP="002F4AE3">
            <w:pPr>
              <w:jc w:val="right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F30226" w:rsidRPr="00742703" w:rsidTr="00F30226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Распределение субвенций бюджетам поселений и городских округов</w:t>
            </w:r>
            <w:r w:rsidRPr="0074270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  <w:t>Ульяновской области в целях финансового обеспечения осуществления первичного</w:t>
            </w: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</w:t>
            </w:r>
            <w:r w:rsidRPr="0074270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воинского учёта на 2022 год и на плановый период</w:t>
            </w: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br/>
            </w:r>
            <w:r w:rsidRPr="00742703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2023 и 2024 годов</w:t>
            </w:r>
          </w:p>
        </w:tc>
      </w:tr>
      <w:tr w:rsidR="00F30226" w:rsidRPr="00742703" w:rsidTr="00F30226">
        <w:tc>
          <w:tcPr>
            <w:tcW w:w="9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0226" w:rsidRPr="00742703" w:rsidRDefault="00F30226" w:rsidP="002F4AE3">
            <w:pPr>
              <w:jc w:val="right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 w:cs="Calibri"/>
                <w:color w:val="000000"/>
                <w:sz w:val="28"/>
                <w:szCs w:val="28"/>
              </w:rPr>
              <w:t>тыс.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</w:t>
            </w:r>
            <w:r w:rsidRPr="00742703">
              <w:rPr>
                <w:rFonts w:ascii="PT Astra Serif" w:hAnsi="PT Astra Serif" w:cs="Calibri"/>
                <w:color w:val="000000"/>
                <w:sz w:val="28"/>
                <w:szCs w:val="28"/>
              </w:rPr>
              <w:t>руб</w:t>
            </w: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.</w:t>
            </w:r>
          </w:p>
        </w:tc>
      </w:tr>
    </w:tbl>
    <w:p w:rsidR="00F30226" w:rsidRPr="00742703" w:rsidRDefault="00F30226" w:rsidP="00F30226">
      <w:pPr>
        <w:rPr>
          <w:rFonts w:ascii="PT Astra Serif" w:hAnsi="PT Astra Serif"/>
          <w:sz w:val="2"/>
          <w:szCs w:val="2"/>
        </w:rPr>
      </w:pPr>
    </w:p>
    <w:tbl>
      <w:tblPr>
        <w:tblW w:w="962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"/>
        <w:gridCol w:w="4422"/>
        <w:gridCol w:w="1531"/>
        <w:gridCol w:w="1531"/>
        <w:gridCol w:w="1361"/>
      </w:tblGrid>
      <w:tr w:rsidR="00F30226" w:rsidRPr="00742703" w:rsidTr="00F30226">
        <w:trPr>
          <w:trHeight w:val="374"/>
        </w:trPr>
        <w:tc>
          <w:tcPr>
            <w:tcW w:w="776" w:type="dxa"/>
            <w:shd w:val="clear" w:color="auto" w:fill="auto"/>
            <w:noWrap/>
            <w:vAlign w:val="center"/>
          </w:tcPr>
          <w:p w:rsidR="00F30226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№</w:t>
            </w:r>
          </w:p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422" w:type="dxa"/>
            <w:shd w:val="clear" w:color="auto" w:fill="auto"/>
            <w:noWrap/>
            <w:vAlign w:val="center"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2023 год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2024 год</w:t>
            </w:r>
          </w:p>
        </w:tc>
      </w:tr>
    </w:tbl>
    <w:p w:rsidR="00F30226" w:rsidRPr="009B0B42" w:rsidRDefault="00F30226" w:rsidP="00F30226">
      <w:pPr>
        <w:spacing w:line="14" w:lineRule="auto"/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4A0"/>
      </w:tblPr>
      <w:tblGrid>
        <w:gridCol w:w="284"/>
        <w:gridCol w:w="492"/>
        <w:gridCol w:w="243"/>
        <w:gridCol w:w="4179"/>
        <w:gridCol w:w="501"/>
        <w:gridCol w:w="1030"/>
        <w:gridCol w:w="1531"/>
        <w:gridCol w:w="1361"/>
        <w:gridCol w:w="302"/>
      </w:tblGrid>
      <w:tr w:rsidR="00F30226" w:rsidRPr="00742703" w:rsidTr="00D0573D">
        <w:trPr>
          <w:gridAfter w:val="1"/>
          <w:wAfter w:w="302" w:type="dxa"/>
          <w:tblHeader/>
        </w:trPr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42703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F30226" w:rsidRPr="00D07F0C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D07F0C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D07F0C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26" w:rsidRPr="00D07F0C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641,784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26" w:rsidRPr="00D07F0C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626,02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226" w:rsidRPr="00D07F0C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647,562</w:t>
            </w:r>
          </w:p>
        </w:tc>
      </w:tr>
      <w:tr w:rsidR="00F30226" w:rsidRPr="00742703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D07F0C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D07F0C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Базарносызганское городское </w:t>
            </w: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br/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D07F0C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261,22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D07F0C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742703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D07F0C">
              <w:rPr>
                <w:rFonts w:ascii="PT Astra Serif" w:hAnsi="PT Astra Serif"/>
                <w:color w:val="000000"/>
                <w:sz w:val="28"/>
                <w:szCs w:val="28"/>
              </w:rPr>
              <w:t>263,384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719,784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626,02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647,562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Базарносызганское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Должниковское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120,09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96,054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96,042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96,042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Сосновоборское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120,174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1673,62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1715,932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1772,36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Измайловское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238,22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237,22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Земляничненское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Малохомутерское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249,22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2.8.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Поливановское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812,97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718,7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743,7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Вешкаймское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3.3.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3.4.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96,07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96,07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3.6.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96,1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920,12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811,48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839,628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Черёмушкинское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1360,47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1321,538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1366,68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477,435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510,1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526,76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246,155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Большепоселковское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95,145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113,145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95,145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Новопогореловское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120,145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5.8.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Урено-Карлинское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1336,25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1367,988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1412,99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Кузоватовское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Коромысловское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Лесоматюнинское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875,04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881,02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911,12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Выровское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Гимовское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112,15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Старомаклаушинское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7.6.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1744,69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1878,088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1939,75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238,22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Новомайнское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205,22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Лебяжинское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221,22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242,22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Новосёлкинское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Старосахчинское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8.8.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250,22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1833,696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1738,908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1797,35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Николаевское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492,204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510,1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526,76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Головинское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135,154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Дубровское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117,154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Канадейское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Никулинское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236,274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Поспеловское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9.8.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Славкинское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9.9.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Сухотерешанское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F30226">
            <w:pPr>
              <w:spacing w:line="235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677,36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950,618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F30226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982,32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Высококолковское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Новомалыклинское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110,42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Новочеремшанское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Среднесантимирское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Среднеякушкинское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122,42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657,82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625,97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647,74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Коптевское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Красносельское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11.3.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Троицкосунгурское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Фабричновыселковское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610,27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463,65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480,45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118,41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Пичеурское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126,41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Шмалакское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741,82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626,02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647,74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250,22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Калиновское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Ореховское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1361,25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1368,23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1412,99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Сенгилеевское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247,22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Красногуляевское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245,22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Силикатненское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250,22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Елаурское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250,22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Новослободское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122,15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730,82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625,97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647,74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Старокулаткинское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253,22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122,15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Мостякское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Староатлашское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Терешанское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1082,17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973,75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1007,21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городское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235,21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Жедяевское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135,15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16.3.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Кандалинское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Краснореченское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98,15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122,15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Прибрежненское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244,21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16.7.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Урайкинское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122,15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625,9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556,38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576,54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Астрадамовское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Лавинское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Никитинское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17.6.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646,82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625,97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647,74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Красноборское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18.5.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proofErr w:type="spellStart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Ясашноташлинское</w:t>
            </w:r>
            <w:proofErr w:type="spellEnd"/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1941,56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2045,242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2111,86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753,46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769,984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794,96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244,22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Зеленорощинское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243,22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Тимирязевское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212,22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19.6.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242,22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1198,26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1136,08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1174,5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255,045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228,22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255,045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112,150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Елховоозерское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Мокробугурнинское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120,15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20.6.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Новоникулинское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115,15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246,22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1571,95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1483,862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1533,97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21.1.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129,47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21.3.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Богдашкинское сельское 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br/>
            </w: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123,15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21.4.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112,15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21.5.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251,22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21.6.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21.7.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110,15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21.8.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206,22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255,05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263,38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21.9.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122,15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92,734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96,09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23122,64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22541,416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23301,94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763,46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769,984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color w:val="000000"/>
                <w:sz w:val="28"/>
                <w:szCs w:val="28"/>
              </w:rPr>
              <w:t>794,96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763,46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769,984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794,96</w:t>
            </w:r>
          </w:p>
        </w:tc>
      </w:tr>
      <w:tr w:rsidR="00F30226" w:rsidRPr="000740B7" w:rsidTr="00D0573D">
        <w:trPr>
          <w:gridAfter w:val="1"/>
          <w:wAfter w:w="302" w:type="dxa"/>
          <w:trHeight w:val="374"/>
        </w:trPr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226" w:rsidRPr="000740B7" w:rsidRDefault="00F30226" w:rsidP="002F4AE3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23886,1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23311,4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226" w:rsidRPr="000740B7" w:rsidRDefault="00F30226" w:rsidP="002F4AE3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740B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24096,9</w:t>
            </w:r>
          </w:p>
        </w:tc>
      </w:tr>
      <w:tr w:rsidR="00080FC0" w:rsidRPr="00516787" w:rsidTr="00D0573D">
        <w:tblPrEx>
          <w:tblLook w:val="0000"/>
        </w:tblPrEx>
        <w:trPr>
          <w:gridBefore w:val="1"/>
          <w:wBefore w:w="284" w:type="dxa"/>
          <w:trHeight w:val="157"/>
        </w:trPr>
        <w:tc>
          <w:tcPr>
            <w:tcW w:w="9639" w:type="dxa"/>
            <w:gridSpan w:val="8"/>
            <w:vAlign w:val="center"/>
          </w:tcPr>
          <w:p w:rsidR="00D0573D" w:rsidRDefault="00D0573D" w:rsidP="004C2D6B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080FC0" w:rsidRPr="00516787" w:rsidRDefault="00080FC0" w:rsidP="004C2D6B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516787">
              <w:rPr>
                <w:rFonts w:ascii="PT Astra Serif" w:hAnsi="PT Astra Serif"/>
                <w:bCs/>
                <w:sz w:val="28"/>
                <w:szCs w:val="28"/>
              </w:rPr>
              <w:t>Таблица 33</w:t>
            </w:r>
          </w:p>
          <w:p w:rsidR="00080FC0" w:rsidRPr="00516787" w:rsidRDefault="00080FC0" w:rsidP="004C2D6B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080FC0" w:rsidRPr="00392328" w:rsidTr="00D0573D">
        <w:tblPrEx>
          <w:tblLook w:val="0000"/>
        </w:tblPrEx>
        <w:trPr>
          <w:gridBefore w:val="1"/>
          <w:wBefore w:w="284" w:type="dxa"/>
          <w:trHeight w:val="566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0FC0" w:rsidRPr="00080FC0" w:rsidRDefault="005D4069" w:rsidP="005D4069">
            <w:pPr>
              <w:spacing w:line="235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>субвенций бюджетам муниципальных районов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>и городских округов Ульяновской области в целях финансового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обеспечения расходных обязательств, связанных с осуществлением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>ежемесячной денежной выплаты на обеспечение проезда детей-сирот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>и детей, оставшихся без попечения родителей, а также лиц из числа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детей-сирот и детей, оставшихся без попечения родителей, обучающихся в муниципальных образовательных организациях, на городском,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пригородном, в сельской местности на внутрирайонном транспорте (кроме такси), а также проезда один раз в год к месту жительства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и обратно к месту обучения, на 2022 год и на плановый период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5D4069">
              <w:rPr>
                <w:rFonts w:ascii="PT Astra Serif" w:hAnsi="PT Astra Serif"/>
                <w:b/>
                <w:bCs/>
                <w:sz w:val="28"/>
                <w:szCs w:val="28"/>
              </w:rPr>
              <w:t>2023 и 2024 годов</w:t>
            </w:r>
          </w:p>
        </w:tc>
      </w:tr>
      <w:tr w:rsidR="00080FC0" w:rsidRPr="00296BA6" w:rsidTr="00D0573D">
        <w:tblPrEx>
          <w:tblLook w:val="0000"/>
        </w:tblPrEx>
        <w:trPr>
          <w:gridBefore w:val="1"/>
          <w:wBefore w:w="284" w:type="dxa"/>
          <w:trHeight w:val="314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0FC0" w:rsidRPr="00296BA6" w:rsidRDefault="00080FC0" w:rsidP="004C2D6B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0FC0" w:rsidRPr="00296BA6" w:rsidRDefault="00080FC0" w:rsidP="004C2D6B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0FC0" w:rsidRPr="00296BA6" w:rsidRDefault="00080FC0" w:rsidP="004C2D6B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080FC0" w:rsidRPr="00296BA6" w:rsidRDefault="00080FC0" w:rsidP="00080FC0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3670"/>
        <w:gridCol w:w="1748"/>
        <w:gridCol w:w="1748"/>
        <w:gridCol w:w="1701"/>
      </w:tblGrid>
      <w:tr w:rsidR="00080FC0" w:rsidRPr="00296BA6" w:rsidTr="004C2D6B">
        <w:trPr>
          <w:trHeight w:val="448"/>
        </w:trPr>
        <w:tc>
          <w:tcPr>
            <w:tcW w:w="724" w:type="dxa"/>
            <w:vAlign w:val="center"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№</w:t>
            </w:r>
            <w:r w:rsidRPr="00296BA6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70" w:type="dxa"/>
            <w:tcMar>
              <w:left w:w="28" w:type="dxa"/>
              <w:right w:w="28" w:type="dxa"/>
            </w:tcMar>
            <w:vAlign w:val="center"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080FC0" w:rsidRPr="00296BA6" w:rsidRDefault="00080FC0" w:rsidP="00080FC0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4A0"/>
      </w:tblPr>
      <w:tblGrid>
        <w:gridCol w:w="724"/>
        <w:gridCol w:w="3670"/>
        <w:gridCol w:w="1748"/>
        <w:gridCol w:w="1748"/>
        <w:gridCol w:w="1701"/>
      </w:tblGrid>
      <w:tr w:rsidR="00080FC0" w:rsidRPr="00296BA6" w:rsidTr="004C2D6B">
        <w:trPr>
          <w:trHeight w:val="7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0FC0" w:rsidRPr="00296BA6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96BA6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139,3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135,8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135,8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814,9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740,7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740,7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557,2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475,3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430,0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370,4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370,4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080FC0">
            <w:pPr>
              <w:spacing w:line="235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473,6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080FC0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432,1</w:t>
            </w:r>
          </w:p>
        </w:tc>
      </w:tr>
      <w:tr w:rsidR="00080FC0" w:rsidTr="00D0573D">
        <w:trPr>
          <w:trHeight w:val="74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404,0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364,2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364,2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431,8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407,4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1125,9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876,6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876,6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851,9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765,4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765,4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536,4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493,9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493,9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452,8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432,1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432,1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240,9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191,4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191,4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410,8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388,9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388,9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524,4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419,8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419,8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452,8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407,4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407,4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821,9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771,6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771,6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348,2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339,5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339,5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Терен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 w:rsidRPr="00080FC0">
              <w:rPr>
                <w:rFonts w:ascii="PT Astra Serif" w:hAnsi="PT Astra Serif"/>
                <w:sz w:val="28"/>
                <w:szCs w:val="28"/>
              </w:rPr>
              <w:t>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369,1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351,9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351,9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710,4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648,2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648,2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794,1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623,4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623,4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564,2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506,2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506,2</w:t>
            </w:r>
          </w:p>
        </w:tc>
      </w:tr>
      <w:tr w:rsidR="00080FC0" w:rsidRPr="00255C6B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255C6B" w:rsidRDefault="00080FC0" w:rsidP="00D0573D">
            <w:pPr>
              <w:spacing w:line="233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11454,6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10142,2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10142,2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080FC0">
              <w:rPr>
                <w:rFonts w:ascii="PT Astra Serif" w:hAnsi="PT Astra Serif"/>
                <w:sz w:val="28"/>
                <w:szCs w:val="28"/>
              </w:rPr>
              <w:t>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2173,1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1975,3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1975,3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080FC0">
              <w:rPr>
                <w:rFonts w:ascii="PT Astra Serif" w:hAnsi="PT Astra Serif"/>
                <w:sz w:val="28"/>
                <w:szCs w:val="28"/>
              </w:rPr>
              <w:t>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254,7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209,9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209,9</w:t>
            </w:r>
          </w:p>
        </w:tc>
      </w:tr>
      <w:tr w:rsidR="00080FC0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080FC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080FC0">
              <w:rPr>
                <w:rFonts w:ascii="PT Astra Serif" w:hAnsi="PT Astra Serif"/>
                <w:sz w:val="28"/>
                <w:szCs w:val="28"/>
              </w:rPr>
              <w:t>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4888,3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4672,6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080FC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0FC0">
              <w:rPr>
                <w:rFonts w:ascii="PT Astra Serif" w:hAnsi="PT Astra Serif"/>
                <w:sz w:val="28"/>
                <w:szCs w:val="28"/>
              </w:rPr>
              <w:t>4672,6</w:t>
            </w:r>
          </w:p>
        </w:tc>
      </w:tr>
      <w:tr w:rsidR="00080FC0" w:rsidRPr="00255C6B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255C6B" w:rsidRDefault="00080FC0" w:rsidP="00D0573D">
            <w:pPr>
              <w:spacing w:line="233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7316,1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6857,8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6857,8</w:t>
            </w:r>
          </w:p>
        </w:tc>
      </w:tr>
      <w:tr w:rsidR="00080FC0" w:rsidRPr="00255C6B" w:rsidTr="00080FC0">
        <w:trPr>
          <w:trHeight w:val="37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70" w:type="dxa"/>
            <w:shd w:val="clear" w:color="auto" w:fill="auto"/>
            <w:noWrap/>
            <w:vAlign w:val="bottom"/>
            <w:hideMark/>
          </w:tcPr>
          <w:p w:rsidR="00080FC0" w:rsidRPr="00255C6B" w:rsidRDefault="00255C6B" w:rsidP="00D0573D">
            <w:pPr>
              <w:spacing w:line="233" w:lineRule="auto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18770,7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80FC0" w:rsidRPr="00255C6B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55C6B">
              <w:rPr>
                <w:rFonts w:ascii="PT Astra Serif" w:hAnsi="PT Astra Serif"/>
                <w:b/>
                <w:sz w:val="28"/>
                <w:szCs w:val="28"/>
              </w:rPr>
              <w:t>17000,0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80FC0" w:rsidRPr="0081194A" w:rsidRDefault="0081194A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</w:t>
            </w:r>
            <w:r w:rsidR="00080FC0" w:rsidRPr="00255C6B">
              <w:rPr>
                <w:rFonts w:ascii="PT Astra Serif" w:hAnsi="PT Astra Serif"/>
                <w:b/>
                <w:sz w:val="28"/>
                <w:szCs w:val="28"/>
              </w:rPr>
              <w:t>17000,0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080FC0" w:rsidRPr="0081194A" w:rsidRDefault="0081194A" w:rsidP="00D0573D">
      <w:pPr>
        <w:spacing w:before="120" w:line="233" w:lineRule="auto"/>
        <w:ind w:firstLine="709"/>
        <w:rPr>
          <w:rFonts w:ascii="PT Astra Serif" w:hAnsi="PT Astra Serif"/>
          <w:sz w:val="28"/>
          <w:szCs w:val="28"/>
        </w:rPr>
      </w:pPr>
      <w:r w:rsidRPr="0081194A">
        <w:rPr>
          <w:rFonts w:ascii="PT Astra Serif" w:hAnsi="PT Astra Serif"/>
          <w:sz w:val="28"/>
          <w:szCs w:val="28"/>
        </w:rPr>
        <w:t>г) таблицы 35 и 36 изложить в следующей редакции:</w:t>
      </w:r>
    </w:p>
    <w:tbl>
      <w:tblPr>
        <w:tblW w:w="9639" w:type="dxa"/>
        <w:tblInd w:w="392" w:type="dxa"/>
        <w:tblLook w:val="0000"/>
      </w:tblPr>
      <w:tblGrid>
        <w:gridCol w:w="594"/>
        <w:gridCol w:w="4666"/>
        <w:gridCol w:w="4379"/>
      </w:tblGrid>
      <w:tr w:rsidR="00080FC0" w:rsidRPr="00516787" w:rsidTr="004C2D6B">
        <w:trPr>
          <w:trHeight w:val="309"/>
        </w:trPr>
        <w:tc>
          <w:tcPr>
            <w:tcW w:w="9639" w:type="dxa"/>
            <w:gridSpan w:val="3"/>
            <w:vAlign w:val="center"/>
          </w:tcPr>
          <w:p w:rsidR="00080FC0" w:rsidRPr="00516787" w:rsidRDefault="00153CFB" w:rsidP="00D0573D">
            <w:pPr>
              <w:spacing w:line="233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="00080FC0" w:rsidRPr="00516787">
              <w:rPr>
                <w:rFonts w:ascii="PT Astra Serif" w:hAnsi="PT Astra Serif"/>
                <w:bCs/>
                <w:sz w:val="28"/>
                <w:szCs w:val="28"/>
              </w:rPr>
              <w:t>Таблица 35</w:t>
            </w:r>
          </w:p>
          <w:p w:rsidR="00080FC0" w:rsidRPr="00516787" w:rsidRDefault="00080FC0" w:rsidP="00D0573D">
            <w:pPr>
              <w:spacing w:line="233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080FC0" w:rsidRPr="00CF014B" w:rsidTr="004C2D6B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0FC0" w:rsidRPr="00CF014B" w:rsidRDefault="00CF014B" w:rsidP="00D0573D">
            <w:pPr>
              <w:spacing w:line="233" w:lineRule="auto"/>
              <w:jc w:val="center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892510">
              <w:rPr>
                <w:rFonts w:ascii="PT Astra Serif" w:hAnsi="PT Astra Serif"/>
                <w:b/>
                <w:sz w:val="28"/>
                <w:szCs w:val="28"/>
                <w:shd w:val="clear" w:color="auto" w:fill="FFFFFF"/>
              </w:rPr>
              <w:t>Распределение субвенций бюджетам муниципальных районов</w:t>
            </w:r>
            <w:r w:rsidRPr="00892510">
              <w:rPr>
                <w:rFonts w:ascii="PT Astra Serif" w:hAnsi="PT Astra Serif"/>
                <w:b/>
                <w:sz w:val="28"/>
                <w:szCs w:val="28"/>
                <w:shd w:val="clear" w:color="auto" w:fill="FFFFFF"/>
              </w:rPr>
              <w:br/>
              <w:t xml:space="preserve">и городских округов Ульяновской области в целях финансового </w:t>
            </w:r>
            <w:r w:rsidRPr="00892510">
              <w:rPr>
                <w:rFonts w:ascii="PT Astra Serif" w:hAnsi="PT Astra Serif"/>
                <w:b/>
                <w:sz w:val="28"/>
                <w:szCs w:val="28"/>
                <w:shd w:val="clear" w:color="auto" w:fill="FFFFFF"/>
              </w:rPr>
              <w:br/>
              <w:t xml:space="preserve">обеспечения расходных обязательств, связанных с осуществлением </w:t>
            </w:r>
            <w:r w:rsidRPr="00892510">
              <w:rPr>
                <w:rFonts w:ascii="PT Astra Serif" w:hAnsi="PT Astra Serif"/>
                <w:b/>
                <w:sz w:val="28"/>
                <w:szCs w:val="28"/>
                <w:shd w:val="clear" w:color="auto" w:fill="FFFFFF"/>
              </w:rPr>
              <w:br/>
              <w:t xml:space="preserve">ежемесячной выплаты на содержание ребёнка в семье опекуна </w:t>
            </w:r>
            <w:r w:rsidRPr="00892510">
              <w:rPr>
                <w:rFonts w:ascii="PT Astra Serif" w:hAnsi="PT Astra Serif"/>
                <w:b/>
                <w:sz w:val="28"/>
                <w:szCs w:val="28"/>
                <w:shd w:val="clear" w:color="auto" w:fill="FFFFFF"/>
              </w:rPr>
              <w:br/>
              <w:t xml:space="preserve">(попечителя) и приёмной семье, а также с осуществлением выплаты </w:t>
            </w:r>
            <w:r w:rsidRPr="00892510">
              <w:rPr>
                <w:rFonts w:ascii="PT Astra Serif" w:hAnsi="PT Astra Serif"/>
                <w:b/>
                <w:sz w:val="28"/>
                <w:szCs w:val="28"/>
                <w:shd w:val="clear" w:color="auto" w:fill="FFFFFF"/>
              </w:rPr>
              <w:br/>
              <w:t>вознаграждения, причитающегося приёмному родителю, на 2022 год</w:t>
            </w:r>
            <w:r w:rsidRPr="00892510">
              <w:rPr>
                <w:rFonts w:ascii="PT Astra Serif" w:hAnsi="PT Astra Serif"/>
                <w:b/>
                <w:sz w:val="28"/>
                <w:szCs w:val="28"/>
                <w:shd w:val="clear" w:color="auto" w:fill="FFFFFF"/>
              </w:rPr>
              <w:br/>
              <w:t>и на плановый период 2023 и 2024 годов</w:t>
            </w:r>
          </w:p>
        </w:tc>
      </w:tr>
      <w:tr w:rsidR="00080FC0" w:rsidRPr="00F44360" w:rsidTr="004C2D6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0FC0" w:rsidRPr="00F4436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0FC0" w:rsidRPr="00F44360" w:rsidRDefault="00080FC0" w:rsidP="00D0573D">
            <w:pPr>
              <w:spacing w:line="233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0FC0" w:rsidRPr="00F44360" w:rsidRDefault="00080FC0" w:rsidP="00D0573D">
            <w:pPr>
              <w:spacing w:line="233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080FC0" w:rsidRPr="002261C4" w:rsidRDefault="00080FC0" w:rsidP="00D0573D">
      <w:pPr>
        <w:spacing w:line="233" w:lineRule="auto"/>
        <w:rPr>
          <w:rFonts w:ascii="PT Astra Serif" w:hAnsi="PT Astra Serif"/>
          <w:sz w:val="2"/>
          <w:szCs w:val="2"/>
          <w:highlight w:val="yellow"/>
        </w:rPr>
      </w:pP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00"/>
        <w:gridCol w:w="1748"/>
        <w:gridCol w:w="1748"/>
        <w:gridCol w:w="1701"/>
      </w:tblGrid>
      <w:tr w:rsidR="00080FC0" w:rsidRPr="00F44360" w:rsidTr="004C2D6B">
        <w:trPr>
          <w:trHeight w:val="489"/>
        </w:trPr>
        <w:tc>
          <w:tcPr>
            <w:tcW w:w="594" w:type="dxa"/>
            <w:vAlign w:val="bottom"/>
          </w:tcPr>
          <w:p w:rsidR="00080FC0" w:rsidRPr="00F4436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№</w:t>
            </w:r>
            <w:r w:rsidRPr="00F44360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00" w:type="dxa"/>
            <w:vAlign w:val="bottom"/>
          </w:tcPr>
          <w:p w:rsidR="00080FC0" w:rsidRPr="00F44360" w:rsidRDefault="00080FC0" w:rsidP="00D0573D">
            <w:pPr>
              <w:pStyle w:val="xl24"/>
              <w:spacing w:before="0" w:beforeAutospacing="0" w:after="0" w:afterAutospacing="0" w:line="233" w:lineRule="auto"/>
              <w:rPr>
                <w:rFonts w:ascii="PT Astra Serif" w:hAnsi="PT Astra Serif"/>
              </w:rPr>
            </w:pPr>
            <w:r w:rsidRPr="00F44360">
              <w:rPr>
                <w:rFonts w:ascii="PT Astra Serif" w:hAnsi="PT Astra Serif"/>
              </w:rPr>
              <w:t xml:space="preserve">Наименование </w:t>
            </w:r>
          </w:p>
          <w:p w:rsidR="00080FC0" w:rsidRPr="00F44360" w:rsidRDefault="00080FC0" w:rsidP="00D0573D">
            <w:pPr>
              <w:pStyle w:val="xl24"/>
              <w:spacing w:before="0" w:beforeAutospacing="0" w:after="0" w:afterAutospacing="0" w:line="233" w:lineRule="auto"/>
              <w:rPr>
                <w:rFonts w:ascii="PT Astra Serif" w:hAnsi="PT Astra Serif"/>
              </w:rPr>
            </w:pPr>
            <w:r w:rsidRPr="00F44360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080FC0" w:rsidRPr="00F4436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080FC0" w:rsidRPr="00F4436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080FC0" w:rsidRPr="00F44360" w:rsidRDefault="00080FC0" w:rsidP="00D0573D">
            <w:pPr>
              <w:spacing w:line="233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080FC0" w:rsidRPr="00F44360" w:rsidRDefault="00080FC0" w:rsidP="00080FC0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4A0"/>
      </w:tblPr>
      <w:tblGrid>
        <w:gridCol w:w="600"/>
        <w:gridCol w:w="3794"/>
        <w:gridCol w:w="1748"/>
        <w:gridCol w:w="1748"/>
        <w:gridCol w:w="1701"/>
      </w:tblGrid>
      <w:tr w:rsidR="00080FC0" w:rsidRPr="00F44360" w:rsidTr="004C2D6B">
        <w:trPr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FC0" w:rsidRPr="00F44360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0FC0" w:rsidRPr="00F44360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FC0" w:rsidRPr="00F44360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FC0" w:rsidRPr="00F44360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FC0" w:rsidRPr="00F44360" w:rsidRDefault="00080FC0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44360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6733,2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6213,3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6119,6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lastRenderedPageBreak/>
              <w:t>2.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40036,6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35046,2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34047,4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23490,2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22037,5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22568,9</w:t>
            </w:r>
          </w:p>
        </w:tc>
      </w:tr>
      <w:tr w:rsidR="00255C6B" w:rsidTr="00D0573D">
        <w:trPr>
          <w:trHeight w:val="74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15552,7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14277,7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14533,3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20969,5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18367,1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18194,7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20567,2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16273,6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16263,7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22082,9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20709,7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20999,1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42526,9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33307,8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32152,9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59790,4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54007,3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54135,0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23338,4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21185,8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21572,8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24239,4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22941,1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22595,4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14752,2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12850,6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12317,1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19450,4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18213,9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18410,2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22978,0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18925,7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18824,6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17506,2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15772,1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15769,7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33068,3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30536,0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31774,9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11968,0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13008,8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15166,4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14001,4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13034,0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13439,3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35609,8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32180,2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31695,3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30103,9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23604,2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20659,4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21206,7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19055,5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19003,6</w:t>
            </w:r>
          </w:p>
        </w:tc>
      </w:tr>
      <w:tr w:rsidR="00255C6B" w:rsidRPr="00355DA2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355DA2" w:rsidRDefault="00255C6B" w:rsidP="00255C6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</w:rPr>
              <w:t> 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355DA2" w:rsidRDefault="00255C6B" w:rsidP="00255C6B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519972,3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461548,1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460243,3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55C6B">
              <w:rPr>
                <w:rFonts w:ascii="PT Astra Serif" w:hAnsi="PT Astra Serif"/>
                <w:sz w:val="28"/>
                <w:szCs w:val="28"/>
              </w:rPr>
              <w:t>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77421,7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70391,7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70479,3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55C6B">
              <w:rPr>
                <w:rFonts w:ascii="PT Astra Serif" w:hAnsi="PT Astra Serif"/>
                <w:sz w:val="28"/>
                <w:szCs w:val="28"/>
              </w:rPr>
              <w:t>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9462,6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8311,2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8206,8</w:t>
            </w:r>
          </w:p>
        </w:tc>
      </w:tr>
      <w:tr w:rsidR="00255C6B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255C6B" w:rsidRDefault="00255C6B" w:rsidP="00255C6B">
            <w:pPr>
              <w:rPr>
                <w:rFonts w:ascii="PT Astra Serif" w:hAnsi="PT Astra Serif"/>
                <w:sz w:val="28"/>
                <w:szCs w:val="28"/>
              </w:rPr>
            </w:pPr>
            <w:r w:rsidRPr="00255C6B">
              <w:rPr>
                <w:rFonts w:ascii="PT Astra Serif" w:hAnsi="PT Astra Serif"/>
                <w:sz w:val="28"/>
                <w:szCs w:val="28"/>
              </w:rPr>
              <w:t>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255C6B">
              <w:rPr>
                <w:rFonts w:ascii="PT Astra Serif" w:hAnsi="PT Astra Serif"/>
                <w:sz w:val="28"/>
                <w:szCs w:val="28"/>
              </w:rPr>
              <w:t>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193121,8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179749,0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255C6B" w:rsidRDefault="00255C6B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55C6B">
              <w:rPr>
                <w:rFonts w:ascii="PT Astra Serif" w:hAnsi="PT Astra Serif"/>
                <w:sz w:val="28"/>
                <w:szCs w:val="28"/>
                <w:lang w:eastAsia="en-US"/>
              </w:rPr>
              <w:t>181070,6</w:t>
            </w:r>
          </w:p>
        </w:tc>
      </w:tr>
      <w:tr w:rsidR="00255C6B" w:rsidRPr="00355DA2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355DA2" w:rsidRDefault="00255C6B" w:rsidP="00255C6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355DA2" w:rsidRDefault="00255C6B" w:rsidP="00255C6B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280006,1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258451,9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259756,7</w:t>
            </w:r>
          </w:p>
        </w:tc>
      </w:tr>
      <w:tr w:rsidR="00255C6B" w:rsidRPr="00355DA2" w:rsidTr="00255C6B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255C6B" w:rsidRPr="00355DA2" w:rsidRDefault="00255C6B" w:rsidP="00255C6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255C6B" w:rsidRPr="00355DA2" w:rsidRDefault="00355DA2" w:rsidP="00255C6B">
            <w:pPr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799978,4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720000,0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55C6B" w:rsidRPr="00355DA2" w:rsidRDefault="00255C6B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355DA2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720000,0</w:t>
            </w:r>
          </w:p>
        </w:tc>
      </w:tr>
    </w:tbl>
    <w:p w:rsidR="00080FC0" w:rsidRDefault="00080FC0" w:rsidP="0081194A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tbl>
      <w:tblPr>
        <w:tblW w:w="9639" w:type="dxa"/>
        <w:tblInd w:w="392" w:type="dxa"/>
        <w:tblLook w:val="0000"/>
      </w:tblPr>
      <w:tblGrid>
        <w:gridCol w:w="594"/>
        <w:gridCol w:w="4660"/>
        <w:gridCol w:w="4385"/>
      </w:tblGrid>
      <w:tr w:rsidR="00CC0171" w:rsidRPr="00320B77" w:rsidTr="00CC0171">
        <w:trPr>
          <w:trHeight w:val="157"/>
        </w:trPr>
        <w:tc>
          <w:tcPr>
            <w:tcW w:w="9639" w:type="dxa"/>
            <w:gridSpan w:val="3"/>
            <w:vAlign w:val="center"/>
          </w:tcPr>
          <w:p w:rsidR="00CC0171" w:rsidRPr="00320B77" w:rsidRDefault="00CC0171" w:rsidP="00CC0171">
            <w:pPr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br w:type="page"/>
            </w:r>
            <w:r w:rsidRPr="00320B77">
              <w:rPr>
                <w:rFonts w:ascii="PT Astra Serif" w:hAnsi="PT Astra Serif"/>
                <w:sz w:val="28"/>
                <w:szCs w:val="28"/>
              </w:rPr>
              <w:br w:type="page"/>
              <w:t>Таблица 36</w:t>
            </w:r>
          </w:p>
          <w:p w:rsidR="00CC0171" w:rsidRPr="00320B77" w:rsidRDefault="00CC0171" w:rsidP="00CC0171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CC0171" w:rsidRPr="00320B77" w:rsidTr="00CC0171">
        <w:trPr>
          <w:trHeight w:val="1908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0171" w:rsidRPr="00320B77" w:rsidRDefault="00CC0171" w:rsidP="00B42DDD">
            <w:pPr>
              <w:pStyle w:val="ConsPlusTitle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 w:cs="Times New Roman"/>
                <w:sz w:val="28"/>
                <w:szCs w:val="28"/>
              </w:rPr>
              <w:t>Распределение субвенций бюджетам муниципальных районов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и городских округов Ульяновской области в целях финансового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обеспечения исполнения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государственных полномочий Ульяновской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области, связанных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с осуществлением обучающимся 10-х (11-х)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и 11-х (12-х) классов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муниципальных общеобразовательных</w:t>
            </w:r>
            <w:r w:rsidR="00B42DDD" w:rsidRPr="00320B77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организаций ежемесячных</w:t>
            </w:r>
            <w:r w:rsidR="0000097F" w:rsidRPr="00320B77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320B77">
              <w:rPr>
                <w:rFonts w:ascii="PT Astra Serif" w:hAnsi="PT Astra Serif" w:cs="Times New Roman"/>
                <w:sz w:val="28"/>
                <w:szCs w:val="28"/>
              </w:rPr>
              <w:t>денежных выплат на 2022 год</w:t>
            </w:r>
          </w:p>
        </w:tc>
      </w:tr>
      <w:tr w:rsidR="00CC0171" w:rsidRPr="00320B77" w:rsidTr="00CC0171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171" w:rsidRPr="00320B77" w:rsidRDefault="00CC0171" w:rsidP="00CC0171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171" w:rsidRPr="00320B77" w:rsidRDefault="00CC0171" w:rsidP="00CC0171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171" w:rsidRPr="00320B77" w:rsidRDefault="00CC0171" w:rsidP="00CC017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CC0171" w:rsidRPr="00320B77" w:rsidRDefault="00CC0171" w:rsidP="00CC0171">
      <w:pPr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51"/>
        <w:gridCol w:w="4394"/>
      </w:tblGrid>
      <w:tr w:rsidR="00CC0171" w:rsidRPr="00320B77" w:rsidTr="00CC0171">
        <w:trPr>
          <w:trHeight w:val="531"/>
        </w:trPr>
        <w:tc>
          <w:tcPr>
            <w:tcW w:w="594" w:type="dxa"/>
            <w:vAlign w:val="center"/>
          </w:tcPr>
          <w:p w:rsidR="00CC0171" w:rsidRPr="00320B77" w:rsidRDefault="00CC0171" w:rsidP="00CC017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t>№</w:t>
            </w:r>
            <w:r w:rsidRPr="00320B7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651" w:type="dxa"/>
            <w:vAlign w:val="center"/>
          </w:tcPr>
          <w:p w:rsidR="00CC0171" w:rsidRPr="00320B77" w:rsidRDefault="00CC0171" w:rsidP="00CC017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320B77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CC0171" w:rsidRPr="00320B77" w:rsidRDefault="00CC0171" w:rsidP="00CC017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t>Сумма</w:t>
            </w:r>
          </w:p>
        </w:tc>
      </w:tr>
    </w:tbl>
    <w:p w:rsidR="00CC0171" w:rsidRPr="00320B77" w:rsidRDefault="00CC0171">
      <w:pPr>
        <w:rPr>
          <w:sz w:val="2"/>
          <w:szCs w:val="2"/>
        </w:rPr>
      </w:pPr>
    </w:p>
    <w:tbl>
      <w:tblPr>
        <w:tblW w:w="9639" w:type="dxa"/>
        <w:tblInd w:w="392" w:type="dxa"/>
        <w:tblLook w:val="0000"/>
      </w:tblPr>
      <w:tblGrid>
        <w:gridCol w:w="594"/>
        <w:gridCol w:w="4651"/>
        <w:gridCol w:w="4394"/>
      </w:tblGrid>
      <w:tr w:rsidR="00CC0171" w:rsidRPr="00123BB0" w:rsidTr="00CC0171">
        <w:trPr>
          <w:trHeight w:val="1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171" w:rsidRPr="00320B77" w:rsidRDefault="00CC0171" w:rsidP="00CC017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171" w:rsidRPr="00320B77" w:rsidRDefault="00CC0171" w:rsidP="00CC017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171" w:rsidRPr="00320B77" w:rsidRDefault="00CC0171" w:rsidP="00CC017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20B7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320B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1F21CC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320B77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48,3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320B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1F21CC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320B77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280,6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320B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1F21CC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320B77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78,0</w:t>
            </w:r>
          </w:p>
        </w:tc>
      </w:tr>
      <w:tr w:rsidR="00320B77" w:rsidRPr="001F21CC" w:rsidTr="00D0573D">
        <w:trPr>
          <w:trHeight w:val="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320B7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1F21CC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320B77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407,6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118,8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155,5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83,6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135,9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96,5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65,0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224,4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125,5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117,4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158,5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181,7</w:t>
            </w:r>
          </w:p>
        </w:tc>
      </w:tr>
      <w:tr w:rsidR="00320B77" w:rsidRPr="001F21CC" w:rsidTr="00D0573D">
        <w:trPr>
          <w:trHeight w:val="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66,8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45,9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48,3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324,8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158,6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295,2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F21CC">
              <w:rPr>
                <w:rFonts w:ascii="PT Astra Serif" w:hAnsi="PT Astra Serif"/>
                <w:b/>
                <w:sz w:val="28"/>
                <w:szCs w:val="28"/>
              </w:rPr>
              <w:t>3216,9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556,4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79,6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21CC">
              <w:rPr>
                <w:rFonts w:ascii="PT Astra Serif" w:hAnsi="PT Astra Serif"/>
                <w:sz w:val="28"/>
                <w:szCs w:val="28"/>
              </w:rPr>
              <w:t>3214,4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1F21CC" w:rsidRDefault="00320B77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1F21CC">
              <w:rPr>
                <w:rFonts w:ascii="PT Astra Serif" w:hAnsi="PT Astra Serif"/>
                <w:b/>
                <w:sz w:val="28"/>
                <w:szCs w:val="28"/>
              </w:rPr>
              <w:t>3850,4</w:t>
            </w:r>
          </w:p>
        </w:tc>
      </w:tr>
      <w:tr w:rsidR="00320B77" w:rsidRPr="001F21CC" w:rsidTr="001F21CC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0B77" w:rsidRPr="001F21CC" w:rsidRDefault="00320B77" w:rsidP="00D0573D">
            <w:pPr>
              <w:spacing w:line="230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20B77" w:rsidRPr="001F21CC" w:rsidRDefault="00320B77" w:rsidP="00D0573D">
            <w:pPr>
              <w:spacing w:line="23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F21C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0B77" w:rsidRPr="0081194A" w:rsidRDefault="0081194A" w:rsidP="00D0573D">
            <w:pPr>
              <w:pStyle w:val="ConsPlusNormal"/>
              <w:spacing w:line="230" w:lineRule="auto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</w:t>
            </w:r>
            <w:r w:rsidR="00320B77" w:rsidRPr="001F21CC">
              <w:rPr>
                <w:rFonts w:ascii="PT Astra Serif" w:hAnsi="PT Astra Serif"/>
                <w:b/>
                <w:sz w:val="28"/>
                <w:szCs w:val="28"/>
              </w:rPr>
              <w:t>7067,3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D745B9" w:rsidRPr="0081194A" w:rsidRDefault="0081194A" w:rsidP="00D0573D">
      <w:pPr>
        <w:spacing w:before="120" w:line="230" w:lineRule="auto"/>
        <w:ind w:firstLine="709"/>
        <w:rPr>
          <w:rFonts w:ascii="PT Astra Serif" w:hAnsi="PT Astra Serif"/>
          <w:sz w:val="28"/>
          <w:szCs w:val="28"/>
        </w:rPr>
      </w:pPr>
      <w:r w:rsidRPr="0081194A">
        <w:rPr>
          <w:rFonts w:ascii="PT Astra Serif" w:hAnsi="PT Astra Serif"/>
          <w:sz w:val="28"/>
          <w:szCs w:val="28"/>
        </w:rPr>
        <w:t>д</w:t>
      </w:r>
      <w:r w:rsidR="00C5359D" w:rsidRPr="0081194A">
        <w:rPr>
          <w:rFonts w:ascii="PT Astra Serif" w:hAnsi="PT Astra Serif"/>
          <w:sz w:val="28"/>
          <w:szCs w:val="28"/>
        </w:rPr>
        <w:t>) таблиц</w:t>
      </w:r>
      <w:r w:rsidR="00EA4121" w:rsidRPr="0081194A">
        <w:rPr>
          <w:rFonts w:ascii="PT Astra Serif" w:hAnsi="PT Astra Serif"/>
          <w:sz w:val="28"/>
          <w:szCs w:val="28"/>
        </w:rPr>
        <w:t>ы</w:t>
      </w:r>
      <w:r w:rsidR="00C5359D" w:rsidRPr="0081194A">
        <w:rPr>
          <w:rFonts w:ascii="PT Astra Serif" w:hAnsi="PT Astra Serif"/>
          <w:sz w:val="28"/>
          <w:szCs w:val="28"/>
        </w:rPr>
        <w:t xml:space="preserve"> 38</w:t>
      </w:r>
      <w:r w:rsidR="00EA4121" w:rsidRPr="0081194A">
        <w:rPr>
          <w:rFonts w:ascii="PT Astra Serif" w:hAnsi="PT Astra Serif"/>
          <w:sz w:val="28"/>
          <w:szCs w:val="28"/>
        </w:rPr>
        <w:t>-41</w:t>
      </w:r>
      <w:r w:rsidR="00C5359D" w:rsidRPr="0081194A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tbl>
      <w:tblPr>
        <w:tblW w:w="9639" w:type="dxa"/>
        <w:tblInd w:w="392" w:type="dxa"/>
        <w:tblLook w:val="0000"/>
      </w:tblPr>
      <w:tblGrid>
        <w:gridCol w:w="594"/>
        <w:gridCol w:w="4660"/>
        <w:gridCol w:w="4385"/>
      </w:tblGrid>
      <w:tr w:rsidR="00AE20E7" w:rsidRPr="00123BB0" w:rsidTr="00AE20E7">
        <w:trPr>
          <w:trHeight w:val="157"/>
        </w:trPr>
        <w:tc>
          <w:tcPr>
            <w:tcW w:w="9639" w:type="dxa"/>
            <w:gridSpan w:val="3"/>
            <w:vAlign w:val="center"/>
          </w:tcPr>
          <w:p w:rsidR="00AE20E7" w:rsidRPr="002A0D2A" w:rsidRDefault="00AE20E7" w:rsidP="00D0573D">
            <w:pPr>
              <w:spacing w:line="230" w:lineRule="auto"/>
              <w:ind w:right="-108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br w:type="page"/>
            </w:r>
            <w:r w:rsidRPr="002A0D2A">
              <w:rPr>
                <w:rFonts w:ascii="PT Astra Serif" w:hAnsi="PT Astra Serif"/>
                <w:sz w:val="28"/>
                <w:szCs w:val="28"/>
              </w:rPr>
              <w:br w:type="page"/>
            </w:r>
            <w:r w:rsidR="00153CFB">
              <w:rPr>
                <w:rFonts w:ascii="PT Astra Serif" w:hAnsi="PT Astra Serif"/>
                <w:sz w:val="28"/>
                <w:szCs w:val="28"/>
              </w:rPr>
              <w:t>«</w:t>
            </w:r>
            <w:r w:rsidRPr="002A0D2A">
              <w:rPr>
                <w:rFonts w:ascii="PT Astra Serif" w:hAnsi="PT Astra Serif"/>
                <w:bCs/>
                <w:sz w:val="28"/>
                <w:szCs w:val="28"/>
              </w:rPr>
              <w:t>Таблица 38</w:t>
            </w:r>
          </w:p>
          <w:p w:rsidR="00AE20E7" w:rsidRPr="002A0D2A" w:rsidRDefault="00AE20E7" w:rsidP="00D0573D">
            <w:pPr>
              <w:spacing w:line="230" w:lineRule="auto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AE20E7" w:rsidRPr="002A0D2A" w:rsidTr="00AE20E7">
        <w:trPr>
          <w:trHeight w:val="1908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20E7" w:rsidRPr="002A0D2A" w:rsidRDefault="0000097F" w:rsidP="00D0573D">
            <w:pPr>
              <w:pStyle w:val="ConsPlusTitle"/>
              <w:spacing w:line="230" w:lineRule="auto"/>
              <w:jc w:val="center"/>
              <w:rPr>
                <w:rFonts w:ascii="PT Astra Serif" w:hAnsi="PT Astra Serif"/>
                <w:b w:val="0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Распределение субвенций бюджетам муниципальных районов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и городских округов Ульяновской области в целях финансового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обеспечения осуществления переданных органам местного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самоуправления государственных полномочий Ульяновской области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по предоставлению родителям (законным представителям) детей,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организации родительской платы за присмотр и уход за детьми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на 2022 год и на плановый период 2023 и 2024 годов</w:t>
            </w:r>
          </w:p>
        </w:tc>
      </w:tr>
      <w:tr w:rsidR="00AE20E7" w:rsidRPr="002A0D2A" w:rsidTr="00AE20E7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20E7" w:rsidRPr="002A0D2A" w:rsidRDefault="00AE20E7" w:rsidP="00D0573D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20E7" w:rsidRPr="002A0D2A" w:rsidRDefault="00AE20E7" w:rsidP="00D0573D">
            <w:pPr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E20E7" w:rsidRPr="002A0D2A" w:rsidRDefault="00AE20E7" w:rsidP="00D0573D">
            <w:pPr>
              <w:spacing w:line="23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AE20E7" w:rsidRPr="002A0D2A" w:rsidRDefault="00AE20E7" w:rsidP="00D0573D">
      <w:pPr>
        <w:spacing w:line="230" w:lineRule="auto"/>
        <w:rPr>
          <w:rFonts w:ascii="PT Astra Serif" w:hAnsi="PT Astra Serif"/>
          <w:sz w:val="2"/>
          <w:szCs w:val="2"/>
        </w:rPr>
      </w:pPr>
    </w:p>
    <w:tbl>
      <w:tblPr>
        <w:tblW w:w="9593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00"/>
        <w:gridCol w:w="1826"/>
        <w:gridCol w:w="1706"/>
        <w:gridCol w:w="1667"/>
      </w:tblGrid>
      <w:tr w:rsidR="00AE20E7" w:rsidRPr="002A0D2A" w:rsidTr="00FC6438">
        <w:trPr>
          <w:trHeight w:val="531"/>
        </w:trPr>
        <w:tc>
          <w:tcPr>
            <w:tcW w:w="594" w:type="dxa"/>
            <w:vAlign w:val="center"/>
          </w:tcPr>
          <w:p w:rsidR="00AE20E7" w:rsidRPr="002A0D2A" w:rsidRDefault="00AE20E7" w:rsidP="00D0573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№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00" w:type="dxa"/>
            <w:vAlign w:val="center"/>
          </w:tcPr>
          <w:p w:rsidR="00AE20E7" w:rsidRPr="002A0D2A" w:rsidRDefault="00AE20E7" w:rsidP="00D0573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Наименование</w:t>
            </w:r>
            <w:r w:rsidRPr="002A0D2A">
              <w:rPr>
                <w:rFonts w:ascii="PT Astra Serif" w:hAnsi="PT Astra Serif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26" w:type="dxa"/>
            <w:vAlign w:val="center"/>
          </w:tcPr>
          <w:p w:rsidR="00AE20E7" w:rsidRPr="002A0D2A" w:rsidRDefault="00AE20E7" w:rsidP="00D0573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06" w:type="dxa"/>
            <w:vAlign w:val="center"/>
          </w:tcPr>
          <w:p w:rsidR="00AE20E7" w:rsidRPr="002A0D2A" w:rsidRDefault="00AE20E7" w:rsidP="00D0573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667" w:type="dxa"/>
            <w:vAlign w:val="center"/>
          </w:tcPr>
          <w:p w:rsidR="00AE20E7" w:rsidRPr="002A0D2A" w:rsidRDefault="00AE20E7" w:rsidP="00D0573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AE20E7" w:rsidRPr="002A0D2A" w:rsidRDefault="00AE20E7" w:rsidP="00885EE8">
      <w:pPr>
        <w:spacing w:line="120" w:lineRule="auto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000"/>
      </w:tblPr>
      <w:tblGrid>
        <w:gridCol w:w="594"/>
        <w:gridCol w:w="3800"/>
        <w:gridCol w:w="1826"/>
        <w:gridCol w:w="1707"/>
        <w:gridCol w:w="1664"/>
      </w:tblGrid>
      <w:tr w:rsidR="00AE20E7" w:rsidRPr="00123BB0" w:rsidTr="0000097F">
        <w:trPr>
          <w:trHeight w:val="1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0E7" w:rsidRPr="002A0D2A" w:rsidRDefault="00AE20E7" w:rsidP="00AE20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0E7" w:rsidRPr="002A0D2A" w:rsidRDefault="00AE20E7" w:rsidP="00AE20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E20E7" w:rsidRPr="002A0D2A" w:rsidRDefault="00AE20E7" w:rsidP="00AE20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0E7" w:rsidRPr="002A0D2A" w:rsidRDefault="00AE20E7" w:rsidP="00AE20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20E7" w:rsidRPr="002A0D2A" w:rsidRDefault="00AE20E7" w:rsidP="00AE20E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A0D2A" w:rsidTr="00D0573D">
        <w:trPr>
          <w:trHeight w:val="6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698,5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274,0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303,1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6824,5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1518,4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1568,6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2576,7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739,7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789,3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5150,0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957,9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1020,5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4577,4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1216,8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1298,7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2569,3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768,4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847,0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3525,4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935,6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920,0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5283,3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1678,0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1729,4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4213,8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1103,3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1170,4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2299,8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456,2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466,4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6740,8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1447,5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1573,8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1260,0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528,8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554,0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3037,0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605,4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580,2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4047,5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1135,9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1185,3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1807,9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333,3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357,1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2378,7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769,1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732,3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1516,9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506,1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505,0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2279,0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643,3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695,5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9442,6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2734,8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2848,5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3787,2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1148,6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1105,9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6314,0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1996,9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1952,8</w:t>
            </w:r>
          </w:p>
        </w:tc>
      </w:tr>
      <w:tr w:rsidR="002A0D2A" w:rsidRPr="000953FC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0953FC" w:rsidRDefault="002A0D2A" w:rsidP="002A0D2A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0953FC" w:rsidRDefault="002A0D2A" w:rsidP="002A0D2A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80330,3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21498,0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22203,8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44951,7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12751,2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12851,6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4900,0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1008,7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994,9</w:t>
            </w:r>
          </w:p>
        </w:tc>
      </w:tr>
      <w:tr w:rsidR="002A0D2A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2A0D2A" w:rsidRDefault="002A0D2A" w:rsidP="002A0D2A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A0D2A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A0D2A">
              <w:rPr>
                <w:rFonts w:ascii="PT Astra Serif" w:hAnsi="PT Astra Serif"/>
                <w:sz w:val="28"/>
                <w:szCs w:val="28"/>
              </w:rPr>
              <w:t>203500,03687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52242,1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51449,7</w:t>
            </w:r>
          </w:p>
        </w:tc>
      </w:tr>
      <w:tr w:rsidR="002A0D2A" w:rsidRPr="000953FC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0953FC" w:rsidRDefault="002A0D2A" w:rsidP="002A0D2A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0953FC" w:rsidRDefault="002A0D2A" w:rsidP="002A0D2A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253351,73687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66002,0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65296,2</w:t>
            </w:r>
          </w:p>
        </w:tc>
      </w:tr>
      <w:tr w:rsidR="002A0D2A" w:rsidRPr="000953FC" w:rsidTr="002A0D2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0953FC" w:rsidRDefault="002A0D2A" w:rsidP="002A0D2A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2A0D2A" w:rsidRPr="000953FC" w:rsidRDefault="002A0D2A" w:rsidP="002A0D2A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333682,03687</w:t>
            </w:r>
          </w:p>
        </w:tc>
        <w:tc>
          <w:tcPr>
            <w:tcW w:w="17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87500,0</w:t>
            </w:r>
          </w:p>
        </w:tc>
        <w:tc>
          <w:tcPr>
            <w:tcW w:w="166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0D2A" w:rsidRPr="000953FC" w:rsidRDefault="002A0D2A" w:rsidP="002A0D2A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0953FC">
              <w:rPr>
                <w:rFonts w:ascii="PT Astra Serif" w:hAnsi="PT Astra Serif"/>
                <w:b/>
                <w:sz w:val="28"/>
                <w:szCs w:val="28"/>
              </w:rPr>
              <w:t>87500,0</w:t>
            </w:r>
          </w:p>
        </w:tc>
      </w:tr>
    </w:tbl>
    <w:p w:rsidR="0000097F" w:rsidRDefault="0000097F" w:rsidP="00EA4121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tbl>
      <w:tblPr>
        <w:tblW w:w="9639" w:type="dxa"/>
        <w:tblInd w:w="392" w:type="dxa"/>
        <w:tblLook w:val="0000"/>
      </w:tblPr>
      <w:tblGrid>
        <w:gridCol w:w="735"/>
        <w:gridCol w:w="4680"/>
        <w:gridCol w:w="4224"/>
      </w:tblGrid>
      <w:tr w:rsidR="00ED7DC7" w:rsidRPr="00123BB0" w:rsidTr="00F01C55">
        <w:trPr>
          <w:trHeight w:val="157"/>
        </w:trPr>
        <w:tc>
          <w:tcPr>
            <w:tcW w:w="9639" w:type="dxa"/>
            <w:gridSpan w:val="3"/>
            <w:vAlign w:val="center"/>
          </w:tcPr>
          <w:p w:rsidR="00ED7DC7" w:rsidRPr="000840A2" w:rsidRDefault="00ED7DC7" w:rsidP="00ED7DC7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0840A2">
              <w:rPr>
                <w:rFonts w:ascii="PT Astra Serif" w:hAnsi="PT Astra Serif"/>
                <w:bCs/>
                <w:sz w:val="28"/>
                <w:szCs w:val="28"/>
              </w:rPr>
              <w:t>Таблица 39</w:t>
            </w:r>
          </w:p>
          <w:p w:rsidR="00ED7DC7" w:rsidRPr="000840A2" w:rsidRDefault="00ED7DC7" w:rsidP="00ED7DC7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D7DC7" w:rsidRPr="000840A2" w:rsidTr="00F01C55">
        <w:trPr>
          <w:trHeight w:val="169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DC7" w:rsidRPr="000840A2" w:rsidRDefault="00ED7DC7" w:rsidP="00ED7DC7">
            <w:pPr>
              <w:pStyle w:val="ConsPlusTitle"/>
              <w:jc w:val="center"/>
              <w:rPr>
                <w:rFonts w:ascii="PT Astra Serif" w:hAnsi="PT Astra Serif"/>
                <w:b w:val="0"/>
                <w:bCs w:val="0"/>
                <w:sz w:val="28"/>
                <w:szCs w:val="28"/>
              </w:rPr>
            </w:pPr>
            <w:r w:rsidRPr="000840A2">
              <w:rPr>
                <w:rFonts w:ascii="PT Astra Serif" w:hAnsi="PT Astra Serif" w:cs="Times New Roman"/>
                <w:sz w:val="28"/>
                <w:szCs w:val="28"/>
              </w:rPr>
              <w:t>Распределение субвенций бюджетам муниципальных районов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>и городских округов Ульяновской области в целях финансового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>обеспечения осуществления государственных полномочий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>Ульяновской области, связанных с организацией и обеспечением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>получения педагогическими работниками муниципальных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>образовательных организаций не реже чем один раз в три года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дополнительного профессионального образования по профилю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>педагогической деятельности за счёт бюджетных ассигнований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областного бюджета Ульяновской области, на 2022 год </w:t>
            </w:r>
            <w:r w:rsidRPr="000840A2">
              <w:rPr>
                <w:rFonts w:ascii="PT Astra Serif" w:hAnsi="PT Astra Serif" w:cs="Times New Roman"/>
                <w:sz w:val="28"/>
                <w:szCs w:val="28"/>
              </w:rPr>
              <w:br/>
              <w:t>и на плановый период 2023 и 2024 годов</w:t>
            </w:r>
          </w:p>
        </w:tc>
      </w:tr>
      <w:tr w:rsidR="00ED7DC7" w:rsidRPr="000840A2" w:rsidTr="00F01C5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7DC7" w:rsidRPr="000840A2" w:rsidRDefault="00ED7DC7" w:rsidP="00ED7DC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7DC7" w:rsidRPr="000840A2" w:rsidRDefault="00ED7DC7" w:rsidP="00ED7DC7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7DC7" w:rsidRPr="000840A2" w:rsidRDefault="00ED7DC7" w:rsidP="00ED7DC7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ED7DC7" w:rsidRPr="000840A2" w:rsidRDefault="00ED7DC7" w:rsidP="00ED7DC7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659"/>
        <w:gridCol w:w="1748"/>
        <w:gridCol w:w="1748"/>
        <w:gridCol w:w="1701"/>
      </w:tblGrid>
      <w:tr w:rsidR="00ED7DC7" w:rsidRPr="000840A2" w:rsidTr="00F01C55">
        <w:trPr>
          <w:trHeight w:val="501"/>
        </w:trPr>
        <w:tc>
          <w:tcPr>
            <w:tcW w:w="735" w:type="dxa"/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№</w:t>
            </w:r>
            <w:r w:rsidRPr="000840A2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ED7DC7" w:rsidRPr="000840A2" w:rsidRDefault="00ED7DC7" w:rsidP="00ED7DC7">
      <w:pPr>
        <w:spacing w:line="120" w:lineRule="auto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000"/>
      </w:tblPr>
      <w:tblGrid>
        <w:gridCol w:w="720"/>
        <w:gridCol w:w="3674"/>
        <w:gridCol w:w="1748"/>
        <w:gridCol w:w="1748"/>
        <w:gridCol w:w="1701"/>
      </w:tblGrid>
      <w:tr w:rsidR="00ED7DC7" w:rsidRPr="00123BB0" w:rsidTr="00F01C55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DC7" w:rsidRPr="000840A2" w:rsidRDefault="00ED7DC7" w:rsidP="00ED7DC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840A2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86,8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27,2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965,8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232,8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267,4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151,8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74,7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336,6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126,0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480,8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116,3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196,1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261,1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69,8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375,5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108,6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272,5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88,3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189,8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86,5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91,3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23,8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354,2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84,9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426,7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101,1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127,1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33,2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356,6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86,9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29,9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379,7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112,0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23,6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753,5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72,7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629,4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169,3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1011,1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177,3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7844,7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1944,5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1944,2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1204,8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36,7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130,6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46,3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6839,9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1956,3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color w:val="000000"/>
                <w:sz w:val="28"/>
                <w:szCs w:val="28"/>
              </w:rPr>
              <w:t>1972,8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8175,3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2055,8</w:t>
            </w:r>
          </w:p>
        </w:tc>
      </w:tr>
      <w:tr w:rsidR="000840A2" w:rsidRPr="000840A2" w:rsidTr="000840A2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840A2" w:rsidRPr="000840A2" w:rsidRDefault="000840A2" w:rsidP="000840A2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16020,0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40A2" w:rsidRPr="000840A2" w:rsidRDefault="000840A2" w:rsidP="000840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0840A2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4000,0</w:t>
            </w:r>
          </w:p>
        </w:tc>
      </w:tr>
    </w:tbl>
    <w:p w:rsidR="00ED7DC7" w:rsidRDefault="00ED7DC7" w:rsidP="00EA4121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p w:rsidR="00862891" w:rsidRDefault="00862891" w:rsidP="00EA4121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p w:rsidR="00862891" w:rsidRDefault="00862891" w:rsidP="00EA4121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p w:rsidR="00862891" w:rsidRDefault="00862891" w:rsidP="00EA4121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tbl>
      <w:tblPr>
        <w:tblW w:w="9639" w:type="dxa"/>
        <w:tblInd w:w="392" w:type="dxa"/>
        <w:tblLook w:val="0000"/>
      </w:tblPr>
      <w:tblGrid>
        <w:gridCol w:w="735"/>
        <w:gridCol w:w="4680"/>
        <w:gridCol w:w="4224"/>
      </w:tblGrid>
      <w:tr w:rsidR="00837AA2" w:rsidRPr="00A01801" w:rsidTr="00F01C55">
        <w:trPr>
          <w:trHeight w:val="157"/>
        </w:trPr>
        <w:tc>
          <w:tcPr>
            <w:tcW w:w="9639" w:type="dxa"/>
            <w:gridSpan w:val="3"/>
            <w:vAlign w:val="center"/>
          </w:tcPr>
          <w:p w:rsidR="00837AA2" w:rsidRPr="00A01801" w:rsidRDefault="00837AA2" w:rsidP="00F01C5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A01801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Таблица 40</w:t>
            </w:r>
          </w:p>
          <w:p w:rsidR="00837AA2" w:rsidRPr="00A01801" w:rsidRDefault="00837AA2" w:rsidP="00F01C5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837AA2" w:rsidRPr="00A01801" w:rsidTr="00F01C55">
        <w:trPr>
          <w:trHeight w:val="169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AA2" w:rsidRPr="00A01801" w:rsidRDefault="00837AA2" w:rsidP="00837AA2">
            <w:pPr>
              <w:pStyle w:val="ConsPlusTitle"/>
              <w:jc w:val="center"/>
              <w:rPr>
                <w:rFonts w:ascii="PT Astra Serif" w:hAnsi="PT Astra Serif"/>
                <w:b w:val="0"/>
                <w:bCs w:val="0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Распределение субвенций бюджетам муниципальных районов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и городских округов Ульяновской области в целях финансового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обеспечения переданных органам местного самоуправления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государственных полномочий Ульяновской области по осуществлению ежемесячной доплаты за наличие учёной степени кандидата наук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или доктора наук педагогическим работникам муниципальных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общеобразовательных организаций, имеющим учёную степень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и замещающим (занимающим) в указанных общеобразовательных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 xml:space="preserve">организациях штатные должности, предусмотренные 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квалификационными справочниками или профессиональными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стандартами, на 2022 год и на плановый период 2023 и 2024 годов</w:t>
            </w:r>
          </w:p>
        </w:tc>
      </w:tr>
      <w:tr w:rsidR="00837AA2" w:rsidRPr="00A01801" w:rsidTr="00F01C5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AA2" w:rsidRPr="00A01801" w:rsidRDefault="00837AA2" w:rsidP="00F01C5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AA2" w:rsidRPr="00A01801" w:rsidRDefault="00837AA2" w:rsidP="00F01C5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7AA2" w:rsidRPr="00A01801" w:rsidRDefault="00837AA2" w:rsidP="00F01C5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837AA2" w:rsidRPr="00A01801" w:rsidRDefault="00837AA2" w:rsidP="00837AA2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659"/>
        <w:gridCol w:w="1748"/>
        <w:gridCol w:w="1748"/>
        <w:gridCol w:w="1701"/>
      </w:tblGrid>
      <w:tr w:rsidR="00837AA2" w:rsidRPr="00A01801" w:rsidTr="00F01C55">
        <w:trPr>
          <w:trHeight w:val="501"/>
        </w:trPr>
        <w:tc>
          <w:tcPr>
            <w:tcW w:w="735" w:type="dxa"/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№</w:t>
            </w:r>
            <w:r w:rsidRPr="00A01801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837AA2" w:rsidRPr="00A01801" w:rsidRDefault="00837AA2" w:rsidP="00837AA2">
      <w:pPr>
        <w:spacing w:line="120" w:lineRule="auto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000"/>
      </w:tblPr>
      <w:tblGrid>
        <w:gridCol w:w="720"/>
        <w:gridCol w:w="3674"/>
        <w:gridCol w:w="1748"/>
        <w:gridCol w:w="1748"/>
        <w:gridCol w:w="1701"/>
      </w:tblGrid>
      <w:tr w:rsidR="00837AA2" w:rsidRPr="00123BB0" w:rsidTr="00F01C55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AA2" w:rsidRPr="00A01801" w:rsidRDefault="00837AA2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23,6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5,7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5,7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47,1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29,3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34,0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70,7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0,0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141,4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45,4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145,3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5,7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290,3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123,3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01801">
              <w:rPr>
                <w:rFonts w:ascii="PT Astra Serif" w:hAnsi="PT Astra Serif"/>
                <w:sz w:val="28"/>
                <w:szCs w:val="28"/>
              </w:rPr>
              <w:t>118,9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435,6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129,1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124,6</w:t>
            </w:r>
          </w:p>
        </w:tc>
      </w:tr>
      <w:tr w:rsidR="00A01801" w:rsidRPr="00123BB0" w:rsidTr="00A01801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01801" w:rsidRPr="00A01801" w:rsidRDefault="00A01801" w:rsidP="00837AA2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577,0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801" w:rsidRPr="00A01801" w:rsidRDefault="00A01801" w:rsidP="00A01801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A01801">
              <w:rPr>
                <w:rFonts w:ascii="PT Astra Serif" w:hAnsi="PT Astra Serif"/>
                <w:b/>
                <w:sz w:val="28"/>
                <w:szCs w:val="28"/>
              </w:rPr>
              <w:t>170,0</w:t>
            </w:r>
          </w:p>
        </w:tc>
      </w:tr>
    </w:tbl>
    <w:p w:rsidR="00705247" w:rsidRDefault="00705247" w:rsidP="00EA4121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tbl>
      <w:tblPr>
        <w:tblW w:w="9639" w:type="dxa"/>
        <w:tblInd w:w="392" w:type="dxa"/>
        <w:tblLook w:val="0000"/>
      </w:tblPr>
      <w:tblGrid>
        <w:gridCol w:w="735"/>
        <w:gridCol w:w="4680"/>
        <w:gridCol w:w="4224"/>
      </w:tblGrid>
      <w:tr w:rsidR="00907A36" w:rsidRPr="00123BB0" w:rsidTr="00F01C55">
        <w:trPr>
          <w:trHeight w:val="157"/>
        </w:trPr>
        <w:tc>
          <w:tcPr>
            <w:tcW w:w="9639" w:type="dxa"/>
            <w:gridSpan w:val="3"/>
            <w:vAlign w:val="center"/>
          </w:tcPr>
          <w:p w:rsidR="00907A36" w:rsidRPr="001C0497" w:rsidRDefault="00907A36" w:rsidP="00F01C5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1C0497">
              <w:rPr>
                <w:rFonts w:ascii="PT Astra Serif" w:hAnsi="PT Astra Serif"/>
                <w:bCs/>
                <w:sz w:val="28"/>
                <w:szCs w:val="28"/>
              </w:rPr>
              <w:t>Таблица 41</w:t>
            </w:r>
          </w:p>
          <w:p w:rsidR="00907A36" w:rsidRPr="001C0497" w:rsidRDefault="00907A36" w:rsidP="00F01C5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907A36" w:rsidRPr="001C0497" w:rsidTr="00F01C55">
        <w:trPr>
          <w:trHeight w:val="169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A36" w:rsidRPr="001C0497" w:rsidRDefault="00907A36" w:rsidP="00B42DDD">
            <w:pPr>
              <w:pStyle w:val="ConsPlusTitle"/>
              <w:jc w:val="center"/>
              <w:rPr>
                <w:rFonts w:ascii="PT Astra Serif" w:hAnsi="PT Astra Serif"/>
                <w:b w:val="0"/>
                <w:bCs w:val="0"/>
                <w:sz w:val="28"/>
                <w:szCs w:val="28"/>
              </w:rPr>
            </w:pPr>
            <w:r w:rsidRPr="001C0497">
              <w:rPr>
                <w:rFonts w:ascii="PT Astra Serif" w:hAnsi="PT Astra Serif" w:cs="Times New Roman"/>
                <w:sz w:val="28"/>
                <w:szCs w:val="28"/>
              </w:rPr>
              <w:t>Распределение субвенций бюджетам муниципальных районов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>и городских округов Ульяновской области в целях финансового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>обеспечения переданных органам местного самоуправления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государственных полномочий Ульяновской области по финансовому обеспечению предоставления единовременных денежных выплат 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педагогическим работникам муниципальных образовательных 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организаций, реализующих образовательную программу дошкольного образования, имеющим статус молодых специалистов 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(за исключением педагогических работников, работающих 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>и проживающих в сельских населённых пунктах, рабочих посёлках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(посёлках городского типа) Ульяновской области), на 2022 год </w:t>
            </w:r>
            <w:r w:rsidRPr="001C0497">
              <w:rPr>
                <w:rFonts w:ascii="PT Astra Serif" w:hAnsi="PT Astra Serif" w:cs="Times New Roman"/>
                <w:sz w:val="28"/>
                <w:szCs w:val="28"/>
              </w:rPr>
              <w:br/>
              <w:t>и на плановый период 2023 и 2024 годов</w:t>
            </w:r>
          </w:p>
        </w:tc>
      </w:tr>
      <w:tr w:rsidR="00907A36" w:rsidRPr="001C0497" w:rsidTr="00F01C55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907A36" w:rsidP="00F01C5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907A36" w:rsidP="00F01C5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907A36" w:rsidP="00F01C5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907A36" w:rsidRPr="001C0497" w:rsidRDefault="00907A36" w:rsidP="00907A36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659"/>
        <w:gridCol w:w="1748"/>
        <w:gridCol w:w="1748"/>
        <w:gridCol w:w="1701"/>
      </w:tblGrid>
      <w:tr w:rsidR="00907A36" w:rsidRPr="001C0497" w:rsidTr="00F01C55">
        <w:trPr>
          <w:trHeight w:val="501"/>
        </w:trPr>
        <w:tc>
          <w:tcPr>
            <w:tcW w:w="735" w:type="dxa"/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lastRenderedPageBreak/>
              <w:t>№</w:t>
            </w:r>
            <w:r w:rsidRPr="001C0497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907A36" w:rsidRPr="001C0497" w:rsidRDefault="00907A36" w:rsidP="00907A36">
      <w:pPr>
        <w:spacing w:line="120" w:lineRule="auto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000"/>
      </w:tblPr>
      <w:tblGrid>
        <w:gridCol w:w="720"/>
        <w:gridCol w:w="3674"/>
        <w:gridCol w:w="1748"/>
        <w:gridCol w:w="1748"/>
        <w:gridCol w:w="1701"/>
      </w:tblGrid>
      <w:tr w:rsidR="00907A36" w:rsidRPr="00123BB0" w:rsidTr="00F01C55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A36" w:rsidRPr="001C0497" w:rsidRDefault="00907A36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C0497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20,1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100,5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120,6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402,0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40,2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20,1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20,1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4824,0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759,3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739,2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5306,4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819,6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779,4</w:t>
            </w:r>
          </w:p>
        </w:tc>
      </w:tr>
      <w:tr w:rsidR="00907A36" w:rsidRPr="00123BB0" w:rsidTr="00907A36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07A36" w:rsidRPr="001C0497" w:rsidRDefault="00907A36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7A36" w:rsidRPr="001C0497" w:rsidRDefault="001C0497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5386,8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907A36" w:rsidP="00907A36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A36" w:rsidRPr="001C0497" w:rsidRDefault="00EA4121" w:rsidP="00907A36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  </w:t>
            </w:r>
            <w:r w:rsidR="00907A36" w:rsidRPr="001C0497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900,0</w:t>
            </w:r>
            <w:r w:rsidR="00153CF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Pr="001C0497">
              <w:rPr>
                <w:rFonts w:ascii="PT Astra Serif" w:hAnsi="PT Astra Serif"/>
                <w:color w:val="000000"/>
                <w:sz w:val="28"/>
                <w:szCs w:val="28"/>
              </w:rPr>
              <w:t>;</w:t>
            </w:r>
          </w:p>
        </w:tc>
      </w:tr>
    </w:tbl>
    <w:p w:rsidR="00B42DDD" w:rsidRDefault="0081194A" w:rsidP="00090B48">
      <w:pPr>
        <w:spacing w:before="120"/>
        <w:ind w:firstLine="709"/>
        <w:rPr>
          <w:rFonts w:ascii="PT Astra Serif" w:hAnsi="PT Astra Serif"/>
          <w:sz w:val="28"/>
          <w:szCs w:val="28"/>
        </w:rPr>
      </w:pPr>
      <w:r w:rsidRPr="0081194A">
        <w:rPr>
          <w:rFonts w:ascii="PT Astra Serif" w:hAnsi="PT Astra Serif"/>
          <w:sz w:val="28"/>
          <w:szCs w:val="28"/>
        </w:rPr>
        <w:t>е</w:t>
      </w:r>
      <w:r w:rsidR="00970C15" w:rsidRPr="0081194A">
        <w:rPr>
          <w:rFonts w:ascii="PT Astra Serif" w:hAnsi="PT Astra Serif"/>
          <w:sz w:val="28"/>
          <w:szCs w:val="28"/>
        </w:rPr>
        <w:t>)</w:t>
      </w:r>
      <w:r w:rsidR="00EA4121" w:rsidRPr="0081194A">
        <w:rPr>
          <w:rFonts w:ascii="PT Astra Serif" w:hAnsi="PT Astra Serif"/>
          <w:sz w:val="28"/>
          <w:szCs w:val="28"/>
        </w:rPr>
        <w:t xml:space="preserve"> таблицу 43</w:t>
      </w:r>
      <w:r w:rsidR="00C5359D" w:rsidRPr="0081194A">
        <w:rPr>
          <w:rFonts w:ascii="PT Astra Serif" w:hAnsi="PT Astra Serif"/>
          <w:sz w:val="28"/>
          <w:szCs w:val="28"/>
        </w:rPr>
        <w:t xml:space="preserve"> изложить в следующей редакции: </w:t>
      </w:r>
    </w:p>
    <w:tbl>
      <w:tblPr>
        <w:tblStyle w:val="af3"/>
        <w:tblW w:w="963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641"/>
      </w:tblGrid>
      <w:tr w:rsidR="00766429" w:rsidRPr="00123BB0" w:rsidTr="00F01C55">
        <w:tc>
          <w:tcPr>
            <w:tcW w:w="9639" w:type="dxa"/>
            <w:gridSpan w:val="2"/>
          </w:tcPr>
          <w:p w:rsidR="00766429" w:rsidRPr="00C816E1" w:rsidRDefault="00153CFB" w:rsidP="00F01C55">
            <w:pPr>
              <w:pStyle w:val="ConsPlusNormal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766429" w:rsidRPr="00C816E1">
              <w:rPr>
                <w:rFonts w:ascii="PT Astra Serif" w:hAnsi="PT Astra Serif"/>
                <w:sz w:val="28"/>
                <w:szCs w:val="28"/>
              </w:rPr>
              <w:t>Таблица 43</w:t>
            </w:r>
          </w:p>
          <w:p w:rsidR="00766429" w:rsidRPr="00C816E1" w:rsidRDefault="00766429" w:rsidP="00F01C55">
            <w:pPr>
              <w:pStyle w:val="ConsPlusNormal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66429" w:rsidRPr="00C816E1" w:rsidTr="00F01C55">
        <w:tc>
          <w:tcPr>
            <w:tcW w:w="9639" w:type="dxa"/>
            <w:gridSpan w:val="2"/>
          </w:tcPr>
          <w:p w:rsidR="00766429" w:rsidRPr="00C816E1" w:rsidRDefault="00766429" w:rsidP="00766429">
            <w:pPr>
              <w:pStyle w:val="ConsPlusTitle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 w:cs="Times New Roman"/>
                <w:sz w:val="28"/>
                <w:szCs w:val="28"/>
              </w:rPr>
              <w:t>Распределение субвенций бюджетам муниципальных районов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>и городских округов Ульяновской области в целях финансового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>обеспечения администрациями государственного полномочия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>по выплате родителям или иным законным представителям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>обучающихся, получающих начальное общее, основное общее или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среднее общее образование в форме семейного образования 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на территории Ульяновской области, компенсации затрат в связи 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с обеспечением получения такого образования на 2022 год </w:t>
            </w:r>
            <w:r w:rsidRPr="00C816E1">
              <w:rPr>
                <w:rFonts w:ascii="PT Astra Serif" w:hAnsi="PT Astra Serif" w:cs="Times New Roman"/>
                <w:sz w:val="28"/>
                <w:szCs w:val="28"/>
              </w:rPr>
              <w:br/>
              <w:t>и на плановый период 2023 и 2024 годов</w:t>
            </w:r>
          </w:p>
        </w:tc>
      </w:tr>
      <w:tr w:rsidR="00766429" w:rsidRPr="00C816E1" w:rsidTr="00F01C55">
        <w:tc>
          <w:tcPr>
            <w:tcW w:w="4998" w:type="dxa"/>
          </w:tcPr>
          <w:p w:rsidR="00766429" w:rsidRPr="00C816E1" w:rsidRDefault="00766429" w:rsidP="00F01C55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41" w:type="dxa"/>
          </w:tcPr>
          <w:p w:rsidR="00766429" w:rsidRPr="00C816E1" w:rsidRDefault="00766429" w:rsidP="00F01C55">
            <w:pPr>
              <w:pStyle w:val="ConsPlusNormal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766429" w:rsidRPr="00C816E1" w:rsidRDefault="00766429" w:rsidP="00766429">
      <w:pPr>
        <w:spacing w:after="1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659"/>
        <w:gridCol w:w="1748"/>
        <w:gridCol w:w="1748"/>
        <w:gridCol w:w="1701"/>
      </w:tblGrid>
      <w:tr w:rsidR="00766429" w:rsidRPr="00C816E1" w:rsidTr="00F01C55">
        <w:trPr>
          <w:trHeight w:val="501"/>
        </w:trPr>
        <w:tc>
          <w:tcPr>
            <w:tcW w:w="735" w:type="dxa"/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№</w:t>
            </w:r>
            <w:r w:rsidRPr="00C816E1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766429" w:rsidRPr="00C816E1" w:rsidRDefault="00766429" w:rsidP="00766429">
      <w:pPr>
        <w:spacing w:line="144" w:lineRule="auto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000"/>
      </w:tblPr>
      <w:tblGrid>
        <w:gridCol w:w="720"/>
        <w:gridCol w:w="3674"/>
        <w:gridCol w:w="1748"/>
        <w:gridCol w:w="1748"/>
        <w:gridCol w:w="1701"/>
      </w:tblGrid>
      <w:tr w:rsidR="00766429" w:rsidRPr="00123BB0" w:rsidTr="00210185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16E1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29" w:rsidRPr="00C816E1" w:rsidRDefault="00766429" w:rsidP="00210185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816E1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429" w:rsidRPr="00C816E1" w:rsidRDefault="00766429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816E1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</w:tcBorders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1" w:name="_GoBack"/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4" w:type="dxa"/>
            <w:tcBorders>
              <w:top w:val="single" w:sz="4" w:space="0" w:color="auto"/>
            </w:tcBorders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1,0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176,1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16,2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13,1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7,4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1,1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1,1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135,3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13,5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21,7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13,2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14,7</w:t>
            </w:r>
          </w:p>
        </w:tc>
      </w:tr>
      <w:tr w:rsidR="00210185" w:rsidRPr="00210185" w:rsidTr="00E2767B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noWrap/>
          </w:tcPr>
          <w:p w:rsidR="00210185" w:rsidRDefault="00210185" w:rsidP="00210185">
            <w:pPr>
              <w:spacing w:line="288" w:lineRule="auto"/>
              <w:jc w:val="center"/>
            </w:pPr>
            <w:r w:rsidRPr="00D02C9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2,2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2,1</w:t>
            </w:r>
          </w:p>
        </w:tc>
      </w:tr>
      <w:tr w:rsidR="00210185" w:rsidRPr="00210185" w:rsidTr="00E2767B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noWrap/>
          </w:tcPr>
          <w:p w:rsidR="00210185" w:rsidRDefault="00210185" w:rsidP="00210185">
            <w:pPr>
              <w:spacing w:line="288" w:lineRule="auto"/>
              <w:jc w:val="center"/>
            </w:pPr>
            <w:r w:rsidRPr="00D02C9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</w:tr>
      <w:tr w:rsidR="00210185" w:rsidRPr="00210185" w:rsidTr="00E2767B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noWrap/>
          </w:tcPr>
          <w:p w:rsidR="00210185" w:rsidRDefault="00210185" w:rsidP="00210185">
            <w:pPr>
              <w:spacing w:line="288" w:lineRule="auto"/>
              <w:jc w:val="center"/>
            </w:pPr>
            <w:r w:rsidRPr="00D02C93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2,2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153,4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4,5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4,4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55,8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5,2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108,8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7,5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1,0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679,8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74,3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540,4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23,2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6742,2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897,9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902,5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7282,6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922,3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925,7</w:t>
            </w:r>
          </w:p>
        </w:tc>
      </w:tr>
      <w:tr w:rsidR="00210185" w:rsidRPr="00210185" w:rsidTr="00210185">
        <w:trPr>
          <w:trHeight w:val="221"/>
          <w:tblHeader/>
        </w:trPr>
        <w:tc>
          <w:tcPr>
            <w:tcW w:w="720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noWrap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7962,4</w:t>
            </w:r>
          </w:p>
        </w:tc>
        <w:tc>
          <w:tcPr>
            <w:tcW w:w="1748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1701" w:type="dxa"/>
            <w:vAlign w:val="center"/>
          </w:tcPr>
          <w:p w:rsidR="00210185" w:rsidRPr="00210185" w:rsidRDefault="00210185" w:rsidP="00210185">
            <w:pPr>
              <w:spacing w:line="288" w:lineRule="auto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   </w:t>
            </w:r>
            <w:r w:rsidRPr="00210185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1000,0</w:t>
            </w:r>
            <w:r w:rsidRPr="00210185">
              <w:rPr>
                <w:rFonts w:ascii="PT Astra Serif" w:hAnsi="PT Astra Serif"/>
                <w:color w:val="000000"/>
                <w:sz w:val="28"/>
                <w:szCs w:val="28"/>
              </w:rPr>
              <w:t>»;</w:t>
            </w:r>
          </w:p>
        </w:tc>
      </w:tr>
    </w:tbl>
    <w:bookmarkEnd w:id="1"/>
    <w:p w:rsidR="00B42DDD" w:rsidRDefault="0081194A" w:rsidP="00B8606C">
      <w:pPr>
        <w:spacing w:before="120"/>
        <w:ind w:firstLine="709"/>
        <w:rPr>
          <w:rFonts w:ascii="PT Astra Serif" w:hAnsi="PT Astra Serif"/>
          <w:sz w:val="28"/>
          <w:szCs w:val="28"/>
        </w:rPr>
      </w:pPr>
      <w:r w:rsidRPr="00632551">
        <w:rPr>
          <w:rFonts w:ascii="PT Astra Serif" w:hAnsi="PT Astra Serif"/>
          <w:sz w:val="28"/>
          <w:szCs w:val="28"/>
        </w:rPr>
        <w:t>ж</w:t>
      </w:r>
      <w:r w:rsidR="00970C15" w:rsidRPr="00632551">
        <w:rPr>
          <w:rFonts w:ascii="PT Astra Serif" w:hAnsi="PT Astra Serif"/>
          <w:sz w:val="28"/>
          <w:szCs w:val="28"/>
        </w:rPr>
        <w:t xml:space="preserve">) </w:t>
      </w:r>
      <w:r w:rsidR="00CC3DDF" w:rsidRPr="00632551">
        <w:rPr>
          <w:rFonts w:ascii="PT Astra Serif" w:hAnsi="PT Astra Serif"/>
          <w:sz w:val="28"/>
          <w:szCs w:val="28"/>
        </w:rPr>
        <w:t>таблицу 45 изложить в следующей редакции:</w:t>
      </w:r>
    </w:p>
    <w:tbl>
      <w:tblPr>
        <w:tblStyle w:val="af3"/>
        <w:tblW w:w="9639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8"/>
        <w:gridCol w:w="4641"/>
      </w:tblGrid>
      <w:tr w:rsidR="00CC3DDF" w:rsidRPr="00A55D5E" w:rsidTr="000E7BD8">
        <w:tc>
          <w:tcPr>
            <w:tcW w:w="9639" w:type="dxa"/>
            <w:gridSpan w:val="2"/>
          </w:tcPr>
          <w:p w:rsidR="00CC3DDF" w:rsidRPr="00A55D5E" w:rsidRDefault="00153CFB" w:rsidP="00CC3DDF">
            <w:pPr>
              <w:pStyle w:val="ConsPlusNormal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CC3DDF" w:rsidRPr="00A55D5E">
              <w:rPr>
                <w:rFonts w:ascii="PT Astra Serif" w:hAnsi="PT Astra Serif"/>
                <w:sz w:val="28"/>
                <w:szCs w:val="28"/>
              </w:rPr>
              <w:t>Таблица 45</w:t>
            </w:r>
          </w:p>
          <w:p w:rsidR="00CC3DDF" w:rsidRPr="00A55D5E" w:rsidRDefault="00CC3DDF" w:rsidP="00CC3DDF">
            <w:pPr>
              <w:pStyle w:val="ConsPlusNormal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C3DDF" w:rsidRPr="00A55D5E" w:rsidTr="000E7BD8">
        <w:tc>
          <w:tcPr>
            <w:tcW w:w="9639" w:type="dxa"/>
            <w:gridSpan w:val="2"/>
          </w:tcPr>
          <w:p w:rsidR="00CC3DDF" w:rsidRPr="00A55D5E" w:rsidRDefault="00CC3DDF" w:rsidP="00FE6819">
            <w:pPr>
              <w:pStyle w:val="ConsPlusTitle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Распределение субвенций бюджетам муниципальных районов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и городских округов Ульяновской области в целях финансового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обеспечения переданных органам местного самоуправления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государственных полномочий Ульяновской области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по предоставлению бесплатно специальных учебников и учебных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пособий, иной учебной литературы, а также услуг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сурдопереводчиков и тифлосурдопереводчиков при получении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обучающимися с ограниченными возможностями здоровья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образования в муниципальных образовательных организациях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на 2022 год и на плановый период 2023 и 2024 годов</w:t>
            </w:r>
          </w:p>
        </w:tc>
      </w:tr>
      <w:tr w:rsidR="00CC3DDF" w:rsidRPr="00A55D5E" w:rsidTr="00CC3DDF">
        <w:tc>
          <w:tcPr>
            <w:tcW w:w="4998" w:type="dxa"/>
          </w:tcPr>
          <w:p w:rsidR="00CC3DDF" w:rsidRPr="00A55D5E" w:rsidRDefault="00CC3DDF" w:rsidP="00CC3DDF">
            <w:pPr>
              <w:pStyle w:val="ConsPlusNormal"/>
              <w:ind w:firstLine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41" w:type="dxa"/>
          </w:tcPr>
          <w:p w:rsidR="00CC3DDF" w:rsidRPr="00A55D5E" w:rsidRDefault="00CC3DDF" w:rsidP="00CC3DDF">
            <w:pPr>
              <w:pStyle w:val="ConsPlusNormal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CC3DDF" w:rsidRPr="00A55D5E" w:rsidRDefault="00CC3DDF" w:rsidP="00CC3DDF">
      <w:pPr>
        <w:spacing w:after="1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659"/>
        <w:gridCol w:w="1748"/>
        <w:gridCol w:w="1748"/>
        <w:gridCol w:w="1701"/>
      </w:tblGrid>
      <w:tr w:rsidR="00CC3DDF" w:rsidRPr="00A55D5E" w:rsidTr="000E7BD8">
        <w:trPr>
          <w:trHeight w:val="501"/>
        </w:trPr>
        <w:tc>
          <w:tcPr>
            <w:tcW w:w="735" w:type="dxa"/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№</w:t>
            </w:r>
            <w:r w:rsidRPr="00A55D5E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CC3DDF" w:rsidRPr="00A55D5E" w:rsidRDefault="00CC3DDF" w:rsidP="00CC3DDF">
      <w:pPr>
        <w:spacing w:line="144" w:lineRule="auto"/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392" w:type="dxa"/>
        <w:tblLook w:val="0000"/>
      </w:tblPr>
      <w:tblGrid>
        <w:gridCol w:w="720"/>
        <w:gridCol w:w="3674"/>
        <w:gridCol w:w="1748"/>
        <w:gridCol w:w="1748"/>
        <w:gridCol w:w="1701"/>
      </w:tblGrid>
      <w:tr w:rsidR="00CC3DDF" w:rsidRPr="00123BB0" w:rsidTr="000E7BD8">
        <w:trPr>
          <w:trHeight w:val="221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E">
              <w:rPr>
                <w:rFonts w:ascii="PT Astra Serif" w:hAnsi="PT Astra Serif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55D5E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DF" w:rsidRPr="00A55D5E" w:rsidRDefault="00CC3DDF" w:rsidP="000E7BD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5D5E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1,5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317,9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3,6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79,1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1,9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206,4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2,6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498,4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4,4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20,5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4,1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54,3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5,2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5,7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51,2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1,4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262,5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3,2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249,4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2,7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69,5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0,6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121,7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1,3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223,5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1,9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10,3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0,6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210185">
            <w:pPr>
              <w:spacing w:line="264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203,6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210185">
            <w:pPr>
              <w:spacing w:line="264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0,7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43,9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0,4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206,4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2,0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210,6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3,3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99,0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5,0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400,2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5,7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3330,5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57,8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1647,3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15,3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249,5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2,2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color w:val="000000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3675,7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sz w:val="28"/>
                <w:szCs w:val="28"/>
                <w:lang w:eastAsia="en-US"/>
              </w:rPr>
              <w:t>24,7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5572,5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42,2</w:t>
            </w:r>
          </w:p>
        </w:tc>
      </w:tr>
      <w:tr w:rsidR="00A55D5E" w:rsidRPr="00613484" w:rsidTr="00A55D5E">
        <w:trPr>
          <w:trHeight w:val="37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55D5E" w:rsidRPr="00613484" w:rsidRDefault="00A55D5E" w:rsidP="00A55D5E">
            <w:pPr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61348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8903,0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A55D5E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D5E" w:rsidRPr="00613484" w:rsidRDefault="00632551" w:rsidP="00A55D5E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</w:t>
            </w:r>
            <w:r w:rsidR="00A55D5E" w:rsidRPr="00613484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100,0</w:t>
            </w:r>
            <w:r w:rsidR="00153CFB">
              <w:rPr>
                <w:rFonts w:ascii="PT Astra Serif" w:hAnsi="PT Astra Serif"/>
                <w:sz w:val="28"/>
                <w:szCs w:val="28"/>
                <w:lang w:eastAsia="en-US"/>
              </w:rPr>
              <w:t>»</w:t>
            </w:r>
            <w:r w:rsidRPr="00632551">
              <w:rPr>
                <w:rFonts w:ascii="PT Astra Serif" w:hAnsi="PT Astra Serif"/>
                <w:sz w:val="28"/>
                <w:szCs w:val="28"/>
                <w:lang w:eastAsia="en-US"/>
              </w:rPr>
              <w:t>;</w:t>
            </w:r>
          </w:p>
        </w:tc>
      </w:tr>
    </w:tbl>
    <w:p w:rsidR="005F7C7D" w:rsidRPr="00632551" w:rsidRDefault="00632551" w:rsidP="0014298A">
      <w:pPr>
        <w:spacing w:before="120"/>
        <w:ind w:firstLine="709"/>
        <w:rPr>
          <w:rFonts w:ascii="PT Astra Serif" w:hAnsi="PT Astra Serif"/>
          <w:sz w:val="28"/>
          <w:szCs w:val="28"/>
        </w:rPr>
      </w:pPr>
      <w:r w:rsidRPr="00632551">
        <w:rPr>
          <w:rFonts w:ascii="PT Astra Serif" w:hAnsi="PT Astra Serif"/>
          <w:sz w:val="28"/>
          <w:szCs w:val="28"/>
        </w:rPr>
        <w:t>з) таблицу 52 изложить в следующей редакции:</w:t>
      </w:r>
    </w:p>
    <w:tbl>
      <w:tblPr>
        <w:tblW w:w="9639" w:type="dxa"/>
        <w:tblInd w:w="392" w:type="dxa"/>
        <w:tblLook w:val="04A0"/>
      </w:tblPr>
      <w:tblGrid>
        <w:gridCol w:w="9639"/>
      </w:tblGrid>
      <w:tr w:rsidR="000C6627" w:rsidRPr="00516787" w:rsidTr="000740B7">
        <w:tc>
          <w:tcPr>
            <w:tcW w:w="9639" w:type="dxa"/>
            <w:shd w:val="clear" w:color="auto" w:fill="auto"/>
          </w:tcPr>
          <w:p w:rsidR="000C6627" w:rsidRPr="00516787" w:rsidRDefault="00153CFB" w:rsidP="000740B7">
            <w:pPr>
              <w:ind w:firstLine="709"/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0C6627" w:rsidRPr="00516787">
              <w:rPr>
                <w:rFonts w:ascii="PT Astra Serif" w:hAnsi="PT Astra Serif"/>
                <w:sz w:val="28"/>
                <w:szCs w:val="28"/>
              </w:rPr>
              <w:t>Таблица 52</w:t>
            </w:r>
          </w:p>
          <w:p w:rsidR="000C6627" w:rsidRPr="00516787" w:rsidRDefault="000C6627" w:rsidP="000740B7">
            <w:pPr>
              <w:ind w:firstLine="709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C6627" w:rsidRPr="00B27AF4" w:rsidTr="000740B7">
        <w:tc>
          <w:tcPr>
            <w:tcW w:w="9639" w:type="dxa"/>
            <w:shd w:val="clear" w:color="auto" w:fill="auto"/>
          </w:tcPr>
          <w:p w:rsidR="000C6627" w:rsidRPr="00B27AF4" w:rsidRDefault="000C6627" w:rsidP="000C6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 xml:space="preserve">Ульяновской области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в целях</w:t>
            </w:r>
            <w:r w:rsidRPr="00B27AF4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t>финансово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го</w:t>
            </w: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обеспечени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я</w:t>
            </w: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расходных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t>обязательств, связанных с о</w:t>
            </w:r>
            <w:r w:rsidRPr="00B27AF4">
              <w:rPr>
                <w:rFonts w:ascii="PT Astra Serif" w:hAnsi="PT Astra Serif"/>
                <w:b/>
                <w:sz w:val="28"/>
                <w:szCs w:val="28"/>
              </w:rPr>
              <w:t>существлением переданных органам</w:t>
            </w:r>
            <w:r w:rsidRPr="00B27AF4">
              <w:rPr>
                <w:rFonts w:ascii="PT Astra Serif" w:hAnsi="PT Astra Serif"/>
                <w:b/>
                <w:sz w:val="28"/>
                <w:szCs w:val="28"/>
              </w:rPr>
              <w:br/>
              <w:t>государственной власти субъектов Российской Федерации</w:t>
            </w:r>
            <w:r w:rsidRPr="00B27AF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в соответствии с </w:t>
            </w:r>
            <w:hyperlink r:id="rId20" w:history="1">
              <w:r w:rsidRPr="00B27AF4">
                <w:rPr>
                  <w:rFonts w:ascii="PT Astra Serif" w:hAnsi="PT Astra Serif"/>
                  <w:b/>
                  <w:sz w:val="28"/>
                  <w:szCs w:val="28"/>
                </w:rPr>
                <w:t>пунктом 1 статьи 4</w:t>
              </w:r>
            </w:hyperlink>
            <w:r w:rsidRPr="00B27AF4">
              <w:rPr>
                <w:rFonts w:ascii="PT Astra Serif" w:hAnsi="PT Astra Serif"/>
                <w:b/>
                <w:sz w:val="28"/>
                <w:szCs w:val="28"/>
              </w:rPr>
              <w:t xml:space="preserve"> Федерального закона</w:t>
            </w:r>
            <w:r w:rsidRPr="00B27AF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от </w:t>
            </w:r>
            <w:r w:rsidRPr="00B27AF4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 xml:space="preserve">15 ноября 1997 года № 143-ФЗ </w:t>
            </w:r>
            <w:r w:rsidR="00153CFB">
              <w:rPr>
                <w:rFonts w:ascii="PT Astra Serif" w:hAnsi="PT Astra Serif"/>
                <w:b/>
                <w:sz w:val="28"/>
                <w:szCs w:val="28"/>
              </w:rPr>
              <w:t>«</w:t>
            </w:r>
            <w:r w:rsidRPr="00B27AF4">
              <w:rPr>
                <w:rFonts w:ascii="PT Astra Serif" w:hAnsi="PT Astra Serif"/>
                <w:b/>
                <w:sz w:val="28"/>
                <w:szCs w:val="28"/>
              </w:rPr>
              <w:t>Об актах гражданского состояния</w:t>
            </w:r>
            <w:r w:rsidR="00153CFB">
              <w:rPr>
                <w:rFonts w:ascii="PT Astra Serif" w:hAnsi="PT Astra Serif"/>
                <w:b/>
                <w:sz w:val="28"/>
                <w:szCs w:val="28"/>
              </w:rPr>
              <w:t>»</w:t>
            </w:r>
            <w:r w:rsidRPr="00B27AF4">
              <w:rPr>
                <w:rFonts w:ascii="PT Astra Serif" w:hAnsi="PT Astra Serif"/>
                <w:b/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гражданского состояния, </w:t>
            </w: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t>на 2022 год</w:t>
            </w: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br/>
              <w:t>и на плановый период 2023 и 2024 годов</w:t>
            </w:r>
          </w:p>
        </w:tc>
      </w:tr>
      <w:tr w:rsidR="000C6627" w:rsidRPr="00B27AF4" w:rsidTr="000740B7">
        <w:tc>
          <w:tcPr>
            <w:tcW w:w="9639" w:type="dxa"/>
            <w:shd w:val="clear" w:color="auto" w:fill="auto"/>
          </w:tcPr>
          <w:p w:rsidR="000C6627" w:rsidRPr="00B27AF4" w:rsidRDefault="000C6627" w:rsidP="000740B7">
            <w:pPr>
              <w:ind w:firstLine="709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0C6627" w:rsidRPr="00B27AF4" w:rsidRDefault="000C6627" w:rsidP="000C6627">
      <w:pPr>
        <w:rPr>
          <w:rFonts w:ascii="PT Astra Serif" w:hAnsi="PT Astra Serif"/>
          <w:sz w:val="2"/>
          <w:szCs w:val="2"/>
          <w:highlight w:val="yellow"/>
        </w:rPr>
      </w:pPr>
      <w:r>
        <w:rPr>
          <w:rFonts w:ascii="PT Astra Serif" w:hAnsi="PT Astra Serif"/>
          <w:sz w:val="2"/>
          <w:szCs w:val="2"/>
          <w:highlight w:val="yellow"/>
        </w:rPr>
        <w:t>,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3659"/>
        <w:gridCol w:w="1748"/>
        <w:gridCol w:w="1748"/>
        <w:gridCol w:w="1749"/>
      </w:tblGrid>
      <w:tr w:rsidR="000C6627" w:rsidRPr="00B27AF4" w:rsidTr="000740B7">
        <w:trPr>
          <w:trHeight w:val="448"/>
          <w:tblHeader/>
        </w:trPr>
        <w:tc>
          <w:tcPr>
            <w:tcW w:w="735" w:type="dxa"/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№</w:t>
            </w:r>
            <w:r w:rsidRPr="00B27AF4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659" w:type="dxa"/>
            <w:tcMar>
              <w:left w:w="28" w:type="dxa"/>
              <w:right w:w="28" w:type="dxa"/>
            </w:tcMar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49" w:type="dxa"/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0C6627" w:rsidRPr="00B27AF4" w:rsidRDefault="000C6627" w:rsidP="000C6627">
      <w:pPr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392" w:type="dxa"/>
        <w:tblLook w:val="0000"/>
      </w:tblPr>
      <w:tblGrid>
        <w:gridCol w:w="735"/>
        <w:gridCol w:w="3659"/>
        <w:gridCol w:w="1748"/>
        <w:gridCol w:w="1748"/>
        <w:gridCol w:w="1749"/>
      </w:tblGrid>
      <w:tr w:rsidR="000C6627" w:rsidRPr="00B27AF4" w:rsidTr="000740B7">
        <w:trPr>
          <w:trHeight w:val="221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1.</w:t>
            </w:r>
          </w:p>
        </w:tc>
        <w:tc>
          <w:tcPr>
            <w:tcW w:w="365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2.</w:t>
            </w:r>
          </w:p>
        </w:tc>
        <w:tc>
          <w:tcPr>
            <w:tcW w:w="365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8" w:type="dxa"/>
            <w:tcBorders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9" w:type="dxa"/>
            <w:tcBorders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727,38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C6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852,88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6.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C6627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644,66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7.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  <w:highlight w:val="yellow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8.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9.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10.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C6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852,88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11.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12.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lastRenderedPageBreak/>
              <w:t>13.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C6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644,66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14.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C662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644,66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624,66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pStyle w:val="af7"/>
              <w:ind w:left="-93" w:right="-97"/>
              <w:jc w:val="center"/>
              <w:rPr>
                <w:rFonts w:ascii="PT Astra Serif" w:hAnsi="PT Astra Serif"/>
              </w:rPr>
            </w:pPr>
            <w:r w:rsidRPr="00B27AF4">
              <w:rPr>
                <w:rFonts w:ascii="PT Astra Serif" w:hAnsi="PT Astra Serif"/>
              </w:rPr>
              <w:t>15.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0C6627">
              <w:rPr>
                <w:rFonts w:ascii="PT Astra Serif" w:hAnsi="PT Astra Serif"/>
                <w:sz w:val="28"/>
                <w:szCs w:val="28"/>
              </w:rPr>
              <w:t>738,38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27AF4">
              <w:rPr>
                <w:rFonts w:ascii="PT Astra Serif" w:hAnsi="PT Astra Serif"/>
                <w:sz w:val="28"/>
                <w:szCs w:val="28"/>
              </w:rPr>
              <w:t>832,88</w:t>
            </w:r>
          </w:p>
        </w:tc>
      </w:tr>
      <w:tr w:rsidR="000C6627" w:rsidRPr="00B27AF4" w:rsidTr="000740B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ind w:left="-93" w:right="-97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B27AF4" w:rsidRDefault="000C6627" w:rsidP="000740B7">
            <w:pPr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27AF4">
              <w:rPr>
                <w:rFonts w:ascii="PT Astra Serif" w:hAnsi="PT Astra Serif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6627" w:rsidRPr="000C6627" w:rsidRDefault="000C6627" w:rsidP="000C662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0C6627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10727,44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B27AF4" w:rsidRDefault="000C6627" w:rsidP="000740B7">
            <w:pPr>
              <w:jc w:val="center"/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</w:pPr>
            <w:r w:rsidRPr="00B27AF4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10827,44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6627" w:rsidRPr="00632551" w:rsidRDefault="00632551" w:rsidP="000740B7">
            <w:pPr>
              <w:jc w:val="center"/>
              <w:rPr>
                <w:rFonts w:ascii="PT Astra Serif" w:hAnsi="PT Astra Serif"/>
                <w:bCs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0C6627" w:rsidRPr="00B27AF4">
              <w:rPr>
                <w:rFonts w:ascii="PT Astra Serif" w:hAnsi="PT Astra Serif"/>
                <w:b/>
                <w:bCs/>
                <w:color w:val="000000"/>
                <w:sz w:val="28"/>
                <w:szCs w:val="28"/>
              </w:rPr>
              <w:t>10827,44</w:t>
            </w:r>
            <w:r w:rsidR="00153CF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47063C" w:rsidRDefault="00632551" w:rsidP="0014298A">
      <w:pPr>
        <w:spacing w:before="120"/>
        <w:ind w:firstLine="709"/>
        <w:rPr>
          <w:rFonts w:ascii="PT Astra Serif" w:hAnsi="PT Astra Serif"/>
          <w:sz w:val="28"/>
          <w:szCs w:val="28"/>
        </w:rPr>
      </w:pPr>
      <w:r w:rsidRPr="00632551">
        <w:rPr>
          <w:rFonts w:ascii="PT Astra Serif" w:hAnsi="PT Astra Serif"/>
          <w:sz w:val="28"/>
          <w:szCs w:val="28"/>
        </w:rPr>
        <w:t>и)</w:t>
      </w:r>
      <w:r w:rsidR="009B3E71" w:rsidRPr="00632551">
        <w:rPr>
          <w:rFonts w:ascii="PT Astra Serif" w:hAnsi="PT Astra Serif"/>
          <w:sz w:val="28"/>
          <w:szCs w:val="28"/>
        </w:rPr>
        <w:t xml:space="preserve"> таблиц</w:t>
      </w:r>
      <w:r w:rsidRPr="00632551">
        <w:rPr>
          <w:rFonts w:ascii="PT Astra Serif" w:hAnsi="PT Astra Serif"/>
          <w:sz w:val="28"/>
          <w:szCs w:val="28"/>
        </w:rPr>
        <w:t>ы</w:t>
      </w:r>
      <w:r w:rsidR="009B3E71" w:rsidRPr="00632551">
        <w:rPr>
          <w:rFonts w:ascii="PT Astra Serif" w:hAnsi="PT Astra Serif"/>
          <w:sz w:val="28"/>
          <w:szCs w:val="28"/>
        </w:rPr>
        <w:t xml:space="preserve"> 63</w:t>
      </w:r>
      <w:r w:rsidRPr="00632551">
        <w:rPr>
          <w:rFonts w:ascii="PT Astra Serif" w:hAnsi="PT Astra Serif"/>
          <w:sz w:val="28"/>
          <w:szCs w:val="28"/>
        </w:rPr>
        <w:t>-66</w:t>
      </w:r>
      <w:r w:rsidR="009B3E71" w:rsidRPr="00632551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tbl>
      <w:tblPr>
        <w:tblW w:w="9639" w:type="dxa"/>
        <w:tblInd w:w="108" w:type="dxa"/>
        <w:tblLook w:val="0000"/>
      </w:tblPr>
      <w:tblGrid>
        <w:gridCol w:w="594"/>
        <w:gridCol w:w="4666"/>
        <w:gridCol w:w="4379"/>
      </w:tblGrid>
      <w:tr w:rsidR="00E272BA" w:rsidRPr="00123BB0" w:rsidTr="00566BD4">
        <w:trPr>
          <w:trHeight w:val="309"/>
        </w:trPr>
        <w:tc>
          <w:tcPr>
            <w:tcW w:w="9639" w:type="dxa"/>
            <w:gridSpan w:val="3"/>
            <w:vAlign w:val="center"/>
          </w:tcPr>
          <w:p w:rsidR="00E272BA" w:rsidRPr="00D81579" w:rsidRDefault="00153CFB" w:rsidP="00F01C5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sz w:val="28"/>
                <w:szCs w:val="28"/>
              </w:rPr>
              <w:t>«</w:t>
            </w:r>
            <w:r w:rsidR="00E272BA" w:rsidRPr="00D81579">
              <w:rPr>
                <w:rFonts w:ascii="PT Astra Serif" w:hAnsi="PT Astra Serif"/>
                <w:bCs/>
                <w:sz w:val="28"/>
                <w:szCs w:val="28"/>
              </w:rPr>
              <w:t>Таблица 63</w:t>
            </w:r>
          </w:p>
          <w:p w:rsidR="00E272BA" w:rsidRPr="00D81579" w:rsidRDefault="00E272BA" w:rsidP="00F01C55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E272BA" w:rsidRPr="00D81579" w:rsidTr="00566BD4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72BA" w:rsidRPr="00D81579" w:rsidRDefault="00E272BA" w:rsidP="00F01C5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D81579">
              <w:rPr>
                <w:rFonts w:ascii="PT Astra Serif" w:hAnsi="PT Astra Serif" w:cs="Arial"/>
                <w:b/>
                <w:bCs/>
                <w:sz w:val="28"/>
                <w:szCs w:val="28"/>
              </w:rPr>
              <w:t>Распределение субвенций из областного бюджета Ульяновской области бюджетам муниципальных районов и городских округов</w:t>
            </w:r>
            <w:r w:rsidRPr="00D81579">
              <w:rPr>
                <w:rFonts w:ascii="PT Astra Serif" w:hAnsi="PT Astra Serif" w:cs="Arial"/>
                <w:b/>
                <w:bCs/>
                <w:sz w:val="28"/>
                <w:szCs w:val="28"/>
              </w:rPr>
              <w:br/>
              <w:t>Ульяновской области в целях финансового обеспечения осуществления государственных полномочий Ульяновской области по организации</w:t>
            </w:r>
            <w:r w:rsidRPr="00D81579">
              <w:rPr>
                <w:rFonts w:ascii="PT Astra Serif" w:hAnsi="PT Astra Serif" w:cs="Arial"/>
                <w:b/>
                <w:bCs/>
                <w:sz w:val="28"/>
                <w:szCs w:val="28"/>
              </w:rPr>
              <w:br/>
              <w:t xml:space="preserve">и обеспечению оздоровления детей и обеспечению отдыха детей, </w:t>
            </w:r>
            <w:r w:rsidRPr="00D81579">
              <w:rPr>
                <w:rFonts w:ascii="PT Astra Serif" w:hAnsi="PT Astra Serif" w:cs="Arial"/>
                <w:b/>
                <w:bCs/>
                <w:sz w:val="28"/>
                <w:szCs w:val="28"/>
              </w:rPr>
              <w:br/>
              <w:t>обучающихся в общеобразовательных организациях, в том числе детей, находящихся в трудной жизненной ситуации, и детей из многодетных</w:t>
            </w:r>
            <w:r w:rsidRPr="00D81579">
              <w:rPr>
                <w:rFonts w:ascii="PT Astra Serif" w:hAnsi="PT Astra Serif" w:cs="Arial"/>
                <w:b/>
                <w:bCs/>
                <w:sz w:val="28"/>
                <w:szCs w:val="28"/>
              </w:rPr>
              <w:br/>
              <w:t>семей, в лагерях, организованных образовательными организациями, осуществляющими организацию отдыха и оздоровления обучающихся</w:t>
            </w:r>
            <w:r w:rsidRPr="00D81579">
              <w:rPr>
                <w:rFonts w:ascii="PT Astra Serif" w:hAnsi="PT Astra Serif" w:cs="Arial"/>
                <w:b/>
                <w:bCs/>
                <w:sz w:val="28"/>
                <w:szCs w:val="28"/>
              </w:rPr>
              <w:br/>
              <w:t>в каникулярное время (с дневным пребыванием), детских лагерях труда и отдыха на 2022 год и на плановый период 2023 и 2024 годов</w:t>
            </w:r>
          </w:p>
        </w:tc>
      </w:tr>
      <w:tr w:rsidR="00E272BA" w:rsidRPr="00D81579" w:rsidTr="00566BD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72BA" w:rsidRPr="00D81579" w:rsidRDefault="00E272BA" w:rsidP="00F01C5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72BA" w:rsidRPr="00D81579" w:rsidRDefault="00E272BA" w:rsidP="00F01C55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272BA" w:rsidRPr="00D81579" w:rsidRDefault="00E272BA" w:rsidP="00F01C5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E272BA" w:rsidRPr="00D81579" w:rsidRDefault="00E272BA" w:rsidP="00E272BA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00"/>
        <w:gridCol w:w="1748"/>
        <w:gridCol w:w="1748"/>
        <w:gridCol w:w="1701"/>
      </w:tblGrid>
      <w:tr w:rsidR="00E272BA" w:rsidRPr="00D81579" w:rsidTr="00566BD4">
        <w:trPr>
          <w:trHeight w:val="489"/>
        </w:trPr>
        <w:tc>
          <w:tcPr>
            <w:tcW w:w="594" w:type="dxa"/>
            <w:vAlign w:val="bottom"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№</w:t>
            </w:r>
            <w:r w:rsidRPr="00D81579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00" w:type="dxa"/>
            <w:vAlign w:val="bottom"/>
          </w:tcPr>
          <w:p w:rsidR="00E272BA" w:rsidRPr="00D81579" w:rsidRDefault="00E272BA" w:rsidP="00F01C55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D81579">
              <w:rPr>
                <w:rFonts w:ascii="PT Astra Serif" w:hAnsi="PT Astra Serif"/>
              </w:rPr>
              <w:t xml:space="preserve">Наименование </w:t>
            </w:r>
          </w:p>
          <w:p w:rsidR="00E272BA" w:rsidRPr="00D81579" w:rsidRDefault="00E272BA" w:rsidP="00F01C55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D81579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E272BA" w:rsidRPr="00D81579" w:rsidRDefault="00E272BA" w:rsidP="00E272BA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108" w:type="dxa"/>
        <w:tblLook w:val="04A0"/>
      </w:tblPr>
      <w:tblGrid>
        <w:gridCol w:w="600"/>
        <w:gridCol w:w="3794"/>
        <w:gridCol w:w="1748"/>
        <w:gridCol w:w="1748"/>
        <w:gridCol w:w="1701"/>
      </w:tblGrid>
      <w:tr w:rsidR="00E272BA" w:rsidRPr="00123BB0" w:rsidTr="00566BD4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2BA" w:rsidRPr="00D81579" w:rsidRDefault="00E272BA" w:rsidP="00F01C5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1339,9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51,4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3575,4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138,0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1899,1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90,6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84,2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3548,5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136,3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2816,9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107,6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108,1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1763,3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67,5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67,8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2140,6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81,8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82,1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2798,7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105,5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112,2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1596,0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61,4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61,0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1239,8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47,6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47,0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1493,4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58,1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1121,3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41,7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1264,8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49,2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49,5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1739,5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66,9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62,6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761,6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29,1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27,7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1304,1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50,1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50,4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1232,9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48,2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1060,4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40,7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36,2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3410,0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130,4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131,2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2465,0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94,2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94,3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3113,1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108,4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108,9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41684,3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1603,3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1596,9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10007,7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345,9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347,5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1544,0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59,4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59,6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sz w:val="28"/>
                <w:szCs w:val="28"/>
              </w:rPr>
            </w:pPr>
            <w:r w:rsidRPr="00D81579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26667,8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991,4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sz w:val="28"/>
                <w:szCs w:val="28"/>
                <w:lang w:eastAsia="en-US"/>
              </w:rPr>
              <w:t>996,0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38219,5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1396,7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1403,1</w:t>
            </w:r>
          </w:p>
        </w:tc>
      </w:tr>
      <w:tr w:rsidR="00D81579" w:rsidRPr="00D81579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  <w:hideMark/>
          </w:tcPr>
          <w:p w:rsidR="00D81579" w:rsidRPr="00D81579" w:rsidRDefault="00D81579" w:rsidP="00D81579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79903,8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3000,0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81579" w:rsidRPr="00D81579" w:rsidRDefault="00D81579" w:rsidP="00D81579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D8157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3000,0</w:t>
            </w:r>
          </w:p>
        </w:tc>
      </w:tr>
    </w:tbl>
    <w:p w:rsidR="00D81579" w:rsidRDefault="00D81579" w:rsidP="0047063C">
      <w:pPr>
        <w:ind w:firstLine="709"/>
        <w:rPr>
          <w:rFonts w:ascii="PT Astra Serif" w:hAnsi="PT Astra Serif"/>
          <w:sz w:val="28"/>
          <w:szCs w:val="28"/>
          <w:highlight w:val="cyan"/>
        </w:rPr>
      </w:pPr>
    </w:p>
    <w:tbl>
      <w:tblPr>
        <w:tblW w:w="9639" w:type="dxa"/>
        <w:tblInd w:w="108" w:type="dxa"/>
        <w:tblLook w:val="0000"/>
      </w:tblPr>
      <w:tblGrid>
        <w:gridCol w:w="594"/>
        <w:gridCol w:w="4666"/>
        <w:gridCol w:w="4379"/>
      </w:tblGrid>
      <w:tr w:rsidR="004C2D6B" w:rsidRPr="004C2D6B" w:rsidTr="00566BD4">
        <w:trPr>
          <w:trHeight w:val="309"/>
        </w:trPr>
        <w:tc>
          <w:tcPr>
            <w:tcW w:w="9639" w:type="dxa"/>
            <w:gridSpan w:val="3"/>
            <w:vAlign w:val="center"/>
          </w:tcPr>
          <w:p w:rsidR="004C2D6B" w:rsidRPr="004C2D6B" w:rsidRDefault="004C2D6B" w:rsidP="004C2D6B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4C2D6B">
              <w:rPr>
                <w:rFonts w:ascii="PT Astra Serif" w:hAnsi="PT Astra Serif"/>
                <w:bCs/>
                <w:sz w:val="28"/>
                <w:szCs w:val="28"/>
              </w:rPr>
              <w:t>Таблица 6</w:t>
            </w:r>
            <w:r w:rsidR="000117EA">
              <w:rPr>
                <w:rFonts w:ascii="PT Astra Serif" w:hAnsi="PT Astra Serif"/>
                <w:bCs/>
                <w:sz w:val="28"/>
                <w:szCs w:val="28"/>
              </w:rPr>
              <w:t>4</w:t>
            </w:r>
          </w:p>
          <w:p w:rsidR="004C2D6B" w:rsidRPr="004C2D6B" w:rsidRDefault="004C2D6B" w:rsidP="004C2D6B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4C2D6B" w:rsidRPr="004C2D6B" w:rsidTr="00566BD4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7EA" w:rsidRPr="000117EA" w:rsidRDefault="000117EA" w:rsidP="00536745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субвенций из областного бюджета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Ульяновской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области бюджетам муниципальных районов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и городских округов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Ульяновской области в целях финансового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обеспечения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государственных гарантий реализации прав на получение</w:t>
            </w:r>
          </w:p>
          <w:p w:rsidR="000117EA" w:rsidRPr="000117EA" w:rsidRDefault="000117EA" w:rsidP="00536745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общедоступного и бесплатного дошкольного образования</w:t>
            </w:r>
          </w:p>
          <w:p w:rsidR="000117EA" w:rsidRPr="000117EA" w:rsidRDefault="000117EA" w:rsidP="00536745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в муниципальных дошкольных образовательных организациях</w:t>
            </w:r>
          </w:p>
          <w:p w:rsidR="004C2D6B" w:rsidRPr="004C2D6B" w:rsidRDefault="000117EA" w:rsidP="00536745">
            <w:pPr>
              <w:autoSpaceDE w:val="0"/>
              <w:autoSpaceDN w:val="0"/>
              <w:adjustRightInd w:val="0"/>
              <w:spacing w:line="230" w:lineRule="auto"/>
              <w:jc w:val="center"/>
              <w:outlineLvl w:val="1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на 2022 год и на плановый период 2023 и 2024 годов</w:t>
            </w:r>
          </w:p>
        </w:tc>
      </w:tr>
      <w:tr w:rsidR="004C2D6B" w:rsidRPr="004C2D6B" w:rsidTr="00566BD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2D6B" w:rsidRPr="004C2D6B" w:rsidRDefault="004C2D6B" w:rsidP="004C2D6B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2D6B" w:rsidRPr="004C2D6B" w:rsidRDefault="004C2D6B" w:rsidP="004C2D6B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2D6B" w:rsidRPr="004C2D6B" w:rsidRDefault="004C2D6B" w:rsidP="004C2D6B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4C2D6B" w:rsidRPr="004C2D6B" w:rsidRDefault="004C2D6B" w:rsidP="004C2D6B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00"/>
        <w:gridCol w:w="1748"/>
        <w:gridCol w:w="1748"/>
        <w:gridCol w:w="1701"/>
      </w:tblGrid>
      <w:tr w:rsidR="004C2D6B" w:rsidRPr="004C2D6B" w:rsidTr="00566BD4">
        <w:trPr>
          <w:trHeight w:val="489"/>
        </w:trPr>
        <w:tc>
          <w:tcPr>
            <w:tcW w:w="594" w:type="dxa"/>
            <w:vAlign w:val="bottom"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№</w:t>
            </w:r>
            <w:r w:rsidRPr="004C2D6B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00" w:type="dxa"/>
            <w:vAlign w:val="bottom"/>
          </w:tcPr>
          <w:p w:rsidR="004C2D6B" w:rsidRPr="004C2D6B" w:rsidRDefault="004C2D6B" w:rsidP="004C2D6B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4C2D6B">
              <w:rPr>
                <w:rFonts w:ascii="PT Astra Serif" w:hAnsi="PT Astra Serif"/>
              </w:rPr>
              <w:t xml:space="preserve">Наименование </w:t>
            </w:r>
          </w:p>
          <w:p w:rsidR="004C2D6B" w:rsidRPr="004C2D6B" w:rsidRDefault="004C2D6B" w:rsidP="004C2D6B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4C2D6B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4C2D6B" w:rsidRPr="004C2D6B" w:rsidRDefault="004C2D6B" w:rsidP="004C2D6B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108" w:type="dxa"/>
        <w:tblLook w:val="04A0"/>
      </w:tblPr>
      <w:tblGrid>
        <w:gridCol w:w="600"/>
        <w:gridCol w:w="3794"/>
        <w:gridCol w:w="1748"/>
        <w:gridCol w:w="1748"/>
        <w:gridCol w:w="1701"/>
      </w:tblGrid>
      <w:tr w:rsidR="004C2D6B" w:rsidRPr="004C2D6B" w:rsidTr="00566BD4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D6B" w:rsidRPr="004C2D6B" w:rsidRDefault="004C2D6B" w:rsidP="004C2D6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7217,7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8426,6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8557,0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74702,3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73261,8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74604,3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29055,6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33921,6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34434,1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61085,7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70427,4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71725,1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41025,2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46291,2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47111,1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25391,4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24988,2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25352,9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48264,5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46885,8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47740,1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83863,7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85378,2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86931,4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26603,8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21881,0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22249,7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21661,1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25913,9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26291,7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102943,3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104686,0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106722,4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30477,5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33167,2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33785,9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19174,8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15924,1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16212,7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24688,3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31766,4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32309,2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24961,2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25623,1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26127,5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26160,3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29652,8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30165,3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25388,6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29977,0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30497,0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25295,5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29746,0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30303,1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50541,9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58141,6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59207,2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42242,3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44973,0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45656,1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109368,2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109489,7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111548,3</w:t>
            </w:r>
          </w:p>
        </w:tc>
      </w:tr>
      <w:tr w:rsidR="000117EA" w:rsidRPr="000117EA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0117EA" w:rsidRDefault="000117EA" w:rsidP="000117EA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900112,9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950522,6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967532,1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534238,3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555525,0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565678,9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34916,7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38471,5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39173,7</w:t>
            </w:r>
          </w:p>
        </w:tc>
      </w:tr>
      <w:tr w:rsidR="000117EA" w:rsidRPr="00122C07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122C07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122C07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2261584,1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2478293,0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122C07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2C07">
              <w:rPr>
                <w:rFonts w:ascii="PT Astra Serif" w:hAnsi="PT Astra Serif"/>
                <w:sz w:val="28"/>
                <w:szCs w:val="28"/>
                <w:lang w:eastAsia="en-US"/>
              </w:rPr>
              <w:t>2527996,7</w:t>
            </w:r>
          </w:p>
        </w:tc>
      </w:tr>
      <w:tr w:rsidR="000117EA" w:rsidRPr="000117EA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0117EA" w:rsidRDefault="000117EA" w:rsidP="000117EA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2830739,1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3072289,5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3132849,3</w:t>
            </w:r>
          </w:p>
        </w:tc>
      </w:tr>
      <w:tr w:rsidR="000117EA" w:rsidRPr="000117EA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0117EA" w:rsidRDefault="000117EA" w:rsidP="000117EA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3730852,0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4022812,1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0117EA" w:rsidRDefault="000117EA" w:rsidP="000117EA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4100381,4</w:t>
            </w:r>
          </w:p>
        </w:tc>
      </w:tr>
    </w:tbl>
    <w:p w:rsidR="000117EA" w:rsidRDefault="000117EA" w:rsidP="0047063C">
      <w:pPr>
        <w:ind w:firstLine="709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000"/>
      </w:tblPr>
      <w:tblGrid>
        <w:gridCol w:w="594"/>
        <w:gridCol w:w="4666"/>
        <w:gridCol w:w="4379"/>
      </w:tblGrid>
      <w:tr w:rsidR="000117EA" w:rsidRPr="004C2D6B" w:rsidTr="00566BD4">
        <w:trPr>
          <w:trHeight w:val="309"/>
        </w:trPr>
        <w:tc>
          <w:tcPr>
            <w:tcW w:w="9639" w:type="dxa"/>
            <w:gridSpan w:val="3"/>
            <w:vAlign w:val="center"/>
          </w:tcPr>
          <w:p w:rsidR="000117EA" w:rsidRPr="004C2D6B" w:rsidRDefault="000117EA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4C2D6B">
              <w:rPr>
                <w:rFonts w:ascii="PT Astra Serif" w:hAnsi="PT Astra Serif"/>
                <w:bCs/>
                <w:sz w:val="28"/>
                <w:szCs w:val="28"/>
              </w:rPr>
              <w:t>Таблица 6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5</w:t>
            </w:r>
          </w:p>
          <w:p w:rsidR="000117EA" w:rsidRPr="004C2D6B" w:rsidRDefault="000117EA" w:rsidP="0031328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0117EA" w:rsidRPr="004C2D6B" w:rsidTr="00566BD4">
        <w:trPr>
          <w:trHeight w:val="8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17EA" w:rsidRPr="004C2D6B" w:rsidRDefault="000117EA" w:rsidP="000117E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Распределение субвенций из областного бюджета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Ульяновской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области бюджетам муниципальных районов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и городских округов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Ульяновской области в целях финансового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обеспечения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государственных гарантий реализации прав на получение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общедоступного и бесплатного дошкольного, начального общего,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основного общего, среднего общего образования,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а также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обеспечение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дополнительного образования в муниципальных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образовательных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br/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организациях на 2022 год и на плановый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 xml:space="preserve"> </w:t>
            </w:r>
            <w:r w:rsidRPr="000117EA">
              <w:rPr>
                <w:rFonts w:ascii="PT Astra Serif" w:hAnsi="PT Astra Serif"/>
                <w:b/>
                <w:bCs/>
                <w:sz w:val="28"/>
                <w:szCs w:val="28"/>
              </w:rPr>
              <w:t>период 2023 и 2024 годов</w:t>
            </w:r>
          </w:p>
        </w:tc>
      </w:tr>
      <w:tr w:rsidR="000117EA" w:rsidRPr="004C2D6B" w:rsidTr="00566BD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17EA" w:rsidRPr="004C2D6B" w:rsidRDefault="000117EA" w:rsidP="0031328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17EA" w:rsidRPr="004C2D6B" w:rsidRDefault="000117EA" w:rsidP="0031328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17EA" w:rsidRPr="004C2D6B" w:rsidRDefault="000117EA" w:rsidP="0031328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0117EA" w:rsidRPr="004C2D6B" w:rsidRDefault="000117EA" w:rsidP="000117EA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800"/>
        <w:gridCol w:w="1748"/>
        <w:gridCol w:w="1748"/>
        <w:gridCol w:w="1701"/>
      </w:tblGrid>
      <w:tr w:rsidR="000117EA" w:rsidRPr="004C2D6B" w:rsidTr="00566BD4">
        <w:trPr>
          <w:trHeight w:val="489"/>
        </w:trPr>
        <w:tc>
          <w:tcPr>
            <w:tcW w:w="594" w:type="dxa"/>
            <w:vAlign w:val="bottom"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№</w:t>
            </w:r>
            <w:r w:rsidRPr="004C2D6B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3800" w:type="dxa"/>
            <w:vAlign w:val="bottom"/>
          </w:tcPr>
          <w:p w:rsidR="000117EA" w:rsidRPr="004C2D6B" w:rsidRDefault="000117EA" w:rsidP="0031328D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4C2D6B">
              <w:rPr>
                <w:rFonts w:ascii="PT Astra Serif" w:hAnsi="PT Astra Serif"/>
              </w:rPr>
              <w:t xml:space="preserve">Наименование </w:t>
            </w:r>
          </w:p>
          <w:p w:rsidR="000117EA" w:rsidRPr="004C2D6B" w:rsidRDefault="000117EA" w:rsidP="0031328D">
            <w:pPr>
              <w:pStyle w:val="xl24"/>
              <w:spacing w:before="0" w:beforeAutospacing="0" w:after="0" w:afterAutospacing="0"/>
              <w:rPr>
                <w:rFonts w:ascii="PT Astra Serif" w:hAnsi="PT Astra Serif"/>
              </w:rPr>
            </w:pPr>
            <w:r w:rsidRPr="004C2D6B">
              <w:rPr>
                <w:rFonts w:ascii="PT Astra Serif" w:hAnsi="PT Astra Serif"/>
              </w:rPr>
              <w:t>муниципального образования</w:t>
            </w:r>
          </w:p>
        </w:tc>
        <w:tc>
          <w:tcPr>
            <w:tcW w:w="1748" w:type="dxa"/>
            <w:vAlign w:val="center"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48" w:type="dxa"/>
            <w:vAlign w:val="center"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1" w:type="dxa"/>
            <w:vAlign w:val="center"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0117EA" w:rsidRPr="004C2D6B" w:rsidRDefault="000117EA" w:rsidP="000117EA">
      <w:pPr>
        <w:rPr>
          <w:rFonts w:ascii="PT Astra Serif" w:hAnsi="PT Astra Serif"/>
          <w:sz w:val="2"/>
          <w:szCs w:val="2"/>
        </w:rPr>
      </w:pPr>
    </w:p>
    <w:tbl>
      <w:tblPr>
        <w:tblW w:w="9591" w:type="dxa"/>
        <w:tblInd w:w="108" w:type="dxa"/>
        <w:tblLook w:val="04A0"/>
      </w:tblPr>
      <w:tblGrid>
        <w:gridCol w:w="600"/>
        <w:gridCol w:w="3794"/>
        <w:gridCol w:w="1748"/>
        <w:gridCol w:w="1748"/>
        <w:gridCol w:w="1701"/>
      </w:tblGrid>
      <w:tr w:rsidR="000117EA" w:rsidRPr="004C2D6B" w:rsidTr="00566BD4">
        <w:trPr>
          <w:trHeight w:val="7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7EA" w:rsidRPr="004C2D6B" w:rsidRDefault="000117EA" w:rsidP="0031328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C2D6B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48045,8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53095,8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54029,7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254423,5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252839,5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257284,2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115969,4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120490,8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122527,3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216002,3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219204,3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223092,6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166531,1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170427,1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173431,7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151519,9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150244,0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152841,1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146017,7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153752,1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156389,6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244221,5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239068,4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243362,3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184540,2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186334,3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189693,4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102341,5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103916,5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105760,5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164332,9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166005,6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168965,7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0117EA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80046,4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82454,1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0117EA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83880,5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91874,3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94605,5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96283,4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130839,9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131354,2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133550,8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64177,3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65115,7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66242,3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124469,0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132783,2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135119,0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97683,0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98019,7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99792,0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108950,2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114649,8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116735,8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285414,0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287891,7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293314,5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186997,1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188159,8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191319,0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292270,1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286707,5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291999,9</w:t>
            </w:r>
          </w:p>
        </w:tc>
      </w:tr>
      <w:tr w:rsidR="000117EA" w:rsidRPr="000117EA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0117EA" w:rsidRDefault="000117EA" w:rsidP="00D0573D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3256667,1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3297119,9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3355615,3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567346,1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563851,0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574310,4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89051,5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92969,9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94679,8</w:t>
            </w:r>
          </w:p>
        </w:tc>
      </w:tr>
      <w:tr w:rsidR="000117EA" w:rsidRPr="00FC1611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FC1611" w:rsidRDefault="000117EA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FC1611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2707702,1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2687519,0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FC1611" w:rsidRDefault="000117EA" w:rsidP="00D0573D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FC1611">
              <w:rPr>
                <w:rFonts w:ascii="PT Astra Serif" w:hAnsi="PT Astra Serif"/>
                <w:sz w:val="28"/>
                <w:szCs w:val="28"/>
                <w:lang w:eastAsia="en-US"/>
              </w:rPr>
              <w:t>2738854,0</w:t>
            </w:r>
          </w:p>
        </w:tc>
      </w:tr>
      <w:tr w:rsidR="000117EA" w:rsidRPr="000117EA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0117EA" w:rsidRDefault="000117EA" w:rsidP="00D0573D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3364099,7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3344339,9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3407844,2</w:t>
            </w:r>
          </w:p>
        </w:tc>
      </w:tr>
      <w:tr w:rsidR="000117EA" w:rsidRPr="000117EA" w:rsidTr="00566BD4">
        <w:trPr>
          <w:trHeight w:val="375"/>
        </w:trPr>
        <w:tc>
          <w:tcPr>
            <w:tcW w:w="600" w:type="dxa"/>
            <w:shd w:val="clear" w:color="auto" w:fill="auto"/>
            <w:noWrap/>
            <w:vAlign w:val="center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3794" w:type="dxa"/>
            <w:shd w:val="clear" w:color="auto" w:fill="auto"/>
            <w:noWrap/>
            <w:vAlign w:val="center"/>
          </w:tcPr>
          <w:p w:rsidR="000117EA" w:rsidRPr="000117EA" w:rsidRDefault="000117EA" w:rsidP="00D0573D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748" w:type="dxa"/>
            <w:shd w:val="clear" w:color="auto" w:fill="auto"/>
            <w:noWrap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6620766,8</w:t>
            </w:r>
          </w:p>
        </w:tc>
        <w:tc>
          <w:tcPr>
            <w:tcW w:w="1748" w:type="dxa"/>
            <w:shd w:val="clear" w:color="auto" w:fill="auto"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6641459,5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117EA" w:rsidRPr="000117EA" w:rsidRDefault="000117EA" w:rsidP="00D0573D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 w:rsidRPr="000117EA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6763459,5</w:t>
            </w:r>
          </w:p>
        </w:tc>
      </w:tr>
    </w:tbl>
    <w:p w:rsidR="000117EA" w:rsidRDefault="000117EA" w:rsidP="00D0573D">
      <w:pPr>
        <w:ind w:firstLine="709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700"/>
        <w:gridCol w:w="4720"/>
        <w:gridCol w:w="4219"/>
      </w:tblGrid>
      <w:tr w:rsidR="00AE20E7" w:rsidRPr="00BD242E" w:rsidTr="00566BD4">
        <w:trPr>
          <w:trHeight w:val="157"/>
        </w:trPr>
        <w:tc>
          <w:tcPr>
            <w:tcW w:w="9639" w:type="dxa"/>
            <w:gridSpan w:val="3"/>
            <w:shd w:val="clear" w:color="auto" w:fill="auto"/>
            <w:vAlign w:val="center"/>
          </w:tcPr>
          <w:p w:rsidR="00AE20E7" w:rsidRPr="00BD242E" w:rsidRDefault="00AE20E7" w:rsidP="00D0573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r w:rsidRPr="00BD242E">
              <w:rPr>
                <w:rFonts w:ascii="PT Astra Serif" w:hAnsi="PT Astra Serif"/>
                <w:bCs/>
                <w:sz w:val="28"/>
                <w:szCs w:val="28"/>
              </w:rPr>
              <w:t>Таблица 66</w:t>
            </w:r>
          </w:p>
          <w:p w:rsidR="00AE20E7" w:rsidRPr="00BD242E" w:rsidRDefault="00AE20E7" w:rsidP="00D0573D">
            <w:pPr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AE20E7" w:rsidRPr="00BD242E" w:rsidTr="00566BD4">
        <w:trPr>
          <w:trHeight w:val="1067"/>
        </w:trPr>
        <w:tc>
          <w:tcPr>
            <w:tcW w:w="9639" w:type="dxa"/>
            <w:gridSpan w:val="3"/>
            <w:shd w:val="clear" w:color="auto" w:fill="auto"/>
            <w:vAlign w:val="center"/>
            <w:hideMark/>
          </w:tcPr>
          <w:p w:rsidR="00AE20E7" w:rsidRPr="00BD242E" w:rsidRDefault="00AE20E7" w:rsidP="00D0573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AE20E7" w:rsidRPr="00BD242E" w:rsidRDefault="00AE20E7" w:rsidP="00D0573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 xml:space="preserve">и городских округов Ульяновской области в целях финансового </w:t>
            </w:r>
            <w:r w:rsidR="009A53B2" w:rsidRPr="00BD242E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BD242E">
              <w:rPr>
                <w:rFonts w:ascii="PT Astra Serif" w:hAnsi="PT Astra Serif"/>
                <w:b/>
                <w:sz w:val="28"/>
                <w:szCs w:val="28"/>
              </w:rPr>
              <w:t>обеспечения переданных органам местного самоуправления</w:t>
            </w:r>
            <w:r w:rsidR="00042580" w:rsidRPr="00BD242E">
              <w:rPr>
                <w:rFonts w:ascii="PT Astra Serif" w:hAnsi="PT Astra Serif"/>
                <w:b/>
                <w:sz w:val="28"/>
                <w:szCs w:val="28"/>
              </w:rPr>
              <w:br/>
            </w:r>
            <w:r w:rsidRPr="00BD242E">
              <w:rPr>
                <w:rFonts w:ascii="PT Astra Serif" w:hAnsi="PT Astra Serif"/>
                <w:b/>
                <w:sz w:val="28"/>
                <w:szCs w:val="28"/>
              </w:rPr>
              <w:t xml:space="preserve">государственных полномочий Ульяновской области по предоставлению мер социальной поддержки молодым специалистам, поступившим </w:t>
            </w:r>
            <w:r w:rsidRPr="00BD242E">
              <w:rPr>
                <w:rFonts w:ascii="PT Astra Serif" w:hAnsi="PT Astra Serif"/>
                <w:b/>
                <w:sz w:val="28"/>
                <w:szCs w:val="28"/>
              </w:rPr>
              <w:br/>
              <w:t>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образовательную деятельность, на 2022 год</w:t>
            </w:r>
            <w:r w:rsidRPr="00BD242E">
              <w:rPr>
                <w:rFonts w:ascii="PT Astra Serif" w:hAnsi="PT Astra Serif"/>
                <w:b/>
                <w:sz w:val="28"/>
                <w:szCs w:val="28"/>
              </w:rPr>
              <w:br/>
              <w:t>и на плановый период 2023 и 2024 годов</w:t>
            </w:r>
          </w:p>
        </w:tc>
      </w:tr>
      <w:tr w:rsidR="00AE20E7" w:rsidRPr="00BD242E" w:rsidTr="00566BD4">
        <w:trPr>
          <w:trHeight w:val="375"/>
        </w:trPr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20E7" w:rsidRPr="00BD242E" w:rsidRDefault="00AE20E7" w:rsidP="00D0573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E20E7" w:rsidRPr="00BD242E" w:rsidRDefault="00AE20E7" w:rsidP="00D0573D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0E7" w:rsidRPr="00BD242E" w:rsidRDefault="00AE20E7" w:rsidP="00D0573D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тыс. руб.</w:t>
            </w:r>
          </w:p>
        </w:tc>
      </w:tr>
    </w:tbl>
    <w:p w:rsidR="00AE20E7" w:rsidRPr="00BD242E" w:rsidRDefault="00AE20E7" w:rsidP="00D0573D">
      <w:pPr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4041"/>
        <w:gridCol w:w="1693"/>
        <w:gridCol w:w="1701"/>
        <w:gridCol w:w="1567"/>
      </w:tblGrid>
      <w:tr w:rsidR="00AE20E7" w:rsidRPr="00BD242E" w:rsidTr="00566BD4">
        <w:trPr>
          <w:tblHeader/>
        </w:trPr>
        <w:tc>
          <w:tcPr>
            <w:tcW w:w="637" w:type="dxa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№</w:t>
            </w:r>
            <w:r w:rsidRPr="00BD242E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041" w:type="dxa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693" w:type="dxa"/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01" w:type="dxa"/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567" w:type="dxa"/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2024 год</w:t>
            </w:r>
          </w:p>
        </w:tc>
      </w:tr>
    </w:tbl>
    <w:p w:rsidR="00AE20E7" w:rsidRPr="00BD242E" w:rsidRDefault="00AE20E7" w:rsidP="00D0573D">
      <w:pPr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"/>
        <w:gridCol w:w="4041"/>
        <w:gridCol w:w="1693"/>
        <w:gridCol w:w="1701"/>
        <w:gridCol w:w="1567"/>
      </w:tblGrid>
      <w:tr w:rsidR="00AE20E7" w:rsidRPr="00123BB0" w:rsidTr="00566BD4">
        <w:trPr>
          <w:tblHeader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041" w:type="dxa"/>
            <w:tcBorders>
              <w:bottom w:val="single" w:sz="4" w:space="0" w:color="auto"/>
            </w:tcBorders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vAlign w:val="center"/>
          </w:tcPr>
          <w:p w:rsidR="00AE20E7" w:rsidRPr="00BD242E" w:rsidRDefault="00AE20E7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241,2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53,8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Барышский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486,6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135,2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106,0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Вешкаймский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332,7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70,4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45,0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Инзенский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549,0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80,4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7,0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Карсунский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414,4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45,9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95,0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Кузоватовский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666,8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105,8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87,0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Майнский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320,6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133,7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138,0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Мелекесский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860,7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157,3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173,0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lastRenderedPageBreak/>
              <w:t>9.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Николаевский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1660,4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237,2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123,0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10.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Новомалыклинский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229,2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150,3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180,0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Новоспасский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819,1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129,1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133,0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Павловский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128,7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34,0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Радищевский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327,7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54,2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35,0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Сенгилеевский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298,4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83,8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152,0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240,2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39,6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56,0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16.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Старомайнский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290,7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47,4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49,0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17.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Сурский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240,5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88,6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134,0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18.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Тереньгульский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181,8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30,6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49,0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19.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Ульяновский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2179,4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283,1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306,0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20.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Цильнинский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399,9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55,5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78,0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21.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Чердаклинский район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1766,9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296,7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266,0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12634,9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2312,6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2264,0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22.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г. Димитровград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1192,6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23,0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11,0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23.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г. Новоульяновск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142,7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48,2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58,0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24.</w:t>
            </w: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г. Ульяновск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9329,2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1616,2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D242E">
              <w:rPr>
                <w:rFonts w:ascii="PT Astra Serif" w:hAnsi="PT Astra Serif"/>
                <w:sz w:val="28"/>
                <w:szCs w:val="28"/>
              </w:rPr>
              <w:t>1667,0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10664,5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1687,4</w:t>
            </w:r>
          </w:p>
        </w:tc>
        <w:tc>
          <w:tcPr>
            <w:tcW w:w="1567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1736,0</w:t>
            </w:r>
          </w:p>
        </w:tc>
      </w:tr>
      <w:tr w:rsidR="00BD242E" w:rsidRPr="00BD242E" w:rsidTr="00566BD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637" w:type="dxa"/>
            <w:vAlign w:val="center"/>
          </w:tcPr>
          <w:p w:rsidR="00BD242E" w:rsidRPr="00BD242E" w:rsidRDefault="00BD242E" w:rsidP="00D0573D">
            <w:pPr>
              <w:pStyle w:val="af6"/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041" w:type="dxa"/>
            <w:vAlign w:val="center"/>
          </w:tcPr>
          <w:p w:rsidR="00BD242E" w:rsidRPr="00BD242E" w:rsidRDefault="00BD242E" w:rsidP="00D0573D">
            <w:pPr>
              <w:spacing w:line="25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Всего</w:t>
            </w:r>
          </w:p>
        </w:tc>
        <w:tc>
          <w:tcPr>
            <w:tcW w:w="1693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23299,4</w:t>
            </w:r>
          </w:p>
        </w:tc>
        <w:tc>
          <w:tcPr>
            <w:tcW w:w="1701" w:type="dxa"/>
            <w:vAlign w:val="bottom"/>
          </w:tcPr>
          <w:p w:rsidR="00BD242E" w:rsidRPr="00BD242E" w:rsidRDefault="00BD242E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BD242E">
              <w:rPr>
                <w:rFonts w:ascii="PT Astra Serif" w:hAnsi="PT Astra Serif"/>
                <w:b/>
                <w:sz w:val="28"/>
                <w:szCs w:val="28"/>
              </w:rPr>
              <w:t>4000,0</w:t>
            </w:r>
          </w:p>
        </w:tc>
        <w:tc>
          <w:tcPr>
            <w:tcW w:w="1567" w:type="dxa"/>
            <w:vAlign w:val="bottom"/>
          </w:tcPr>
          <w:p w:rsidR="00BD242E" w:rsidRPr="00632551" w:rsidRDefault="00632551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</w:t>
            </w:r>
            <w:r w:rsidR="00536745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BD242E" w:rsidRPr="00BD242E">
              <w:rPr>
                <w:rFonts w:ascii="PT Astra Serif" w:hAnsi="PT Astra Serif"/>
                <w:b/>
                <w:sz w:val="28"/>
                <w:szCs w:val="28"/>
              </w:rPr>
              <w:t>4000,0</w:t>
            </w:r>
            <w:r w:rsidR="00153CFB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6A3846" w:rsidRPr="00632551" w:rsidRDefault="00632551" w:rsidP="00D0573D">
      <w:pPr>
        <w:pStyle w:val="aa"/>
        <w:spacing w:before="120" w:line="250" w:lineRule="auto"/>
        <w:ind w:firstLine="720"/>
        <w:rPr>
          <w:rFonts w:ascii="PT Astra Serif" w:hAnsi="PT Astra Serif"/>
          <w:szCs w:val="28"/>
        </w:rPr>
      </w:pPr>
      <w:r w:rsidRPr="00632551">
        <w:rPr>
          <w:rFonts w:ascii="PT Astra Serif" w:hAnsi="PT Astra Serif"/>
          <w:szCs w:val="28"/>
        </w:rPr>
        <w:t>к) таблицу 85 изложить в следующей редакции:</w:t>
      </w:r>
    </w:p>
    <w:tbl>
      <w:tblPr>
        <w:tblW w:w="9639" w:type="dxa"/>
        <w:tblInd w:w="108" w:type="dxa"/>
        <w:tblLook w:val="04A0"/>
      </w:tblPr>
      <w:tblGrid>
        <w:gridCol w:w="9639"/>
      </w:tblGrid>
      <w:tr w:rsidR="003D5DEF" w:rsidRPr="00123BB0" w:rsidTr="00566BD4">
        <w:tc>
          <w:tcPr>
            <w:tcW w:w="9639" w:type="dxa"/>
            <w:shd w:val="clear" w:color="auto" w:fill="auto"/>
          </w:tcPr>
          <w:p w:rsidR="003D5DEF" w:rsidRPr="00AB4FCF" w:rsidRDefault="00153CFB" w:rsidP="00D0573D">
            <w:pPr>
              <w:pStyle w:val="aa"/>
              <w:spacing w:line="250" w:lineRule="auto"/>
              <w:ind w:firstLine="709"/>
              <w:jc w:val="right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«</w:t>
            </w:r>
            <w:r w:rsidR="003D5DEF" w:rsidRPr="00AB4FCF">
              <w:rPr>
                <w:rFonts w:ascii="PT Astra Serif" w:hAnsi="PT Astra Serif"/>
                <w:szCs w:val="28"/>
              </w:rPr>
              <w:t>Таблица 85</w:t>
            </w:r>
          </w:p>
          <w:p w:rsidR="003D5DEF" w:rsidRPr="00AB4FCF" w:rsidRDefault="003D5DEF" w:rsidP="00D0573D">
            <w:pPr>
              <w:pStyle w:val="aa"/>
              <w:spacing w:line="250" w:lineRule="auto"/>
              <w:ind w:firstLine="709"/>
              <w:jc w:val="right"/>
              <w:rPr>
                <w:rFonts w:ascii="PT Astra Serif" w:hAnsi="PT Astra Serif"/>
                <w:szCs w:val="28"/>
              </w:rPr>
            </w:pPr>
          </w:p>
        </w:tc>
      </w:tr>
      <w:tr w:rsidR="003D5DEF" w:rsidRPr="00AB4FCF" w:rsidTr="00566BD4">
        <w:tc>
          <w:tcPr>
            <w:tcW w:w="9639" w:type="dxa"/>
            <w:shd w:val="clear" w:color="auto" w:fill="auto"/>
          </w:tcPr>
          <w:p w:rsidR="003D5DEF" w:rsidRDefault="003D5DEF" w:rsidP="00D0573D">
            <w:pPr>
              <w:pStyle w:val="ConsPlusTitle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B4FCF">
              <w:rPr>
                <w:rFonts w:ascii="PT Astra Serif" w:hAnsi="PT Astra Serif"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AB4FCF">
              <w:rPr>
                <w:rFonts w:ascii="PT Astra Serif" w:hAnsi="PT Astra Serif"/>
                <w:sz w:val="28"/>
                <w:szCs w:val="28"/>
              </w:rPr>
              <w:br/>
              <w:t>Ульяновской области в целях софинансирования расходных</w:t>
            </w:r>
            <w:r w:rsidRPr="00AB4FCF">
              <w:rPr>
                <w:rFonts w:ascii="PT Astra Serif" w:hAnsi="PT Astra Serif"/>
                <w:sz w:val="28"/>
                <w:szCs w:val="28"/>
              </w:rPr>
              <w:br/>
              <w:t>обязательств, связанных с реализацией мероприятий по комплексному развитию сельских территорий, на 2022 год</w:t>
            </w:r>
          </w:p>
          <w:p w:rsidR="00D0573D" w:rsidRPr="00AB4FCF" w:rsidRDefault="00D0573D" w:rsidP="00D0573D">
            <w:pPr>
              <w:pStyle w:val="ConsPlusTitle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D5DEF" w:rsidRPr="00AB4FCF" w:rsidTr="00566BD4">
        <w:tc>
          <w:tcPr>
            <w:tcW w:w="9639" w:type="dxa"/>
            <w:shd w:val="clear" w:color="auto" w:fill="auto"/>
          </w:tcPr>
          <w:p w:rsidR="003D5DEF" w:rsidRPr="00AB4FCF" w:rsidRDefault="003D5DEF" w:rsidP="00D0573D">
            <w:pPr>
              <w:pStyle w:val="aa"/>
              <w:spacing w:line="250" w:lineRule="auto"/>
              <w:ind w:firstLine="709"/>
              <w:jc w:val="right"/>
              <w:rPr>
                <w:rFonts w:ascii="PT Astra Serif" w:hAnsi="PT Astra Serif"/>
                <w:szCs w:val="28"/>
              </w:rPr>
            </w:pPr>
            <w:r w:rsidRPr="00AB4FCF">
              <w:rPr>
                <w:rFonts w:ascii="PT Astra Serif" w:hAnsi="PT Astra Serif"/>
                <w:szCs w:val="28"/>
              </w:rPr>
              <w:t>тыс. руб.</w:t>
            </w:r>
          </w:p>
        </w:tc>
      </w:tr>
    </w:tbl>
    <w:p w:rsidR="003D5DEF" w:rsidRPr="00AB4FCF" w:rsidRDefault="003D5DEF" w:rsidP="00D0573D">
      <w:pPr>
        <w:spacing w:line="250" w:lineRule="auto"/>
        <w:rPr>
          <w:rFonts w:ascii="PT Astra Serif" w:hAnsi="PT Astra Serif"/>
          <w:vanish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5"/>
        <w:gridCol w:w="4794"/>
        <w:gridCol w:w="4110"/>
      </w:tblGrid>
      <w:tr w:rsidR="003D5DEF" w:rsidRPr="00AB4FCF" w:rsidTr="00566BD4">
        <w:tc>
          <w:tcPr>
            <w:tcW w:w="735" w:type="dxa"/>
            <w:noWrap/>
            <w:vAlign w:val="center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B4FCF">
              <w:rPr>
                <w:rFonts w:ascii="PT Astra Serif" w:hAnsi="PT Astra Serif"/>
                <w:sz w:val="28"/>
                <w:szCs w:val="28"/>
              </w:rPr>
              <w:t>№</w:t>
            </w:r>
            <w:r w:rsidRPr="00AB4FCF">
              <w:rPr>
                <w:rFonts w:ascii="PT Astra Serif" w:hAnsi="PT Astra Serif"/>
                <w:sz w:val="28"/>
                <w:szCs w:val="28"/>
              </w:rPr>
              <w:br/>
              <w:t>п/п</w:t>
            </w:r>
          </w:p>
        </w:tc>
        <w:tc>
          <w:tcPr>
            <w:tcW w:w="4794" w:type="dxa"/>
            <w:noWrap/>
            <w:tcMar>
              <w:left w:w="57" w:type="dxa"/>
              <w:right w:w="57" w:type="dxa"/>
            </w:tcMar>
            <w:vAlign w:val="center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B4FCF">
              <w:rPr>
                <w:rFonts w:ascii="PT Astra Serif" w:hAnsi="PT Astra Serif"/>
                <w:sz w:val="28"/>
                <w:szCs w:val="28"/>
              </w:rPr>
              <w:t>Наименование</w:t>
            </w:r>
          </w:p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B4FCF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110" w:type="dxa"/>
            <w:noWrap/>
            <w:vAlign w:val="center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B4FCF">
              <w:rPr>
                <w:rFonts w:ascii="PT Astra Serif" w:hAnsi="PT Astra Serif"/>
                <w:sz w:val="28"/>
                <w:szCs w:val="28"/>
              </w:rPr>
              <w:t>Сумма</w:t>
            </w:r>
          </w:p>
        </w:tc>
      </w:tr>
    </w:tbl>
    <w:p w:rsidR="003D5DEF" w:rsidRPr="00AB4FCF" w:rsidRDefault="003D5DEF" w:rsidP="00D0573D">
      <w:pPr>
        <w:spacing w:line="250" w:lineRule="auto"/>
        <w:rPr>
          <w:sz w:val="2"/>
          <w:szCs w:val="2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735"/>
        <w:gridCol w:w="4794"/>
        <w:gridCol w:w="4110"/>
      </w:tblGrid>
      <w:tr w:rsidR="003D5DEF" w:rsidRPr="00123BB0" w:rsidTr="00566BD4">
        <w:trPr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B4FCF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B4FCF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B4FCF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</w:tr>
      <w:tr w:rsidR="003D5DEF" w:rsidRPr="00AB4FCF" w:rsidTr="00566BD4">
        <w:trPr>
          <w:trHeight w:val="374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B4FCF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47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D5DEF" w:rsidRPr="00AB4FCF" w:rsidRDefault="003D5DEF" w:rsidP="00D0573D">
            <w:pPr>
              <w:spacing w:line="25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B4FCF">
              <w:rPr>
                <w:rFonts w:ascii="PT Astra Serif" w:hAnsi="PT Astra Serif"/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411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D5DEF" w:rsidRPr="00AB4FCF" w:rsidRDefault="003D5DEF" w:rsidP="00D0573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AB4FCF">
              <w:rPr>
                <w:rFonts w:ascii="PT Astra Serif" w:hAnsi="PT Astra Serif" w:cs="PT Astra Serif"/>
                <w:bCs/>
                <w:sz w:val="28"/>
                <w:szCs w:val="28"/>
              </w:rPr>
              <w:t>94144,15737</w:t>
            </w:r>
          </w:p>
        </w:tc>
      </w:tr>
      <w:tr w:rsidR="003D5DEF" w:rsidRPr="00123BB0" w:rsidTr="00566BD4">
        <w:trPr>
          <w:trHeight w:val="374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D5DEF" w:rsidRPr="00AB4FCF" w:rsidRDefault="003D5DEF" w:rsidP="00D0573D">
            <w:pPr>
              <w:spacing w:line="25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7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D5DEF" w:rsidRPr="00AB4FCF" w:rsidRDefault="003D5DEF" w:rsidP="00D0573D">
            <w:pPr>
              <w:spacing w:line="250" w:lineRule="auto"/>
              <w:rPr>
                <w:rFonts w:ascii="PT Astra Serif" w:hAnsi="PT Astra Serif"/>
                <w:b/>
                <w:color w:val="000000"/>
                <w:sz w:val="28"/>
                <w:szCs w:val="28"/>
              </w:rPr>
            </w:pPr>
            <w:r w:rsidRPr="00AB4FCF">
              <w:rPr>
                <w:rFonts w:ascii="PT Astra Serif" w:hAnsi="PT Astra Serif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411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3D5DEF" w:rsidRPr="00AB4FCF" w:rsidRDefault="003D5DEF" w:rsidP="00D0573D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AB4FCF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   94144,15737</w:t>
            </w:r>
            <w:r w:rsidR="00153CFB">
              <w:rPr>
                <w:rFonts w:ascii="PT Astra Serif" w:hAnsi="PT Astra Serif" w:cs="PT Astra Serif"/>
                <w:bCs/>
                <w:sz w:val="28"/>
                <w:szCs w:val="28"/>
              </w:rPr>
              <w:t>»</w:t>
            </w:r>
            <w:r w:rsidRPr="00AB4FCF">
              <w:rPr>
                <w:rFonts w:ascii="PT Astra Serif" w:hAnsi="PT Astra Serif" w:cs="PT Astra Serif"/>
                <w:bCs/>
                <w:sz w:val="28"/>
                <w:szCs w:val="28"/>
              </w:rPr>
              <w:t>;</w:t>
            </w:r>
          </w:p>
        </w:tc>
      </w:tr>
    </w:tbl>
    <w:p w:rsidR="00566BD4" w:rsidRDefault="0099128B" w:rsidP="00D0573D">
      <w:pPr>
        <w:pStyle w:val="aa"/>
        <w:spacing w:before="120" w:line="250" w:lineRule="auto"/>
        <w:ind w:firstLine="720"/>
        <w:rPr>
          <w:rFonts w:ascii="PT Astra Serif" w:hAnsi="PT Astra Serif"/>
          <w:szCs w:val="28"/>
        </w:rPr>
      </w:pPr>
      <w:r w:rsidRPr="003E7101">
        <w:rPr>
          <w:rFonts w:ascii="PT Astra Serif" w:hAnsi="PT Astra Serif"/>
          <w:szCs w:val="28"/>
        </w:rPr>
        <w:t>11) таблицы 1 и 2 приложения 12 изложить в следующей редакции:</w:t>
      </w:r>
    </w:p>
    <w:p w:rsidR="00D0573D" w:rsidRDefault="00D0573D" w:rsidP="00D0573D">
      <w:pPr>
        <w:pStyle w:val="aa"/>
        <w:spacing w:before="120" w:line="245" w:lineRule="auto"/>
        <w:ind w:firstLine="720"/>
        <w:rPr>
          <w:rFonts w:ascii="PT Astra Serif" w:hAnsi="PT Astra Serif"/>
          <w:szCs w:val="28"/>
        </w:rPr>
      </w:pPr>
    </w:p>
    <w:p w:rsidR="00D0573D" w:rsidRDefault="00D0573D" w:rsidP="00D0573D">
      <w:pPr>
        <w:pStyle w:val="aa"/>
        <w:spacing w:before="120" w:line="245" w:lineRule="auto"/>
        <w:ind w:firstLine="720"/>
        <w:rPr>
          <w:rFonts w:ascii="PT Astra Serif" w:hAnsi="PT Astra Serif"/>
          <w:szCs w:val="28"/>
        </w:rPr>
      </w:pPr>
    </w:p>
    <w:p w:rsidR="00D0573D" w:rsidRDefault="00D0573D" w:rsidP="00D0573D">
      <w:pPr>
        <w:pStyle w:val="aa"/>
        <w:spacing w:before="120" w:line="245" w:lineRule="auto"/>
        <w:ind w:firstLine="720"/>
        <w:rPr>
          <w:rFonts w:ascii="PT Astra Serif" w:hAnsi="PT Astra Serif"/>
          <w:szCs w:val="28"/>
        </w:rPr>
      </w:pPr>
    </w:p>
    <w:p w:rsidR="00D0573D" w:rsidRPr="00D0573D" w:rsidRDefault="00D0573D" w:rsidP="00D0573D">
      <w:pPr>
        <w:pStyle w:val="aa"/>
        <w:spacing w:before="120" w:line="245" w:lineRule="auto"/>
        <w:ind w:firstLine="720"/>
        <w:rPr>
          <w:rFonts w:ascii="PT Astra Serif" w:hAnsi="PT Astra Serif"/>
          <w:sz w:val="18"/>
          <w:szCs w:val="28"/>
        </w:rPr>
      </w:pPr>
    </w:p>
    <w:p w:rsidR="0099128B" w:rsidRDefault="0099128B" w:rsidP="0099128B">
      <w:pPr>
        <w:pStyle w:val="aa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«</w:t>
      </w:r>
      <w:r w:rsidRPr="00B022DE">
        <w:rPr>
          <w:rFonts w:ascii="PT Astra Serif" w:hAnsi="PT Astra Serif"/>
        </w:rPr>
        <w:t>Таблица 1</w:t>
      </w:r>
    </w:p>
    <w:p w:rsidR="00D0573D" w:rsidRDefault="00D0573D" w:rsidP="0099128B">
      <w:pPr>
        <w:pStyle w:val="aa"/>
        <w:jc w:val="right"/>
        <w:rPr>
          <w:rFonts w:ascii="PT Astra Serif" w:hAnsi="PT Astra Serif"/>
        </w:rPr>
      </w:pPr>
    </w:p>
    <w:p w:rsidR="0099128B" w:rsidRPr="00B022DE" w:rsidRDefault="0099128B" w:rsidP="0099128B">
      <w:pPr>
        <w:pStyle w:val="a8"/>
        <w:rPr>
          <w:rFonts w:ascii="PT Astra Serif" w:hAnsi="PT Astra Serif"/>
        </w:rPr>
      </w:pPr>
      <w:r w:rsidRPr="00B022DE">
        <w:rPr>
          <w:rFonts w:ascii="PT Astra Serif" w:hAnsi="PT Astra Serif"/>
        </w:rPr>
        <w:t>Программа</w:t>
      </w:r>
    </w:p>
    <w:p w:rsidR="0099128B" w:rsidRPr="00B022DE" w:rsidRDefault="0099128B" w:rsidP="0099128B">
      <w:pPr>
        <w:jc w:val="center"/>
        <w:rPr>
          <w:rFonts w:ascii="PT Astra Serif" w:hAnsi="PT Astra Serif"/>
          <w:b/>
          <w:bCs/>
          <w:sz w:val="28"/>
        </w:rPr>
      </w:pPr>
      <w:r w:rsidRPr="00B022DE">
        <w:rPr>
          <w:rFonts w:ascii="PT Astra Serif" w:hAnsi="PT Astra Serif"/>
          <w:b/>
          <w:bCs/>
          <w:sz w:val="28"/>
        </w:rPr>
        <w:t xml:space="preserve">государственных внутренних заимствований </w:t>
      </w:r>
    </w:p>
    <w:p w:rsidR="0099128B" w:rsidRDefault="0099128B" w:rsidP="0099128B">
      <w:pPr>
        <w:jc w:val="center"/>
        <w:rPr>
          <w:rFonts w:ascii="PT Astra Serif" w:hAnsi="PT Astra Serif"/>
          <w:b/>
          <w:bCs/>
          <w:sz w:val="28"/>
        </w:rPr>
      </w:pPr>
      <w:r w:rsidRPr="00B022DE">
        <w:rPr>
          <w:rFonts w:ascii="PT Astra Serif" w:hAnsi="PT Astra Serif"/>
          <w:b/>
          <w:bCs/>
          <w:sz w:val="28"/>
        </w:rPr>
        <w:t>Ульяновской области на 2022 год</w:t>
      </w:r>
    </w:p>
    <w:p w:rsidR="00D0573D" w:rsidRPr="00B022DE" w:rsidRDefault="00D0573D" w:rsidP="0099128B">
      <w:pPr>
        <w:jc w:val="center"/>
        <w:rPr>
          <w:rFonts w:ascii="PT Astra Serif" w:hAnsi="PT Astra Serif"/>
          <w:b/>
          <w:bCs/>
          <w:sz w:val="28"/>
        </w:rPr>
      </w:pPr>
    </w:p>
    <w:p w:rsidR="0099128B" w:rsidRPr="00B022DE" w:rsidRDefault="0099128B" w:rsidP="0099128B">
      <w:pPr>
        <w:pStyle w:val="1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 w:rsidRPr="00B022DE">
        <w:rPr>
          <w:rFonts w:ascii="PT Astra Serif" w:hAnsi="PT Astra Serif"/>
        </w:rPr>
        <w:t>тыс. руб.</w:t>
      </w:r>
    </w:p>
    <w:tbl>
      <w:tblPr>
        <w:tblW w:w="9637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1"/>
        <w:gridCol w:w="2041"/>
        <w:gridCol w:w="1587"/>
        <w:gridCol w:w="1587"/>
        <w:gridCol w:w="1531"/>
      </w:tblGrid>
      <w:tr w:rsidR="0099128B" w:rsidRPr="00B022DE" w:rsidTr="0099128B">
        <w:trPr>
          <w:trHeight w:val="1288"/>
        </w:trPr>
        <w:tc>
          <w:tcPr>
            <w:tcW w:w="2891" w:type="dxa"/>
            <w:shd w:val="clear" w:color="auto" w:fill="auto"/>
            <w:vAlign w:val="center"/>
            <w:hideMark/>
          </w:tcPr>
          <w:p w:rsidR="0099128B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B022DE">
              <w:rPr>
                <w:rFonts w:ascii="PT Astra Serif" w:hAnsi="PT Astra Serif"/>
                <w:color w:val="000000"/>
                <w:sz w:val="28"/>
              </w:rPr>
              <w:t xml:space="preserve">Наименование </w:t>
            </w:r>
          </w:p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B022DE">
              <w:rPr>
                <w:rFonts w:ascii="PT Astra Serif" w:hAnsi="PT Astra Serif"/>
                <w:color w:val="000000"/>
                <w:sz w:val="28"/>
              </w:rPr>
              <w:t>показателей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B022DE">
              <w:rPr>
                <w:rFonts w:ascii="PT Astra Serif" w:hAnsi="PT Astra Serif"/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B022DE">
              <w:rPr>
                <w:rFonts w:ascii="PT Astra Serif" w:hAnsi="PT Astra Serif"/>
                <w:color w:val="000000"/>
                <w:sz w:val="28"/>
              </w:rPr>
              <w:t xml:space="preserve">Погашение 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B022DE">
              <w:rPr>
                <w:rFonts w:ascii="PT Astra Serif" w:hAnsi="PT Astra Serif"/>
                <w:color w:val="000000"/>
                <w:sz w:val="28"/>
              </w:rPr>
              <w:t>Погашение  реструкт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>у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>рирова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>н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>ной задо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>л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 xml:space="preserve">женности </w:t>
            </w:r>
          </w:p>
        </w:tc>
        <w:tc>
          <w:tcPr>
            <w:tcW w:w="1531" w:type="dxa"/>
            <w:vAlign w:val="center"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B022DE">
              <w:rPr>
                <w:rFonts w:ascii="PT Astra Serif" w:hAnsi="PT Astra Serif"/>
                <w:color w:val="000000"/>
                <w:sz w:val="28"/>
              </w:rPr>
              <w:t>Предел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>ь</w:t>
            </w:r>
            <w:r w:rsidRPr="00B022DE">
              <w:rPr>
                <w:rFonts w:ascii="PT Astra Serif" w:hAnsi="PT Astra Serif"/>
                <w:color w:val="000000"/>
                <w:sz w:val="28"/>
              </w:rPr>
              <w:t>ные сроки погашения</w:t>
            </w:r>
          </w:p>
        </w:tc>
      </w:tr>
    </w:tbl>
    <w:p w:rsidR="0099128B" w:rsidRPr="0099128B" w:rsidRDefault="0099128B" w:rsidP="0099128B">
      <w:pPr>
        <w:spacing w:line="120" w:lineRule="auto"/>
        <w:rPr>
          <w:sz w:val="2"/>
          <w:szCs w:val="2"/>
        </w:rPr>
      </w:pPr>
    </w:p>
    <w:tbl>
      <w:tblPr>
        <w:tblW w:w="9637" w:type="dxa"/>
        <w:tblInd w:w="95" w:type="dxa"/>
        <w:tblLayout w:type="fixed"/>
        <w:tblLook w:val="04A0"/>
      </w:tblPr>
      <w:tblGrid>
        <w:gridCol w:w="2891"/>
        <w:gridCol w:w="2041"/>
        <w:gridCol w:w="1587"/>
        <w:gridCol w:w="1587"/>
        <w:gridCol w:w="1531"/>
      </w:tblGrid>
      <w:tr w:rsidR="0099128B" w:rsidRPr="00B022DE" w:rsidTr="0099128B">
        <w:trPr>
          <w:trHeight w:val="329"/>
          <w:tblHeader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128B" w:rsidRPr="00B022D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99128B" w:rsidRPr="007038FE" w:rsidTr="002F4AE3">
        <w:tc>
          <w:tcPr>
            <w:tcW w:w="289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9128B" w:rsidRPr="007038FE" w:rsidRDefault="0099128B" w:rsidP="002F4AE3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Государственные ценные бумаги Уль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я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новской области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3000000,0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1875000,0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31.12.2022</w:t>
            </w:r>
          </w:p>
        </w:tc>
      </w:tr>
      <w:tr w:rsidR="0099128B" w:rsidRPr="007038FE" w:rsidTr="002F4AE3">
        <w:tc>
          <w:tcPr>
            <w:tcW w:w="2891" w:type="dxa"/>
            <w:shd w:val="clear" w:color="auto" w:fill="auto"/>
            <w:vAlign w:val="bottom"/>
            <w:hideMark/>
          </w:tcPr>
          <w:p w:rsidR="0099128B" w:rsidRPr="007038FE" w:rsidRDefault="0099128B" w:rsidP="002F4AE3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Кредиты кредитных организаций в валюте Российской Федер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а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ции</w:t>
            </w:r>
          </w:p>
        </w:tc>
        <w:tc>
          <w:tcPr>
            <w:tcW w:w="204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18689706,8</w:t>
            </w:r>
          </w:p>
        </w:tc>
        <w:tc>
          <w:tcPr>
            <w:tcW w:w="15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16000000,0</w:t>
            </w:r>
          </w:p>
        </w:tc>
        <w:tc>
          <w:tcPr>
            <w:tcW w:w="1587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1" w:type="dxa"/>
            <w:tcMar>
              <w:left w:w="57" w:type="dxa"/>
              <w:right w:w="57" w:type="dxa"/>
            </w:tcMar>
            <w:vAlign w:val="bottom"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31.12.2022</w:t>
            </w:r>
          </w:p>
        </w:tc>
      </w:tr>
      <w:tr w:rsidR="0099128B" w:rsidRPr="007038FE" w:rsidTr="002F4AE3">
        <w:tc>
          <w:tcPr>
            <w:tcW w:w="289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9128B" w:rsidRPr="007038FE" w:rsidRDefault="0099128B" w:rsidP="002F4AE3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Бюджетные кредиты из других бюджетов бюджетной системы Российской Федер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а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ции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12241780,22413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8564880,1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464880,1</w:t>
            </w:r>
          </w:p>
        </w:tc>
        <w:tc>
          <w:tcPr>
            <w:tcW w:w="1531" w:type="dxa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31.12.2022</w:t>
            </w:r>
          </w:p>
        </w:tc>
      </w:tr>
      <w:tr w:rsidR="0099128B" w:rsidRPr="007038FE" w:rsidTr="002F4AE3">
        <w:tc>
          <w:tcPr>
            <w:tcW w:w="289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9128B" w:rsidRPr="007038FE" w:rsidRDefault="0099128B" w:rsidP="002F4AE3">
            <w:pPr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в том числе бюдже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т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ные кредиты на п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о</w:t>
            </w:r>
            <w:r w:rsidRPr="007038FE">
              <w:rPr>
                <w:rFonts w:ascii="PT Astra Serif" w:hAnsi="PT Astra Serif"/>
                <w:color w:val="000000"/>
                <w:spacing w:val="-2"/>
                <w:sz w:val="28"/>
              </w:rPr>
              <w:t>полнение остатка средств на едином счёте бюджета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8100000,0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8100000,0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31" w:type="dxa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31.12.2022</w:t>
            </w:r>
          </w:p>
        </w:tc>
      </w:tr>
      <w:tr w:rsidR="0099128B" w:rsidRPr="00B022DE" w:rsidTr="002F4AE3">
        <w:tc>
          <w:tcPr>
            <w:tcW w:w="289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9128B" w:rsidRPr="007038FE" w:rsidRDefault="0099128B" w:rsidP="002F4AE3">
            <w:pPr>
              <w:rPr>
                <w:rFonts w:ascii="PT Astra Serif" w:hAnsi="PT Astra Serif"/>
                <w:color w:val="000000"/>
                <w:sz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</w:rPr>
              <w:t>ИТОГО</w:t>
            </w:r>
          </w:p>
        </w:tc>
        <w:tc>
          <w:tcPr>
            <w:tcW w:w="2041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33931487,02413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26439880,1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99128B" w:rsidRPr="007038FE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464880,1</w:t>
            </w:r>
          </w:p>
        </w:tc>
        <w:tc>
          <w:tcPr>
            <w:tcW w:w="153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99128B" w:rsidRPr="007C7F42" w:rsidRDefault="0099128B" w:rsidP="002F4AE3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7038FE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</w:p>
        </w:tc>
      </w:tr>
    </w:tbl>
    <w:p w:rsidR="00892510" w:rsidRDefault="00892510" w:rsidP="007E4853">
      <w:pPr>
        <w:rPr>
          <w:rFonts w:ascii="PT Astra Serif" w:hAnsi="PT Astra Serif"/>
          <w:sz w:val="28"/>
          <w:szCs w:val="28"/>
          <w:highlight w:val="cyan"/>
        </w:rPr>
      </w:pPr>
    </w:p>
    <w:p w:rsidR="007C7F42" w:rsidRPr="00C31C7F" w:rsidRDefault="007C7F42" w:rsidP="00ED206D">
      <w:pPr>
        <w:pStyle w:val="aa"/>
        <w:spacing w:line="235" w:lineRule="auto"/>
        <w:jc w:val="right"/>
        <w:rPr>
          <w:rFonts w:ascii="PT Astra Serif" w:hAnsi="PT Astra Serif"/>
        </w:rPr>
      </w:pPr>
      <w:r w:rsidRPr="00C31C7F">
        <w:rPr>
          <w:rFonts w:ascii="PT Astra Serif" w:hAnsi="PT Astra Serif"/>
        </w:rPr>
        <w:t>Таблица 2</w:t>
      </w:r>
    </w:p>
    <w:p w:rsidR="007C7F42" w:rsidRDefault="007C7F42" w:rsidP="00ED206D">
      <w:pPr>
        <w:pStyle w:val="aa"/>
        <w:spacing w:line="235" w:lineRule="auto"/>
        <w:jc w:val="right"/>
        <w:rPr>
          <w:rFonts w:ascii="PT Astra Serif" w:hAnsi="PT Astra Serif"/>
          <w:highlight w:val="cyan"/>
        </w:rPr>
      </w:pPr>
    </w:p>
    <w:p w:rsidR="007C7F42" w:rsidRPr="00C31C7F" w:rsidRDefault="007C7F42" w:rsidP="00ED206D">
      <w:pPr>
        <w:pStyle w:val="a8"/>
        <w:spacing w:line="235" w:lineRule="auto"/>
        <w:contextualSpacing/>
        <w:rPr>
          <w:rFonts w:ascii="PT Astra Serif" w:hAnsi="PT Astra Serif"/>
        </w:rPr>
      </w:pPr>
      <w:r w:rsidRPr="00C31C7F">
        <w:rPr>
          <w:rFonts w:ascii="PT Astra Serif" w:hAnsi="PT Astra Serif"/>
        </w:rPr>
        <w:t>Программа</w:t>
      </w:r>
    </w:p>
    <w:p w:rsidR="007C7F42" w:rsidRPr="00C31C7F" w:rsidRDefault="007C7F42" w:rsidP="00ED206D">
      <w:pPr>
        <w:spacing w:line="235" w:lineRule="auto"/>
        <w:contextualSpacing/>
        <w:jc w:val="center"/>
        <w:rPr>
          <w:rFonts w:ascii="PT Astra Serif" w:hAnsi="PT Astra Serif"/>
          <w:b/>
          <w:bCs/>
          <w:sz w:val="28"/>
        </w:rPr>
      </w:pPr>
      <w:r w:rsidRPr="00C31C7F">
        <w:rPr>
          <w:rFonts w:ascii="PT Astra Serif" w:hAnsi="PT Astra Serif"/>
          <w:b/>
          <w:bCs/>
          <w:sz w:val="28"/>
        </w:rPr>
        <w:t xml:space="preserve">государственных внутренних заимствований </w:t>
      </w:r>
    </w:p>
    <w:p w:rsidR="007C7F42" w:rsidRPr="00C31C7F" w:rsidRDefault="007C7F42" w:rsidP="00ED206D">
      <w:pPr>
        <w:spacing w:line="235" w:lineRule="auto"/>
        <w:contextualSpacing/>
        <w:jc w:val="center"/>
        <w:rPr>
          <w:rFonts w:ascii="PT Astra Serif" w:hAnsi="PT Astra Serif"/>
          <w:b/>
          <w:bCs/>
          <w:sz w:val="28"/>
        </w:rPr>
      </w:pPr>
      <w:r w:rsidRPr="00C31C7F">
        <w:rPr>
          <w:rFonts w:ascii="PT Astra Serif" w:hAnsi="PT Astra Serif"/>
          <w:b/>
          <w:bCs/>
          <w:sz w:val="28"/>
        </w:rPr>
        <w:t>Ульяновской области на 2023 год</w:t>
      </w:r>
    </w:p>
    <w:p w:rsidR="007C7F42" w:rsidRPr="00C31C7F" w:rsidRDefault="007C7F42" w:rsidP="00ED206D">
      <w:pPr>
        <w:spacing w:line="235" w:lineRule="auto"/>
        <w:jc w:val="center"/>
        <w:rPr>
          <w:rFonts w:ascii="PT Astra Serif" w:hAnsi="PT Astra Serif"/>
          <w:b/>
          <w:bCs/>
          <w:sz w:val="12"/>
          <w:szCs w:val="12"/>
        </w:rPr>
      </w:pPr>
    </w:p>
    <w:p w:rsidR="007C7F42" w:rsidRPr="00C31C7F" w:rsidRDefault="00383412" w:rsidP="00ED206D">
      <w:pPr>
        <w:pStyle w:val="1"/>
        <w:spacing w:line="235" w:lineRule="auto"/>
        <w:rPr>
          <w:rFonts w:ascii="PT Astra Serif" w:hAnsi="PT Astra Serif"/>
        </w:rPr>
      </w:pP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</w:r>
      <w:r w:rsidRPr="00C31C7F">
        <w:rPr>
          <w:rFonts w:ascii="PT Astra Serif" w:hAnsi="PT Astra Serif"/>
        </w:rPr>
        <w:tab/>
        <w:t xml:space="preserve">       </w:t>
      </w:r>
      <w:r w:rsidR="007C7F42" w:rsidRPr="00C31C7F">
        <w:rPr>
          <w:rFonts w:ascii="PT Astra Serif" w:hAnsi="PT Astra Serif"/>
        </w:rPr>
        <w:t>тыс. руб.</w:t>
      </w:r>
    </w:p>
    <w:tbl>
      <w:tblPr>
        <w:tblW w:w="9666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05"/>
        <w:gridCol w:w="1871"/>
        <w:gridCol w:w="1587"/>
        <w:gridCol w:w="1644"/>
        <w:gridCol w:w="1559"/>
      </w:tblGrid>
      <w:tr w:rsidR="007C7F42" w:rsidRPr="00C31C7F" w:rsidTr="00B61565">
        <w:trPr>
          <w:trHeight w:val="1288"/>
        </w:trPr>
        <w:tc>
          <w:tcPr>
            <w:tcW w:w="3005" w:type="dxa"/>
            <w:shd w:val="clear" w:color="auto" w:fill="auto"/>
            <w:vAlign w:val="center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 xml:space="preserve">Наименование </w:t>
            </w:r>
          </w:p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>показателей</w:t>
            </w: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 xml:space="preserve">Погашение 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>Погашение</w:t>
            </w:r>
            <w:r w:rsidR="005D2A25" w:rsidRPr="00C31C7F">
              <w:rPr>
                <w:rFonts w:ascii="PT Astra Serif" w:hAnsi="PT Astra Serif"/>
                <w:color w:val="000000"/>
                <w:sz w:val="28"/>
              </w:rPr>
              <w:br/>
            </w:r>
            <w:r w:rsidRPr="00C31C7F">
              <w:rPr>
                <w:rFonts w:ascii="PT Astra Serif" w:hAnsi="PT Astra Serif"/>
                <w:color w:val="000000"/>
                <w:sz w:val="28"/>
              </w:rPr>
              <w:t>реструкт</w:t>
            </w:r>
            <w:r w:rsidRPr="00C31C7F">
              <w:rPr>
                <w:rFonts w:ascii="PT Astra Serif" w:hAnsi="PT Astra Serif"/>
                <w:color w:val="000000"/>
                <w:sz w:val="28"/>
              </w:rPr>
              <w:t>у</w:t>
            </w:r>
            <w:r w:rsidRPr="00C31C7F">
              <w:rPr>
                <w:rFonts w:ascii="PT Astra Serif" w:hAnsi="PT Astra Serif"/>
                <w:color w:val="000000"/>
                <w:sz w:val="28"/>
              </w:rPr>
              <w:t>рированной задолже</w:t>
            </w:r>
            <w:r w:rsidRPr="00C31C7F">
              <w:rPr>
                <w:rFonts w:ascii="PT Astra Serif" w:hAnsi="PT Astra Serif"/>
                <w:color w:val="000000"/>
                <w:sz w:val="28"/>
              </w:rPr>
              <w:t>н</w:t>
            </w:r>
            <w:r w:rsidRPr="00C31C7F">
              <w:rPr>
                <w:rFonts w:ascii="PT Astra Serif" w:hAnsi="PT Astra Serif"/>
                <w:color w:val="000000"/>
                <w:sz w:val="28"/>
              </w:rPr>
              <w:t xml:space="preserve">ности </w:t>
            </w:r>
          </w:p>
        </w:tc>
        <w:tc>
          <w:tcPr>
            <w:tcW w:w="1559" w:type="dxa"/>
            <w:vAlign w:val="center"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>Предел</w:t>
            </w:r>
            <w:r w:rsidRPr="00C31C7F">
              <w:rPr>
                <w:rFonts w:ascii="PT Astra Serif" w:hAnsi="PT Astra Serif"/>
                <w:color w:val="000000"/>
                <w:sz w:val="28"/>
              </w:rPr>
              <w:t>ь</w:t>
            </w:r>
            <w:r w:rsidRPr="00C31C7F">
              <w:rPr>
                <w:rFonts w:ascii="PT Astra Serif" w:hAnsi="PT Astra Serif"/>
                <w:color w:val="000000"/>
                <w:sz w:val="28"/>
              </w:rPr>
              <w:t>ные сроки погашения</w:t>
            </w:r>
          </w:p>
        </w:tc>
      </w:tr>
    </w:tbl>
    <w:p w:rsidR="00B61565" w:rsidRPr="00B61565" w:rsidRDefault="00B61565" w:rsidP="00B61565">
      <w:pPr>
        <w:spacing w:line="120" w:lineRule="auto"/>
        <w:rPr>
          <w:sz w:val="2"/>
          <w:szCs w:val="2"/>
        </w:rPr>
      </w:pPr>
    </w:p>
    <w:tbl>
      <w:tblPr>
        <w:tblW w:w="10049" w:type="dxa"/>
        <w:tblInd w:w="95" w:type="dxa"/>
        <w:tblLayout w:type="fixed"/>
        <w:tblLook w:val="04A0"/>
      </w:tblPr>
      <w:tblGrid>
        <w:gridCol w:w="3005"/>
        <w:gridCol w:w="1871"/>
        <w:gridCol w:w="1587"/>
        <w:gridCol w:w="1644"/>
        <w:gridCol w:w="1559"/>
        <w:gridCol w:w="383"/>
      </w:tblGrid>
      <w:tr w:rsidR="007C7F42" w:rsidRPr="00123BB0" w:rsidTr="00B61565">
        <w:trPr>
          <w:gridAfter w:val="1"/>
          <w:wAfter w:w="383" w:type="dxa"/>
          <w:trHeight w:val="231"/>
          <w:tblHeader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7C7F42" w:rsidRPr="00123BB0" w:rsidTr="00D0573D">
        <w:trPr>
          <w:gridAfter w:val="1"/>
          <w:wAfter w:w="383" w:type="dxa"/>
          <w:trHeight w:val="64"/>
        </w:trPr>
        <w:tc>
          <w:tcPr>
            <w:tcW w:w="300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C7F42" w:rsidRPr="00C31C7F" w:rsidRDefault="007C7F42" w:rsidP="00ED2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lastRenderedPageBreak/>
              <w:t>Государственные це</w:t>
            </w: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н</w:t>
            </w: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ные бумаги Ульяно</w:t>
            </w: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в</w:t>
            </w: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ской области</w:t>
            </w: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3000000,0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2625000,0</w:t>
            </w:r>
          </w:p>
        </w:tc>
        <w:tc>
          <w:tcPr>
            <w:tcW w:w="16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30.12.2023</w:t>
            </w:r>
          </w:p>
        </w:tc>
      </w:tr>
      <w:tr w:rsidR="007C7F42" w:rsidRPr="00123BB0" w:rsidTr="00C31C7F">
        <w:trPr>
          <w:gridAfter w:val="1"/>
          <w:wAfter w:w="383" w:type="dxa"/>
          <w:trHeight w:val="630"/>
        </w:trPr>
        <w:tc>
          <w:tcPr>
            <w:tcW w:w="3005" w:type="dxa"/>
            <w:shd w:val="clear" w:color="auto" w:fill="auto"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871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7C7F42" w:rsidRPr="00C31C7F" w:rsidRDefault="00FB3196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14636226,2552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7C7F42" w:rsidRPr="00C31C7F" w:rsidRDefault="009C1BC0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13400000,0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31.12.2023</w:t>
            </w:r>
          </w:p>
        </w:tc>
      </w:tr>
      <w:tr w:rsidR="007C7F42" w:rsidRPr="00123BB0" w:rsidTr="00C31C7F">
        <w:trPr>
          <w:gridAfter w:val="1"/>
          <w:wAfter w:w="383" w:type="dxa"/>
          <w:trHeight w:val="945"/>
        </w:trPr>
        <w:tc>
          <w:tcPr>
            <w:tcW w:w="300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Бюджетные кредиты</w:t>
            </w:r>
            <w:r w:rsidR="009D163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br/>
            </w: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из других бюджетов бюджетной системы Российской Федерации</w:t>
            </w: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C31C7F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1611356,0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464880,1</w:t>
            </w:r>
          </w:p>
        </w:tc>
        <w:tc>
          <w:tcPr>
            <w:tcW w:w="16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464880,1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30.11.2023</w:t>
            </w:r>
          </w:p>
        </w:tc>
      </w:tr>
      <w:tr w:rsidR="007C7F42" w:rsidRPr="00123BB0" w:rsidTr="00C31C7F">
        <w:trPr>
          <w:gridAfter w:val="1"/>
          <w:wAfter w:w="383" w:type="dxa"/>
          <w:trHeight w:val="1249"/>
        </w:trPr>
        <w:tc>
          <w:tcPr>
            <w:tcW w:w="300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7C7F42" w:rsidRPr="00C31C7F" w:rsidRDefault="00FB3196" w:rsidP="00ED206D">
            <w:pPr>
              <w:spacing w:line="235" w:lineRule="auto"/>
              <w:jc w:val="both"/>
              <w:rPr>
                <w:rFonts w:ascii="PT Astra Serif" w:hAnsi="PT Astra Serif"/>
                <w:color w:val="000000"/>
                <w:spacing w:val="-2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в</w:t>
            </w:r>
            <w:r w:rsidR="007C7F4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 xml:space="preserve"> том числе бюдже</w:t>
            </w:r>
            <w:r w:rsidR="007C7F4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т</w:t>
            </w:r>
            <w:r w:rsidR="007C7F4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ные кредиты на попо</w:t>
            </w:r>
            <w:r w:rsidR="007C7F4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л</w:t>
            </w:r>
            <w:r w:rsidR="007C7F4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нение остатка средств на едином счёте бю</w:t>
            </w:r>
            <w:r w:rsidR="007C7F4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д</w:t>
            </w:r>
            <w:r w:rsidR="007C7F42" w:rsidRPr="00C31C7F">
              <w:rPr>
                <w:rFonts w:ascii="PT Astra Serif" w:hAnsi="PT Astra Serif"/>
                <w:color w:val="000000"/>
                <w:spacing w:val="-2"/>
                <w:sz w:val="28"/>
              </w:rPr>
              <w:t>жета</w:t>
            </w: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7C7F42" w:rsidRPr="00C31C7F" w:rsidRDefault="007C7F42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</w:p>
        </w:tc>
      </w:tr>
      <w:tr w:rsidR="00C31C7F" w:rsidRPr="00123BB0" w:rsidTr="00C31C7F">
        <w:trPr>
          <w:trHeight w:val="315"/>
        </w:trPr>
        <w:tc>
          <w:tcPr>
            <w:tcW w:w="3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31C7F" w:rsidRPr="00C31C7F" w:rsidRDefault="00C31C7F" w:rsidP="00ED206D">
            <w:pPr>
              <w:spacing w:line="235" w:lineRule="auto"/>
              <w:rPr>
                <w:rFonts w:ascii="PT Astra Serif" w:hAnsi="PT Astra Serif"/>
                <w:color w:val="000000"/>
                <w:sz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</w:rPr>
              <w:t>ИТОГО</w:t>
            </w:r>
          </w:p>
        </w:tc>
        <w:tc>
          <w:tcPr>
            <w:tcW w:w="187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C31C7F" w:rsidRPr="00C31C7F" w:rsidRDefault="00C31C7F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pacing w:val="-6"/>
                <w:sz w:val="28"/>
                <w:szCs w:val="28"/>
              </w:rPr>
              <w:t>19247582,25517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noWrap/>
            <w:vAlign w:val="bottom"/>
          </w:tcPr>
          <w:p w:rsidR="00C31C7F" w:rsidRPr="00C31C7F" w:rsidRDefault="00C31C7F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16489880,1</w:t>
            </w:r>
          </w:p>
        </w:tc>
        <w:tc>
          <w:tcPr>
            <w:tcW w:w="164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31C7F" w:rsidRPr="00C31C7F" w:rsidRDefault="00C31C7F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464880,1</w:t>
            </w:r>
          </w:p>
        </w:tc>
        <w:tc>
          <w:tcPr>
            <w:tcW w:w="1559" w:type="dxa"/>
            <w:tcBorders>
              <w:top w:val="nil"/>
            </w:tcBorders>
          </w:tcPr>
          <w:p w:rsidR="00C31C7F" w:rsidRPr="00C31C7F" w:rsidRDefault="00C31C7F" w:rsidP="00ED206D">
            <w:pPr>
              <w:spacing w:line="235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C31C7F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</w:p>
        </w:tc>
        <w:tc>
          <w:tcPr>
            <w:tcW w:w="383" w:type="dxa"/>
          </w:tcPr>
          <w:p w:rsidR="00C31C7F" w:rsidRPr="005D2A25" w:rsidRDefault="00ED58AF" w:rsidP="004C2D6B">
            <w:pPr>
              <w:ind w:left="-113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  <w:r w:rsidR="00C31C7F" w:rsidRPr="00C31C7F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</w:tr>
    </w:tbl>
    <w:p w:rsidR="003C7A16" w:rsidRPr="00DE017A" w:rsidRDefault="003C7A16" w:rsidP="00B8606C">
      <w:pPr>
        <w:pStyle w:val="aa"/>
        <w:spacing w:line="233" w:lineRule="auto"/>
        <w:ind w:firstLine="720"/>
        <w:rPr>
          <w:rFonts w:ascii="PT Astra Serif" w:hAnsi="PT Astra Serif"/>
          <w:b/>
          <w:szCs w:val="28"/>
          <w:highlight w:val="yellow"/>
        </w:rPr>
      </w:pPr>
    </w:p>
    <w:p w:rsidR="00AC4E42" w:rsidRDefault="00AC4E42" w:rsidP="00541AE1">
      <w:pPr>
        <w:pStyle w:val="aa"/>
        <w:ind w:firstLine="720"/>
        <w:rPr>
          <w:rFonts w:ascii="PT Astra Serif" w:hAnsi="PT Astra Serif"/>
          <w:szCs w:val="28"/>
        </w:rPr>
      </w:pPr>
    </w:p>
    <w:p w:rsidR="00AC4E42" w:rsidRPr="00460527" w:rsidRDefault="00AC4E42" w:rsidP="00541AE1">
      <w:pPr>
        <w:pStyle w:val="aa"/>
        <w:ind w:firstLine="720"/>
        <w:rPr>
          <w:rFonts w:ascii="PT Astra Serif" w:hAnsi="PT Astra Serif"/>
          <w:szCs w:val="28"/>
        </w:rPr>
      </w:pPr>
    </w:p>
    <w:p w:rsidR="004E3E07" w:rsidRPr="00460527" w:rsidRDefault="004E3E07" w:rsidP="00806107">
      <w:pPr>
        <w:pStyle w:val="1"/>
        <w:jc w:val="left"/>
        <w:rPr>
          <w:rFonts w:ascii="PT Astra Serif" w:hAnsi="PT Astra Serif"/>
          <w:szCs w:val="28"/>
        </w:rPr>
      </w:pPr>
      <w:r w:rsidRPr="00460527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CD56E9" w:rsidRPr="00460527">
        <w:rPr>
          <w:rFonts w:ascii="PT Astra Serif" w:hAnsi="PT Astra Serif"/>
          <w:b/>
          <w:szCs w:val="28"/>
        </w:rPr>
        <w:t xml:space="preserve">                    </w:t>
      </w:r>
      <w:r w:rsidR="00806107">
        <w:rPr>
          <w:rFonts w:ascii="PT Astra Serif" w:hAnsi="PT Astra Serif"/>
          <w:b/>
          <w:szCs w:val="28"/>
        </w:rPr>
        <w:t xml:space="preserve"> </w:t>
      </w:r>
      <w:r w:rsidR="00CD56E9" w:rsidRPr="00460527">
        <w:rPr>
          <w:rFonts w:ascii="PT Astra Serif" w:hAnsi="PT Astra Serif"/>
          <w:b/>
          <w:szCs w:val="28"/>
        </w:rPr>
        <w:t xml:space="preserve">              </w:t>
      </w:r>
      <w:r w:rsidRPr="00460527">
        <w:rPr>
          <w:rFonts w:ascii="PT Astra Serif" w:hAnsi="PT Astra Serif"/>
          <w:b/>
          <w:szCs w:val="28"/>
        </w:rPr>
        <w:t>А.Ю.Русских</w:t>
      </w:r>
    </w:p>
    <w:p w:rsidR="004E3E07" w:rsidRPr="00460527" w:rsidRDefault="004E3E07" w:rsidP="00C51F67">
      <w:pPr>
        <w:jc w:val="center"/>
        <w:rPr>
          <w:rFonts w:ascii="PT Astra Serif" w:hAnsi="PT Astra Serif"/>
          <w:sz w:val="28"/>
          <w:szCs w:val="28"/>
        </w:rPr>
      </w:pPr>
    </w:p>
    <w:p w:rsidR="004E3E07" w:rsidRPr="00460527" w:rsidRDefault="004E3E07" w:rsidP="00C51F67">
      <w:pPr>
        <w:jc w:val="center"/>
        <w:rPr>
          <w:rFonts w:ascii="PT Astra Serif" w:hAnsi="PT Astra Serif"/>
          <w:sz w:val="28"/>
          <w:szCs w:val="28"/>
        </w:rPr>
      </w:pPr>
    </w:p>
    <w:p w:rsidR="004E3E07" w:rsidRPr="00460527" w:rsidRDefault="004E3E07" w:rsidP="00C51F67">
      <w:pPr>
        <w:jc w:val="center"/>
        <w:rPr>
          <w:rFonts w:ascii="PT Astra Serif" w:hAnsi="PT Astra Serif"/>
          <w:sz w:val="28"/>
          <w:szCs w:val="28"/>
        </w:rPr>
      </w:pPr>
    </w:p>
    <w:p w:rsidR="004E3E07" w:rsidRPr="00460527" w:rsidRDefault="004E3E07" w:rsidP="00C51F67">
      <w:pPr>
        <w:jc w:val="center"/>
        <w:rPr>
          <w:rFonts w:ascii="PT Astra Serif" w:hAnsi="PT Astra Serif"/>
          <w:sz w:val="28"/>
          <w:szCs w:val="28"/>
        </w:rPr>
      </w:pPr>
      <w:r w:rsidRPr="00460527">
        <w:rPr>
          <w:rFonts w:ascii="PT Astra Serif" w:hAnsi="PT Astra Serif"/>
          <w:sz w:val="28"/>
          <w:szCs w:val="28"/>
        </w:rPr>
        <w:t>г. Ульяновск</w:t>
      </w:r>
    </w:p>
    <w:p w:rsidR="004E3E07" w:rsidRPr="00460527" w:rsidRDefault="00A80442" w:rsidP="00C51F67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 ноября</w:t>
      </w:r>
      <w:r w:rsidR="004E3E07" w:rsidRPr="00460527">
        <w:rPr>
          <w:rFonts w:ascii="PT Astra Serif" w:hAnsi="PT Astra Serif"/>
          <w:sz w:val="28"/>
          <w:szCs w:val="28"/>
        </w:rPr>
        <w:t xml:space="preserve"> 202</w:t>
      </w:r>
      <w:r w:rsidR="00395DC7" w:rsidRPr="00460527">
        <w:rPr>
          <w:rFonts w:ascii="PT Astra Serif" w:hAnsi="PT Astra Serif"/>
          <w:sz w:val="28"/>
          <w:szCs w:val="28"/>
        </w:rPr>
        <w:t>2</w:t>
      </w:r>
      <w:r w:rsidR="004E3E07" w:rsidRPr="00460527">
        <w:rPr>
          <w:rFonts w:ascii="PT Astra Serif" w:hAnsi="PT Astra Serif"/>
          <w:sz w:val="28"/>
          <w:szCs w:val="28"/>
        </w:rPr>
        <w:t xml:space="preserve"> г.</w:t>
      </w:r>
    </w:p>
    <w:p w:rsidR="004E3E07" w:rsidRPr="00460527" w:rsidRDefault="004E3E07" w:rsidP="00C51F67">
      <w:pPr>
        <w:jc w:val="center"/>
        <w:rPr>
          <w:rFonts w:ascii="PT Astra Serif" w:hAnsi="PT Astra Serif"/>
          <w:sz w:val="28"/>
          <w:szCs w:val="28"/>
        </w:rPr>
      </w:pPr>
      <w:r w:rsidRPr="00460527">
        <w:rPr>
          <w:rFonts w:ascii="PT Astra Serif" w:hAnsi="PT Astra Serif"/>
          <w:sz w:val="28"/>
          <w:szCs w:val="28"/>
        </w:rPr>
        <w:t xml:space="preserve">№ </w:t>
      </w:r>
      <w:r w:rsidR="00A80442">
        <w:rPr>
          <w:rFonts w:ascii="PT Astra Serif" w:hAnsi="PT Astra Serif"/>
          <w:sz w:val="28"/>
          <w:szCs w:val="28"/>
        </w:rPr>
        <w:t>112</w:t>
      </w:r>
      <w:r w:rsidRPr="00460527">
        <w:rPr>
          <w:rFonts w:ascii="PT Astra Serif" w:hAnsi="PT Astra Serif"/>
          <w:sz w:val="28"/>
          <w:szCs w:val="28"/>
        </w:rPr>
        <w:t>-ЗО</w:t>
      </w:r>
    </w:p>
    <w:sectPr w:rsidR="004E3E07" w:rsidRPr="00460527" w:rsidSect="003C38A4">
      <w:headerReference w:type="first" r:id="rId21"/>
      <w:pgSz w:w="11907" w:h="16840" w:code="9"/>
      <w:pgMar w:top="1134" w:right="708" w:bottom="1134" w:left="1701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740" w:rsidRDefault="00833740">
      <w:r>
        <w:separator/>
      </w:r>
    </w:p>
  </w:endnote>
  <w:endnote w:type="continuationSeparator" w:id="0">
    <w:p w:rsidR="00833740" w:rsidRDefault="00833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Pr="009F0C34" w:rsidRDefault="00BA0AD9" w:rsidP="009F0C34">
    <w:pPr>
      <w:pStyle w:val="a6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3110ан1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Pr="009F0C34" w:rsidRDefault="00BA0AD9" w:rsidP="009F0C34">
    <w:pPr>
      <w:pStyle w:val="a6"/>
      <w:jc w:val="right"/>
      <w:rPr>
        <w:rFonts w:ascii="PT Astra Serif" w:hAnsi="PT Astra Serif"/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Pr="006858A4" w:rsidRDefault="00BA0AD9" w:rsidP="006858A4">
    <w:pPr>
      <w:pStyle w:val="a6"/>
      <w:jc w:val="right"/>
      <w:rPr>
        <w:rFonts w:ascii="PT Astra Serif" w:hAnsi="PT Astra Serif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740" w:rsidRDefault="00833740">
      <w:r>
        <w:separator/>
      </w:r>
    </w:p>
  </w:footnote>
  <w:footnote w:type="continuationSeparator" w:id="0">
    <w:p w:rsidR="00833740" w:rsidRDefault="008337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Default="001626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A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0AD9">
      <w:rPr>
        <w:rStyle w:val="a5"/>
        <w:noProof/>
      </w:rPr>
      <w:t>410</w:t>
    </w:r>
    <w:r>
      <w:rPr>
        <w:rStyle w:val="a5"/>
      </w:rPr>
      <w:fldChar w:fldCharType="end"/>
    </w:r>
  </w:p>
  <w:p w:rsidR="00BA0AD9" w:rsidRDefault="00BA0A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Pr="00464F01" w:rsidRDefault="0016269E" w:rsidP="00922298">
    <w:pPr>
      <w:pStyle w:val="a3"/>
      <w:jc w:val="center"/>
      <w:rPr>
        <w:rFonts w:ascii="PT Astra Serif" w:hAnsi="PT Astra Serif"/>
        <w:sz w:val="28"/>
        <w:szCs w:val="28"/>
      </w:rPr>
    </w:pPr>
    <w:r w:rsidRPr="00464F01">
      <w:rPr>
        <w:rStyle w:val="a5"/>
        <w:rFonts w:ascii="PT Astra Serif" w:hAnsi="PT Astra Serif"/>
        <w:sz w:val="28"/>
        <w:szCs w:val="28"/>
      </w:rPr>
      <w:fldChar w:fldCharType="begin"/>
    </w:r>
    <w:r w:rsidR="00BA0AD9" w:rsidRPr="00464F01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464F01">
      <w:rPr>
        <w:rStyle w:val="a5"/>
        <w:rFonts w:ascii="PT Astra Serif" w:hAnsi="PT Astra Serif"/>
        <w:sz w:val="28"/>
        <w:szCs w:val="28"/>
      </w:rPr>
      <w:fldChar w:fldCharType="separate"/>
    </w:r>
    <w:r w:rsidR="00A80442">
      <w:rPr>
        <w:rStyle w:val="a5"/>
        <w:rFonts w:ascii="PT Astra Serif" w:hAnsi="PT Astra Serif"/>
        <w:noProof/>
        <w:sz w:val="28"/>
        <w:szCs w:val="28"/>
      </w:rPr>
      <w:t>3</w:t>
    </w:r>
    <w:r w:rsidRPr="00464F01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Default="00BA0A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Default="001626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0A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0AD9">
      <w:rPr>
        <w:rStyle w:val="a5"/>
        <w:noProof/>
      </w:rPr>
      <w:t>410</w:t>
    </w:r>
    <w:r>
      <w:rPr>
        <w:rStyle w:val="a5"/>
      </w:rPr>
      <w:fldChar w:fldCharType="end"/>
    </w:r>
  </w:p>
  <w:p w:rsidR="00BA0AD9" w:rsidRDefault="00BA0AD9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Pr="00464F01" w:rsidRDefault="0016269E" w:rsidP="00922298">
    <w:pPr>
      <w:pStyle w:val="a3"/>
      <w:jc w:val="center"/>
      <w:rPr>
        <w:rFonts w:ascii="PT Astra Serif" w:hAnsi="PT Astra Serif"/>
        <w:sz w:val="28"/>
        <w:szCs w:val="28"/>
      </w:rPr>
    </w:pPr>
    <w:r w:rsidRPr="00464F01">
      <w:rPr>
        <w:rStyle w:val="a5"/>
        <w:rFonts w:ascii="PT Astra Serif" w:hAnsi="PT Astra Serif"/>
        <w:sz w:val="28"/>
        <w:szCs w:val="28"/>
      </w:rPr>
      <w:fldChar w:fldCharType="begin"/>
    </w:r>
    <w:r w:rsidR="00BA0AD9" w:rsidRPr="00464F01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464F01">
      <w:rPr>
        <w:rStyle w:val="a5"/>
        <w:rFonts w:ascii="PT Astra Serif" w:hAnsi="PT Astra Serif"/>
        <w:sz w:val="28"/>
        <w:szCs w:val="28"/>
      </w:rPr>
      <w:fldChar w:fldCharType="separate"/>
    </w:r>
    <w:r w:rsidR="00A80442">
      <w:rPr>
        <w:rStyle w:val="a5"/>
        <w:rFonts w:ascii="PT Astra Serif" w:hAnsi="PT Astra Serif"/>
        <w:noProof/>
        <w:sz w:val="28"/>
        <w:szCs w:val="28"/>
      </w:rPr>
      <w:t>92</w:t>
    </w:r>
    <w:r w:rsidRPr="00464F01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Default="00BA0AD9">
    <w:pPr>
      <w:pStyle w:val="a3"/>
      <w:jc w:val="cent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Pr="001D6DBB" w:rsidRDefault="0016269E" w:rsidP="001D6DBB">
    <w:pPr>
      <w:pStyle w:val="a3"/>
      <w:jc w:val="center"/>
      <w:rPr>
        <w:rFonts w:ascii="PT Astra Serif" w:hAnsi="PT Astra Serif"/>
        <w:sz w:val="28"/>
        <w:szCs w:val="28"/>
      </w:rPr>
    </w:pPr>
    <w:r w:rsidRPr="00C1382F">
      <w:rPr>
        <w:rFonts w:ascii="PT Astra Serif" w:hAnsi="PT Astra Serif"/>
        <w:sz w:val="28"/>
        <w:szCs w:val="28"/>
      </w:rPr>
      <w:fldChar w:fldCharType="begin"/>
    </w:r>
    <w:r w:rsidR="00BA0AD9" w:rsidRPr="00C1382F">
      <w:rPr>
        <w:rFonts w:ascii="PT Astra Serif" w:hAnsi="PT Astra Serif"/>
        <w:sz w:val="28"/>
        <w:szCs w:val="28"/>
      </w:rPr>
      <w:instrText xml:space="preserve"> PAGE   \* MERGEFORMAT </w:instrText>
    </w:r>
    <w:r w:rsidRPr="00C1382F">
      <w:rPr>
        <w:rFonts w:ascii="PT Astra Serif" w:hAnsi="PT Astra Serif"/>
        <w:sz w:val="28"/>
        <w:szCs w:val="28"/>
      </w:rPr>
      <w:fldChar w:fldCharType="separate"/>
    </w:r>
    <w:r w:rsidR="00A80442">
      <w:rPr>
        <w:rFonts w:ascii="PT Astra Serif" w:hAnsi="PT Astra Serif"/>
        <w:noProof/>
        <w:sz w:val="28"/>
        <w:szCs w:val="28"/>
      </w:rPr>
      <w:t>432</w:t>
    </w:r>
    <w:r w:rsidRPr="00C1382F">
      <w:rPr>
        <w:rFonts w:ascii="PT Astra Serif" w:hAnsi="PT Astra Serif"/>
        <w:sz w:val="28"/>
        <w:szCs w:val="28"/>
      </w:rPr>
      <w:fldChar w:fldCharType="end"/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AD9" w:rsidRDefault="00BA0AD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7EA"/>
    <w:rsid w:val="000118B8"/>
    <w:rsid w:val="00011A1B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5DC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886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3D76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5FB4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4DE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321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56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4CE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42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0B7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6D2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0FC0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0A2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3FC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6FC8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16"/>
    <w:rsid w:val="000C285E"/>
    <w:rsid w:val="000C2861"/>
    <w:rsid w:val="000C28EF"/>
    <w:rsid w:val="000C2942"/>
    <w:rsid w:val="000C2944"/>
    <w:rsid w:val="000C2AA0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5FD6"/>
    <w:rsid w:val="000C6147"/>
    <w:rsid w:val="000C62CE"/>
    <w:rsid w:val="000C63B9"/>
    <w:rsid w:val="000C6486"/>
    <w:rsid w:val="000C64F6"/>
    <w:rsid w:val="000C6627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27A"/>
    <w:rsid w:val="000D7367"/>
    <w:rsid w:val="000D744B"/>
    <w:rsid w:val="000D755F"/>
    <w:rsid w:val="000D76E4"/>
    <w:rsid w:val="000D7F39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9D3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22A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A8C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87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BC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DB9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311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B0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D0"/>
    <w:rsid w:val="00126CA0"/>
    <w:rsid w:val="00126D9C"/>
    <w:rsid w:val="00127008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3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3F9F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5C8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3A9"/>
    <w:rsid w:val="00150403"/>
    <w:rsid w:val="00150491"/>
    <w:rsid w:val="001505B6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CFB"/>
    <w:rsid w:val="00153F44"/>
    <w:rsid w:val="00154365"/>
    <w:rsid w:val="00154447"/>
    <w:rsid w:val="001544C5"/>
    <w:rsid w:val="00154523"/>
    <w:rsid w:val="00154559"/>
    <w:rsid w:val="0015465F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9E"/>
    <w:rsid w:val="001626EC"/>
    <w:rsid w:val="00162949"/>
    <w:rsid w:val="00162EBF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11E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2FD9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4BB3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7C1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497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3DB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1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637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9DE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83B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744"/>
    <w:rsid w:val="001F1D65"/>
    <w:rsid w:val="001F1DFE"/>
    <w:rsid w:val="001F1ED3"/>
    <w:rsid w:val="001F1EDD"/>
    <w:rsid w:val="001F1F63"/>
    <w:rsid w:val="001F21BB"/>
    <w:rsid w:val="001F21C6"/>
    <w:rsid w:val="001F21CC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2AF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036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185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9D7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0B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3BA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76"/>
    <w:rsid w:val="002551FA"/>
    <w:rsid w:val="00255309"/>
    <w:rsid w:val="002554C8"/>
    <w:rsid w:val="002556BA"/>
    <w:rsid w:val="00255BDB"/>
    <w:rsid w:val="00255C6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37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0DA"/>
    <w:rsid w:val="00273109"/>
    <w:rsid w:val="0027311B"/>
    <w:rsid w:val="00273294"/>
    <w:rsid w:val="00273305"/>
    <w:rsid w:val="0027341F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6FD8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D2A"/>
    <w:rsid w:val="002A0E12"/>
    <w:rsid w:val="002A0E58"/>
    <w:rsid w:val="002A1015"/>
    <w:rsid w:val="002A1232"/>
    <w:rsid w:val="002A132E"/>
    <w:rsid w:val="002A14BA"/>
    <w:rsid w:val="002A1812"/>
    <w:rsid w:val="002A1949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7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6C2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954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1"/>
    <w:rsid w:val="002C0FBD"/>
    <w:rsid w:val="002C0FBF"/>
    <w:rsid w:val="002C109E"/>
    <w:rsid w:val="002C1159"/>
    <w:rsid w:val="002C1194"/>
    <w:rsid w:val="002C12BC"/>
    <w:rsid w:val="002C12BF"/>
    <w:rsid w:val="002C1315"/>
    <w:rsid w:val="002C1544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05D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B24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1FB0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47"/>
    <w:rsid w:val="002E3B96"/>
    <w:rsid w:val="002E3D58"/>
    <w:rsid w:val="002E3D86"/>
    <w:rsid w:val="002E3DCE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AE3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9F2"/>
    <w:rsid w:val="00303A00"/>
    <w:rsid w:val="00303B30"/>
    <w:rsid w:val="00303D6B"/>
    <w:rsid w:val="00303E32"/>
    <w:rsid w:val="003045D4"/>
    <w:rsid w:val="00304A99"/>
    <w:rsid w:val="00304BC2"/>
    <w:rsid w:val="00304C72"/>
    <w:rsid w:val="00304CFD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47C"/>
    <w:rsid w:val="0031148B"/>
    <w:rsid w:val="00311584"/>
    <w:rsid w:val="003115D7"/>
    <w:rsid w:val="00311861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28D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BD8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B77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282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8E1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42"/>
    <w:rsid w:val="003514AF"/>
    <w:rsid w:val="0035160D"/>
    <w:rsid w:val="0035176E"/>
    <w:rsid w:val="00351823"/>
    <w:rsid w:val="00351B64"/>
    <w:rsid w:val="00351CE6"/>
    <w:rsid w:val="00351E2B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DA2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8E0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1C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BFF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BFC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661"/>
    <w:rsid w:val="00395873"/>
    <w:rsid w:val="00395B22"/>
    <w:rsid w:val="00395D14"/>
    <w:rsid w:val="00395D84"/>
    <w:rsid w:val="00395DC7"/>
    <w:rsid w:val="00395DE0"/>
    <w:rsid w:val="00396014"/>
    <w:rsid w:val="003962B9"/>
    <w:rsid w:val="00396336"/>
    <w:rsid w:val="00396468"/>
    <w:rsid w:val="0039659D"/>
    <w:rsid w:val="003968A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ADD"/>
    <w:rsid w:val="003A5C14"/>
    <w:rsid w:val="003A5C84"/>
    <w:rsid w:val="003A5F81"/>
    <w:rsid w:val="003A601D"/>
    <w:rsid w:val="003A604A"/>
    <w:rsid w:val="003A60B6"/>
    <w:rsid w:val="003A60D8"/>
    <w:rsid w:val="003A6167"/>
    <w:rsid w:val="003A6463"/>
    <w:rsid w:val="003A6615"/>
    <w:rsid w:val="003A6683"/>
    <w:rsid w:val="003A679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157"/>
    <w:rsid w:val="003B6320"/>
    <w:rsid w:val="003B6327"/>
    <w:rsid w:val="003B643C"/>
    <w:rsid w:val="003B6A1B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EF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01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6FB"/>
    <w:rsid w:val="003F47B9"/>
    <w:rsid w:val="003F4BC5"/>
    <w:rsid w:val="003F4CA2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1E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1B7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35E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46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AC7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55D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4E9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63C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AE4"/>
    <w:rsid w:val="00475B24"/>
    <w:rsid w:val="00475C1B"/>
    <w:rsid w:val="00475C5B"/>
    <w:rsid w:val="00475E57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B5F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87BFC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0F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D6B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ECD"/>
    <w:rsid w:val="004D40D7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E6C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4F7EA8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83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2E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9E0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A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745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459"/>
    <w:rsid w:val="00540641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40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6A"/>
    <w:rsid w:val="005666A5"/>
    <w:rsid w:val="005666F3"/>
    <w:rsid w:val="005668A4"/>
    <w:rsid w:val="00566912"/>
    <w:rsid w:val="00566BD4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CA9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C2C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6EFB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80C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89C"/>
    <w:rsid w:val="005C6A76"/>
    <w:rsid w:val="005C6B9F"/>
    <w:rsid w:val="005C6E6F"/>
    <w:rsid w:val="005C6E7F"/>
    <w:rsid w:val="005C6EDC"/>
    <w:rsid w:val="005C71C4"/>
    <w:rsid w:val="005C7295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B6C"/>
    <w:rsid w:val="005D3D73"/>
    <w:rsid w:val="005D3F8F"/>
    <w:rsid w:val="005D403B"/>
    <w:rsid w:val="005D4069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70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7D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1F53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484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68C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61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E7B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551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0FE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4AE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09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1EC6"/>
    <w:rsid w:val="00652278"/>
    <w:rsid w:val="006522E6"/>
    <w:rsid w:val="00652447"/>
    <w:rsid w:val="00652513"/>
    <w:rsid w:val="006525B0"/>
    <w:rsid w:val="006527AC"/>
    <w:rsid w:val="00652840"/>
    <w:rsid w:val="00652A5A"/>
    <w:rsid w:val="00652B2B"/>
    <w:rsid w:val="00652C2C"/>
    <w:rsid w:val="00652CE1"/>
    <w:rsid w:val="00652D0E"/>
    <w:rsid w:val="00652E00"/>
    <w:rsid w:val="00652EC9"/>
    <w:rsid w:val="006531CD"/>
    <w:rsid w:val="0065350A"/>
    <w:rsid w:val="00653669"/>
    <w:rsid w:val="0065396C"/>
    <w:rsid w:val="00653A5D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D8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DC1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8B5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C21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8C7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818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AAF"/>
    <w:rsid w:val="006F5B1C"/>
    <w:rsid w:val="006F5C78"/>
    <w:rsid w:val="006F6031"/>
    <w:rsid w:val="006F65A5"/>
    <w:rsid w:val="006F6796"/>
    <w:rsid w:val="006F6963"/>
    <w:rsid w:val="006F6B0D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8FE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247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B1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0E33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93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5C"/>
    <w:rsid w:val="00753F74"/>
    <w:rsid w:val="007541F8"/>
    <w:rsid w:val="007546A0"/>
    <w:rsid w:val="00754721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313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3F9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2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7A8"/>
    <w:rsid w:val="007B085E"/>
    <w:rsid w:val="007B0AA3"/>
    <w:rsid w:val="007B0BEE"/>
    <w:rsid w:val="007B101F"/>
    <w:rsid w:val="007B10DD"/>
    <w:rsid w:val="007B1424"/>
    <w:rsid w:val="007B14E6"/>
    <w:rsid w:val="007B14ED"/>
    <w:rsid w:val="007B1744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4B"/>
    <w:rsid w:val="007B3AE5"/>
    <w:rsid w:val="007B3F47"/>
    <w:rsid w:val="007B3FDF"/>
    <w:rsid w:val="007B4167"/>
    <w:rsid w:val="007B4190"/>
    <w:rsid w:val="007B445A"/>
    <w:rsid w:val="007B44F5"/>
    <w:rsid w:val="007B45DB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9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3F2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06C"/>
    <w:rsid w:val="007E18D0"/>
    <w:rsid w:val="007E1D4F"/>
    <w:rsid w:val="007E1E5A"/>
    <w:rsid w:val="007E1EAC"/>
    <w:rsid w:val="007E1EB1"/>
    <w:rsid w:val="007E2289"/>
    <w:rsid w:val="007E242F"/>
    <w:rsid w:val="007E2432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322"/>
    <w:rsid w:val="007E4421"/>
    <w:rsid w:val="007E459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0A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CA7"/>
    <w:rsid w:val="00801DBF"/>
    <w:rsid w:val="00801DD9"/>
    <w:rsid w:val="00801F6E"/>
    <w:rsid w:val="00801FBE"/>
    <w:rsid w:val="00802310"/>
    <w:rsid w:val="0080285B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6F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94A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DF0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C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65A"/>
    <w:rsid w:val="00832749"/>
    <w:rsid w:val="00832A4C"/>
    <w:rsid w:val="00833113"/>
    <w:rsid w:val="00833242"/>
    <w:rsid w:val="00833425"/>
    <w:rsid w:val="008334DD"/>
    <w:rsid w:val="00833678"/>
    <w:rsid w:val="0083370F"/>
    <w:rsid w:val="00833740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D12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AFC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26A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C4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3E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016"/>
    <w:rsid w:val="0086224A"/>
    <w:rsid w:val="00862316"/>
    <w:rsid w:val="008623CD"/>
    <w:rsid w:val="00862891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428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4C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0D2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0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1C3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E34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3CA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C7FF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0E9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50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C9B"/>
    <w:rsid w:val="008F5DA6"/>
    <w:rsid w:val="008F620E"/>
    <w:rsid w:val="008F629F"/>
    <w:rsid w:val="008F670B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CB0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84C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076"/>
    <w:rsid w:val="009271BC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6FC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19B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CFF"/>
    <w:rsid w:val="00965DDF"/>
    <w:rsid w:val="00965E76"/>
    <w:rsid w:val="00965E9B"/>
    <w:rsid w:val="00965F34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E87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28B"/>
    <w:rsid w:val="00991321"/>
    <w:rsid w:val="00991425"/>
    <w:rsid w:val="00991786"/>
    <w:rsid w:val="009917FE"/>
    <w:rsid w:val="00991867"/>
    <w:rsid w:val="00991CE0"/>
    <w:rsid w:val="00991E17"/>
    <w:rsid w:val="00991E86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DA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4E8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1C65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2CA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48B"/>
    <w:rsid w:val="009C66C1"/>
    <w:rsid w:val="009C675E"/>
    <w:rsid w:val="009C6883"/>
    <w:rsid w:val="009C69DC"/>
    <w:rsid w:val="009C6A19"/>
    <w:rsid w:val="009C6B35"/>
    <w:rsid w:val="009C6C05"/>
    <w:rsid w:val="009C6C63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12D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01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244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22"/>
    <w:rsid w:val="00A17EDF"/>
    <w:rsid w:val="00A17F08"/>
    <w:rsid w:val="00A17FD5"/>
    <w:rsid w:val="00A200DC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62"/>
    <w:rsid w:val="00A36BEA"/>
    <w:rsid w:val="00A36FCB"/>
    <w:rsid w:val="00A370E3"/>
    <w:rsid w:val="00A37279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2B6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5E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057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892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5F5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0FEC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442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A39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2E6"/>
    <w:rsid w:val="00AA74A6"/>
    <w:rsid w:val="00AA767F"/>
    <w:rsid w:val="00AA7A88"/>
    <w:rsid w:val="00AA7B00"/>
    <w:rsid w:val="00AA7B90"/>
    <w:rsid w:val="00AA7CC7"/>
    <w:rsid w:val="00AA7DD7"/>
    <w:rsid w:val="00AA7E18"/>
    <w:rsid w:val="00AA7EA1"/>
    <w:rsid w:val="00AA7F68"/>
    <w:rsid w:val="00AA7FFA"/>
    <w:rsid w:val="00AB0081"/>
    <w:rsid w:val="00AB00DA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20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262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4FCF"/>
    <w:rsid w:val="00AB522F"/>
    <w:rsid w:val="00AB5304"/>
    <w:rsid w:val="00AB5549"/>
    <w:rsid w:val="00AB585F"/>
    <w:rsid w:val="00AB5A85"/>
    <w:rsid w:val="00AB5C22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B88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06D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237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AEC"/>
    <w:rsid w:val="00B06BF2"/>
    <w:rsid w:val="00B06C00"/>
    <w:rsid w:val="00B06E59"/>
    <w:rsid w:val="00B06E76"/>
    <w:rsid w:val="00B06F13"/>
    <w:rsid w:val="00B06F46"/>
    <w:rsid w:val="00B06F5B"/>
    <w:rsid w:val="00B075EC"/>
    <w:rsid w:val="00B076BB"/>
    <w:rsid w:val="00B0798C"/>
    <w:rsid w:val="00B07B85"/>
    <w:rsid w:val="00B1002D"/>
    <w:rsid w:val="00B1004D"/>
    <w:rsid w:val="00B1006C"/>
    <w:rsid w:val="00B103CB"/>
    <w:rsid w:val="00B105FA"/>
    <w:rsid w:val="00B1092E"/>
    <w:rsid w:val="00B109B8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759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BE1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60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10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396"/>
    <w:rsid w:val="00B61506"/>
    <w:rsid w:val="00B61565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3DE7"/>
    <w:rsid w:val="00B74029"/>
    <w:rsid w:val="00B748B1"/>
    <w:rsid w:val="00B74974"/>
    <w:rsid w:val="00B7498C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B1D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5E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0AD9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60C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51A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35B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05"/>
    <w:rsid w:val="00BC4627"/>
    <w:rsid w:val="00BC46F9"/>
    <w:rsid w:val="00BC472F"/>
    <w:rsid w:val="00BC4765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0B0"/>
    <w:rsid w:val="00BD229C"/>
    <w:rsid w:val="00BD22EA"/>
    <w:rsid w:val="00BD240A"/>
    <w:rsid w:val="00BD242E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3F80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768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AB1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EE9"/>
    <w:rsid w:val="00C10F9B"/>
    <w:rsid w:val="00C1101E"/>
    <w:rsid w:val="00C11288"/>
    <w:rsid w:val="00C114A7"/>
    <w:rsid w:val="00C11619"/>
    <w:rsid w:val="00C11AC1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3E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5FE1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C7F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4F28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98A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0B1"/>
    <w:rsid w:val="00C4217C"/>
    <w:rsid w:val="00C42416"/>
    <w:rsid w:val="00C42430"/>
    <w:rsid w:val="00C424B6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BF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2D4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2E21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6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5F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B2A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1688"/>
    <w:rsid w:val="00C816E1"/>
    <w:rsid w:val="00C81AB0"/>
    <w:rsid w:val="00C81B16"/>
    <w:rsid w:val="00C81DE9"/>
    <w:rsid w:val="00C81E05"/>
    <w:rsid w:val="00C81E74"/>
    <w:rsid w:val="00C81F9C"/>
    <w:rsid w:val="00C81FFB"/>
    <w:rsid w:val="00C820D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08D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CF3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E0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304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84D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14B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2C5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26"/>
    <w:rsid w:val="00D052F1"/>
    <w:rsid w:val="00D053A5"/>
    <w:rsid w:val="00D05696"/>
    <w:rsid w:val="00D0573D"/>
    <w:rsid w:val="00D057C5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6C13"/>
    <w:rsid w:val="00D070BD"/>
    <w:rsid w:val="00D07125"/>
    <w:rsid w:val="00D07399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AE3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086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262"/>
    <w:rsid w:val="00D31449"/>
    <w:rsid w:val="00D3158D"/>
    <w:rsid w:val="00D3168F"/>
    <w:rsid w:val="00D317C5"/>
    <w:rsid w:val="00D31800"/>
    <w:rsid w:val="00D31864"/>
    <w:rsid w:val="00D3186A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3E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0FC0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845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35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0F1D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79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A25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8DF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986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7F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02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302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CF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530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8EB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31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A11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AC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B6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4B7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CDD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A7A"/>
    <w:rsid w:val="00E23C2B"/>
    <w:rsid w:val="00E23C3B"/>
    <w:rsid w:val="00E23CD6"/>
    <w:rsid w:val="00E23F14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C25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3C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DEF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90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3C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CFA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6FD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ED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518B"/>
    <w:rsid w:val="00EC522A"/>
    <w:rsid w:val="00EC5432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1C2"/>
    <w:rsid w:val="00ED449B"/>
    <w:rsid w:val="00ED46B1"/>
    <w:rsid w:val="00ED4EE4"/>
    <w:rsid w:val="00ED4F77"/>
    <w:rsid w:val="00ED52FF"/>
    <w:rsid w:val="00ED58A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3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CA8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26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32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470"/>
    <w:rsid w:val="00F40829"/>
    <w:rsid w:val="00F40A03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7D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E6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8BA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69D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0E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10"/>
    <w:rsid w:val="00F8115C"/>
    <w:rsid w:val="00F81305"/>
    <w:rsid w:val="00F81344"/>
    <w:rsid w:val="00F814D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061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A49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A6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7FB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5EF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984"/>
    <w:rsid w:val="00FC1B54"/>
    <w:rsid w:val="00FC1ED5"/>
    <w:rsid w:val="00FC1F9C"/>
    <w:rsid w:val="00FC268C"/>
    <w:rsid w:val="00FC278F"/>
    <w:rsid w:val="00FC29AC"/>
    <w:rsid w:val="00FC3139"/>
    <w:rsid w:val="00FC320A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3E5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3A7"/>
    <w:rsid w:val="00FE54DC"/>
    <w:rsid w:val="00FE57F9"/>
    <w:rsid w:val="00FE584D"/>
    <w:rsid w:val="00FE5971"/>
    <w:rsid w:val="00FE59BC"/>
    <w:rsid w:val="00FE5A45"/>
    <w:rsid w:val="00FE5B33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29A"/>
    <w:rsid w:val="00FF1400"/>
    <w:rsid w:val="00FF149B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B4B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consultantplus://offline/ref=66AF5C8291C1D33602786B690EA160824150771F814407737E1A069B32CB4D6ECC0C7745C3571FE8BElF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72159-A72E-4EDC-90DD-B0F4D4C7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186</TotalTime>
  <Pages>433</Pages>
  <Words>77808</Words>
  <Characters>443508</Characters>
  <Application>Microsoft Office Word</Application>
  <DocSecurity>0</DocSecurity>
  <Lines>3695</Lines>
  <Paragraphs>1040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520276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User</cp:lastModifiedBy>
  <cp:revision>37</cp:revision>
  <cp:lastPrinted>2022-11-01T12:57:00Z</cp:lastPrinted>
  <dcterms:created xsi:type="dcterms:W3CDTF">2022-10-31T13:34:00Z</dcterms:created>
  <dcterms:modified xsi:type="dcterms:W3CDTF">2022-11-15T10:56:00Z</dcterms:modified>
</cp:coreProperties>
</file>