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826446" w:rsidRDefault="00E61540" w:rsidP="00D15C9F">
      <w:pPr>
        <w:widowControl w:val="0"/>
        <w:jc w:val="both"/>
        <w:rPr>
          <w:rFonts w:ascii="PT Astra Serif" w:hAnsi="PT Astra Serif"/>
          <w:sz w:val="36"/>
        </w:rPr>
      </w:pPr>
    </w:p>
    <w:p w:rsidR="003739CD" w:rsidRPr="00BC7A58" w:rsidRDefault="003739CD" w:rsidP="00D15C9F">
      <w:pPr>
        <w:widowControl w:val="0"/>
        <w:jc w:val="both"/>
        <w:rPr>
          <w:rFonts w:ascii="PT Astra Serif" w:hAnsi="PT Astra Serif"/>
          <w:sz w:val="28"/>
        </w:rPr>
      </w:pPr>
    </w:p>
    <w:p w:rsidR="005E7161" w:rsidRPr="00BC7A58" w:rsidRDefault="005E7161" w:rsidP="00D15C9F">
      <w:pPr>
        <w:jc w:val="center"/>
        <w:rPr>
          <w:rFonts w:ascii="PT Astra Serif" w:hAnsi="PT Astra Serif"/>
          <w:b/>
          <w:sz w:val="28"/>
        </w:rPr>
      </w:pPr>
      <w:r w:rsidRPr="00BC7A58">
        <w:rPr>
          <w:rFonts w:ascii="PT Astra Serif" w:hAnsi="PT Astra Serif"/>
          <w:b/>
          <w:sz w:val="28"/>
        </w:rPr>
        <w:t>О проекте закона Ульяновской области</w:t>
      </w:r>
    </w:p>
    <w:p w:rsidR="002549F4" w:rsidRPr="00BC7A58" w:rsidRDefault="000C54A1" w:rsidP="00021236">
      <w:pPr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«О внесении изменений в Закон Ульяновской области </w:t>
      </w:r>
      <w:r w:rsidR="00021236" w:rsidRPr="00BC7A58">
        <w:rPr>
          <w:rFonts w:ascii="PT Astra Serif" w:hAnsi="PT Astra Serif"/>
          <w:b/>
          <w:sz w:val="28"/>
          <w:szCs w:val="28"/>
        </w:rPr>
        <w:t>«О бюджете Территориального фонда обязательного медицинского страхования Ульяновской области на 20</w:t>
      </w:r>
      <w:r w:rsidR="00953A0A">
        <w:rPr>
          <w:rFonts w:ascii="PT Astra Serif" w:hAnsi="PT Astra Serif"/>
          <w:b/>
          <w:sz w:val="28"/>
          <w:szCs w:val="28"/>
        </w:rPr>
        <w:t>20</w:t>
      </w:r>
      <w:r w:rsidR="00021236" w:rsidRPr="00BC7A58">
        <w:rPr>
          <w:rFonts w:ascii="PT Astra Serif" w:hAnsi="PT Astra Serif"/>
          <w:b/>
          <w:sz w:val="28"/>
          <w:szCs w:val="28"/>
        </w:rPr>
        <w:t xml:space="preserve"> год и на плановый </w:t>
      </w:r>
      <w:r w:rsidR="00BC7A58">
        <w:rPr>
          <w:rFonts w:ascii="PT Astra Serif" w:hAnsi="PT Astra Serif"/>
          <w:b/>
          <w:sz w:val="28"/>
          <w:szCs w:val="28"/>
        </w:rPr>
        <w:br/>
      </w:r>
      <w:r w:rsidR="00021236" w:rsidRPr="00BC7A58">
        <w:rPr>
          <w:rFonts w:ascii="PT Astra Serif" w:hAnsi="PT Astra Serif"/>
          <w:b/>
          <w:sz w:val="28"/>
          <w:szCs w:val="28"/>
        </w:rPr>
        <w:t>период 20</w:t>
      </w:r>
      <w:r w:rsidR="00853CB5" w:rsidRPr="00BC7A58">
        <w:rPr>
          <w:rFonts w:ascii="PT Astra Serif" w:hAnsi="PT Astra Serif"/>
          <w:b/>
          <w:sz w:val="28"/>
          <w:szCs w:val="28"/>
        </w:rPr>
        <w:t>2</w:t>
      </w:r>
      <w:r w:rsidR="00953A0A">
        <w:rPr>
          <w:rFonts w:ascii="PT Astra Serif" w:hAnsi="PT Astra Serif"/>
          <w:b/>
          <w:sz w:val="28"/>
          <w:szCs w:val="28"/>
        </w:rPr>
        <w:t>1</w:t>
      </w:r>
      <w:r w:rsidR="00021236" w:rsidRPr="00BC7A58">
        <w:rPr>
          <w:rFonts w:ascii="PT Astra Serif" w:hAnsi="PT Astra Serif"/>
          <w:b/>
          <w:sz w:val="28"/>
          <w:szCs w:val="28"/>
        </w:rPr>
        <w:t xml:space="preserve"> и 202</w:t>
      </w:r>
      <w:r w:rsidR="00953A0A">
        <w:rPr>
          <w:rFonts w:ascii="PT Astra Serif" w:hAnsi="PT Astra Serif"/>
          <w:b/>
          <w:sz w:val="28"/>
          <w:szCs w:val="28"/>
        </w:rPr>
        <w:t>2</w:t>
      </w:r>
      <w:r w:rsidR="00021236" w:rsidRPr="00BC7A58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E33124" w:rsidRDefault="00E33124" w:rsidP="00021236">
      <w:pPr>
        <w:jc w:val="center"/>
        <w:rPr>
          <w:rFonts w:ascii="PT Astra Serif" w:hAnsi="PT Astra Serif"/>
          <w:b/>
          <w:sz w:val="28"/>
        </w:rPr>
      </w:pPr>
    </w:p>
    <w:p w:rsidR="00826446" w:rsidRPr="00BC7A58" w:rsidRDefault="00826446" w:rsidP="00021236">
      <w:pPr>
        <w:jc w:val="center"/>
        <w:rPr>
          <w:rFonts w:ascii="PT Astra Serif" w:hAnsi="PT Astra Serif"/>
          <w:b/>
          <w:sz w:val="28"/>
        </w:rPr>
      </w:pPr>
    </w:p>
    <w:p w:rsidR="005E7161" w:rsidRPr="00BC7A58" w:rsidRDefault="007A31B4" w:rsidP="00021236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C7A58">
        <w:rPr>
          <w:rFonts w:ascii="PT Astra Serif" w:hAnsi="PT Astra Serif"/>
          <w:sz w:val="28"/>
          <w:szCs w:val="28"/>
        </w:rPr>
        <w:t xml:space="preserve">1. </w:t>
      </w:r>
      <w:r w:rsidR="005E7161" w:rsidRPr="00BC7A58">
        <w:rPr>
          <w:rFonts w:ascii="PT Astra Serif" w:hAnsi="PT Astra Serif"/>
          <w:sz w:val="28"/>
          <w:szCs w:val="28"/>
        </w:rPr>
        <w:t>Внести в Законодательное Собрание Ульяновской области проект зако</w:t>
      </w:r>
      <w:r w:rsidR="009617A4" w:rsidRPr="00BC7A58">
        <w:rPr>
          <w:rFonts w:ascii="PT Astra Serif" w:hAnsi="PT Astra Serif"/>
          <w:sz w:val="28"/>
          <w:szCs w:val="28"/>
        </w:rPr>
        <w:t xml:space="preserve">на Ульяновской области </w:t>
      </w:r>
      <w:r w:rsidR="000C54A1" w:rsidRPr="000C54A1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</w:t>
      </w:r>
      <w:r w:rsidR="00021236" w:rsidRPr="00BC7A58">
        <w:rPr>
          <w:rFonts w:ascii="PT Astra Serif" w:hAnsi="PT Astra Serif"/>
          <w:sz w:val="28"/>
          <w:szCs w:val="28"/>
        </w:rPr>
        <w:t>«О бюджете Территориального фонда обязательного медицинского страхования Ульяновской области на 20</w:t>
      </w:r>
      <w:r w:rsidR="00953A0A">
        <w:rPr>
          <w:rFonts w:ascii="PT Astra Serif" w:hAnsi="PT Astra Serif"/>
          <w:sz w:val="28"/>
          <w:szCs w:val="28"/>
        </w:rPr>
        <w:t>20</w:t>
      </w:r>
      <w:r w:rsidR="00A510F2" w:rsidRPr="00BC7A58">
        <w:rPr>
          <w:rFonts w:ascii="PT Astra Serif" w:hAnsi="PT Astra Serif"/>
          <w:sz w:val="28"/>
          <w:szCs w:val="28"/>
        </w:rPr>
        <w:t xml:space="preserve"> год</w:t>
      </w:r>
      <w:r w:rsidR="000C54A1">
        <w:rPr>
          <w:rFonts w:ascii="PT Astra Serif" w:hAnsi="PT Astra Serif"/>
          <w:sz w:val="28"/>
          <w:szCs w:val="28"/>
        </w:rPr>
        <w:t xml:space="preserve"> </w:t>
      </w:r>
      <w:r w:rsidR="00A510F2" w:rsidRPr="00BC7A58">
        <w:rPr>
          <w:rFonts w:ascii="PT Astra Serif" w:hAnsi="PT Astra Serif"/>
          <w:sz w:val="28"/>
          <w:szCs w:val="28"/>
        </w:rPr>
        <w:t xml:space="preserve">и на плановый период </w:t>
      </w:r>
      <w:r w:rsidR="00826446">
        <w:rPr>
          <w:rFonts w:ascii="PT Astra Serif" w:hAnsi="PT Astra Serif"/>
          <w:sz w:val="28"/>
          <w:szCs w:val="28"/>
        </w:rPr>
        <w:br/>
      </w:r>
      <w:r w:rsidR="00021236" w:rsidRPr="00BC7A58">
        <w:rPr>
          <w:rFonts w:ascii="PT Astra Serif" w:hAnsi="PT Astra Serif"/>
          <w:sz w:val="28"/>
          <w:szCs w:val="28"/>
        </w:rPr>
        <w:t>20</w:t>
      </w:r>
      <w:r w:rsidR="00853CB5" w:rsidRPr="00BC7A58">
        <w:rPr>
          <w:rFonts w:ascii="PT Astra Serif" w:hAnsi="PT Astra Serif"/>
          <w:sz w:val="28"/>
          <w:szCs w:val="28"/>
        </w:rPr>
        <w:t>2</w:t>
      </w:r>
      <w:r w:rsidR="00953A0A">
        <w:rPr>
          <w:rFonts w:ascii="PT Astra Serif" w:hAnsi="PT Astra Serif"/>
          <w:sz w:val="28"/>
          <w:szCs w:val="28"/>
        </w:rPr>
        <w:t>1</w:t>
      </w:r>
      <w:r w:rsidR="00021236" w:rsidRPr="00BC7A58">
        <w:rPr>
          <w:rFonts w:ascii="PT Astra Serif" w:hAnsi="PT Astra Serif"/>
          <w:sz w:val="28"/>
          <w:szCs w:val="28"/>
        </w:rPr>
        <w:t xml:space="preserve"> и 202</w:t>
      </w:r>
      <w:r w:rsidR="00953A0A">
        <w:rPr>
          <w:rFonts w:ascii="PT Astra Serif" w:hAnsi="PT Astra Serif"/>
          <w:sz w:val="28"/>
          <w:szCs w:val="28"/>
        </w:rPr>
        <w:t>2</w:t>
      </w:r>
      <w:r w:rsidR="00021236" w:rsidRPr="00BC7A58">
        <w:rPr>
          <w:rFonts w:ascii="PT Astra Serif" w:hAnsi="PT Astra Serif"/>
          <w:sz w:val="28"/>
          <w:szCs w:val="28"/>
        </w:rPr>
        <w:t xml:space="preserve"> годов»</w:t>
      </w:r>
      <w:r w:rsidR="005E7161" w:rsidRPr="00BC7A58">
        <w:rPr>
          <w:rFonts w:ascii="PT Astra Serif" w:hAnsi="PT Astra Serif"/>
          <w:sz w:val="28"/>
          <w:szCs w:val="28"/>
        </w:rPr>
        <w:t>.</w:t>
      </w:r>
    </w:p>
    <w:p w:rsidR="00021236" w:rsidRPr="00BC7A58" w:rsidRDefault="007A31B4" w:rsidP="0002123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C7A58">
        <w:rPr>
          <w:rFonts w:ascii="PT Astra Serif" w:hAnsi="PT Astra Serif"/>
          <w:spacing w:val="-4"/>
          <w:sz w:val="28"/>
          <w:szCs w:val="28"/>
        </w:rPr>
        <w:t xml:space="preserve">2. </w:t>
      </w:r>
      <w:r w:rsidR="00021236" w:rsidRPr="00BC7A58">
        <w:rPr>
          <w:rFonts w:ascii="PT Astra Serif" w:hAnsi="PT Astra Serif"/>
          <w:spacing w:val="-4"/>
          <w:sz w:val="28"/>
          <w:szCs w:val="28"/>
        </w:rPr>
        <w:t>Наз</w:t>
      </w:r>
      <w:r w:rsidR="00547EB6">
        <w:rPr>
          <w:rFonts w:ascii="PT Astra Serif" w:hAnsi="PT Astra Serif"/>
          <w:spacing w:val="-4"/>
          <w:sz w:val="28"/>
          <w:szCs w:val="28"/>
        </w:rPr>
        <w:t xml:space="preserve">начить Министра здравоохранения </w:t>
      </w:r>
      <w:r w:rsidR="00021236" w:rsidRPr="00BC7A58">
        <w:rPr>
          <w:rFonts w:ascii="PT Astra Serif" w:hAnsi="PT Astra Serif"/>
          <w:spacing w:val="-4"/>
          <w:sz w:val="28"/>
          <w:szCs w:val="28"/>
        </w:rPr>
        <w:t xml:space="preserve">Ульяновской области </w:t>
      </w:r>
      <w:r w:rsidRPr="00BC7A58">
        <w:rPr>
          <w:rFonts w:ascii="PT Astra Serif" w:hAnsi="PT Astra Serif"/>
          <w:spacing w:val="-4"/>
          <w:sz w:val="28"/>
          <w:szCs w:val="28"/>
        </w:rPr>
        <w:br/>
      </w:r>
      <w:r w:rsidR="00021236" w:rsidRPr="00BC7A58">
        <w:rPr>
          <w:rFonts w:ascii="PT Astra Serif" w:hAnsi="PT Astra Serif"/>
          <w:spacing w:val="-4"/>
          <w:sz w:val="28"/>
          <w:szCs w:val="28"/>
        </w:rPr>
        <w:t>Панченко С.В.</w:t>
      </w:r>
      <w:r w:rsidR="00021236" w:rsidRPr="00BC7A58">
        <w:rPr>
          <w:rFonts w:ascii="PT Astra Serif" w:hAnsi="PT Astra Serif"/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</w:t>
      </w:r>
      <w:r w:rsidR="000C54A1" w:rsidRPr="000C54A1">
        <w:rPr>
          <w:rFonts w:ascii="PT Astra Serif" w:hAnsi="PT Astra Serif"/>
          <w:sz w:val="28"/>
          <w:szCs w:val="28"/>
        </w:rPr>
        <w:t xml:space="preserve">«О внесении изменений в Закон Ульяновской области </w:t>
      </w:r>
      <w:r w:rsidR="000C54A1" w:rsidRPr="00BC7A58">
        <w:rPr>
          <w:rFonts w:ascii="PT Astra Serif" w:hAnsi="PT Astra Serif"/>
          <w:sz w:val="28"/>
          <w:szCs w:val="28"/>
        </w:rPr>
        <w:t>«О бюджете Территориального фонда обязательного медицинского страхования Ульяновской области на 20</w:t>
      </w:r>
      <w:r w:rsidR="00953A0A">
        <w:rPr>
          <w:rFonts w:ascii="PT Astra Serif" w:hAnsi="PT Astra Serif"/>
          <w:sz w:val="28"/>
          <w:szCs w:val="28"/>
        </w:rPr>
        <w:t>20</w:t>
      </w:r>
      <w:r w:rsidR="000C54A1" w:rsidRPr="00BC7A58">
        <w:rPr>
          <w:rFonts w:ascii="PT Astra Serif" w:hAnsi="PT Astra Serif"/>
          <w:sz w:val="28"/>
          <w:szCs w:val="28"/>
        </w:rPr>
        <w:t xml:space="preserve"> год</w:t>
      </w:r>
      <w:r w:rsidR="000C54A1">
        <w:rPr>
          <w:rFonts w:ascii="PT Astra Serif" w:hAnsi="PT Astra Serif"/>
          <w:sz w:val="28"/>
          <w:szCs w:val="28"/>
        </w:rPr>
        <w:t xml:space="preserve"> </w:t>
      </w:r>
      <w:r w:rsidR="000C54A1" w:rsidRPr="00BC7A58">
        <w:rPr>
          <w:rFonts w:ascii="PT Astra Serif" w:hAnsi="PT Astra Serif"/>
          <w:sz w:val="28"/>
          <w:szCs w:val="28"/>
        </w:rPr>
        <w:t>и на плановый период 202</w:t>
      </w:r>
      <w:r w:rsidR="00953A0A">
        <w:rPr>
          <w:rFonts w:ascii="PT Astra Serif" w:hAnsi="PT Astra Serif"/>
          <w:sz w:val="28"/>
          <w:szCs w:val="28"/>
        </w:rPr>
        <w:t>1</w:t>
      </w:r>
      <w:r w:rsidR="000C54A1" w:rsidRPr="00BC7A58">
        <w:rPr>
          <w:rFonts w:ascii="PT Astra Serif" w:hAnsi="PT Astra Serif"/>
          <w:sz w:val="28"/>
          <w:szCs w:val="28"/>
        </w:rPr>
        <w:t xml:space="preserve"> и 202</w:t>
      </w:r>
      <w:r w:rsidR="00953A0A">
        <w:rPr>
          <w:rFonts w:ascii="PT Astra Serif" w:hAnsi="PT Astra Serif"/>
          <w:sz w:val="28"/>
          <w:szCs w:val="28"/>
        </w:rPr>
        <w:t>2</w:t>
      </w:r>
      <w:r w:rsidR="000C54A1" w:rsidRPr="00BC7A58">
        <w:rPr>
          <w:rFonts w:ascii="PT Astra Serif" w:hAnsi="PT Astra Serif"/>
          <w:sz w:val="28"/>
          <w:szCs w:val="28"/>
        </w:rPr>
        <w:t xml:space="preserve"> годов»</w:t>
      </w:r>
      <w:r w:rsidR="00021236" w:rsidRPr="00BC7A58">
        <w:rPr>
          <w:rFonts w:ascii="PT Astra Serif" w:hAnsi="PT Astra Serif"/>
          <w:sz w:val="28"/>
          <w:szCs w:val="28"/>
        </w:rPr>
        <w:t>.</w:t>
      </w:r>
    </w:p>
    <w:p w:rsidR="005E7161" w:rsidRPr="00BC7A58" w:rsidRDefault="005E7161" w:rsidP="002549F4">
      <w:pPr>
        <w:jc w:val="both"/>
        <w:rPr>
          <w:rFonts w:ascii="PT Astra Serif" w:hAnsi="PT Astra Serif"/>
          <w:sz w:val="28"/>
          <w:szCs w:val="28"/>
        </w:rPr>
      </w:pPr>
    </w:p>
    <w:p w:rsidR="00E0138B" w:rsidRPr="00BC7A58" w:rsidRDefault="00E0138B" w:rsidP="00D15C9F">
      <w:pPr>
        <w:jc w:val="both"/>
        <w:rPr>
          <w:rFonts w:ascii="PT Astra Serif" w:hAnsi="PT Astra Serif"/>
          <w:sz w:val="28"/>
          <w:szCs w:val="28"/>
        </w:rPr>
      </w:pPr>
    </w:p>
    <w:p w:rsidR="001930B6" w:rsidRPr="00BC7A58" w:rsidRDefault="001930B6" w:rsidP="00D15C9F">
      <w:pPr>
        <w:jc w:val="both"/>
        <w:rPr>
          <w:rFonts w:ascii="PT Astra Serif" w:hAnsi="PT Astra Serif"/>
          <w:sz w:val="28"/>
          <w:szCs w:val="28"/>
        </w:rPr>
      </w:pPr>
    </w:p>
    <w:p w:rsidR="00C75142" w:rsidRPr="00BC7A58" w:rsidRDefault="00C75142" w:rsidP="00C75142">
      <w:pPr>
        <w:rPr>
          <w:rFonts w:ascii="PT Astra Serif" w:hAnsi="PT Astra Serif"/>
          <w:sz w:val="28"/>
          <w:szCs w:val="28"/>
        </w:rPr>
      </w:pPr>
      <w:r w:rsidRPr="00BC7A58">
        <w:rPr>
          <w:rFonts w:ascii="PT Astra Serif" w:hAnsi="PT Astra Serif"/>
          <w:sz w:val="28"/>
          <w:szCs w:val="28"/>
        </w:rPr>
        <w:t xml:space="preserve">Председатель </w:t>
      </w:r>
    </w:p>
    <w:p w:rsidR="00C75142" w:rsidRPr="00BC7A58" w:rsidRDefault="00C75142" w:rsidP="00C75142">
      <w:pPr>
        <w:rPr>
          <w:rFonts w:ascii="PT Astra Serif" w:hAnsi="PT Astra Serif"/>
          <w:sz w:val="28"/>
          <w:szCs w:val="28"/>
        </w:rPr>
      </w:pPr>
      <w:r w:rsidRPr="00BC7A58">
        <w:rPr>
          <w:rFonts w:ascii="PT Astra Serif" w:hAnsi="PT Astra Serif"/>
          <w:sz w:val="28"/>
          <w:szCs w:val="28"/>
        </w:rPr>
        <w:t>Правительства области</w:t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  <w:t xml:space="preserve">          </w:t>
      </w:r>
      <w:proofErr w:type="spellStart"/>
      <w:r w:rsidRPr="00BC7A58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A510F2" w:rsidRPr="00BC7A58" w:rsidRDefault="00A510F2" w:rsidP="00C75142">
      <w:pPr>
        <w:tabs>
          <w:tab w:val="left" w:pos="7797"/>
        </w:tabs>
        <w:rPr>
          <w:rFonts w:ascii="PT Astra Serif" w:hAnsi="PT Astra Serif"/>
          <w:sz w:val="28"/>
          <w:szCs w:val="28"/>
        </w:rPr>
      </w:pPr>
    </w:p>
    <w:p w:rsidR="00A510F2" w:rsidRPr="00BC7A58" w:rsidRDefault="00A510F2" w:rsidP="00A510F2">
      <w:pPr>
        <w:rPr>
          <w:rFonts w:ascii="PT Astra Serif" w:hAnsi="PT Astra Serif"/>
          <w:sz w:val="28"/>
          <w:szCs w:val="28"/>
        </w:rPr>
      </w:pPr>
    </w:p>
    <w:p w:rsidR="00495D88" w:rsidRPr="00BC7A58" w:rsidRDefault="00495D88" w:rsidP="00A510F2">
      <w:pPr>
        <w:tabs>
          <w:tab w:val="left" w:pos="6330"/>
        </w:tabs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495D88" w:rsidRPr="00BC7A58" w:rsidSect="00826446">
      <w:headerReference w:type="even" r:id="rId7"/>
      <w:headerReference w:type="default" r:id="rId8"/>
      <w:footerReference w:type="first" r:id="rId9"/>
      <w:type w:val="continuous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DB0" w:rsidRDefault="00040DB0">
      <w:r>
        <w:separator/>
      </w:r>
    </w:p>
  </w:endnote>
  <w:endnote w:type="continuationSeparator" w:id="0">
    <w:p w:rsidR="00040DB0" w:rsidRDefault="00040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58" w:rsidRPr="00BC7A58" w:rsidRDefault="00826446" w:rsidP="00BC7A5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0901ан2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DB0" w:rsidRDefault="00040DB0">
      <w:r>
        <w:separator/>
      </w:r>
    </w:p>
  </w:footnote>
  <w:footnote w:type="continuationSeparator" w:id="0">
    <w:p w:rsidR="00040DB0" w:rsidRDefault="00040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1E" w:rsidRDefault="005124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77CF1">
      <w:rPr>
        <w:rStyle w:val="a4"/>
        <w:noProof/>
      </w:rPr>
      <w:t>1</w:t>
    </w:r>
    <w:r>
      <w:rPr>
        <w:rStyle w:val="a4"/>
      </w:rPr>
      <w:fldChar w:fldCharType="end"/>
    </w:r>
  </w:p>
  <w:p w:rsidR="0051241E" w:rsidRDefault="00512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1E" w:rsidRDefault="0051241E">
    <w:pPr>
      <w:pStyle w:val="a3"/>
      <w:framePr w:wrap="around" w:vAnchor="text" w:hAnchor="margin" w:xAlign="center" w:y="1"/>
      <w:rPr>
        <w:rStyle w:val="a4"/>
        <w:sz w:val="28"/>
      </w:rPr>
    </w:pPr>
    <w:r>
      <w:rPr>
        <w:rStyle w:val="a4"/>
        <w:sz w:val="28"/>
      </w:rPr>
      <w:fldChar w:fldCharType="begin"/>
    </w:r>
    <w:r>
      <w:rPr>
        <w:rStyle w:val="a4"/>
        <w:sz w:val="28"/>
      </w:rPr>
      <w:instrText xml:space="preserve">PAGE  </w:instrText>
    </w:r>
    <w:r>
      <w:rPr>
        <w:rStyle w:val="a4"/>
        <w:sz w:val="28"/>
      </w:rPr>
      <w:fldChar w:fldCharType="separate"/>
    </w:r>
    <w:r w:rsidR="00021236">
      <w:rPr>
        <w:rStyle w:val="a4"/>
        <w:noProof/>
        <w:sz w:val="28"/>
      </w:rPr>
      <w:t>2</w:t>
    </w:r>
    <w:r>
      <w:rPr>
        <w:rStyle w:val="a4"/>
        <w:sz w:val="28"/>
      </w:rPr>
      <w:fldChar w:fldCharType="end"/>
    </w:r>
  </w:p>
  <w:p w:rsidR="0051241E" w:rsidRDefault="005124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76"/>
    <w:rsid w:val="00003A4C"/>
    <w:rsid w:val="00011EAE"/>
    <w:rsid w:val="00021236"/>
    <w:rsid w:val="00040DB0"/>
    <w:rsid w:val="000575D4"/>
    <w:rsid w:val="00063CFE"/>
    <w:rsid w:val="0006422D"/>
    <w:rsid w:val="000720A2"/>
    <w:rsid w:val="00094BB2"/>
    <w:rsid w:val="000B1728"/>
    <w:rsid w:val="000C54A1"/>
    <w:rsid w:val="000C610A"/>
    <w:rsid w:val="000E00C2"/>
    <w:rsid w:val="000E231E"/>
    <w:rsid w:val="00114ADD"/>
    <w:rsid w:val="00114DB9"/>
    <w:rsid w:val="001428A6"/>
    <w:rsid w:val="001633B1"/>
    <w:rsid w:val="00170BC7"/>
    <w:rsid w:val="00184C9F"/>
    <w:rsid w:val="001914D5"/>
    <w:rsid w:val="001930B6"/>
    <w:rsid w:val="001C1BC6"/>
    <w:rsid w:val="001E3741"/>
    <w:rsid w:val="001F18E5"/>
    <w:rsid w:val="001F3F13"/>
    <w:rsid w:val="00202636"/>
    <w:rsid w:val="00227CE1"/>
    <w:rsid w:val="0025441A"/>
    <w:rsid w:val="002549F4"/>
    <w:rsid w:val="002A0CA7"/>
    <w:rsid w:val="002B2793"/>
    <w:rsid w:val="002C4D4E"/>
    <w:rsid w:val="002E2000"/>
    <w:rsid w:val="0033378C"/>
    <w:rsid w:val="003547A1"/>
    <w:rsid w:val="0036552A"/>
    <w:rsid w:val="00367FAC"/>
    <w:rsid w:val="003738C4"/>
    <w:rsid w:val="003739CD"/>
    <w:rsid w:val="00374DF4"/>
    <w:rsid w:val="0039155E"/>
    <w:rsid w:val="003B0161"/>
    <w:rsid w:val="003B0718"/>
    <w:rsid w:val="003B317D"/>
    <w:rsid w:val="003C4CB9"/>
    <w:rsid w:val="003D7977"/>
    <w:rsid w:val="003F119F"/>
    <w:rsid w:val="00402528"/>
    <w:rsid w:val="00404061"/>
    <w:rsid w:val="004075E1"/>
    <w:rsid w:val="004137DD"/>
    <w:rsid w:val="00420513"/>
    <w:rsid w:val="00480215"/>
    <w:rsid w:val="00483000"/>
    <w:rsid w:val="0048403B"/>
    <w:rsid w:val="00486E31"/>
    <w:rsid w:val="00492BF8"/>
    <w:rsid w:val="00495D88"/>
    <w:rsid w:val="004E4C91"/>
    <w:rsid w:val="004F0FCA"/>
    <w:rsid w:val="0051241E"/>
    <w:rsid w:val="00534A51"/>
    <w:rsid w:val="00543D57"/>
    <w:rsid w:val="00547000"/>
    <w:rsid w:val="00547EB6"/>
    <w:rsid w:val="00551DA5"/>
    <w:rsid w:val="005779E8"/>
    <w:rsid w:val="00577A14"/>
    <w:rsid w:val="00582F5C"/>
    <w:rsid w:val="005C7F40"/>
    <w:rsid w:val="005D4AAC"/>
    <w:rsid w:val="005D52D4"/>
    <w:rsid w:val="005E7161"/>
    <w:rsid w:val="005F3119"/>
    <w:rsid w:val="005F427D"/>
    <w:rsid w:val="005F59D8"/>
    <w:rsid w:val="005F6A0F"/>
    <w:rsid w:val="006113F1"/>
    <w:rsid w:val="00620F76"/>
    <w:rsid w:val="00641AA0"/>
    <w:rsid w:val="00642EF5"/>
    <w:rsid w:val="0065420C"/>
    <w:rsid w:val="0066552A"/>
    <w:rsid w:val="006726C3"/>
    <w:rsid w:val="00687AF5"/>
    <w:rsid w:val="006B77CC"/>
    <w:rsid w:val="006C50FF"/>
    <w:rsid w:val="006E4410"/>
    <w:rsid w:val="00705328"/>
    <w:rsid w:val="00707621"/>
    <w:rsid w:val="0074379A"/>
    <w:rsid w:val="0074784C"/>
    <w:rsid w:val="0075368A"/>
    <w:rsid w:val="00762290"/>
    <w:rsid w:val="007857C5"/>
    <w:rsid w:val="0078695C"/>
    <w:rsid w:val="0079428F"/>
    <w:rsid w:val="007A31B4"/>
    <w:rsid w:val="007F3314"/>
    <w:rsid w:val="00806ECD"/>
    <w:rsid w:val="008116E7"/>
    <w:rsid w:val="00815684"/>
    <w:rsid w:val="00826446"/>
    <w:rsid w:val="008270F4"/>
    <w:rsid w:val="0083506F"/>
    <w:rsid w:val="00836309"/>
    <w:rsid w:val="00853CB5"/>
    <w:rsid w:val="008618C1"/>
    <w:rsid w:val="0087378F"/>
    <w:rsid w:val="00882F4A"/>
    <w:rsid w:val="008A1062"/>
    <w:rsid w:val="008A2CF6"/>
    <w:rsid w:val="008B2205"/>
    <w:rsid w:val="008B3F61"/>
    <w:rsid w:val="008B642C"/>
    <w:rsid w:val="008F451C"/>
    <w:rsid w:val="00933089"/>
    <w:rsid w:val="00936039"/>
    <w:rsid w:val="009434DF"/>
    <w:rsid w:val="00953A0A"/>
    <w:rsid w:val="0095622E"/>
    <w:rsid w:val="009617A4"/>
    <w:rsid w:val="00971A32"/>
    <w:rsid w:val="00977CF1"/>
    <w:rsid w:val="00980554"/>
    <w:rsid w:val="009A1776"/>
    <w:rsid w:val="009B4996"/>
    <w:rsid w:val="009C6D60"/>
    <w:rsid w:val="009E0880"/>
    <w:rsid w:val="009F42D3"/>
    <w:rsid w:val="00A01388"/>
    <w:rsid w:val="00A02AEA"/>
    <w:rsid w:val="00A042B9"/>
    <w:rsid w:val="00A36C7B"/>
    <w:rsid w:val="00A37426"/>
    <w:rsid w:val="00A510F2"/>
    <w:rsid w:val="00A7124A"/>
    <w:rsid w:val="00A729EA"/>
    <w:rsid w:val="00AA1DD4"/>
    <w:rsid w:val="00AB2CF1"/>
    <w:rsid w:val="00AC2E91"/>
    <w:rsid w:val="00AE0B6F"/>
    <w:rsid w:val="00AE31F9"/>
    <w:rsid w:val="00AE5B45"/>
    <w:rsid w:val="00AF0DEE"/>
    <w:rsid w:val="00AF3A82"/>
    <w:rsid w:val="00B1319C"/>
    <w:rsid w:val="00B607B3"/>
    <w:rsid w:val="00B67F5B"/>
    <w:rsid w:val="00B702AB"/>
    <w:rsid w:val="00B762C3"/>
    <w:rsid w:val="00B85F67"/>
    <w:rsid w:val="00BC4CD9"/>
    <w:rsid w:val="00BC7A58"/>
    <w:rsid w:val="00BE1F26"/>
    <w:rsid w:val="00C21B4A"/>
    <w:rsid w:val="00C75142"/>
    <w:rsid w:val="00C81E8E"/>
    <w:rsid w:val="00C845AB"/>
    <w:rsid w:val="00CA18E3"/>
    <w:rsid w:val="00CB5C3C"/>
    <w:rsid w:val="00CC489A"/>
    <w:rsid w:val="00CC5F1A"/>
    <w:rsid w:val="00CD5A73"/>
    <w:rsid w:val="00D11000"/>
    <w:rsid w:val="00D15C9F"/>
    <w:rsid w:val="00D252B5"/>
    <w:rsid w:val="00D51CA5"/>
    <w:rsid w:val="00D72818"/>
    <w:rsid w:val="00DB05B7"/>
    <w:rsid w:val="00DB2D45"/>
    <w:rsid w:val="00DC602C"/>
    <w:rsid w:val="00DE7893"/>
    <w:rsid w:val="00DF571D"/>
    <w:rsid w:val="00E0138B"/>
    <w:rsid w:val="00E0371B"/>
    <w:rsid w:val="00E13F09"/>
    <w:rsid w:val="00E14B1B"/>
    <w:rsid w:val="00E33124"/>
    <w:rsid w:val="00E34E99"/>
    <w:rsid w:val="00E61540"/>
    <w:rsid w:val="00E62E6D"/>
    <w:rsid w:val="00E73DCB"/>
    <w:rsid w:val="00EA1A46"/>
    <w:rsid w:val="00EC238D"/>
    <w:rsid w:val="00EC751F"/>
    <w:rsid w:val="00EE4C6D"/>
    <w:rsid w:val="00F173AE"/>
    <w:rsid w:val="00F37CBD"/>
    <w:rsid w:val="00F472E2"/>
    <w:rsid w:val="00F52292"/>
    <w:rsid w:val="00F5256F"/>
    <w:rsid w:val="00F70433"/>
    <w:rsid w:val="00F72DD7"/>
    <w:rsid w:val="00F762BD"/>
    <w:rsid w:val="00F7705C"/>
    <w:rsid w:val="00FA0BA7"/>
    <w:rsid w:val="00FA4A25"/>
    <w:rsid w:val="00FB3DD4"/>
    <w:rsid w:val="00FB59DE"/>
    <w:rsid w:val="00FC46CC"/>
    <w:rsid w:val="00FD5342"/>
    <w:rsid w:val="00FD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table" w:styleId="a7">
    <w:name w:val="Table Grid"/>
    <w:basedOn w:val="a1"/>
    <w:rsid w:val="00E0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6C50FF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367F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table" w:styleId="a7">
    <w:name w:val="Table Grid"/>
    <w:basedOn w:val="a1"/>
    <w:rsid w:val="00E0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6C50FF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367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anchikova\&#1052;&#1086;&#1080;%20&#1076;&#1086;&#1082;&#1091;&#1084;&#1077;&#1085;&#1090;&#1099;\&#1056;&#1040;&#1057;&#1055;&#1054;&#1056;&#1071;&#1046;&#1045;&#1053;&#1048;&#1071;\&#1064;&#1040;&#1041;&#1051;&#1054;&#1053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распоряжения</Template>
  <TotalTime>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Исходный шаблон для создания распоряжения (в машбюро)</vt:lpstr>
    </vt:vector>
  </TitlesOfParts>
  <Company>.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Исходный шаблон для создания распоряжения (в машбюро)</dc:title>
  <dc:creator>yanchikova</dc:creator>
  <cp:lastModifiedBy>Ненашева Александра Андреевна</cp:lastModifiedBy>
  <cp:revision>3</cp:revision>
  <cp:lastPrinted>2019-03-26T08:05:00Z</cp:lastPrinted>
  <dcterms:created xsi:type="dcterms:W3CDTF">2020-01-09T13:11:00Z</dcterms:created>
  <dcterms:modified xsi:type="dcterms:W3CDTF">2020-01-09T13:12:00Z</dcterms:modified>
</cp:coreProperties>
</file>