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C03" w:rsidRDefault="001A2C03" w:rsidP="00F90F36">
      <w:pPr>
        <w:spacing w:line="240" w:lineRule="auto"/>
      </w:pPr>
    </w:p>
    <w:p w:rsidR="001A2C03" w:rsidRDefault="001A2C03" w:rsidP="00F90F36">
      <w:pPr>
        <w:spacing w:line="240" w:lineRule="auto"/>
      </w:pPr>
    </w:p>
    <w:p w:rsidR="001A2C03" w:rsidRDefault="001A2C03" w:rsidP="00F90F36">
      <w:pPr>
        <w:spacing w:line="240" w:lineRule="auto"/>
      </w:pPr>
    </w:p>
    <w:p w:rsidR="001A2C03" w:rsidRDefault="001A2C03" w:rsidP="00F90F36">
      <w:pPr>
        <w:spacing w:line="240" w:lineRule="auto"/>
      </w:pPr>
    </w:p>
    <w:p w:rsidR="001A2C03" w:rsidRDefault="001A2C03" w:rsidP="00F90F36">
      <w:pPr>
        <w:spacing w:line="240" w:lineRule="auto"/>
      </w:pPr>
    </w:p>
    <w:p w:rsidR="001A2C03" w:rsidRDefault="001A2C03" w:rsidP="00F90F36">
      <w:pPr>
        <w:spacing w:line="240" w:lineRule="auto"/>
      </w:pPr>
    </w:p>
    <w:p w:rsidR="001A2C03" w:rsidRDefault="001A2C03" w:rsidP="00F90F36">
      <w:pPr>
        <w:spacing w:line="240" w:lineRule="auto"/>
      </w:pPr>
    </w:p>
    <w:p w:rsidR="001A2C03" w:rsidRDefault="001A2C03" w:rsidP="00F90F36">
      <w:pPr>
        <w:spacing w:line="240" w:lineRule="auto"/>
      </w:pPr>
    </w:p>
    <w:p w:rsidR="001A2C03" w:rsidRDefault="001A2C03" w:rsidP="00F90F36">
      <w:pPr>
        <w:spacing w:line="240" w:lineRule="auto"/>
        <w:sectPr w:rsidR="001A2C03" w:rsidSect="00C014DA">
          <w:headerReference w:type="default" r:id="rId6"/>
          <w:pgSz w:w="11906" w:h="16838"/>
          <w:pgMar w:top="1134" w:right="567" w:bottom="1134" w:left="1701" w:header="720" w:footer="720" w:gutter="0"/>
          <w:pgNumType w:start="1"/>
          <w:cols w:space="720"/>
          <w:noEndnote/>
          <w:titlePg/>
          <w:docGrid w:linePitch="381"/>
        </w:sectPr>
      </w:pPr>
    </w:p>
    <w:p w:rsidR="001A2C03" w:rsidRPr="00E12B44" w:rsidRDefault="001A2C03" w:rsidP="00F24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E12B44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A2C03" w:rsidRPr="00E12B44" w:rsidRDefault="001A2C03" w:rsidP="00F24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A2C03" w:rsidRPr="00E12B44" w:rsidRDefault="001A2C03" w:rsidP="00F24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A2C03" w:rsidRDefault="001A2C03" w:rsidP="00E12B44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E12B44">
        <w:rPr>
          <w:rFonts w:ascii="PT Astra Serif" w:hAnsi="PT Astra Serif" w:cs="Times New Roman"/>
          <w:b/>
          <w:sz w:val="28"/>
          <w:szCs w:val="28"/>
        </w:rPr>
        <w:t xml:space="preserve">проекта закона Ульяновской области </w:t>
      </w:r>
    </w:p>
    <w:p w:rsidR="001A2C03" w:rsidRDefault="001A2C03" w:rsidP="00E12B44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E12B44">
        <w:rPr>
          <w:rFonts w:ascii="PT Astra Serif" w:hAnsi="PT Astra Serif"/>
          <w:b/>
          <w:sz w:val="28"/>
          <w:szCs w:val="28"/>
        </w:rPr>
        <w:t xml:space="preserve">О внесении изменений в статью 5 Закона Ульяновской области </w:t>
      </w:r>
    </w:p>
    <w:p w:rsidR="001A2C03" w:rsidRPr="00E12B44" w:rsidRDefault="001A2C03" w:rsidP="00E12B44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E12B44">
        <w:rPr>
          <w:rFonts w:ascii="PT Astra Serif" w:hAnsi="PT Astra Serif"/>
          <w:b/>
          <w:sz w:val="28"/>
          <w:szCs w:val="28"/>
        </w:rPr>
        <w:t>«Об Общественной палате Ульяновской области»</w:t>
      </w:r>
    </w:p>
    <w:p w:rsidR="001A2C03" w:rsidRPr="00E12B44" w:rsidRDefault="001A2C03" w:rsidP="00F24A7C">
      <w:pPr>
        <w:jc w:val="center"/>
        <w:rPr>
          <w:b/>
          <w:szCs w:val="28"/>
        </w:rPr>
      </w:pPr>
    </w:p>
    <w:p w:rsidR="001A2C03" w:rsidRPr="005964E6" w:rsidRDefault="001A2C03" w:rsidP="00F24A7C">
      <w:pPr>
        <w:pStyle w:val="ConsPlusNormal"/>
        <w:spacing w:line="360" w:lineRule="auto"/>
        <w:ind w:firstLine="652"/>
        <w:jc w:val="both"/>
        <w:rPr>
          <w:rFonts w:ascii="PT Astra Serif" w:hAnsi="PT Astra Serif" w:cs="Times New Roman"/>
          <w:sz w:val="28"/>
          <w:szCs w:val="28"/>
        </w:rPr>
      </w:pPr>
      <w:r w:rsidRPr="005964E6">
        <w:rPr>
          <w:rFonts w:ascii="PT Astra Serif" w:hAnsi="PT Astra Serif" w:cs="Times New Roman"/>
          <w:sz w:val="28"/>
          <w:szCs w:val="28"/>
        </w:rPr>
        <w:t xml:space="preserve">Принятие закона Ульяновской области </w:t>
      </w:r>
      <w:r w:rsidRPr="005964E6">
        <w:rPr>
          <w:rFonts w:ascii="PT Astra Serif" w:hAnsi="PT Astra Serif"/>
          <w:sz w:val="28"/>
          <w:szCs w:val="28"/>
        </w:rPr>
        <w:t xml:space="preserve">«О внесении изменений в статью 5 Закона Ульяновской области «Об Общественной палате Ульяновской области» </w:t>
      </w:r>
      <w:r w:rsidRPr="005964E6">
        <w:rPr>
          <w:rFonts w:ascii="PT Astra Serif" w:hAnsi="PT Astra Serif" w:cs="Times New Roman"/>
          <w:sz w:val="28"/>
          <w:szCs w:val="28"/>
        </w:rPr>
        <w:t>не потребует расходов областного бюджета Ульяновской области.</w:t>
      </w:r>
    </w:p>
    <w:p w:rsidR="001A2C03" w:rsidRPr="00E12B44" w:rsidRDefault="001A2C03" w:rsidP="00F24A7C">
      <w:pPr>
        <w:rPr>
          <w:szCs w:val="28"/>
        </w:rPr>
      </w:pPr>
    </w:p>
    <w:p w:rsidR="001A2C03" w:rsidRPr="00A22B2E" w:rsidRDefault="001A2C03" w:rsidP="00F24A7C">
      <w:pPr>
        <w:jc w:val="center"/>
      </w:pPr>
      <w:r>
        <w:t>___________________</w:t>
      </w:r>
    </w:p>
    <w:p w:rsidR="001A2C03" w:rsidRPr="00A22B2E" w:rsidRDefault="001A2C03" w:rsidP="00F24A7C">
      <w:pPr>
        <w:spacing w:line="360" w:lineRule="auto"/>
        <w:jc w:val="center"/>
      </w:pPr>
    </w:p>
    <w:p w:rsidR="001A2C03" w:rsidRDefault="001A2C03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1A2C03" w:rsidRPr="00AB318D" w:rsidRDefault="001A2C03" w:rsidP="000B43A9">
      <w:pPr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1A2C03" w:rsidRPr="00B36829" w:rsidRDefault="001A2C03" w:rsidP="000B43A9">
      <w:pPr>
        <w:spacing w:after="0" w:line="240" w:lineRule="auto"/>
        <w:ind w:firstLine="709"/>
        <w:jc w:val="both"/>
      </w:pPr>
    </w:p>
    <w:p w:rsidR="001A2C03" w:rsidRDefault="001A2C03" w:rsidP="00945F66">
      <w:pPr>
        <w:spacing w:after="0"/>
      </w:pPr>
    </w:p>
    <w:sectPr w:rsidR="001A2C03" w:rsidSect="007221FB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C03" w:rsidRDefault="001A2C03" w:rsidP="007221FB">
      <w:pPr>
        <w:spacing w:after="0" w:line="240" w:lineRule="auto"/>
      </w:pPr>
      <w:r>
        <w:separator/>
      </w:r>
    </w:p>
  </w:endnote>
  <w:endnote w:type="continuationSeparator" w:id="0">
    <w:p w:rsidR="001A2C03" w:rsidRDefault="001A2C03" w:rsidP="0072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C03" w:rsidRDefault="001A2C03" w:rsidP="007221FB">
      <w:pPr>
        <w:spacing w:after="0" w:line="240" w:lineRule="auto"/>
      </w:pPr>
      <w:r>
        <w:separator/>
      </w:r>
    </w:p>
  </w:footnote>
  <w:footnote w:type="continuationSeparator" w:id="0">
    <w:p w:rsidR="001A2C03" w:rsidRDefault="001A2C03" w:rsidP="00722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C03" w:rsidRDefault="001A2C0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1A2C03" w:rsidRDefault="001A2C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C03" w:rsidRDefault="001A2C03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1A2C03" w:rsidRDefault="001A2C0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A44"/>
    <w:rsid w:val="00037132"/>
    <w:rsid w:val="000B43A9"/>
    <w:rsid w:val="00115D38"/>
    <w:rsid w:val="001220FB"/>
    <w:rsid w:val="001A2C03"/>
    <w:rsid w:val="001A528B"/>
    <w:rsid w:val="001E42E3"/>
    <w:rsid w:val="001F39B1"/>
    <w:rsid w:val="002208BD"/>
    <w:rsid w:val="00230F46"/>
    <w:rsid w:val="0025444E"/>
    <w:rsid w:val="00276FF7"/>
    <w:rsid w:val="00284AEF"/>
    <w:rsid w:val="00296B28"/>
    <w:rsid w:val="002B4E77"/>
    <w:rsid w:val="002B5A44"/>
    <w:rsid w:val="002C07A6"/>
    <w:rsid w:val="002C3D90"/>
    <w:rsid w:val="002E34F4"/>
    <w:rsid w:val="002F3FE1"/>
    <w:rsid w:val="00323EF4"/>
    <w:rsid w:val="00356A24"/>
    <w:rsid w:val="003742E6"/>
    <w:rsid w:val="003A22C2"/>
    <w:rsid w:val="003F7731"/>
    <w:rsid w:val="003F7E03"/>
    <w:rsid w:val="00501956"/>
    <w:rsid w:val="00514CEF"/>
    <w:rsid w:val="00541B5A"/>
    <w:rsid w:val="00541E4B"/>
    <w:rsid w:val="005643F6"/>
    <w:rsid w:val="00572348"/>
    <w:rsid w:val="005964E6"/>
    <w:rsid w:val="005E0408"/>
    <w:rsid w:val="00647600"/>
    <w:rsid w:val="006621E9"/>
    <w:rsid w:val="00672478"/>
    <w:rsid w:val="006A7D61"/>
    <w:rsid w:val="006B0D4C"/>
    <w:rsid w:val="006B3F00"/>
    <w:rsid w:val="006F777C"/>
    <w:rsid w:val="007221FB"/>
    <w:rsid w:val="0072328D"/>
    <w:rsid w:val="0073227D"/>
    <w:rsid w:val="0073594F"/>
    <w:rsid w:val="00735A89"/>
    <w:rsid w:val="007857D6"/>
    <w:rsid w:val="007A0A02"/>
    <w:rsid w:val="007E0927"/>
    <w:rsid w:val="00831C37"/>
    <w:rsid w:val="008405C3"/>
    <w:rsid w:val="00843FD3"/>
    <w:rsid w:val="008710DD"/>
    <w:rsid w:val="008824FA"/>
    <w:rsid w:val="008C3405"/>
    <w:rsid w:val="008F64B2"/>
    <w:rsid w:val="00945F66"/>
    <w:rsid w:val="00951B5A"/>
    <w:rsid w:val="009E0EDA"/>
    <w:rsid w:val="00A0161E"/>
    <w:rsid w:val="00A152D4"/>
    <w:rsid w:val="00A22B2E"/>
    <w:rsid w:val="00A4631B"/>
    <w:rsid w:val="00A46EA6"/>
    <w:rsid w:val="00A60AF3"/>
    <w:rsid w:val="00A6101B"/>
    <w:rsid w:val="00A869A4"/>
    <w:rsid w:val="00AA268C"/>
    <w:rsid w:val="00AB21E2"/>
    <w:rsid w:val="00AB318D"/>
    <w:rsid w:val="00B36829"/>
    <w:rsid w:val="00B37316"/>
    <w:rsid w:val="00B51976"/>
    <w:rsid w:val="00B54FC1"/>
    <w:rsid w:val="00B73270"/>
    <w:rsid w:val="00BA531B"/>
    <w:rsid w:val="00C014DA"/>
    <w:rsid w:val="00C04CCB"/>
    <w:rsid w:val="00C45396"/>
    <w:rsid w:val="00C50A78"/>
    <w:rsid w:val="00C65542"/>
    <w:rsid w:val="00C80C20"/>
    <w:rsid w:val="00C958EF"/>
    <w:rsid w:val="00CB582C"/>
    <w:rsid w:val="00D16B4E"/>
    <w:rsid w:val="00D3793A"/>
    <w:rsid w:val="00D41411"/>
    <w:rsid w:val="00D67732"/>
    <w:rsid w:val="00D76D49"/>
    <w:rsid w:val="00DA3ECC"/>
    <w:rsid w:val="00DD4CAA"/>
    <w:rsid w:val="00E12B44"/>
    <w:rsid w:val="00E325B3"/>
    <w:rsid w:val="00E83CC4"/>
    <w:rsid w:val="00F21B74"/>
    <w:rsid w:val="00F24A7C"/>
    <w:rsid w:val="00F82EFF"/>
    <w:rsid w:val="00F9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D49"/>
    <w:pPr>
      <w:spacing w:after="200" w:line="276" w:lineRule="auto"/>
    </w:pPr>
    <w:rPr>
      <w:sz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4A7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caps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24A7C"/>
    <w:rPr>
      <w:rFonts w:ascii="Times New Roman" w:hAnsi="Times New Roman" w:cs="Times New Roman"/>
      <w:b/>
      <w:caps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72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221F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2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221FB"/>
    <w:rPr>
      <w:rFonts w:cs="Times New Roman"/>
    </w:rPr>
  </w:style>
  <w:style w:type="paragraph" w:customStyle="1" w:styleId="ConsPlusNormal">
    <w:name w:val="ConsPlusNormal"/>
    <w:uiPriority w:val="99"/>
    <w:rsid w:val="00F24A7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F24A7C"/>
    <w:pPr>
      <w:widowControl w:val="0"/>
      <w:ind w:right="19772"/>
    </w:pPr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62</Words>
  <Characters>356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2020-04-14T07:03:00Z</cp:lastPrinted>
  <dcterms:created xsi:type="dcterms:W3CDTF">2020-04-15T05:01:00Z</dcterms:created>
  <dcterms:modified xsi:type="dcterms:W3CDTF">2020-04-16T06:40:00Z</dcterms:modified>
</cp:coreProperties>
</file>