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38" w:rsidRDefault="00ED0D38" w:rsidP="0023788D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ЗАКОН УЛЬЯНОВСКОЙ ОБЛАСТИ</w:t>
      </w:r>
    </w:p>
    <w:p w:rsidR="00ED0D38" w:rsidRDefault="00ED0D38" w:rsidP="0023788D">
      <w:pPr>
        <w:suppressAutoHyphens/>
        <w:jc w:val="center"/>
        <w:rPr>
          <w:sz w:val="24"/>
          <w:szCs w:val="24"/>
        </w:rPr>
      </w:pPr>
    </w:p>
    <w:p w:rsidR="00ED0D38" w:rsidRDefault="00ED0D38" w:rsidP="0023788D">
      <w:pPr>
        <w:suppressAutoHyphens/>
        <w:jc w:val="center"/>
        <w:rPr>
          <w:sz w:val="24"/>
          <w:szCs w:val="24"/>
        </w:rPr>
      </w:pPr>
    </w:p>
    <w:p w:rsidR="00ED0D38" w:rsidRDefault="00ED0D38" w:rsidP="0023788D">
      <w:pPr>
        <w:suppressAutoHyphens/>
        <w:jc w:val="center"/>
        <w:rPr>
          <w:sz w:val="24"/>
          <w:szCs w:val="24"/>
        </w:rPr>
      </w:pPr>
    </w:p>
    <w:p w:rsidR="00ED0D38" w:rsidRDefault="00ED0D38" w:rsidP="0023788D">
      <w:pPr>
        <w:suppressAutoHyphens/>
        <w:jc w:val="center"/>
        <w:rPr>
          <w:sz w:val="24"/>
          <w:szCs w:val="24"/>
        </w:rPr>
      </w:pPr>
    </w:p>
    <w:p w:rsidR="00ED0D38" w:rsidRDefault="00ED0D38" w:rsidP="0023788D">
      <w:pPr>
        <w:suppressAutoHyphens/>
        <w:jc w:val="center"/>
        <w:rPr>
          <w:sz w:val="24"/>
          <w:szCs w:val="24"/>
        </w:rPr>
      </w:pPr>
    </w:p>
    <w:p w:rsidR="00ED0D38" w:rsidRDefault="00ED0D38" w:rsidP="0023788D">
      <w:pPr>
        <w:suppressAutoHyphens/>
        <w:jc w:val="center"/>
        <w:rPr>
          <w:b/>
          <w:bCs/>
        </w:rPr>
      </w:pPr>
      <w:r>
        <w:rPr>
          <w:b/>
          <w:bCs/>
        </w:rPr>
        <w:t xml:space="preserve">Об исполнении бюджета Территориального фонда обязательного </w:t>
      </w:r>
    </w:p>
    <w:p w:rsidR="00ED0D38" w:rsidRPr="00342690" w:rsidRDefault="00ED0D38" w:rsidP="0023788D">
      <w:pPr>
        <w:suppressAutoHyphens/>
        <w:jc w:val="center"/>
        <w:rPr>
          <w:sz w:val="24"/>
          <w:szCs w:val="24"/>
        </w:rPr>
      </w:pPr>
      <w:r>
        <w:rPr>
          <w:b/>
          <w:bCs/>
        </w:rPr>
        <w:t>медицинского страхования Ульяновской области за 2018 год</w:t>
      </w:r>
    </w:p>
    <w:p w:rsidR="00ED0D38" w:rsidRDefault="00ED0D38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D0D38" w:rsidRDefault="00ED0D38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D0D38" w:rsidRPr="007E4817" w:rsidRDefault="00ED0D38" w:rsidP="007E4817">
      <w:pPr>
        <w:suppressAutoHyphens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22 мая 2019 года</w:t>
      </w:r>
      <w:bookmarkStart w:id="0" w:name="_GoBack"/>
      <w:bookmarkEnd w:id="0"/>
    </w:p>
    <w:p w:rsidR="00ED0D38" w:rsidRDefault="00ED0D38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D0D38" w:rsidRDefault="00ED0D38" w:rsidP="0023788D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D0D38" w:rsidRDefault="00ED0D38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Утвердить отчёт об исполнении бюджета Территориального фонда обязательного медицинского страхования Ульяновской области за 2018 год </w:t>
      </w:r>
      <w:r>
        <w:br/>
        <w:t xml:space="preserve">по доходам в сумме </w:t>
      </w:r>
      <w:r w:rsidRPr="00826D70">
        <w:t>13927125,9</w:t>
      </w:r>
      <w:r>
        <w:t xml:space="preserve">5 тыс. рублей и по расходам в сумме </w:t>
      </w:r>
      <w:r w:rsidRPr="00826D70">
        <w:t>13919362,6</w:t>
      </w:r>
      <w:r>
        <w:t xml:space="preserve">1 тыс. рублей с </w:t>
      </w:r>
      <w:r w:rsidRPr="00D878F7">
        <w:t xml:space="preserve">превышением </w:t>
      </w:r>
      <w:r>
        <w:t>доходов</w:t>
      </w:r>
      <w:r w:rsidRPr="00D878F7">
        <w:t xml:space="preserve"> над </w:t>
      </w:r>
      <w:r>
        <w:t xml:space="preserve">расходами </w:t>
      </w:r>
      <w:r w:rsidRPr="00D878F7">
        <w:t xml:space="preserve">в сумме </w:t>
      </w:r>
      <w:r>
        <w:t>7763,34</w:t>
      </w:r>
      <w:r w:rsidRPr="00D878F7">
        <w:t xml:space="preserve"> тыс. рублей по следующим показателям:</w:t>
      </w:r>
    </w:p>
    <w:p w:rsidR="00ED0D38" w:rsidRDefault="00ED0D38" w:rsidP="0023788D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>
        <w:t>источникам внутреннего финансирования дефицита бюджета Территориального фонда обязательного медицинского страхования Ульяновской области за 2018 год согласно приложению 1;</w:t>
      </w:r>
    </w:p>
    <w:p w:rsidR="00ED0D38" w:rsidRDefault="00ED0D38" w:rsidP="0023788D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</w:pPr>
      <w:r>
        <w:t>доходам бюджета Территориального фонда обязательного медицинского страхования Ульяновской области за 2018 год согласно приложению 2;</w:t>
      </w:r>
    </w:p>
    <w:p w:rsidR="00ED0D38" w:rsidRDefault="00ED0D38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3) ведомственной структуре расходов бюджета Территориального фонда обязательного медицинского страхования Ульяновской области за 2018 год </w:t>
      </w:r>
      <w:r>
        <w:br/>
        <w:t>согласно приложению 3.</w:t>
      </w:r>
    </w:p>
    <w:p w:rsidR="00ED0D38" w:rsidRPr="00BE0E65" w:rsidRDefault="00ED0D38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sz w:val="16"/>
          <w:szCs w:val="16"/>
        </w:rPr>
      </w:pPr>
    </w:p>
    <w:p w:rsidR="00ED0D38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</w:pPr>
    </w:p>
    <w:p w:rsidR="00ED0D38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</w:pPr>
    </w:p>
    <w:p w:rsidR="00ED0D38" w:rsidRPr="00C83649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b/>
          <w:bCs/>
        </w:rPr>
      </w:pPr>
      <w:r w:rsidRPr="00C83649">
        <w:rPr>
          <w:b/>
          <w:bCs/>
        </w:rPr>
        <w:t>Губернатор</w:t>
      </w:r>
      <w:r>
        <w:rPr>
          <w:b/>
          <w:bCs/>
        </w:rPr>
        <w:t xml:space="preserve"> </w:t>
      </w:r>
      <w:r w:rsidRPr="00C83649">
        <w:rPr>
          <w:b/>
          <w:bCs/>
        </w:rPr>
        <w:t xml:space="preserve">Ульяновской области </w:t>
      </w:r>
      <w:r>
        <w:rPr>
          <w:b/>
          <w:bCs/>
        </w:rPr>
        <w:t xml:space="preserve">                                                  </w:t>
      </w:r>
      <w:r w:rsidRPr="00C83649">
        <w:rPr>
          <w:b/>
          <w:bCs/>
        </w:rPr>
        <w:t xml:space="preserve"> С.И.Морозов</w:t>
      </w:r>
    </w:p>
    <w:p w:rsidR="00ED0D38" w:rsidRPr="006B6582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</w:pPr>
    </w:p>
    <w:p w:rsidR="00ED0D38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</w:pPr>
    </w:p>
    <w:p w:rsidR="00ED0D38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</w:pPr>
    </w:p>
    <w:p w:rsidR="00ED0D38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</w:pPr>
      <w:r>
        <w:t>г. Ульяновск</w:t>
      </w:r>
    </w:p>
    <w:p w:rsidR="00ED0D38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</w:pPr>
      <w:r>
        <w:t>27 мая 2019 г.</w:t>
      </w:r>
    </w:p>
    <w:p w:rsidR="00ED0D38" w:rsidRDefault="00ED0D3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</w:pPr>
      <w:r>
        <w:t>№45-ЗО</w:t>
      </w:r>
    </w:p>
    <w:p w:rsidR="00ED0D38" w:rsidRDefault="00ED0D38" w:rsidP="0023788D">
      <w:pPr>
        <w:suppressAutoHyphens/>
        <w:spacing w:line="360" w:lineRule="auto"/>
        <w:ind w:left="6096"/>
        <w:jc w:val="center"/>
      </w:pPr>
    </w:p>
    <w:p w:rsidR="00ED0D38" w:rsidRDefault="00ED0D38" w:rsidP="0023788D">
      <w:pPr>
        <w:suppressAutoHyphens/>
        <w:spacing w:line="360" w:lineRule="auto"/>
        <w:ind w:left="6096"/>
        <w:jc w:val="center"/>
        <w:sectPr w:rsidR="00ED0D38" w:rsidSect="00E70E43">
          <w:headerReference w:type="default" r:id="rId7"/>
          <w:foot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D0D38" w:rsidRDefault="00ED0D38" w:rsidP="0023788D">
      <w:pPr>
        <w:suppressAutoHyphens/>
        <w:ind w:left="5670"/>
        <w:jc w:val="center"/>
      </w:pPr>
      <w:r>
        <w:t>ПРИЛОЖЕНИЕ 1</w:t>
      </w:r>
    </w:p>
    <w:p w:rsidR="00ED0D38" w:rsidRDefault="00ED0D38" w:rsidP="0023788D">
      <w:pPr>
        <w:suppressAutoHyphens/>
        <w:ind w:left="5670"/>
        <w:jc w:val="center"/>
      </w:pPr>
    </w:p>
    <w:p w:rsidR="00ED0D38" w:rsidRDefault="00ED0D38" w:rsidP="0023788D">
      <w:pPr>
        <w:suppressAutoHyphens/>
        <w:ind w:left="5670"/>
        <w:jc w:val="center"/>
      </w:pPr>
      <w:r w:rsidRPr="006A1857">
        <w:t>к Закону Ульяновской области</w:t>
      </w:r>
    </w:p>
    <w:p w:rsidR="00ED0D38" w:rsidRDefault="00ED0D38" w:rsidP="0023788D">
      <w:pPr>
        <w:suppressAutoHyphens/>
        <w:ind w:left="5670"/>
        <w:jc w:val="center"/>
      </w:pPr>
      <w:r w:rsidRPr="006A1857">
        <w:t>«О</w:t>
      </w:r>
      <w:r>
        <w:t>б исполнении</w:t>
      </w:r>
      <w:r w:rsidRPr="006A1857">
        <w:t xml:space="preserve"> бюджет</w:t>
      </w:r>
      <w:r>
        <w:t>а</w:t>
      </w:r>
    </w:p>
    <w:p w:rsidR="00ED0D38" w:rsidRDefault="00ED0D38" w:rsidP="0023788D">
      <w:pPr>
        <w:suppressAutoHyphens/>
        <w:ind w:left="5670"/>
        <w:jc w:val="center"/>
      </w:pPr>
      <w:r>
        <w:t>Т</w:t>
      </w:r>
      <w:r w:rsidRPr="006A1857">
        <w:t>ерриториального</w:t>
      </w:r>
      <w:r>
        <w:t xml:space="preserve"> </w:t>
      </w:r>
      <w:r w:rsidRPr="006A1857">
        <w:t>фонда</w:t>
      </w:r>
    </w:p>
    <w:p w:rsidR="00ED0D38" w:rsidRDefault="00ED0D38" w:rsidP="0023788D">
      <w:pPr>
        <w:suppressAutoHyphens/>
        <w:ind w:left="5670"/>
        <w:jc w:val="center"/>
      </w:pPr>
      <w:r>
        <w:t>о</w:t>
      </w:r>
      <w:r w:rsidRPr="006A1857">
        <w:t>бязательного</w:t>
      </w:r>
      <w:r>
        <w:t xml:space="preserve"> </w:t>
      </w:r>
      <w:r w:rsidRPr="006A1857">
        <w:t>медицинского</w:t>
      </w:r>
    </w:p>
    <w:p w:rsidR="00ED0D38" w:rsidRDefault="00ED0D38" w:rsidP="0023788D">
      <w:pPr>
        <w:suppressAutoHyphens/>
        <w:ind w:left="5670"/>
        <w:jc w:val="center"/>
      </w:pPr>
      <w:r>
        <w:t>с</w:t>
      </w:r>
      <w:r w:rsidRPr="006A1857">
        <w:t>трахования</w:t>
      </w:r>
      <w:r>
        <w:t xml:space="preserve"> </w:t>
      </w:r>
      <w:r w:rsidRPr="006A1857">
        <w:t>Ульяновской</w:t>
      </w:r>
    </w:p>
    <w:p w:rsidR="00ED0D38" w:rsidRDefault="00ED0D38" w:rsidP="0023788D">
      <w:pPr>
        <w:suppressAutoHyphens/>
        <w:ind w:left="5670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18</w:t>
      </w:r>
      <w:r w:rsidRPr="006A1857">
        <w:t xml:space="preserve"> год»</w:t>
      </w:r>
    </w:p>
    <w:p w:rsidR="00ED0D38" w:rsidRDefault="00ED0D38" w:rsidP="0023788D">
      <w:pPr>
        <w:suppressAutoHyphens/>
        <w:jc w:val="center"/>
      </w:pPr>
    </w:p>
    <w:p w:rsidR="00ED0D38" w:rsidRDefault="00ED0D38" w:rsidP="0023788D">
      <w:pPr>
        <w:suppressAutoHyphens/>
        <w:jc w:val="center"/>
      </w:pPr>
    </w:p>
    <w:p w:rsidR="00ED0D38" w:rsidRDefault="00ED0D38" w:rsidP="0023788D">
      <w:pPr>
        <w:suppressAutoHyphens/>
        <w:jc w:val="center"/>
      </w:pPr>
    </w:p>
    <w:p w:rsidR="00ED0D38" w:rsidRDefault="00ED0D38" w:rsidP="0023788D">
      <w:pPr>
        <w:suppressAutoHyphens/>
        <w:jc w:val="center"/>
      </w:pPr>
      <w:r w:rsidRPr="00975FEE">
        <w:rPr>
          <w:b/>
          <w:bCs/>
        </w:rPr>
        <w:t>ИСТОЧНИКИ</w:t>
      </w:r>
    </w:p>
    <w:p w:rsidR="00ED0D38" w:rsidRDefault="00ED0D38" w:rsidP="0023788D">
      <w:pPr>
        <w:suppressAutoHyphens/>
        <w:jc w:val="center"/>
        <w:rPr>
          <w:b/>
          <w:bCs/>
        </w:rPr>
      </w:pPr>
      <w:r w:rsidRPr="00975FEE">
        <w:rPr>
          <w:b/>
          <w:bCs/>
        </w:rPr>
        <w:t>внутреннего финансирования дефицита бюджета</w:t>
      </w:r>
    </w:p>
    <w:p w:rsidR="00ED0D38" w:rsidRDefault="00ED0D38" w:rsidP="0023788D">
      <w:pPr>
        <w:suppressAutoHyphens/>
        <w:jc w:val="center"/>
        <w:rPr>
          <w:b/>
          <w:bCs/>
        </w:rPr>
      </w:pPr>
      <w:r>
        <w:rPr>
          <w:b/>
          <w:bCs/>
        </w:rPr>
        <w:t>Т</w:t>
      </w:r>
      <w:r w:rsidRPr="00975FEE">
        <w:rPr>
          <w:b/>
          <w:bCs/>
        </w:rPr>
        <w:t xml:space="preserve">ерриториального фонда обязательного медицинского страхования </w:t>
      </w:r>
    </w:p>
    <w:p w:rsidR="00ED0D38" w:rsidRPr="00975FEE" w:rsidRDefault="00ED0D38" w:rsidP="0023788D">
      <w:pPr>
        <w:suppressAutoHyphens/>
        <w:jc w:val="center"/>
        <w:rPr>
          <w:b/>
          <w:bCs/>
        </w:rPr>
      </w:pPr>
      <w:r w:rsidRPr="00975FEE">
        <w:rPr>
          <w:b/>
          <w:bCs/>
        </w:rPr>
        <w:t>Ульяновской области за 20</w:t>
      </w:r>
      <w:r>
        <w:rPr>
          <w:b/>
          <w:bCs/>
        </w:rPr>
        <w:t>18</w:t>
      </w:r>
      <w:r w:rsidRPr="00975FEE">
        <w:rPr>
          <w:b/>
          <w:bCs/>
        </w:rPr>
        <w:t xml:space="preserve"> год</w:t>
      </w:r>
    </w:p>
    <w:p w:rsidR="00ED0D38" w:rsidRDefault="00ED0D38" w:rsidP="0023788D">
      <w:pPr>
        <w:suppressAutoHyphens/>
        <w:ind w:firstLine="900"/>
        <w:jc w:val="right"/>
      </w:pPr>
      <w:r>
        <w:t>тыс. рублей</w:t>
      </w:r>
    </w:p>
    <w:tbl>
      <w:tblPr>
        <w:tblW w:w="10008" w:type="dxa"/>
        <w:tblInd w:w="-106" w:type="dxa"/>
        <w:tblLook w:val="01E0"/>
      </w:tblPr>
      <w:tblGrid>
        <w:gridCol w:w="3520"/>
        <w:gridCol w:w="3900"/>
        <w:gridCol w:w="2588"/>
      </w:tblGrid>
      <w:tr w:rsidR="00ED0D38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Default="00ED0D38" w:rsidP="0023788D">
            <w:pPr>
              <w:suppressAutoHyphens/>
              <w:jc w:val="center"/>
            </w:pPr>
            <w:r>
              <w:t xml:space="preserve">Код бюджетной </w:t>
            </w:r>
          </w:p>
          <w:p w:rsidR="00ED0D38" w:rsidRDefault="00ED0D38" w:rsidP="0023788D">
            <w:pPr>
              <w:suppressAutoHyphens/>
              <w:jc w:val="center"/>
            </w:pPr>
            <w:r>
              <w:t xml:space="preserve">классификации </w:t>
            </w:r>
          </w:p>
          <w:p w:rsidR="00ED0D38" w:rsidRDefault="00ED0D38" w:rsidP="0023788D">
            <w:pPr>
              <w:suppressAutoHyphens/>
              <w:jc w:val="center"/>
            </w:pPr>
            <w: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8" w:rsidRDefault="00ED0D38" w:rsidP="0023788D">
            <w:pPr>
              <w:suppressAutoHyphens/>
              <w:jc w:val="center"/>
            </w:pPr>
            <w:r>
              <w:t xml:space="preserve">Наименование </w:t>
            </w:r>
          </w:p>
          <w:p w:rsidR="00ED0D38" w:rsidRDefault="00ED0D38" w:rsidP="0023788D">
            <w:pPr>
              <w:suppressAutoHyphens/>
              <w:jc w:val="center"/>
            </w:pPr>
            <w: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8" w:rsidRDefault="00ED0D38" w:rsidP="0023788D">
            <w:pPr>
              <w:suppressAutoHyphens/>
              <w:jc w:val="center"/>
            </w:pPr>
            <w:r>
              <w:t>Сумма</w:t>
            </w:r>
          </w:p>
        </w:tc>
      </w:tr>
      <w:tr w:rsidR="00ED0D38">
        <w:tc>
          <w:tcPr>
            <w:tcW w:w="3520" w:type="dxa"/>
            <w:tcBorders>
              <w:top w:val="single" w:sz="4" w:space="0" w:color="auto"/>
            </w:tcBorders>
          </w:tcPr>
          <w:p w:rsidR="00ED0D38" w:rsidRPr="008004F9" w:rsidRDefault="00ED0D38" w:rsidP="00131773">
            <w:pPr>
              <w:spacing w:line="228" w:lineRule="auto"/>
              <w:rPr>
                <w:b/>
                <w:bCs/>
              </w:rPr>
            </w:pPr>
            <w:r w:rsidRPr="008004F9">
              <w:rPr>
                <w:b/>
                <w:bCs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ED0D38" w:rsidRPr="0023788D" w:rsidRDefault="00ED0D38" w:rsidP="0023788D">
            <w:pPr>
              <w:pStyle w:val="ConsPlusCell"/>
              <w:jc w:val="both"/>
              <w:rPr>
                <w:b/>
                <w:bCs/>
                <w:spacing w:val="-4"/>
              </w:rPr>
            </w:pPr>
            <w:r w:rsidRPr="0023788D">
              <w:rPr>
                <w:b/>
                <w:bCs/>
                <w:spacing w:val="-4"/>
              </w:rPr>
              <w:t>Источники внутреннего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ED0D38" w:rsidRPr="007D1A8F" w:rsidRDefault="00ED0D38" w:rsidP="00DE5FFB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-7763,34</w:t>
            </w:r>
          </w:p>
        </w:tc>
      </w:tr>
      <w:tr w:rsidR="00ED0D38">
        <w:tc>
          <w:tcPr>
            <w:tcW w:w="3520" w:type="dxa"/>
          </w:tcPr>
          <w:p w:rsidR="00ED0D38" w:rsidRPr="00F02A7E" w:rsidRDefault="00ED0D38" w:rsidP="00714787">
            <w:pPr>
              <w:rPr>
                <w:b/>
                <w:bCs/>
              </w:rPr>
            </w:pPr>
            <w:r w:rsidRPr="00F02A7E">
              <w:rPr>
                <w:b/>
                <w:bCs/>
              </w:rPr>
              <w:t>000 01 05 00 00 00 0000 000</w:t>
            </w:r>
          </w:p>
        </w:tc>
        <w:tc>
          <w:tcPr>
            <w:tcW w:w="3900" w:type="dxa"/>
          </w:tcPr>
          <w:p w:rsidR="00ED0D38" w:rsidRPr="00F02A7E" w:rsidRDefault="00ED0D38" w:rsidP="00F02A7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 на счетах </w:t>
            </w:r>
            <w:r w:rsidRPr="000323D1">
              <w:rPr>
                <w:b/>
                <w:bCs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ED0D38" w:rsidRPr="007D1A8F" w:rsidRDefault="00ED0D38" w:rsidP="00DE5FFB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-7763,34</w:t>
            </w:r>
          </w:p>
        </w:tc>
      </w:tr>
      <w:tr w:rsidR="00ED0D38">
        <w:trPr>
          <w:trHeight w:val="621"/>
        </w:trPr>
        <w:tc>
          <w:tcPr>
            <w:tcW w:w="3520" w:type="dxa"/>
          </w:tcPr>
          <w:p w:rsidR="00ED0D38" w:rsidRPr="00F02A7E" w:rsidRDefault="00ED0D38" w:rsidP="00714787">
            <w:pPr>
              <w:rPr>
                <w:b/>
                <w:bCs/>
              </w:rPr>
            </w:pPr>
            <w:r w:rsidRPr="00F02A7E">
              <w:rPr>
                <w:b/>
                <w:bCs/>
              </w:rPr>
              <w:t>000 01 05 00 00 00 0000 500</w:t>
            </w:r>
          </w:p>
        </w:tc>
        <w:tc>
          <w:tcPr>
            <w:tcW w:w="3900" w:type="dxa"/>
          </w:tcPr>
          <w:p w:rsidR="00ED0D38" w:rsidRPr="00F02A7E" w:rsidRDefault="00ED0D38" w:rsidP="00E16CD4">
            <w:pPr>
              <w:rPr>
                <w:b/>
                <w:bCs/>
              </w:rPr>
            </w:pPr>
            <w:r w:rsidRPr="00F02A7E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ED0D38" w:rsidRPr="00A45E12" w:rsidRDefault="00ED0D38" w:rsidP="00DE5FFB">
            <w:pPr>
              <w:jc w:val="center"/>
              <w:rPr>
                <w:b/>
                <w:bCs/>
                <w:color w:val="FF0000"/>
              </w:rPr>
            </w:pPr>
            <w:r w:rsidRPr="006E574F">
              <w:rPr>
                <w:b/>
                <w:bCs/>
              </w:rPr>
              <w:t>-142</w:t>
            </w:r>
            <w:r>
              <w:rPr>
                <w:b/>
                <w:bCs/>
              </w:rPr>
              <w:t>09763</w:t>
            </w:r>
            <w:r w:rsidRPr="006E574F">
              <w:rPr>
                <w:b/>
                <w:bCs/>
              </w:rPr>
              <w:t>,</w:t>
            </w:r>
            <w:r>
              <w:rPr>
                <w:b/>
                <w:bCs/>
              </w:rPr>
              <w:t>84</w:t>
            </w:r>
          </w:p>
        </w:tc>
      </w:tr>
      <w:tr w:rsidR="00ED0D38">
        <w:tc>
          <w:tcPr>
            <w:tcW w:w="3520" w:type="dxa"/>
          </w:tcPr>
          <w:p w:rsidR="00ED0D38" w:rsidRPr="00BC47DD" w:rsidRDefault="00ED0D38" w:rsidP="00714787">
            <w:pPr>
              <w:rPr>
                <w:lang w:val="en-US"/>
              </w:rPr>
            </w:pPr>
            <w:r w:rsidRPr="00BC47DD">
              <w:rPr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ED0D38" w:rsidRPr="00BC47DD" w:rsidRDefault="00ED0D38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Увеличение прочих остатков денежных средств бюджетов территориальных фондов обя</w:t>
            </w:r>
            <w:r>
              <w:rPr>
                <w:spacing w:val="-2"/>
              </w:rPr>
              <w:t xml:space="preserve">зательного </w:t>
            </w:r>
            <w:r w:rsidRPr="00BC47DD">
              <w:rPr>
                <w:spacing w:val="-2"/>
              </w:rPr>
              <w:t>медицинского стра-хования</w:t>
            </w:r>
          </w:p>
        </w:tc>
        <w:tc>
          <w:tcPr>
            <w:tcW w:w="2588" w:type="dxa"/>
            <w:vAlign w:val="bottom"/>
          </w:tcPr>
          <w:p w:rsidR="00ED0D38" w:rsidRPr="006E574F" w:rsidRDefault="00ED0D38" w:rsidP="00DE5FFB">
            <w:pPr>
              <w:jc w:val="center"/>
              <w:rPr>
                <w:color w:val="FF0000"/>
              </w:rPr>
            </w:pPr>
            <w:r w:rsidRPr="006E574F">
              <w:t>-</w:t>
            </w:r>
            <w:r w:rsidRPr="00DC7426">
              <w:t>14209763,8</w:t>
            </w:r>
            <w:r>
              <w:t>4</w:t>
            </w:r>
          </w:p>
        </w:tc>
      </w:tr>
      <w:tr w:rsidR="00ED0D38">
        <w:tc>
          <w:tcPr>
            <w:tcW w:w="3520" w:type="dxa"/>
          </w:tcPr>
          <w:p w:rsidR="00ED0D38" w:rsidRPr="00BC47DD" w:rsidRDefault="00ED0D38" w:rsidP="00714787">
            <w:pPr>
              <w:rPr>
                <w:b/>
                <w:bCs/>
              </w:rPr>
            </w:pPr>
            <w:r w:rsidRPr="00BC47DD">
              <w:rPr>
                <w:b/>
                <w:bCs/>
              </w:rPr>
              <w:t>000 01 05 00 00 00 0000 600</w:t>
            </w:r>
          </w:p>
        </w:tc>
        <w:tc>
          <w:tcPr>
            <w:tcW w:w="3900" w:type="dxa"/>
          </w:tcPr>
          <w:p w:rsidR="00ED0D38" w:rsidRPr="00BC47DD" w:rsidRDefault="00ED0D38" w:rsidP="00E16CD4">
            <w:pPr>
              <w:rPr>
                <w:b/>
                <w:bCs/>
              </w:rPr>
            </w:pPr>
            <w:r w:rsidRPr="00BC47DD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ED0D38" w:rsidRPr="00A45E12" w:rsidRDefault="00ED0D38" w:rsidP="00F02A7E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14202000,50</w:t>
            </w:r>
          </w:p>
        </w:tc>
      </w:tr>
      <w:tr w:rsidR="00ED0D38">
        <w:tc>
          <w:tcPr>
            <w:tcW w:w="3520" w:type="dxa"/>
          </w:tcPr>
          <w:p w:rsidR="00ED0D38" w:rsidRPr="00BC47DD" w:rsidRDefault="00ED0D38" w:rsidP="00714787">
            <w:r w:rsidRPr="00BC47DD">
              <w:rPr>
                <w:lang w:val="en-US"/>
              </w:rPr>
              <w:t>395</w:t>
            </w:r>
            <w:r w:rsidRPr="00BC47DD">
              <w:t xml:space="preserve"> 01 05 02 01 09 0000 610</w:t>
            </w:r>
          </w:p>
        </w:tc>
        <w:tc>
          <w:tcPr>
            <w:tcW w:w="3900" w:type="dxa"/>
          </w:tcPr>
          <w:p w:rsidR="00ED0D38" w:rsidRPr="00BC47DD" w:rsidRDefault="00ED0D38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Уменьшение прочих остатков денежных средств бюджетов территориальных фондов обязательного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ED0D38" w:rsidRPr="006E574F" w:rsidRDefault="00ED0D38" w:rsidP="00F02A7E">
            <w:pPr>
              <w:jc w:val="center"/>
              <w:rPr>
                <w:color w:val="FF0000"/>
              </w:rPr>
            </w:pPr>
            <w:r w:rsidRPr="00DC7426">
              <w:t>14202000,50</w:t>
            </w:r>
          </w:p>
        </w:tc>
      </w:tr>
    </w:tbl>
    <w:p w:rsidR="00ED0D38" w:rsidRDefault="00ED0D3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ED0D38" w:rsidRDefault="00ED0D3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ED0D38" w:rsidRDefault="00ED0D38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</w:pPr>
      <w:r>
        <w:t>_______________</w:t>
      </w:r>
    </w:p>
    <w:p w:rsidR="00ED0D38" w:rsidRDefault="00ED0D38" w:rsidP="000036B9">
      <w:pPr>
        <w:spacing w:line="360" w:lineRule="auto"/>
        <w:ind w:left="6096"/>
        <w:jc w:val="center"/>
      </w:pPr>
    </w:p>
    <w:p w:rsidR="00ED0D38" w:rsidRDefault="00ED0D38" w:rsidP="000036B9">
      <w:pPr>
        <w:spacing w:line="360" w:lineRule="auto"/>
        <w:ind w:left="6096"/>
        <w:jc w:val="center"/>
      </w:pPr>
    </w:p>
    <w:p w:rsidR="00ED0D38" w:rsidRDefault="00ED0D38" w:rsidP="000036B9">
      <w:pPr>
        <w:spacing w:line="360" w:lineRule="auto"/>
        <w:ind w:left="6096"/>
        <w:jc w:val="center"/>
        <w:sectPr w:rsidR="00ED0D38" w:rsidSect="00E70E43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D0D38" w:rsidRDefault="00ED0D38" w:rsidP="00A239E9">
      <w:pPr>
        <w:ind w:left="5670"/>
        <w:jc w:val="center"/>
      </w:pPr>
      <w:r w:rsidRPr="00910C98">
        <w:t>ПРИЛОЖЕНИЕ 2</w:t>
      </w:r>
    </w:p>
    <w:p w:rsidR="00ED0D38" w:rsidRPr="00910C98" w:rsidRDefault="00ED0D38" w:rsidP="00A239E9">
      <w:pPr>
        <w:ind w:left="5670"/>
        <w:jc w:val="center"/>
      </w:pPr>
    </w:p>
    <w:p w:rsidR="00ED0D38" w:rsidRPr="00910C98" w:rsidRDefault="00ED0D38" w:rsidP="00A239E9">
      <w:pPr>
        <w:ind w:left="5670"/>
        <w:jc w:val="center"/>
      </w:pPr>
      <w:r w:rsidRPr="00910C98">
        <w:t>к Закону Ульяновской области</w:t>
      </w:r>
    </w:p>
    <w:p w:rsidR="00ED0D38" w:rsidRPr="00910C98" w:rsidRDefault="00ED0D38" w:rsidP="00A239E9">
      <w:pPr>
        <w:ind w:left="5670"/>
        <w:jc w:val="center"/>
      </w:pPr>
      <w:r w:rsidRPr="00910C98">
        <w:t>«Об исполнении бюджета</w:t>
      </w:r>
    </w:p>
    <w:p w:rsidR="00ED0D38" w:rsidRPr="00910C98" w:rsidRDefault="00ED0D38" w:rsidP="00A239E9">
      <w:pPr>
        <w:ind w:left="5670"/>
        <w:jc w:val="center"/>
      </w:pPr>
      <w:r>
        <w:t>Т</w:t>
      </w:r>
      <w:r w:rsidRPr="00910C98">
        <w:t>ерриториального фонда</w:t>
      </w:r>
    </w:p>
    <w:p w:rsidR="00ED0D38" w:rsidRPr="00910C98" w:rsidRDefault="00ED0D38" w:rsidP="00A239E9">
      <w:pPr>
        <w:ind w:left="5670"/>
        <w:jc w:val="center"/>
      </w:pPr>
      <w:r w:rsidRPr="00910C98">
        <w:t>обязательного медицинского</w:t>
      </w:r>
    </w:p>
    <w:p w:rsidR="00ED0D38" w:rsidRDefault="00ED0D38" w:rsidP="00A239E9">
      <w:pPr>
        <w:ind w:left="5670"/>
        <w:jc w:val="center"/>
      </w:pPr>
      <w:r w:rsidRPr="00910C98">
        <w:t>страхования</w:t>
      </w:r>
      <w:r>
        <w:t xml:space="preserve"> </w:t>
      </w:r>
      <w:r w:rsidRPr="00910C98">
        <w:t>Ульяновской</w:t>
      </w:r>
    </w:p>
    <w:p w:rsidR="00ED0D38" w:rsidRDefault="00ED0D38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</w:pPr>
      <w:r w:rsidRPr="00910C98">
        <w:t>области</w:t>
      </w:r>
      <w:r>
        <w:t xml:space="preserve"> </w:t>
      </w:r>
      <w:r w:rsidRPr="00910C98">
        <w:t>за 201</w:t>
      </w:r>
      <w:r>
        <w:t>8</w:t>
      </w:r>
      <w:r w:rsidRPr="00910C98">
        <w:t xml:space="preserve"> год»</w:t>
      </w:r>
    </w:p>
    <w:p w:rsidR="00ED0D38" w:rsidRDefault="00ED0D38" w:rsidP="009143C7">
      <w:pPr>
        <w:jc w:val="center"/>
        <w:rPr>
          <w:b/>
          <w:bCs/>
        </w:rPr>
      </w:pPr>
    </w:p>
    <w:p w:rsidR="00ED0D38" w:rsidRDefault="00ED0D38" w:rsidP="009143C7">
      <w:pPr>
        <w:jc w:val="center"/>
        <w:rPr>
          <w:b/>
          <w:bCs/>
        </w:rPr>
      </w:pPr>
    </w:p>
    <w:p w:rsidR="00ED0D38" w:rsidRDefault="00ED0D38" w:rsidP="009143C7">
      <w:pPr>
        <w:jc w:val="center"/>
        <w:rPr>
          <w:b/>
          <w:bCs/>
        </w:rPr>
      </w:pPr>
    </w:p>
    <w:p w:rsidR="00ED0D38" w:rsidRPr="00DA457A" w:rsidRDefault="00ED0D38" w:rsidP="009143C7">
      <w:pPr>
        <w:jc w:val="center"/>
        <w:rPr>
          <w:b/>
          <w:bCs/>
        </w:rPr>
      </w:pPr>
      <w:r w:rsidRPr="00DA457A">
        <w:rPr>
          <w:b/>
          <w:bCs/>
        </w:rPr>
        <w:t>ДОХОДЫ</w:t>
      </w:r>
    </w:p>
    <w:p w:rsidR="00ED0D38" w:rsidRDefault="00ED0D38" w:rsidP="001F16A5">
      <w:pPr>
        <w:pStyle w:val="Heading2"/>
        <w:ind w:firstLine="0"/>
      </w:pPr>
      <w:r w:rsidRPr="00DA457A">
        <w:t xml:space="preserve">бюджета Территориального фонда обязательного медицинского </w:t>
      </w:r>
      <w:r>
        <w:br/>
      </w:r>
      <w:r w:rsidRPr="00DA457A">
        <w:t>страхования  Ульяновской области за 201</w:t>
      </w:r>
      <w:r>
        <w:t>8</w:t>
      </w:r>
      <w:r w:rsidRPr="00DA457A">
        <w:t xml:space="preserve"> год</w:t>
      </w:r>
    </w:p>
    <w:p w:rsidR="00ED0D38" w:rsidRPr="001F16A5" w:rsidRDefault="00ED0D38" w:rsidP="003E6E82">
      <w:pPr>
        <w:tabs>
          <w:tab w:val="left" w:pos="8460"/>
        </w:tabs>
        <w:jc w:val="right"/>
        <w:rPr>
          <w:b/>
          <w:bCs/>
          <w:sz w:val="16"/>
          <w:szCs w:val="16"/>
        </w:rPr>
      </w:pPr>
    </w:p>
    <w:p w:rsidR="00ED0D38" w:rsidRDefault="00ED0D38" w:rsidP="00AA46FC">
      <w:pPr>
        <w:ind w:left="8222" w:right="-1"/>
      </w:pPr>
      <w:r w:rsidRPr="00F94F2D">
        <w:t>тыс. рублей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4678"/>
        <w:gridCol w:w="1701"/>
      </w:tblGrid>
      <w:tr w:rsidR="00ED0D38" w:rsidRPr="007F5EC6">
        <w:trPr>
          <w:trHeight w:val="227"/>
        </w:trPr>
        <w:tc>
          <w:tcPr>
            <w:tcW w:w="3544" w:type="dxa"/>
            <w:vAlign w:val="center"/>
          </w:tcPr>
          <w:p w:rsidR="00ED0D38" w:rsidRDefault="00ED0D38" w:rsidP="00F02A7E">
            <w:pPr>
              <w:jc w:val="center"/>
            </w:pPr>
            <w:r w:rsidRPr="007F5EC6">
              <w:t xml:space="preserve">Код бюджетной </w:t>
            </w:r>
            <w:r>
              <w:br/>
            </w:r>
            <w:r w:rsidRPr="007F5EC6">
              <w:t xml:space="preserve">классификации </w:t>
            </w:r>
          </w:p>
          <w:p w:rsidR="00ED0D38" w:rsidRPr="007F5EC6" w:rsidRDefault="00ED0D38" w:rsidP="00F02A7E">
            <w:pPr>
              <w:jc w:val="center"/>
            </w:pPr>
            <w:r w:rsidRPr="007F5EC6"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ED0D38" w:rsidRPr="007F5EC6" w:rsidRDefault="00ED0D38" w:rsidP="00F02A7E">
            <w:pPr>
              <w:jc w:val="center"/>
            </w:pPr>
            <w:r w:rsidRPr="007F5EC6"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ED0D38" w:rsidRPr="007F5EC6" w:rsidRDefault="00ED0D38" w:rsidP="00F02A7E">
            <w:pPr>
              <w:jc w:val="center"/>
            </w:pPr>
            <w:r w:rsidRPr="007F5EC6">
              <w:t>Сумма</w:t>
            </w:r>
          </w:p>
        </w:tc>
      </w:tr>
    </w:tbl>
    <w:p w:rsidR="00ED0D38" w:rsidRPr="005A6B36" w:rsidRDefault="00ED0D38" w:rsidP="005A6B36">
      <w:pPr>
        <w:spacing w:line="14" w:lineRule="auto"/>
        <w:rPr>
          <w:sz w:val="2"/>
          <w:szCs w:val="2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4678"/>
        <w:gridCol w:w="1701"/>
      </w:tblGrid>
      <w:tr w:rsidR="00ED0D38">
        <w:trPr>
          <w:trHeight w:val="227"/>
          <w:tblHeader/>
        </w:trPr>
        <w:tc>
          <w:tcPr>
            <w:tcW w:w="3544" w:type="dxa"/>
          </w:tcPr>
          <w:p w:rsidR="00ED0D38" w:rsidRDefault="00ED0D38" w:rsidP="001727BC">
            <w:pPr>
              <w:widowControl w:val="0"/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ED0D38" w:rsidRDefault="00ED0D38" w:rsidP="001727B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ED0D38" w:rsidRDefault="00ED0D38" w:rsidP="001727BC">
            <w:pPr>
              <w:widowControl w:val="0"/>
              <w:jc w:val="center"/>
            </w:pPr>
            <w:r>
              <w:t>3</w:t>
            </w:r>
          </w:p>
        </w:tc>
      </w:tr>
      <w:tr w:rsidR="00ED0D38" w:rsidRPr="007D1A8F">
        <w:trPr>
          <w:trHeight w:val="227"/>
        </w:trPr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:rsidR="00ED0D38" w:rsidRPr="00F02A7E" w:rsidRDefault="00ED0D38" w:rsidP="004A738C">
            <w:pPr>
              <w:widowControl w:val="0"/>
              <w:spacing w:line="228" w:lineRule="auto"/>
              <w:rPr>
                <w:b/>
                <w:bCs/>
              </w:rPr>
            </w:pPr>
            <w:r w:rsidRPr="00F02A7E">
              <w:rPr>
                <w:b/>
                <w:bCs/>
              </w:rPr>
              <w:t>000 1 00 00000 00 0000 000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ED0D38" w:rsidRPr="00F02A7E" w:rsidRDefault="00ED0D38" w:rsidP="004A738C">
            <w:pPr>
              <w:widowControl w:val="0"/>
              <w:spacing w:line="228" w:lineRule="auto"/>
              <w:jc w:val="both"/>
              <w:rPr>
                <w:b/>
                <w:bCs/>
              </w:rPr>
            </w:pPr>
            <w:r w:rsidRPr="00F02A7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ED0D38" w:rsidRPr="00827364" w:rsidRDefault="00ED0D38" w:rsidP="00DE5FFB">
            <w:pPr>
              <w:widowControl w:val="0"/>
              <w:spacing w:line="228" w:lineRule="auto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165695,02</w:t>
            </w:r>
          </w:p>
        </w:tc>
      </w:tr>
      <w:tr w:rsidR="00ED0D38" w:rsidRPr="007D1A8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D388F" w:rsidRDefault="00ED0D38" w:rsidP="004A738C">
            <w:pPr>
              <w:spacing w:line="228" w:lineRule="auto"/>
              <w:rPr>
                <w:b/>
                <w:bCs/>
              </w:rPr>
            </w:pPr>
            <w:r w:rsidRPr="004D388F">
              <w:rPr>
                <w:b/>
                <w:bCs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D388F" w:rsidRDefault="00ED0D38" w:rsidP="004A738C">
            <w:pPr>
              <w:spacing w:line="228" w:lineRule="auto"/>
              <w:jc w:val="both"/>
              <w:rPr>
                <w:b/>
                <w:bCs/>
              </w:rPr>
            </w:pPr>
            <w:r w:rsidRPr="004D388F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827364" w:rsidRDefault="00ED0D38" w:rsidP="006478B8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180,69</w:t>
            </w:r>
          </w:p>
        </w:tc>
      </w:tr>
      <w:tr w:rsidR="00ED0D38" w:rsidRPr="007D1A8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D388F" w:rsidRDefault="00ED0D38" w:rsidP="00674136">
            <w:pPr>
              <w:spacing w:line="228" w:lineRule="auto"/>
              <w:rPr>
                <w:b/>
                <w:bCs/>
              </w:rPr>
            </w:pPr>
            <w:r w:rsidRPr="004D388F">
              <w:rPr>
                <w:b/>
                <w:bCs/>
              </w:rPr>
              <w:t xml:space="preserve">000 1 13 </w:t>
            </w:r>
            <w:r>
              <w:rPr>
                <w:b/>
                <w:bCs/>
              </w:rPr>
              <w:t>02990</w:t>
            </w:r>
            <w:r w:rsidRPr="004D388F">
              <w:rPr>
                <w:b/>
                <w:bCs/>
              </w:rPr>
              <w:t xml:space="preserve"> 00 0000 </w:t>
            </w:r>
            <w:r>
              <w:rPr>
                <w:b/>
                <w:bCs/>
              </w:rPr>
              <w:t>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D388F" w:rsidRDefault="00ED0D38" w:rsidP="0067413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Default="00ED0D38" w:rsidP="006478B8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180,69</w:t>
            </w:r>
          </w:p>
        </w:tc>
      </w:tr>
      <w:tr w:rsidR="00ED0D38" w:rsidRPr="007D1A8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C0438" w:rsidRDefault="00ED0D38" w:rsidP="004A738C">
            <w:pPr>
              <w:spacing w:line="228" w:lineRule="auto"/>
            </w:pPr>
            <w:r>
              <w:t>395 1 13 02999 09 0000 130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C0438" w:rsidRDefault="00ED0D38" w:rsidP="004A738C">
            <w:pPr>
              <w:spacing w:line="228" w:lineRule="auto"/>
              <w:jc w:val="both"/>
            </w:pPr>
            <w:r w:rsidRPr="003C409E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827364" w:rsidRDefault="00ED0D38" w:rsidP="00D45A9D">
            <w:pPr>
              <w:widowControl w:val="0"/>
              <w:spacing w:line="228" w:lineRule="auto"/>
              <w:jc w:val="center"/>
            </w:pPr>
            <w:r>
              <w:t>180,69</w:t>
            </w:r>
          </w:p>
        </w:tc>
      </w:tr>
      <w:tr w:rsidR="00ED0D38" w:rsidRPr="007D1A8F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DE1B0E" w:rsidRDefault="00ED0D38" w:rsidP="004A738C">
            <w:pPr>
              <w:spacing w:line="228" w:lineRule="auto"/>
            </w:pPr>
            <w:r w:rsidRPr="00DE1B0E">
              <w:rPr>
                <w:b/>
                <w:bCs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DE1B0E" w:rsidRDefault="00ED0D38" w:rsidP="004A738C">
            <w:pPr>
              <w:spacing w:line="228" w:lineRule="auto"/>
              <w:jc w:val="both"/>
              <w:rPr>
                <w:b/>
                <w:bCs/>
              </w:rPr>
            </w:pPr>
            <w:r w:rsidRPr="00DE1B0E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827364" w:rsidRDefault="00ED0D38" w:rsidP="00E253D3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164384,27</w:t>
            </w:r>
          </w:p>
        </w:tc>
      </w:tr>
      <w:tr w:rsidR="00ED0D38" w:rsidRPr="007D1A8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F02A7E" w:rsidRDefault="00ED0D38" w:rsidP="004A738C">
            <w:pPr>
              <w:spacing w:line="228" w:lineRule="auto"/>
              <w:rPr>
                <w:b/>
                <w:bCs/>
              </w:rPr>
            </w:pPr>
            <w:r>
              <w:rPr>
                <w:b/>
                <w:bCs/>
              </w:rPr>
              <w:t>000 1 16 20000 00 0000 140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B6C5A" w:rsidRDefault="00ED0D38" w:rsidP="004B6C5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B6C5A">
              <w:rPr>
                <w:b/>
                <w:bCs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государственных внебюджетных фондов)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D1A8F" w:rsidRDefault="00ED0D38" w:rsidP="004C0E3D">
            <w:pPr>
              <w:widowControl w:val="0"/>
              <w:spacing w:line="228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155188,69</w:t>
            </w:r>
          </w:p>
        </w:tc>
      </w:tr>
      <w:tr w:rsidR="00ED0D38" w:rsidRPr="00E10D5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D388F" w:rsidRDefault="00ED0D38" w:rsidP="004A738C">
            <w:pPr>
              <w:spacing w:line="228" w:lineRule="auto"/>
            </w:pPr>
            <w:r w:rsidRPr="004D388F">
              <w:t>395 1 16 20040 09 0000 140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D388F" w:rsidRDefault="00ED0D38" w:rsidP="004A738C">
            <w:pPr>
              <w:spacing w:line="228" w:lineRule="auto"/>
              <w:jc w:val="both"/>
            </w:pPr>
            <w:r w:rsidRPr="003C409E">
              <w:rPr>
                <w:spacing w:val="-4"/>
              </w:rPr>
              <w:t xml:space="preserve">Денежные взыскания (штрафы) </w:t>
            </w:r>
            <w:r>
              <w:rPr>
                <w:spacing w:val="-4"/>
              </w:rPr>
              <w:br/>
            </w:r>
            <w:r w:rsidRPr="003C409E">
              <w:rPr>
                <w:spacing w:val="-4"/>
              </w:rPr>
              <w:t>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ED0D38" w:rsidRPr="007D1A8F" w:rsidRDefault="00ED0D38" w:rsidP="004C0E3D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  <w:r w:rsidRPr="001403FC">
              <w:t>155188,</w:t>
            </w:r>
            <w:r>
              <w:t>69</w:t>
            </w:r>
          </w:p>
        </w:tc>
      </w:tr>
      <w:tr w:rsidR="00ED0D38" w:rsidRPr="00E10D5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F02A7E" w:rsidRDefault="00ED0D38" w:rsidP="004A738C">
            <w:pPr>
              <w:spacing w:line="221" w:lineRule="auto"/>
              <w:rPr>
                <w:b/>
                <w:bCs/>
              </w:rPr>
            </w:pPr>
            <w:r w:rsidRPr="00F02A7E">
              <w:rPr>
                <w:b/>
                <w:bCs/>
              </w:rPr>
              <w:t>000 1 16 21000 00 0000 140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F02A7E" w:rsidRDefault="00ED0D38" w:rsidP="004B6C5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B6C5A">
              <w:rPr>
                <w:b/>
                <w:b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Default="00ED0D38" w:rsidP="00DE32E5">
            <w:pPr>
              <w:widowControl w:val="0"/>
              <w:spacing w:line="221" w:lineRule="auto"/>
              <w:jc w:val="center"/>
              <w:rPr>
                <w:b/>
                <w:bCs/>
              </w:rPr>
            </w:pPr>
          </w:p>
          <w:p w:rsidR="00ED0D38" w:rsidRDefault="00ED0D38" w:rsidP="00DE32E5">
            <w:pPr>
              <w:widowControl w:val="0"/>
              <w:spacing w:line="221" w:lineRule="auto"/>
              <w:jc w:val="center"/>
              <w:rPr>
                <w:b/>
                <w:bCs/>
              </w:rPr>
            </w:pPr>
          </w:p>
          <w:p w:rsidR="00ED0D38" w:rsidRDefault="00ED0D38" w:rsidP="00DE32E5">
            <w:pPr>
              <w:widowControl w:val="0"/>
              <w:spacing w:line="221" w:lineRule="auto"/>
              <w:jc w:val="center"/>
              <w:rPr>
                <w:b/>
                <w:bCs/>
              </w:rPr>
            </w:pPr>
          </w:p>
          <w:p w:rsidR="00ED0D38" w:rsidRDefault="00ED0D38" w:rsidP="00DE32E5">
            <w:pPr>
              <w:widowControl w:val="0"/>
              <w:spacing w:line="221" w:lineRule="auto"/>
              <w:jc w:val="center"/>
              <w:rPr>
                <w:b/>
                <w:bCs/>
              </w:rPr>
            </w:pPr>
          </w:p>
          <w:p w:rsidR="00ED0D38" w:rsidRPr="007D1A8F" w:rsidRDefault="00ED0D38" w:rsidP="001403FC">
            <w:pPr>
              <w:widowControl w:val="0"/>
              <w:spacing w:line="221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872,43</w:t>
            </w:r>
          </w:p>
        </w:tc>
      </w:tr>
      <w:tr w:rsidR="00ED0D38" w:rsidRPr="00E10D5F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E10D5F" w:rsidRDefault="00ED0D38" w:rsidP="004A738C">
            <w:pPr>
              <w:widowControl w:val="0"/>
              <w:spacing w:line="221" w:lineRule="auto"/>
            </w:pPr>
            <w:r w:rsidRPr="00E10D5F">
              <w:t>395 1 16 21090 09 0000 140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5221D1" w:rsidRDefault="00ED0D38" w:rsidP="004A738C">
            <w:pPr>
              <w:widowControl w:val="0"/>
              <w:spacing w:line="221" w:lineRule="auto"/>
              <w:jc w:val="both"/>
            </w:pPr>
            <w:r w:rsidRPr="003C409E">
              <w:rPr>
                <w:spacing w:val="-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D1A8F" w:rsidRDefault="00ED0D38" w:rsidP="00E253D3">
            <w:pPr>
              <w:widowControl w:val="0"/>
              <w:spacing w:line="221" w:lineRule="auto"/>
              <w:jc w:val="center"/>
              <w:rPr>
                <w:highlight w:val="yellow"/>
                <w:lang w:val="en-US"/>
              </w:rPr>
            </w:pPr>
            <w:r w:rsidRPr="001403FC">
              <w:t>872,4</w:t>
            </w:r>
            <w:r>
              <w:t>3</w:t>
            </w:r>
          </w:p>
        </w:tc>
      </w:tr>
      <w:tr w:rsidR="00ED0D38" w:rsidRPr="00F02A7E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F02A7E" w:rsidRDefault="00ED0D38" w:rsidP="004A738C">
            <w:pPr>
              <w:widowControl w:val="0"/>
              <w:autoSpaceDE w:val="0"/>
              <w:autoSpaceDN w:val="0"/>
              <w:adjustRightInd w:val="0"/>
              <w:spacing w:line="221" w:lineRule="auto"/>
              <w:rPr>
                <w:b/>
                <w:bCs/>
              </w:rPr>
            </w:pPr>
            <w:r w:rsidRPr="00F02A7E">
              <w:rPr>
                <w:b/>
                <w:bCs/>
              </w:rPr>
              <w:t>000 1 16 32000 00 0000 140</w:t>
            </w:r>
          </w:p>
          <w:p w:rsidR="00ED0D38" w:rsidRPr="00F02A7E" w:rsidRDefault="00ED0D38" w:rsidP="004A738C">
            <w:pPr>
              <w:widowControl w:val="0"/>
              <w:spacing w:line="221" w:lineRule="auto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F02A7E" w:rsidRDefault="00ED0D38" w:rsidP="004B6C5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B6C5A">
              <w:rPr>
                <w:b/>
                <w:bCs/>
              </w:rPr>
              <w:t>Денежные взыскания, налагаемые в возмещение ущерба, при</w:t>
            </w:r>
            <w:r>
              <w:rPr>
                <w:b/>
                <w:bCs/>
              </w:rPr>
              <w:t>чинё</w:t>
            </w:r>
            <w:r w:rsidRPr="004B6C5A">
              <w:rPr>
                <w:b/>
                <w:bCs/>
              </w:rPr>
              <w:t>нного в результате незаконного или нецелевого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D1A8F" w:rsidRDefault="00ED0D38" w:rsidP="006478B8">
            <w:pPr>
              <w:widowControl w:val="0"/>
              <w:spacing w:line="221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8323,15</w:t>
            </w:r>
          </w:p>
        </w:tc>
      </w:tr>
      <w:tr w:rsidR="00ED0D38" w:rsidRPr="00C434A4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C434A4" w:rsidRDefault="00ED0D38" w:rsidP="004A738C">
            <w:pPr>
              <w:widowControl w:val="0"/>
              <w:spacing w:line="221" w:lineRule="auto"/>
            </w:pPr>
            <w:r>
              <w:t>395</w:t>
            </w:r>
            <w:r w:rsidRPr="00C434A4">
              <w:t xml:space="preserve"> 1 16 32000 09 0000 140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B6C5A" w:rsidRDefault="00ED0D38" w:rsidP="004A738C">
            <w:pPr>
              <w:widowControl w:val="0"/>
              <w:spacing w:line="221" w:lineRule="auto"/>
              <w:jc w:val="both"/>
            </w:pPr>
            <w:r w:rsidRPr="004B6C5A">
              <w:t>Денежные взыскания, налагае</w:t>
            </w:r>
            <w:r>
              <w:t>мые в возмещение ущерба, причинё</w:t>
            </w:r>
            <w:r w:rsidRPr="004B6C5A">
              <w:t>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D1A8F" w:rsidRDefault="00ED0D38" w:rsidP="00E253D3">
            <w:pPr>
              <w:widowControl w:val="0"/>
              <w:spacing w:line="221" w:lineRule="auto"/>
              <w:jc w:val="center"/>
              <w:rPr>
                <w:highlight w:val="yellow"/>
              </w:rPr>
            </w:pPr>
            <w:r>
              <w:t>8323,15</w:t>
            </w:r>
          </w:p>
        </w:tc>
      </w:tr>
      <w:tr w:rsidR="00ED0D38" w:rsidRPr="004B6C5A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752BDC" w:rsidRDefault="00ED0D38" w:rsidP="004A738C">
            <w:pPr>
              <w:widowControl w:val="0"/>
              <w:spacing w:line="221" w:lineRule="auto"/>
              <w:rPr>
                <w:b/>
                <w:bCs/>
              </w:rPr>
            </w:pPr>
            <w:r w:rsidRPr="004B6C5A">
              <w:rPr>
                <w:b/>
                <w:bCs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752BDC" w:rsidRDefault="00ED0D38" w:rsidP="004B6C5A">
            <w:pPr>
              <w:widowControl w:val="0"/>
              <w:spacing w:line="221" w:lineRule="auto"/>
              <w:jc w:val="both"/>
              <w:rPr>
                <w:b/>
                <w:bCs/>
              </w:rPr>
            </w:pPr>
            <w:r w:rsidRPr="004B6C5A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4B6C5A" w:rsidRDefault="00ED0D38" w:rsidP="006478B8">
            <w:pPr>
              <w:widowControl w:val="0"/>
              <w:spacing w:line="221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1130,06</w:t>
            </w:r>
          </w:p>
        </w:tc>
      </w:tr>
      <w:tr w:rsidR="00ED0D38" w:rsidRPr="004B6C5A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752BDC" w:rsidRDefault="00ED0D38" w:rsidP="00653112">
            <w:pPr>
              <w:widowControl w:val="0"/>
              <w:spacing w:line="221" w:lineRule="auto"/>
            </w:pPr>
            <w:r w:rsidRPr="004B6C5A"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752BDC" w:rsidRDefault="00ED0D38" w:rsidP="00653112">
            <w:pPr>
              <w:widowControl w:val="0"/>
              <w:spacing w:line="221" w:lineRule="auto"/>
              <w:jc w:val="both"/>
            </w:pPr>
            <w:r w:rsidRPr="004B6C5A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52BDC" w:rsidRDefault="00ED0D38" w:rsidP="006478B8">
            <w:pPr>
              <w:widowControl w:val="0"/>
              <w:spacing w:line="221" w:lineRule="auto"/>
              <w:jc w:val="center"/>
            </w:pPr>
            <w:r w:rsidRPr="001403FC">
              <w:t>1130,</w:t>
            </w:r>
            <w:r>
              <w:t>06</w:t>
            </w:r>
          </w:p>
        </w:tc>
      </w:tr>
      <w:tr w:rsidR="00ED0D38" w:rsidRPr="004B6C5A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B6C5A" w:rsidRDefault="00ED0D38" w:rsidP="004A738C">
            <w:pPr>
              <w:widowControl w:val="0"/>
              <w:spacing w:line="221" w:lineRule="auto"/>
              <w:rPr>
                <w:b/>
                <w:bCs/>
              </w:rPr>
            </w:pPr>
            <w:r w:rsidRPr="000A4998">
              <w:rPr>
                <w:b/>
                <w:bCs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B6C5A" w:rsidRDefault="00ED0D38" w:rsidP="004B6C5A">
            <w:pPr>
              <w:widowControl w:val="0"/>
              <w:spacing w:line="221" w:lineRule="auto"/>
              <w:jc w:val="both"/>
              <w:rPr>
                <w:b/>
                <w:bCs/>
              </w:rPr>
            </w:pPr>
            <w:r w:rsidRPr="000A499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4B6C5A" w:rsidRDefault="00ED0D38" w:rsidP="00A239E9">
            <w:pPr>
              <w:widowControl w:val="0"/>
              <w:spacing w:line="221" w:lineRule="auto"/>
              <w:ind w:left="-57" w:right="-57"/>
              <w:jc w:val="center"/>
              <w:rPr>
                <w:b/>
                <w:bCs/>
              </w:rPr>
            </w:pPr>
            <w:r w:rsidRPr="00827364">
              <w:rPr>
                <w:b/>
                <w:bCs/>
                <w:spacing w:val="-4"/>
              </w:rPr>
              <w:t>1</w:t>
            </w:r>
            <w:r>
              <w:rPr>
                <w:b/>
                <w:bCs/>
                <w:spacing w:val="-4"/>
              </w:rPr>
              <w:t>3761430,93</w:t>
            </w:r>
          </w:p>
        </w:tc>
      </w:tr>
      <w:tr w:rsidR="00ED0D38" w:rsidRPr="00C434A4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B6C5A" w:rsidRDefault="00ED0D38" w:rsidP="004A738C">
            <w:pPr>
              <w:widowControl w:val="0"/>
              <w:spacing w:line="221" w:lineRule="auto"/>
            </w:pPr>
            <w:r w:rsidRPr="000A4998">
              <w:rPr>
                <w:b/>
                <w:bCs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B6C5A" w:rsidRDefault="00ED0D38" w:rsidP="004A738C">
            <w:pPr>
              <w:widowControl w:val="0"/>
              <w:spacing w:line="221" w:lineRule="auto"/>
              <w:jc w:val="both"/>
            </w:pPr>
            <w:r w:rsidRPr="000A4998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4B6C5A" w:rsidRDefault="00ED0D38" w:rsidP="00A239E9">
            <w:pPr>
              <w:widowControl w:val="0"/>
              <w:spacing w:line="221" w:lineRule="auto"/>
              <w:ind w:left="-57" w:right="-57"/>
              <w:jc w:val="center"/>
            </w:pPr>
            <w:r w:rsidRPr="00827364">
              <w:rPr>
                <w:b/>
                <w:bCs/>
                <w:spacing w:val="-4"/>
              </w:rPr>
              <w:t>1</w:t>
            </w:r>
            <w:r>
              <w:rPr>
                <w:b/>
                <w:bCs/>
                <w:spacing w:val="-4"/>
              </w:rPr>
              <w:t>3771238,28</w:t>
            </w:r>
          </w:p>
        </w:tc>
      </w:tr>
      <w:tr w:rsidR="00ED0D38" w:rsidRPr="000A4998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0A4998" w:rsidRDefault="00ED0D38" w:rsidP="004A738C">
            <w:pPr>
              <w:widowControl w:val="0"/>
              <w:spacing w:line="221" w:lineRule="auto"/>
              <w:rPr>
                <w:b/>
                <w:bCs/>
              </w:rPr>
            </w:pPr>
            <w:r>
              <w:rPr>
                <w:b/>
                <w:bCs/>
              </w:rPr>
              <w:t>000 2 02 50</w:t>
            </w:r>
            <w:r w:rsidRPr="000A4998">
              <w:rPr>
                <w:b/>
                <w:bCs/>
              </w:rPr>
              <w:t>000 00 0000 151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0A4998" w:rsidRDefault="00ED0D38" w:rsidP="004A738C">
            <w:pPr>
              <w:widowControl w:val="0"/>
              <w:spacing w:line="221" w:lineRule="auto"/>
              <w:jc w:val="both"/>
              <w:rPr>
                <w:b/>
                <w:bCs/>
              </w:rPr>
            </w:pPr>
            <w:r w:rsidRPr="0075248D">
              <w:rPr>
                <w:b/>
                <w:bCs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827364" w:rsidRDefault="00ED0D38" w:rsidP="00A239E9">
            <w:pPr>
              <w:widowControl w:val="0"/>
              <w:spacing w:line="221" w:lineRule="auto"/>
              <w:ind w:left="-57" w:right="-57"/>
              <w:jc w:val="center"/>
              <w:rPr>
                <w:b/>
                <w:bCs/>
                <w:spacing w:val="-4"/>
              </w:rPr>
            </w:pPr>
            <w:r w:rsidRPr="003A0289">
              <w:rPr>
                <w:b/>
                <w:bCs/>
                <w:spacing w:val="-4"/>
              </w:rPr>
              <w:t>13771238,</w:t>
            </w:r>
            <w:r>
              <w:rPr>
                <w:b/>
                <w:bCs/>
                <w:spacing w:val="-4"/>
              </w:rPr>
              <w:t>28</w:t>
            </w:r>
          </w:p>
        </w:tc>
      </w:tr>
      <w:tr w:rsidR="00ED0D38" w:rsidRPr="006970A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0A4998" w:rsidRDefault="00ED0D38" w:rsidP="004A738C">
            <w:pPr>
              <w:widowControl w:val="0"/>
              <w:spacing w:line="221" w:lineRule="auto"/>
              <w:rPr>
                <w:b/>
                <w:bCs/>
              </w:rPr>
            </w:pPr>
            <w:r>
              <w:t>395 2 02 50202 09 0000 151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0A4998" w:rsidRDefault="00ED0D38" w:rsidP="004A738C">
            <w:pPr>
              <w:widowControl w:val="0"/>
              <w:spacing w:line="221" w:lineRule="auto"/>
              <w:jc w:val="both"/>
              <w:rPr>
                <w:b/>
                <w:bCs/>
              </w:rPr>
            </w:pPr>
            <w: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8A3DF1" w:rsidRDefault="00ED0D38" w:rsidP="004A738C">
            <w:pPr>
              <w:widowControl w:val="0"/>
              <w:spacing w:line="233" w:lineRule="auto"/>
              <w:jc w:val="center"/>
            </w:pPr>
          </w:p>
          <w:p w:rsidR="00ED0D38" w:rsidRPr="008A3DF1" w:rsidRDefault="00ED0D38" w:rsidP="004A738C">
            <w:pPr>
              <w:widowControl w:val="0"/>
              <w:spacing w:line="233" w:lineRule="auto"/>
              <w:jc w:val="center"/>
            </w:pPr>
          </w:p>
          <w:p w:rsidR="00ED0D38" w:rsidRPr="008A3DF1" w:rsidRDefault="00ED0D38" w:rsidP="004A738C">
            <w:pPr>
              <w:widowControl w:val="0"/>
              <w:spacing w:line="233" w:lineRule="auto"/>
              <w:jc w:val="center"/>
            </w:pPr>
          </w:p>
          <w:p w:rsidR="00ED0D38" w:rsidRPr="008A3DF1" w:rsidRDefault="00ED0D38" w:rsidP="004A738C">
            <w:pPr>
              <w:widowControl w:val="0"/>
              <w:spacing w:line="233" w:lineRule="auto"/>
              <w:jc w:val="center"/>
            </w:pPr>
          </w:p>
          <w:p w:rsidR="00ED0D38" w:rsidRPr="008A3DF1" w:rsidRDefault="00ED0D38" w:rsidP="004A738C">
            <w:pPr>
              <w:widowControl w:val="0"/>
              <w:spacing w:line="233" w:lineRule="auto"/>
              <w:jc w:val="center"/>
            </w:pPr>
          </w:p>
          <w:p w:rsidR="00ED0D38" w:rsidRPr="008A3DF1" w:rsidRDefault="00ED0D38" w:rsidP="004A738C">
            <w:pPr>
              <w:widowControl w:val="0"/>
              <w:spacing w:line="233" w:lineRule="auto"/>
              <w:jc w:val="center"/>
            </w:pPr>
          </w:p>
          <w:p w:rsidR="00ED0D38" w:rsidRPr="008A3DF1" w:rsidRDefault="00ED0D38" w:rsidP="004A738C">
            <w:pPr>
              <w:widowControl w:val="0"/>
              <w:spacing w:line="233" w:lineRule="auto"/>
              <w:jc w:val="center"/>
            </w:pPr>
          </w:p>
          <w:p w:rsidR="00ED0D38" w:rsidRDefault="00ED0D38" w:rsidP="004A738C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ED0D38" w:rsidRPr="00A239E9" w:rsidRDefault="00ED0D38" w:rsidP="004A738C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ED0D38" w:rsidRPr="00827364" w:rsidRDefault="00ED0D38" w:rsidP="006A758C">
            <w:pPr>
              <w:widowControl w:val="0"/>
              <w:spacing w:line="221" w:lineRule="auto"/>
              <w:jc w:val="center"/>
              <w:rPr>
                <w:b/>
                <w:bCs/>
                <w:spacing w:val="-4"/>
              </w:rPr>
            </w:pPr>
            <w:r>
              <w:t>45000,00</w:t>
            </w:r>
          </w:p>
        </w:tc>
      </w:tr>
      <w:tr w:rsidR="00ED0D38" w:rsidRPr="006970A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0A4998" w:rsidRDefault="00ED0D38" w:rsidP="00AA46FC">
            <w:pPr>
              <w:widowControl w:val="0"/>
              <w:spacing w:line="228" w:lineRule="auto"/>
              <w:rPr>
                <w:b/>
                <w:bCs/>
              </w:rPr>
            </w:pPr>
            <w:r>
              <w:t>395</w:t>
            </w:r>
            <w:r w:rsidRPr="00A164D5">
              <w:t xml:space="preserve"> 2 02 55093 09 0000 151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0A4998" w:rsidRDefault="00ED0D38" w:rsidP="00AA46FC">
            <w:pPr>
              <w:widowControl w:val="0"/>
              <w:spacing w:line="228" w:lineRule="auto"/>
              <w:jc w:val="both"/>
              <w:rPr>
                <w:b/>
                <w:bCs/>
              </w:rPr>
            </w:pPr>
            <w:r w:rsidRPr="00A164D5"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</w:t>
            </w:r>
            <w:r>
              <w:t>Ф</w:t>
            </w:r>
            <w:r w:rsidRPr="00A164D5">
              <w:t>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827364" w:rsidRDefault="00ED0D38" w:rsidP="00AA46FC">
            <w:pPr>
              <w:widowControl w:val="0"/>
              <w:spacing w:line="228" w:lineRule="auto"/>
              <w:ind w:left="-57" w:right="-57"/>
              <w:jc w:val="center"/>
              <w:rPr>
                <w:b/>
                <w:bCs/>
              </w:rPr>
            </w:pPr>
            <w:r>
              <w:t>13561980,40</w:t>
            </w:r>
          </w:p>
        </w:tc>
      </w:tr>
      <w:tr w:rsidR="00ED0D38" w:rsidRPr="00DE1B0E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571676" w:rsidRDefault="00ED0D38" w:rsidP="00AA46FC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color w:val="FF0000"/>
              </w:rPr>
            </w:pPr>
            <w:r>
              <w:rPr>
                <w:b/>
                <w:bCs/>
              </w:rPr>
              <w:t>000</w:t>
            </w:r>
            <w:r w:rsidRPr="008B4044">
              <w:rPr>
                <w:b/>
                <w:bCs/>
              </w:rPr>
              <w:t xml:space="preserve"> 2 02 </w:t>
            </w:r>
            <w:r>
              <w:rPr>
                <w:b/>
                <w:bCs/>
              </w:rPr>
              <w:t>59</w:t>
            </w:r>
            <w:r w:rsidRPr="008B4044">
              <w:rPr>
                <w:b/>
                <w:bCs/>
              </w:rPr>
              <w:t>999 00 0000 151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AA46FC" w:rsidRDefault="00ED0D38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FF0000"/>
                <w:spacing w:val="-4"/>
              </w:rPr>
            </w:pPr>
            <w:r w:rsidRPr="00AA46FC">
              <w:rPr>
                <w:b/>
                <w:bCs/>
                <w:spacing w:val="-4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571676" w:rsidRDefault="00ED0D38" w:rsidP="00AA46FC">
            <w:pPr>
              <w:widowControl w:val="0"/>
              <w:spacing w:line="228" w:lineRule="auto"/>
              <w:jc w:val="center"/>
              <w:rPr>
                <w:color w:val="FF0000"/>
                <w:highlight w:val="yellow"/>
              </w:rPr>
            </w:pPr>
            <w:r w:rsidRPr="003A3FCB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  <w:r w:rsidRPr="003A3FCB">
              <w:rPr>
                <w:b/>
                <w:bCs/>
              </w:rPr>
              <w:t>4</w:t>
            </w:r>
            <w:r>
              <w:rPr>
                <w:b/>
                <w:bCs/>
              </w:rPr>
              <w:t>257</w:t>
            </w:r>
            <w:r w:rsidRPr="003A3FCB">
              <w:rPr>
                <w:b/>
                <w:bCs/>
              </w:rPr>
              <w:t>,</w:t>
            </w:r>
            <w:r>
              <w:rPr>
                <w:b/>
                <w:bCs/>
              </w:rPr>
              <w:t>88</w:t>
            </w:r>
          </w:p>
        </w:tc>
      </w:tr>
      <w:tr w:rsidR="00ED0D38" w:rsidRPr="00F02A7E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A164D5" w:rsidRDefault="00ED0D38" w:rsidP="00AA46FC">
            <w:pPr>
              <w:widowControl w:val="0"/>
              <w:spacing w:line="228" w:lineRule="auto"/>
            </w:pPr>
            <w:r w:rsidRPr="009F6EC3">
              <w:t xml:space="preserve">395 2 02 </w:t>
            </w:r>
            <w:r w:rsidRPr="00A164D5">
              <w:t>59999</w:t>
            </w:r>
            <w:r w:rsidRPr="009F6EC3">
              <w:t xml:space="preserve">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A164D5" w:rsidRDefault="00ED0D38" w:rsidP="00AA46FC">
            <w:pPr>
              <w:widowControl w:val="0"/>
              <w:spacing w:line="228" w:lineRule="auto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A164D5" w:rsidRDefault="00ED0D38" w:rsidP="00AA46FC">
            <w:pPr>
              <w:widowControl w:val="0"/>
              <w:spacing w:line="228" w:lineRule="auto"/>
              <w:jc w:val="center"/>
            </w:pPr>
            <w:r>
              <w:t>164257,88</w:t>
            </w:r>
          </w:p>
        </w:tc>
      </w:tr>
      <w:tr w:rsidR="00ED0D38" w:rsidRPr="00F02A7E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EF2290" w:rsidRDefault="00ED0D38" w:rsidP="00AA46FC">
            <w:pPr>
              <w:widowControl w:val="0"/>
              <w:spacing w:line="228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  <w:r w:rsidRPr="00677FAF">
              <w:rPr>
                <w:b/>
                <w:bCs/>
              </w:rPr>
              <w:t xml:space="preserve"> 2 18 00000 00 0000 </w:t>
            </w:r>
            <w:r>
              <w:rPr>
                <w:b/>
                <w:bCs/>
              </w:rPr>
              <w:t>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Default="00ED0D38" w:rsidP="00AA46FC">
            <w:pPr>
              <w:widowControl w:val="0"/>
              <w:spacing w:line="228" w:lineRule="auto"/>
              <w:jc w:val="both"/>
              <w:rPr>
                <w:b/>
                <w:bCs/>
              </w:rPr>
            </w:pPr>
            <w:r w:rsidRPr="00677FAF">
              <w:rPr>
                <w:b/>
                <w:bCs/>
              </w:rPr>
              <w:t>Доходы бюджетов бюджетной системы Российской Федерации от возврата бюджетами бюджетной системы Российской Федерации</w:t>
            </w:r>
            <w:r>
              <w:rPr>
                <w:b/>
                <w:bCs/>
              </w:rPr>
              <w:t xml:space="preserve"> и организациями</w:t>
            </w:r>
            <w:r w:rsidRPr="00677FAF">
              <w:rPr>
                <w:b/>
                <w:bCs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4683,10</w:t>
            </w:r>
          </w:p>
        </w:tc>
      </w:tr>
      <w:tr w:rsidR="00ED0D38" w:rsidRPr="00F02A7E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A164D5" w:rsidRDefault="00ED0D38" w:rsidP="00AA46FC">
            <w:pPr>
              <w:widowControl w:val="0"/>
              <w:spacing w:line="228" w:lineRule="auto"/>
            </w:pPr>
            <w:r w:rsidRPr="00EF2290">
              <w:rPr>
                <w:b/>
                <w:bCs/>
              </w:rPr>
              <w:t>000 2 18 00000 09 0000 151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A164D5" w:rsidRDefault="00ED0D38" w:rsidP="00AA46FC">
            <w:pPr>
              <w:widowControl w:val="0"/>
              <w:spacing w:line="228" w:lineRule="auto"/>
              <w:jc w:val="both"/>
            </w:pPr>
            <w:r>
              <w:rPr>
                <w:b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</w:p>
          <w:p w:rsidR="00ED0D38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</w:p>
          <w:p w:rsidR="00ED0D38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</w:p>
          <w:p w:rsidR="00ED0D38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</w:p>
          <w:p w:rsidR="00ED0D38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</w:p>
          <w:p w:rsidR="00ED0D38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</w:p>
          <w:p w:rsidR="00ED0D38" w:rsidRPr="00A164D5" w:rsidRDefault="00ED0D38" w:rsidP="00AA46FC">
            <w:pPr>
              <w:widowControl w:val="0"/>
              <w:spacing w:line="228" w:lineRule="auto"/>
              <w:jc w:val="center"/>
            </w:pPr>
            <w:r>
              <w:rPr>
                <w:b/>
                <w:bCs/>
              </w:rPr>
              <w:t>4683,10</w:t>
            </w:r>
          </w:p>
        </w:tc>
      </w:tr>
      <w:tr w:rsidR="00ED0D38" w:rsidRPr="00F02A7E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A164D5" w:rsidRDefault="00ED0D38" w:rsidP="00AA46FC">
            <w:pPr>
              <w:widowControl w:val="0"/>
              <w:spacing w:line="228" w:lineRule="auto"/>
            </w:pPr>
            <w:r w:rsidRPr="002B7FE0">
              <w:t>395 2 18 51360 09 0000 151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A164D5" w:rsidRDefault="00ED0D38" w:rsidP="00AA46FC">
            <w:pPr>
              <w:widowControl w:val="0"/>
              <w:spacing w:line="228" w:lineRule="auto"/>
              <w:jc w:val="both"/>
            </w:pPr>
            <w:r w:rsidRPr="002B7FE0">
              <w:t>Доходы бюджетов территориальных фондов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A164D5" w:rsidRDefault="00ED0D38" w:rsidP="00AA46FC">
            <w:pPr>
              <w:widowControl w:val="0"/>
              <w:spacing w:line="228" w:lineRule="auto"/>
              <w:jc w:val="center"/>
            </w:pPr>
            <w:r>
              <w:t>2957,35</w:t>
            </w:r>
          </w:p>
        </w:tc>
      </w:tr>
      <w:tr w:rsidR="00ED0D38" w:rsidRPr="00EF2290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EF2290" w:rsidRDefault="00ED0D38" w:rsidP="00AA46FC">
            <w:pPr>
              <w:widowControl w:val="0"/>
              <w:spacing w:line="228" w:lineRule="auto"/>
              <w:rPr>
                <w:b/>
                <w:bCs/>
              </w:rPr>
            </w:pPr>
            <w:r w:rsidRPr="002B7FE0">
              <w:t>395 2 18 73000 09 0000 151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EF2290" w:rsidRDefault="00ED0D38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</w:rPr>
            </w:pPr>
            <w:r w:rsidRPr="002B7FE0">
              <w:t xml:space="preserve">Доходы бюджетов территориальных фондов обязательного медицинского страхования от возврата остатков </w:t>
            </w:r>
            <w:r>
              <w:t xml:space="preserve">субсидий, субвенций и иных </w:t>
            </w:r>
            <w:r w:rsidRPr="002B7FE0">
              <w:t>межбюджетных трансфертов</w:t>
            </w:r>
            <w:r>
              <w:t>, имеющих целевое назначение,</w:t>
            </w:r>
            <w:r w:rsidRPr="002B7FE0">
              <w:t xml:space="preserve">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EF2290" w:rsidRDefault="00ED0D38" w:rsidP="00AA46FC">
            <w:pPr>
              <w:widowControl w:val="0"/>
              <w:spacing w:line="228" w:lineRule="auto"/>
              <w:jc w:val="center"/>
              <w:rPr>
                <w:b/>
                <w:bCs/>
              </w:rPr>
            </w:pPr>
            <w:r>
              <w:t>1725,75</w:t>
            </w:r>
          </w:p>
        </w:tc>
      </w:tr>
      <w:tr w:rsidR="00ED0D38" w:rsidRPr="009F6EC3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8B4044" w:rsidRDefault="00ED0D38" w:rsidP="004A738C">
            <w:pPr>
              <w:widowControl w:val="0"/>
              <w:spacing w:line="233" w:lineRule="auto"/>
              <w:rPr>
                <w:b/>
                <w:bCs/>
              </w:rPr>
            </w:pPr>
            <w:r w:rsidRPr="00F02A7E">
              <w:rPr>
                <w:b/>
                <w:bCs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8B4044" w:rsidRDefault="00ED0D38" w:rsidP="00854EC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02A7E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D1A8F" w:rsidRDefault="00ED0D38" w:rsidP="003A0289">
            <w:pPr>
              <w:widowControl w:val="0"/>
              <w:spacing w:line="233" w:lineRule="auto"/>
              <w:jc w:val="center"/>
              <w:rPr>
                <w:b/>
                <w:bCs/>
                <w:highlight w:val="yellow"/>
              </w:rPr>
            </w:pPr>
            <w:r w:rsidRPr="003A418E">
              <w:rPr>
                <w:b/>
                <w:bCs/>
              </w:rPr>
              <w:t>-</w:t>
            </w:r>
            <w:r>
              <w:rPr>
                <w:b/>
                <w:bCs/>
              </w:rPr>
              <w:t>14490,45</w:t>
            </w:r>
          </w:p>
        </w:tc>
      </w:tr>
      <w:tr w:rsidR="00ED0D38" w:rsidRPr="00F02A7E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9F6EC3" w:rsidRDefault="00ED0D38" w:rsidP="00555507">
            <w:pPr>
              <w:widowControl w:val="0"/>
              <w:spacing w:line="223" w:lineRule="auto"/>
            </w:pPr>
            <w:r w:rsidRPr="00F02A7E">
              <w:rPr>
                <w:b/>
                <w:bCs/>
              </w:rPr>
              <w:t>000 2 19 00000 0</w:t>
            </w:r>
            <w:r>
              <w:rPr>
                <w:b/>
                <w:bCs/>
              </w:rPr>
              <w:t>9</w:t>
            </w:r>
            <w:r w:rsidRPr="00F02A7E">
              <w:rPr>
                <w:b/>
                <w:bCs/>
              </w:rPr>
              <w:t xml:space="preserve"> 0000 </w:t>
            </w:r>
            <w:r>
              <w:rPr>
                <w:b/>
                <w:bCs/>
              </w:rPr>
              <w:t>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9F6EC3" w:rsidRDefault="00ED0D38" w:rsidP="0080721A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555507" w:rsidRDefault="00ED0D38" w:rsidP="003A0289">
            <w:pPr>
              <w:widowControl w:val="0"/>
              <w:jc w:val="center"/>
            </w:pPr>
            <w:r w:rsidRPr="003A418E">
              <w:rPr>
                <w:b/>
                <w:bCs/>
              </w:rPr>
              <w:t>-</w:t>
            </w:r>
            <w:r>
              <w:rPr>
                <w:b/>
                <w:bCs/>
              </w:rPr>
              <w:t>14490,45</w:t>
            </w:r>
          </w:p>
        </w:tc>
      </w:tr>
      <w:tr w:rsidR="00ED0D38" w:rsidRPr="00F02A7E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F7A6D" w:rsidRDefault="00ED0D38" w:rsidP="000E3104">
            <w:pPr>
              <w:widowControl w:val="0"/>
              <w:spacing w:line="223" w:lineRule="auto"/>
              <w:rPr>
                <w:b/>
                <w:bCs/>
              </w:rPr>
            </w:pPr>
            <w:r w:rsidRPr="00D67593">
              <w:t>395 2 19 50930 09 0000 151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4F7A6D" w:rsidRDefault="00ED0D38" w:rsidP="00854EC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7593"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7D1A8F" w:rsidRDefault="00ED0D38" w:rsidP="003A0289">
            <w:pPr>
              <w:widowControl w:val="0"/>
              <w:jc w:val="center"/>
              <w:rPr>
                <w:b/>
                <w:bCs/>
                <w:highlight w:val="yellow"/>
              </w:rPr>
            </w:pPr>
            <w:r w:rsidRPr="00D67593">
              <w:t>-</w:t>
            </w:r>
            <w:r>
              <w:t>9866,20</w:t>
            </w:r>
          </w:p>
        </w:tc>
      </w:tr>
      <w:tr w:rsidR="00ED0D38" w:rsidRPr="00F02A7E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F02A7E" w:rsidRDefault="00ED0D38" w:rsidP="00EF2290">
            <w:pPr>
              <w:widowControl w:val="0"/>
              <w:spacing w:line="223" w:lineRule="auto"/>
              <w:rPr>
                <w:b/>
                <w:bCs/>
              </w:rPr>
            </w:pPr>
            <w:r w:rsidRPr="00D67593">
              <w:t>395 2 19 51360 09 0000 151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F02A7E" w:rsidRDefault="00ED0D38" w:rsidP="00EF229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67593"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3A418E" w:rsidRDefault="00ED0D38" w:rsidP="003A0289">
            <w:pPr>
              <w:widowControl w:val="0"/>
              <w:jc w:val="center"/>
              <w:rPr>
                <w:b/>
                <w:bCs/>
              </w:rPr>
            </w:pPr>
            <w:r w:rsidRPr="00D67593">
              <w:t>-2</w:t>
            </w:r>
            <w:r>
              <w:t>957,34</w:t>
            </w:r>
          </w:p>
        </w:tc>
      </w:tr>
      <w:tr w:rsidR="00ED0D38" w:rsidRPr="00F02A7E">
        <w:trPr>
          <w:trHeight w:val="130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D67593" w:rsidRDefault="00ED0D38" w:rsidP="00487218">
            <w:pPr>
              <w:widowControl w:val="0"/>
              <w:spacing w:line="223" w:lineRule="auto"/>
            </w:pPr>
            <w:r>
              <w:t>395 2 19 70000 09 0000 151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D67593" w:rsidRDefault="00ED0D38" w:rsidP="003A0289">
            <w:pPr>
              <w:autoSpaceDE w:val="0"/>
              <w:autoSpaceDN w:val="0"/>
              <w:adjustRightInd w:val="0"/>
              <w:jc w:val="both"/>
            </w:pPr>
            <w:r w:rsidRPr="003D37CA">
              <w:t xml:space="preserve">Возврат остатков </w:t>
            </w:r>
            <w:r>
              <w:t>прочих субсидий, субвенций и иных межбюджетных трансфертов, имеющих целевое назначение, прошлых</w:t>
            </w:r>
            <w:r w:rsidRPr="003D37CA">
              <w:t xml:space="preserve"> лет в бюджет 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Pr="00D67593" w:rsidRDefault="00ED0D38" w:rsidP="00F01FC7">
            <w:pPr>
              <w:widowControl w:val="0"/>
              <w:jc w:val="center"/>
              <w:rPr>
                <w:highlight w:val="yellow"/>
              </w:rPr>
            </w:pPr>
            <w:r>
              <w:t>-1665</w:t>
            </w:r>
            <w:r w:rsidRPr="00487218">
              <w:t>,</w:t>
            </w:r>
            <w:r>
              <w:t>96</w:t>
            </w:r>
          </w:p>
        </w:tc>
      </w:tr>
      <w:tr w:rsidR="00ED0D38" w:rsidRPr="00F02A7E">
        <w:trPr>
          <w:trHeight w:val="7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D67593" w:rsidRDefault="00ED0D38" w:rsidP="00FD64E9">
            <w:pPr>
              <w:widowControl w:val="0"/>
              <w:spacing w:line="223" w:lineRule="auto"/>
            </w:pPr>
            <w:r w:rsidRPr="003670D7">
              <w:t>395 2 19 73000 09 0000 151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D67593" w:rsidRDefault="00ED0D38" w:rsidP="00FD64E9">
            <w:pPr>
              <w:autoSpaceDE w:val="0"/>
              <w:autoSpaceDN w:val="0"/>
              <w:adjustRightInd w:val="0"/>
              <w:jc w:val="both"/>
            </w:pPr>
            <w:r w:rsidRPr="003670D7"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</w:t>
            </w:r>
            <w:r>
              <w:t xml:space="preserve">го медицинского страхования </w:t>
            </w:r>
            <w:r w:rsidRPr="003670D7">
              <w:t>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D38" w:rsidRDefault="00ED0D38" w:rsidP="003670D7">
            <w:pPr>
              <w:widowControl w:val="0"/>
              <w:jc w:val="center"/>
            </w:pPr>
          </w:p>
          <w:p w:rsidR="00ED0D38" w:rsidRDefault="00ED0D38" w:rsidP="003670D7">
            <w:pPr>
              <w:widowControl w:val="0"/>
              <w:jc w:val="center"/>
            </w:pPr>
          </w:p>
          <w:p w:rsidR="00ED0D38" w:rsidRDefault="00ED0D38" w:rsidP="003670D7">
            <w:pPr>
              <w:widowControl w:val="0"/>
              <w:jc w:val="center"/>
            </w:pPr>
          </w:p>
          <w:p w:rsidR="00ED0D38" w:rsidRDefault="00ED0D38" w:rsidP="003670D7">
            <w:pPr>
              <w:widowControl w:val="0"/>
              <w:jc w:val="center"/>
            </w:pPr>
          </w:p>
          <w:p w:rsidR="00ED0D38" w:rsidRDefault="00ED0D38" w:rsidP="003670D7">
            <w:pPr>
              <w:widowControl w:val="0"/>
              <w:jc w:val="center"/>
            </w:pPr>
          </w:p>
          <w:p w:rsidR="00ED0D38" w:rsidRDefault="00ED0D38" w:rsidP="003670D7">
            <w:pPr>
              <w:widowControl w:val="0"/>
              <w:jc w:val="center"/>
            </w:pPr>
          </w:p>
          <w:p w:rsidR="00ED0D38" w:rsidRDefault="00ED0D38" w:rsidP="003670D7">
            <w:pPr>
              <w:widowControl w:val="0"/>
              <w:jc w:val="center"/>
            </w:pPr>
          </w:p>
          <w:p w:rsidR="00ED0D38" w:rsidRPr="00D67593" w:rsidRDefault="00ED0D38" w:rsidP="006478B8">
            <w:pPr>
              <w:widowControl w:val="0"/>
              <w:jc w:val="center"/>
            </w:pPr>
            <w:r w:rsidRPr="003670D7">
              <w:t>-</w:t>
            </w:r>
            <w:r>
              <w:t>0,95</w:t>
            </w:r>
          </w:p>
        </w:tc>
      </w:tr>
      <w:tr w:rsidR="00ED0D38" w:rsidRPr="00F02A7E">
        <w:trPr>
          <w:trHeight w:val="4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33690D" w:rsidRDefault="00ED0D38" w:rsidP="00F02A7E">
            <w:pPr>
              <w:widowControl w:val="0"/>
              <w:spacing w:line="223" w:lineRule="auto"/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3D37CA" w:rsidRDefault="00ED0D38" w:rsidP="00487218">
            <w:pPr>
              <w:widowControl w:val="0"/>
              <w:spacing w:line="223" w:lineRule="auto"/>
            </w:pPr>
            <w:r w:rsidRPr="003670D7">
              <w:rPr>
                <w:b/>
                <w:bCs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D0D38" w:rsidRPr="003D37CA" w:rsidRDefault="00ED0D38" w:rsidP="00487218">
            <w:pPr>
              <w:widowControl w:val="0"/>
              <w:jc w:val="center"/>
              <w:rPr>
                <w:highlight w:val="yellow"/>
              </w:rPr>
            </w:pPr>
            <w:r>
              <w:rPr>
                <w:b/>
                <w:bCs/>
                <w:spacing w:val="-4"/>
              </w:rPr>
              <w:t>13927125,95</w:t>
            </w:r>
          </w:p>
        </w:tc>
      </w:tr>
    </w:tbl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  <w:r>
        <w:t>___________________</w:t>
      </w: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872B47">
      <w:pPr>
        <w:jc w:val="center"/>
      </w:pPr>
    </w:p>
    <w:p w:rsidR="00ED0D38" w:rsidRDefault="00ED0D38" w:rsidP="00C41391">
      <w:pPr>
        <w:spacing w:line="360" w:lineRule="auto"/>
        <w:ind w:left="6096"/>
        <w:jc w:val="center"/>
        <w:sectPr w:rsidR="00ED0D38" w:rsidSect="00E70E43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D0D38" w:rsidRDefault="00ED0D38" w:rsidP="00C8258A">
      <w:pPr>
        <w:ind w:left="5670"/>
        <w:jc w:val="center"/>
      </w:pPr>
      <w:r>
        <w:t>П</w:t>
      </w:r>
      <w:r w:rsidRPr="006A1857">
        <w:t xml:space="preserve">РИЛОЖЕНИЕ </w:t>
      </w:r>
      <w:r>
        <w:t>3</w:t>
      </w:r>
    </w:p>
    <w:p w:rsidR="00ED0D38" w:rsidRDefault="00ED0D38" w:rsidP="00C8258A">
      <w:pPr>
        <w:ind w:left="5670"/>
        <w:jc w:val="center"/>
      </w:pPr>
    </w:p>
    <w:p w:rsidR="00ED0D38" w:rsidRDefault="00ED0D38" w:rsidP="00C8258A">
      <w:pPr>
        <w:ind w:left="5670"/>
        <w:jc w:val="center"/>
      </w:pPr>
      <w:r w:rsidRPr="006A1857">
        <w:t>к Закону Ульяновской области</w:t>
      </w:r>
    </w:p>
    <w:p w:rsidR="00ED0D38" w:rsidRDefault="00ED0D38" w:rsidP="00C8258A">
      <w:pPr>
        <w:ind w:left="5670"/>
        <w:jc w:val="center"/>
      </w:pPr>
      <w:r w:rsidRPr="006A1857">
        <w:t>«О</w:t>
      </w:r>
      <w:r>
        <w:t xml:space="preserve">б исполнении </w:t>
      </w:r>
      <w:r w:rsidRPr="006A1857">
        <w:t>бюджет</w:t>
      </w:r>
      <w:r>
        <w:t>а</w:t>
      </w:r>
    </w:p>
    <w:p w:rsidR="00ED0D38" w:rsidRDefault="00ED0D38" w:rsidP="00C8258A">
      <w:pPr>
        <w:ind w:left="5670"/>
        <w:jc w:val="center"/>
      </w:pPr>
      <w:r>
        <w:t>Т</w:t>
      </w:r>
      <w:r w:rsidRPr="006A1857">
        <w:t>ерриториального</w:t>
      </w:r>
      <w:r>
        <w:t xml:space="preserve"> </w:t>
      </w:r>
      <w:r w:rsidRPr="006A1857">
        <w:t>фонда</w:t>
      </w:r>
    </w:p>
    <w:p w:rsidR="00ED0D38" w:rsidRDefault="00ED0D38" w:rsidP="00C8258A">
      <w:pPr>
        <w:ind w:left="5670"/>
        <w:jc w:val="center"/>
      </w:pPr>
      <w:r>
        <w:t>о</w:t>
      </w:r>
      <w:r w:rsidRPr="006A1857">
        <w:t>бязательного</w:t>
      </w:r>
      <w:r>
        <w:t xml:space="preserve"> </w:t>
      </w:r>
      <w:r w:rsidRPr="006A1857">
        <w:t>медицинского</w:t>
      </w:r>
    </w:p>
    <w:p w:rsidR="00ED0D38" w:rsidRDefault="00ED0D38" w:rsidP="00C8258A">
      <w:pPr>
        <w:ind w:left="5670"/>
        <w:jc w:val="center"/>
      </w:pPr>
      <w:r>
        <w:t>с</w:t>
      </w:r>
      <w:r w:rsidRPr="006A1857">
        <w:t>трахования</w:t>
      </w:r>
      <w:r>
        <w:t xml:space="preserve"> </w:t>
      </w:r>
      <w:r w:rsidRPr="006A1857">
        <w:t>Ульяновской</w:t>
      </w:r>
    </w:p>
    <w:p w:rsidR="00ED0D38" w:rsidRDefault="00ED0D38" w:rsidP="00C8258A">
      <w:pPr>
        <w:ind w:left="5670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18</w:t>
      </w:r>
      <w:r w:rsidRPr="006A1857">
        <w:t xml:space="preserve"> год</w:t>
      </w:r>
      <w:r>
        <w:t>»</w:t>
      </w:r>
    </w:p>
    <w:p w:rsidR="00ED0D38" w:rsidRDefault="00ED0D38" w:rsidP="001727BC">
      <w:pPr>
        <w:ind w:left="5940"/>
        <w:jc w:val="center"/>
      </w:pPr>
    </w:p>
    <w:p w:rsidR="00ED0D38" w:rsidRDefault="00ED0D38" w:rsidP="001727BC">
      <w:pPr>
        <w:ind w:left="5940"/>
        <w:jc w:val="center"/>
      </w:pPr>
    </w:p>
    <w:p w:rsidR="00ED0D38" w:rsidRDefault="00ED0D38" w:rsidP="00723396">
      <w:pPr>
        <w:suppressAutoHyphens/>
        <w:jc w:val="center"/>
        <w:rPr>
          <w:b/>
          <w:bCs/>
        </w:rPr>
      </w:pPr>
      <w:r>
        <w:rPr>
          <w:b/>
          <w:bCs/>
        </w:rPr>
        <w:t>ВЕДОМСТВЕННАЯ СТРУКТУРА РАСХОДОВ</w:t>
      </w:r>
    </w:p>
    <w:p w:rsidR="00ED0D38" w:rsidRDefault="00ED0D38" w:rsidP="00723396">
      <w:pPr>
        <w:suppressAutoHyphens/>
        <w:jc w:val="center"/>
        <w:rPr>
          <w:b/>
          <w:bCs/>
        </w:rPr>
      </w:pPr>
      <w:r w:rsidRPr="00DD2C71">
        <w:rPr>
          <w:b/>
          <w:bCs/>
        </w:rPr>
        <w:t xml:space="preserve">бюджета </w:t>
      </w:r>
      <w:r>
        <w:rPr>
          <w:b/>
          <w:bCs/>
        </w:rPr>
        <w:t xml:space="preserve">Территориального фонда обязательного медицинского </w:t>
      </w:r>
      <w:r>
        <w:rPr>
          <w:b/>
          <w:bCs/>
        </w:rPr>
        <w:br/>
        <w:t>страхования Ульяновской области з</w:t>
      </w:r>
      <w:r w:rsidRPr="00DD2C71">
        <w:rPr>
          <w:b/>
          <w:bCs/>
        </w:rPr>
        <w:t>а 201</w:t>
      </w:r>
      <w:r>
        <w:rPr>
          <w:b/>
          <w:bCs/>
        </w:rPr>
        <w:t>8</w:t>
      </w:r>
      <w:r w:rsidRPr="00DD2C71">
        <w:rPr>
          <w:b/>
          <w:bCs/>
        </w:rPr>
        <w:t xml:space="preserve"> год</w:t>
      </w:r>
    </w:p>
    <w:p w:rsidR="00ED0D38" w:rsidRDefault="00ED0D38" w:rsidP="00723396">
      <w:pPr>
        <w:suppressAutoHyphens/>
        <w:jc w:val="center"/>
        <w:rPr>
          <w:b/>
          <w:bCs/>
        </w:rPr>
      </w:pPr>
    </w:p>
    <w:p w:rsidR="00ED0D38" w:rsidRDefault="00ED0D38" w:rsidP="008034D7">
      <w:pPr>
        <w:ind w:left="7788"/>
        <w:jc w:val="center"/>
      </w:pPr>
      <w:r w:rsidRPr="00F94F2D">
        <w:t xml:space="preserve">тыс. </w:t>
      </w:r>
      <w:r>
        <w:t>р</w:t>
      </w:r>
      <w:r w:rsidRPr="00F94F2D">
        <w:t>ублей</w:t>
      </w:r>
    </w:p>
    <w:tbl>
      <w:tblPr>
        <w:tblW w:w="4964" w:type="pct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2"/>
        <w:gridCol w:w="826"/>
        <w:gridCol w:w="691"/>
        <w:gridCol w:w="826"/>
        <w:gridCol w:w="1935"/>
        <w:gridCol w:w="824"/>
        <w:gridCol w:w="1649"/>
      </w:tblGrid>
      <w:tr w:rsidR="00ED0D38" w:rsidRPr="00F02A7E">
        <w:tc>
          <w:tcPr>
            <w:tcW w:w="1550" w:type="pct"/>
            <w:vAlign w:val="center"/>
          </w:tcPr>
          <w:p w:rsidR="00ED0D38" w:rsidRPr="00F02A7E" w:rsidRDefault="00ED0D38" w:rsidP="00F02A7E">
            <w:pPr>
              <w:jc w:val="center"/>
            </w:pPr>
            <w:r w:rsidRPr="00F02A7E">
              <w:t>Наименование</w:t>
            </w:r>
          </w:p>
          <w:p w:rsidR="00ED0D38" w:rsidRPr="00F02A7E" w:rsidRDefault="00ED0D38" w:rsidP="00F02A7E">
            <w:pPr>
              <w:jc w:val="center"/>
            </w:pPr>
            <w:r w:rsidRPr="00F02A7E">
              <w:t>расходов</w:t>
            </w:r>
          </w:p>
        </w:tc>
        <w:tc>
          <w:tcPr>
            <w:tcW w:w="422" w:type="pct"/>
            <w:vAlign w:val="center"/>
          </w:tcPr>
          <w:p w:rsidR="00ED0D38" w:rsidRPr="00F02A7E" w:rsidRDefault="00ED0D38" w:rsidP="00F02A7E">
            <w:pPr>
              <w:jc w:val="center"/>
            </w:pPr>
            <w:r w:rsidRPr="00F02A7E">
              <w:t>Мин</w:t>
            </w:r>
          </w:p>
        </w:tc>
        <w:tc>
          <w:tcPr>
            <w:tcW w:w="353" w:type="pct"/>
            <w:vAlign w:val="center"/>
          </w:tcPr>
          <w:p w:rsidR="00ED0D38" w:rsidRPr="00F02A7E" w:rsidRDefault="00ED0D38" w:rsidP="00F02A7E">
            <w:pPr>
              <w:jc w:val="center"/>
            </w:pPr>
            <w:r w:rsidRPr="00F02A7E">
              <w:t>Рз</w:t>
            </w:r>
          </w:p>
        </w:tc>
        <w:tc>
          <w:tcPr>
            <w:tcW w:w="422" w:type="pct"/>
            <w:vAlign w:val="center"/>
          </w:tcPr>
          <w:p w:rsidR="00ED0D38" w:rsidRPr="00F02A7E" w:rsidRDefault="00ED0D38" w:rsidP="00F02A7E">
            <w:pPr>
              <w:jc w:val="center"/>
            </w:pPr>
            <w:r w:rsidRPr="00F02A7E">
              <w:t>ПР</w:t>
            </w:r>
          </w:p>
        </w:tc>
        <w:tc>
          <w:tcPr>
            <w:tcW w:w="989" w:type="pct"/>
            <w:vAlign w:val="center"/>
          </w:tcPr>
          <w:p w:rsidR="00ED0D38" w:rsidRPr="00F02A7E" w:rsidRDefault="00ED0D38" w:rsidP="00F02A7E">
            <w:pPr>
              <w:jc w:val="center"/>
            </w:pPr>
            <w:r w:rsidRPr="00F02A7E">
              <w:t>ЦС</w:t>
            </w:r>
          </w:p>
        </w:tc>
        <w:tc>
          <w:tcPr>
            <w:tcW w:w="421" w:type="pct"/>
            <w:vAlign w:val="center"/>
          </w:tcPr>
          <w:p w:rsidR="00ED0D38" w:rsidRPr="00F02A7E" w:rsidRDefault="00ED0D38" w:rsidP="00F02A7E">
            <w:pPr>
              <w:jc w:val="center"/>
            </w:pPr>
            <w:r w:rsidRPr="00F02A7E">
              <w:t>ВР</w:t>
            </w:r>
          </w:p>
        </w:tc>
        <w:tc>
          <w:tcPr>
            <w:tcW w:w="845" w:type="pct"/>
            <w:vAlign w:val="center"/>
          </w:tcPr>
          <w:p w:rsidR="00ED0D38" w:rsidRPr="00F02A7E" w:rsidRDefault="00ED0D38" w:rsidP="00F02A7E">
            <w:pPr>
              <w:jc w:val="center"/>
            </w:pPr>
            <w:r w:rsidRPr="00F02A7E">
              <w:t>Сумма</w:t>
            </w:r>
          </w:p>
        </w:tc>
      </w:tr>
    </w:tbl>
    <w:p w:rsidR="00ED0D38" w:rsidRPr="00A506AB" w:rsidRDefault="00ED0D38" w:rsidP="00A506AB">
      <w:pPr>
        <w:spacing w:line="14" w:lineRule="auto"/>
        <w:rPr>
          <w:sz w:val="2"/>
          <w:szCs w:val="2"/>
        </w:rPr>
      </w:pPr>
    </w:p>
    <w:tbl>
      <w:tblPr>
        <w:tblW w:w="4964" w:type="pct"/>
        <w:tblInd w:w="-106" w:type="dxa"/>
        <w:tblLayout w:type="fixed"/>
        <w:tblLook w:val="01E0"/>
      </w:tblPr>
      <w:tblGrid>
        <w:gridCol w:w="3034"/>
        <w:gridCol w:w="826"/>
        <w:gridCol w:w="689"/>
        <w:gridCol w:w="828"/>
        <w:gridCol w:w="1933"/>
        <w:gridCol w:w="826"/>
        <w:gridCol w:w="1647"/>
      </w:tblGrid>
      <w:tr w:rsidR="00ED0D38" w:rsidRPr="00294F9A">
        <w:trPr>
          <w:tblHeader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Pr="00294F9A" w:rsidRDefault="00ED0D38" w:rsidP="00EF0F02">
            <w:pPr>
              <w:jc w:val="center"/>
            </w:pPr>
            <w: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Pr="00294F9A" w:rsidRDefault="00ED0D38" w:rsidP="00EF0F02">
            <w:pPr>
              <w:jc w:val="center"/>
            </w:pPr>
            <w: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Pr="00294F9A" w:rsidRDefault="00ED0D38" w:rsidP="00EF0F02">
            <w:pPr>
              <w:jc w:val="center"/>
            </w:pPr>
            <w: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Pr="00294F9A" w:rsidRDefault="00ED0D38" w:rsidP="00EF0F02">
            <w:pPr>
              <w:jc w:val="center"/>
            </w:pPr>
            <w: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Pr="00294F9A" w:rsidRDefault="00ED0D38" w:rsidP="00EF0F02">
            <w:pPr>
              <w:jc w:val="center"/>
            </w:pPr>
            <w: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Pr="00294F9A" w:rsidRDefault="00ED0D38" w:rsidP="00EF0F02">
            <w:pPr>
              <w:jc w:val="center"/>
            </w:pPr>
            <w:r>
              <w:t>6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38" w:rsidRPr="00294F9A" w:rsidRDefault="00ED0D38" w:rsidP="00EF0F02">
            <w:pPr>
              <w:jc w:val="center"/>
            </w:pPr>
            <w:r>
              <w:t>7</w:t>
            </w:r>
          </w:p>
        </w:tc>
      </w:tr>
      <w:tr w:rsidR="00ED0D38" w:rsidRPr="00294F9A">
        <w:trPr>
          <w:trHeight w:val="955"/>
        </w:trPr>
        <w:tc>
          <w:tcPr>
            <w:tcW w:w="1551" w:type="pct"/>
            <w:tcBorders>
              <w:top w:val="single" w:sz="4" w:space="0" w:color="auto"/>
            </w:tcBorders>
          </w:tcPr>
          <w:p w:rsidR="00ED0D38" w:rsidRPr="00C8258A" w:rsidRDefault="00ED0D38" w:rsidP="002C7A9C">
            <w:pPr>
              <w:widowControl w:val="0"/>
              <w:ind w:left="-115" w:firstLine="34"/>
              <w:jc w:val="both"/>
              <w:outlineLvl w:val="1"/>
              <w:rPr>
                <w:b/>
                <w:bCs/>
                <w:spacing w:val="-4"/>
              </w:rPr>
            </w:pPr>
            <w:r w:rsidRPr="00C8258A">
              <w:rPr>
                <w:b/>
                <w:bCs/>
                <w:spacing w:val="-4"/>
              </w:rPr>
              <w:t>Территориальный фонд обязательного ме</w:t>
            </w:r>
            <w:r>
              <w:rPr>
                <w:b/>
                <w:bCs/>
                <w:spacing w:val="-4"/>
              </w:rPr>
              <w:t>-</w:t>
            </w:r>
            <w:r w:rsidRPr="00C8258A">
              <w:rPr>
                <w:b/>
                <w:bCs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395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988" w:type="pct"/>
            <w:tcBorders>
              <w:top w:val="single" w:sz="4" w:space="0" w:color="auto"/>
            </w:tcBorders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42" w:type="pct"/>
            <w:tcBorders>
              <w:top w:val="single" w:sz="4" w:space="0" w:color="auto"/>
            </w:tcBorders>
            <w:vAlign w:val="bottom"/>
          </w:tcPr>
          <w:p w:rsidR="00ED0D38" w:rsidRPr="002C7643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  <w:p w:rsidR="00ED0D38" w:rsidRPr="002C7643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  <w:p w:rsidR="00ED0D38" w:rsidRPr="00626F73" w:rsidRDefault="00ED0D38" w:rsidP="00790655">
            <w:pPr>
              <w:widowControl w:val="0"/>
              <w:ind w:left="-164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13919362,61</w:t>
            </w:r>
          </w:p>
        </w:tc>
      </w:tr>
      <w:tr w:rsidR="00ED0D38" w:rsidRPr="00294F9A">
        <w:tc>
          <w:tcPr>
            <w:tcW w:w="1551" w:type="pct"/>
          </w:tcPr>
          <w:p w:rsidR="00ED0D38" w:rsidRPr="00CB2849" w:rsidRDefault="00ED0D38" w:rsidP="002C7A9C">
            <w:pPr>
              <w:widowControl w:val="0"/>
              <w:ind w:left="-115" w:firstLine="34"/>
              <w:jc w:val="both"/>
              <w:outlineLvl w:val="1"/>
              <w:rPr>
                <w:b/>
                <w:bCs/>
              </w:rPr>
            </w:pPr>
            <w:r w:rsidRPr="00CB2849">
              <w:rPr>
                <w:b/>
                <w:bCs/>
              </w:rPr>
              <w:t xml:space="preserve">Общегосударственные вопросы  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tabs>
                <w:tab w:val="left" w:pos="161"/>
              </w:tabs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01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42" w:type="pct"/>
            <w:vAlign w:val="bottom"/>
          </w:tcPr>
          <w:p w:rsidR="00ED0D38" w:rsidRPr="00CB2849" w:rsidRDefault="00ED0D38" w:rsidP="00FE72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56884,22</w:t>
            </w:r>
          </w:p>
        </w:tc>
      </w:tr>
      <w:tr w:rsidR="00ED0D38" w:rsidRPr="004E1A64">
        <w:tc>
          <w:tcPr>
            <w:tcW w:w="1551" w:type="pct"/>
          </w:tcPr>
          <w:p w:rsidR="00ED0D38" w:rsidRPr="00CB2849" w:rsidRDefault="00ED0D38" w:rsidP="002C7A9C">
            <w:pPr>
              <w:widowControl w:val="0"/>
              <w:ind w:left="-115"/>
              <w:jc w:val="both"/>
              <w:outlineLvl w:val="1"/>
              <w:rPr>
                <w:b/>
                <w:bCs/>
              </w:rPr>
            </w:pPr>
            <w:r w:rsidRPr="00CB2849">
              <w:rPr>
                <w:b/>
                <w:bCs/>
              </w:rPr>
              <w:t>Другие общегосудар</w:t>
            </w:r>
            <w:r>
              <w:rPr>
                <w:b/>
                <w:bCs/>
              </w:rPr>
              <w:t>ствен</w:t>
            </w:r>
            <w:r w:rsidRPr="00CB2849">
              <w:rPr>
                <w:b/>
                <w:bCs/>
              </w:rPr>
              <w:t>ные вопросы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01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13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42" w:type="pct"/>
            <w:vAlign w:val="bottom"/>
          </w:tcPr>
          <w:p w:rsidR="00ED0D38" w:rsidRPr="00CB2849" w:rsidRDefault="00ED0D38" w:rsidP="00FE72AE">
            <w:pPr>
              <w:widowControl w:val="0"/>
              <w:jc w:val="center"/>
            </w:pPr>
            <w:r>
              <w:rPr>
                <w:b/>
                <w:bCs/>
              </w:rPr>
              <w:t>56884,22</w:t>
            </w:r>
          </w:p>
        </w:tc>
      </w:tr>
      <w:tr w:rsidR="00ED0D38" w:rsidRPr="00294F9A">
        <w:trPr>
          <w:trHeight w:val="359"/>
        </w:trPr>
        <w:tc>
          <w:tcPr>
            <w:tcW w:w="1551" w:type="pct"/>
          </w:tcPr>
          <w:p w:rsidR="00ED0D38" w:rsidRPr="00CB2849" w:rsidRDefault="00ED0D38" w:rsidP="002C7A9C">
            <w:pPr>
              <w:widowControl w:val="0"/>
              <w:ind w:left="-115"/>
              <w:jc w:val="both"/>
              <w:outlineLvl w:val="1"/>
              <w:rPr>
                <w:b/>
                <w:bCs/>
              </w:rPr>
            </w:pPr>
            <w:r w:rsidRPr="00CB2849">
              <w:rPr>
                <w:b/>
                <w:bCs/>
              </w:rPr>
              <w:t>Непрограммные направления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01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13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73 0 00</w:t>
            </w:r>
            <w:r>
              <w:rPr>
                <w:b/>
                <w:bCs/>
              </w:rPr>
              <w:t xml:space="preserve"> 000</w:t>
            </w:r>
            <w:r w:rsidRPr="00CB2849">
              <w:rPr>
                <w:b/>
                <w:bCs/>
              </w:rPr>
              <w:t>00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  <w:highlight w:val="red"/>
              </w:rPr>
            </w:pPr>
          </w:p>
        </w:tc>
        <w:tc>
          <w:tcPr>
            <w:tcW w:w="842" w:type="pct"/>
            <w:vAlign w:val="bottom"/>
          </w:tcPr>
          <w:p w:rsidR="00ED0D38" w:rsidRPr="00CB2849" w:rsidRDefault="00ED0D38" w:rsidP="00FE72AE">
            <w:pPr>
              <w:widowControl w:val="0"/>
              <w:jc w:val="center"/>
              <w:rPr>
                <w:b/>
                <w:bCs/>
                <w:highlight w:val="red"/>
              </w:rPr>
            </w:pPr>
            <w:r>
              <w:rPr>
                <w:b/>
                <w:bCs/>
              </w:rPr>
              <w:t>56884,22</w:t>
            </w:r>
          </w:p>
        </w:tc>
      </w:tr>
      <w:tr w:rsidR="00ED0D38" w:rsidRPr="009E30AE">
        <w:tc>
          <w:tcPr>
            <w:tcW w:w="1551" w:type="pct"/>
          </w:tcPr>
          <w:p w:rsidR="00ED0D38" w:rsidRPr="00CB2849" w:rsidRDefault="00ED0D38" w:rsidP="00893231">
            <w:pPr>
              <w:widowControl w:val="0"/>
              <w:ind w:left="-115"/>
              <w:jc w:val="both"/>
              <w:outlineLvl w:val="1"/>
            </w:pPr>
            <w:r w:rsidRPr="00CB2849">
              <w:t>Выполнение функций аппарат</w:t>
            </w:r>
            <w:r>
              <w:t>ом</w:t>
            </w:r>
            <w:r w:rsidRPr="00CB2849">
              <w:t xml:space="preserve">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  <w:r>
              <w:t>7</w:t>
            </w:r>
            <w:r w:rsidRPr="00CB2849">
              <w:t>3 2 0000</w:t>
            </w:r>
            <w:r>
              <w:t>000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</w:p>
        </w:tc>
        <w:tc>
          <w:tcPr>
            <w:tcW w:w="842" w:type="pct"/>
            <w:vAlign w:val="bottom"/>
          </w:tcPr>
          <w:p w:rsidR="00ED0D38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Pr="008A4D32" w:rsidRDefault="00ED0D38" w:rsidP="00FE72AE">
            <w:pPr>
              <w:widowControl w:val="0"/>
              <w:jc w:val="center"/>
            </w:pPr>
            <w:r w:rsidRPr="00487218">
              <w:t>56884,2</w:t>
            </w:r>
            <w:r>
              <w:t>2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</w:tcPr>
          <w:p w:rsidR="00ED0D38" w:rsidRPr="00CB2849" w:rsidRDefault="00ED0D38" w:rsidP="002C7A9C">
            <w:pPr>
              <w:widowControl w:val="0"/>
              <w:ind w:left="-115"/>
              <w:jc w:val="both"/>
              <w:outlineLvl w:val="1"/>
            </w:pPr>
            <w:r w:rsidRPr="00397B7E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  <w:r w:rsidRPr="00CB2849">
              <w:t xml:space="preserve">73 2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</w:pPr>
          </w:p>
        </w:tc>
        <w:tc>
          <w:tcPr>
            <w:tcW w:w="842" w:type="pct"/>
            <w:vAlign w:val="bottom"/>
          </w:tcPr>
          <w:p w:rsidR="00ED0D38" w:rsidRPr="006440C0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Pr="00CB2849" w:rsidRDefault="00ED0D38" w:rsidP="0075248D">
            <w:pPr>
              <w:widowControl w:val="0"/>
              <w:jc w:val="center"/>
            </w:pPr>
          </w:p>
          <w:p w:rsidR="00ED0D38" w:rsidRDefault="00ED0D38" w:rsidP="00FE72AE">
            <w:pPr>
              <w:widowControl w:val="0"/>
              <w:jc w:val="center"/>
            </w:pPr>
          </w:p>
          <w:p w:rsidR="00ED0D38" w:rsidRPr="00CB2849" w:rsidRDefault="00ED0D38" w:rsidP="00FE72AE">
            <w:pPr>
              <w:widowControl w:val="0"/>
              <w:jc w:val="center"/>
            </w:pPr>
            <w:r w:rsidRPr="00487218">
              <w:t>56884,2</w:t>
            </w:r>
            <w:r>
              <w:t>2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  <w:vAlign w:val="center"/>
          </w:tcPr>
          <w:p w:rsidR="00ED0D38" w:rsidRPr="00C8258A" w:rsidRDefault="00ED0D38" w:rsidP="00EB4467">
            <w:pPr>
              <w:widowControl w:val="0"/>
              <w:spacing w:line="245" w:lineRule="auto"/>
              <w:ind w:left="-108"/>
              <w:jc w:val="both"/>
              <w:outlineLvl w:val="1"/>
              <w:rPr>
                <w:spacing w:val="-4"/>
              </w:rPr>
            </w:pPr>
            <w:r w:rsidRPr="00C8258A">
              <w:rPr>
                <w:spacing w:val="-4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73 2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1</w:t>
            </w:r>
            <w:r>
              <w:t>00</w:t>
            </w:r>
          </w:p>
        </w:tc>
        <w:tc>
          <w:tcPr>
            <w:tcW w:w="84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487218">
            <w:pPr>
              <w:widowControl w:val="0"/>
              <w:spacing w:line="245" w:lineRule="auto"/>
              <w:jc w:val="center"/>
            </w:pPr>
            <w:r>
              <w:t>46491,85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</w:tcPr>
          <w:p w:rsidR="00ED0D38" w:rsidRPr="00397B7E" w:rsidRDefault="00ED0D38" w:rsidP="00EB4467">
            <w:pPr>
              <w:widowControl w:val="0"/>
              <w:spacing w:line="245" w:lineRule="auto"/>
              <w:ind w:left="-108"/>
              <w:jc w:val="both"/>
            </w:pPr>
            <w:r w:rsidRPr="00397B7E">
              <w:t>Закупка товаров, работ и услуг для обеспече</w:t>
            </w:r>
            <w:r>
              <w:t>ния государствен</w:t>
            </w:r>
            <w:r w:rsidRPr="00397B7E">
              <w:t>ных (муниципальных) нужд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73 2 00 50930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200</w:t>
            </w:r>
          </w:p>
        </w:tc>
        <w:tc>
          <w:tcPr>
            <w:tcW w:w="842" w:type="pct"/>
            <w:vAlign w:val="bottom"/>
          </w:tcPr>
          <w:p w:rsidR="00ED0D38" w:rsidRPr="00CB2849" w:rsidRDefault="00ED0D38" w:rsidP="00487218">
            <w:pPr>
              <w:widowControl w:val="0"/>
              <w:spacing w:line="245" w:lineRule="auto"/>
              <w:jc w:val="center"/>
            </w:pPr>
            <w:r>
              <w:t>9216,80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</w:tcPr>
          <w:p w:rsidR="00ED0D38" w:rsidRPr="00CB2849" w:rsidRDefault="00ED0D38" w:rsidP="002C7A9C">
            <w:pPr>
              <w:widowControl w:val="0"/>
              <w:spacing w:line="245" w:lineRule="auto"/>
              <w:ind w:left="-115"/>
              <w:jc w:val="both"/>
            </w:pPr>
            <w:r w:rsidRPr="00614369">
              <w:t>Иные бюджетные ассигнования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73 2 00 50930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>
              <w:t>800</w:t>
            </w:r>
          </w:p>
        </w:tc>
        <w:tc>
          <w:tcPr>
            <w:tcW w:w="842" w:type="pct"/>
            <w:vAlign w:val="bottom"/>
          </w:tcPr>
          <w:p w:rsidR="00ED0D38" w:rsidRPr="00CB2849" w:rsidRDefault="00ED0D38" w:rsidP="00487218">
            <w:pPr>
              <w:widowControl w:val="0"/>
              <w:spacing w:line="245" w:lineRule="auto"/>
              <w:jc w:val="center"/>
            </w:pPr>
            <w:r>
              <w:t>1175,57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  <w:vAlign w:val="center"/>
          </w:tcPr>
          <w:p w:rsidR="00ED0D38" w:rsidRPr="00CB2849" w:rsidRDefault="00ED0D38" w:rsidP="002C7A9C">
            <w:pPr>
              <w:widowControl w:val="0"/>
              <w:spacing w:line="245" w:lineRule="auto"/>
              <w:ind w:left="-115"/>
              <w:jc w:val="both"/>
            </w:pPr>
            <w:r w:rsidRPr="00CB2849">
              <w:rPr>
                <w:b/>
                <w:bCs/>
              </w:rPr>
              <w:t>Здравоохранение</w:t>
            </w:r>
          </w:p>
        </w:tc>
        <w:tc>
          <w:tcPr>
            <w:tcW w:w="422" w:type="pct"/>
            <w:vAlign w:val="center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395</w:t>
            </w:r>
          </w:p>
        </w:tc>
        <w:tc>
          <w:tcPr>
            <w:tcW w:w="352" w:type="pct"/>
            <w:vAlign w:val="center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CB2849">
              <w:rPr>
                <w:b/>
                <w:bCs/>
              </w:rPr>
              <w:t>09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ED0D38" w:rsidRPr="007E51EB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b/>
                <w:bCs/>
              </w:rPr>
            </w:pPr>
            <w:r w:rsidRPr="001E5F75">
              <w:rPr>
                <w:b/>
                <w:bCs/>
              </w:rPr>
              <w:t>13862478,</w:t>
            </w:r>
            <w:r>
              <w:rPr>
                <w:b/>
                <w:bCs/>
              </w:rPr>
              <w:t>39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</w:tcPr>
          <w:p w:rsidR="00ED0D38" w:rsidRPr="00CB2849" w:rsidRDefault="00ED0D38" w:rsidP="002C7A9C">
            <w:pPr>
              <w:widowControl w:val="0"/>
              <w:spacing w:line="245" w:lineRule="auto"/>
              <w:ind w:left="-115"/>
              <w:jc w:val="both"/>
            </w:pPr>
            <w:r w:rsidRPr="00CB2849">
              <w:t>Другие вопросы в области здравоохранения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ED0D38" w:rsidRPr="00626F73" w:rsidRDefault="00ED0D38" w:rsidP="00C8258A">
            <w:pPr>
              <w:widowControl w:val="0"/>
              <w:spacing w:line="245" w:lineRule="auto"/>
              <w:ind w:left="-57" w:right="-57"/>
              <w:jc w:val="center"/>
            </w:pPr>
            <w:r w:rsidRPr="002C65C0">
              <w:t>13</w:t>
            </w:r>
            <w:r>
              <w:t>862478,39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</w:tcPr>
          <w:p w:rsidR="00ED0D38" w:rsidRPr="00397B7E" w:rsidRDefault="00ED0D38" w:rsidP="00DA1D91">
            <w:pPr>
              <w:widowControl w:val="0"/>
              <w:spacing w:line="245" w:lineRule="auto"/>
              <w:ind w:left="-108"/>
            </w:pPr>
            <w:r w:rsidRPr="00DA1D91">
              <w:t>Непрограммные направления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FD64E9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FD64E9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FD64E9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DA1D91">
            <w:pPr>
              <w:widowControl w:val="0"/>
              <w:spacing w:line="245" w:lineRule="auto"/>
              <w:jc w:val="center"/>
            </w:pPr>
            <w:r w:rsidRPr="00CB2849">
              <w:t xml:space="preserve">73 </w:t>
            </w:r>
            <w:r>
              <w:t>0</w:t>
            </w:r>
            <w:r w:rsidRPr="00CB2849">
              <w:t xml:space="preserve"> 00</w:t>
            </w:r>
            <w:r>
              <w:t xml:space="preserve"> 000</w:t>
            </w:r>
            <w:r w:rsidRPr="00CB2849">
              <w:t>00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FD64E9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ED0D38" w:rsidRPr="00266052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</w:p>
          <w:p w:rsidR="00ED0D38" w:rsidRPr="00266052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</w:p>
          <w:p w:rsidR="00ED0D38" w:rsidRPr="00626F73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  <w:r>
              <w:t>13862478,39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</w:tcPr>
          <w:p w:rsidR="00ED0D38" w:rsidRPr="00397B7E" w:rsidRDefault="00ED0D38" w:rsidP="00EB4467">
            <w:pPr>
              <w:widowControl w:val="0"/>
              <w:spacing w:line="245" w:lineRule="auto"/>
              <w:ind w:left="-108"/>
              <w:rPr>
                <w:b/>
                <w:bCs/>
              </w:rPr>
            </w:pPr>
            <w:r w:rsidRPr="00397B7E">
              <w:t>Реализация государст-венных функций в области социальной политики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73 1 00</w:t>
            </w:r>
            <w:r>
              <w:t xml:space="preserve"> 000</w:t>
            </w:r>
            <w:r w:rsidRPr="00CB2849">
              <w:t>00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ED0D38" w:rsidRPr="00266052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</w:p>
          <w:p w:rsidR="00ED0D38" w:rsidRPr="00266052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</w:p>
          <w:p w:rsidR="00ED0D38" w:rsidRPr="00626F73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  <w:r w:rsidRPr="001E5F75">
              <w:t>13862478,</w:t>
            </w:r>
            <w:r>
              <w:t>39</w:t>
            </w:r>
          </w:p>
        </w:tc>
      </w:tr>
      <w:tr w:rsidR="00ED0D38" w:rsidRPr="00F02A7E">
        <w:trPr>
          <w:trHeight w:val="322"/>
        </w:trPr>
        <w:tc>
          <w:tcPr>
            <w:tcW w:w="1551" w:type="pct"/>
          </w:tcPr>
          <w:p w:rsidR="00ED0D38" w:rsidRPr="00397B7E" w:rsidRDefault="00ED0D38" w:rsidP="00EB4467">
            <w:pPr>
              <w:widowControl w:val="0"/>
              <w:spacing w:line="245" w:lineRule="auto"/>
              <w:ind w:left="-108"/>
              <w:jc w:val="both"/>
            </w:pPr>
            <w:r w:rsidRPr="00397B7E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ED0D38" w:rsidRPr="00266052" w:rsidRDefault="00ED0D38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ED0D38" w:rsidRPr="00266052" w:rsidRDefault="00ED0D38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ED0D38" w:rsidRPr="00266052" w:rsidRDefault="00ED0D38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ED0D38" w:rsidRPr="00266052" w:rsidRDefault="00ED0D38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ED0D38" w:rsidRPr="00266052" w:rsidRDefault="00ED0D38" w:rsidP="00C8258A">
            <w:pPr>
              <w:widowControl w:val="0"/>
              <w:spacing w:line="245" w:lineRule="auto"/>
              <w:ind w:left="-57" w:right="-57"/>
              <w:jc w:val="center"/>
              <w:rPr>
                <w:highlight w:val="yellow"/>
              </w:rPr>
            </w:pPr>
            <w:r>
              <w:t>13505088,23</w:t>
            </w:r>
          </w:p>
        </w:tc>
      </w:tr>
      <w:tr w:rsidR="00ED0D38" w:rsidRPr="00F02A7E">
        <w:trPr>
          <w:trHeight w:val="393"/>
        </w:trPr>
        <w:tc>
          <w:tcPr>
            <w:tcW w:w="1551" w:type="pct"/>
          </w:tcPr>
          <w:p w:rsidR="00ED0D38" w:rsidRPr="00CB2849" w:rsidRDefault="00ED0D38" w:rsidP="00EB446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32</w:t>
            </w:r>
            <w:r>
              <w:t>0</w:t>
            </w:r>
          </w:p>
        </w:tc>
        <w:tc>
          <w:tcPr>
            <w:tcW w:w="842" w:type="pct"/>
            <w:vAlign w:val="bottom"/>
          </w:tcPr>
          <w:p w:rsidR="00ED0D38" w:rsidRDefault="00ED0D38" w:rsidP="00251B79">
            <w:pPr>
              <w:widowControl w:val="0"/>
              <w:spacing w:line="245" w:lineRule="auto"/>
              <w:jc w:val="center"/>
            </w:pPr>
          </w:p>
          <w:p w:rsidR="00ED0D38" w:rsidRDefault="00ED0D38" w:rsidP="00251B79">
            <w:pPr>
              <w:widowControl w:val="0"/>
              <w:spacing w:line="245" w:lineRule="auto"/>
              <w:jc w:val="center"/>
            </w:pPr>
          </w:p>
          <w:p w:rsidR="00ED0D38" w:rsidRDefault="00ED0D38" w:rsidP="00251B79">
            <w:pPr>
              <w:widowControl w:val="0"/>
              <w:spacing w:line="245" w:lineRule="auto"/>
              <w:jc w:val="center"/>
            </w:pPr>
          </w:p>
          <w:p w:rsidR="00ED0D38" w:rsidRPr="002C7643" w:rsidRDefault="00ED0D38" w:rsidP="00C8258A">
            <w:pPr>
              <w:widowControl w:val="0"/>
              <w:spacing w:line="245" w:lineRule="auto"/>
              <w:ind w:left="-57" w:right="-57"/>
              <w:jc w:val="center"/>
            </w:pPr>
            <w:r>
              <w:t>12816288,23</w:t>
            </w:r>
          </w:p>
        </w:tc>
      </w:tr>
      <w:tr w:rsidR="00ED0D38" w:rsidRPr="00F02A7E">
        <w:trPr>
          <w:trHeight w:val="661"/>
        </w:trPr>
        <w:tc>
          <w:tcPr>
            <w:tcW w:w="1551" w:type="pct"/>
          </w:tcPr>
          <w:p w:rsidR="00ED0D38" w:rsidRPr="00CB2849" w:rsidRDefault="00ED0D38" w:rsidP="002C7A9C">
            <w:pPr>
              <w:autoSpaceDE w:val="0"/>
              <w:autoSpaceDN w:val="0"/>
              <w:adjustRightInd w:val="0"/>
              <w:spacing w:line="245" w:lineRule="auto"/>
              <w:ind w:left="-115"/>
              <w:jc w:val="both"/>
            </w:pPr>
            <w:r w:rsidRPr="00397B7E"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spacing w:line="245" w:lineRule="auto"/>
              <w:jc w:val="center"/>
            </w:pPr>
            <w:r w:rsidRPr="00CB2849">
              <w:t>580</w:t>
            </w:r>
          </w:p>
        </w:tc>
        <w:tc>
          <w:tcPr>
            <w:tcW w:w="842" w:type="pct"/>
            <w:vAlign w:val="bottom"/>
          </w:tcPr>
          <w:p w:rsidR="00ED0D38" w:rsidRPr="002C7643" w:rsidRDefault="00ED0D38" w:rsidP="0075248D">
            <w:pPr>
              <w:spacing w:line="245" w:lineRule="auto"/>
              <w:jc w:val="center"/>
            </w:pPr>
          </w:p>
          <w:p w:rsidR="00ED0D38" w:rsidRPr="002C7643" w:rsidRDefault="00ED0D38" w:rsidP="0075248D">
            <w:pPr>
              <w:spacing w:line="245" w:lineRule="auto"/>
              <w:jc w:val="center"/>
            </w:pPr>
          </w:p>
          <w:p w:rsidR="00ED0D38" w:rsidRPr="002C7643" w:rsidRDefault="00ED0D38" w:rsidP="0075248D">
            <w:pPr>
              <w:spacing w:line="245" w:lineRule="auto"/>
              <w:jc w:val="center"/>
            </w:pPr>
          </w:p>
          <w:p w:rsidR="00ED0D38" w:rsidRPr="002C7643" w:rsidRDefault="00ED0D38" w:rsidP="00352E77">
            <w:pPr>
              <w:spacing w:line="245" w:lineRule="auto"/>
              <w:jc w:val="center"/>
            </w:pPr>
            <w:r>
              <w:t>688800,0</w:t>
            </w:r>
          </w:p>
        </w:tc>
      </w:tr>
      <w:tr w:rsidR="00ED0D38" w:rsidRPr="00337399">
        <w:trPr>
          <w:trHeight w:val="269"/>
        </w:trPr>
        <w:tc>
          <w:tcPr>
            <w:tcW w:w="1551" w:type="pct"/>
          </w:tcPr>
          <w:p w:rsidR="00ED0D38" w:rsidRPr="001971B3" w:rsidRDefault="00ED0D38" w:rsidP="00F232BB">
            <w:pPr>
              <w:widowControl w:val="0"/>
              <w:spacing w:line="247" w:lineRule="auto"/>
              <w:ind w:left="-108"/>
              <w:jc w:val="both"/>
            </w:pPr>
            <w:r w:rsidRPr="001971B3"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7302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</w:p>
        </w:tc>
        <w:tc>
          <w:tcPr>
            <w:tcW w:w="842" w:type="pct"/>
            <w:vAlign w:val="bottom"/>
          </w:tcPr>
          <w:p w:rsidR="00ED0D38" w:rsidRPr="00CB2849" w:rsidRDefault="00ED0D38" w:rsidP="00F232BB">
            <w:pPr>
              <w:spacing w:line="245" w:lineRule="auto"/>
              <w:jc w:val="center"/>
            </w:pPr>
          </w:p>
          <w:p w:rsidR="00ED0D38" w:rsidRPr="00CB2849" w:rsidRDefault="00ED0D38" w:rsidP="00F232BB">
            <w:pPr>
              <w:spacing w:line="245" w:lineRule="auto"/>
              <w:jc w:val="center"/>
            </w:pPr>
          </w:p>
          <w:p w:rsidR="00ED0D38" w:rsidRPr="00CB2849" w:rsidRDefault="00ED0D38" w:rsidP="00F232BB">
            <w:pPr>
              <w:spacing w:line="245" w:lineRule="auto"/>
              <w:jc w:val="center"/>
            </w:pPr>
          </w:p>
          <w:p w:rsidR="00ED0D38" w:rsidRPr="00CB2849" w:rsidRDefault="00ED0D38" w:rsidP="00F232BB">
            <w:pPr>
              <w:spacing w:line="245" w:lineRule="auto"/>
              <w:jc w:val="center"/>
            </w:pPr>
            <w:r>
              <w:t>45000,0</w:t>
            </w:r>
          </w:p>
        </w:tc>
      </w:tr>
      <w:tr w:rsidR="00ED0D38" w:rsidRPr="00337399">
        <w:trPr>
          <w:trHeight w:val="269"/>
        </w:trPr>
        <w:tc>
          <w:tcPr>
            <w:tcW w:w="1551" w:type="pct"/>
          </w:tcPr>
          <w:p w:rsidR="00ED0D38" w:rsidRPr="00397B7E" w:rsidRDefault="00ED0D38" w:rsidP="00F232BB">
            <w:pPr>
              <w:widowControl w:val="0"/>
              <w:spacing w:line="247" w:lineRule="auto"/>
              <w:ind w:left="-108"/>
              <w:jc w:val="both"/>
            </w:pPr>
            <w:r w:rsidRPr="00397B7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7302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Default="00ED0D38" w:rsidP="00F232BB">
            <w:pPr>
              <w:widowControl w:val="0"/>
              <w:spacing w:line="245" w:lineRule="auto"/>
              <w:jc w:val="center"/>
            </w:pPr>
          </w:p>
          <w:p w:rsidR="00ED0D38" w:rsidRPr="00CB2849" w:rsidRDefault="00ED0D38" w:rsidP="00F232BB">
            <w:pPr>
              <w:widowControl w:val="0"/>
              <w:spacing w:line="245" w:lineRule="auto"/>
              <w:jc w:val="center"/>
            </w:pPr>
            <w:r>
              <w:t>320</w:t>
            </w:r>
          </w:p>
        </w:tc>
        <w:tc>
          <w:tcPr>
            <w:tcW w:w="842" w:type="pct"/>
            <w:vAlign w:val="bottom"/>
          </w:tcPr>
          <w:p w:rsidR="00ED0D38" w:rsidRDefault="00ED0D38" w:rsidP="00F232BB">
            <w:pPr>
              <w:spacing w:line="245" w:lineRule="auto"/>
              <w:jc w:val="center"/>
            </w:pPr>
          </w:p>
          <w:p w:rsidR="00ED0D38" w:rsidRDefault="00ED0D38" w:rsidP="00F232BB">
            <w:pPr>
              <w:spacing w:line="245" w:lineRule="auto"/>
              <w:jc w:val="center"/>
            </w:pPr>
          </w:p>
          <w:p w:rsidR="00ED0D38" w:rsidRDefault="00ED0D38" w:rsidP="00F232BB">
            <w:pPr>
              <w:spacing w:line="245" w:lineRule="auto"/>
              <w:jc w:val="center"/>
            </w:pPr>
          </w:p>
          <w:p w:rsidR="00ED0D38" w:rsidRPr="00CB2849" w:rsidRDefault="00ED0D38" w:rsidP="00F232BB">
            <w:pPr>
              <w:spacing w:line="245" w:lineRule="auto"/>
              <w:jc w:val="center"/>
            </w:pPr>
            <w:r w:rsidRPr="001E5F75">
              <w:t>45000,0</w:t>
            </w:r>
          </w:p>
        </w:tc>
      </w:tr>
      <w:tr w:rsidR="00ED0D38" w:rsidRPr="00AD1857">
        <w:trPr>
          <w:trHeight w:val="349"/>
        </w:trPr>
        <w:tc>
          <w:tcPr>
            <w:tcW w:w="1551" w:type="pct"/>
          </w:tcPr>
          <w:p w:rsidR="00ED0D38" w:rsidRPr="00581F40" w:rsidRDefault="00ED0D38" w:rsidP="003E10F4">
            <w:pPr>
              <w:widowControl w:val="0"/>
              <w:spacing w:line="247" w:lineRule="auto"/>
              <w:ind w:left="-108"/>
              <w:jc w:val="both"/>
              <w:rPr>
                <w:highlight w:val="yellow"/>
              </w:rPr>
            </w:pPr>
            <w:r w:rsidRPr="00D67593">
              <w:t xml:space="preserve">Финансовое обеспечение организации обязательного медицинского страхования за счёт иных источников 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7038F4" w:rsidRDefault="00ED0D38" w:rsidP="0075248D">
            <w:pPr>
              <w:widowControl w:val="0"/>
              <w:spacing w:line="245" w:lineRule="auto"/>
              <w:jc w:val="center"/>
            </w:pPr>
            <w:r w:rsidRPr="007038F4">
              <w:t>395</w:t>
            </w:r>
          </w:p>
        </w:tc>
        <w:tc>
          <w:tcPr>
            <w:tcW w:w="35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7038F4" w:rsidRDefault="00ED0D38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423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7038F4" w:rsidRDefault="00ED0D38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988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7038F4" w:rsidRDefault="00ED0D38" w:rsidP="0075248D">
            <w:pPr>
              <w:widowControl w:val="0"/>
              <w:spacing w:line="245" w:lineRule="auto"/>
              <w:jc w:val="center"/>
            </w:pPr>
            <w:r w:rsidRPr="007038F4">
              <w:t xml:space="preserve">73 1 </w:t>
            </w:r>
            <w:r>
              <w:t xml:space="preserve">00 </w:t>
            </w:r>
            <w:r w:rsidRPr="007038F4">
              <w:t>9001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Pr="007038F4" w:rsidRDefault="00ED0D38" w:rsidP="0075248D">
            <w:pPr>
              <w:widowControl w:val="0"/>
              <w:spacing w:line="245" w:lineRule="auto"/>
            </w:pPr>
          </w:p>
        </w:tc>
        <w:tc>
          <w:tcPr>
            <w:tcW w:w="842" w:type="pct"/>
            <w:vAlign w:val="bottom"/>
          </w:tcPr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Default="00ED0D38" w:rsidP="0075248D">
            <w:pPr>
              <w:widowControl w:val="0"/>
              <w:spacing w:line="245" w:lineRule="auto"/>
              <w:jc w:val="center"/>
            </w:pPr>
          </w:p>
          <w:p w:rsidR="00ED0D38" w:rsidRPr="001E5F75" w:rsidRDefault="00ED0D38" w:rsidP="001E5F75">
            <w:pPr>
              <w:widowControl w:val="0"/>
              <w:spacing w:line="245" w:lineRule="auto"/>
              <w:jc w:val="center"/>
            </w:pPr>
            <w:r>
              <w:rPr>
                <w:lang w:val="en-US"/>
              </w:rPr>
              <w:t>2</w:t>
            </w:r>
            <w:r>
              <w:t>53857,37</w:t>
            </w:r>
          </w:p>
        </w:tc>
      </w:tr>
      <w:tr w:rsidR="00ED0D38" w:rsidRPr="00AD1857">
        <w:trPr>
          <w:trHeight w:val="349"/>
        </w:trPr>
        <w:tc>
          <w:tcPr>
            <w:tcW w:w="1551" w:type="pct"/>
          </w:tcPr>
          <w:p w:rsidR="00ED0D38" w:rsidRPr="00705664" w:rsidRDefault="00ED0D38" w:rsidP="00EB4467">
            <w:pPr>
              <w:widowControl w:val="0"/>
              <w:spacing w:line="247" w:lineRule="auto"/>
              <w:ind w:left="-108"/>
              <w:jc w:val="both"/>
            </w:pPr>
            <w:r w:rsidRPr="0070566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Pr="00464F44" w:rsidRDefault="00ED0D38" w:rsidP="0075248D">
            <w:pPr>
              <w:widowControl w:val="0"/>
              <w:spacing w:line="238" w:lineRule="auto"/>
              <w:jc w:val="center"/>
            </w:pPr>
            <w:r w:rsidRPr="00464F44">
              <w:t>395</w:t>
            </w:r>
          </w:p>
        </w:tc>
        <w:tc>
          <w:tcPr>
            <w:tcW w:w="352" w:type="pct"/>
            <w:vAlign w:val="bottom"/>
          </w:tcPr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Pr="00464F44" w:rsidRDefault="00ED0D38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423" w:type="pct"/>
            <w:vAlign w:val="bottom"/>
          </w:tcPr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Pr="00464F44" w:rsidRDefault="00ED0D38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988" w:type="pct"/>
            <w:vAlign w:val="bottom"/>
          </w:tcPr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Pr="00464F44" w:rsidRDefault="00ED0D38" w:rsidP="0075248D">
            <w:pPr>
              <w:widowControl w:val="0"/>
              <w:spacing w:line="238" w:lineRule="auto"/>
              <w:jc w:val="center"/>
            </w:pPr>
            <w:r w:rsidRPr="00464F44">
              <w:t xml:space="preserve">73 1 </w:t>
            </w:r>
            <w:r>
              <w:t xml:space="preserve">00 </w:t>
            </w:r>
            <w:r w:rsidRPr="00464F44">
              <w:t>9001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Pr="00464F44" w:rsidRDefault="00ED0D38" w:rsidP="0075248D">
            <w:pPr>
              <w:widowControl w:val="0"/>
              <w:spacing w:line="238" w:lineRule="auto"/>
              <w:jc w:val="center"/>
            </w:pPr>
            <w:r>
              <w:t>320</w:t>
            </w:r>
          </w:p>
        </w:tc>
        <w:tc>
          <w:tcPr>
            <w:tcW w:w="842" w:type="pct"/>
            <w:vAlign w:val="bottom"/>
          </w:tcPr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Default="00ED0D38" w:rsidP="0075248D">
            <w:pPr>
              <w:widowControl w:val="0"/>
              <w:spacing w:line="238" w:lineRule="auto"/>
              <w:jc w:val="center"/>
            </w:pPr>
          </w:p>
          <w:p w:rsidR="00ED0D38" w:rsidRPr="001E5F75" w:rsidRDefault="00ED0D38" w:rsidP="001E5F75">
            <w:pPr>
              <w:widowControl w:val="0"/>
              <w:spacing w:line="238" w:lineRule="auto"/>
              <w:jc w:val="center"/>
            </w:pPr>
            <w:r>
              <w:rPr>
                <w:lang w:val="en-US"/>
              </w:rPr>
              <w:t>2</w:t>
            </w:r>
            <w:r>
              <w:t>53857,37</w:t>
            </w:r>
          </w:p>
        </w:tc>
      </w:tr>
      <w:tr w:rsidR="00ED0D38" w:rsidRPr="00FE4ACD">
        <w:trPr>
          <w:trHeight w:val="387"/>
        </w:trPr>
        <w:tc>
          <w:tcPr>
            <w:tcW w:w="1551" w:type="pct"/>
          </w:tcPr>
          <w:p w:rsidR="00ED0D38" w:rsidRPr="00FE4ACD" w:rsidRDefault="00ED0D38" w:rsidP="00EB4467">
            <w:pPr>
              <w:widowControl w:val="0"/>
              <w:spacing w:line="247" w:lineRule="auto"/>
              <w:ind w:left="-108"/>
              <w:jc w:val="both"/>
            </w:pPr>
            <w:r w:rsidRPr="00FE4ACD"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 </w:t>
            </w:r>
          </w:p>
        </w:tc>
        <w:tc>
          <w:tcPr>
            <w:tcW w:w="422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395</w:t>
            </w:r>
          </w:p>
        </w:tc>
        <w:tc>
          <w:tcPr>
            <w:tcW w:w="352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423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988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73 1 00 90020</w:t>
            </w:r>
          </w:p>
        </w:tc>
        <w:tc>
          <w:tcPr>
            <w:tcW w:w="422" w:type="pct"/>
          </w:tcPr>
          <w:p w:rsidR="00ED0D38" w:rsidRPr="00FE4ACD" w:rsidRDefault="00ED0D38" w:rsidP="004B6C5A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b/>
                <w:bCs/>
              </w:rPr>
            </w:pPr>
          </w:p>
        </w:tc>
        <w:tc>
          <w:tcPr>
            <w:tcW w:w="842" w:type="pct"/>
            <w:vAlign w:val="bottom"/>
          </w:tcPr>
          <w:p w:rsidR="00ED0D38" w:rsidRPr="001E5F75" w:rsidRDefault="00ED0D38" w:rsidP="003E10F4">
            <w:pPr>
              <w:widowControl w:val="0"/>
              <w:spacing w:line="247" w:lineRule="auto"/>
              <w:jc w:val="center"/>
            </w:pPr>
            <w:r>
              <w:t>58532,79</w:t>
            </w:r>
          </w:p>
        </w:tc>
      </w:tr>
      <w:tr w:rsidR="00ED0D38" w:rsidRPr="00FE4ACD">
        <w:trPr>
          <w:trHeight w:val="387"/>
        </w:trPr>
        <w:tc>
          <w:tcPr>
            <w:tcW w:w="1551" w:type="pct"/>
          </w:tcPr>
          <w:p w:rsidR="00ED0D38" w:rsidRPr="00705664" w:rsidRDefault="00ED0D38" w:rsidP="00EB4467">
            <w:pPr>
              <w:widowControl w:val="0"/>
              <w:spacing w:line="247" w:lineRule="auto"/>
              <w:ind w:left="-108"/>
              <w:jc w:val="both"/>
            </w:pPr>
            <w:r w:rsidRPr="0070566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395</w:t>
            </w:r>
          </w:p>
        </w:tc>
        <w:tc>
          <w:tcPr>
            <w:tcW w:w="352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423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988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73 1 00 90020</w:t>
            </w:r>
          </w:p>
        </w:tc>
        <w:tc>
          <w:tcPr>
            <w:tcW w:w="422" w:type="pct"/>
            <w:vAlign w:val="bottom"/>
          </w:tcPr>
          <w:p w:rsidR="00ED0D38" w:rsidRPr="00FE4ACD" w:rsidRDefault="00ED0D38" w:rsidP="004B6C5A">
            <w:pPr>
              <w:widowControl w:val="0"/>
              <w:spacing w:line="247" w:lineRule="auto"/>
              <w:jc w:val="center"/>
            </w:pPr>
            <w:r w:rsidRPr="00FE4ACD">
              <w:t>320</w:t>
            </w:r>
          </w:p>
        </w:tc>
        <w:tc>
          <w:tcPr>
            <w:tcW w:w="842" w:type="pct"/>
            <w:vAlign w:val="bottom"/>
          </w:tcPr>
          <w:p w:rsidR="00ED0D38" w:rsidRPr="003E10F4" w:rsidRDefault="00ED0D38" w:rsidP="003E10F4">
            <w:pPr>
              <w:widowControl w:val="0"/>
              <w:spacing w:line="247" w:lineRule="auto"/>
              <w:jc w:val="center"/>
            </w:pPr>
            <w:r w:rsidRPr="001E5F75">
              <w:rPr>
                <w:lang w:val="en-US"/>
              </w:rPr>
              <w:t>58532,</w:t>
            </w:r>
            <w:r>
              <w:t>79</w:t>
            </w:r>
          </w:p>
        </w:tc>
      </w:tr>
      <w:tr w:rsidR="00ED0D38" w:rsidRPr="00F02A7E">
        <w:tc>
          <w:tcPr>
            <w:tcW w:w="1551" w:type="pct"/>
          </w:tcPr>
          <w:p w:rsidR="00ED0D38" w:rsidRPr="00CB2849" w:rsidRDefault="00ED0D38" w:rsidP="00A15C00">
            <w:pPr>
              <w:widowControl w:val="0"/>
              <w:ind w:left="-117"/>
              <w:jc w:val="both"/>
              <w:outlineLvl w:val="1"/>
              <w:rPr>
                <w:b/>
                <w:bCs/>
              </w:rPr>
            </w:pPr>
            <w:r w:rsidRPr="008A2B97">
              <w:rPr>
                <w:b/>
                <w:bCs/>
              </w:rPr>
              <w:t>Итого расходов</w:t>
            </w: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5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3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988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2" w:type="pct"/>
            <w:vAlign w:val="bottom"/>
          </w:tcPr>
          <w:p w:rsidR="00ED0D38" w:rsidRPr="00CB2849" w:rsidRDefault="00ED0D38" w:rsidP="0075248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42" w:type="pct"/>
            <w:vAlign w:val="bottom"/>
          </w:tcPr>
          <w:p w:rsidR="00ED0D38" w:rsidRPr="002951E2" w:rsidRDefault="00ED0D38" w:rsidP="00C8258A">
            <w:pPr>
              <w:widowControl w:val="0"/>
              <w:ind w:left="-57" w:right="-57"/>
              <w:jc w:val="center"/>
              <w:rPr>
                <w:b/>
                <w:bCs/>
                <w:lang w:val="en-US"/>
              </w:rPr>
            </w:pPr>
            <w:r w:rsidRPr="00C4632A">
              <w:rPr>
                <w:b/>
                <w:bCs/>
              </w:rPr>
              <w:t>1</w:t>
            </w:r>
            <w:r>
              <w:rPr>
                <w:b/>
                <w:bCs/>
              </w:rPr>
              <w:t>3919362,61.</w:t>
            </w:r>
          </w:p>
        </w:tc>
      </w:tr>
    </w:tbl>
    <w:p w:rsidR="00ED0D38" w:rsidRDefault="00ED0D38" w:rsidP="00077AAA">
      <w:pPr>
        <w:jc w:val="center"/>
      </w:pPr>
    </w:p>
    <w:p w:rsidR="00ED0D38" w:rsidRDefault="00ED0D38" w:rsidP="00077AAA">
      <w:pPr>
        <w:jc w:val="center"/>
      </w:pPr>
      <w:r>
        <w:t>_________________</w:t>
      </w:r>
    </w:p>
    <w:sectPr w:rsidR="00ED0D38" w:rsidSect="00E70E43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D38" w:rsidRDefault="00ED0D38">
      <w:r>
        <w:separator/>
      </w:r>
    </w:p>
  </w:endnote>
  <w:endnote w:type="continuationSeparator" w:id="0">
    <w:p w:rsidR="00ED0D38" w:rsidRDefault="00ED0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8" w:rsidRDefault="00ED0D38" w:rsidP="00432EB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8" w:rsidRPr="00691F5D" w:rsidRDefault="00ED0D38" w:rsidP="00691F5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2304ан1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D38" w:rsidRDefault="00ED0D38">
      <w:r>
        <w:separator/>
      </w:r>
    </w:p>
  </w:footnote>
  <w:footnote w:type="continuationSeparator" w:id="0">
    <w:p w:rsidR="00ED0D38" w:rsidRDefault="00ED0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8" w:rsidRDefault="00ED0D38" w:rsidP="00C75A2B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F84"/>
    <w:rsid w:val="000036B9"/>
    <w:rsid w:val="00004474"/>
    <w:rsid w:val="00015475"/>
    <w:rsid w:val="00022121"/>
    <w:rsid w:val="0002463B"/>
    <w:rsid w:val="00024AD2"/>
    <w:rsid w:val="000273C1"/>
    <w:rsid w:val="000323D1"/>
    <w:rsid w:val="00055BF3"/>
    <w:rsid w:val="0005786E"/>
    <w:rsid w:val="00062D35"/>
    <w:rsid w:val="00066C70"/>
    <w:rsid w:val="000712C4"/>
    <w:rsid w:val="00072352"/>
    <w:rsid w:val="00076D67"/>
    <w:rsid w:val="00077AAA"/>
    <w:rsid w:val="0009164C"/>
    <w:rsid w:val="0009495D"/>
    <w:rsid w:val="00095F66"/>
    <w:rsid w:val="000A330C"/>
    <w:rsid w:val="000A4998"/>
    <w:rsid w:val="000A4C25"/>
    <w:rsid w:val="000C47B7"/>
    <w:rsid w:val="000D0799"/>
    <w:rsid w:val="000D12CE"/>
    <w:rsid w:val="000D1DB0"/>
    <w:rsid w:val="000E1C4D"/>
    <w:rsid w:val="000E2B50"/>
    <w:rsid w:val="000E3104"/>
    <w:rsid w:val="000E7A40"/>
    <w:rsid w:val="000F03A1"/>
    <w:rsid w:val="000F4154"/>
    <w:rsid w:val="000F55D8"/>
    <w:rsid w:val="00100704"/>
    <w:rsid w:val="0011182B"/>
    <w:rsid w:val="00116BC8"/>
    <w:rsid w:val="00120355"/>
    <w:rsid w:val="00130B4A"/>
    <w:rsid w:val="00131773"/>
    <w:rsid w:val="0013312F"/>
    <w:rsid w:val="00133DF6"/>
    <w:rsid w:val="00136C96"/>
    <w:rsid w:val="001403FC"/>
    <w:rsid w:val="00157C73"/>
    <w:rsid w:val="00165575"/>
    <w:rsid w:val="00165A90"/>
    <w:rsid w:val="001665DA"/>
    <w:rsid w:val="00167349"/>
    <w:rsid w:val="001727BC"/>
    <w:rsid w:val="00175E89"/>
    <w:rsid w:val="00177AA4"/>
    <w:rsid w:val="00177DC9"/>
    <w:rsid w:val="001833E3"/>
    <w:rsid w:val="001914C6"/>
    <w:rsid w:val="00196098"/>
    <w:rsid w:val="001971B3"/>
    <w:rsid w:val="001A1E90"/>
    <w:rsid w:val="001A46A3"/>
    <w:rsid w:val="001B793E"/>
    <w:rsid w:val="001C0241"/>
    <w:rsid w:val="001C2189"/>
    <w:rsid w:val="001C5791"/>
    <w:rsid w:val="001D14F7"/>
    <w:rsid w:val="001D4867"/>
    <w:rsid w:val="001D7CEA"/>
    <w:rsid w:val="001E5F75"/>
    <w:rsid w:val="001E63CF"/>
    <w:rsid w:val="001F03EF"/>
    <w:rsid w:val="001F16A5"/>
    <w:rsid w:val="001F2434"/>
    <w:rsid w:val="001F661C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5587"/>
    <w:rsid w:val="002559B3"/>
    <w:rsid w:val="00256954"/>
    <w:rsid w:val="00266052"/>
    <w:rsid w:val="00270B29"/>
    <w:rsid w:val="00274765"/>
    <w:rsid w:val="00276890"/>
    <w:rsid w:val="0028296F"/>
    <w:rsid w:val="0028355A"/>
    <w:rsid w:val="00290082"/>
    <w:rsid w:val="00294F9A"/>
    <w:rsid w:val="002951E2"/>
    <w:rsid w:val="002B0B6C"/>
    <w:rsid w:val="002B2A53"/>
    <w:rsid w:val="002B7FE0"/>
    <w:rsid w:val="002C4614"/>
    <w:rsid w:val="002C65C0"/>
    <w:rsid w:val="002C7643"/>
    <w:rsid w:val="002C7A9C"/>
    <w:rsid w:val="002D0258"/>
    <w:rsid w:val="002D3706"/>
    <w:rsid w:val="002D5594"/>
    <w:rsid w:val="002E6AB7"/>
    <w:rsid w:val="002F40C8"/>
    <w:rsid w:val="00314D64"/>
    <w:rsid w:val="00315A4C"/>
    <w:rsid w:val="0033041F"/>
    <w:rsid w:val="00331B57"/>
    <w:rsid w:val="0033690D"/>
    <w:rsid w:val="003369C8"/>
    <w:rsid w:val="00336B43"/>
    <w:rsid w:val="00337399"/>
    <w:rsid w:val="00340537"/>
    <w:rsid w:val="00342690"/>
    <w:rsid w:val="00346A6F"/>
    <w:rsid w:val="00347D57"/>
    <w:rsid w:val="00352201"/>
    <w:rsid w:val="00352E77"/>
    <w:rsid w:val="003556FF"/>
    <w:rsid w:val="0035688E"/>
    <w:rsid w:val="00361429"/>
    <w:rsid w:val="003618E7"/>
    <w:rsid w:val="003670D7"/>
    <w:rsid w:val="00367739"/>
    <w:rsid w:val="0037347E"/>
    <w:rsid w:val="00375CE6"/>
    <w:rsid w:val="003862EA"/>
    <w:rsid w:val="00390344"/>
    <w:rsid w:val="0039074B"/>
    <w:rsid w:val="00397B7E"/>
    <w:rsid w:val="003A0289"/>
    <w:rsid w:val="003A3FCB"/>
    <w:rsid w:val="003A418E"/>
    <w:rsid w:val="003B16DE"/>
    <w:rsid w:val="003C28B3"/>
    <w:rsid w:val="003C409E"/>
    <w:rsid w:val="003C40C1"/>
    <w:rsid w:val="003D2767"/>
    <w:rsid w:val="003D37CA"/>
    <w:rsid w:val="003E10F4"/>
    <w:rsid w:val="003E457A"/>
    <w:rsid w:val="003E6E82"/>
    <w:rsid w:val="003F3F88"/>
    <w:rsid w:val="003F4CA7"/>
    <w:rsid w:val="003F5471"/>
    <w:rsid w:val="004007C6"/>
    <w:rsid w:val="00400A7B"/>
    <w:rsid w:val="004012FA"/>
    <w:rsid w:val="00403B6C"/>
    <w:rsid w:val="00404901"/>
    <w:rsid w:val="004065FF"/>
    <w:rsid w:val="0041506B"/>
    <w:rsid w:val="00417D23"/>
    <w:rsid w:val="004219FE"/>
    <w:rsid w:val="00425BAA"/>
    <w:rsid w:val="00430227"/>
    <w:rsid w:val="00432EB6"/>
    <w:rsid w:val="004335FE"/>
    <w:rsid w:val="00437252"/>
    <w:rsid w:val="00440A7C"/>
    <w:rsid w:val="00445697"/>
    <w:rsid w:val="00451383"/>
    <w:rsid w:val="004556C6"/>
    <w:rsid w:val="0045646C"/>
    <w:rsid w:val="00457496"/>
    <w:rsid w:val="00457A65"/>
    <w:rsid w:val="004607BB"/>
    <w:rsid w:val="00464F44"/>
    <w:rsid w:val="004856DA"/>
    <w:rsid w:val="00487218"/>
    <w:rsid w:val="004877E6"/>
    <w:rsid w:val="004950B4"/>
    <w:rsid w:val="004A738C"/>
    <w:rsid w:val="004B3A45"/>
    <w:rsid w:val="004B6C5A"/>
    <w:rsid w:val="004C0438"/>
    <w:rsid w:val="004C078B"/>
    <w:rsid w:val="004C0E3D"/>
    <w:rsid w:val="004C246D"/>
    <w:rsid w:val="004C2E1F"/>
    <w:rsid w:val="004D388F"/>
    <w:rsid w:val="004E1A64"/>
    <w:rsid w:val="004E676B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5507"/>
    <w:rsid w:val="00557A28"/>
    <w:rsid w:val="00571676"/>
    <w:rsid w:val="00574EFF"/>
    <w:rsid w:val="00581F40"/>
    <w:rsid w:val="005869F7"/>
    <w:rsid w:val="00592733"/>
    <w:rsid w:val="005A427E"/>
    <w:rsid w:val="005A4A3B"/>
    <w:rsid w:val="005A6B36"/>
    <w:rsid w:val="005B3EC6"/>
    <w:rsid w:val="005C26E8"/>
    <w:rsid w:val="005C4F85"/>
    <w:rsid w:val="005D27B7"/>
    <w:rsid w:val="005D6265"/>
    <w:rsid w:val="005D6290"/>
    <w:rsid w:val="005E0871"/>
    <w:rsid w:val="005E1249"/>
    <w:rsid w:val="005E23F8"/>
    <w:rsid w:val="005E24E6"/>
    <w:rsid w:val="005E6F49"/>
    <w:rsid w:val="005F05F1"/>
    <w:rsid w:val="005F2CC4"/>
    <w:rsid w:val="005F3ADA"/>
    <w:rsid w:val="00600DFB"/>
    <w:rsid w:val="00612230"/>
    <w:rsid w:val="00612639"/>
    <w:rsid w:val="0061436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FAF"/>
    <w:rsid w:val="0068199A"/>
    <w:rsid w:val="006847E0"/>
    <w:rsid w:val="00685322"/>
    <w:rsid w:val="00687931"/>
    <w:rsid w:val="00691F5D"/>
    <w:rsid w:val="00695DED"/>
    <w:rsid w:val="006970A2"/>
    <w:rsid w:val="006A1857"/>
    <w:rsid w:val="006A3921"/>
    <w:rsid w:val="006A758C"/>
    <w:rsid w:val="006B1043"/>
    <w:rsid w:val="006B28A2"/>
    <w:rsid w:val="006B6582"/>
    <w:rsid w:val="006C0942"/>
    <w:rsid w:val="006C0C61"/>
    <w:rsid w:val="006C64A4"/>
    <w:rsid w:val="006C6B86"/>
    <w:rsid w:val="006D1600"/>
    <w:rsid w:val="006D473C"/>
    <w:rsid w:val="006E4894"/>
    <w:rsid w:val="006E574F"/>
    <w:rsid w:val="006F0181"/>
    <w:rsid w:val="006F1C5A"/>
    <w:rsid w:val="006F22D3"/>
    <w:rsid w:val="006F6A88"/>
    <w:rsid w:val="006F77D3"/>
    <w:rsid w:val="007037D0"/>
    <w:rsid w:val="007038F4"/>
    <w:rsid w:val="00705664"/>
    <w:rsid w:val="00705E7A"/>
    <w:rsid w:val="00710F79"/>
    <w:rsid w:val="00714787"/>
    <w:rsid w:val="00715529"/>
    <w:rsid w:val="00715D82"/>
    <w:rsid w:val="00723396"/>
    <w:rsid w:val="00726EAC"/>
    <w:rsid w:val="00733B0D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6806"/>
    <w:rsid w:val="007B7623"/>
    <w:rsid w:val="007C2D0F"/>
    <w:rsid w:val="007C3F2D"/>
    <w:rsid w:val="007C5AF1"/>
    <w:rsid w:val="007D1A8F"/>
    <w:rsid w:val="007D6645"/>
    <w:rsid w:val="007D7BF0"/>
    <w:rsid w:val="007D7EAB"/>
    <w:rsid w:val="007E3D1F"/>
    <w:rsid w:val="007E4817"/>
    <w:rsid w:val="007E51EB"/>
    <w:rsid w:val="007E65E3"/>
    <w:rsid w:val="007F5EC6"/>
    <w:rsid w:val="008004F9"/>
    <w:rsid w:val="00800EA0"/>
    <w:rsid w:val="00802E00"/>
    <w:rsid w:val="008034D7"/>
    <w:rsid w:val="0080721A"/>
    <w:rsid w:val="00807E32"/>
    <w:rsid w:val="0081462B"/>
    <w:rsid w:val="00817A1B"/>
    <w:rsid w:val="00826D70"/>
    <w:rsid w:val="00827364"/>
    <w:rsid w:val="00844B76"/>
    <w:rsid w:val="00846DE6"/>
    <w:rsid w:val="00847117"/>
    <w:rsid w:val="0084722C"/>
    <w:rsid w:val="00847434"/>
    <w:rsid w:val="0085308D"/>
    <w:rsid w:val="00854EC2"/>
    <w:rsid w:val="00857D28"/>
    <w:rsid w:val="00861E88"/>
    <w:rsid w:val="008627EE"/>
    <w:rsid w:val="00865712"/>
    <w:rsid w:val="00866B6B"/>
    <w:rsid w:val="00872B47"/>
    <w:rsid w:val="00876AC6"/>
    <w:rsid w:val="00880058"/>
    <w:rsid w:val="0088027B"/>
    <w:rsid w:val="00881262"/>
    <w:rsid w:val="00882E13"/>
    <w:rsid w:val="00884D58"/>
    <w:rsid w:val="00891BBF"/>
    <w:rsid w:val="00893231"/>
    <w:rsid w:val="008953FF"/>
    <w:rsid w:val="00895423"/>
    <w:rsid w:val="008A2B97"/>
    <w:rsid w:val="008A34DB"/>
    <w:rsid w:val="008A3DF1"/>
    <w:rsid w:val="008A4D32"/>
    <w:rsid w:val="008A5C57"/>
    <w:rsid w:val="008B0271"/>
    <w:rsid w:val="008B357B"/>
    <w:rsid w:val="008B3E78"/>
    <w:rsid w:val="008B4044"/>
    <w:rsid w:val="008C41AD"/>
    <w:rsid w:val="008C6072"/>
    <w:rsid w:val="008C7607"/>
    <w:rsid w:val="008D2B96"/>
    <w:rsid w:val="008D33E2"/>
    <w:rsid w:val="008D6591"/>
    <w:rsid w:val="008F2EA5"/>
    <w:rsid w:val="008F6386"/>
    <w:rsid w:val="00904DFA"/>
    <w:rsid w:val="0090657C"/>
    <w:rsid w:val="00910C98"/>
    <w:rsid w:val="00911C10"/>
    <w:rsid w:val="00913E15"/>
    <w:rsid w:val="009143C7"/>
    <w:rsid w:val="00931BEB"/>
    <w:rsid w:val="009364E9"/>
    <w:rsid w:val="00936BC8"/>
    <w:rsid w:val="00937E3D"/>
    <w:rsid w:val="009557FE"/>
    <w:rsid w:val="00961AAF"/>
    <w:rsid w:val="009623C9"/>
    <w:rsid w:val="00963820"/>
    <w:rsid w:val="00967D16"/>
    <w:rsid w:val="009718FC"/>
    <w:rsid w:val="00975857"/>
    <w:rsid w:val="00975FEE"/>
    <w:rsid w:val="0098606E"/>
    <w:rsid w:val="009873CB"/>
    <w:rsid w:val="0098753D"/>
    <w:rsid w:val="00993F61"/>
    <w:rsid w:val="00995C6D"/>
    <w:rsid w:val="009A7FCB"/>
    <w:rsid w:val="009B0D82"/>
    <w:rsid w:val="009B188F"/>
    <w:rsid w:val="009B3BF7"/>
    <w:rsid w:val="009B752D"/>
    <w:rsid w:val="009C4628"/>
    <w:rsid w:val="009D0E78"/>
    <w:rsid w:val="009D2402"/>
    <w:rsid w:val="009D33F2"/>
    <w:rsid w:val="009D3B3A"/>
    <w:rsid w:val="009D3DF4"/>
    <w:rsid w:val="009D54F9"/>
    <w:rsid w:val="009E0CC2"/>
    <w:rsid w:val="009E30AE"/>
    <w:rsid w:val="009E5F49"/>
    <w:rsid w:val="009E6387"/>
    <w:rsid w:val="009F3409"/>
    <w:rsid w:val="009F62BF"/>
    <w:rsid w:val="009F6EC3"/>
    <w:rsid w:val="009F7C32"/>
    <w:rsid w:val="00A01609"/>
    <w:rsid w:val="00A01915"/>
    <w:rsid w:val="00A042C7"/>
    <w:rsid w:val="00A0559C"/>
    <w:rsid w:val="00A07767"/>
    <w:rsid w:val="00A13653"/>
    <w:rsid w:val="00A14AD0"/>
    <w:rsid w:val="00A15472"/>
    <w:rsid w:val="00A15C00"/>
    <w:rsid w:val="00A164D5"/>
    <w:rsid w:val="00A20F8E"/>
    <w:rsid w:val="00A22057"/>
    <w:rsid w:val="00A239E9"/>
    <w:rsid w:val="00A25C2C"/>
    <w:rsid w:val="00A316C1"/>
    <w:rsid w:val="00A34041"/>
    <w:rsid w:val="00A4080B"/>
    <w:rsid w:val="00A42635"/>
    <w:rsid w:val="00A45E12"/>
    <w:rsid w:val="00A506AB"/>
    <w:rsid w:val="00A544D1"/>
    <w:rsid w:val="00A90353"/>
    <w:rsid w:val="00A94697"/>
    <w:rsid w:val="00AA19CA"/>
    <w:rsid w:val="00AA46FC"/>
    <w:rsid w:val="00AA7FF5"/>
    <w:rsid w:val="00AB0853"/>
    <w:rsid w:val="00AB0A9D"/>
    <w:rsid w:val="00AB6E95"/>
    <w:rsid w:val="00AB7735"/>
    <w:rsid w:val="00AC1A80"/>
    <w:rsid w:val="00AD0E18"/>
    <w:rsid w:val="00AD1857"/>
    <w:rsid w:val="00AD2F1A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33662"/>
    <w:rsid w:val="00B33E2C"/>
    <w:rsid w:val="00B34363"/>
    <w:rsid w:val="00B43D01"/>
    <w:rsid w:val="00B44021"/>
    <w:rsid w:val="00B53B9B"/>
    <w:rsid w:val="00B549FB"/>
    <w:rsid w:val="00B56131"/>
    <w:rsid w:val="00B61086"/>
    <w:rsid w:val="00B62553"/>
    <w:rsid w:val="00B62F79"/>
    <w:rsid w:val="00B6453B"/>
    <w:rsid w:val="00B67CE3"/>
    <w:rsid w:val="00B7440B"/>
    <w:rsid w:val="00B80A1F"/>
    <w:rsid w:val="00B84E9A"/>
    <w:rsid w:val="00B85A82"/>
    <w:rsid w:val="00B9314F"/>
    <w:rsid w:val="00B940CD"/>
    <w:rsid w:val="00B94D88"/>
    <w:rsid w:val="00B953DA"/>
    <w:rsid w:val="00BA50D6"/>
    <w:rsid w:val="00BB5F8C"/>
    <w:rsid w:val="00BC141E"/>
    <w:rsid w:val="00BC1893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6FB4"/>
    <w:rsid w:val="00C001DC"/>
    <w:rsid w:val="00C062E1"/>
    <w:rsid w:val="00C07DE1"/>
    <w:rsid w:val="00C12D9F"/>
    <w:rsid w:val="00C21CC0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A6A7C"/>
    <w:rsid w:val="00CA7188"/>
    <w:rsid w:val="00CB2849"/>
    <w:rsid w:val="00CC6D09"/>
    <w:rsid w:val="00CD1306"/>
    <w:rsid w:val="00CD2C4D"/>
    <w:rsid w:val="00CD4B6A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21D58"/>
    <w:rsid w:val="00D27EDD"/>
    <w:rsid w:val="00D313A2"/>
    <w:rsid w:val="00D33F03"/>
    <w:rsid w:val="00D33F5D"/>
    <w:rsid w:val="00D4078B"/>
    <w:rsid w:val="00D42D12"/>
    <w:rsid w:val="00D45A9D"/>
    <w:rsid w:val="00D524EE"/>
    <w:rsid w:val="00D57A84"/>
    <w:rsid w:val="00D60964"/>
    <w:rsid w:val="00D63432"/>
    <w:rsid w:val="00D66360"/>
    <w:rsid w:val="00D67593"/>
    <w:rsid w:val="00D7069B"/>
    <w:rsid w:val="00D71169"/>
    <w:rsid w:val="00D74F97"/>
    <w:rsid w:val="00D76235"/>
    <w:rsid w:val="00D878F7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2C71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42A6"/>
    <w:rsid w:val="00E10D5F"/>
    <w:rsid w:val="00E12535"/>
    <w:rsid w:val="00E16CD4"/>
    <w:rsid w:val="00E17693"/>
    <w:rsid w:val="00E20410"/>
    <w:rsid w:val="00E23043"/>
    <w:rsid w:val="00E253D3"/>
    <w:rsid w:val="00E32DBD"/>
    <w:rsid w:val="00E3509D"/>
    <w:rsid w:val="00E5779B"/>
    <w:rsid w:val="00E60038"/>
    <w:rsid w:val="00E6276F"/>
    <w:rsid w:val="00E6315D"/>
    <w:rsid w:val="00E66C7A"/>
    <w:rsid w:val="00E70E43"/>
    <w:rsid w:val="00E730B8"/>
    <w:rsid w:val="00E83264"/>
    <w:rsid w:val="00E93FEF"/>
    <w:rsid w:val="00EB4210"/>
    <w:rsid w:val="00EB4467"/>
    <w:rsid w:val="00EB5B1E"/>
    <w:rsid w:val="00ED0D38"/>
    <w:rsid w:val="00ED50E2"/>
    <w:rsid w:val="00EE1889"/>
    <w:rsid w:val="00EE20EE"/>
    <w:rsid w:val="00EF0F02"/>
    <w:rsid w:val="00EF2290"/>
    <w:rsid w:val="00F01FC7"/>
    <w:rsid w:val="00F0250B"/>
    <w:rsid w:val="00F02A7E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361B"/>
    <w:rsid w:val="00F65A0C"/>
    <w:rsid w:val="00F67C4C"/>
    <w:rsid w:val="00F71D80"/>
    <w:rsid w:val="00F86A19"/>
    <w:rsid w:val="00F87D73"/>
    <w:rsid w:val="00F90D0C"/>
    <w:rsid w:val="00F90E3C"/>
    <w:rsid w:val="00F93264"/>
    <w:rsid w:val="00F94F2D"/>
    <w:rsid w:val="00FA0829"/>
    <w:rsid w:val="00FA255E"/>
    <w:rsid w:val="00FA7871"/>
    <w:rsid w:val="00FB30D2"/>
    <w:rsid w:val="00FB68BB"/>
    <w:rsid w:val="00FB75B5"/>
    <w:rsid w:val="00FC4893"/>
    <w:rsid w:val="00FC6825"/>
    <w:rsid w:val="00FD2D09"/>
    <w:rsid w:val="00FD3CEB"/>
    <w:rsid w:val="00FD6063"/>
    <w:rsid w:val="00FD64E9"/>
    <w:rsid w:val="00FD6873"/>
    <w:rsid w:val="00FE15FF"/>
    <w:rsid w:val="00FE4ACD"/>
    <w:rsid w:val="00FE4CD1"/>
    <w:rsid w:val="00FE5DBD"/>
    <w:rsid w:val="00FE72AE"/>
    <w:rsid w:val="00FE7924"/>
    <w:rsid w:val="00FF2A9D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17"/>
    <w:rPr>
      <w:sz w:val="28"/>
      <w:szCs w:val="28"/>
    </w:rPr>
  </w:style>
  <w:style w:type="paragraph" w:styleId="Heading2">
    <w:name w:val="heading 2"/>
    <w:aliases w:val="Знак"/>
    <w:basedOn w:val="Normal"/>
    <w:next w:val="Normal"/>
    <w:link w:val="Heading2Char"/>
    <w:uiPriority w:val="99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Знак Char"/>
    <w:basedOn w:val="DefaultParagraphFont"/>
    <w:link w:val="Heading2"/>
    <w:uiPriority w:val="99"/>
    <w:locked/>
    <w:rsid w:val="00175E89"/>
    <w:rPr>
      <w:b/>
      <w:b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8B7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8471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11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8B7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847117"/>
  </w:style>
  <w:style w:type="paragraph" w:customStyle="1" w:styleId="ConsNormal">
    <w:name w:val="ConsNormal"/>
    <w:uiPriority w:val="99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0712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7D16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65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8B7"/>
    <w:rPr>
      <w:sz w:val="0"/>
      <w:szCs w:val="0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10</Pages>
  <Words>1795</Words>
  <Characters>10237</Characters>
  <Application>Microsoft Office Outlook</Application>
  <DocSecurity>0</DocSecurity>
  <Lines>0</Lines>
  <Paragraphs>0</Paragraphs>
  <ScaleCrop>false</ScaleCrop>
  <Company>ТФОМС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subject/>
  <dc:creator>Шафранова</dc:creator>
  <cp:keywords/>
  <dc:description/>
  <cp:lastModifiedBy>Пользователь</cp:lastModifiedBy>
  <cp:revision>17</cp:revision>
  <cp:lastPrinted>2019-05-20T11:02:00Z</cp:lastPrinted>
  <dcterms:created xsi:type="dcterms:W3CDTF">2019-04-23T07:15:00Z</dcterms:created>
  <dcterms:modified xsi:type="dcterms:W3CDTF">2019-05-31T05:57:00Z</dcterms:modified>
</cp:coreProperties>
</file>