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7F7" w:rsidRPr="00A751BD" w:rsidRDefault="00FF37F7" w:rsidP="00AB549A">
      <w:pPr>
        <w:ind w:left="-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ЗАКОН УЛЬЯНОВСКОЙ ОБЛАСТИ</w:t>
      </w:r>
    </w:p>
    <w:p w:rsidR="00FF37F7" w:rsidRDefault="00FF37F7" w:rsidP="00AB549A">
      <w:pPr>
        <w:ind w:left="-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37F7" w:rsidRDefault="00FF37F7" w:rsidP="00AB549A">
      <w:pPr>
        <w:ind w:left="-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37F7" w:rsidRDefault="00FF37F7" w:rsidP="00AB549A">
      <w:pPr>
        <w:ind w:left="-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37F7" w:rsidRPr="00A751BD" w:rsidRDefault="00FF37F7" w:rsidP="00A751BD">
      <w:pPr>
        <w:ind w:left="-18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FF37F7" w:rsidRDefault="00FF37F7" w:rsidP="009C3C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549A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AB549A">
        <w:rPr>
          <w:rFonts w:ascii="Times New Roman" w:hAnsi="Times New Roman" w:cs="Times New Roman"/>
          <w:b/>
          <w:bCs/>
          <w:sz w:val="28"/>
          <w:szCs w:val="28"/>
        </w:rPr>
        <w:t xml:space="preserve"> в Закон Ульяновской области</w:t>
      </w:r>
    </w:p>
    <w:p w:rsidR="00FF37F7" w:rsidRDefault="00FF37F7" w:rsidP="009C3C3A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525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О некоторых мерах, способствующих завершению строительства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и вводу в эксплуатацию расположенных на территории </w:t>
      </w:r>
    </w:p>
    <w:p w:rsidR="00FF37F7" w:rsidRDefault="00FF37F7" w:rsidP="009C3C3A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Ульяновской области многоквартирных домов, строительство которых осуществляется (осуществлялось) с привлечением денежных средств граждан – участников долевого строительства </w:t>
      </w:r>
    </w:p>
    <w:p w:rsidR="00FF37F7" w:rsidRPr="009C3C3A" w:rsidRDefault="00FF37F7" w:rsidP="009C3C3A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таких многоквартирных домов</w:t>
      </w:r>
      <w:r w:rsidRPr="00D152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FF37F7" w:rsidRDefault="00FF37F7" w:rsidP="006B7665">
      <w:pPr>
        <w:widowControl/>
        <w:spacing w:line="25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FF37F7" w:rsidRDefault="00FF37F7" w:rsidP="006B7665">
      <w:pPr>
        <w:widowControl/>
        <w:spacing w:line="25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FF37F7" w:rsidRPr="005B0063" w:rsidRDefault="00FF37F7" w:rsidP="0097782D">
      <w:pPr>
        <w:pStyle w:val="ConsPlusTitle"/>
        <w:jc w:val="center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5B006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Принят Законодательным Собранием Ульяновской области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22 мая</w:t>
      </w:r>
      <w:r w:rsidRPr="005B006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2019 года</w:t>
      </w:r>
    </w:p>
    <w:p w:rsidR="00FF37F7" w:rsidRDefault="00FF37F7" w:rsidP="006B7665">
      <w:pPr>
        <w:widowControl/>
        <w:spacing w:line="25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FF37F7" w:rsidRPr="006B7665" w:rsidRDefault="00FF37F7" w:rsidP="006B7665">
      <w:pPr>
        <w:widowControl/>
        <w:spacing w:line="250" w:lineRule="auto"/>
        <w:ind w:firstLine="0"/>
        <w:rPr>
          <w:rFonts w:ascii="Times New Roman" w:hAnsi="Times New Roman" w:cs="Times New Roman"/>
          <w:sz w:val="36"/>
          <w:szCs w:val="36"/>
        </w:rPr>
      </w:pPr>
    </w:p>
    <w:p w:rsidR="00FF37F7" w:rsidRDefault="00FF37F7" w:rsidP="006B7665">
      <w:pPr>
        <w:widowControl/>
        <w:spacing w:line="25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FF37F7" w:rsidRDefault="00FF37F7" w:rsidP="006B7665">
      <w:pPr>
        <w:widowControl/>
        <w:spacing w:line="25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FF37F7" w:rsidRPr="00A751BD" w:rsidRDefault="00FF37F7" w:rsidP="00A751BD">
      <w:pPr>
        <w:widowControl/>
        <w:spacing w:line="37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751BD">
        <w:rPr>
          <w:rFonts w:ascii="Times New Roman" w:hAnsi="Times New Roman" w:cs="Times New Roman"/>
          <w:sz w:val="28"/>
          <w:szCs w:val="28"/>
        </w:rPr>
        <w:t xml:space="preserve">Внести в Закон Ульяновской области от 22 сентября 2017 года № 100-ЗО </w:t>
      </w:r>
      <w:r w:rsidRPr="00A751BD">
        <w:rPr>
          <w:rFonts w:ascii="Times New Roman" w:hAnsi="Times New Roman" w:cs="Times New Roman"/>
          <w:sz w:val="28"/>
          <w:szCs w:val="28"/>
        </w:rPr>
        <w:br/>
        <w:t xml:space="preserve">«О некоторых мерах, способствующих завершению строительства и вводу </w:t>
      </w:r>
      <w:r w:rsidRPr="00A751BD">
        <w:rPr>
          <w:rFonts w:ascii="Times New Roman" w:hAnsi="Times New Roman" w:cs="Times New Roman"/>
          <w:sz w:val="28"/>
          <w:szCs w:val="28"/>
        </w:rPr>
        <w:br/>
        <w:t>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средств граждан – участников долевого строительства таких многоквартирных домов»</w:t>
      </w:r>
      <w:r w:rsidRPr="00A751BD">
        <w:t xml:space="preserve"> </w:t>
      </w:r>
      <w:r w:rsidRPr="00A751BD">
        <w:rPr>
          <w:rFonts w:ascii="Times New Roman" w:hAnsi="Times New Roman" w:cs="Times New Roman"/>
          <w:sz w:val="28"/>
          <w:szCs w:val="28"/>
        </w:rPr>
        <w:t xml:space="preserve">(«Ульяновская правда» </w:t>
      </w:r>
      <w:r w:rsidRPr="00A751BD">
        <w:rPr>
          <w:rFonts w:ascii="Times New Roman" w:hAnsi="Times New Roman" w:cs="Times New Roman"/>
          <w:sz w:val="28"/>
          <w:szCs w:val="28"/>
        </w:rPr>
        <w:br/>
        <w:t>от 29.09.2017 № 72;</w:t>
      </w:r>
      <w:r w:rsidRPr="00A751BD">
        <w:t xml:space="preserve"> </w:t>
      </w:r>
      <w:r w:rsidRPr="00A751BD">
        <w:rPr>
          <w:rFonts w:ascii="Times New Roman" w:hAnsi="Times New Roman" w:cs="Times New Roman"/>
          <w:sz w:val="28"/>
          <w:szCs w:val="28"/>
        </w:rPr>
        <w:t>от</w:t>
      </w:r>
      <w:r w:rsidRPr="00A751BD">
        <w:rPr>
          <w:rFonts w:ascii="Times New Roman" w:hAnsi="Times New Roman" w:cs="Times New Roman"/>
        </w:rPr>
        <w:t xml:space="preserve"> </w:t>
      </w:r>
      <w:r w:rsidRPr="00A751BD">
        <w:rPr>
          <w:rFonts w:ascii="Times New Roman" w:hAnsi="Times New Roman" w:cs="Times New Roman"/>
          <w:sz w:val="28"/>
          <w:szCs w:val="28"/>
        </w:rPr>
        <w:t>28.12.2018 № 97; от 15.03.2019 № 18) следующие изменения:</w:t>
      </w:r>
    </w:p>
    <w:p w:rsidR="00FF37F7" w:rsidRPr="00442315" w:rsidRDefault="00FF37F7" w:rsidP="00A751BD">
      <w:pPr>
        <w:widowControl/>
        <w:spacing w:line="370" w:lineRule="auto"/>
        <w:ind w:firstLine="709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статье 2:</w:t>
      </w:r>
    </w:p>
    <w:p w:rsidR="00FF37F7" w:rsidRDefault="00FF37F7" w:rsidP="00A751BD">
      <w:pPr>
        <w:widowControl/>
        <w:spacing w:line="37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пункте 3 слово «жилищного» исключить, слова «жилых домов </w:t>
      </w:r>
      <w:r>
        <w:rPr>
          <w:rFonts w:ascii="Times New Roman" w:hAnsi="Times New Roman" w:cs="Times New Roman"/>
          <w:sz w:val="28"/>
          <w:szCs w:val="28"/>
        </w:rPr>
        <w:br/>
        <w:t>и (или) многоквартирных домов» заменить словами «жилых зданий и (или) иных объектов капитального строительства»;</w:t>
      </w:r>
    </w:p>
    <w:p w:rsidR="00FF37F7" w:rsidRDefault="00FF37F7" w:rsidP="00A751BD">
      <w:pPr>
        <w:widowControl/>
        <w:spacing w:line="37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пункте 4 слово «жилищного» исключить;</w:t>
      </w:r>
    </w:p>
    <w:p w:rsidR="00FF37F7" w:rsidRDefault="00FF37F7" w:rsidP="00A751BD">
      <w:pPr>
        <w:widowControl/>
        <w:spacing w:line="37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части 2 статьи 3</w:t>
      </w:r>
      <w:r w:rsidRPr="006D6A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слово «жилищного» исключить;</w:t>
      </w:r>
    </w:p>
    <w:p w:rsidR="00FF37F7" w:rsidRDefault="00FF37F7" w:rsidP="00A751BD">
      <w:pPr>
        <w:widowControl/>
        <w:spacing w:line="37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частях 1 и 3 статьи 4 слово «жилищного» исключить;</w:t>
      </w:r>
    </w:p>
    <w:p w:rsidR="00FF37F7" w:rsidRDefault="00FF37F7" w:rsidP="00A751BD">
      <w:pPr>
        <w:widowControl/>
        <w:spacing w:line="37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статье 5:</w:t>
      </w:r>
      <w:bookmarkStart w:id="0" w:name="_GoBack"/>
      <w:bookmarkEnd w:id="0"/>
    </w:p>
    <w:p w:rsidR="00FF37F7" w:rsidRDefault="00FF37F7" w:rsidP="00A751BD">
      <w:pPr>
        <w:widowControl/>
        <w:spacing w:line="37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наименовании слово «жилищного» исключить;</w:t>
      </w:r>
    </w:p>
    <w:p w:rsidR="00FF37F7" w:rsidRDefault="00FF37F7" w:rsidP="00A751BD">
      <w:pPr>
        <w:widowControl/>
        <w:spacing w:line="37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частях 1-4 слово «жилищного» исключить.</w:t>
      </w:r>
    </w:p>
    <w:p w:rsidR="00FF37F7" w:rsidRPr="00A751BD" w:rsidRDefault="00FF37F7" w:rsidP="00A751BD">
      <w:pPr>
        <w:pStyle w:val="NormalWeb"/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:rsidR="00FF37F7" w:rsidRPr="00A751BD" w:rsidRDefault="00FF37F7" w:rsidP="00A751BD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FF37F7" w:rsidRPr="00A751BD" w:rsidRDefault="00FF37F7" w:rsidP="00A751BD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FF37F7" w:rsidRPr="00936F41" w:rsidRDefault="00FF37F7" w:rsidP="00A751BD">
      <w:pPr>
        <w:pStyle w:val="NormalWeb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DB1E18">
        <w:rPr>
          <w:b/>
          <w:bCs/>
          <w:sz w:val="28"/>
          <w:szCs w:val="28"/>
        </w:rPr>
        <w:t xml:space="preserve">Губернатор </w:t>
      </w:r>
      <w:r>
        <w:rPr>
          <w:b/>
          <w:bCs/>
          <w:sz w:val="28"/>
          <w:szCs w:val="28"/>
        </w:rPr>
        <w:t xml:space="preserve">Ульяновской </w:t>
      </w:r>
      <w:r w:rsidRPr="00DB1E18">
        <w:rPr>
          <w:b/>
          <w:bCs/>
          <w:sz w:val="28"/>
          <w:szCs w:val="28"/>
        </w:rPr>
        <w:t>области</w:t>
      </w:r>
      <w:r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ab/>
        <w:t xml:space="preserve">                                           </w:t>
      </w:r>
      <w:r w:rsidRPr="00DB1E18">
        <w:rPr>
          <w:b/>
          <w:bCs/>
          <w:sz w:val="28"/>
          <w:szCs w:val="28"/>
        </w:rPr>
        <w:t>С.И.Морозов</w:t>
      </w:r>
    </w:p>
    <w:p w:rsidR="00FF37F7" w:rsidRDefault="00FF37F7" w:rsidP="00A751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37F7" w:rsidRDefault="00FF37F7" w:rsidP="00A751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37F7" w:rsidRDefault="00FF37F7" w:rsidP="00A751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37F7" w:rsidRPr="00942781" w:rsidRDefault="00FF37F7" w:rsidP="00A751B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942781">
        <w:rPr>
          <w:rFonts w:ascii="Times New Roman" w:hAnsi="Times New Roman" w:cs="Times New Roman"/>
          <w:sz w:val="28"/>
          <w:szCs w:val="28"/>
        </w:rPr>
        <w:t>Ульяновск</w:t>
      </w:r>
    </w:p>
    <w:p w:rsidR="00FF37F7" w:rsidRPr="00942781" w:rsidRDefault="00FF37F7" w:rsidP="00A751B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 мая </w:t>
      </w:r>
      <w:r w:rsidRPr="00942781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942781">
        <w:rPr>
          <w:rFonts w:ascii="Times New Roman" w:hAnsi="Times New Roman" w:cs="Times New Roman"/>
          <w:sz w:val="28"/>
          <w:szCs w:val="28"/>
        </w:rPr>
        <w:t>г.</w:t>
      </w:r>
    </w:p>
    <w:p w:rsidR="00FF37F7" w:rsidRPr="00481CA2" w:rsidRDefault="00FF37F7" w:rsidP="00A751B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4278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43-</w:t>
      </w:r>
      <w:r w:rsidRPr="00942781">
        <w:rPr>
          <w:rFonts w:ascii="Times New Roman" w:hAnsi="Times New Roman" w:cs="Times New Roman"/>
          <w:sz w:val="28"/>
          <w:szCs w:val="28"/>
        </w:rPr>
        <w:t>ЗО</w:t>
      </w:r>
    </w:p>
    <w:sectPr w:rsidR="00FF37F7" w:rsidRPr="00481CA2" w:rsidSect="00A751BD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7F7" w:rsidRDefault="00FF37F7">
      <w:r>
        <w:separator/>
      </w:r>
    </w:p>
  </w:endnote>
  <w:endnote w:type="continuationSeparator" w:id="0">
    <w:p w:rsidR="00FF37F7" w:rsidRDefault="00FF37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7F7" w:rsidRPr="00D82BEB" w:rsidRDefault="00FF37F7" w:rsidP="00D82BEB">
    <w:pPr>
      <w:pStyle w:val="Footer"/>
      <w:jc w:val="right"/>
      <w:rPr>
        <w:rFonts w:ascii="Times New Roman" w:hAnsi="Times New Roman" w:cs="Times New Roman"/>
        <w:sz w:val="16"/>
        <w:szCs w:val="16"/>
      </w:rPr>
    </w:pPr>
    <w:r w:rsidRPr="00D82BEB">
      <w:rPr>
        <w:rFonts w:ascii="Times New Roman" w:hAnsi="Times New Roman" w:cs="Times New Roman"/>
        <w:sz w:val="16"/>
        <w:szCs w:val="16"/>
      </w:rPr>
      <w:t>1904ан1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7F7" w:rsidRDefault="00FF37F7">
      <w:r>
        <w:separator/>
      </w:r>
    </w:p>
  </w:footnote>
  <w:footnote w:type="continuationSeparator" w:id="0">
    <w:p w:rsidR="00FF37F7" w:rsidRDefault="00FF37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7F7" w:rsidRPr="00A751BD" w:rsidRDefault="00FF37F7" w:rsidP="00A751BD">
    <w:pPr>
      <w:pStyle w:val="Header"/>
      <w:ind w:firstLine="0"/>
      <w:jc w:val="center"/>
      <w:rPr>
        <w:rFonts w:ascii="Times New Roman" w:hAnsi="Times New Roman" w:cs="Times New Roman"/>
        <w:sz w:val="28"/>
        <w:szCs w:val="28"/>
      </w:rPr>
    </w:pPr>
    <w:r w:rsidRPr="00A751BD">
      <w:rPr>
        <w:rFonts w:ascii="Times New Roman" w:hAnsi="Times New Roman" w:cs="Times New Roman"/>
        <w:sz w:val="28"/>
        <w:szCs w:val="28"/>
      </w:rPr>
      <w:fldChar w:fldCharType="begin"/>
    </w:r>
    <w:r w:rsidRPr="00A751BD">
      <w:rPr>
        <w:rFonts w:ascii="Times New Roman" w:hAnsi="Times New Roman" w:cs="Times New Roman"/>
        <w:sz w:val="28"/>
        <w:szCs w:val="28"/>
      </w:rPr>
      <w:instrText>PAGE   \* MERGEFORMAT</w:instrText>
    </w:r>
    <w:r w:rsidRPr="00A751BD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A751BD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C32F3"/>
    <w:multiLevelType w:val="hybridMultilevel"/>
    <w:tmpl w:val="6C1E33F0"/>
    <w:lvl w:ilvl="0" w:tplc="96ACDA9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C320D4"/>
    <w:multiLevelType w:val="hybridMultilevel"/>
    <w:tmpl w:val="5A7A6C4E"/>
    <w:lvl w:ilvl="0" w:tplc="9A16D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03F7707"/>
    <w:multiLevelType w:val="hybridMultilevel"/>
    <w:tmpl w:val="9F84FC98"/>
    <w:lvl w:ilvl="0" w:tplc="8338809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549A"/>
    <w:rsid w:val="00031060"/>
    <w:rsid w:val="00044394"/>
    <w:rsid w:val="00067F71"/>
    <w:rsid w:val="00083C7D"/>
    <w:rsid w:val="000F73DE"/>
    <w:rsid w:val="00153310"/>
    <w:rsid w:val="001600C0"/>
    <w:rsid w:val="00167071"/>
    <w:rsid w:val="001826F5"/>
    <w:rsid w:val="001B7FFA"/>
    <w:rsid w:val="001D4410"/>
    <w:rsid w:val="00285948"/>
    <w:rsid w:val="002B0F4C"/>
    <w:rsid w:val="002D5A0F"/>
    <w:rsid w:val="002F493F"/>
    <w:rsid w:val="0033245E"/>
    <w:rsid w:val="00337B47"/>
    <w:rsid w:val="003429EB"/>
    <w:rsid w:val="00361B36"/>
    <w:rsid w:val="00381D6C"/>
    <w:rsid w:val="004327DF"/>
    <w:rsid w:val="00442315"/>
    <w:rsid w:val="00481CA2"/>
    <w:rsid w:val="004A624D"/>
    <w:rsid w:val="004D64BE"/>
    <w:rsid w:val="004F4152"/>
    <w:rsid w:val="00594A92"/>
    <w:rsid w:val="005965BB"/>
    <w:rsid w:val="005A463F"/>
    <w:rsid w:val="005B0063"/>
    <w:rsid w:val="005D2230"/>
    <w:rsid w:val="005D6DF0"/>
    <w:rsid w:val="005D793B"/>
    <w:rsid w:val="005D7F6E"/>
    <w:rsid w:val="006020F9"/>
    <w:rsid w:val="00617A8C"/>
    <w:rsid w:val="006264B1"/>
    <w:rsid w:val="00627FAB"/>
    <w:rsid w:val="00694837"/>
    <w:rsid w:val="006B7665"/>
    <w:rsid w:val="006C245D"/>
    <w:rsid w:val="006D6AAA"/>
    <w:rsid w:val="006E5D7C"/>
    <w:rsid w:val="006F4EA7"/>
    <w:rsid w:val="007221E7"/>
    <w:rsid w:val="00740D40"/>
    <w:rsid w:val="00763271"/>
    <w:rsid w:val="00773C4B"/>
    <w:rsid w:val="007A126A"/>
    <w:rsid w:val="007B2084"/>
    <w:rsid w:val="007B755E"/>
    <w:rsid w:val="008055D4"/>
    <w:rsid w:val="00831361"/>
    <w:rsid w:val="0083450D"/>
    <w:rsid w:val="008663D5"/>
    <w:rsid w:val="008C52CF"/>
    <w:rsid w:val="008D1CFE"/>
    <w:rsid w:val="008D46B6"/>
    <w:rsid w:val="0091084A"/>
    <w:rsid w:val="00936F41"/>
    <w:rsid w:val="00942781"/>
    <w:rsid w:val="0096113D"/>
    <w:rsid w:val="00974FAD"/>
    <w:rsid w:val="0097782D"/>
    <w:rsid w:val="009B2875"/>
    <w:rsid w:val="009C3C3A"/>
    <w:rsid w:val="009D443C"/>
    <w:rsid w:val="00A15177"/>
    <w:rsid w:val="00A16E1C"/>
    <w:rsid w:val="00A751BD"/>
    <w:rsid w:val="00A91BBF"/>
    <w:rsid w:val="00AB549A"/>
    <w:rsid w:val="00AE3FB8"/>
    <w:rsid w:val="00B2507E"/>
    <w:rsid w:val="00B338A3"/>
    <w:rsid w:val="00C257D6"/>
    <w:rsid w:val="00C32157"/>
    <w:rsid w:val="00C672CD"/>
    <w:rsid w:val="00D14262"/>
    <w:rsid w:val="00D15253"/>
    <w:rsid w:val="00D223FA"/>
    <w:rsid w:val="00D82BEB"/>
    <w:rsid w:val="00DB1E18"/>
    <w:rsid w:val="00E10371"/>
    <w:rsid w:val="00E17305"/>
    <w:rsid w:val="00E2159D"/>
    <w:rsid w:val="00E62815"/>
    <w:rsid w:val="00EA6AC5"/>
    <w:rsid w:val="00EE24DE"/>
    <w:rsid w:val="00F02A96"/>
    <w:rsid w:val="00F30F95"/>
    <w:rsid w:val="00F960BF"/>
    <w:rsid w:val="00FF37F7"/>
    <w:rsid w:val="00FF7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cs="Times New Roman"/>
    </w:rPr>
  </w:style>
  <w:style w:type="paragraph" w:customStyle="1" w:styleId="ConsPlusTitle">
    <w:name w:val="ConsPlusTitle"/>
    <w:uiPriority w:val="99"/>
    <w:rsid w:val="00AB549A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AB549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D1525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751BD"/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rsid w:val="00D15253"/>
  </w:style>
  <w:style w:type="paragraph" w:styleId="Footer">
    <w:name w:val="footer"/>
    <w:basedOn w:val="Normal"/>
    <w:link w:val="FooterChar"/>
    <w:uiPriority w:val="99"/>
    <w:rsid w:val="0083450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3450D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229</Words>
  <Characters>1306</Characters>
  <Application>Microsoft Office Outlook</Application>
  <DocSecurity>0</DocSecurity>
  <Lines>0</Lines>
  <Paragraphs>0</Paragraphs>
  <ScaleCrop>false</ScaleCrop>
  <Company>ЗСУО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jadnova</dc:creator>
  <cp:keywords/>
  <dc:description/>
  <cp:lastModifiedBy>Пользователь</cp:lastModifiedBy>
  <cp:revision>9</cp:revision>
  <cp:lastPrinted>2019-04-11T11:31:00Z</cp:lastPrinted>
  <dcterms:created xsi:type="dcterms:W3CDTF">2019-04-19T06:11:00Z</dcterms:created>
  <dcterms:modified xsi:type="dcterms:W3CDTF">2019-05-31T05:44:00Z</dcterms:modified>
</cp:coreProperties>
</file>