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80B" w:rsidRDefault="007C480B" w:rsidP="009E750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ЗАКОН УЛЬЯНОВСКОЙ ОБЛАСТИ</w:t>
      </w:r>
    </w:p>
    <w:p w:rsidR="007C480B" w:rsidRDefault="007C480B" w:rsidP="009E7507">
      <w:pPr>
        <w:jc w:val="center"/>
        <w:rPr>
          <w:b/>
          <w:bCs/>
          <w:sz w:val="36"/>
          <w:szCs w:val="36"/>
        </w:rPr>
      </w:pPr>
    </w:p>
    <w:p w:rsidR="007C480B" w:rsidRDefault="007C480B" w:rsidP="009E7507">
      <w:pPr>
        <w:jc w:val="center"/>
        <w:rPr>
          <w:b/>
          <w:bCs/>
          <w:sz w:val="36"/>
          <w:szCs w:val="36"/>
        </w:rPr>
      </w:pPr>
    </w:p>
    <w:p w:rsidR="007C480B" w:rsidRPr="00692914" w:rsidRDefault="007C480B" w:rsidP="00692914">
      <w:pPr>
        <w:jc w:val="center"/>
        <w:rPr>
          <w:b/>
          <w:bCs/>
          <w:sz w:val="56"/>
          <w:szCs w:val="56"/>
        </w:rPr>
      </w:pPr>
    </w:p>
    <w:p w:rsidR="007C480B" w:rsidRPr="00720DE8" w:rsidRDefault="007C480B" w:rsidP="00F04735">
      <w:pPr>
        <w:tabs>
          <w:tab w:val="left" w:pos="567"/>
        </w:tabs>
        <w:jc w:val="center"/>
        <w:rPr>
          <w:b/>
          <w:bCs/>
        </w:rPr>
      </w:pPr>
      <w:r w:rsidRPr="00720DE8">
        <w:rPr>
          <w:b/>
          <w:bCs/>
        </w:rPr>
        <w:t xml:space="preserve">О внесении изменений в Закон Ульяновской области </w:t>
      </w:r>
    </w:p>
    <w:p w:rsidR="007C480B" w:rsidRPr="00720DE8" w:rsidRDefault="007C480B" w:rsidP="00F04735">
      <w:pPr>
        <w:tabs>
          <w:tab w:val="left" w:pos="567"/>
        </w:tabs>
        <w:jc w:val="center"/>
        <w:rPr>
          <w:b/>
          <w:bCs/>
        </w:rPr>
      </w:pPr>
      <w:r w:rsidRPr="00720DE8">
        <w:rPr>
          <w:b/>
          <w:bCs/>
        </w:rPr>
        <w:t xml:space="preserve">«О бюджете Территориального фонда обязательного </w:t>
      </w:r>
      <w:r>
        <w:rPr>
          <w:b/>
          <w:bCs/>
        </w:rPr>
        <w:br/>
      </w:r>
      <w:r w:rsidRPr="00720DE8">
        <w:rPr>
          <w:b/>
          <w:bCs/>
        </w:rPr>
        <w:t xml:space="preserve">медицинского страхования Ульяновской области </w:t>
      </w:r>
      <w:r>
        <w:rPr>
          <w:b/>
          <w:bCs/>
        </w:rPr>
        <w:br/>
      </w:r>
      <w:r w:rsidRPr="00720DE8">
        <w:rPr>
          <w:b/>
          <w:bCs/>
        </w:rPr>
        <w:t>на 2019 год и на плановый период 2020 и 2021 годов»</w:t>
      </w:r>
    </w:p>
    <w:p w:rsidR="007C480B" w:rsidRPr="00720DE8" w:rsidRDefault="007C480B" w:rsidP="000F13A4">
      <w:pPr>
        <w:autoSpaceDE w:val="0"/>
        <w:autoSpaceDN w:val="0"/>
        <w:adjustRightInd w:val="0"/>
        <w:jc w:val="center"/>
      </w:pPr>
    </w:p>
    <w:p w:rsidR="007C480B" w:rsidRPr="00720DE8" w:rsidRDefault="007C480B" w:rsidP="000F13A4">
      <w:pPr>
        <w:autoSpaceDE w:val="0"/>
        <w:autoSpaceDN w:val="0"/>
        <w:adjustRightInd w:val="0"/>
        <w:jc w:val="center"/>
      </w:pPr>
    </w:p>
    <w:p w:rsidR="007C480B" w:rsidRPr="00720DE8" w:rsidRDefault="007C480B" w:rsidP="000F13A4">
      <w:pPr>
        <w:autoSpaceDE w:val="0"/>
        <w:autoSpaceDN w:val="0"/>
        <w:adjustRightInd w:val="0"/>
        <w:jc w:val="center"/>
      </w:pPr>
    </w:p>
    <w:p w:rsidR="007C480B" w:rsidRPr="00475324" w:rsidRDefault="007C480B" w:rsidP="000F13A4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22 апреля 2019 года</w:t>
      </w:r>
    </w:p>
    <w:p w:rsidR="007C480B" w:rsidRPr="00720DE8" w:rsidRDefault="007C480B" w:rsidP="000F13A4">
      <w:pPr>
        <w:autoSpaceDE w:val="0"/>
        <w:autoSpaceDN w:val="0"/>
        <w:adjustRightInd w:val="0"/>
        <w:jc w:val="center"/>
      </w:pPr>
    </w:p>
    <w:p w:rsidR="007C480B" w:rsidRDefault="007C480B" w:rsidP="000F13A4">
      <w:pPr>
        <w:autoSpaceDE w:val="0"/>
        <w:autoSpaceDN w:val="0"/>
        <w:adjustRightInd w:val="0"/>
        <w:jc w:val="center"/>
      </w:pPr>
    </w:p>
    <w:p w:rsidR="007C480B" w:rsidRPr="00720DE8" w:rsidRDefault="007C480B" w:rsidP="000F13A4">
      <w:pPr>
        <w:autoSpaceDE w:val="0"/>
        <w:autoSpaceDN w:val="0"/>
        <w:adjustRightInd w:val="0"/>
        <w:jc w:val="center"/>
      </w:pPr>
    </w:p>
    <w:p w:rsidR="007C480B" w:rsidRPr="00720DE8" w:rsidRDefault="007C480B" w:rsidP="000F13A4">
      <w:pPr>
        <w:autoSpaceDE w:val="0"/>
        <w:autoSpaceDN w:val="0"/>
        <w:adjustRightInd w:val="0"/>
        <w:jc w:val="center"/>
      </w:pPr>
    </w:p>
    <w:p w:rsidR="007C480B" w:rsidRDefault="007C480B" w:rsidP="00692914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720DE8">
        <w:t>Внести в Закон Ульяновской области</w:t>
      </w:r>
      <w:r>
        <w:t xml:space="preserve"> от 29 ноября 2018 года № 143-ЗО     </w:t>
      </w:r>
      <w:r w:rsidRPr="00720DE8">
        <w:t xml:space="preserve"> «О бюджете Территориального фонда обязательного медицинского </w:t>
      </w:r>
      <w:r>
        <w:br/>
      </w:r>
      <w:r w:rsidRPr="00720DE8">
        <w:t xml:space="preserve">страхования Ульяновской области на 2019 год и на плановый период </w:t>
      </w:r>
      <w:r>
        <w:br/>
      </w:r>
      <w:r w:rsidRPr="00720DE8">
        <w:t>2020 и 2021 годов</w:t>
      </w:r>
      <w:r w:rsidRPr="0025538F">
        <w:t>» («Ульяновская правда» от 14.12.2018 № 93</w:t>
      </w:r>
      <w:r>
        <w:t xml:space="preserve">; от 15.03.2019 </w:t>
      </w:r>
      <w:r>
        <w:br/>
        <w:t>№ 18)</w:t>
      </w:r>
      <w:r w:rsidRPr="009232F5">
        <w:rPr>
          <w:color w:val="FF0000"/>
        </w:rPr>
        <w:t xml:space="preserve"> </w:t>
      </w:r>
      <w:r w:rsidRPr="00720DE8">
        <w:t>следующие</w:t>
      </w:r>
      <w:r>
        <w:t xml:space="preserve"> </w:t>
      </w:r>
      <w:r w:rsidRPr="00720DE8">
        <w:t>изменения:</w:t>
      </w:r>
    </w:p>
    <w:p w:rsidR="007C480B" w:rsidRPr="00B70403" w:rsidRDefault="007C480B" w:rsidP="00692914">
      <w:pPr>
        <w:pStyle w:val="ListParagraph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>
        <w:t>в</w:t>
      </w:r>
      <w:r w:rsidRPr="00B70403">
        <w:t xml:space="preserve"> </w:t>
      </w:r>
      <w:r>
        <w:t xml:space="preserve">части 1 </w:t>
      </w:r>
      <w:r w:rsidRPr="00B70403">
        <w:t>статьи 1</w:t>
      </w:r>
      <w:r>
        <w:t>:</w:t>
      </w:r>
    </w:p>
    <w:p w:rsidR="007C480B" w:rsidRDefault="007C480B" w:rsidP="00692914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а) в пункте 2 </w:t>
      </w:r>
      <w:r w:rsidRPr="00B70403">
        <w:t>цифры «1</w:t>
      </w:r>
      <w:r>
        <w:t>5076108,4</w:t>
      </w:r>
      <w:r w:rsidRPr="00B70403">
        <w:t>» заменить цифрами «</w:t>
      </w:r>
      <w:r>
        <w:t>15096409,5</w:t>
      </w:r>
      <w:r w:rsidRPr="00B70403">
        <w:t>»;</w:t>
      </w:r>
    </w:p>
    <w:p w:rsidR="007C480B" w:rsidRPr="00B70403" w:rsidRDefault="007C480B" w:rsidP="00692914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б) в пункте 3 </w:t>
      </w:r>
      <w:r w:rsidRPr="00B70403">
        <w:t>цифры «13400,0» заменить цифрами «</w:t>
      </w:r>
      <w:r>
        <w:t>33701,1</w:t>
      </w:r>
      <w:r w:rsidRPr="00B70403">
        <w:t xml:space="preserve">»; </w:t>
      </w:r>
    </w:p>
    <w:p w:rsidR="007C480B" w:rsidRDefault="007C480B" w:rsidP="00692914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CD6BC1">
        <w:t>2</w:t>
      </w:r>
      <w:r>
        <w:t xml:space="preserve">) приложение 2 </w:t>
      </w:r>
      <w:r w:rsidRPr="00C325E5">
        <w:t>изложить в следующей редакции:</w:t>
      </w:r>
    </w:p>
    <w:p w:rsidR="007C480B" w:rsidRDefault="007C480B" w:rsidP="004F6C32">
      <w:pPr>
        <w:ind w:left="4962"/>
        <w:jc w:val="center"/>
      </w:pPr>
      <w:r>
        <w:t>«</w:t>
      </w:r>
      <w:r w:rsidRPr="00AA0125">
        <w:t xml:space="preserve">ПРИЛОЖЕНИЕ </w:t>
      </w:r>
      <w:r>
        <w:t>2</w:t>
      </w:r>
    </w:p>
    <w:p w:rsidR="007C480B" w:rsidRPr="002237D6" w:rsidRDefault="007C480B" w:rsidP="004F6C32">
      <w:pPr>
        <w:ind w:left="4962"/>
        <w:jc w:val="center"/>
      </w:pPr>
    </w:p>
    <w:p w:rsidR="007C480B" w:rsidRPr="00AA0125" w:rsidRDefault="007C480B" w:rsidP="004F6C32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к Закону Ульяновской области</w:t>
      </w:r>
    </w:p>
    <w:p w:rsidR="007C480B" w:rsidRPr="00AA0125" w:rsidRDefault="007C480B" w:rsidP="004F6C32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«О бюджете Территориального фонда</w:t>
      </w:r>
    </w:p>
    <w:p w:rsidR="007C480B" w:rsidRPr="00AA0125" w:rsidRDefault="007C480B" w:rsidP="004F6C32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обязательного медицинского</w:t>
      </w:r>
    </w:p>
    <w:p w:rsidR="007C480B" w:rsidRPr="00AA0125" w:rsidRDefault="007C480B" w:rsidP="004F6C32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страхования Ульяновской области</w:t>
      </w:r>
    </w:p>
    <w:p w:rsidR="007C480B" w:rsidRDefault="007C480B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>
        <w:t xml:space="preserve">на 2019 год и на плановый период </w:t>
      </w:r>
      <w:r>
        <w:br/>
        <w:t>2020 и 2021 годов»</w:t>
      </w:r>
    </w:p>
    <w:p w:rsidR="007C480B" w:rsidRDefault="007C480B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</w:p>
    <w:p w:rsidR="007C480B" w:rsidRDefault="007C480B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</w:p>
    <w:p w:rsidR="007C480B" w:rsidRDefault="007C480B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</w:p>
    <w:p w:rsidR="007C480B" w:rsidRDefault="007C480B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</w:p>
    <w:p w:rsidR="007C480B" w:rsidRDefault="007C480B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</w:p>
    <w:p w:rsidR="007C480B" w:rsidRPr="003E677A" w:rsidRDefault="007C480B" w:rsidP="003E677A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</w:p>
    <w:p w:rsidR="007C480B" w:rsidRDefault="007C480B" w:rsidP="004F6C32">
      <w:pPr>
        <w:jc w:val="center"/>
        <w:rPr>
          <w:b/>
          <w:bCs/>
        </w:rPr>
      </w:pPr>
      <w:r w:rsidRPr="00AA0125">
        <w:rPr>
          <w:b/>
          <w:bCs/>
        </w:rPr>
        <w:t xml:space="preserve">ИСТОЧНИКИ </w:t>
      </w:r>
    </w:p>
    <w:p w:rsidR="007C480B" w:rsidRPr="00AA0125" w:rsidRDefault="007C480B" w:rsidP="004F6C32">
      <w:pPr>
        <w:jc w:val="center"/>
        <w:rPr>
          <w:b/>
          <w:bCs/>
        </w:rPr>
      </w:pPr>
      <w:r w:rsidRPr="00AA0125">
        <w:rPr>
          <w:b/>
          <w:bCs/>
        </w:rPr>
        <w:t>внутреннего финансирования дефицита бюджета</w:t>
      </w:r>
    </w:p>
    <w:p w:rsidR="007C480B" w:rsidRPr="00AA0125" w:rsidRDefault="007C480B" w:rsidP="004F6C32">
      <w:pPr>
        <w:jc w:val="center"/>
        <w:rPr>
          <w:b/>
          <w:bCs/>
        </w:rPr>
      </w:pPr>
      <w:r w:rsidRPr="00AA0125">
        <w:rPr>
          <w:b/>
          <w:bCs/>
        </w:rPr>
        <w:t xml:space="preserve">Территориального фонда обязательного медицинского страхования </w:t>
      </w:r>
    </w:p>
    <w:p w:rsidR="007C480B" w:rsidRPr="00BF567C" w:rsidRDefault="007C480B" w:rsidP="004F6C32">
      <w:pPr>
        <w:jc w:val="center"/>
        <w:rPr>
          <w:b/>
          <w:bCs/>
        </w:rPr>
      </w:pPr>
      <w:r w:rsidRPr="00AA0125">
        <w:rPr>
          <w:b/>
          <w:bCs/>
        </w:rPr>
        <w:t>Ульяновской области на 201</w:t>
      </w:r>
      <w:r>
        <w:rPr>
          <w:b/>
          <w:bCs/>
        </w:rPr>
        <w:t>9</w:t>
      </w:r>
      <w:r w:rsidRPr="00AA0125">
        <w:rPr>
          <w:b/>
          <w:bCs/>
        </w:rPr>
        <w:t xml:space="preserve"> год</w:t>
      </w:r>
      <w:r w:rsidRPr="00BF567C">
        <w:t xml:space="preserve"> </w:t>
      </w:r>
      <w:r w:rsidRPr="00BF567C">
        <w:rPr>
          <w:b/>
          <w:bCs/>
        </w:rPr>
        <w:t xml:space="preserve">и на плановый период </w:t>
      </w:r>
      <w:r w:rsidRPr="00BF567C">
        <w:rPr>
          <w:b/>
          <w:bCs/>
        </w:rPr>
        <w:br/>
        <w:t>2020 и 2021 годов</w:t>
      </w:r>
    </w:p>
    <w:p w:rsidR="007C480B" w:rsidRPr="00F74575" w:rsidRDefault="007C480B" w:rsidP="004F6C32">
      <w:pPr>
        <w:spacing w:line="348" w:lineRule="auto"/>
        <w:jc w:val="center"/>
        <w:rPr>
          <w:b/>
          <w:bCs/>
          <w:sz w:val="22"/>
          <w:szCs w:val="22"/>
        </w:rPr>
      </w:pPr>
    </w:p>
    <w:p w:rsidR="007C480B" w:rsidRPr="00AA0125" w:rsidRDefault="007C480B" w:rsidP="004F6C32">
      <w:pPr>
        <w:spacing w:line="228" w:lineRule="auto"/>
        <w:ind w:firstLine="900"/>
        <w:jc w:val="right"/>
      </w:pPr>
      <w:r w:rsidRPr="00AA0125">
        <w:t>тыс. рублей</w:t>
      </w:r>
    </w:p>
    <w:tbl>
      <w:tblPr>
        <w:tblW w:w="9923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2977"/>
        <w:gridCol w:w="992"/>
        <w:gridCol w:w="1134"/>
        <w:gridCol w:w="1276"/>
      </w:tblGrid>
      <w:tr w:rsidR="007C480B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80B" w:rsidRDefault="007C480B" w:rsidP="00692914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Код бюджетной</w:t>
            </w:r>
          </w:p>
          <w:p w:rsidR="007C480B" w:rsidRDefault="007C480B" w:rsidP="00692914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классификации</w:t>
            </w:r>
          </w:p>
          <w:p w:rsidR="007C480B" w:rsidRDefault="007C480B" w:rsidP="00692914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80B" w:rsidRDefault="007C480B" w:rsidP="00692914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AA0125">
              <w:t>Наименование</w:t>
            </w:r>
          </w:p>
          <w:p w:rsidR="007C480B" w:rsidRDefault="007C480B" w:rsidP="00692914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AA0125">
              <w:t>показателей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0B" w:rsidRDefault="007C480B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Сумма</w:t>
            </w:r>
          </w:p>
        </w:tc>
      </w:tr>
      <w:tr w:rsidR="007C480B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0B" w:rsidRDefault="007C480B" w:rsidP="00512CFC">
            <w:pPr>
              <w:autoSpaceDE w:val="0"/>
              <w:autoSpaceDN w:val="0"/>
              <w:adjustRightInd w:val="0"/>
              <w:spacing w:line="25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0B" w:rsidRDefault="007C480B" w:rsidP="00512CFC">
            <w:pPr>
              <w:autoSpaceDE w:val="0"/>
              <w:autoSpaceDN w:val="0"/>
              <w:adjustRightInd w:val="0"/>
              <w:spacing w:line="25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0B" w:rsidRDefault="007C480B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 xml:space="preserve">2019 </w:t>
            </w:r>
          </w:p>
          <w:p w:rsidR="007C480B" w:rsidRDefault="007C480B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0B" w:rsidRDefault="007C480B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2020</w:t>
            </w:r>
          </w:p>
          <w:p w:rsidR="007C480B" w:rsidRDefault="007C480B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0B" w:rsidRDefault="007C480B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2021</w:t>
            </w:r>
          </w:p>
          <w:p w:rsidR="007C480B" w:rsidRDefault="007C480B" w:rsidP="00512CFC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год</w:t>
            </w:r>
          </w:p>
        </w:tc>
      </w:tr>
      <w:tr w:rsidR="007C480B">
        <w:trPr>
          <w:trHeight w:val="843"/>
        </w:trPr>
        <w:tc>
          <w:tcPr>
            <w:tcW w:w="3544" w:type="dxa"/>
            <w:tcBorders>
              <w:top w:val="single" w:sz="4" w:space="0" w:color="auto"/>
            </w:tcBorders>
          </w:tcPr>
          <w:p w:rsidR="007C480B" w:rsidRPr="00AA0125" w:rsidRDefault="007C480B" w:rsidP="00512CFC">
            <w:pPr>
              <w:spacing w:line="250" w:lineRule="auto"/>
              <w:rPr>
                <w:b/>
                <w:bCs/>
              </w:rPr>
            </w:pPr>
            <w:r w:rsidRPr="00AA0125">
              <w:rPr>
                <w:b/>
                <w:bCs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C480B" w:rsidRPr="004C5EB0" w:rsidRDefault="007C480B" w:rsidP="00512CFC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  <w:bCs/>
              </w:rPr>
            </w:pPr>
            <w:r w:rsidRPr="004C5EB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33701,1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13400,0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13400,0</w:t>
            </w:r>
          </w:p>
        </w:tc>
      </w:tr>
      <w:tr w:rsidR="007C480B">
        <w:tc>
          <w:tcPr>
            <w:tcW w:w="3544" w:type="dxa"/>
          </w:tcPr>
          <w:p w:rsidR="007C480B" w:rsidRPr="00AA0125" w:rsidRDefault="007C480B" w:rsidP="00512CFC">
            <w:pPr>
              <w:spacing w:line="250" w:lineRule="auto"/>
              <w:rPr>
                <w:b/>
                <w:bCs/>
              </w:rPr>
            </w:pPr>
            <w:r w:rsidRPr="00AA0125">
              <w:rPr>
                <w:b/>
                <w:bCs/>
              </w:rPr>
              <w:t>000 01 05 00 00 00 0000 000</w:t>
            </w:r>
          </w:p>
        </w:tc>
        <w:tc>
          <w:tcPr>
            <w:tcW w:w="2977" w:type="dxa"/>
          </w:tcPr>
          <w:p w:rsidR="007C480B" w:rsidRPr="004C5EB0" w:rsidRDefault="007C480B" w:rsidP="00512CFC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  <w:bCs/>
              </w:rPr>
            </w:pPr>
            <w:r w:rsidRPr="004C5EB0">
              <w:rPr>
                <w:b/>
                <w:bCs/>
              </w:rPr>
              <w:t>Изменение остатков средств на счетах по учёту средств бюджетов</w:t>
            </w:r>
          </w:p>
        </w:tc>
        <w:tc>
          <w:tcPr>
            <w:tcW w:w="992" w:type="dxa"/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33701,1</w:t>
            </w:r>
          </w:p>
        </w:tc>
        <w:tc>
          <w:tcPr>
            <w:tcW w:w="1134" w:type="dxa"/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13400,0</w:t>
            </w:r>
          </w:p>
        </w:tc>
        <w:tc>
          <w:tcPr>
            <w:tcW w:w="1276" w:type="dxa"/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13400,0</w:t>
            </w:r>
          </w:p>
        </w:tc>
      </w:tr>
      <w:tr w:rsidR="007C480B">
        <w:trPr>
          <w:trHeight w:val="621"/>
        </w:trPr>
        <w:tc>
          <w:tcPr>
            <w:tcW w:w="3544" w:type="dxa"/>
          </w:tcPr>
          <w:p w:rsidR="007C480B" w:rsidRPr="00AA0125" w:rsidRDefault="007C480B" w:rsidP="00512CFC">
            <w:pPr>
              <w:spacing w:line="250" w:lineRule="auto"/>
              <w:rPr>
                <w:b/>
                <w:bCs/>
              </w:rPr>
            </w:pPr>
            <w:r w:rsidRPr="00AA0125">
              <w:rPr>
                <w:b/>
                <w:bCs/>
              </w:rPr>
              <w:t>000 01 05 00 00 00 0000 500</w:t>
            </w:r>
          </w:p>
        </w:tc>
        <w:tc>
          <w:tcPr>
            <w:tcW w:w="2977" w:type="dxa"/>
          </w:tcPr>
          <w:p w:rsidR="007C480B" w:rsidRPr="004C5EB0" w:rsidRDefault="007C480B" w:rsidP="00512CFC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  <w:bCs/>
              </w:rPr>
            </w:pPr>
            <w:r w:rsidRPr="004C5EB0">
              <w:rPr>
                <w:b/>
                <w:bCs/>
              </w:rPr>
              <w:t xml:space="preserve">Увеличение остатков </w:t>
            </w:r>
            <w:r w:rsidRPr="004C5EB0">
              <w:rPr>
                <w:b/>
                <w:bCs/>
              </w:rPr>
              <w:br/>
              <w:t>средств бюджетов</w:t>
            </w:r>
          </w:p>
        </w:tc>
        <w:tc>
          <w:tcPr>
            <w:tcW w:w="992" w:type="dxa"/>
            <w:vAlign w:val="bottom"/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-</w:t>
            </w:r>
          </w:p>
        </w:tc>
        <w:tc>
          <w:tcPr>
            <w:tcW w:w="1134" w:type="dxa"/>
            <w:vAlign w:val="bottom"/>
          </w:tcPr>
          <w:p w:rsidR="007C480B" w:rsidRPr="00692914" w:rsidRDefault="007C480B" w:rsidP="00692914">
            <w:pPr>
              <w:spacing w:line="250" w:lineRule="auto"/>
              <w:ind w:left="-57" w:right="-57"/>
              <w:jc w:val="center"/>
              <w:rPr>
                <w:spacing w:val="-4"/>
              </w:rPr>
            </w:pPr>
            <w:r w:rsidRPr="00692914">
              <w:rPr>
                <w:spacing w:val="-4"/>
              </w:rPr>
              <w:t>-</w:t>
            </w:r>
          </w:p>
        </w:tc>
        <w:tc>
          <w:tcPr>
            <w:tcW w:w="1276" w:type="dxa"/>
            <w:vAlign w:val="bottom"/>
          </w:tcPr>
          <w:p w:rsidR="007C480B" w:rsidRPr="00692914" w:rsidRDefault="007C480B" w:rsidP="00692914">
            <w:pPr>
              <w:spacing w:line="250" w:lineRule="auto"/>
              <w:ind w:left="-57" w:right="-57"/>
              <w:jc w:val="center"/>
              <w:rPr>
                <w:spacing w:val="-4"/>
              </w:rPr>
            </w:pPr>
            <w:r w:rsidRPr="00692914">
              <w:rPr>
                <w:spacing w:val="-4"/>
              </w:rPr>
              <w:t>-</w:t>
            </w:r>
          </w:p>
        </w:tc>
      </w:tr>
      <w:tr w:rsidR="007C480B">
        <w:tc>
          <w:tcPr>
            <w:tcW w:w="3544" w:type="dxa"/>
          </w:tcPr>
          <w:p w:rsidR="007C480B" w:rsidRPr="00AA0125" w:rsidRDefault="007C480B" w:rsidP="00512CFC">
            <w:pPr>
              <w:spacing w:line="250" w:lineRule="auto"/>
            </w:pPr>
            <w:r>
              <w:t>395</w:t>
            </w:r>
            <w:r w:rsidRPr="00AA0125">
              <w:t xml:space="preserve"> 01 05 02 01 09 0000 510</w:t>
            </w:r>
          </w:p>
        </w:tc>
        <w:tc>
          <w:tcPr>
            <w:tcW w:w="2977" w:type="dxa"/>
          </w:tcPr>
          <w:p w:rsidR="007C480B" w:rsidRPr="004C5EB0" w:rsidRDefault="007C480B" w:rsidP="00512CFC">
            <w:pPr>
              <w:autoSpaceDE w:val="0"/>
              <w:autoSpaceDN w:val="0"/>
              <w:adjustRightInd w:val="0"/>
              <w:spacing w:line="250" w:lineRule="auto"/>
              <w:jc w:val="both"/>
            </w:pPr>
            <w:r w:rsidRPr="004C5EB0"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  <w:vAlign w:val="bottom"/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-</w:t>
            </w:r>
          </w:p>
        </w:tc>
        <w:tc>
          <w:tcPr>
            <w:tcW w:w="1134" w:type="dxa"/>
            <w:vAlign w:val="bottom"/>
          </w:tcPr>
          <w:p w:rsidR="007C480B" w:rsidRPr="00692914" w:rsidRDefault="007C480B" w:rsidP="00692914">
            <w:pPr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-</w:t>
            </w:r>
          </w:p>
        </w:tc>
        <w:tc>
          <w:tcPr>
            <w:tcW w:w="1276" w:type="dxa"/>
            <w:vAlign w:val="bottom"/>
          </w:tcPr>
          <w:p w:rsidR="007C480B" w:rsidRPr="00692914" w:rsidRDefault="007C480B" w:rsidP="00692914">
            <w:pPr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-</w:t>
            </w:r>
          </w:p>
        </w:tc>
      </w:tr>
      <w:tr w:rsidR="007C480B" w:rsidRPr="004C5EB0">
        <w:tc>
          <w:tcPr>
            <w:tcW w:w="3544" w:type="dxa"/>
          </w:tcPr>
          <w:p w:rsidR="007C480B" w:rsidRPr="00AA0125" w:rsidRDefault="007C480B" w:rsidP="00512CFC">
            <w:pPr>
              <w:spacing w:line="250" w:lineRule="auto"/>
              <w:rPr>
                <w:b/>
                <w:bCs/>
              </w:rPr>
            </w:pPr>
            <w:r w:rsidRPr="00AA0125">
              <w:rPr>
                <w:b/>
                <w:bCs/>
              </w:rPr>
              <w:t>000 01 05 00 00 00 0000 600</w:t>
            </w:r>
          </w:p>
        </w:tc>
        <w:tc>
          <w:tcPr>
            <w:tcW w:w="2977" w:type="dxa"/>
          </w:tcPr>
          <w:p w:rsidR="007C480B" w:rsidRPr="004C5EB0" w:rsidRDefault="007C480B" w:rsidP="00512CFC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  <w:bCs/>
              </w:rPr>
            </w:pPr>
            <w:r w:rsidRPr="004C5EB0">
              <w:rPr>
                <w:b/>
                <w:bCs/>
              </w:rPr>
              <w:t xml:space="preserve">Уменьшение остатков </w:t>
            </w:r>
            <w:r w:rsidRPr="004C5EB0">
              <w:rPr>
                <w:b/>
                <w:bCs/>
              </w:rPr>
              <w:br/>
              <w:t>средств бюджетов</w:t>
            </w:r>
          </w:p>
        </w:tc>
        <w:tc>
          <w:tcPr>
            <w:tcW w:w="992" w:type="dxa"/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33701,1</w:t>
            </w:r>
          </w:p>
        </w:tc>
        <w:tc>
          <w:tcPr>
            <w:tcW w:w="1134" w:type="dxa"/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13400,0</w:t>
            </w:r>
          </w:p>
        </w:tc>
        <w:tc>
          <w:tcPr>
            <w:tcW w:w="1276" w:type="dxa"/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spacing w:line="250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692914">
              <w:rPr>
                <w:b/>
                <w:bCs/>
                <w:spacing w:val="-4"/>
              </w:rPr>
              <w:t>13400,0</w:t>
            </w:r>
          </w:p>
        </w:tc>
      </w:tr>
      <w:tr w:rsidR="007C480B">
        <w:tc>
          <w:tcPr>
            <w:tcW w:w="3544" w:type="dxa"/>
          </w:tcPr>
          <w:p w:rsidR="007C480B" w:rsidRPr="00AA0125" w:rsidRDefault="007C480B" w:rsidP="00512CFC">
            <w:pPr>
              <w:spacing w:line="720" w:lineRule="auto"/>
            </w:pPr>
            <w:r>
              <w:t>395</w:t>
            </w:r>
            <w:r w:rsidRPr="00AA0125">
              <w:t xml:space="preserve"> 01 05 02 01 09 0000 610</w:t>
            </w:r>
          </w:p>
        </w:tc>
        <w:tc>
          <w:tcPr>
            <w:tcW w:w="2977" w:type="dxa"/>
          </w:tcPr>
          <w:p w:rsidR="007C480B" w:rsidRPr="004C5EB0" w:rsidRDefault="007C480B" w:rsidP="00512CFC">
            <w:pPr>
              <w:autoSpaceDE w:val="0"/>
              <w:autoSpaceDN w:val="0"/>
              <w:adjustRightInd w:val="0"/>
              <w:jc w:val="both"/>
            </w:pPr>
            <w:r w:rsidRPr="004C5EB0">
              <w:t>Уменьшение прочих остатков денежных средств бюджетов территориальных фондов обязательно</w:t>
            </w:r>
            <w:r>
              <w:t>го</w:t>
            </w:r>
            <w:r w:rsidRPr="004C5EB0">
              <w:t xml:space="preserve"> медицинского страхования</w:t>
            </w:r>
          </w:p>
        </w:tc>
        <w:tc>
          <w:tcPr>
            <w:tcW w:w="992" w:type="dxa"/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  <w:r w:rsidRPr="00692914">
              <w:rPr>
                <w:spacing w:val="-4"/>
              </w:rPr>
              <w:t>33701,1</w:t>
            </w:r>
          </w:p>
        </w:tc>
        <w:tc>
          <w:tcPr>
            <w:tcW w:w="1134" w:type="dxa"/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  <w:r w:rsidRPr="00692914">
              <w:rPr>
                <w:spacing w:val="-4"/>
              </w:rPr>
              <w:t>13400,0</w:t>
            </w:r>
          </w:p>
        </w:tc>
        <w:tc>
          <w:tcPr>
            <w:tcW w:w="1276" w:type="dxa"/>
          </w:tcPr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</w:p>
          <w:p w:rsidR="007C480B" w:rsidRPr="00692914" w:rsidRDefault="007C480B" w:rsidP="006929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  <w:r w:rsidRPr="00692914">
              <w:rPr>
                <w:spacing w:val="-4"/>
              </w:rPr>
              <w:t>13400,0»;</w:t>
            </w:r>
          </w:p>
        </w:tc>
      </w:tr>
    </w:tbl>
    <w:p w:rsidR="007C480B" w:rsidRPr="00CD6BC1" w:rsidRDefault="007C480B" w:rsidP="00CD6BC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709"/>
        <w:jc w:val="both"/>
      </w:pPr>
      <w:r w:rsidRPr="00CD6BC1">
        <w:t>3)</w:t>
      </w:r>
      <w:r>
        <w:t xml:space="preserve"> </w:t>
      </w:r>
      <w:r w:rsidRPr="00CD6BC1">
        <w:t>приложение 3 изложить в следующей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3"/>
      </w:tblGrid>
      <w:tr w:rsidR="007C480B" w:rsidRPr="00720DE8">
        <w:trPr>
          <w:trHeight w:val="2693"/>
        </w:trPr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7C480B" w:rsidRDefault="007C480B" w:rsidP="00512CFC">
            <w:pPr>
              <w:ind w:left="277"/>
              <w:jc w:val="center"/>
            </w:pPr>
            <w:r>
              <w:t>«</w:t>
            </w:r>
            <w:r w:rsidRPr="00720DE8">
              <w:t>ПРИЛОЖЕНИЕ 3</w:t>
            </w:r>
          </w:p>
          <w:p w:rsidR="007C480B" w:rsidRPr="00720DE8" w:rsidRDefault="007C480B" w:rsidP="00512CFC">
            <w:pPr>
              <w:ind w:left="277"/>
              <w:jc w:val="center"/>
            </w:pPr>
          </w:p>
          <w:p w:rsidR="007C480B" w:rsidRPr="00720DE8" w:rsidRDefault="007C480B" w:rsidP="00512CFC">
            <w:pPr>
              <w:ind w:left="277"/>
              <w:jc w:val="center"/>
            </w:pPr>
            <w:r w:rsidRPr="00720DE8">
              <w:t>к Закону Ульяновской области</w:t>
            </w:r>
          </w:p>
          <w:p w:rsidR="007C480B" w:rsidRPr="00720DE8" w:rsidRDefault="007C480B" w:rsidP="00512CFC">
            <w:pPr>
              <w:ind w:left="277"/>
              <w:jc w:val="center"/>
            </w:pPr>
            <w:r w:rsidRPr="00720DE8">
              <w:t>«О бюджете Территориального фонда обязательного медицинского</w:t>
            </w:r>
          </w:p>
          <w:p w:rsidR="007C480B" w:rsidRPr="00720DE8" w:rsidRDefault="007C480B" w:rsidP="00512CFC">
            <w:pPr>
              <w:ind w:left="277"/>
              <w:jc w:val="center"/>
            </w:pPr>
            <w:r w:rsidRPr="00720DE8">
              <w:t xml:space="preserve">страхования Ульяновской области </w:t>
            </w:r>
            <w:r w:rsidRPr="00720DE8">
              <w:br/>
              <w:t xml:space="preserve">на 2019 год и на плановый период </w:t>
            </w:r>
            <w:r w:rsidRPr="00720DE8">
              <w:br/>
              <w:t>2020 и 2021 годов»</w:t>
            </w:r>
          </w:p>
          <w:p w:rsidR="007C480B" w:rsidRPr="00720DE8" w:rsidRDefault="007C480B" w:rsidP="00512CFC">
            <w:pPr>
              <w:ind w:left="277"/>
              <w:jc w:val="center"/>
            </w:pPr>
          </w:p>
        </w:tc>
      </w:tr>
    </w:tbl>
    <w:p w:rsidR="007C480B" w:rsidRDefault="007C480B" w:rsidP="00065C74">
      <w:pPr>
        <w:jc w:val="center"/>
        <w:rPr>
          <w:b/>
          <w:bCs/>
        </w:rPr>
      </w:pPr>
    </w:p>
    <w:p w:rsidR="007C480B" w:rsidRDefault="007C480B" w:rsidP="00065C74">
      <w:pPr>
        <w:jc w:val="center"/>
        <w:rPr>
          <w:b/>
          <w:bCs/>
        </w:rPr>
      </w:pPr>
    </w:p>
    <w:p w:rsidR="007C480B" w:rsidRDefault="007C480B" w:rsidP="00065C74">
      <w:pPr>
        <w:jc w:val="center"/>
        <w:rPr>
          <w:b/>
          <w:bCs/>
        </w:rPr>
      </w:pPr>
    </w:p>
    <w:p w:rsidR="007C480B" w:rsidRDefault="007C480B" w:rsidP="00065C74">
      <w:pPr>
        <w:jc w:val="center"/>
        <w:rPr>
          <w:b/>
          <w:bCs/>
        </w:rPr>
      </w:pPr>
    </w:p>
    <w:p w:rsidR="007C480B" w:rsidRPr="00720DE8" w:rsidRDefault="007C480B" w:rsidP="00065C74">
      <w:pPr>
        <w:jc w:val="center"/>
        <w:rPr>
          <w:b/>
          <w:bCs/>
        </w:rPr>
      </w:pPr>
      <w:r w:rsidRPr="00720DE8">
        <w:rPr>
          <w:b/>
          <w:bCs/>
        </w:rPr>
        <w:t>РАСХОДЫ</w:t>
      </w:r>
    </w:p>
    <w:p w:rsidR="007C480B" w:rsidRPr="00720DE8" w:rsidRDefault="007C480B" w:rsidP="00065C74">
      <w:pPr>
        <w:jc w:val="center"/>
        <w:rPr>
          <w:b/>
          <w:bCs/>
        </w:rPr>
      </w:pPr>
      <w:r w:rsidRPr="00720DE8">
        <w:rPr>
          <w:b/>
          <w:bCs/>
        </w:rPr>
        <w:t xml:space="preserve">бюджета Территориального фонда обязательного медицинского </w:t>
      </w:r>
      <w:r w:rsidRPr="00720DE8">
        <w:rPr>
          <w:b/>
          <w:bCs/>
        </w:rPr>
        <w:br/>
        <w:t xml:space="preserve">страхования Ульяновской области на 2019 год по разделам, подразделам, </w:t>
      </w:r>
    </w:p>
    <w:p w:rsidR="007C480B" w:rsidRPr="00720DE8" w:rsidRDefault="007C480B" w:rsidP="00065C74">
      <w:pPr>
        <w:jc w:val="center"/>
        <w:rPr>
          <w:b/>
          <w:bCs/>
        </w:rPr>
      </w:pPr>
      <w:r w:rsidRPr="00720DE8">
        <w:rPr>
          <w:b/>
          <w:bCs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7C480B" w:rsidRPr="00720DE8" w:rsidRDefault="007C480B" w:rsidP="00065C74">
      <w:pPr>
        <w:ind w:left="7080" w:firstLine="708"/>
      </w:pPr>
    </w:p>
    <w:p w:rsidR="007C480B" w:rsidRPr="00692914" w:rsidRDefault="007C480B" w:rsidP="00065C74">
      <w:pPr>
        <w:ind w:left="7080" w:firstLine="708"/>
        <w:rPr>
          <w:sz w:val="40"/>
          <w:szCs w:val="40"/>
        </w:rPr>
      </w:pPr>
    </w:p>
    <w:p w:rsidR="007C480B" w:rsidRPr="00720DE8" w:rsidRDefault="007C480B" w:rsidP="00065C74">
      <w:pPr>
        <w:ind w:left="7080" w:firstLine="708"/>
      </w:pPr>
    </w:p>
    <w:p w:rsidR="007C480B" w:rsidRPr="00720DE8" w:rsidRDefault="007C480B" w:rsidP="00065C74">
      <w:pPr>
        <w:ind w:left="7080" w:firstLine="708"/>
      </w:pPr>
      <w:r>
        <w:t xml:space="preserve">     </w:t>
      </w:r>
      <w:r w:rsidRPr="00720DE8">
        <w:t xml:space="preserve"> тыс. рублей</w:t>
      </w:r>
    </w:p>
    <w:p w:rsidR="007C480B" w:rsidRPr="00720DE8" w:rsidRDefault="007C480B" w:rsidP="00065C74">
      <w:pPr>
        <w:widowControl w:val="0"/>
        <w:spacing w:line="14" w:lineRule="auto"/>
        <w:rPr>
          <w:sz w:val="2"/>
          <w:szCs w:val="2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996"/>
        <w:gridCol w:w="709"/>
        <w:gridCol w:w="851"/>
        <w:gridCol w:w="1846"/>
        <w:gridCol w:w="707"/>
        <w:gridCol w:w="1695"/>
      </w:tblGrid>
      <w:tr w:rsidR="007C480B" w:rsidRPr="00720DE8">
        <w:trPr>
          <w:tblHeader/>
        </w:trPr>
        <w:tc>
          <w:tcPr>
            <w:tcW w:w="1572" w:type="pct"/>
          </w:tcPr>
          <w:p w:rsidR="007C480B" w:rsidRPr="00720DE8" w:rsidRDefault="007C480B" w:rsidP="00512CFC">
            <w:pPr>
              <w:widowControl w:val="0"/>
              <w:spacing w:line="252" w:lineRule="auto"/>
              <w:jc w:val="center"/>
            </w:pPr>
            <w:r w:rsidRPr="00720DE8">
              <w:t>Наименование</w:t>
            </w: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расходов</w:t>
            </w:r>
          </w:p>
        </w:tc>
        <w:tc>
          <w:tcPr>
            <w:tcW w:w="502" w:type="pct"/>
            <w:vAlign w:val="center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Мин</w:t>
            </w:r>
          </w:p>
        </w:tc>
        <w:tc>
          <w:tcPr>
            <w:tcW w:w="357" w:type="pct"/>
            <w:vAlign w:val="center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Рз</w:t>
            </w:r>
          </w:p>
        </w:tc>
        <w:tc>
          <w:tcPr>
            <w:tcW w:w="429" w:type="pct"/>
            <w:vAlign w:val="center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ПР</w:t>
            </w:r>
          </w:p>
        </w:tc>
        <w:tc>
          <w:tcPr>
            <w:tcW w:w="930" w:type="pct"/>
            <w:vAlign w:val="center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ЦС</w:t>
            </w:r>
          </w:p>
        </w:tc>
        <w:tc>
          <w:tcPr>
            <w:tcW w:w="356" w:type="pct"/>
            <w:vAlign w:val="center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ВР</w:t>
            </w:r>
          </w:p>
        </w:tc>
        <w:tc>
          <w:tcPr>
            <w:tcW w:w="855" w:type="pct"/>
            <w:vAlign w:val="center"/>
          </w:tcPr>
          <w:p w:rsidR="007C480B" w:rsidRPr="00720DE8" w:rsidRDefault="007C480B" w:rsidP="005B113C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</w:pPr>
            <w:r w:rsidRPr="00720DE8">
              <w:t>Сумма</w:t>
            </w:r>
          </w:p>
        </w:tc>
      </w:tr>
    </w:tbl>
    <w:p w:rsidR="007C480B" w:rsidRPr="00720DE8" w:rsidRDefault="007C480B" w:rsidP="00065C74">
      <w:pPr>
        <w:spacing w:line="14" w:lineRule="auto"/>
        <w:rPr>
          <w:sz w:val="2"/>
          <w:szCs w:val="2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996"/>
        <w:gridCol w:w="709"/>
        <w:gridCol w:w="839"/>
        <w:gridCol w:w="1852"/>
        <w:gridCol w:w="701"/>
        <w:gridCol w:w="1707"/>
      </w:tblGrid>
      <w:tr w:rsidR="007C480B" w:rsidRPr="00720DE8">
        <w:trPr>
          <w:tblHeader/>
        </w:trPr>
        <w:tc>
          <w:tcPr>
            <w:tcW w:w="1572" w:type="pct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1</w:t>
            </w:r>
          </w:p>
        </w:tc>
        <w:tc>
          <w:tcPr>
            <w:tcW w:w="502" w:type="pct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2</w:t>
            </w:r>
          </w:p>
        </w:tc>
        <w:tc>
          <w:tcPr>
            <w:tcW w:w="357" w:type="pct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3</w:t>
            </w:r>
          </w:p>
        </w:tc>
        <w:tc>
          <w:tcPr>
            <w:tcW w:w="423" w:type="pct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4</w:t>
            </w:r>
          </w:p>
        </w:tc>
        <w:tc>
          <w:tcPr>
            <w:tcW w:w="933" w:type="pct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5</w:t>
            </w:r>
          </w:p>
        </w:tc>
        <w:tc>
          <w:tcPr>
            <w:tcW w:w="353" w:type="pct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6</w:t>
            </w:r>
          </w:p>
        </w:tc>
        <w:tc>
          <w:tcPr>
            <w:tcW w:w="861" w:type="pct"/>
          </w:tcPr>
          <w:p w:rsidR="007C480B" w:rsidRPr="00720DE8" w:rsidRDefault="007C480B" w:rsidP="00512CFC">
            <w:pPr>
              <w:widowControl w:val="0"/>
              <w:tabs>
                <w:tab w:val="center" w:pos="661"/>
                <w:tab w:val="left" w:pos="1269"/>
              </w:tabs>
              <w:jc w:val="center"/>
            </w:pPr>
            <w:r w:rsidRPr="00720DE8">
              <w:t>7</w:t>
            </w:r>
          </w:p>
        </w:tc>
      </w:tr>
      <w:tr w:rsidR="007C480B" w:rsidRPr="00160D58">
        <w:tc>
          <w:tcPr>
            <w:tcW w:w="1572" w:type="pct"/>
            <w:tcBorders>
              <w:left w:val="nil"/>
              <w:bottom w:val="nil"/>
              <w:right w:val="nil"/>
            </w:tcBorders>
          </w:tcPr>
          <w:p w:rsidR="007C480B" w:rsidRPr="00720DE8" w:rsidRDefault="007C480B" w:rsidP="00692914">
            <w:pPr>
              <w:widowControl w:val="0"/>
              <w:spacing w:line="250" w:lineRule="auto"/>
              <w:ind w:firstLine="34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>Территориальный фонд обязательного медицинского страхования Ульяновской области</w:t>
            </w:r>
          </w:p>
        </w:tc>
        <w:tc>
          <w:tcPr>
            <w:tcW w:w="502" w:type="pct"/>
            <w:tcBorders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357" w:type="pct"/>
            <w:tcBorders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</w:p>
        </w:tc>
        <w:tc>
          <w:tcPr>
            <w:tcW w:w="423" w:type="pct"/>
            <w:tcBorders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</w:p>
        </w:tc>
        <w:tc>
          <w:tcPr>
            <w:tcW w:w="933" w:type="pct"/>
            <w:tcBorders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</w:p>
        </w:tc>
        <w:tc>
          <w:tcPr>
            <w:tcW w:w="353" w:type="pct"/>
            <w:tcBorders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</w:p>
        </w:tc>
        <w:tc>
          <w:tcPr>
            <w:tcW w:w="861" w:type="pct"/>
            <w:tcBorders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692914">
            <w:pPr>
              <w:widowControl w:val="0"/>
              <w:spacing w:line="250" w:lineRule="auto"/>
              <w:ind w:left="-34" w:right="-108"/>
              <w:jc w:val="center"/>
              <w:rPr>
                <w:b/>
                <w:bCs/>
              </w:rPr>
            </w:pPr>
            <w:r w:rsidRPr="00160D58">
              <w:rPr>
                <w:b/>
                <w:bCs/>
              </w:rPr>
              <w:t>15096409,5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692914">
            <w:pPr>
              <w:widowControl w:val="0"/>
              <w:spacing w:line="250" w:lineRule="auto"/>
              <w:ind w:firstLine="34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 xml:space="preserve">Общегосударственные вопросы 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74807,1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692914">
            <w:pPr>
              <w:widowControl w:val="0"/>
              <w:spacing w:line="250" w:lineRule="auto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  <w:highlight w:val="green"/>
              </w:rPr>
            </w:pPr>
            <w:r w:rsidRPr="00720DE8">
              <w:rPr>
                <w:b/>
                <w:bCs/>
              </w:rPr>
              <w:t>74807,1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692914">
            <w:pPr>
              <w:widowControl w:val="0"/>
              <w:spacing w:line="250" w:lineRule="auto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>Непрограммные нап-равления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ind w:right="-108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  <w:highlight w:val="red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692914">
            <w:pPr>
              <w:widowControl w:val="0"/>
              <w:spacing w:line="250" w:lineRule="auto"/>
              <w:jc w:val="center"/>
              <w:rPr>
                <w:b/>
                <w:bCs/>
                <w:highlight w:val="green"/>
              </w:rPr>
            </w:pPr>
            <w:r w:rsidRPr="00720DE8">
              <w:rPr>
                <w:b/>
                <w:bCs/>
              </w:rPr>
              <w:t>74807,1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spacing w:line="245" w:lineRule="auto"/>
              <w:jc w:val="both"/>
              <w:outlineLvl w:val="1"/>
            </w:pPr>
            <w:r w:rsidRPr="00720DE8">
              <w:t>Выполнение функций аппаратом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  <w:r w:rsidRPr="00720DE8">
              <w:t>73 2 00 00000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45" w:lineRule="auto"/>
              <w:jc w:val="center"/>
            </w:pPr>
            <w:r w:rsidRPr="00720DE8">
              <w:t>74807,1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spacing w:line="235" w:lineRule="auto"/>
              <w:jc w:val="both"/>
              <w:outlineLvl w:val="1"/>
            </w:pPr>
            <w:r w:rsidRPr="00720DE8"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B113C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  <w:r w:rsidRPr="00720DE8">
              <w:t>73 2 00 50930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B113C">
            <w:pPr>
              <w:widowControl w:val="0"/>
              <w:spacing w:line="235" w:lineRule="auto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5" w:lineRule="auto"/>
              <w:jc w:val="center"/>
            </w:pPr>
            <w:r w:rsidRPr="00720DE8">
              <w:t>74807,1</w:t>
            </w:r>
          </w:p>
        </w:tc>
      </w:tr>
      <w:tr w:rsidR="007C480B" w:rsidRPr="00720DE8">
        <w:trPr>
          <w:trHeight w:val="393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480B" w:rsidRPr="00720DE8" w:rsidRDefault="007C480B" w:rsidP="00512CFC">
            <w:pPr>
              <w:widowControl w:val="0"/>
              <w:spacing w:line="233" w:lineRule="auto"/>
              <w:jc w:val="both"/>
              <w:outlineLvl w:val="1"/>
            </w:pPr>
            <w:r w:rsidRPr="00720DE8"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Pr="009E7507">
              <w:rPr>
                <w:spacing w:val="-4"/>
              </w:rPr>
              <w:t>Федерации (выполнение функций аппаратом органа управления Территориального фонда обязательного медицинского страхования Ульяновской области)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9E7507" w:rsidRDefault="007C480B" w:rsidP="00512CFC">
            <w:pPr>
              <w:widowControl w:val="0"/>
              <w:spacing w:line="233" w:lineRule="auto"/>
              <w:jc w:val="center"/>
              <w:rPr>
                <w:sz w:val="24"/>
                <w:szCs w:val="24"/>
              </w:rPr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9E7507" w:rsidRDefault="007C480B" w:rsidP="00512CFC">
            <w:pPr>
              <w:widowControl w:val="0"/>
              <w:spacing w:line="233" w:lineRule="auto"/>
              <w:jc w:val="center"/>
              <w:rPr>
                <w:sz w:val="24"/>
                <w:szCs w:val="24"/>
              </w:rPr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9E7507" w:rsidRDefault="007C480B" w:rsidP="00512CFC">
            <w:pPr>
              <w:widowControl w:val="0"/>
              <w:spacing w:line="233" w:lineRule="auto"/>
              <w:jc w:val="center"/>
              <w:rPr>
                <w:sz w:val="24"/>
                <w:szCs w:val="24"/>
              </w:rPr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74807,1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480B" w:rsidRPr="00720DE8" w:rsidRDefault="007C480B" w:rsidP="00512CFC">
            <w:pPr>
              <w:widowControl w:val="0"/>
              <w:spacing w:line="233" w:lineRule="auto"/>
              <w:jc w:val="both"/>
              <w:outlineLvl w:val="1"/>
            </w:pPr>
            <w:r w:rsidRPr="00720DE8">
              <w:t>Расходы на выплаты персоналу в целях обеспечения выполнения функций государственными (</w:t>
            </w:r>
            <w:r w:rsidRPr="009E7507">
              <w:rPr>
                <w:spacing w:val="-4"/>
              </w:rPr>
              <w:t>муниципальными) органами, казёнными учреждениями, органами управ-</w:t>
            </w:r>
            <w:r w:rsidRPr="00720DE8">
              <w:t>ления государственными внебюджетными фондами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100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50748,7</w:t>
            </w:r>
          </w:p>
        </w:tc>
      </w:tr>
      <w:tr w:rsidR="007C480B" w:rsidRPr="00720DE8">
        <w:trPr>
          <w:trHeight w:val="364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spacing w:line="233" w:lineRule="auto"/>
              <w:jc w:val="both"/>
              <w:rPr>
                <w:spacing w:val="-4"/>
              </w:rPr>
            </w:pPr>
            <w:r w:rsidRPr="00720DE8">
              <w:rPr>
                <w:spacing w:val="-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200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22805,7</w:t>
            </w:r>
          </w:p>
        </w:tc>
      </w:tr>
      <w:tr w:rsidR="007C480B" w:rsidRPr="00720DE8">
        <w:trPr>
          <w:trHeight w:val="89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spacing w:line="233" w:lineRule="auto"/>
              <w:jc w:val="both"/>
            </w:pPr>
            <w:r w:rsidRPr="00720DE8">
              <w:t>Иные бюджетные ассигнования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800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1252,7</w:t>
            </w:r>
          </w:p>
        </w:tc>
      </w:tr>
      <w:tr w:rsidR="007C480B" w:rsidRPr="00720DE8">
        <w:trPr>
          <w:trHeight w:val="364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480B" w:rsidRPr="00720DE8" w:rsidRDefault="007C480B" w:rsidP="00512CFC">
            <w:pPr>
              <w:widowControl w:val="0"/>
              <w:spacing w:line="233" w:lineRule="auto"/>
            </w:pPr>
            <w:r w:rsidRPr="00720DE8">
              <w:rPr>
                <w:b/>
                <w:bCs/>
              </w:rPr>
              <w:t>Здравоохранение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160D58">
            <w:pPr>
              <w:widowControl w:val="0"/>
              <w:spacing w:line="233" w:lineRule="auto"/>
              <w:ind w:left="-44" w:right="-108"/>
              <w:jc w:val="center"/>
              <w:rPr>
                <w:b/>
                <w:bCs/>
                <w:highlight w:val="green"/>
              </w:rPr>
            </w:pPr>
            <w:r w:rsidRPr="00160D58">
              <w:rPr>
                <w:b/>
                <w:bCs/>
              </w:rPr>
              <w:t>15021602,4</w:t>
            </w:r>
          </w:p>
        </w:tc>
      </w:tr>
      <w:tr w:rsidR="007C480B" w:rsidRPr="00720DE8">
        <w:trPr>
          <w:trHeight w:val="364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spacing w:line="233" w:lineRule="auto"/>
              <w:jc w:val="both"/>
            </w:pPr>
            <w:r w:rsidRPr="00720DE8">
              <w:t>Другие вопросы в области здравоохранения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512CFC">
            <w:pPr>
              <w:widowControl w:val="0"/>
              <w:spacing w:line="233" w:lineRule="auto"/>
              <w:ind w:left="-44" w:right="-108"/>
              <w:jc w:val="center"/>
              <w:rPr>
                <w:highlight w:val="green"/>
              </w:rPr>
            </w:pPr>
            <w:r w:rsidRPr="00160D58">
              <w:t>15021602,4</w:t>
            </w:r>
          </w:p>
        </w:tc>
      </w:tr>
      <w:tr w:rsidR="007C480B" w:rsidRPr="00720DE8">
        <w:trPr>
          <w:trHeight w:val="364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spacing w:line="233" w:lineRule="auto"/>
              <w:jc w:val="both"/>
            </w:pPr>
            <w:r w:rsidRPr="00720DE8">
              <w:t>Непрограммные на</w:t>
            </w:r>
            <w:r>
              <w:t>-</w:t>
            </w:r>
            <w:r w:rsidRPr="00720DE8">
              <w:t>правления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</w:pPr>
            <w:r w:rsidRPr="00720DE8"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3" w:lineRule="auto"/>
              <w:jc w:val="center"/>
              <w:rPr>
                <w:b/>
                <w:bCs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065C7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</w:pPr>
            <w:r w:rsidRPr="00160D58">
              <w:t>15021602,4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spacing w:line="235" w:lineRule="auto"/>
              <w:jc w:val="both"/>
              <w:rPr>
                <w:b/>
                <w:bCs/>
              </w:rPr>
            </w:pPr>
            <w:r w:rsidRPr="00720DE8">
              <w:t>Реализация государст-венных функций в области социальной политики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720DE8">
              <w:t>73 1 00 00000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6C2C59">
            <w:pPr>
              <w:widowControl w:val="0"/>
              <w:spacing w:line="235" w:lineRule="auto"/>
              <w:ind w:left="-186" w:right="-108"/>
              <w:jc w:val="center"/>
              <w:rPr>
                <w:highlight w:val="green"/>
              </w:rPr>
            </w:pPr>
            <w:r w:rsidRPr="00160D58">
              <w:t>15021602,4</w:t>
            </w:r>
          </w:p>
        </w:tc>
      </w:tr>
      <w:tr w:rsidR="007C480B" w:rsidRPr="003E677A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spacing w:line="230" w:lineRule="auto"/>
              <w:jc w:val="both"/>
            </w:pPr>
            <w:r w:rsidRPr="00720DE8"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73 1 00 50930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065C74">
            <w:pPr>
              <w:widowControl w:val="0"/>
              <w:spacing w:line="230" w:lineRule="auto"/>
              <w:jc w:val="center"/>
            </w:pPr>
          </w:p>
          <w:p w:rsidR="007C480B" w:rsidRPr="00160D58" w:rsidRDefault="007C480B" w:rsidP="00065C74">
            <w:pPr>
              <w:widowControl w:val="0"/>
              <w:spacing w:line="230" w:lineRule="auto"/>
              <w:jc w:val="center"/>
            </w:pPr>
          </w:p>
          <w:p w:rsidR="007C480B" w:rsidRPr="00160D58" w:rsidRDefault="007C480B" w:rsidP="00065C74">
            <w:pPr>
              <w:widowControl w:val="0"/>
              <w:spacing w:line="230" w:lineRule="auto"/>
              <w:jc w:val="center"/>
            </w:pPr>
          </w:p>
          <w:p w:rsidR="007C480B" w:rsidRPr="00160D58" w:rsidRDefault="007C480B" w:rsidP="00065C74">
            <w:pPr>
              <w:widowControl w:val="0"/>
              <w:spacing w:line="230" w:lineRule="auto"/>
              <w:jc w:val="center"/>
            </w:pPr>
          </w:p>
          <w:p w:rsidR="007C480B" w:rsidRPr="00160D58" w:rsidRDefault="007C480B" w:rsidP="006C2C59">
            <w:pPr>
              <w:widowControl w:val="0"/>
              <w:spacing w:line="230" w:lineRule="auto"/>
              <w:ind w:right="-108"/>
              <w:jc w:val="center"/>
              <w:rPr>
                <w:highlight w:val="green"/>
              </w:rPr>
            </w:pPr>
            <w:r>
              <w:t>1</w:t>
            </w:r>
            <w:r w:rsidRPr="00160D58">
              <w:t>4602520,9</w:t>
            </w:r>
          </w:p>
        </w:tc>
      </w:tr>
      <w:tr w:rsidR="007C480B" w:rsidRPr="00160D5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</w:pPr>
            <w:r w:rsidRPr="00720DE8"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реализации территориальной программы обязательного медицинского страхования)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</w:pPr>
            <w:r w:rsidRPr="00720DE8"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C480B" w:rsidRPr="00160D58" w:rsidRDefault="007C480B" w:rsidP="006C2C59">
            <w:pPr>
              <w:widowControl w:val="0"/>
              <w:spacing w:line="230" w:lineRule="auto"/>
              <w:ind w:left="35"/>
              <w:jc w:val="center"/>
              <w:rPr>
                <w:highlight w:val="green"/>
              </w:rPr>
            </w:pPr>
            <w:r w:rsidRPr="00160D58">
              <w:t>14515329,3</w:t>
            </w:r>
          </w:p>
        </w:tc>
      </w:tr>
      <w:tr w:rsidR="007C480B" w:rsidRPr="00160D5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065C74">
            <w:pPr>
              <w:widowControl w:val="0"/>
              <w:spacing w:line="230" w:lineRule="auto"/>
              <w:jc w:val="center"/>
              <w:rPr>
                <w:highlight w:val="green"/>
              </w:rPr>
            </w:pPr>
          </w:p>
          <w:p w:rsidR="007C480B" w:rsidRPr="00160D58" w:rsidRDefault="007C480B" w:rsidP="00065C74">
            <w:pPr>
              <w:widowControl w:val="0"/>
              <w:spacing w:line="230" w:lineRule="auto"/>
              <w:jc w:val="center"/>
              <w:rPr>
                <w:highlight w:val="green"/>
              </w:rPr>
            </w:pPr>
          </w:p>
          <w:p w:rsidR="007C480B" w:rsidRPr="00160D58" w:rsidRDefault="007C480B" w:rsidP="00065C74">
            <w:pPr>
              <w:widowControl w:val="0"/>
              <w:spacing w:line="230" w:lineRule="auto"/>
              <w:jc w:val="center"/>
              <w:rPr>
                <w:highlight w:val="green"/>
              </w:rPr>
            </w:pPr>
          </w:p>
          <w:p w:rsidR="007C480B" w:rsidRPr="00160D58" w:rsidRDefault="007C480B" w:rsidP="006C2C59">
            <w:pPr>
              <w:widowControl w:val="0"/>
              <w:spacing w:line="230" w:lineRule="auto"/>
              <w:jc w:val="center"/>
              <w:rPr>
                <w:highlight w:val="green"/>
              </w:rPr>
            </w:pPr>
            <w:r w:rsidRPr="00160D58">
              <w:t>13763821,7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9E7507" w:rsidRDefault="007C480B" w:rsidP="00512CFC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pacing w:val="-4"/>
              </w:rPr>
            </w:pPr>
            <w:r w:rsidRPr="009E7507">
              <w:rPr>
                <w:spacing w:val="-4"/>
              </w:rPr>
              <w:t>Межбюджетные тран</w:t>
            </w:r>
            <w:r>
              <w:rPr>
                <w:spacing w:val="-4"/>
              </w:rPr>
              <w:t>-</w:t>
            </w:r>
            <w:r w:rsidRPr="009E7507">
              <w:rPr>
                <w:spacing w:val="-4"/>
              </w:rPr>
              <w:t>сферты бюджетам территориальных фондов обязательного медицинского страхования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580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9E6D12">
            <w:pPr>
              <w:widowControl w:val="0"/>
              <w:spacing w:line="230" w:lineRule="auto"/>
              <w:jc w:val="center"/>
            </w:pPr>
            <w:r w:rsidRPr="00160D58">
              <w:t>751507,6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spacing w:line="230" w:lineRule="auto"/>
              <w:jc w:val="both"/>
            </w:pPr>
            <w:r w:rsidRPr="00720DE8"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  <w:r w:rsidRPr="00720DE8">
              <w:rPr>
                <w:sz w:val="27"/>
                <w:szCs w:val="27"/>
              </w:rPr>
              <w:t xml:space="preserve"> (софинансирование расходов медицинских организаций на оплату труда врачей и среднего медицинского персонала)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B113C">
            <w:pPr>
              <w:widowControl w:val="0"/>
              <w:spacing w:line="230" w:lineRule="auto"/>
            </w:pPr>
          </w:p>
          <w:p w:rsidR="007C480B" w:rsidRPr="00720DE8" w:rsidRDefault="007C480B" w:rsidP="005B113C">
            <w:pPr>
              <w:widowControl w:val="0"/>
              <w:spacing w:line="230" w:lineRule="auto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>
              <w:t>3</w:t>
            </w:r>
            <w:r w:rsidRPr="00720DE8">
              <w:t>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73 1 00 50932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Default="007C480B" w:rsidP="00512CFC">
            <w:pPr>
              <w:widowControl w:val="0"/>
              <w:spacing w:line="230" w:lineRule="auto"/>
              <w:jc w:val="center"/>
            </w:pPr>
          </w:p>
          <w:p w:rsidR="007C480B" w:rsidRPr="00720DE8" w:rsidRDefault="007C480B" w:rsidP="00512CFC">
            <w:pPr>
              <w:widowControl w:val="0"/>
              <w:spacing w:line="230" w:lineRule="auto"/>
              <w:jc w:val="center"/>
            </w:pPr>
            <w:r w:rsidRPr="00720DE8">
              <w:t>87191,6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73 1 00 50932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87191,6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jc w:val="both"/>
            </w:pPr>
            <w:r w:rsidRPr="00720DE8">
              <w:t>Платежи на финансовое обеспечение реализации территориальной программы обязательного медицинского страхования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73 1 00 73020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45000,0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73 1 00 73020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45000,0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jc w:val="both"/>
            </w:pPr>
            <w:r w:rsidRPr="00720DE8">
              <w:t xml:space="preserve">Финансовое обеспечение организации обязательного медицинского страхования за счёт иных источников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981549" w:rsidRDefault="007C480B" w:rsidP="00512CFC">
            <w:pPr>
              <w:widowControl w:val="0"/>
              <w:jc w:val="center"/>
            </w:pPr>
            <w:r w:rsidRPr="00981549"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981549" w:rsidRDefault="007C480B" w:rsidP="00512CFC">
            <w:pPr>
              <w:widowControl w:val="0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981549" w:rsidRDefault="007C480B" w:rsidP="00512CFC">
            <w:pPr>
              <w:widowControl w:val="0"/>
              <w:jc w:val="center"/>
            </w:pPr>
            <w:r w:rsidRPr="00981549">
              <w:t>108082,9</w:t>
            </w:r>
          </w:p>
        </w:tc>
      </w:tr>
      <w:tr w:rsidR="007C480B" w:rsidRPr="00720DE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981549" w:rsidRDefault="007C480B" w:rsidP="00512CFC">
            <w:pPr>
              <w:widowControl w:val="0"/>
              <w:jc w:val="center"/>
            </w:pPr>
            <w:r w:rsidRPr="00981549"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981549" w:rsidRDefault="007C480B" w:rsidP="00512CFC">
            <w:pPr>
              <w:widowControl w:val="0"/>
              <w:jc w:val="center"/>
            </w:pPr>
            <w:r w:rsidRPr="00981549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981549" w:rsidRDefault="007C480B" w:rsidP="006C2C59">
            <w:pPr>
              <w:widowControl w:val="0"/>
              <w:jc w:val="center"/>
            </w:pPr>
            <w:r w:rsidRPr="00981549">
              <w:t>108082,9</w:t>
            </w:r>
          </w:p>
        </w:tc>
      </w:tr>
      <w:tr w:rsidR="007C480B" w:rsidRPr="00160D5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spacing w:line="238" w:lineRule="auto"/>
              <w:jc w:val="both"/>
            </w:pPr>
            <w:r w:rsidRPr="00720DE8"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по-вышения квалификации, а также по приобретению и проведению ремонта медицинского оборудования 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bCs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9E6D12">
            <w:pPr>
              <w:widowControl w:val="0"/>
              <w:jc w:val="center"/>
            </w:pPr>
            <w:r w:rsidRPr="00160D58">
              <w:t>73697,4</w:t>
            </w:r>
          </w:p>
        </w:tc>
      </w:tr>
      <w:tr w:rsidR="007C480B" w:rsidRPr="00160D5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512CFC">
            <w:pPr>
              <w:widowControl w:val="0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</w:p>
          <w:p w:rsidR="007C480B" w:rsidRPr="00720DE8" w:rsidRDefault="007C480B" w:rsidP="00512CFC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512CFC">
            <w:pPr>
              <w:widowControl w:val="0"/>
              <w:jc w:val="center"/>
            </w:pPr>
          </w:p>
          <w:p w:rsidR="007C480B" w:rsidRPr="00160D58" w:rsidRDefault="007C480B" w:rsidP="009E6D12">
            <w:pPr>
              <w:widowControl w:val="0"/>
              <w:jc w:val="center"/>
            </w:pPr>
            <w:r w:rsidRPr="00160D58">
              <w:t>73697,4</w:t>
            </w:r>
          </w:p>
        </w:tc>
      </w:tr>
      <w:tr w:rsidR="007C480B" w:rsidRPr="00160D5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071490" w:rsidRDefault="007C480B" w:rsidP="00751B2F">
            <w:pPr>
              <w:autoSpaceDE w:val="0"/>
              <w:autoSpaceDN w:val="0"/>
              <w:adjustRightInd w:val="0"/>
              <w:jc w:val="both"/>
            </w:pPr>
            <w:r>
              <w:t>Оплата медицинской помощи, оказанной медицинскими организациями Ульяновской области лицам, застрахованным на территории других субъектов Российской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  <w:r>
              <w:t>73 1 00 9003</w:t>
            </w:r>
            <w:r w:rsidRPr="00720DE8"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751B2F">
            <w:pPr>
              <w:widowControl w:val="0"/>
              <w:jc w:val="center"/>
            </w:pPr>
          </w:p>
          <w:p w:rsidR="007C480B" w:rsidRPr="00160D58" w:rsidRDefault="007C480B" w:rsidP="00751B2F">
            <w:pPr>
              <w:widowControl w:val="0"/>
              <w:jc w:val="center"/>
            </w:pPr>
          </w:p>
          <w:p w:rsidR="007C480B" w:rsidRPr="00160D58" w:rsidRDefault="007C480B" w:rsidP="00751B2F">
            <w:pPr>
              <w:widowControl w:val="0"/>
              <w:jc w:val="center"/>
            </w:pPr>
          </w:p>
          <w:p w:rsidR="007C480B" w:rsidRPr="00160D58" w:rsidRDefault="007C480B" w:rsidP="00751B2F">
            <w:pPr>
              <w:widowControl w:val="0"/>
              <w:jc w:val="center"/>
            </w:pPr>
          </w:p>
          <w:p w:rsidR="007C480B" w:rsidRPr="00160D58" w:rsidRDefault="007C480B" w:rsidP="00751B2F">
            <w:pPr>
              <w:widowControl w:val="0"/>
              <w:jc w:val="center"/>
            </w:pPr>
            <w:r w:rsidRPr="00160D58">
              <w:t>192301,2</w:t>
            </w:r>
          </w:p>
        </w:tc>
      </w:tr>
      <w:tr w:rsidR="007C480B" w:rsidRPr="00160D5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751B2F">
            <w:pPr>
              <w:widowControl w:val="0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  <w:r>
              <w:t>73 1 00 9003</w:t>
            </w:r>
            <w:r w:rsidRPr="00720DE8"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</w:p>
          <w:p w:rsidR="007C480B" w:rsidRPr="00720DE8" w:rsidRDefault="007C480B" w:rsidP="00751B2F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751B2F">
            <w:pPr>
              <w:widowControl w:val="0"/>
              <w:jc w:val="center"/>
            </w:pPr>
          </w:p>
          <w:p w:rsidR="007C480B" w:rsidRPr="00160D58" w:rsidRDefault="007C480B" w:rsidP="00751B2F">
            <w:pPr>
              <w:widowControl w:val="0"/>
              <w:jc w:val="center"/>
            </w:pPr>
          </w:p>
          <w:p w:rsidR="007C480B" w:rsidRPr="00160D58" w:rsidRDefault="007C480B" w:rsidP="00751B2F">
            <w:pPr>
              <w:widowControl w:val="0"/>
              <w:jc w:val="center"/>
            </w:pPr>
          </w:p>
          <w:p w:rsidR="007C480B" w:rsidRPr="00160D58" w:rsidRDefault="007C480B" w:rsidP="00751B2F">
            <w:pPr>
              <w:widowControl w:val="0"/>
              <w:jc w:val="center"/>
            </w:pPr>
            <w:r w:rsidRPr="00160D58">
              <w:t>192301,2</w:t>
            </w:r>
          </w:p>
        </w:tc>
      </w:tr>
      <w:tr w:rsidR="007C480B" w:rsidRPr="00160D58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C480B" w:rsidRPr="00720DE8" w:rsidRDefault="007C480B" w:rsidP="00751B2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720DE8">
              <w:rPr>
                <w:b/>
                <w:bCs/>
              </w:rPr>
              <w:t xml:space="preserve">Итого расходов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720DE8" w:rsidRDefault="007C480B" w:rsidP="00751B2F">
            <w:pPr>
              <w:jc w:val="center"/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0B" w:rsidRPr="00160D58" w:rsidRDefault="007C480B" w:rsidP="00751B2F">
            <w:pPr>
              <w:widowControl w:val="0"/>
              <w:ind w:left="-186" w:right="-108"/>
              <w:jc w:val="center"/>
            </w:pPr>
            <w:r w:rsidRPr="00160D58">
              <w:rPr>
                <w:b/>
                <w:bCs/>
              </w:rPr>
              <w:t>15096409,5</w:t>
            </w:r>
            <w:r w:rsidRPr="00160D58">
              <w:t>»;</w:t>
            </w:r>
          </w:p>
        </w:tc>
      </w:tr>
    </w:tbl>
    <w:p w:rsidR="007C480B" w:rsidRPr="00B00B93" w:rsidRDefault="007C480B" w:rsidP="00751B2F">
      <w:pPr>
        <w:autoSpaceDE w:val="0"/>
        <w:autoSpaceDN w:val="0"/>
        <w:adjustRightInd w:val="0"/>
        <w:spacing w:line="365" w:lineRule="auto"/>
        <w:ind w:firstLine="709"/>
        <w:jc w:val="both"/>
      </w:pPr>
      <w:r w:rsidRPr="00512CFC">
        <w:t>4</w:t>
      </w:r>
      <w:r w:rsidRPr="00B00B93">
        <w:t>) в приложении 4</w:t>
      </w:r>
      <w:r>
        <w:t>:</w:t>
      </w:r>
    </w:p>
    <w:p w:rsidR="007C480B" w:rsidRPr="00B00B93" w:rsidRDefault="007C480B" w:rsidP="00751B2F">
      <w:pPr>
        <w:autoSpaceDE w:val="0"/>
        <w:autoSpaceDN w:val="0"/>
        <w:adjustRightInd w:val="0"/>
        <w:spacing w:line="365" w:lineRule="auto"/>
        <w:ind w:firstLine="709"/>
        <w:jc w:val="both"/>
      </w:pPr>
      <w:r w:rsidRPr="00B00B93">
        <w:t>а) в строке «Финансовое обеспечение организации обязательного медицинского страхования за сч</w:t>
      </w:r>
      <w:r>
        <w:t>ё</w:t>
      </w:r>
      <w:r w:rsidRPr="00B00B93">
        <w:t xml:space="preserve">т иных источников» (Мин 395 Рз 09 ПР 09 ЦС 73 1 00 90010) цифры </w:t>
      </w:r>
      <w:r>
        <w:t>«</w:t>
      </w:r>
      <w:r w:rsidRPr="00B00B93">
        <w:t>323341,3</w:t>
      </w:r>
      <w:r>
        <w:t>»</w:t>
      </w:r>
      <w:r w:rsidRPr="00B00B93">
        <w:t xml:space="preserve"> заменить цифрами </w:t>
      </w:r>
      <w:r>
        <w:t>«116425,2», цифры «349266,7» заменить цифрами «128694,1»</w:t>
      </w:r>
      <w:r w:rsidRPr="00B00B93">
        <w:t>;</w:t>
      </w:r>
    </w:p>
    <w:p w:rsidR="007C480B" w:rsidRDefault="007C480B" w:rsidP="00751B2F">
      <w:pPr>
        <w:autoSpaceDE w:val="0"/>
        <w:autoSpaceDN w:val="0"/>
        <w:adjustRightInd w:val="0"/>
        <w:spacing w:line="365" w:lineRule="auto"/>
        <w:ind w:firstLine="709"/>
        <w:jc w:val="both"/>
      </w:pPr>
      <w:r>
        <w:t>б) в строке «Социальные выплаты гражданам, кроме публичных нормативных социальных выплат»</w:t>
      </w:r>
      <w:r w:rsidRPr="00B00B93">
        <w:t xml:space="preserve"> (Мин 395 Рз 09 ПР 09 ЦС 73 1 00 90010</w:t>
      </w:r>
      <w:r>
        <w:t xml:space="preserve"> ВР 320</w:t>
      </w:r>
      <w:r w:rsidRPr="00B00B93">
        <w:t xml:space="preserve">) цифры </w:t>
      </w:r>
      <w:r>
        <w:t>«</w:t>
      </w:r>
      <w:r w:rsidRPr="00B00B93">
        <w:t>323341,3</w:t>
      </w:r>
      <w:r>
        <w:t>»</w:t>
      </w:r>
      <w:r w:rsidRPr="00B00B93">
        <w:t xml:space="preserve"> заменить цифрами </w:t>
      </w:r>
      <w:r>
        <w:t>«116425,2», цифры «349266,7» заменить цифрами «128694,1»</w:t>
      </w:r>
      <w:r w:rsidRPr="00B00B93">
        <w:t>;</w:t>
      </w:r>
    </w:p>
    <w:p w:rsidR="007C480B" w:rsidRDefault="007C480B" w:rsidP="00751B2F">
      <w:pPr>
        <w:autoSpaceDE w:val="0"/>
        <w:autoSpaceDN w:val="0"/>
        <w:adjustRightInd w:val="0"/>
        <w:spacing w:line="365" w:lineRule="auto"/>
        <w:ind w:firstLine="709"/>
        <w:jc w:val="both"/>
      </w:pPr>
      <w:r>
        <w:t xml:space="preserve">в) после строки </w:t>
      </w:r>
    </w:p>
    <w:tbl>
      <w:tblPr>
        <w:tblW w:w="9639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709"/>
        <w:gridCol w:w="567"/>
        <w:gridCol w:w="567"/>
        <w:gridCol w:w="1842"/>
        <w:gridCol w:w="709"/>
        <w:gridCol w:w="1276"/>
        <w:gridCol w:w="1417"/>
      </w:tblGrid>
      <w:tr w:rsidR="007C480B" w:rsidRPr="009F31A0">
        <w:tc>
          <w:tcPr>
            <w:tcW w:w="2552" w:type="dxa"/>
          </w:tcPr>
          <w:p w:rsidR="007C480B" w:rsidRPr="009F31A0" w:rsidRDefault="007C480B" w:rsidP="00692914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«</w:t>
            </w:r>
            <w:r w:rsidRPr="009F31A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7C480B" w:rsidRPr="009F31A0" w:rsidRDefault="007C480B" w:rsidP="00692914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9F31A0">
              <w:t>395</w:t>
            </w:r>
          </w:p>
        </w:tc>
        <w:tc>
          <w:tcPr>
            <w:tcW w:w="567" w:type="dxa"/>
            <w:vAlign w:val="bottom"/>
          </w:tcPr>
          <w:p w:rsidR="007C480B" w:rsidRPr="009F31A0" w:rsidRDefault="007C480B" w:rsidP="00692914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9F31A0">
              <w:t>09</w:t>
            </w:r>
          </w:p>
        </w:tc>
        <w:tc>
          <w:tcPr>
            <w:tcW w:w="567" w:type="dxa"/>
            <w:vAlign w:val="bottom"/>
          </w:tcPr>
          <w:p w:rsidR="007C480B" w:rsidRPr="009F31A0" w:rsidRDefault="007C480B" w:rsidP="00692914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9F31A0">
              <w:t>09</w:t>
            </w:r>
          </w:p>
        </w:tc>
        <w:tc>
          <w:tcPr>
            <w:tcW w:w="1842" w:type="dxa"/>
            <w:vAlign w:val="bottom"/>
          </w:tcPr>
          <w:p w:rsidR="007C480B" w:rsidRPr="009F31A0" w:rsidRDefault="007C480B" w:rsidP="00692914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9F31A0">
              <w:t>73 1 00 90020</w:t>
            </w:r>
          </w:p>
        </w:tc>
        <w:tc>
          <w:tcPr>
            <w:tcW w:w="709" w:type="dxa"/>
            <w:vAlign w:val="bottom"/>
          </w:tcPr>
          <w:p w:rsidR="007C480B" w:rsidRPr="009F31A0" w:rsidRDefault="007C480B" w:rsidP="00692914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9F31A0">
              <w:t>320</w:t>
            </w:r>
          </w:p>
        </w:tc>
        <w:tc>
          <w:tcPr>
            <w:tcW w:w="1276" w:type="dxa"/>
            <w:vAlign w:val="bottom"/>
          </w:tcPr>
          <w:p w:rsidR="007C480B" w:rsidRPr="009F31A0" w:rsidRDefault="007C480B" w:rsidP="00692914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9F31A0">
              <w:t>53700,0</w:t>
            </w:r>
          </w:p>
        </w:tc>
        <w:tc>
          <w:tcPr>
            <w:tcW w:w="1417" w:type="dxa"/>
            <w:vAlign w:val="bottom"/>
          </w:tcPr>
          <w:p w:rsidR="007C480B" w:rsidRPr="009F31A0" w:rsidRDefault="007C480B" w:rsidP="00692914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9F31A0">
              <w:t>53700,0</w:t>
            </w:r>
            <w:r>
              <w:t>»</w:t>
            </w:r>
          </w:p>
        </w:tc>
      </w:tr>
    </w:tbl>
    <w:p w:rsidR="007C480B" w:rsidRDefault="007C480B" w:rsidP="00A07AA6">
      <w:pPr>
        <w:rPr>
          <w:b/>
          <w:bCs/>
        </w:rPr>
      </w:pPr>
      <w:r>
        <w:rPr>
          <w:b/>
          <w:bCs/>
        </w:rPr>
        <w:t xml:space="preserve">                 </w:t>
      </w:r>
    </w:p>
    <w:p w:rsidR="007C480B" w:rsidRDefault="007C480B" w:rsidP="0025538F">
      <w:pPr>
        <w:spacing w:line="360" w:lineRule="auto"/>
      </w:pPr>
      <w:r>
        <w:t>д</w:t>
      </w:r>
      <w:r w:rsidRPr="009F31A0">
        <w:t>ополнить строками</w:t>
      </w:r>
      <w:r>
        <w:t xml:space="preserve"> следующего содержания:</w:t>
      </w:r>
    </w:p>
    <w:tbl>
      <w:tblPr>
        <w:tblW w:w="9781" w:type="dxa"/>
        <w:tblInd w:w="-106" w:type="dxa"/>
        <w:tblLayout w:type="fixed"/>
        <w:tblLook w:val="01E0"/>
      </w:tblPr>
      <w:tblGrid>
        <w:gridCol w:w="2554"/>
        <w:gridCol w:w="709"/>
        <w:gridCol w:w="571"/>
        <w:gridCol w:w="569"/>
        <w:gridCol w:w="1843"/>
        <w:gridCol w:w="708"/>
        <w:gridCol w:w="1270"/>
        <w:gridCol w:w="1557"/>
      </w:tblGrid>
      <w:tr w:rsidR="007C480B" w:rsidRPr="00160D58">
        <w:tc>
          <w:tcPr>
            <w:tcW w:w="1305" w:type="pct"/>
          </w:tcPr>
          <w:p w:rsidR="007C480B" w:rsidRPr="00071490" w:rsidRDefault="007C480B" w:rsidP="00692914">
            <w:pPr>
              <w:autoSpaceDE w:val="0"/>
              <w:autoSpaceDN w:val="0"/>
              <w:adjustRightInd w:val="0"/>
              <w:jc w:val="both"/>
            </w:pPr>
            <w:r>
              <w:t>«Оплата медицинской помощи, оказанной медицинскими организациями Ульяновской области лицам, застрахованным на территории других субъектов Российской Федерации</w:t>
            </w:r>
          </w:p>
        </w:tc>
        <w:tc>
          <w:tcPr>
            <w:tcW w:w="362" w:type="pct"/>
            <w:vAlign w:val="bottom"/>
          </w:tcPr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292" w:type="pct"/>
            <w:vAlign w:val="bottom"/>
          </w:tcPr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291" w:type="pct"/>
            <w:vAlign w:val="bottom"/>
          </w:tcPr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42" w:type="pct"/>
            <w:vAlign w:val="bottom"/>
          </w:tcPr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  <w:r>
              <w:t>73 1 00 9003</w:t>
            </w:r>
            <w:r w:rsidRPr="00720DE8">
              <w:t>0</w:t>
            </w:r>
          </w:p>
        </w:tc>
        <w:tc>
          <w:tcPr>
            <w:tcW w:w="362" w:type="pct"/>
            <w:vAlign w:val="bottom"/>
          </w:tcPr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</w:tc>
        <w:tc>
          <w:tcPr>
            <w:tcW w:w="649" w:type="pct"/>
            <w:vAlign w:val="bottom"/>
          </w:tcPr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Default="007C480B" w:rsidP="00692914">
            <w:pPr>
              <w:widowControl w:val="0"/>
              <w:jc w:val="center"/>
            </w:pPr>
          </w:p>
          <w:p w:rsidR="007C480B" w:rsidRPr="00160D58" w:rsidRDefault="007C480B" w:rsidP="00692914">
            <w:pPr>
              <w:widowControl w:val="0"/>
              <w:jc w:val="center"/>
            </w:pPr>
            <w:r>
              <w:t>206916,1</w:t>
            </w:r>
          </w:p>
        </w:tc>
        <w:tc>
          <w:tcPr>
            <w:tcW w:w="796" w:type="pct"/>
          </w:tcPr>
          <w:p w:rsidR="007C480B" w:rsidRDefault="007C480B" w:rsidP="00692914">
            <w:pPr>
              <w:widowControl w:val="0"/>
            </w:pPr>
          </w:p>
          <w:p w:rsidR="007C480B" w:rsidRDefault="007C480B" w:rsidP="00692914">
            <w:pPr>
              <w:widowControl w:val="0"/>
            </w:pPr>
          </w:p>
          <w:p w:rsidR="007C480B" w:rsidRDefault="007C480B" w:rsidP="00692914">
            <w:pPr>
              <w:widowControl w:val="0"/>
            </w:pPr>
          </w:p>
          <w:p w:rsidR="007C480B" w:rsidRDefault="007C480B" w:rsidP="00692914">
            <w:pPr>
              <w:widowControl w:val="0"/>
            </w:pPr>
          </w:p>
          <w:p w:rsidR="007C480B" w:rsidRDefault="007C480B" w:rsidP="00692914">
            <w:pPr>
              <w:widowControl w:val="0"/>
            </w:pPr>
          </w:p>
          <w:p w:rsidR="007C480B" w:rsidRDefault="007C480B" w:rsidP="00692914">
            <w:pPr>
              <w:widowControl w:val="0"/>
            </w:pPr>
          </w:p>
          <w:p w:rsidR="007C480B" w:rsidRDefault="007C480B" w:rsidP="00692914">
            <w:pPr>
              <w:widowControl w:val="0"/>
            </w:pPr>
          </w:p>
          <w:p w:rsidR="007C480B" w:rsidRDefault="007C480B" w:rsidP="00692914">
            <w:pPr>
              <w:widowControl w:val="0"/>
            </w:pPr>
          </w:p>
          <w:p w:rsidR="007C480B" w:rsidRDefault="007C480B" w:rsidP="00692914">
            <w:pPr>
              <w:widowControl w:val="0"/>
            </w:pPr>
          </w:p>
          <w:p w:rsidR="007C480B" w:rsidRPr="00160D58" w:rsidRDefault="007C480B" w:rsidP="00692914">
            <w:pPr>
              <w:widowControl w:val="0"/>
            </w:pPr>
            <w:r>
              <w:t>220572,6</w:t>
            </w:r>
          </w:p>
        </w:tc>
      </w:tr>
      <w:tr w:rsidR="007C480B" w:rsidRPr="00160D58">
        <w:tc>
          <w:tcPr>
            <w:tcW w:w="1305" w:type="pct"/>
          </w:tcPr>
          <w:p w:rsidR="007C480B" w:rsidRPr="00720DE8" w:rsidRDefault="007C480B" w:rsidP="00692914">
            <w:pPr>
              <w:widowControl w:val="0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2" w:type="pct"/>
            <w:vAlign w:val="bottom"/>
          </w:tcPr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292" w:type="pct"/>
            <w:vAlign w:val="bottom"/>
          </w:tcPr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291" w:type="pct"/>
            <w:vAlign w:val="bottom"/>
          </w:tcPr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42" w:type="pct"/>
            <w:vAlign w:val="bottom"/>
          </w:tcPr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  <w:r>
              <w:t>73 1 00 9003</w:t>
            </w:r>
            <w:r w:rsidRPr="00720DE8">
              <w:t>0</w:t>
            </w:r>
          </w:p>
        </w:tc>
        <w:tc>
          <w:tcPr>
            <w:tcW w:w="362" w:type="pct"/>
            <w:vAlign w:val="bottom"/>
          </w:tcPr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</w:p>
          <w:p w:rsidR="007C480B" w:rsidRPr="00720DE8" w:rsidRDefault="007C480B" w:rsidP="00692914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649" w:type="pct"/>
            <w:vAlign w:val="bottom"/>
          </w:tcPr>
          <w:p w:rsidR="007C480B" w:rsidRPr="00160D58" w:rsidRDefault="007C480B" w:rsidP="00692914">
            <w:pPr>
              <w:widowControl w:val="0"/>
              <w:jc w:val="center"/>
            </w:pPr>
            <w:r>
              <w:t>206916,1</w:t>
            </w:r>
          </w:p>
        </w:tc>
        <w:tc>
          <w:tcPr>
            <w:tcW w:w="796" w:type="pct"/>
          </w:tcPr>
          <w:p w:rsidR="007C480B" w:rsidRDefault="007C480B" w:rsidP="00692914">
            <w:pPr>
              <w:widowControl w:val="0"/>
            </w:pPr>
          </w:p>
          <w:p w:rsidR="007C480B" w:rsidRDefault="007C480B" w:rsidP="00692914">
            <w:pPr>
              <w:widowControl w:val="0"/>
            </w:pPr>
          </w:p>
          <w:p w:rsidR="007C480B" w:rsidRDefault="007C480B" w:rsidP="00692914">
            <w:pPr>
              <w:widowControl w:val="0"/>
            </w:pPr>
          </w:p>
          <w:p w:rsidR="007C480B" w:rsidRDefault="007C480B" w:rsidP="00692914">
            <w:pPr>
              <w:widowControl w:val="0"/>
            </w:pPr>
          </w:p>
          <w:p w:rsidR="007C480B" w:rsidRPr="00160D58" w:rsidRDefault="007C480B" w:rsidP="00692914">
            <w:pPr>
              <w:widowControl w:val="0"/>
            </w:pPr>
            <w:r>
              <w:t>220572,6».</w:t>
            </w:r>
          </w:p>
        </w:tc>
      </w:tr>
    </w:tbl>
    <w:p w:rsidR="007C480B" w:rsidRDefault="007C480B" w:rsidP="00A07AA6"/>
    <w:p w:rsidR="007C480B" w:rsidRDefault="007C480B" w:rsidP="00A07AA6"/>
    <w:p w:rsidR="007C480B" w:rsidRPr="009F31A0" w:rsidRDefault="007C480B" w:rsidP="00A07AA6">
      <w:bookmarkStart w:id="0" w:name="_GoBack"/>
      <w:bookmarkEnd w:id="0"/>
    </w:p>
    <w:p w:rsidR="007C480B" w:rsidRPr="00720DE8" w:rsidRDefault="007C480B" w:rsidP="00692914">
      <w:pPr>
        <w:jc w:val="both"/>
        <w:rPr>
          <w:b/>
          <w:bCs/>
        </w:rPr>
      </w:pPr>
      <w:r w:rsidRPr="00720DE8">
        <w:rPr>
          <w:b/>
          <w:bCs/>
        </w:rPr>
        <w:t xml:space="preserve">Губернатор Ульяновской области      </w:t>
      </w:r>
      <w:r w:rsidRPr="00CD6BC1">
        <w:rPr>
          <w:b/>
          <w:bCs/>
        </w:rPr>
        <w:t xml:space="preserve">      </w:t>
      </w:r>
      <w:r>
        <w:rPr>
          <w:b/>
          <w:bCs/>
        </w:rPr>
        <w:t xml:space="preserve">         </w:t>
      </w:r>
      <w:r w:rsidRPr="00720DE8">
        <w:rPr>
          <w:b/>
          <w:bCs/>
        </w:rPr>
        <w:t xml:space="preserve">           </w:t>
      </w:r>
      <w:r>
        <w:rPr>
          <w:b/>
          <w:bCs/>
        </w:rPr>
        <w:t xml:space="preserve">       </w:t>
      </w:r>
      <w:r w:rsidRPr="00720DE8">
        <w:rPr>
          <w:b/>
          <w:bCs/>
        </w:rPr>
        <w:t xml:space="preserve">     </w:t>
      </w:r>
      <w:r>
        <w:rPr>
          <w:b/>
          <w:bCs/>
        </w:rPr>
        <w:t xml:space="preserve">   </w:t>
      </w:r>
      <w:r w:rsidRPr="00720DE8">
        <w:rPr>
          <w:b/>
          <w:bCs/>
        </w:rPr>
        <w:t xml:space="preserve">     С.И.Морозов</w:t>
      </w:r>
    </w:p>
    <w:p w:rsidR="007C480B" w:rsidRDefault="007C480B" w:rsidP="00A07AA6">
      <w:pPr>
        <w:rPr>
          <w:sz w:val="32"/>
          <w:szCs w:val="32"/>
        </w:rPr>
      </w:pPr>
    </w:p>
    <w:p w:rsidR="007C480B" w:rsidRPr="009E7507" w:rsidRDefault="007C480B" w:rsidP="00A07AA6">
      <w:pPr>
        <w:rPr>
          <w:sz w:val="32"/>
          <w:szCs w:val="32"/>
        </w:rPr>
      </w:pPr>
    </w:p>
    <w:p w:rsidR="007C480B" w:rsidRPr="00720DE8" w:rsidRDefault="007C480B" w:rsidP="00A07AA6"/>
    <w:p w:rsidR="007C480B" w:rsidRPr="00720DE8" w:rsidRDefault="007C480B" w:rsidP="00A07A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0DE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C480B" w:rsidRPr="00720DE8" w:rsidRDefault="007C480B" w:rsidP="00A07A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апреля </w:t>
      </w:r>
      <w:r w:rsidRPr="00720DE8">
        <w:rPr>
          <w:rFonts w:ascii="Times New Roman" w:hAnsi="Times New Roman" w:cs="Times New Roman"/>
          <w:sz w:val="28"/>
          <w:szCs w:val="28"/>
        </w:rPr>
        <w:t>2019 г.</w:t>
      </w:r>
    </w:p>
    <w:p w:rsidR="007C480B" w:rsidRPr="00720DE8" w:rsidRDefault="007C480B" w:rsidP="00F120C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0DE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31-</w:t>
      </w:r>
      <w:r w:rsidRPr="00720DE8">
        <w:rPr>
          <w:rFonts w:ascii="Times New Roman" w:hAnsi="Times New Roman" w:cs="Times New Roman"/>
          <w:sz w:val="28"/>
          <w:szCs w:val="28"/>
        </w:rPr>
        <w:t>ЗО</w:t>
      </w:r>
    </w:p>
    <w:sectPr w:rsidR="007C480B" w:rsidRPr="00720DE8" w:rsidSect="00071490">
      <w:headerReference w:type="default" r:id="rId7"/>
      <w:footerReference w:type="first" r:id="rId8"/>
      <w:pgSz w:w="11906" w:h="16838" w:code="9"/>
      <w:pgMar w:top="1134" w:right="567" w:bottom="1134" w:left="1701" w:header="1134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80B" w:rsidRDefault="007C480B">
      <w:r>
        <w:separator/>
      </w:r>
    </w:p>
  </w:endnote>
  <w:endnote w:type="continuationSeparator" w:id="0">
    <w:p w:rsidR="007C480B" w:rsidRDefault="007C4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80B" w:rsidRPr="00B7066A" w:rsidRDefault="007C480B" w:rsidP="00B7066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0304км1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80B" w:rsidRDefault="007C480B">
      <w:r>
        <w:separator/>
      </w:r>
    </w:p>
  </w:footnote>
  <w:footnote w:type="continuationSeparator" w:id="0">
    <w:p w:rsidR="007C480B" w:rsidRDefault="007C4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80B" w:rsidRDefault="007C480B">
    <w:pPr>
      <w:pStyle w:val="Header"/>
      <w:jc w:val="center"/>
    </w:pPr>
    <w:fldSimple w:instr="PAGE   \* MERGEFORMAT">
      <w:r>
        <w:rPr>
          <w:noProof/>
        </w:rPr>
        <w:t>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A72F7A"/>
    <w:multiLevelType w:val="hybridMultilevel"/>
    <w:tmpl w:val="E054B390"/>
    <w:lvl w:ilvl="0" w:tplc="0B0C06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1964B6"/>
    <w:multiLevelType w:val="hybridMultilevel"/>
    <w:tmpl w:val="45C2ADE6"/>
    <w:lvl w:ilvl="0" w:tplc="D2C2E1B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0AB11E3"/>
    <w:multiLevelType w:val="hybridMultilevel"/>
    <w:tmpl w:val="38929CEE"/>
    <w:lvl w:ilvl="0" w:tplc="032E3D6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CD54691"/>
    <w:multiLevelType w:val="hybridMultilevel"/>
    <w:tmpl w:val="370049DC"/>
    <w:lvl w:ilvl="0" w:tplc="F72E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5F950D2"/>
    <w:multiLevelType w:val="hybridMultilevel"/>
    <w:tmpl w:val="370049DC"/>
    <w:lvl w:ilvl="0" w:tplc="F72E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1"/>
  </w:num>
  <w:num w:numId="3">
    <w:abstractNumId w:val="19"/>
  </w:num>
  <w:num w:numId="4">
    <w:abstractNumId w:val="0"/>
  </w:num>
  <w:num w:numId="5">
    <w:abstractNumId w:val="15"/>
  </w:num>
  <w:num w:numId="6">
    <w:abstractNumId w:val="12"/>
  </w:num>
  <w:num w:numId="7">
    <w:abstractNumId w:val="11"/>
  </w:num>
  <w:num w:numId="8">
    <w:abstractNumId w:val="5"/>
  </w:num>
  <w:num w:numId="9">
    <w:abstractNumId w:val="3"/>
  </w:num>
  <w:num w:numId="10">
    <w:abstractNumId w:val="20"/>
  </w:num>
  <w:num w:numId="11">
    <w:abstractNumId w:val="23"/>
  </w:num>
  <w:num w:numId="12">
    <w:abstractNumId w:val="22"/>
  </w:num>
  <w:num w:numId="13">
    <w:abstractNumId w:val="24"/>
  </w:num>
  <w:num w:numId="14">
    <w:abstractNumId w:val="14"/>
  </w:num>
  <w:num w:numId="15">
    <w:abstractNumId w:val="16"/>
  </w:num>
  <w:num w:numId="16">
    <w:abstractNumId w:val="18"/>
  </w:num>
  <w:num w:numId="17">
    <w:abstractNumId w:val="4"/>
  </w:num>
  <w:num w:numId="18">
    <w:abstractNumId w:val="7"/>
  </w:num>
  <w:num w:numId="19">
    <w:abstractNumId w:val="2"/>
  </w:num>
  <w:num w:numId="20">
    <w:abstractNumId w:val="9"/>
  </w:num>
  <w:num w:numId="21">
    <w:abstractNumId w:val="17"/>
  </w:num>
  <w:num w:numId="22">
    <w:abstractNumId w:val="10"/>
  </w:num>
  <w:num w:numId="23">
    <w:abstractNumId w:val="6"/>
  </w:num>
  <w:num w:numId="24">
    <w:abstractNumId w:val="1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04426"/>
    <w:rsid w:val="00007F4A"/>
    <w:rsid w:val="00010314"/>
    <w:rsid w:val="000132B1"/>
    <w:rsid w:val="000140A0"/>
    <w:rsid w:val="000152DF"/>
    <w:rsid w:val="00016994"/>
    <w:rsid w:val="000178B1"/>
    <w:rsid w:val="00020713"/>
    <w:rsid w:val="00022E8B"/>
    <w:rsid w:val="00026A0A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2B2F"/>
    <w:rsid w:val="000444ED"/>
    <w:rsid w:val="00045FC6"/>
    <w:rsid w:val="0005129D"/>
    <w:rsid w:val="00052E6E"/>
    <w:rsid w:val="0005539F"/>
    <w:rsid w:val="0005624E"/>
    <w:rsid w:val="000564AA"/>
    <w:rsid w:val="000574D1"/>
    <w:rsid w:val="000633A8"/>
    <w:rsid w:val="00063688"/>
    <w:rsid w:val="000640FA"/>
    <w:rsid w:val="00065C74"/>
    <w:rsid w:val="00066595"/>
    <w:rsid w:val="00066831"/>
    <w:rsid w:val="0006700A"/>
    <w:rsid w:val="00070583"/>
    <w:rsid w:val="000709C0"/>
    <w:rsid w:val="00070BFF"/>
    <w:rsid w:val="00071490"/>
    <w:rsid w:val="000749ED"/>
    <w:rsid w:val="00081262"/>
    <w:rsid w:val="00081403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14F"/>
    <w:rsid w:val="000A0B19"/>
    <w:rsid w:val="000A4026"/>
    <w:rsid w:val="000A45F4"/>
    <w:rsid w:val="000A4731"/>
    <w:rsid w:val="000A5343"/>
    <w:rsid w:val="000B0BAA"/>
    <w:rsid w:val="000C05FE"/>
    <w:rsid w:val="000C345C"/>
    <w:rsid w:val="000C4D9F"/>
    <w:rsid w:val="000C74ED"/>
    <w:rsid w:val="000D3357"/>
    <w:rsid w:val="000D4971"/>
    <w:rsid w:val="000D62FE"/>
    <w:rsid w:val="000D6CB4"/>
    <w:rsid w:val="000E1CA2"/>
    <w:rsid w:val="000E3290"/>
    <w:rsid w:val="000E32D3"/>
    <w:rsid w:val="000E6DF1"/>
    <w:rsid w:val="000E7EB6"/>
    <w:rsid w:val="000F13A4"/>
    <w:rsid w:val="000F4610"/>
    <w:rsid w:val="000F502C"/>
    <w:rsid w:val="000F64EA"/>
    <w:rsid w:val="001026F0"/>
    <w:rsid w:val="00103A85"/>
    <w:rsid w:val="0010434E"/>
    <w:rsid w:val="00104891"/>
    <w:rsid w:val="00107EFE"/>
    <w:rsid w:val="001113A9"/>
    <w:rsid w:val="001135DB"/>
    <w:rsid w:val="001139BC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304A9"/>
    <w:rsid w:val="00131718"/>
    <w:rsid w:val="00134D23"/>
    <w:rsid w:val="00136C71"/>
    <w:rsid w:val="0014050E"/>
    <w:rsid w:val="00140551"/>
    <w:rsid w:val="00144105"/>
    <w:rsid w:val="00144469"/>
    <w:rsid w:val="00150CD2"/>
    <w:rsid w:val="0015459A"/>
    <w:rsid w:val="00157DC2"/>
    <w:rsid w:val="00160514"/>
    <w:rsid w:val="00160D58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259"/>
    <w:rsid w:val="00167827"/>
    <w:rsid w:val="00171D5E"/>
    <w:rsid w:val="00171FF2"/>
    <w:rsid w:val="00172F02"/>
    <w:rsid w:val="001806E7"/>
    <w:rsid w:val="0018077F"/>
    <w:rsid w:val="0018279E"/>
    <w:rsid w:val="00185211"/>
    <w:rsid w:val="00187273"/>
    <w:rsid w:val="00190590"/>
    <w:rsid w:val="0019124C"/>
    <w:rsid w:val="001923D5"/>
    <w:rsid w:val="0019311E"/>
    <w:rsid w:val="001934D3"/>
    <w:rsid w:val="001969D8"/>
    <w:rsid w:val="001969DD"/>
    <w:rsid w:val="001971B3"/>
    <w:rsid w:val="001A0ACB"/>
    <w:rsid w:val="001A214B"/>
    <w:rsid w:val="001A2366"/>
    <w:rsid w:val="001A678D"/>
    <w:rsid w:val="001A6F8C"/>
    <w:rsid w:val="001B053B"/>
    <w:rsid w:val="001B21E7"/>
    <w:rsid w:val="001B49B9"/>
    <w:rsid w:val="001B794B"/>
    <w:rsid w:val="001B7A0B"/>
    <w:rsid w:val="001C1AA9"/>
    <w:rsid w:val="001C2D4B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F0C9E"/>
    <w:rsid w:val="001F1508"/>
    <w:rsid w:val="001F15C5"/>
    <w:rsid w:val="001F3B57"/>
    <w:rsid w:val="001F3D88"/>
    <w:rsid w:val="001F3EC8"/>
    <w:rsid w:val="001F4819"/>
    <w:rsid w:val="001F597F"/>
    <w:rsid w:val="001F59CF"/>
    <w:rsid w:val="001F5BDD"/>
    <w:rsid w:val="001F6BC3"/>
    <w:rsid w:val="001F6D03"/>
    <w:rsid w:val="001F7A71"/>
    <w:rsid w:val="00201123"/>
    <w:rsid w:val="00202499"/>
    <w:rsid w:val="002042EB"/>
    <w:rsid w:val="00204D46"/>
    <w:rsid w:val="002054D4"/>
    <w:rsid w:val="00206216"/>
    <w:rsid w:val="00206DE4"/>
    <w:rsid w:val="00210C35"/>
    <w:rsid w:val="00212069"/>
    <w:rsid w:val="00212436"/>
    <w:rsid w:val="00214AA3"/>
    <w:rsid w:val="00216F8F"/>
    <w:rsid w:val="00217BBC"/>
    <w:rsid w:val="00220746"/>
    <w:rsid w:val="002228BF"/>
    <w:rsid w:val="002237D6"/>
    <w:rsid w:val="00226390"/>
    <w:rsid w:val="002278FB"/>
    <w:rsid w:val="0023366F"/>
    <w:rsid w:val="002353DC"/>
    <w:rsid w:val="00235EA8"/>
    <w:rsid w:val="002410A4"/>
    <w:rsid w:val="00242428"/>
    <w:rsid w:val="00245BAF"/>
    <w:rsid w:val="002463E3"/>
    <w:rsid w:val="002518C5"/>
    <w:rsid w:val="0025477B"/>
    <w:rsid w:val="0025538F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842"/>
    <w:rsid w:val="00294039"/>
    <w:rsid w:val="00297179"/>
    <w:rsid w:val="002973A1"/>
    <w:rsid w:val="002A2FD2"/>
    <w:rsid w:val="002A5611"/>
    <w:rsid w:val="002B2661"/>
    <w:rsid w:val="002B2D8A"/>
    <w:rsid w:val="002B635D"/>
    <w:rsid w:val="002B7BC1"/>
    <w:rsid w:val="002C08A7"/>
    <w:rsid w:val="002C26C1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5AFB"/>
    <w:rsid w:val="002F69C1"/>
    <w:rsid w:val="002F6AB4"/>
    <w:rsid w:val="00302031"/>
    <w:rsid w:val="0030735D"/>
    <w:rsid w:val="0030796F"/>
    <w:rsid w:val="00307E3A"/>
    <w:rsid w:val="00312207"/>
    <w:rsid w:val="00314AC9"/>
    <w:rsid w:val="0032076B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B7F"/>
    <w:rsid w:val="00342CBE"/>
    <w:rsid w:val="003463B1"/>
    <w:rsid w:val="00346B37"/>
    <w:rsid w:val="00347074"/>
    <w:rsid w:val="0034792F"/>
    <w:rsid w:val="0035256A"/>
    <w:rsid w:val="00355A4E"/>
    <w:rsid w:val="00356248"/>
    <w:rsid w:val="00356A5F"/>
    <w:rsid w:val="00357D13"/>
    <w:rsid w:val="00361D2F"/>
    <w:rsid w:val="003625A2"/>
    <w:rsid w:val="0036266F"/>
    <w:rsid w:val="00363547"/>
    <w:rsid w:val="0036504E"/>
    <w:rsid w:val="00365E71"/>
    <w:rsid w:val="00366A62"/>
    <w:rsid w:val="00374BC7"/>
    <w:rsid w:val="003755B8"/>
    <w:rsid w:val="00377141"/>
    <w:rsid w:val="00377154"/>
    <w:rsid w:val="00377579"/>
    <w:rsid w:val="00380AB3"/>
    <w:rsid w:val="00380C11"/>
    <w:rsid w:val="00382C86"/>
    <w:rsid w:val="0038419B"/>
    <w:rsid w:val="003930BB"/>
    <w:rsid w:val="003934C1"/>
    <w:rsid w:val="003943D5"/>
    <w:rsid w:val="00395C69"/>
    <w:rsid w:val="003961FC"/>
    <w:rsid w:val="00397B7E"/>
    <w:rsid w:val="003A414A"/>
    <w:rsid w:val="003B185F"/>
    <w:rsid w:val="003B2D4E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E22D2"/>
    <w:rsid w:val="003E367D"/>
    <w:rsid w:val="003E3DA8"/>
    <w:rsid w:val="003E677A"/>
    <w:rsid w:val="003E6DB5"/>
    <w:rsid w:val="003F38F5"/>
    <w:rsid w:val="003F3FEB"/>
    <w:rsid w:val="004005CF"/>
    <w:rsid w:val="004018D5"/>
    <w:rsid w:val="00401C1D"/>
    <w:rsid w:val="00402017"/>
    <w:rsid w:val="00402702"/>
    <w:rsid w:val="00411D6A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3E9D"/>
    <w:rsid w:val="00445632"/>
    <w:rsid w:val="00445FE8"/>
    <w:rsid w:val="004460E5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5324"/>
    <w:rsid w:val="00477990"/>
    <w:rsid w:val="00480087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10D0"/>
    <w:rsid w:val="004A37C5"/>
    <w:rsid w:val="004A38CC"/>
    <w:rsid w:val="004A7DF5"/>
    <w:rsid w:val="004B12F3"/>
    <w:rsid w:val="004B1770"/>
    <w:rsid w:val="004B1DDD"/>
    <w:rsid w:val="004B2013"/>
    <w:rsid w:val="004B3D9C"/>
    <w:rsid w:val="004B467D"/>
    <w:rsid w:val="004B482D"/>
    <w:rsid w:val="004B59B5"/>
    <w:rsid w:val="004B7ADF"/>
    <w:rsid w:val="004C157F"/>
    <w:rsid w:val="004C3845"/>
    <w:rsid w:val="004C5EB0"/>
    <w:rsid w:val="004D07F1"/>
    <w:rsid w:val="004D0838"/>
    <w:rsid w:val="004D1B45"/>
    <w:rsid w:val="004D2EF6"/>
    <w:rsid w:val="004D3C0C"/>
    <w:rsid w:val="004D403D"/>
    <w:rsid w:val="004D4A73"/>
    <w:rsid w:val="004E003F"/>
    <w:rsid w:val="004E0E7E"/>
    <w:rsid w:val="004E35E6"/>
    <w:rsid w:val="004E7A35"/>
    <w:rsid w:val="004F6C32"/>
    <w:rsid w:val="004F6FEE"/>
    <w:rsid w:val="004F7B75"/>
    <w:rsid w:val="005010DE"/>
    <w:rsid w:val="0050250C"/>
    <w:rsid w:val="00507FC6"/>
    <w:rsid w:val="0051281C"/>
    <w:rsid w:val="00512CFC"/>
    <w:rsid w:val="00515552"/>
    <w:rsid w:val="00516164"/>
    <w:rsid w:val="005162E3"/>
    <w:rsid w:val="005163D2"/>
    <w:rsid w:val="00522737"/>
    <w:rsid w:val="0052469E"/>
    <w:rsid w:val="0052490B"/>
    <w:rsid w:val="0053391F"/>
    <w:rsid w:val="00537AB8"/>
    <w:rsid w:val="00540105"/>
    <w:rsid w:val="005426DC"/>
    <w:rsid w:val="00543E14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0D62"/>
    <w:rsid w:val="00571231"/>
    <w:rsid w:val="00572DEE"/>
    <w:rsid w:val="00573312"/>
    <w:rsid w:val="005733F1"/>
    <w:rsid w:val="00576E62"/>
    <w:rsid w:val="00577FE4"/>
    <w:rsid w:val="0058022D"/>
    <w:rsid w:val="005825B8"/>
    <w:rsid w:val="00583FB8"/>
    <w:rsid w:val="00586F95"/>
    <w:rsid w:val="00590560"/>
    <w:rsid w:val="00591384"/>
    <w:rsid w:val="0059196A"/>
    <w:rsid w:val="00592E08"/>
    <w:rsid w:val="005936BE"/>
    <w:rsid w:val="00593F61"/>
    <w:rsid w:val="005A0F15"/>
    <w:rsid w:val="005A317B"/>
    <w:rsid w:val="005A3CA6"/>
    <w:rsid w:val="005A3FB7"/>
    <w:rsid w:val="005A790E"/>
    <w:rsid w:val="005B113C"/>
    <w:rsid w:val="005B15CF"/>
    <w:rsid w:val="005B5C8B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6004F2"/>
    <w:rsid w:val="00602507"/>
    <w:rsid w:val="00604E0F"/>
    <w:rsid w:val="00605F28"/>
    <w:rsid w:val="00606BEE"/>
    <w:rsid w:val="006107FA"/>
    <w:rsid w:val="00610977"/>
    <w:rsid w:val="0061242A"/>
    <w:rsid w:val="006141D1"/>
    <w:rsid w:val="00614369"/>
    <w:rsid w:val="006178EB"/>
    <w:rsid w:val="00620870"/>
    <w:rsid w:val="0062136A"/>
    <w:rsid w:val="006216EF"/>
    <w:rsid w:val="00624206"/>
    <w:rsid w:val="006250AD"/>
    <w:rsid w:val="006256D0"/>
    <w:rsid w:val="00630C9B"/>
    <w:rsid w:val="0063139F"/>
    <w:rsid w:val="00637CC3"/>
    <w:rsid w:val="00640431"/>
    <w:rsid w:val="00644C4A"/>
    <w:rsid w:val="00645C75"/>
    <w:rsid w:val="00651301"/>
    <w:rsid w:val="006552E5"/>
    <w:rsid w:val="00661D04"/>
    <w:rsid w:val="00662E7B"/>
    <w:rsid w:val="00663574"/>
    <w:rsid w:val="0066395C"/>
    <w:rsid w:val="00664BCC"/>
    <w:rsid w:val="0066536A"/>
    <w:rsid w:val="00665A68"/>
    <w:rsid w:val="0066620B"/>
    <w:rsid w:val="0067111E"/>
    <w:rsid w:val="00675DAE"/>
    <w:rsid w:val="00677919"/>
    <w:rsid w:val="00677B00"/>
    <w:rsid w:val="00682024"/>
    <w:rsid w:val="00683F4A"/>
    <w:rsid w:val="006861F2"/>
    <w:rsid w:val="00686834"/>
    <w:rsid w:val="0069015C"/>
    <w:rsid w:val="00690282"/>
    <w:rsid w:val="00692914"/>
    <w:rsid w:val="0069306F"/>
    <w:rsid w:val="006934F4"/>
    <w:rsid w:val="00694ADD"/>
    <w:rsid w:val="00695CB5"/>
    <w:rsid w:val="00696771"/>
    <w:rsid w:val="00697D20"/>
    <w:rsid w:val="00697E02"/>
    <w:rsid w:val="006A1A52"/>
    <w:rsid w:val="006A215F"/>
    <w:rsid w:val="006A3781"/>
    <w:rsid w:val="006A3DE0"/>
    <w:rsid w:val="006A4E44"/>
    <w:rsid w:val="006A528D"/>
    <w:rsid w:val="006A5F65"/>
    <w:rsid w:val="006A756E"/>
    <w:rsid w:val="006B1E20"/>
    <w:rsid w:val="006B1E2C"/>
    <w:rsid w:val="006B1F45"/>
    <w:rsid w:val="006B2AC9"/>
    <w:rsid w:val="006B4FB8"/>
    <w:rsid w:val="006B70B5"/>
    <w:rsid w:val="006B7AB4"/>
    <w:rsid w:val="006C2C59"/>
    <w:rsid w:val="006C7BB4"/>
    <w:rsid w:val="006D202D"/>
    <w:rsid w:val="006D4147"/>
    <w:rsid w:val="006D5BBC"/>
    <w:rsid w:val="006D661F"/>
    <w:rsid w:val="006D6B1D"/>
    <w:rsid w:val="006D7722"/>
    <w:rsid w:val="006E28E3"/>
    <w:rsid w:val="006E4316"/>
    <w:rsid w:val="006E5BAA"/>
    <w:rsid w:val="006E647F"/>
    <w:rsid w:val="006F0BB7"/>
    <w:rsid w:val="006F1777"/>
    <w:rsid w:val="006F22F4"/>
    <w:rsid w:val="006F2EDE"/>
    <w:rsid w:val="006F49A5"/>
    <w:rsid w:val="006F57AD"/>
    <w:rsid w:val="00700957"/>
    <w:rsid w:val="007020B7"/>
    <w:rsid w:val="0070349F"/>
    <w:rsid w:val="007038F4"/>
    <w:rsid w:val="00704108"/>
    <w:rsid w:val="00710FE7"/>
    <w:rsid w:val="0071282A"/>
    <w:rsid w:val="00713862"/>
    <w:rsid w:val="00714FB8"/>
    <w:rsid w:val="007168AC"/>
    <w:rsid w:val="00720DE8"/>
    <w:rsid w:val="00720EAA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EFA"/>
    <w:rsid w:val="00745B17"/>
    <w:rsid w:val="00746BBC"/>
    <w:rsid w:val="00751B2F"/>
    <w:rsid w:val="007557EB"/>
    <w:rsid w:val="0075686E"/>
    <w:rsid w:val="0076101C"/>
    <w:rsid w:val="00763A54"/>
    <w:rsid w:val="00765A06"/>
    <w:rsid w:val="00766382"/>
    <w:rsid w:val="0076703B"/>
    <w:rsid w:val="007672F3"/>
    <w:rsid w:val="007703D1"/>
    <w:rsid w:val="007705D1"/>
    <w:rsid w:val="00770FA0"/>
    <w:rsid w:val="00772F73"/>
    <w:rsid w:val="0077673E"/>
    <w:rsid w:val="00777C25"/>
    <w:rsid w:val="007801C3"/>
    <w:rsid w:val="007806BC"/>
    <w:rsid w:val="00782AAC"/>
    <w:rsid w:val="007834E4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3F4D"/>
    <w:rsid w:val="007A6206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480B"/>
    <w:rsid w:val="007C51BA"/>
    <w:rsid w:val="007D110A"/>
    <w:rsid w:val="007D3EB6"/>
    <w:rsid w:val="007D4834"/>
    <w:rsid w:val="007D66D3"/>
    <w:rsid w:val="007D7572"/>
    <w:rsid w:val="007D7764"/>
    <w:rsid w:val="007E03DD"/>
    <w:rsid w:val="007E0991"/>
    <w:rsid w:val="007E1235"/>
    <w:rsid w:val="007E145C"/>
    <w:rsid w:val="007E3F00"/>
    <w:rsid w:val="007E3F0B"/>
    <w:rsid w:val="007E78C3"/>
    <w:rsid w:val="007F09B5"/>
    <w:rsid w:val="007F3E7A"/>
    <w:rsid w:val="007F72EC"/>
    <w:rsid w:val="0080080D"/>
    <w:rsid w:val="00800B27"/>
    <w:rsid w:val="0080187D"/>
    <w:rsid w:val="00805E14"/>
    <w:rsid w:val="00805EC2"/>
    <w:rsid w:val="00815F96"/>
    <w:rsid w:val="008179E3"/>
    <w:rsid w:val="00823191"/>
    <w:rsid w:val="008251A0"/>
    <w:rsid w:val="00825F74"/>
    <w:rsid w:val="00826CD9"/>
    <w:rsid w:val="00826F9B"/>
    <w:rsid w:val="00834450"/>
    <w:rsid w:val="00841E1F"/>
    <w:rsid w:val="0084277D"/>
    <w:rsid w:val="00842A88"/>
    <w:rsid w:val="00844AFC"/>
    <w:rsid w:val="008477AD"/>
    <w:rsid w:val="00853C25"/>
    <w:rsid w:val="00856463"/>
    <w:rsid w:val="008568BD"/>
    <w:rsid w:val="00861E2E"/>
    <w:rsid w:val="0086542D"/>
    <w:rsid w:val="00865BDF"/>
    <w:rsid w:val="0086632A"/>
    <w:rsid w:val="0086637D"/>
    <w:rsid w:val="00867EDB"/>
    <w:rsid w:val="008704E2"/>
    <w:rsid w:val="00872602"/>
    <w:rsid w:val="00873BD2"/>
    <w:rsid w:val="00876607"/>
    <w:rsid w:val="00885039"/>
    <w:rsid w:val="008864F9"/>
    <w:rsid w:val="008924A1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1973"/>
    <w:rsid w:val="008E4157"/>
    <w:rsid w:val="008E4CBB"/>
    <w:rsid w:val="008E688A"/>
    <w:rsid w:val="008F4D8E"/>
    <w:rsid w:val="008F5D52"/>
    <w:rsid w:val="0090127F"/>
    <w:rsid w:val="009013A2"/>
    <w:rsid w:val="00902D4A"/>
    <w:rsid w:val="00904A7C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170"/>
    <w:rsid w:val="00921A67"/>
    <w:rsid w:val="00921EE5"/>
    <w:rsid w:val="00922B8D"/>
    <w:rsid w:val="009232F5"/>
    <w:rsid w:val="009241EA"/>
    <w:rsid w:val="00926176"/>
    <w:rsid w:val="00933B86"/>
    <w:rsid w:val="00947C12"/>
    <w:rsid w:val="00950171"/>
    <w:rsid w:val="00952189"/>
    <w:rsid w:val="00953073"/>
    <w:rsid w:val="0095330B"/>
    <w:rsid w:val="0095366F"/>
    <w:rsid w:val="00960AB1"/>
    <w:rsid w:val="009619D0"/>
    <w:rsid w:val="00963FEE"/>
    <w:rsid w:val="0096658F"/>
    <w:rsid w:val="00967E0C"/>
    <w:rsid w:val="009702AA"/>
    <w:rsid w:val="00970924"/>
    <w:rsid w:val="00971510"/>
    <w:rsid w:val="00971A0B"/>
    <w:rsid w:val="0097263B"/>
    <w:rsid w:val="009768B6"/>
    <w:rsid w:val="009768F3"/>
    <w:rsid w:val="009773D9"/>
    <w:rsid w:val="0097757E"/>
    <w:rsid w:val="00977C01"/>
    <w:rsid w:val="00981549"/>
    <w:rsid w:val="00982F4A"/>
    <w:rsid w:val="009831DE"/>
    <w:rsid w:val="00983B87"/>
    <w:rsid w:val="00986AF1"/>
    <w:rsid w:val="00986B5C"/>
    <w:rsid w:val="00987BAE"/>
    <w:rsid w:val="00991739"/>
    <w:rsid w:val="00992318"/>
    <w:rsid w:val="00993341"/>
    <w:rsid w:val="00994853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E263C"/>
    <w:rsid w:val="009E5225"/>
    <w:rsid w:val="009E69D4"/>
    <w:rsid w:val="009E6D12"/>
    <w:rsid w:val="009E71D4"/>
    <w:rsid w:val="009E7507"/>
    <w:rsid w:val="009F0237"/>
    <w:rsid w:val="009F13A2"/>
    <w:rsid w:val="009F14E5"/>
    <w:rsid w:val="009F1A8B"/>
    <w:rsid w:val="009F31A0"/>
    <w:rsid w:val="009F5E6E"/>
    <w:rsid w:val="009F69EE"/>
    <w:rsid w:val="009F6F8C"/>
    <w:rsid w:val="00A002E4"/>
    <w:rsid w:val="00A003E6"/>
    <w:rsid w:val="00A01074"/>
    <w:rsid w:val="00A0243D"/>
    <w:rsid w:val="00A03178"/>
    <w:rsid w:val="00A070DE"/>
    <w:rsid w:val="00A07AA6"/>
    <w:rsid w:val="00A10276"/>
    <w:rsid w:val="00A1257E"/>
    <w:rsid w:val="00A14535"/>
    <w:rsid w:val="00A204CF"/>
    <w:rsid w:val="00A20A05"/>
    <w:rsid w:val="00A227CA"/>
    <w:rsid w:val="00A22E78"/>
    <w:rsid w:val="00A25CB1"/>
    <w:rsid w:val="00A2638F"/>
    <w:rsid w:val="00A26793"/>
    <w:rsid w:val="00A27659"/>
    <w:rsid w:val="00A27D8C"/>
    <w:rsid w:val="00A316DB"/>
    <w:rsid w:val="00A34D07"/>
    <w:rsid w:val="00A42B3B"/>
    <w:rsid w:val="00A47259"/>
    <w:rsid w:val="00A504AB"/>
    <w:rsid w:val="00A52166"/>
    <w:rsid w:val="00A527EB"/>
    <w:rsid w:val="00A5546B"/>
    <w:rsid w:val="00A563F8"/>
    <w:rsid w:val="00A61B0F"/>
    <w:rsid w:val="00A62EFF"/>
    <w:rsid w:val="00A70F53"/>
    <w:rsid w:val="00A71686"/>
    <w:rsid w:val="00A73130"/>
    <w:rsid w:val="00A7469D"/>
    <w:rsid w:val="00A80094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1992"/>
    <w:rsid w:val="00AB24FF"/>
    <w:rsid w:val="00AB3CE3"/>
    <w:rsid w:val="00AB3E03"/>
    <w:rsid w:val="00AB4A6F"/>
    <w:rsid w:val="00AB5F1B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430A"/>
    <w:rsid w:val="00AD5D18"/>
    <w:rsid w:val="00AD6461"/>
    <w:rsid w:val="00AD75CC"/>
    <w:rsid w:val="00AE149A"/>
    <w:rsid w:val="00AE2593"/>
    <w:rsid w:val="00AE2962"/>
    <w:rsid w:val="00AE58AF"/>
    <w:rsid w:val="00AF0597"/>
    <w:rsid w:val="00AF0E99"/>
    <w:rsid w:val="00AF24E1"/>
    <w:rsid w:val="00AF29E8"/>
    <w:rsid w:val="00AF35A1"/>
    <w:rsid w:val="00B00B93"/>
    <w:rsid w:val="00B00EC8"/>
    <w:rsid w:val="00B01BC0"/>
    <w:rsid w:val="00B0398E"/>
    <w:rsid w:val="00B04A2F"/>
    <w:rsid w:val="00B108E7"/>
    <w:rsid w:val="00B11EAC"/>
    <w:rsid w:val="00B1328F"/>
    <w:rsid w:val="00B138DD"/>
    <w:rsid w:val="00B21850"/>
    <w:rsid w:val="00B22E22"/>
    <w:rsid w:val="00B23BFA"/>
    <w:rsid w:val="00B30C19"/>
    <w:rsid w:val="00B37CEA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436F"/>
    <w:rsid w:val="00B657F1"/>
    <w:rsid w:val="00B70403"/>
    <w:rsid w:val="00B7066A"/>
    <w:rsid w:val="00B71037"/>
    <w:rsid w:val="00B726E8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30BB"/>
    <w:rsid w:val="00BB47A3"/>
    <w:rsid w:val="00BC1EC8"/>
    <w:rsid w:val="00BC2AB6"/>
    <w:rsid w:val="00BC38C5"/>
    <w:rsid w:val="00BC7948"/>
    <w:rsid w:val="00BD1083"/>
    <w:rsid w:val="00BD1C43"/>
    <w:rsid w:val="00BD5A2E"/>
    <w:rsid w:val="00BE1050"/>
    <w:rsid w:val="00BF06E1"/>
    <w:rsid w:val="00BF405E"/>
    <w:rsid w:val="00BF5027"/>
    <w:rsid w:val="00BF557B"/>
    <w:rsid w:val="00BF567C"/>
    <w:rsid w:val="00BF5A99"/>
    <w:rsid w:val="00C034B1"/>
    <w:rsid w:val="00C13D7F"/>
    <w:rsid w:val="00C17C0F"/>
    <w:rsid w:val="00C2167A"/>
    <w:rsid w:val="00C23D76"/>
    <w:rsid w:val="00C25ECF"/>
    <w:rsid w:val="00C26576"/>
    <w:rsid w:val="00C26B81"/>
    <w:rsid w:val="00C26F88"/>
    <w:rsid w:val="00C3118F"/>
    <w:rsid w:val="00C3197C"/>
    <w:rsid w:val="00C325E5"/>
    <w:rsid w:val="00C354CF"/>
    <w:rsid w:val="00C35E22"/>
    <w:rsid w:val="00C379AE"/>
    <w:rsid w:val="00C40AB3"/>
    <w:rsid w:val="00C431FC"/>
    <w:rsid w:val="00C433C5"/>
    <w:rsid w:val="00C43BCD"/>
    <w:rsid w:val="00C449E7"/>
    <w:rsid w:val="00C46AFE"/>
    <w:rsid w:val="00C46EC1"/>
    <w:rsid w:val="00C47355"/>
    <w:rsid w:val="00C47DB8"/>
    <w:rsid w:val="00C47DF1"/>
    <w:rsid w:val="00C50003"/>
    <w:rsid w:val="00C60717"/>
    <w:rsid w:val="00C6198F"/>
    <w:rsid w:val="00C64542"/>
    <w:rsid w:val="00C71A6A"/>
    <w:rsid w:val="00C71ED6"/>
    <w:rsid w:val="00C73DB1"/>
    <w:rsid w:val="00C8039E"/>
    <w:rsid w:val="00C80ED6"/>
    <w:rsid w:val="00C8198F"/>
    <w:rsid w:val="00C8218C"/>
    <w:rsid w:val="00C82F50"/>
    <w:rsid w:val="00C83C42"/>
    <w:rsid w:val="00C85160"/>
    <w:rsid w:val="00C8542B"/>
    <w:rsid w:val="00C9543B"/>
    <w:rsid w:val="00CA1C10"/>
    <w:rsid w:val="00CA2517"/>
    <w:rsid w:val="00CA4AC1"/>
    <w:rsid w:val="00CA61FD"/>
    <w:rsid w:val="00CB2849"/>
    <w:rsid w:val="00CB2EBC"/>
    <w:rsid w:val="00CC476D"/>
    <w:rsid w:val="00CC6285"/>
    <w:rsid w:val="00CC6B84"/>
    <w:rsid w:val="00CD1ACC"/>
    <w:rsid w:val="00CD5E3E"/>
    <w:rsid w:val="00CD6BC1"/>
    <w:rsid w:val="00CD7C51"/>
    <w:rsid w:val="00CE2EA4"/>
    <w:rsid w:val="00CF1827"/>
    <w:rsid w:val="00CF3CDA"/>
    <w:rsid w:val="00CF435F"/>
    <w:rsid w:val="00D00D67"/>
    <w:rsid w:val="00D01BE4"/>
    <w:rsid w:val="00D03B0F"/>
    <w:rsid w:val="00D04865"/>
    <w:rsid w:val="00D065B5"/>
    <w:rsid w:val="00D10FD3"/>
    <w:rsid w:val="00D15EB4"/>
    <w:rsid w:val="00D17379"/>
    <w:rsid w:val="00D24648"/>
    <w:rsid w:val="00D24977"/>
    <w:rsid w:val="00D25E13"/>
    <w:rsid w:val="00D3414D"/>
    <w:rsid w:val="00D341E6"/>
    <w:rsid w:val="00D37E04"/>
    <w:rsid w:val="00D40C24"/>
    <w:rsid w:val="00D4234D"/>
    <w:rsid w:val="00D42D8C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2D5"/>
    <w:rsid w:val="00D92E1F"/>
    <w:rsid w:val="00D939AC"/>
    <w:rsid w:val="00D93F78"/>
    <w:rsid w:val="00D9449F"/>
    <w:rsid w:val="00D955F9"/>
    <w:rsid w:val="00D96F84"/>
    <w:rsid w:val="00DA1CA2"/>
    <w:rsid w:val="00DA4A7F"/>
    <w:rsid w:val="00DA6905"/>
    <w:rsid w:val="00DA6CEE"/>
    <w:rsid w:val="00DB1C29"/>
    <w:rsid w:val="00DB2FAE"/>
    <w:rsid w:val="00DB37C3"/>
    <w:rsid w:val="00DB43FF"/>
    <w:rsid w:val="00DC29BE"/>
    <w:rsid w:val="00DC4998"/>
    <w:rsid w:val="00DD1264"/>
    <w:rsid w:val="00DD2C4A"/>
    <w:rsid w:val="00DD5CAD"/>
    <w:rsid w:val="00DD7153"/>
    <w:rsid w:val="00DD7E01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2353"/>
    <w:rsid w:val="00E13952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3568"/>
    <w:rsid w:val="00E56E8F"/>
    <w:rsid w:val="00E57A53"/>
    <w:rsid w:val="00E61593"/>
    <w:rsid w:val="00E6564C"/>
    <w:rsid w:val="00E66756"/>
    <w:rsid w:val="00E66FFD"/>
    <w:rsid w:val="00E6702C"/>
    <w:rsid w:val="00E74349"/>
    <w:rsid w:val="00E772BE"/>
    <w:rsid w:val="00E77659"/>
    <w:rsid w:val="00E7785E"/>
    <w:rsid w:val="00E82730"/>
    <w:rsid w:val="00E82BF4"/>
    <w:rsid w:val="00E958F3"/>
    <w:rsid w:val="00EA0041"/>
    <w:rsid w:val="00EA23FB"/>
    <w:rsid w:val="00EA7D18"/>
    <w:rsid w:val="00EB20E5"/>
    <w:rsid w:val="00EB26B7"/>
    <w:rsid w:val="00EB3C15"/>
    <w:rsid w:val="00EB4702"/>
    <w:rsid w:val="00EB642D"/>
    <w:rsid w:val="00EC02FA"/>
    <w:rsid w:val="00EC0B5C"/>
    <w:rsid w:val="00EC0E9A"/>
    <w:rsid w:val="00EC1349"/>
    <w:rsid w:val="00EC44FB"/>
    <w:rsid w:val="00EC5253"/>
    <w:rsid w:val="00EC577A"/>
    <w:rsid w:val="00ED0808"/>
    <w:rsid w:val="00ED0B80"/>
    <w:rsid w:val="00ED3E4C"/>
    <w:rsid w:val="00ED7A04"/>
    <w:rsid w:val="00EE01A4"/>
    <w:rsid w:val="00EE1E1B"/>
    <w:rsid w:val="00EE36C5"/>
    <w:rsid w:val="00EE4440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20C9"/>
    <w:rsid w:val="00F13D7A"/>
    <w:rsid w:val="00F14363"/>
    <w:rsid w:val="00F15E46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618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343"/>
    <w:rsid w:val="00F52579"/>
    <w:rsid w:val="00F530C4"/>
    <w:rsid w:val="00F53AE1"/>
    <w:rsid w:val="00F55ADD"/>
    <w:rsid w:val="00F564A0"/>
    <w:rsid w:val="00F6288D"/>
    <w:rsid w:val="00F62E21"/>
    <w:rsid w:val="00F62F58"/>
    <w:rsid w:val="00F63B2D"/>
    <w:rsid w:val="00F63FD0"/>
    <w:rsid w:val="00F67030"/>
    <w:rsid w:val="00F721F8"/>
    <w:rsid w:val="00F74575"/>
    <w:rsid w:val="00F74915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191C"/>
    <w:rsid w:val="00FA1B49"/>
    <w:rsid w:val="00FA1D40"/>
    <w:rsid w:val="00FA49B2"/>
    <w:rsid w:val="00FA62CE"/>
    <w:rsid w:val="00FA70D4"/>
    <w:rsid w:val="00FA7E6F"/>
    <w:rsid w:val="00FB1612"/>
    <w:rsid w:val="00FB1DBD"/>
    <w:rsid w:val="00FB4089"/>
    <w:rsid w:val="00FB47CC"/>
    <w:rsid w:val="00FB4D4B"/>
    <w:rsid w:val="00FB68DC"/>
    <w:rsid w:val="00FC1338"/>
    <w:rsid w:val="00FC2566"/>
    <w:rsid w:val="00FC301D"/>
    <w:rsid w:val="00FC5A6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4B04"/>
    <w:rsid w:val="00FF7E06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8AC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717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97179"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97179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 w:cs="Garamond"/>
      <w:b/>
      <w:bCs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7179"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97179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LineNumber">
    <w:name w:val="line number"/>
    <w:basedOn w:val="DefaultParagraphFont"/>
    <w:uiPriority w:val="99"/>
    <w:semiHidden/>
    <w:rsid w:val="00770FA0"/>
  </w:style>
  <w:style w:type="character" w:styleId="Hyperlink">
    <w:name w:val="Hyperlink"/>
    <w:basedOn w:val="DefaultParagraphFont"/>
    <w:uiPriority w:val="99"/>
    <w:rsid w:val="001872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7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8</Pages>
  <Words>1237</Words>
  <Characters>7053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Пользователь</cp:lastModifiedBy>
  <cp:revision>8</cp:revision>
  <cp:lastPrinted>2019-04-22T07:39:00Z</cp:lastPrinted>
  <dcterms:created xsi:type="dcterms:W3CDTF">2019-04-03T06:10:00Z</dcterms:created>
  <dcterms:modified xsi:type="dcterms:W3CDTF">2019-04-30T06:23:00Z</dcterms:modified>
</cp:coreProperties>
</file>