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13" w:rsidRDefault="00702913" w:rsidP="00BA25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702913" w:rsidRDefault="00702913" w:rsidP="00BA25F5">
      <w:pPr>
        <w:rPr>
          <w:b/>
          <w:bCs/>
          <w:sz w:val="28"/>
          <w:szCs w:val="28"/>
        </w:rPr>
      </w:pPr>
    </w:p>
    <w:p w:rsidR="00702913" w:rsidRDefault="00702913" w:rsidP="00BA25F5">
      <w:pPr>
        <w:rPr>
          <w:b/>
          <w:bCs/>
          <w:sz w:val="28"/>
          <w:szCs w:val="28"/>
        </w:rPr>
      </w:pPr>
    </w:p>
    <w:p w:rsidR="00702913" w:rsidRDefault="00702913" w:rsidP="00BA25F5">
      <w:pPr>
        <w:rPr>
          <w:b/>
          <w:bCs/>
          <w:sz w:val="28"/>
          <w:szCs w:val="28"/>
        </w:rPr>
      </w:pPr>
    </w:p>
    <w:p w:rsidR="00702913" w:rsidRDefault="00702913" w:rsidP="00BA25F5">
      <w:pPr>
        <w:rPr>
          <w:b/>
          <w:bCs/>
          <w:sz w:val="28"/>
          <w:szCs w:val="28"/>
        </w:rPr>
      </w:pPr>
    </w:p>
    <w:p w:rsidR="00702913" w:rsidRDefault="00702913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702913" w:rsidRDefault="00702913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утверждении Программы управления государственной </w:t>
      </w:r>
    </w:p>
    <w:p w:rsidR="00702913" w:rsidRDefault="00702913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собственностью Ульяновской области на 2019 год»</w:t>
      </w:r>
    </w:p>
    <w:p w:rsidR="00702913" w:rsidRPr="00C216FD" w:rsidRDefault="00702913" w:rsidP="00BA25F5">
      <w:pPr>
        <w:jc w:val="center"/>
        <w:rPr>
          <w:b/>
          <w:bCs/>
          <w:sz w:val="28"/>
          <w:szCs w:val="28"/>
        </w:rPr>
      </w:pPr>
    </w:p>
    <w:p w:rsidR="00702913" w:rsidRDefault="00702913" w:rsidP="00BA25F5">
      <w:pPr>
        <w:suppressAutoHyphens/>
        <w:ind w:firstLine="709"/>
        <w:jc w:val="both"/>
        <w:rPr>
          <w:sz w:val="28"/>
          <w:szCs w:val="28"/>
        </w:rPr>
      </w:pPr>
    </w:p>
    <w:p w:rsidR="00702913" w:rsidRPr="0050401E" w:rsidRDefault="00702913" w:rsidP="0050401E">
      <w:pPr>
        <w:suppressAutoHyphens/>
        <w:ind w:firstLine="709"/>
        <w:jc w:val="center"/>
      </w:pPr>
      <w:r>
        <w:t>Принят Законодательным Собранием Ульяновской области 22 апреля 2019 года</w:t>
      </w:r>
    </w:p>
    <w:p w:rsidR="00702913" w:rsidRDefault="00702913" w:rsidP="00BA25F5">
      <w:pPr>
        <w:suppressAutoHyphens/>
        <w:jc w:val="both"/>
        <w:rPr>
          <w:sz w:val="28"/>
          <w:szCs w:val="28"/>
        </w:rPr>
      </w:pPr>
    </w:p>
    <w:p w:rsidR="00702913" w:rsidRDefault="00702913" w:rsidP="00BA25F5">
      <w:pPr>
        <w:suppressAutoHyphens/>
        <w:jc w:val="both"/>
        <w:rPr>
          <w:sz w:val="28"/>
          <w:szCs w:val="28"/>
        </w:rPr>
      </w:pPr>
    </w:p>
    <w:p w:rsidR="00702913" w:rsidRDefault="00702913" w:rsidP="00BA25F5">
      <w:pPr>
        <w:suppressAutoHyphens/>
        <w:jc w:val="both"/>
        <w:rPr>
          <w:sz w:val="28"/>
          <w:szCs w:val="28"/>
        </w:rPr>
      </w:pPr>
    </w:p>
    <w:p w:rsidR="00702913" w:rsidRDefault="00702913" w:rsidP="00247CD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3 к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9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21 декабря 2018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72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9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28.12.2018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97; от 29.03.2019 № 22</w:t>
      </w:r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следующие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я</w:t>
      </w:r>
      <w:r w:rsidRPr="004545BB">
        <w:rPr>
          <w:sz w:val="28"/>
          <w:szCs w:val="28"/>
        </w:rPr>
        <w:t>:</w:t>
      </w:r>
    </w:p>
    <w:p w:rsidR="00702913" w:rsidRDefault="00702913" w:rsidP="00B80FB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строки 3 и 10 исключить;</w:t>
      </w:r>
    </w:p>
    <w:p w:rsidR="00702913" w:rsidRPr="00EB2318" w:rsidRDefault="00702913" w:rsidP="00247CD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строкой 58 следующего содержания: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6"/>
        <w:gridCol w:w="566"/>
        <w:gridCol w:w="2055"/>
        <w:gridCol w:w="2552"/>
        <w:gridCol w:w="2976"/>
        <w:gridCol w:w="851"/>
        <w:gridCol w:w="567"/>
      </w:tblGrid>
      <w:tr w:rsidR="00702913" w:rsidRPr="00263B79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02913" w:rsidRPr="00263B79" w:rsidRDefault="00702913" w:rsidP="00BA25F5">
            <w:pPr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</w:tcPr>
          <w:p w:rsidR="00702913" w:rsidRPr="00263B79" w:rsidRDefault="00702913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055" w:type="dxa"/>
          </w:tcPr>
          <w:p w:rsidR="00702913" w:rsidRDefault="00702913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Ульяновская область, </w:t>
            </w:r>
          </w:p>
          <w:p w:rsidR="00702913" w:rsidRDefault="00702913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р-н Инзенский, </w:t>
            </w:r>
          </w:p>
          <w:p w:rsidR="00702913" w:rsidRDefault="00702913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Инза, </w:t>
            </w:r>
          </w:p>
          <w:p w:rsidR="00702913" w:rsidRPr="00263B79" w:rsidRDefault="00702913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Шоссейная, д. 76Б</w:t>
            </w:r>
          </w:p>
        </w:tc>
        <w:tc>
          <w:tcPr>
            <w:tcW w:w="2552" w:type="dxa"/>
          </w:tcPr>
          <w:p w:rsidR="00702913" w:rsidRPr="00263B79" w:rsidRDefault="00702913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казённое учреждение Ульяновской области «Инзенское лесничество»</w:t>
            </w:r>
          </w:p>
        </w:tc>
        <w:tc>
          <w:tcPr>
            <w:tcW w:w="2976" w:type="dxa"/>
          </w:tcPr>
          <w:p w:rsidR="00702913" w:rsidRPr="00BA25F5" w:rsidRDefault="00702913" w:rsidP="00BA25F5">
            <w:pPr>
              <w:jc w:val="both"/>
              <w:rPr>
                <w:spacing w:val="-4"/>
                <w:sz w:val="28"/>
                <w:szCs w:val="28"/>
              </w:rPr>
            </w:pPr>
            <w:r w:rsidRPr="00BA25F5">
              <w:rPr>
                <w:spacing w:val="-4"/>
                <w:sz w:val="28"/>
                <w:szCs w:val="28"/>
              </w:rPr>
              <w:t>Муниципальное казённое учреждение дополнительного образования Инзенский районный центр детского творчества</w:t>
            </w:r>
          </w:p>
        </w:tc>
        <w:tc>
          <w:tcPr>
            <w:tcW w:w="851" w:type="dxa"/>
          </w:tcPr>
          <w:p w:rsidR="00702913" w:rsidRPr="00263B79" w:rsidRDefault="00702913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228,2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702913" w:rsidRPr="00263B79" w:rsidRDefault="00702913" w:rsidP="00BA25F5">
            <w:pPr>
              <w:jc w:val="right"/>
              <w:rPr>
                <w:sz w:val="28"/>
                <w:szCs w:val="28"/>
              </w:rPr>
            </w:pPr>
          </w:p>
          <w:p w:rsidR="00702913" w:rsidRPr="00BA25F5" w:rsidRDefault="00702913" w:rsidP="00BA25F5">
            <w:pPr>
              <w:rPr>
                <w:spacing w:val="-4"/>
                <w:sz w:val="28"/>
                <w:szCs w:val="28"/>
              </w:rPr>
            </w:pPr>
            <w:r w:rsidRPr="00BA25F5">
              <w:rPr>
                <w:spacing w:val="-4"/>
                <w:sz w:val="28"/>
                <w:szCs w:val="28"/>
              </w:rPr>
              <w:t>»;</w:t>
            </w:r>
          </w:p>
        </w:tc>
      </w:tr>
    </w:tbl>
    <w:p w:rsidR="00702913" w:rsidRDefault="00702913" w:rsidP="00BA25F5">
      <w:pPr>
        <w:suppressAutoHyphens/>
        <w:ind w:firstLine="709"/>
        <w:jc w:val="both"/>
        <w:rPr>
          <w:sz w:val="28"/>
          <w:szCs w:val="28"/>
        </w:rPr>
      </w:pPr>
    </w:p>
    <w:p w:rsidR="00702913" w:rsidRDefault="00702913" w:rsidP="00BA25F5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3) в строке «Итого» цифры «27239,95» заменить цифрами «25379,05».</w:t>
      </w:r>
    </w:p>
    <w:p w:rsidR="00702913" w:rsidRPr="002728B2" w:rsidRDefault="00702913" w:rsidP="00BA25F5">
      <w:pPr>
        <w:suppressAutoHyphens/>
        <w:ind w:right="21"/>
        <w:jc w:val="both"/>
        <w:rPr>
          <w:b/>
          <w:bCs/>
          <w:sz w:val="16"/>
          <w:szCs w:val="16"/>
        </w:rPr>
      </w:pPr>
      <w:bookmarkStart w:id="0" w:name="_GoBack"/>
      <w:bookmarkEnd w:id="0"/>
    </w:p>
    <w:p w:rsidR="00702913" w:rsidRDefault="00702913" w:rsidP="00BA25F5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702913" w:rsidRDefault="00702913" w:rsidP="00BA25F5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702913" w:rsidRPr="00E41DF2" w:rsidRDefault="00702913" w:rsidP="00BA25F5">
      <w:pPr>
        <w:suppressAutoHyphens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  <w:t xml:space="preserve">  </w:t>
      </w:r>
      <w:r>
        <w:rPr>
          <w:b/>
          <w:bCs/>
          <w:sz w:val="28"/>
          <w:szCs w:val="28"/>
        </w:rPr>
        <w:t xml:space="preserve"> </w:t>
      </w:r>
      <w:r w:rsidRPr="00E41DF2">
        <w:rPr>
          <w:b/>
          <w:bCs/>
          <w:sz w:val="28"/>
          <w:szCs w:val="28"/>
        </w:rPr>
        <w:t xml:space="preserve">         С.И.Морозов</w:t>
      </w:r>
    </w:p>
    <w:p w:rsidR="00702913" w:rsidRDefault="00702913" w:rsidP="00BA25F5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02913" w:rsidRDefault="00702913" w:rsidP="00BA25F5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02913" w:rsidRDefault="00702913" w:rsidP="00BA25F5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02913" w:rsidRPr="00DD1577" w:rsidRDefault="00702913" w:rsidP="00BA25F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02913" w:rsidRPr="00DD1577" w:rsidRDefault="00702913" w:rsidP="00BA25F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апреля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02913" w:rsidRPr="000705D3" w:rsidRDefault="00702913" w:rsidP="00BA25F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№28-</w:t>
      </w:r>
      <w:r w:rsidRPr="00270756">
        <w:rPr>
          <w:rFonts w:ascii="Times New Roman" w:hAnsi="Times New Roman" w:cs="Times New Roman"/>
          <w:sz w:val="28"/>
          <w:szCs w:val="28"/>
        </w:rPr>
        <w:t>ЗО</w:t>
      </w:r>
    </w:p>
    <w:sectPr w:rsidR="00702913" w:rsidRPr="000705D3" w:rsidSect="00BA25F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913" w:rsidRDefault="00702913">
      <w:r>
        <w:separator/>
      </w:r>
    </w:p>
  </w:endnote>
  <w:endnote w:type="continuationSeparator" w:id="0">
    <w:p w:rsidR="00702913" w:rsidRDefault="00702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913" w:rsidRPr="00BA25F5" w:rsidRDefault="00702913" w:rsidP="00BA25F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0304мм2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913" w:rsidRDefault="00702913">
      <w:r>
        <w:separator/>
      </w:r>
    </w:p>
  </w:footnote>
  <w:footnote w:type="continuationSeparator" w:id="0">
    <w:p w:rsidR="00702913" w:rsidRDefault="00702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913" w:rsidRPr="006E1A46" w:rsidRDefault="00702913" w:rsidP="00A64E4F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  <w:p w:rsidR="00702913" w:rsidRDefault="007029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062EF"/>
    <w:rsid w:val="00010FE8"/>
    <w:rsid w:val="00011E36"/>
    <w:rsid w:val="00012E86"/>
    <w:rsid w:val="00020C08"/>
    <w:rsid w:val="00027636"/>
    <w:rsid w:val="0003441C"/>
    <w:rsid w:val="000600EE"/>
    <w:rsid w:val="00060456"/>
    <w:rsid w:val="0006064B"/>
    <w:rsid w:val="00066E6B"/>
    <w:rsid w:val="000705D3"/>
    <w:rsid w:val="00077C20"/>
    <w:rsid w:val="00087309"/>
    <w:rsid w:val="000A092A"/>
    <w:rsid w:val="000A267F"/>
    <w:rsid w:val="000A41C8"/>
    <w:rsid w:val="000A72A9"/>
    <w:rsid w:val="000B57B3"/>
    <w:rsid w:val="000B58B6"/>
    <w:rsid w:val="000B7400"/>
    <w:rsid w:val="000C16E0"/>
    <w:rsid w:val="000E13FB"/>
    <w:rsid w:val="000E1D08"/>
    <w:rsid w:val="000E471D"/>
    <w:rsid w:val="000E48F0"/>
    <w:rsid w:val="000E5A36"/>
    <w:rsid w:val="00103A85"/>
    <w:rsid w:val="00104CD7"/>
    <w:rsid w:val="00121DA7"/>
    <w:rsid w:val="0012502D"/>
    <w:rsid w:val="00131E21"/>
    <w:rsid w:val="001348CF"/>
    <w:rsid w:val="00145988"/>
    <w:rsid w:val="0015387A"/>
    <w:rsid w:val="0017346B"/>
    <w:rsid w:val="00175C1C"/>
    <w:rsid w:val="00186494"/>
    <w:rsid w:val="00191EC3"/>
    <w:rsid w:val="0019297A"/>
    <w:rsid w:val="00193538"/>
    <w:rsid w:val="001956E3"/>
    <w:rsid w:val="001A549F"/>
    <w:rsid w:val="001A7FB5"/>
    <w:rsid w:val="001B58C5"/>
    <w:rsid w:val="001D7B06"/>
    <w:rsid w:val="001E1489"/>
    <w:rsid w:val="001E784E"/>
    <w:rsid w:val="00234782"/>
    <w:rsid w:val="0024361D"/>
    <w:rsid w:val="00247CD3"/>
    <w:rsid w:val="00250F43"/>
    <w:rsid w:val="00263B79"/>
    <w:rsid w:val="00270756"/>
    <w:rsid w:val="002728B2"/>
    <w:rsid w:val="002A1257"/>
    <w:rsid w:val="002A2341"/>
    <w:rsid w:val="002B4F33"/>
    <w:rsid w:val="002B6009"/>
    <w:rsid w:val="002C461A"/>
    <w:rsid w:val="002D3D08"/>
    <w:rsid w:val="002E06EA"/>
    <w:rsid w:val="002E6EA7"/>
    <w:rsid w:val="002E7A85"/>
    <w:rsid w:val="002F1618"/>
    <w:rsid w:val="002F288D"/>
    <w:rsid w:val="002F4C9E"/>
    <w:rsid w:val="003001F0"/>
    <w:rsid w:val="00315EB0"/>
    <w:rsid w:val="00336BEB"/>
    <w:rsid w:val="00342DDD"/>
    <w:rsid w:val="00344CF3"/>
    <w:rsid w:val="00361FC9"/>
    <w:rsid w:val="00362951"/>
    <w:rsid w:val="00376544"/>
    <w:rsid w:val="0037670C"/>
    <w:rsid w:val="00395EA1"/>
    <w:rsid w:val="0039799B"/>
    <w:rsid w:val="003A7513"/>
    <w:rsid w:val="003B42AC"/>
    <w:rsid w:val="003B5EFB"/>
    <w:rsid w:val="003B6115"/>
    <w:rsid w:val="003B6682"/>
    <w:rsid w:val="003B6FE4"/>
    <w:rsid w:val="003C0068"/>
    <w:rsid w:val="003D15F5"/>
    <w:rsid w:val="003E17EE"/>
    <w:rsid w:val="003F7656"/>
    <w:rsid w:val="003F79F5"/>
    <w:rsid w:val="00400031"/>
    <w:rsid w:val="004056D6"/>
    <w:rsid w:val="004074BB"/>
    <w:rsid w:val="00411077"/>
    <w:rsid w:val="00430BF6"/>
    <w:rsid w:val="004367A4"/>
    <w:rsid w:val="0043719F"/>
    <w:rsid w:val="00437562"/>
    <w:rsid w:val="00445B5E"/>
    <w:rsid w:val="00445C59"/>
    <w:rsid w:val="00445FDB"/>
    <w:rsid w:val="004545BB"/>
    <w:rsid w:val="00460EED"/>
    <w:rsid w:val="00471CB4"/>
    <w:rsid w:val="00484B27"/>
    <w:rsid w:val="00484CF7"/>
    <w:rsid w:val="00487556"/>
    <w:rsid w:val="0049090E"/>
    <w:rsid w:val="004917D7"/>
    <w:rsid w:val="004961C5"/>
    <w:rsid w:val="004A77D9"/>
    <w:rsid w:val="004B0C81"/>
    <w:rsid w:val="004C480C"/>
    <w:rsid w:val="004D39F5"/>
    <w:rsid w:val="004D6D6A"/>
    <w:rsid w:val="004E13D5"/>
    <w:rsid w:val="005016A4"/>
    <w:rsid w:val="0050401E"/>
    <w:rsid w:val="00507467"/>
    <w:rsid w:val="00511A65"/>
    <w:rsid w:val="00522AA7"/>
    <w:rsid w:val="00575AA1"/>
    <w:rsid w:val="00591C90"/>
    <w:rsid w:val="00592D93"/>
    <w:rsid w:val="00597186"/>
    <w:rsid w:val="00597588"/>
    <w:rsid w:val="00597AC5"/>
    <w:rsid w:val="005A0887"/>
    <w:rsid w:val="005A1099"/>
    <w:rsid w:val="005A7DA9"/>
    <w:rsid w:val="005B30EC"/>
    <w:rsid w:val="005C53A4"/>
    <w:rsid w:val="005D79C8"/>
    <w:rsid w:val="005E7C86"/>
    <w:rsid w:val="005F0383"/>
    <w:rsid w:val="005F77B3"/>
    <w:rsid w:val="00612E47"/>
    <w:rsid w:val="00615924"/>
    <w:rsid w:val="006162BC"/>
    <w:rsid w:val="00630887"/>
    <w:rsid w:val="006504FD"/>
    <w:rsid w:val="00651E50"/>
    <w:rsid w:val="00655104"/>
    <w:rsid w:val="00684D93"/>
    <w:rsid w:val="006901D1"/>
    <w:rsid w:val="006A1762"/>
    <w:rsid w:val="006B0634"/>
    <w:rsid w:val="006B0C1C"/>
    <w:rsid w:val="006C2C92"/>
    <w:rsid w:val="006C6F6D"/>
    <w:rsid w:val="006D3746"/>
    <w:rsid w:val="006D5AFF"/>
    <w:rsid w:val="006D5C97"/>
    <w:rsid w:val="006E1A46"/>
    <w:rsid w:val="006E66EC"/>
    <w:rsid w:val="006F2543"/>
    <w:rsid w:val="00702913"/>
    <w:rsid w:val="007030A5"/>
    <w:rsid w:val="00703DC2"/>
    <w:rsid w:val="00705B79"/>
    <w:rsid w:val="007079AF"/>
    <w:rsid w:val="00717452"/>
    <w:rsid w:val="00727860"/>
    <w:rsid w:val="00731B84"/>
    <w:rsid w:val="00737907"/>
    <w:rsid w:val="007403B6"/>
    <w:rsid w:val="00747D2D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6494"/>
    <w:rsid w:val="008124FC"/>
    <w:rsid w:val="00821272"/>
    <w:rsid w:val="00821291"/>
    <w:rsid w:val="00827E40"/>
    <w:rsid w:val="008453AB"/>
    <w:rsid w:val="00852C00"/>
    <w:rsid w:val="00854905"/>
    <w:rsid w:val="0086008D"/>
    <w:rsid w:val="00862209"/>
    <w:rsid w:val="00870BB7"/>
    <w:rsid w:val="008727EA"/>
    <w:rsid w:val="00873450"/>
    <w:rsid w:val="00877E3B"/>
    <w:rsid w:val="008A1A28"/>
    <w:rsid w:val="008A2363"/>
    <w:rsid w:val="008A5626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E2E83"/>
    <w:rsid w:val="008F0CC2"/>
    <w:rsid w:val="008F252A"/>
    <w:rsid w:val="00900809"/>
    <w:rsid w:val="00920FA4"/>
    <w:rsid w:val="00930782"/>
    <w:rsid w:val="009339EE"/>
    <w:rsid w:val="00936956"/>
    <w:rsid w:val="00941FFF"/>
    <w:rsid w:val="00942265"/>
    <w:rsid w:val="00954E21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4541"/>
    <w:rsid w:val="009E42A3"/>
    <w:rsid w:val="009F51E1"/>
    <w:rsid w:val="00A062A4"/>
    <w:rsid w:val="00A225B6"/>
    <w:rsid w:val="00A55FAC"/>
    <w:rsid w:val="00A61DC5"/>
    <w:rsid w:val="00A64E4F"/>
    <w:rsid w:val="00A76FF7"/>
    <w:rsid w:val="00A804AE"/>
    <w:rsid w:val="00A91B01"/>
    <w:rsid w:val="00A92F6C"/>
    <w:rsid w:val="00AB7112"/>
    <w:rsid w:val="00AC1C56"/>
    <w:rsid w:val="00AC23ED"/>
    <w:rsid w:val="00AC3327"/>
    <w:rsid w:val="00AC640B"/>
    <w:rsid w:val="00AE24FF"/>
    <w:rsid w:val="00B15403"/>
    <w:rsid w:val="00B23F0A"/>
    <w:rsid w:val="00B40C26"/>
    <w:rsid w:val="00B62406"/>
    <w:rsid w:val="00B66857"/>
    <w:rsid w:val="00B72619"/>
    <w:rsid w:val="00B80FB3"/>
    <w:rsid w:val="00B900C9"/>
    <w:rsid w:val="00B957CE"/>
    <w:rsid w:val="00B979E2"/>
    <w:rsid w:val="00BA25F5"/>
    <w:rsid w:val="00BA3DBF"/>
    <w:rsid w:val="00BB063E"/>
    <w:rsid w:val="00BB0900"/>
    <w:rsid w:val="00BB1D95"/>
    <w:rsid w:val="00BB39DB"/>
    <w:rsid w:val="00BC7221"/>
    <w:rsid w:val="00BD1BBF"/>
    <w:rsid w:val="00BD53BF"/>
    <w:rsid w:val="00BE03B6"/>
    <w:rsid w:val="00BE5DAC"/>
    <w:rsid w:val="00C05560"/>
    <w:rsid w:val="00C216FD"/>
    <w:rsid w:val="00C22EE1"/>
    <w:rsid w:val="00C274A4"/>
    <w:rsid w:val="00C50079"/>
    <w:rsid w:val="00C616DA"/>
    <w:rsid w:val="00C64118"/>
    <w:rsid w:val="00C75EFC"/>
    <w:rsid w:val="00C90D8A"/>
    <w:rsid w:val="00C95AB3"/>
    <w:rsid w:val="00CB1554"/>
    <w:rsid w:val="00CB6E25"/>
    <w:rsid w:val="00CC4DB2"/>
    <w:rsid w:val="00CD1F53"/>
    <w:rsid w:val="00CD5CC4"/>
    <w:rsid w:val="00CD66A6"/>
    <w:rsid w:val="00CE1F9B"/>
    <w:rsid w:val="00D04334"/>
    <w:rsid w:val="00D068C1"/>
    <w:rsid w:val="00D15912"/>
    <w:rsid w:val="00D20FCD"/>
    <w:rsid w:val="00D259DE"/>
    <w:rsid w:val="00D30274"/>
    <w:rsid w:val="00D328D6"/>
    <w:rsid w:val="00D4230E"/>
    <w:rsid w:val="00D47989"/>
    <w:rsid w:val="00D5258D"/>
    <w:rsid w:val="00D617F6"/>
    <w:rsid w:val="00D623FD"/>
    <w:rsid w:val="00DA2FE0"/>
    <w:rsid w:val="00DB1093"/>
    <w:rsid w:val="00DB6E0E"/>
    <w:rsid w:val="00DD08AC"/>
    <w:rsid w:val="00DD1577"/>
    <w:rsid w:val="00DE38AF"/>
    <w:rsid w:val="00DE6182"/>
    <w:rsid w:val="00DF0334"/>
    <w:rsid w:val="00DF2F9D"/>
    <w:rsid w:val="00E03BAA"/>
    <w:rsid w:val="00E14248"/>
    <w:rsid w:val="00E15588"/>
    <w:rsid w:val="00E23804"/>
    <w:rsid w:val="00E37132"/>
    <w:rsid w:val="00E41DF2"/>
    <w:rsid w:val="00E42ADA"/>
    <w:rsid w:val="00E439A0"/>
    <w:rsid w:val="00E500E0"/>
    <w:rsid w:val="00E55200"/>
    <w:rsid w:val="00E715CC"/>
    <w:rsid w:val="00E71CFA"/>
    <w:rsid w:val="00E755A5"/>
    <w:rsid w:val="00E80FF1"/>
    <w:rsid w:val="00E85E04"/>
    <w:rsid w:val="00E85F08"/>
    <w:rsid w:val="00E93159"/>
    <w:rsid w:val="00EA1E95"/>
    <w:rsid w:val="00EA4080"/>
    <w:rsid w:val="00EA7C47"/>
    <w:rsid w:val="00EB07C6"/>
    <w:rsid w:val="00EB2318"/>
    <w:rsid w:val="00EC3A30"/>
    <w:rsid w:val="00EC45E4"/>
    <w:rsid w:val="00ED4445"/>
    <w:rsid w:val="00EE63D8"/>
    <w:rsid w:val="00EF2949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37E9"/>
    <w:rsid w:val="00F478DC"/>
    <w:rsid w:val="00F629FD"/>
    <w:rsid w:val="00F64389"/>
    <w:rsid w:val="00F66687"/>
    <w:rsid w:val="00F66D68"/>
    <w:rsid w:val="00FA1731"/>
    <w:rsid w:val="00FA4A1D"/>
    <w:rsid w:val="00FC3A6C"/>
    <w:rsid w:val="00FD1F91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171</Words>
  <Characters>976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7</cp:revision>
  <cp:lastPrinted>2019-04-22T08:02:00Z</cp:lastPrinted>
  <dcterms:created xsi:type="dcterms:W3CDTF">2019-04-03T07:25:00Z</dcterms:created>
  <dcterms:modified xsi:type="dcterms:W3CDTF">2019-04-30T06:05:00Z</dcterms:modified>
</cp:coreProperties>
</file>