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3DA" w:rsidRDefault="007173DA" w:rsidP="00815DAA">
      <w:pPr>
        <w:spacing w:after="0" w:line="230" w:lineRule="auto"/>
        <w:jc w:val="center"/>
        <w:rPr>
          <w:rFonts w:ascii="Times New Roman" w:hAnsi="Times New Roman" w:cs="Times New Roman"/>
          <w:b/>
          <w:bCs/>
          <w:sz w:val="32"/>
          <w:szCs w:val="32"/>
        </w:rPr>
      </w:pPr>
      <w:r>
        <w:rPr>
          <w:rFonts w:ascii="Times New Roman" w:hAnsi="Times New Roman" w:cs="Times New Roman"/>
          <w:b/>
          <w:bCs/>
          <w:sz w:val="32"/>
          <w:szCs w:val="32"/>
        </w:rPr>
        <w:t>ЗАКОН УЛЬЯНОВСКОЙ ОБЛАСТИ</w:t>
      </w:r>
    </w:p>
    <w:p w:rsidR="007173DA" w:rsidRDefault="007173DA" w:rsidP="00815DAA">
      <w:pPr>
        <w:spacing w:after="0" w:line="230" w:lineRule="auto"/>
        <w:jc w:val="center"/>
        <w:rPr>
          <w:rFonts w:ascii="Times New Roman" w:hAnsi="Times New Roman" w:cs="Times New Roman"/>
          <w:b/>
          <w:bCs/>
          <w:sz w:val="32"/>
          <w:szCs w:val="32"/>
        </w:rPr>
      </w:pPr>
    </w:p>
    <w:p w:rsidR="007173DA" w:rsidRDefault="007173DA" w:rsidP="00815DAA">
      <w:pPr>
        <w:spacing w:after="0" w:line="230" w:lineRule="auto"/>
        <w:jc w:val="center"/>
        <w:rPr>
          <w:rFonts w:ascii="Times New Roman" w:hAnsi="Times New Roman" w:cs="Times New Roman"/>
          <w:b/>
          <w:bCs/>
          <w:sz w:val="32"/>
          <w:szCs w:val="32"/>
        </w:rPr>
      </w:pPr>
    </w:p>
    <w:p w:rsidR="007173DA" w:rsidRPr="00BA053F" w:rsidRDefault="007173DA" w:rsidP="00815DAA">
      <w:pPr>
        <w:spacing w:after="0" w:line="230" w:lineRule="auto"/>
        <w:jc w:val="center"/>
        <w:rPr>
          <w:rFonts w:ascii="Times New Roman" w:hAnsi="Times New Roman" w:cs="Times New Roman"/>
          <w:b/>
          <w:bCs/>
        </w:rPr>
      </w:pPr>
    </w:p>
    <w:p w:rsidR="007173DA" w:rsidRDefault="007173DA" w:rsidP="00815DAA">
      <w:pPr>
        <w:autoSpaceDE w:val="0"/>
        <w:autoSpaceDN w:val="0"/>
        <w:adjustRightInd w:val="0"/>
        <w:spacing w:after="0" w:line="23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rPr>
        <w:t xml:space="preserve">О внесении изменения в статью 2 Закона Ульяновской области </w:t>
      </w:r>
      <w:r>
        <w:rPr>
          <w:rFonts w:ascii="Times New Roman" w:hAnsi="Times New Roman" w:cs="Times New Roman"/>
          <w:b/>
          <w:bCs/>
          <w:sz w:val="28"/>
          <w:szCs w:val="28"/>
          <w:lang w:eastAsia="ru-RU"/>
        </w:rPr>
        <w:t xml:space="preserve"> </w:t>
      </w:r>
    </w:p>
    <w:p w:rsidR="007173DA" w:rsidRDefault="007173DA" w:rsidP="00815DAA">
      <w:pPr>
        <w:autoSpaceDE w:val="0"/>
        <w:autoSpaceDN w:val="0"/>
        <w:adjustRightInd w:val="0"/>
        <w:spacing w:after="0" w:line="23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«О перечне должностных лиц исполнительных органов государственной власти Ульяновской области, уполномоченных составлять протоколы </w:t>
      </w:r>
    </w:p>
    <w:p w:rsidR="007173DA" w:rsidRDefault="007173DA" w:rsidP="00815DAA">
      <w:pPr>
        <w:autoSpaceDE w:val="0"/>
        <w:autoSpaceDN w:val="0"/>
        <w:adjustRightInd w:val="0"/>
        <w:spacing w:after="0" w:line="23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p>
    <w:p w:rsidR="007173DA" w:rsidRDefault="007173DA" w:rsidP="00815DAA">
      <w:pPr>
        <w:autoSpaceDE w:val="0"/>
        <w:autoSpaceDN w:val="0"/>
        <w:adjustRightInd w:val="0"/>
        <w:spacing w:after="0" w:line="23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им полномочий в области федерального государственного надзора»</w:t>
      </w:r>
    </w:p>
    <w:p w:rsidR="007173DA" w:rsidRDefault="007173DA" w:rsidP="00815DAA">
      <w:pPr>
        <w:autoSpaceDE w:val="0"/>
        <w:autoSpaceDN w:val="0"/>
        <w:adjustRightInd w:val="0"/>
        <w:spacing w:after="0" w:line="230" w:lineRule="auto"/>
        <w:ind w:firstLine="539"/>
        <w:jc w:val="both"/>
        <w:rPr>
          <w:rStyle w:val="Strong"/>
          <w:rFonts w:ascii="Times New Roman" w:hAnsi="Times New Roman" w:cs="Times New Roman"/>
          <w:b w:val="0"/>
          <w:bCs w:val="0"/>
          <w:spacing w:val="4"/>
          <w:sz w:val="28"/>
          <w:szCs w:val="28"/>
          <w:lang w:eastAsia="ru-RU"/>
        </w:rPr>
      </w:pPr>
    </w:p>
    <w:p w:rsidR="007173DA" w:rsidRPr="00336CE6" w:rsidRDefault="007173DA" w:rsidP="00336CE6">
      <w:pPr>
        <w:autoSpaceDE w:val="0"/>
        <w:autoSpaceDN w:val="0"/>
        <w:adjustRightInd w:val="0"/>
        <w:spacing w:after="0" w:line="230" w:lineRule="auto"/>
        <w:ind w:firstLine="539"/>
        <w:jc w:val="center"/>
        <w:rPr>
          <w:rStyle w:val="Strong"/>
          <w:rFonts w:ascii="Times New Roman" w:hAnsi="Times New Roman" w:cs="Times New Roman"/>
          <w:b w:val="0"/>
          <w:bCs w:val="0"/>
          <w:spacing w:val="4"/>
          <w:sz w:val="24"/>
          <w:szCs w:val="24"/>
          <w:lang w:eastAsia="ru-RU"/>
        </w:rPr>
      </w:pPr>
      <w:bookmarkStart w:id="0" w:name="_GoBack"/>
      <w:bookmarkEnd w:id="0"/>
      <w:r>
        <w:rPr>
          <w:rStyle w:val="Strong"/>
          <w:rFonts w:ascii="Times New Roman" w:hAnsi="Times New Roman" w:cs="Times New Roman"/>
          <w:b w:val="0"/>
          <w:bCs w:val="0"/>
          <w:spacing w:val="4"/>
          <w:sz w:val="24"/>
          <w:szCs w:val="24"/>
          <w:lang w:eastAsia="ru-RU"/>
        </w:rPr>
        <w:t>Принят Законодательным Собранием Ульяновской области 22 апреля 2019 года</w:t>
      </w:r>
    </w:p>
    <w:p w:rsidR="007173DA" w:rsidRPr="004F105A" w:rsidRDefault="007173DA" w:rsidP="00815DAA">
      <w:pPr>
        <w:autoSpaceDE w:val="0"/>
        <w:autoSpaceDN w:val="0"/>
        <w:adjustRightInd w:val="0"/>
        <w:spacing w:after="0" w:line="230" w:lineRule="auto"/>
        <w:ind w:firstLine="539"/>
        <w:jc w:val="both"/>
        <w:rPr>
          <w:rFonts w:ascii="Times New Roman" w:hAnsi="Times New Roman" w:cs="Times New Roman"/>
          <w:spacing w:val="4"/>
          <w:sz w:val="24"/>
          <w:szCs w:val="24"/>
        </w:rPr>
      </w:pPr>
    </w:p>
    <w:p w:rsidR="007173DA" w:rsidRPr="00815DAA" w:rsidRDefault="007173DA" w:rsidP="00815DAA">
      <w:pPr>
        <w:autoSpaceDE w:val="0"/>
        <w:autoSpaceDN w:val="0"/>
        <w:adjustRightInd w:val="0"/>
        <w:spacing w:after="0" w:line="230" w:lineRule="auto"/>
        <w:ind w:firstLine="539"/>
        <w:jc w:val="both"/>
        <w:rPr>
          <w:rFonts w:ascii="Times New Roman" w:hAnsi="Times New Roman" w:cs="Times New Roman"/>
          <w:spacing w:val="4"/>
          <w:sz w:val="24"/>
          <w:szCs w:val="24"/>
        </w:rPr>
      </w:pPr>
    </w:p>
    <w:p w:rsidR="007173DA" w:rsidRPr="00815DAA" w:rsidRDefault="007173DA" w:rsidP="00815DAA">
      <w:pPr>
        <w:autoSpaceDE w:val="0"/>
        <w:autoSpaceDN w:val="0"/>
        <w:adjustRightInd w:val="0"/>
        <w:spacing w:after="0" w:line="350" w:lineRule="auto"/>
        <w:ind w:firstLine="709"/>
        <w:jc w:val="both"/>
        <w:rPr>
          <w:rFonts w:ascii="Times New Roman" w:hAnsi="Times New Roman" w:cs="Times New Roman"/>
          <w:spacing w:val="-4"/>
          <w:sz w:val="28"/>
          <w:szCs w:val="28"/>
        </w:rPr>
      </w:pPr>
      <w:r w:rsidRPr="00815DAA">
        <w:rPr>
          <w:rFonts w:ascii="Times New Roman" w:hAnsi="Times New Roman" w:cs="Times New Roman"/>
          <w:spacing w:val="-4"/>
          <w:sz w:val="28"/>
          <w:szCs w:val="28"/>
        </w:rPr>
        <w:t xml:space="preserve">Внести в пункт 7 части 1 статьи 2 Закона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Pr>
          <w:rFonts w:ascii="Times New Roman" w:hAnsi="Times New Roman" w:cs="Times New Roman"/>
          <w:spacing w:val="-4"/>
          <w:sz w:val="28"/>
          <w:szCs w:val="28"/>
        </w:rPr>
        <w:br/>
      </w:r>
      <w:r w:rsidRPr="00815DAA">
        <w:rPr>
          <w:rFonts w:ascii="Times New Roman" w:hAnsi="Times New Roman" w:cs="Times New Roman"/>
          <w:spacing w:val="-4"/>
          <w:sz w:val="28"/>
          <w:szCs w:val="28"/>
        </w:rPr>
        <w:t xml:space="preserve">в области федерального государственного надзора» («Ульяновская правда» </w:t>
      </w:r>
      <w:r>
        <w:rPr>
          <w:rFonts w:ascii="Times New Roman" w:hAnsi="Times New Roman" w:cs="Times New Roman"/>
          <w:spacing w:val="-4"/>
          <w:sz w:val="28"/>
          <w:szCs w:val="28"/>
        </w:rPr>
        <w:br/>
      </w:r>
      <w:r w:rsidRPr="00815DAA">
        <w:rPr>
          <w:rFonts w:ascii="Times New Roman" w:hAnsi="Times New Roman" w:cs="Times New Roman"/>
          <w:spacing w:val="-4"/>
          <w:sz w:val="28"/>
          <w:szCs w:val="28"/>
        </w:rPr>
        <w:t xml:space="preserve">от 06.04.2015 № 44; от 07.09.2015 № 124; от 09.11.2015 № 156; от 14.03.2016 № 31; от 02.08.2016 № 99; от 08.11.2016 № 127; от 27.12.2016 № 140; от 07.03.2017 № 16; от 31.03.2017 № 23; от 28.04.2017 № 31; от 30.06.2017 № 47; от 28.07.2017 № 54; от 05.09.2017 № 65; от 29.09.2017 № 72; от 30.11.2017 № 89; от 29.12.2017 </w:t>
      </w:r>
      <w:r>
        <w:rPr>
          <w:rFonts w:ascii="Times New Roman" w:hAnsi="Times New Roman" w:cs="Times New Roman"/>
          <w:spacing w:val="-4"/>
          <w:sz w:val="28"/>
          <w:szCs w:val="28"/>
        </w:rPr>
        <w:br/>
      </w:r>
      <w:r w:rsidRPr="00815DAA">
        <w:rPr>
          <w:rFonts w:ascii="Times New Roman" w:hAnsi="Times New Roman" w:cs="Times New Roman"/>
          <w:spacing w:val="-4"/>
          <w:sz w:val="28"/>
          <w:szCs w:val="28"/>
        </w:rPr>
        <w:t>№ 98-99; от 30.03.2018 № 21; от 01.06.2018 № 36; от 04.09.2018 № 64</w:t>
      </w:r>
      <w:r>
        <w:rPr>
          <w:rFonts w:ascii="Times New Roman" w:hAnsi="Times New Roman" w:cs="Times New Roman"/>
          <w:spacing w:val="-4"/>
          <w:sz w:val="28"/>
          <w:szCs w:val="28"/>
        </w:rPr>
        <w:t xml:space="preserve">; </w:t>
      </w:r>
      <w:r>
        <w:rPr>
          <w:rFonts w:ascii="Times New Roman" w:hAnsi="Times New Roman" w:cs="Times New Roman"/>
          <w:spacing w:val="-4"/>
          <w:sz w:val="28"/>
          <w:szCs w:val="28"/>
        </w:rPr>
        <w:br/>
        <w:t>от 15.03.2019 № 18</w:t>
      </w:r>
      <w:r w:rsidRPr="00815DAA">
        <w:rPr>
          <w:rFonts w:ascii="Times New Roman" w:hAnsi="Times New Roman" w:cs="Times New Roman"/>
          <w:spacing w:val="-4"/>
          <w:sz w:val="28"/>
          <w:szCs w:val="28"/>
        </w:rPr>
        <w:t xml:space="preserve">) изменение, заменив в нём слова «развития конкуренции </w:t>
      </w:r>
      <w:r>
        <w:rPr>
          <w:rFonts w:ascii="Times New Roman" w:hAnsi="Times New Roman" w:cs="Times New Roman"/>
          <w:spacing w:val="-4"/>
          <w:sz w:val="28"/>
          <w:szCs w:val="28"/>
        </w:rPr>
        <w:br/>
      </w:r>
      <w:r w:rsidRPr="00815DAA">
        <w:rPr>
          <w:rFonts w:ascii="Times New Roman" w:hAnsi="Times New Roman" w:cs="Times New Roman"/>
          <w:spacing w:val="-4"/>
          <w:sz w:val="28"/>
          <w:szCs w:val="28"/>
        </w:rPr>
        <w:t xml:space="preserve">и экономики» словами «цифровой экономики и конкуренции». </w:t>
      </w:r>
    </w:p>
    <w:p w:rsidR="007173DA" w:rsidRPr="00C45FE9" w:rsidRDefault="007173DA" w:rsidP="00815DAA">
      <w:pPr>
        <w:spacing w:after="0" w:line="226" w:lineRule="auto"/>
        <w:ind w:firstLine="709"/>
        <w:jc w:val="both"/>
        <w:rPr>
          <w:rFonts w:ascii="Times New Roman" w:hAnsi="Times New Roman" w:cs="Times New Roman"/>
          <w:spacing w:val="4"/>
          <w:sz w:val="16"/>
          <w:szCs w:val="16"/>
        </w:rPr>
      </w:pPr>
    </w:p>
    <w:p w:rsidR="007173DA" w:rsidRPr="00E767A5" w:rsidRDefault="007173DA" w:rsidP="00815DAA">
      <w:pPr>
        <w:spacing w:after="0" w:line="226" w:lineRule="auto"/>
        <w:ind w:firstLine="709"/>
        <w:jc w:val="both"/>
        <w:rPr>
          <w:rFonts w:ascii="Times New Roman" w:hAnsi="Times New Roman" w:cs="Times New Roman"/>
          <w:spacing w:val="4"/>
        </w:rPr>
      </w:pPr>
    </w:p>
    <w:p w:rsidR="007173DA" w:rsidRPr="00815DAA" w:rsidRDefault="007173DA" w:rsidP="00815DAA">
      <w:pPr>
        <w:spacing w:after="0" w:line="226" w:lineRule="auto"/>
        <w:ind w:firstLine="709"/>
        <w:jc w:val="both"/>
        <w:rPr>
          <w:rFonts w:ascii="Times New Roman" w:hAnsi="Times New Roman" w:cs="Times New Roman"/>
          <w:spacing w:val="4"/>
          <w:sz w:val="24"/>
          <w:szCs w:val="24"/>
        </w:rPr>
      </w:pPr>
    </w:p>
    <w:p w:rsidR="007173DA" w:rsidRPr="007060BB" w:rsidRDefault="007173DA" w:rsidP="00815DAA">
      <w:pPr>
        <w:pStyle w:val="1"/>
        <w:spacing w:after="0" w:line="226" w:lineRule="auto"/>
        <w:ind w:left="0"/>
        <w:jc w:val="both"/>
        <w:rPr>
          <w:rFonts w:ascii="Times New Roman" w:hAnsi="Times New Roman" w:cs="Times New Roman"/>
          <w:b/>
          <w:bCs/>
          <w:spacing w:val="4"/>
          <w:sz w:val="28"/>
          <w:szCs w:val="28"/>
        </w:rPr>
      </w:pPr>
      <w:r w:rsidRPr="007060BB">
        <w:rPr>
          <w:rFonts w:ascii="Times New Roman" w:hAnsi="Times New Roman" w:cs="Times New Roman"/>
          <w:b/>
          <w:bCs/>
          <w:spacing w:val="4"/>
          <w:sz w:val="28"/>
          <w:szCs w:val="28"/>
        </w:rPr>
        <w:t>Губернатор  Ульяновской области</w:t>
      </w:r>
      <w:r>
        <w:rPr>
          <w:rFonts w:ascii="Times New Roman" w:hAnsi="Times New Roman" w:cs="Times New Roman"/>
          <w:b/>
          <w:bCs/>
          <w:spacing w:val="4"/>
          <w:sz w:val="28"/>
          <w:szCs w:val="28"/>
        </w:rPr>
        <w:t xml:space="preserve">     </w:t>
      </w:r>
      <w:r w:rsidRPr="007060BB">
        <w:rPr>
          <w:rFonts w:ascii="Times New Roman" w:hAnsi="Times New Roman" w:cs="Times New Roman"/>
          <w:b/>
          <w:bCs/>
          <w:spacing w:val="4"/>
          <w:sz w:val="28"/>
          <w:szCs w:val="28"/>
        </w:rPr>
        <w:t xml:space="preserve">             </w:t>
      </w:r>
      <w:r>
        <w:rPr>
          <w:rFonts w:ascii="Times New Roman" w:hAnsi="Times New Roman" w:cs="Times New Roman"/>
          <w:b/>
          <w:bCs/>
          <w:spacing w:val="4"/>
          <w:sz w:val="28"/>
          <w:szCs w:val="28"/>
        </w:rPr>
        <w:t xml:space="preserve"> </w:t>
      </w:r>
      <w:r w:rsidRPr="007060BB">
        <w:rPr>
          <w:rFonts w:ascii="Times New Roman" w:hAnsi="Times New Roman" w:cs="Times New Roman"/>
          <w:b/>
          <w:bCs/>
          <w:spacing w:val="4"/>
          <w:sz w:val="28"/>
          <w:szCs w:val="28"/>
        </w:rPr>
        <w:t xml:space="preserve">                           С.И.Морозов</w:t>
      </w:r>
    </w:p>
    <w:p w:rsidR="007173DA" w:rsidRDefault="007173DA" w:rsidP="00815DAA">
      <w:pPr>
        <w:pStyle w:val="ConsNormal"/>
        <w:widowControl/>
        <w:tabs>
          <w:tab w:val="left" w:pos="7560"/>
        </w:tabs>
        <w:spacing w:line="226" w:lineRule="auto"/>
        <w:ind w:right="0" w:firstLine="0"/>
        <w:jc w:val="center"/>
        <w:rPr>
          <w:rFonts w:ascii="Times New Roman" w:hAnsi="Times New Roman" w:cs="Times New Roman"/>
          <w:sz w:val="24"/>
          <w:szCs w:val="24"/>
        </w:rPr>
      </w:pPr>
    </w:p>
    <w:p w:rsidR="007173DA" w:rsidRPr="004F105A" w:rsidRDefault="007173DA" w:rsidP="00815DAA">
      <w:pPr>
        <w:pStyle w:val="ConsNormal"/>
        <w:widowControl/>
        <w:tabs>
          <w:tab w:val="left" w:pos="7560"/>
        </w:tabs>
        <w:spacing w:line="226" w:lineRule="auto"/>
        <w:ind w:right="0" w:firstLine="0"/>
        <w:jc w:val="center"/>
        <w:rPr>
          <w:rFonts w:ascii="Times New Roman" w:hAnsi="Times New Roman" w:cs="Times New Roman"/>
          <w:sz w:val="18"/>
          <w:szCs w:val="18"/>
        </w:rPr>
      </w:pPr>
    </w:p>
    <w:p w:rsidR="007173DA" w:rsidRPr="00815DAA" w:rsidRDefault="007173DA" w:rsidP="00815DAA">
      <w:pPr>
        <w:pStyle w:val="ConsNormal"/>
        <w:widowControl/>
        <w:tabs>
          <w:tab w:val="left" w:pos="7560"/>
        </w:tabs>
        <w:spacing w:line="226" w:lineRule="auto"/>
        <w:ind w:right="0" w:firstLine="0"/>
        <w:jc w:val="center"/>
        <w:rPr>
          <w:rFonts w:ascii="Times New Roman" w:hAnsi="Times New Roman" w:cs="Times New Roman"/>
          <w:sz w:val="24"/>
          <w:szCs w:val="24"/>
        </w:rPr>
      </w:pPr>
    </w:p>
    <w:p w:rsidR="007173DA" w:rsidRDefault="007173DA" w:rsidP="0089434B">
      <w:pPr>
        <w:pStyle w:val="ConsNormal"/>
        <w:widowControl/>
        <w:tabs>
          <w:tab w:val="left" w:pos="7560"/>
        </w:tabs>
        <w:spacing w:line="226" w:lineRule="auto"/>
        <w:ind w:right="0" w:firstLine="0"/>
        <w:jc w:val="center"/>
        <w:rPr>
          <w:rFonts w:ascii="Times New Roman" w:hAnsi="Times New Roman" w:cs="Times New Roman"/>
          <w:sz w:val="28"/>
          <w:szCs w:val="28"/>
        </w:rPr>
      </w:pPr>
      <w:r>
        <w:rPr>
          <w:rFonts w:ascii="Times New Roman" w:hAnsi="Times New Roman" w:cs="Times New Roman"/>
          <w:sz w:val="28"/>
          <w:szCs w:val="28"/>
        </w:rPr>
        <w:t>г. Ульяновск</w:t>
      </w:r>
    </w:p>
    <w:p w:rsidR="007173DA" w:rsidRDefault="007173DA" w:rsidP="0089434B">
      <w:pPr>
        <w:pStyle w:val="ConsNormal"/>
        <w:widowControl/>
        <w:tabs>
          <w:tab w:val="left" w:pos="7560"/>
        </w:tabs>
        <w:spacing w:line="226" w:lineRule="auto"/>
        <w:ind w:right="0" w:firstLine="0"/>
        <w:jc w:val="center"/>
        <w:rPr>
          <w:rFonts w:ascii="Times New Roman" w:hAnsi="Times New Roman" w:cs="Times New Roman"/>
          <w:sz w:val="28"/>
          <w:szCs w:val="28"/>
        </w:rPr>
      </w:pPr>
      <w:r>
        <w:rPr>
          <w:rFonts w:ascii="Times New Roman" w:hAnsi="Times New Roman" w:cs="Times New Roman"/>
          <w:sz w:val="28"/>
          <w:szCs w:val="28"/>
        </w:rPr>
        <w:t>25 апреля 2019 г.</w:t>
      </w:r>
    </w:p>
    <w:p w:rsidR="007173DA" w:rsidRPr="009B75F6" w:rsidRDefault="007173DA" w:rsidP="0089434B">
      <w:pPr>
        <w:pStyle w:val="ConsNormal"/>
        <w:widowControl/>
        <w:tabs>
          <w:tab w:val="left" w:pos="7560"/>
        </w:tabs>
        <w:spacing w:line="226" w:lineRule="auto"/>
        <w:ind w:right="0" w:firstLine="0"/>
        <w:jc w:val="center"/>
        <w:rPr>
          <w:rFonts w:ascii="Times New Roman" w:hAnsi="Times New Roman" w:cs="Times New Roman"/>
          <w:sz w:val="28"/>
          <w:szCs w:val="28"/>
        </w:rPr>
      </w:pPr>
      <w:r w:rsidRPr="009B75F6">
        <w:rPr>
          <w:rFonts w:ascii="Times New Roman" w:hAnsi="Times New Roman" w:cs="Times New Roman"/>
          <w:sz w:val="28"/>
          <w:szCs w:val="28"/>
        </w:rPr>
        <w:t xml:space="preserve">№ </w:t>
      </w:r>
      <w:r>
        <w:rPr>
          <w:rFonts w:ascii="Times New Roman" w:hAnsi="Times New Roman" w:cs="Times New Roman"/>
          <w:sz w:val="28"/>
          <w:szCs w:val="28"/>
        </w:rPr>
        <w:t>21-</w:t>
      </w:r>
      <w:r w:rsidRPr="009B75F6">
        <w:rPr>
          <w:rFonts w:ascii="Times New Roman" w:hAnsi="Times New Roman" w:cs="Times New Roman"/>
          <w:sz w:val="28"/>
          <w:szCs w:val="28"/>
        </w:rPr>
        <w:t>ЗО</w:t>
      </w:r>
    </w:p>
    <w:sectPr w:rsidR="007173DA" w:rsidRPr="009B75F6" w:rsidSect="00DC45D0">
      <w:headerReference w:type="default" r:id="rId6"/>
      <w:footerReference w:type="firs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3DA" w:rsidRDefault="007173DA">
      <w:r>
        <w:separator/>
      </w:r>
    </w:p>
  </w:endnote>
  <w:endnote w:type="continuationSeparator" w:id="0">
    <w:p w:rsidR="007173DA" w:rsidRDefault="00717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3DA" w:rsidRPr="00621D8B" w:rsidRDefault="007173DA" w:rsidP="00621D8B">
    <w:pPr>
      <w:pStyle w:val="Footer"/>
      <w:spacing w:after="0" w:line="240" w:lineRule="auto"/>
      <w:jc w:val="right"/>
      <w:rPr>
        <w:rFonts w:ascii="Times New Roman" w:hAnsi="Times New Roman" w:cs="Times New Roman"/>
        <w:sz w:val="16"/>
        <w:szCs w:val="16"/>
      </w:rPr>
    </w:pPr>
    <w:r>
      <w:rPr>
        <w:rFonts w:ascii="Times New Roman" w:hAnsi="Times New Roman" w:cs="Times New Roman"/>
        <w:sz w:val="16"/>
        <w:szCs w:val="16"/>
      </w:rPr>
      <w:t>1103мм3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3DA" w:rsidRDefault="007173DA">
      <w:r>
        <w:separator/>
      </w:r>
    </w:p>
  </w:footnote>
  <w:footnote w:type="continuationSeparator" w:id="0">
    <w:p w:rsidR="007173DA" w:rsidRDefault="007173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3DA" w:rsidRPr="00360854" w:rsidRDefault="007173DA">
    <w:pPr>
      <w:pStyle w:val="Header"/>
      <w:jc w:val="center"/>
      <w:rPr>
        <w:rFonts w:ascii="Times New Roman" w:hAnsi="Times New Roman" w:cs="Times New Roman"/>
        <w:sz w:val="28"/>
        <w:szCs w:val="28"/>
      </w:rPr>
    </w:pPr>
    <w:r w:rsidRPr="00360854">
      <w:rPr>
        <w:rFonts w:ascii="Times New Roman" w:hAnsi="Times New Roman" w:cs="Times New Roman"/>
        <w:sz w:val="28"/>
        <w:szCs w:val="28"/>
      </w:rPr>
      <w:fldChar w:fldCharType="begin"/>
    </w:r>
    <w:r w:rsidRPr="00360854">
      <w:rPr>
        <w:rFonts w:ascii="Times New Roman" w:hAnsi="Times New Roman" w:cs="Times New Roman"/>
        <w:sz w:val="28"/>
        <w:szCs w:val="28"/>
      </w:rPr>
      <w:instrText>PAGE   \* MERGEFORMAT</w:instrText>
    </w:r>
    <w:r w:rsidRPr="00360854">
      <w:rPr>
        <w:rFonts w:ascii="Times New Roman" w:hAnsi="Times New Roman" w:cs="Times New Roman"/>
        <w:sz w:val="28"/>
        <w:szCs w:val="28"/>
      </w:rPr>
      <w:fldChar w:fldCharType="separate"/>
    </w:r>
    <w:r>
      <w:rPr>
        <w:rFonts w:ascii="Times New Roman" w:hAnsi="Times New Roman" w:cs="Times New Roman"/>
        <w:noProof/>
        <w:sz w:val="28"/>
        <w:szCs w:val="28"/>
      </w:rPr>
      <w:t>2</w:t>
    </w:r>
    <w:r w:rsidRPr="00360854">
      <w:rPr>
        <w:rFonts w:ascii="Times New Roman" w:hAnsi="Times New Roman"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9"/>
  <w:doNotHyphenateCaps/>
  <w:drawingGridHorizontalSpacing w:val="13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75C3"/>
    <w:rsid w:val="0000001B"/>
    <w:rsid w:val="0000086A"/>
    <w:rsid w:val="00000CF2"/>
    <w:rsid w:val="00001020"/>
    <w:rsid w:val="00001676"/>
    <w:rsid w:val="000017D0"/>
    <w:rsid w:val="00002FF6"/>
    <w:rsid w:val="00003555"/>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3B32"/>
    <w:rsid w:val="00013BB8"/>
    <w:rsid w:val="000140BF"/>
    <w:rsid w:val="00014124"/>
    <w:rsid w:val="00014233"/>
    <w:rsid w:val="000146F9"/>
    <w:rsid w:val="00014CFE"/>
    <w:rsid w:val="00015280"/>
    <w:rsid w:val="00015946"/>
    <w:rsid w:val="00015A96"/>
    <w:rsid w:val="00015AEA"/>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30116"/>
    <w:rsid w:val="00030249"/>
    <w:rsid w:val="00030EFD"/>
    <w:rsid w:val="000318D5"/>
    <w:rsid w:val="00032114"/>
    <w:rsid w:val="0003240E"/>
    <w:rsid w:val="00032989"/>
    <w:rsid w:val="0003364C"/>
    <w:rsid w:val="00033B18"/>
    <w:rsid w:val="0003406D"/>
    <w:rsid w:val="000341F4"/>
    <w:rsid w:val="000342C4"/>
    <w:rsid w:val="0003433F"/>
    <w:rsid w:val="000343AE"/>
    <w:rsid w:val="000343E5"/>
    <w:rsid w:val="0003446C"/>
    <w:rsid w:val="000344CB"/>
    <w:rsid w:val="00034567"/>
    <w:rsid w:val="000350B2"/>
    <w:rsid w:val="00035C81"/>
    <w:rsid w:val="000360BA"/>
    <w:rsid w:val="000361B0"/>
    <w:rsid w:val="00036642"/>
    <w:rsid w:val="00036813"/>
    <w:rsid w:val="00036AF0"/>
    <w:rsid w:val="00036B6D"/>
    <w:rsid w:val="00036E53"/>
    <w:rsid w:val="00040CA9"/>
    <w:rsid w:val="00040FC6"/>
    <w:rsid w:val="000415E4"/>
    <w:rsid w:val="000419F6"/>
    <w:rsid w:val="000426AB"/>
    <w:rsid w:val="00042FB3"/>
    <w:rsid w:val="00044A7E"/>
    <w:rsid w:val="00044B6D"/>
    <w:rsid w:val="00044E6A"/>
    <w:rsid w:val="000454A6"/>
    <w:rsid w:val="0004585A"/>
    <w:rsid w:val="00045BA6"/>
    <w:rsid w:val="00046272"/>
    <w:rsid w:val="000465D4"/>
    <w:rsid w:val="000473A7"/>
    <w:rsid w:val="00047A00"/>
    <w:rsid w:val="00047B6E"/>
    <w:rsid w:val="0005038B"/>
    <w:rsid w:val="000505DE"/>
    <w:rsid w:val="00050612"/>
    <w:rsid w:val="00051240"/>
    <w:rsid w:val="00051922"/>
    <w:rsid w:val="00051D98"/>
    <w:rsid w:val="00052836"/>
    <w:rsid w:val="0005297A"/>
    <w:rsid w:val="00052C99"/>
    <w:rsid w:val="00052CF7"/>
    <w:rsid w:val="00054030"/>
    <w:rsid w:val="000543AD"/>
    <w:rsid w:val="00054573"/>
    <w:rsid w:val="000545B0"/>
    <w:rsid w:val="00055337"/>
    <w:rsid w:val="000555C9"/>
    <w:rsid w:val="000558B3"/>
    <w:rsid w:val="000558B6"/>
    <w:rsid w:val="000565BE"/>
    <w:rsid w:val="000575A0"/>
    <w:rsid w:val="0005786A"/>
    <w:rsid w:val="000603CD"/>
    <w:rsid w:val="000606E3"/>
    <w:rsid w:val="00060C5A"/>
    <w:rsid w:val="00061A67"/>
    <w:rsid w:val="00062D57"/>
    <w:rsid w:val="000634BD"/>
    <w:rsid w:val="00063888"/>
    <w:rsid w:val="00063C58"/>
    <w:rsid w:val="0006496A"/>
    <w:rsid w:val="000651D6"/>
    <w:rsid w:val="00065DAA"/>
    <w:rsid w:val="00065F6E"/>
    <w:rsid w:val="0006639D"/>
    <w:rsid w:val="000669D2"/>
    <w:rsid w:val="000674E4"/>
    <w:rsid w:val="000679E5"/>
    <w:rsid w:val="00067E2A"/>
    <w:rsid w:val="000702A2"/>
    <w:rsid w:val="00070539"/>
    <w:rsid w:val="000707E7"/>
    <w:rsid w:val="0007128A"/>
    <w:rsid w:val="000718D2"/>
    <w:rsid w:val="0007212B"/>
    <w:rsid w:val="0007360A"/>
    <w:rsid w:val="0007397D"/>
    <w:rsid w:val="00074684"/>
    <w:rsid w:val="00074C8F"/>
    <w:rsid w:val="00076027"/>
    <w:rsid w:val="00076647"/>
    <w:rsid w:val="0007689B"/>
    <w:rsid w:val="0007769C"/>
    <w:rsid w:val="0007793C"/>
    <w:rsid w:val="00077992"/>
    <w:rsid w:val="000809D4"/>
    <w:rsid w:val="00080B7A"/>
    <w:rsid w:val="000818A3"/>
    <w:rsid w:val="00081B98"/>
    <w:rsid w:val="00082CA1"/>
    <w:rsid w:val="00082CAC"/>
    <w:rsid w:val="000830BB"/>
    <w:rsid w:val="00083F93"/>
    <w:rsid w:val="000845CE"/>
    <w:rsid w:val="0008508A"/>
    <w:rsid w:val="00085B50"/>
    <w:rsid w:val="0008628D"/>
    <w:rsid w:val="0008739D"/>
    <w:rsid w:val="000878C5"/>
    <w:rsid w:val="000900EA"/>
    <w:rsid w:val="0009057C"/>
    <w:rsid w:val="00091022"/>
    <w:rsid w:val="00091084"/>
    <w:rsid w:val="0009146A"/>
    <w:rsid w:val="00091628"/>
    <w:rsid w:val="0009172E"/>
    <w:rsid w:val="00091759"/>
    <w:rsid w:val="00091A81"/>
    <w:rsid w:val="00092812"/>
    <w:rsid w:val="00092A46"/>
    <w:rsid w:val="00092B14"/>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A0D51"/>
    <w:rsid w:val="000A1B65"/>
    <w:rsid w:val="000A2403"/>
    <w:rsid w:val="000A2C67"/>
    <w:rsid w:val="000A2E20"/>
    <w:rsid w:val="000A2F6A"/>
    <w:rsid w:val="000A2FFB"/>
    <w:rsid w:val="000A3165"/>
    <w:rsid w:val="000A36CE"/>
    <w:rsid w:val="000A3742"/>
    <w:rsid w:val="000A4267"/>
    <w:rsid w:val="000A4D0E"/>
    <w:rsid w:val="000A5479"/>
    <w:rsid w:val="000A642B"/>
    <w:rsid w:val="000A6849"/>
    <w:rsid w:val="000A7ABD"/>
    <w:rsid w:val="000A7E24"/>
    <w:rsid w:val="000A7E98"/>
    <w:rsid w:val="000B098D"/>
    <w:rsid w:val="000B0A60"/>
    <w:rsid w:val="000B1890"/>
    <w:rsid w:val="000B1A4A"/>
    <w:rsid w:val="000B1F38"/>
    <w:rsid w:val="000B34F2"/>
    <w:rsid w:val="000B39BD"/>
    <w:rsid w:val="000B43F0"/>
    <w:rsid w:val="000B4F4B"/>
    <w:rsid w:val="000B5611"/>
    <w:rsid w:val="000B5718"/>
    <w:rsid w:val="000B5B7F"/>
    <w:rsid w:val="000B5BEE"/>
    <w:rsid w:val="000B60FB"/>
    <w:rsid w:val="000B63FB"/>
    <w:rsid w:val="000B6AB7"/>
    <w:rsid w:val="000B6E0E"/>
    <w:rsid w:val="000B7CF7"/>
    <w:rsid w:val="000C0249"/>
    <w:rsid w:val="000C04C9"/>
    <w:rsid w:val="000C054E"/>
    <w:rsid w:val="000C0643"/>
    <w:rsid w:val="000C08BA"/>
    <w:rsid w:val="000C0D1B"/>
    <w:rsid w:val="000C12BA"/>
    <w:rsid w:val="000C22F0"/>
    <w:rsid w:val="000C3840"/>
    <w:rsid w:val="000C3FCB"/>
    <w:rsid w:val="000C4403"/>
    <w:rsid w:val="000C4954"/>
    <w:rsid w:val="000C4AA2"/>
    <w:rsid w:val="000C50C3"/>
    <w:rsid w:val="000C5336"/>
    <w:rsid w:val="000C5845"/>
    <w:rsid w:val="000C625F"/>
    <w:rsid w:val="000C658F"/>
    <w:rsid w:val="000C6937"/>
    <w:rsid w:val="000C6E25"/>
    <w:rsid w:val="000C70CC"/>
    <w:rsid w:val="000C7C41"/>
    <w:rsid w:val="000C7FA7"/>
    <w:rsid w:val="000D10FF"/>
    <w:rsid w:val="000D149D"/>
    <w:rsid w:val="000D1C3B"/>
    <w:rsid w:val="000D2858"/>
    <w:rsid w:val="000D3E4B"/>
    <w:rsid w:val="000D3EA6"/>
    <w:rsid w:val="000D53BE"/>
    <w:rsid w:val="000D63B7"/>
    <w:rsid w:val="000D63D7"/>
    <w:rsid w:val="000D6559"/>
    <w:rsid w:val="000D6B04"/>
    <w:rsid w:val="000D7F0A"/>
    <w:rsid w:val="000E0CF5"/>
    <w:rsid w:val="000E123B"/>
    <w:rsid w:val="000E12B9"/>
    <w:rsid w:val="000E18B8"/>
    <w:rsid w:val="000E1D5B"/>
    <w:rsid w:val="000E1E54"/>
    <w:rsid w:val="000E2850"/>
    <w:rsid w:val="000E2A42"/>
    <w:rsid w:val="000E33DD"/>
    <w:rsid w:val="000E38D2"/>
    <w:rsid w:val="000E3BB2"/>
    <w:rsid w:val="000E44FC"/>
    <w:rsid w:val="000E46A7"/>
    <w:rsid w:val="000E4BFD"/>
    <w:rsid w:val="000E522E"/>
    <w:rsid w:val="000E53CA"/>
    <w:rsid w:val="000E640A"/>
    <w:rsid w:val="000E65E4"/>
    <w:rsid w:val="000E6FB1"/>
    <w:rsid w:val="000E7AC2"/>
    <w:rsid w:val="000E7C14"/>
    <w:rsid w:val="000F095A"/>
    <w:rsid w:val="000F1033"/>
    <w:rsid w:val="000F1507"/>
    <w:rsid w:val="000F18D5"/>
    <w:rsid w:val="000F1F97"/>
    <w:rsid w:val="000F1FF4"/>
    <w:rsid w:val="000F2960"/>
    <w:rsid w:val="000F390B"/>
    <w:rsid w:val="000F3A88"/>
    <w:rsid w:val="000F3CEE"/>
    <w:rsid w:val="000F415F"/>
    <w:rsid w:val="000F4273"/>
    <w:rsid w:val="000F4462"/>
    <w:rsid w:val="000F53B1"/>
    <w:rsid w:val="000F7389"/>
    <w:rsid w:val="000F74E2"/>
    <w:rsid w:val="000F7639"/>
    <w:rsid w:val="000F7667"/>
    <w:rsid w:val="000F7DDB"/>
    <w:rsid w:val="000F7F61"/>
    <w:rsid w:val="00100304"/>
    <w:rsid w:val="00100B43"/>
    <w:rsid w:val="001010D9"/>
    <w:rsid w:val="00101411"/>
    <w:rsid w:val="00101907"/>
    <w:rsid w:val="00101DB2"/>
    <w:rsid w:val="0010231A"/>
    <w:rsid w:val="0010253D"/>
    <w:rsid w:val="00102B6F"/>
    <w:rsid w:val="001037A6"/>
    <w:rsid w:val="00103C5A"/>
    <w:rsid w:val="00103C90"/>
    <w:rsid w:val="00103D41"/>
    <w:rsid w:val="00104B1D"/>
    <w:rsid w:val="00104C76"/>
    <w:rsid w:val="00105343"/>
    <w:rsid w:val="0010634F"/>
    <w:rsid w:val="001072E8"/>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5F9A"/>
    <w:rsid w:val="00116F27"/>
    <w:rsid w:val="00117AA4"/>
    <w:rsid w:val="00117D8E"/>
    <w:rsid w:val="0012051A"/>
    <w:rsid w:val="00121250"/>
    <w:rsid w:val="0012146C"/>
    <w:rsid w:val="001215C5"/>
    <w:rsid w:val="00121C30"/>
    <w:rsid w:val="0012268B"/>
    <w:rsid w:val="00122931"/>
    <w:rsid w:val="001244B5"/>
    <w:rsid w:val="0012510E"/>
    <w:rsid w:val="0012520A"/>
    <w:rsid w:val="001259EE"/>
    <w:rsid w:val="001266BC"/>
    <w:rsid w:val="0012671C"/>
    <w:rsid w:val="00127802"/>
    <w:rsid w:val="00127F1F"/>
    <w:rsid w:val="00130705"/>
    <w:rsid w:val="00130D0D"/>
    <w:rsid w:val="00130EAD"/>
    <w:rsid w:val="00131600"/>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F80"/>
    <w:rsid w:val="0014332A"/>
    <w:rsid w:val="00143BBE"/>
    <w:rsid w:val="00144455"/>
    <w:rsid w:val="00144D18"/>
    <w:rsid w:val="001450EE"/>
    <w:rsid w:val="001453C6"/>
    <w:rsid w:val="00146433"/>
    <w:rsid w:val="00146716"/>
    <w:rsid w:val="001468B8"/>
    <w:rsid w:val="00147116"/>
    <w:rsid w:val="00147895"/>
    <w:rsid w:val="00147B5E"/>
    <w:rsid w:val="00147EEF"/>
    <w:rsid w:val="0015045E"/>
    <w:rsid w:val="00150521"/>
    <w:rsid w:val="00150A1A"/>
    <w:rsid w:val="00150D64"/>
    <w:rsid w:val="0015153C"/>
    <w:rsid w:val="00151EBF"/>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E6D"/>
    <w:rsid w:val="00160157"/>
    <w:rsid w:val="00160327"/>
    <w:rsid w:val="00160FA1"/>
    <w:rsid w:val="00161C1D"/>
    <w:rsid w:val="00161DC4"/>
    <w:rsid w:val="00162551"/>
    <w:rsid w:val="0016256C"/>
    <w:rsid w:val="001625E4"/>
    <w:rsid w:val="00163CF2"/>
    <w:rsid w:val="00163DDF"/>
    <w:rsid w:val="0016415C"/>
    <w:rsid w:val="00164EE7"/>
    <w:rsid w:val="00164F03"/>
    <w:rsid w:val="00165071"/>
    <w:rsid w:val="0016536B"/>
    <w:rsid w:val="0016582D"/>
    <w:rsid w:val="001663C9"/>
    <w:rsid w:val="00166465"/>
    <w:rsid w:val="00166471"/>
    <w:rsid w:val="00166611"/>
    <w:rsid w:val="00166B4C"/>
    <w:rsid w:val="00170130"/>
    <w:rsid w:val="00170281"/>
    <w:rsid w:val="00170300"/>
    <w:rsid w:val="00170E4E"/>
    <w:rsid w:val="00171898"/>
    <w:rsid w:val="00172166"/>
    <w:rsid w:val="0017222E"/>
    <w:rsid w:val="00173205"/>
    <w:rsid w:val="00173C51"/>
    <w:rsid w:val="00173F18"/>
    <w:rsid w:val="00174DC5"/>
    <w:rsid w:val="001750CD"/>
    <w:rsid w:val="001751CE"/>
    <w:rsid w:val="00175432"/>
    <w:rsid w:val="00176BF7"/>
    <w:rsid w:val="00177511"/>
    <w:rsid w:val="00177D2C"/>
    <w:rsid w:val="001805F6"/>
    <w:rsid w:val="0018095A"/>
    <w:rsid w:val="00180A13"/>
    <w:rsid w:val="0018154B"/>
    <w:rsid w:val="00181B04"/>
    <w:rsid w:val="0018264A"/>
    <w:rsid w:val="00182CDF"/>
    <w:rsid w:val="00183A5C"/>
    <w:rsid w:val="001840C9"/>
    <w:rsid w:val="001841F4"/>
    <w:rsid w:val="00184365"/>
    <w:rsid w:val="00184708"/>
    <w:rsid w:val="00184DC4"/>
    <w:rsid w:val="001852A2"/>
    <w:rsid w:val="0018548D"/>
    <w:rsid w:val="0018575B"/>
    <w:rsid w:val="0018577A"/>
    <w:rsid w:val="00185ADC"/>
    <w:rsid w:val="00185C0A"/>
    <w:rsid w:val="00186121"/>
    <w:rsid w:val="00186E12"/>
    <w:rsid w:val="001878A4"/>
    <w:rsid w:val="001901E0"/>
    <w:rsid w:val="00190374"/>
    <w:rsid w:val="001903F1"/>
    <w:rsid w:val="00190BA6"/>
    <w:rsid w:val="001910FB"/>
    <w:rsid w:val="001915C3"/>
    <w:rsid w:val="00192073"/>
    <w:rsid w:val="00192340"/>
    <w:rsid w:val="001923AE"/>
    <w:rsid w:val="00192DBE"/>
    <w:rsid w:val="00193381"/>
    <w:rsid w:val="0019357E"/>
    <w:rsid w:val="00193741"/>
    <w:rsid w:val="00194633"/>
    <w:rsid w:val="0019532E"/>
    <w:rsid w:val="00195BA9"/>
    <w:rsid w:val="00196C58"/>
    <w:rsid w:val="0019774C"/>
    <w:rsid w:val="001A15B9"/>
    <w:rsid w:val="001A202E"/>
    <w:rsid w:val="001A2227"/>
    <w:rsid w:val="001A2378"/>
    <w:rsid w:val="001A2401"/>
    <w:rsid w:val="001A263E"/>
    <w:rsid w:val="001A29EB"/>
    <w:rsid w:val="001A3290"/>
    <w:rsid w:val="001A34D6"/>
    <w:rsid w:val="001A3657"/>
    <w:rsid w:val="001A3674"/>
    <w:rsid w:val="001A3908"/>
    <w:rsid w:val="001A400A"/>
    <w:rsid w:val="001A45CE"/>
    <w:rsid w:val="001A45D6"/>
    <w:rsid w:val="001A4682"/>
    <w:rsid w:val="001A5BFE"/>
    <w:rsid w:val="001A5D39"/>
    <w:rsid w:val="001A5E12"/>
    <w:rsid w:val="001A6C32"/>
    <w:rsid w:val="001A6D3D"/>
    <w:rsid w:val="001B16FF"/>
    <w:rsid w:val="001B185D"/>
    <w:rsid w:val="001B1A3B"/>
    <w:rsid w:val="001B1B4F"/>
    <w:rsid w:val="001B307C"/>
    <w:rsid w:val="001B3FEF"/>
    <w:rsid w:val="001B440E"/>
    <w:rsid w:val="001B55E4"/>
    <w:rsid w:val="001B5696"/>
    <w:rsid w:val="001B5B84"/>
    <w:rsid w:val="001B5D7D"/>
    <w:rsid w:val="001B6AB3"/>
    <w:rsid w:val="001B6E95"/>
    <w:rsid w:val="001C1801"/>
    <w:rsid w:val="001C1B32"/>
    <w:rsid w:val="001C21F3"/>
    <w:rsid w:val="001C23A7"/>
    <w:rsid w:val="001C2927"/>
    <w:rsid w:val="001C2A1F"/>
    <w:rsid w:val="001C2CC4"/>
    <w:rsid w:val="001C315C"/>
    <w:rsid w:val="001C32A3"/>
    <w:rsid w:val="001C347C"/>
    <w:rsid w:val="001C3613"/>
    <w:rsid w:val="001C3773"/>
    <w:rsid w:val="001C3E1E"/>
    <w:rsid w:val="001C3E70"/>
    <w:rsid w:val="001C3F8C"/>
    <w:rsid w:val="001C404B"/>
    <w:rsid w:val="001C430D"/>
    <w:rsid w:val="001C45FD"/>
    <w:rsid w:val="001C46B9"/>
    <w:rsid w:val="001C4971"/>
    <w:rsid w:val="001C577A"/>
    <w:rsid w:val="001C5C6C"/>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B80"/>
    <w:rsid w:val="001D3C1F"/>
    <w:rsid w:val="001D3E35"/>
    <w:rsid w:val="001D3EA7"/>
    <w:rsid w:val="001D4893"/>
    <w:rsid w:val="001D5027"/>
    <w:rsid w:val="001D53E1"/>
    <w:rsid w:val="001D5BB8"/>
    <w:rsid w:val="001D5E66"/>
    <w:rsid w:val="001D6185"/>
    <w:rsid w:val="001D6E20"/>
    <w:rsid w:val="001D70ED"/>
    <w:rsid w:val="001D77EF"/>
    <w:rsid w:val="001E085F"/>
    <w:rsid w:val="001E0A21"/>
    <w:rsid w:val="001E0C77"/>
    <w:rsid w:val="001E1EBB"/>
    <w:rsid w:val="001E2853"/>
    <w:rsid w:val="001E2979"/>
    <w:rsid w:val="001E32E4"/>
    <w:rsid w:val="001E3D67"/>
    <w:rsid w:val="001E4302"/>
    <w:rsid w:val="001E4648"/>
    <w:rsid w:val="001E4674"/>
    <w:rsid w:val="001E4CCD"/>
    <w:rsid w:val="001E6191"/>
    <w:rsid w:val="001E6883"/>
    <w:rsid w:val="001E6FE0"/>
    <w:rsid w:val="001E769A"/>
    <w:rsid w:val="001E7993"/>
    <w:rsid w:val="001E7BFF"/>
    <w:rsid w:val="001F01A5"/>
    <w:rsid w:val="001F05CB"/>
    <w:rsid w:val="001F09DD"/>
    <w:rsid w:val="001F131F"/>
    <w:rsid w:val="001F32E4"/>
    <w:rsid w:val="001F3C28"/>
    <w:rsid w:val="001F3FAA"/>
    <w:rsid w:val="001F446F"/>
    <w:rsid w:val="001F44B1"/>
    <w:rsid w:val="001F572E"/>
    <w:rsid w:val="001F6062"/>
    <w:rsid w:val="001F63A9"/>
    <w:rsid w:val="001F6767"/>
    <w:rsid w:val="001F6FB8"/>
    <w:rsid w:val="001F6FE3"/>
    <w:rsid w:val="001F7F1E"/>
    <w:rsid w:val="00200251"/>
    <w:rsid w:val="002004F7"/>
    <w:rsid w:val="00200929"/>
    <w:rsid w:val="002010D1"/>
    <w:rsid w:val="00201136"/>
    <w:rsid w:val="00201616"/>
    <w:rsid w:val="00201A7B"/>
    <w:rsid w:val="00202885"/>
    <w:rsid w:val="00202CF9"/>
    <w:rsid w:val="00202FEE"/>
    <w:rsid w:val="00203409"/>
    <w:rsid w:val="00203C84"/>
    <w:rsid w:val="00203DDF"/>
    <w:rsid w:val="00203E39"/>
    <w:rsid w:val="00204221"/>
    <w:rsid w:val="00204257"/>
    <w:rsid w:val="00204277"/>
    <w:rsid w:val="00205865"/>
    <w:rsid w:val="00206062"/>
    <w:rsid w:val="00206892"/>
    <w:rsid w:val="0020708E"/>
    <w:rsid w:val="002076B7"/>
    <w:rsid w:val="00207A58"/>
    <w:rsid w:val="002100E2"/>
    <w:rsid w:val="002104AD"/>
    <w:rsid w:val="002104E8"/>
    <w:rsid w:val="00210710"/>
    <w:rsid w:val="0021130D"/>
    <w:rsid w:val="00211C17"/>
    <w:rsid w:val="00211D8D"/>
    <w:rsid w:val="00212352"/>
    <w:rsid w:val="00212363"/>
    <w:rsid w:val="00213CC1"/>
    <w:rsid w:val="002151EB"/>
    <w:rsid w:val="00215BFB"/>
    <w:rsid w:val="00215CFF"/>
    <w:rsid w:val="00215FA0"/>
    <w:rsid w:val="00216E83"/>
    <w:rsid w:val="002179C5"/>
    <w:rsid w:val="00217D1E"/>
    <w:rsid w:val="00220184"/>
    <w:rsid w:val="002203E9"/>
    <w:rsid w:val="002204F3"/>
    <w:rsid w:val="002209BD"/>
    <w:rsid w:val="002209DF"/>
    <w:rsid w:val="00221453"/>
    <w:rsid w:val="002216C7"/>
    <w:rsid w:val="002218DF"/>
    <w:rsid w:val="00221B7C"/>
    <w:rsid w:val="00223120"/>
    <w:rsid w:val="002234DB"/>
    <w:rsid w:val="00223FE1"/>
    <w:rsid w:val="002245AD"/>
    <w:rsid w:val="002248DA"/>
    <w:rsid w:val="002251A2"/>
    <w:rsid w:val="0022582B"/>
    <w:rsid w:val="002259BD"/>
    <w:rsid w:val="002259CE"/>
    <w:rsid w:val="00225F9C"/>
    <w:rsid w:val="0022635C"/>
    <w:rsid w:val="00226581"/>
    <w:rsid w:val="002267F4"/>
    <w:rsid w:val="00226835"/>
    <w:rsid w:val="00226E8F"/>
    <w:rsid w:val="00227015"/>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6535"/>
    <w:rsid w:val="002365E4"/>
    <w:rsid w:val="00236CF2"/>
    <w:rsid w:val="00236FD8"/>
    <w:rsid w:val="0024093E"/>
    <w:rsid w:val="00240F30"/>
    <w:rsid w:val="002419BA"/>
    <w:rsid w:val="00242CA8"/>
    <w:rsid w:val="00243427"/>
    <w:rsid w:val="0024374C"/>
    <w:rsid w:val="002439EF"/>
    <w:rsid w:val="0024432D"/>
    <w:rsid w:val="00244485"/>
    <w:rsid w:val="0024473B"/>
    <w:rsid w:val="00244B8A"/>
    <w:rsid w:val="00244E4B"/>
    <w:rsid w:val="00245BD4"/>
    <w:rsid w:val="00246736"/>
    <w:rsid w:val="00246814"/>
    <w:rsid w:val="00246D9D"/>
    <w:rsid w:val="00246EA3"/>
    <w:rsid w:val="00247379"/>
    <w:rsid w:val="00247389"/>
    <w:rsid w:val="00247E68"/>
    <w:rsid w:val="0025018A"/>
    <w:rsid w:val="00250818"/>
    <w:rsid w:val="00251649"/>
    <w:rsid w:val="002516ED"/>
    <w:rsid w:val="00251A45"/>
    <w:rsid w:val="00252A13"/>
    <w:rsid w:val="00252B04"/>
    <w:rsid w:val="00253B27"/>
    <w:rsid w:val="00253C89"/>
    <w:rsid w:val="00254024"/>
    <w:rsid w:val="00254625"/>
    <w:rsid w:val="00254FCA"/>
    <w:rsid w:val="002557F8"/>
    <w:rsid w:val="00255A59"/>
    <w:rsid w:val="00256259"/>
    <w:rsid w:val="002564FB"/>
    <w:rsid w:val="002568A3"/>
    <w:rsid w:val="00257C0E"/>
    <w:rsid w:val="002600EB"/>
    <w:rsid w:val="00260569"/>
    <w:rsid w:val="002605BE"/>
    <w:rsid w:val="00260742"/>
    <w:rsid w:val="0026094F"/>
    <w:rsid w:val="00261196"/>
    <w:rsid w:val="002618A8"/>
    <w:rsid w:val="00261C16"/>
    <w:rsid w:val="00261E76"/>
    <w:rsid w:val="002629A6"/>
    <w:rsid w:val="0026420A"/>
    <w:rsid w:val="00264748"/>
    <w:rsid w:val="00264911"/>
    <w:rsid w:val="00264F03"/>
    <w:rsid w:val="00265A98"/>
    <w:rsid w:val="00265F21"/>
    <w:rsid w:val="00266BD1"/>
    <w:rsid w:val="00266D87"/>
    <w:rsid w:val="002674E1"/>
    <w:rsid w:val="00270033"/>
    <w:rsid w:val="0027003C"/>
    <w:rsid w:val="00270041"/>
    <w:rsid w:val="0027065E"/>
    <w:rsid w:val="002709FC"/>
    <w:rsid w:val="00270C45"/>
    <w:rsid w:val="00270D5E"/>
    <w:rsid w:val="0027124A"/>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ACC"/>
    <w:rsid w:val="0027605A"/>
    <w:rsid w:val="00276321"/>
    <w:rsid w:val="002766A9"/>
    <w:rsid w:val="00276E72"/>
    <w:rsid w:val="00277652"/>
    <w:rsid w:val="00277993"/>
    <w:rsid w:val="00277AE8"/>
    <w:rsid w:val="00277D42"/>
    <w:rsid w:val="00277D6F"/>
    <w:rsid w:val="002819EF"/>
    <w:rsid w:val="00281F73"/>
    <w:rsid w:val="00282058"/>
    <w:rsid w:val="00282892"/>
    <w:rsid w:val="00282A7B"/>
    <w:rsid w:val="00282CD7"/>
    <w:rsid w:val="00282F95"/>
    <w:rsid w:val="0028340C"/>
    <w:rsid w:val="00283607"/>
    <w:rsid w:val="00283C9C"/>
    <w:rsid w:val="002841A0"/>
    <w:rsid w:val="002843FD"/>
    <w:rsid w:val="002844CC"/>
    <w:rsid w:val="00284B9A"/>
    <w:rsid w:val="00285419"/>
    <w:rsid w:val="00285DD7"/>
    <w:rsid w:val="00285FD3"/>
    <w:rsid w:val="002863F5"/>
    <w:rsid w:val="00286858"/>
    <w:rsid w:val="00286C24"/>
    <w:rsid w:val="00287C39"/>
    <w:rsid w:val="00287D89"/>
    <w:rsid w:val="0029024C"/>
    <w:rsid w:val="00291132"/>
    <w:rsid w:val="002911D9"/>
    <w:rsid w:val="002917DF"/>
    <w:rsid w:val="00291861"/>
    <w:rsid w:val="00291C05"/>
    <w:rsid w:val="002928F7"/>
    <w:rsid w:val="002934E9"/>
    <w:rsid w:val="002937E0"/>
    <w:rsid w:val="0029383D"/>
    <w:rsid w:val="00293A82"/>
    <w:rsid w:val="00293CFC"/>
    <w:rsid w:val="00293E2A"/>
    <w:rsid w:val="002941E5"/>
    <w:rsid w:val="00294F74"/>
    <w:rsid w:val="00295053"/>
    <w:rsid w:val="00295095"/>
    <w:rsid w:val="00295C85"/>
    <w:rsid w:val="002964BB"/>
    <w:rsid w:val="002969EE"/>
    <w:rsid w:val="00296F9F"/>
    <w:rsid w:val="00297260"/>
    <w:rsid w:val="0029755D"/>
    <w:rsid w:val="00297ACC"/>
    <w:rsid w:val="002A0243"/>
    <w:rsid w:val="002A0697"/>
    <w:rsid w:val="002A0D5D"/>
    <w:rsid w:val="002A13DA"/>
    <w:rsid w:val="002A1BBE"/>
    <w:rsid w:val="002A1EA7"/>
    <w:rsid w:val="002A2052"/>
    <w:rsid w:val="002A21B4"/>
    <w:rsid w:val="002A25D8"/>
    <w:rsid w:val="002A2688"/>
    <w:rsid w:val="002A2E00"/>
    <w:rsid w:val="002A33E5"/>
    <w:rsid w:val="002A35CA"/>
    <w:rsid w:val="002A3848"/>
    <w:rsid w:val="002A3932"/>
    <w:rsid w:val="002A3AD1"/>
    <w:rsid w:val="002A3E6D"/>
    <w:rsid w:val="002A3FE0"/>
    <w:rsid w:val="002A5CB8"/>
    <w:rsid w:val="002A6D6C"/>
    <w:rsid w:val="002A792C"/>
    <w:rsid w:val="002A7A0C"/>
    <w:rsid w:val="002A7B1F"/>
    <w:rsid w:val="002B0013"/>
    <w:rsid w:val="002B0F77"/>
    <w:rsid w:val="002B1C63"/>
    <w:rsid w:val="002B1D07"/>
    <w:rsid w:val="002B21F3"/>
    <w:rsid w:val="002B2AA1"/>
    <w:rsid w:val="002B2BB4"/>
    <w:rsid w:val="002B4323"/>
    <w:rsid w:val="002B4706"/>
    <w:rsid w:val="002B51D3"/>
    <w:rsid w:val="002B5471"/>
    <w:rsid w:val="002B5F28"/>
    <w:rsid w:val="002B64C1"/>
    <w:rsid w:val="002B6C9B"/>
    <w:rsid w:val="002B6CF9"/>
    <w:rsid w:val="002B7675"/>
    <w:rsid w:val="002B7AE5"/>
    <w:rsid w:val="002B7F32"/>
    <w:rsid w:val="002B7F87"/>
    <w:rsid w:val="002C007D"/>
    <w:rsid w:val="002C0285"/>
    <w:rsid w:val="002C082E"/>
    <w:rsid w:val="002C093B"/>
    <w:rsid w:val="002C09D8"/>
    <w:rsid w:val="002C24F2"/>
    <w:rsid w:val="002C2914"/>
    <w:rsid w:val="002C2B90"/>
    <w:rsid w:val="002C2BDD"/>
    <w:rsid w:val="002C30FE"/>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AA"/>
    <w:rsid w:val="002D7A30"/>
    <w:rsid w:val="002D7DA6"/>
    <w:rsid w:val="002E0352"/>
    <w:rsid w:val="002E082E"/>
    <w:rsid w:val="002E1024"/>
    <w:rsid w:val="002E1462"/>
    <w:rsid w:val="002E1664"/>
    <w:rsid w:val="002E1A96"/>
    <w:rsid w:val="002E1AE0"/>
    <w:rsid w:val="002E239A"/>
    <w:rsid w:val="002E2AC8"/>
    <w:rsid w:val="002E2E9F"/>
    <w:rsid w:val="002E3373"/>
    <w:rsid w:val="002E3B23"/>
    <w:rsid w:val="002E3CD6"/>
    <w:rsid w:val="002E4F0D"/>
    <w:rsid w:val="002E551A"/>
    <w:rsid w:val="002E5592"/>
    <w:rsid w:val="002E59CF"/>
    <w:rsid w:val="002E5B76"/>
    <w:rsid w:val="002E5D37"/>
    <w:rsid w:val="002E5DFB"/>
    <w:rsid w:val="002E6489"/>
    <w:rsid w:val="002E650A"/>
    <w:rsid w:val="002E6B09"/>
    <w:rsid w:val="002E6B6C"/>
    <w:rsid w:val="002E748C"/>
    <w:rsid w:val="002E7598"/>
    <w:rsid w:val="002E7784"/>
    <w:rsid w:val="002F03DB"/>
    <w:rsid w:val="002F0A3D"/>
    <w:rsid w:val="002F0CA8"/>
    <w:rsid w:val="002F136C"/>
    <w:rsid w:val="002F1643"/>
    <w:rsid w:val="002F1AFE"/>
    <w:rsid w:val="002F232F"/>
    <w:rsid w:val="002F24D5"/>
    <w:rsid w:val="002F369A"/>
    <w:rsid w:val="002F37DC"/>
    <w:rsid w:val="002F3990"/>
    <w:rsid w:val="002F3D3D"/>
    <w:rsid w:val="002F454D"/>
    <w:rsid w:val="002F4847"/>
    <w:rsid w:val="002F515D"/>
    <w:rsid w:val="002F5352"/>
    <w:rsid w:val="002F5988"/>
    <w:rsid w:val="002F5C65"/>
    <w:rsid w:val="002F5FBB"/>
    <w:rsid w:val="002F6120"/>
    <w:rsid w:val="002F6896"/>
    <w:rsid w:val="002F6A74"/>
    <w:rsid w:val="002F6C90"/>
    <w:rsid w:val="002F6D7D"/>
    <w:rsid w:val="002F7AFD"/>
    <w:rsid w:val="00300484"/>
    <w:rsid w:val="0030097C"/>
    <w:rsid w:val="00300989"/>
    <w:rsid w:val="00301544"/>
    <w:rsid w:val="003017DA"/>
    <w:rsid w:val="003018BA"/>
    <w:rsid w:val="00301A80"/>
    <w:rsid w:val="00302492"/>
    <w:rsid w:val="0030278F"/>
    <w:rsid w:val="00302C35"/>
    <w:rsid w:val="00302DC1"/>
    <w:rsid w:val="0030339D"/>
    <w:rsid w:val="00303ED9"/>
    <w:rsid w:val="003048C3"/>
    <w:rsid w:val="00304D2E"/>
    <w:rsid w:val="0030510D"/>
    <w:rsid w:val="00306050"/>
    <w:rsid w:val="003071F5"/>
    <w:rsid w:val="00307755"/>
    <w:rsid w:val="00307B77"/>
    <w:rsid w:val="003104C8"/>
    <w:rsid w:val="00310F28"/>
    <w:rsid w:val="00311517"/>
    <w:rsid w:val="00311BD8"/>
    <w:rsid w:val="003126AF"/>
    <w:rsid w:val="00312CDF"/>
    <w:rsid w:val="00312D9F"/>
    <w:rsid w:val="003130DD"/>
    <w:rsid w:val="0031333C"/>
    <w:rsid w:val="00313396"/>
    <w:rsid w:val="00313842"/>
    <w:rsid w:val="003138DB"/>
    <w:rsid w:val="00314622"/>
    <w:rsid w:val="0031475D"/>
    <w:rsid w:val="0031485E"/>
    <w:rsid w:val="0031495D"/>
    <w:rsid w:val="00315039"/>
    <w:rsid w:val="003154D5"/>
    <w:rsid w:val="00315C4C"/>
    <w:rsid w:val="00315CCF"/>
    <w:rsid w:val="00315E48"/>
    <w:rsid w:val="003162CC"/>
    <w:rsid w:val="003162D2"/>
    <w:rsid w:val="0031706B"/>
    <w:rsid w:val="00317F33"/>
    <w:rsid w:val="003214F7"/>
    <w:rsid w:val="00321577"/>
    <w:rsid w:val="003218AF"/>
    <w:rsid w:val="003219DF"/>
    <w:rsid w:val="003219E5"/>
    <w:rsid w:val="00321E91"/>
    <w:rsid w:val="00321FFF"/>
    <w:rsid w:val="00322F3B"/>
    <w:rsid w:val="003234CA"/>
    <w:rsid w:val="003240CD"/>
    <w:rsid w:val="00324D25"/>
    <w:rsid w:val="00325708"/>
    <w:rsid w:val="003278C9"/>
    <w:rsid w:val="00327CD9"/>
    <w:rsid w:val="003302A2"/>
    <w:rsid w:val="0033067A"/>
    <w:rsid w:val="00330B91"/>
    <w:rsid w:val="003315DA"/>
    <w:rsid w:val="003337A7"/>
    <w:rsid w:val="00333AC2"/>
    <w:rsid w:val="00333C23"/>
    <w:rsid w:val="00333CB5"/>
    <w:rsid w:val="003341CA"/>
    <w:rsid w:val="0033487C"/>
    <w:rsid w:val="003351C1"/>
    <w:rsid w:val="003355E5"/>
    <w:rsid w:val="00335777"/>
    <w:rsid w:val="0033582D"/>
    <w:rsid w:val="00335FD5"/>
    <w:rsid w:val="003366C4"/>
    <w:rsid w:val="00336CE6"/>
    <w:rsid w:val="00337520"/>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478F2"/>
    <w:rsid w:val="00350281"/>
    <w:rsid w:val="003510B2"/>
    <w:rsid w:val="003517AB"/>
    <w:rsid w:val="00351C1A"/>
    <w:rsid w:val="00352044"/>
    <w:rsid w:val="00352A45"/>
    <w:rsid w:val="00352D0B"/>
    <w:rsid w:val="00353539"/>
    <w:rsid w:val="00353CF1"/>
    <w:rsid w:val="00353E03"/>
    <w:rsid w:val="003550FC"/>
    <w:rsid w:val="00355CDC"/>
    <w:rsid w:val="00356A65"/>
    <w:rsid w:val="00356E1D"/>
    <w:rsid w:val="0035785C"/>
    <w:rsid w:val="00357C8A"/>
    <w:rsid w:val="00357FB6"/>
    <w:rsid w:val="0036005E"/>
    <w:rsid w:val="00360854"/>
    <w:rsid w:val="00361A18"/>
    <w:rsid w:val="0036272A"/>
    <w:rsid w:val="00362BF0"/>
    <w:rsid w:val="00363252"/>
    <w:rsid w:val="00363ACE"/>
    <w:rsid w:val="00364886"/>
    <w:rsid w:val="00364AFA"/>
    <w:rsid w:val="00365ACC"/>
    <w:rsid w:val="00366302"/>
    <w:rsid w:val="0036643B"/>
    <w:rsid w:val="003664C8"/>
    <w:rsid w:val="00366F1A"/>
    <w:rsid w:val="00367891"/>
    <w:rsid w:val="0036791B"/>
    <w:rsid w:val="003703F0"/>
    <w:rsid w:val="00370660"/>
    <w:rsid w:val="00370C0E"/>
    <w:rsid w:val="00371A12"/>
    <w:rsid w:val="00371B2B"/>
    <w:rsid w:val="00371E0D"/>
    <w:rsid w:val="0037285A"/>
    <w:rsid w:val="00372A32"/>
    <w:rsid w:val="00372CB9"/>
    <w:rsid w:val="003734C8"/>
    <w:rsid w:val="00373504"/>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B74"/>
    <w:rsid w:val="00377EDF"/>
    <w:rsid w:val="00380565"/>
    <w:rsid w:val="00380797"/>
    <w:rsid w:val="00380F02"/>
    <w:rsid w:val="00382247"/>
    <w:rsid w:val="00382A87"/>
    <w:rsid w:val="003835C9"/>
    <w:rsid w:val="0038471E"/>
    <w:rsid w:val="00384E3A"/>
    <w:rsid w:val="00385A37"/>
    <w:rsid w:val="00386AC5"/>
    <w:rsid w:val="00387295"/>
    <w:rsid w:val="0038731B"/>
    <w:rsid w:val="0038744E"/>
    <w:rsid w:val="0038747D"/>
    <w:rsid w:val="003879ED"/>
    <w:rsid w:val="00390424"/>
    <w:rsid w:val="0039057A"/>
    <w:rsid w:val="00391300"/>
    <w:rsid w:val="00391726"/>
    <w:rsid w:val="003918AB"/>
    <w:rsid w:val="003921B8"/>
    <w:rsid w:val="0039228C"/>
    <w:rsid w:val="003929C7"/>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4776"/>
    <w:rsid w:val="003A4ED4"/>
    <w:rsid w:val="003A5627"/>
    <w:rsid w:val="003A5992"/>
    <w:rsid w:val="003A5A2B"/>
    <w:rsid w:val="003A5F46"/>
    <w:rsid w:val="003A70D8"/>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D80"/>
    <w:rsid w:val="003B72A2"/>
    <w:rsid w:val="003B7850"/>
    <w:rsid w:val="003B7F35"/>
    <w:rsid w:val="003C0AA2"/>
    <w:rsid w:val="003C0EB5"/>
    <w:rsid w:val="003C0F71"/>
    <w:rsid w:val="003C10F1"/>
    <w:rsid w:val="003C1B65"/>
    <w:rsid w:val="003C1F1F"/>
    <w:rsid w:val="003C2095"/>
    <w:rsid w:val="003C2E31"/>
    <w:rsid w:val="003C2EC8"/>
    <w:rsid w:val="003C3D81"/>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05F"/>
    <w:rsid w:val="003D3EEC"/>
    <w:rsid w:val="003D464C"/>
    <w:rsid w:val="003D46EB"/>
    <w:rsid w:val="003D51F3"/>
    <w:rsid w:val="003D53B0"/>
    <w:rsid w:val="003D5A80"/>
    <w:rsid w:val="003D5BFC"/>
    <w:rsid w:val="003D6323"/>
    <w:rsid w:val="003D69F4"/>
    <w:rsid w:val="003D6B7B"/>
    <w:rsid w:val="003D7466"/>
    <w:rsid w:val="003D7824"/>
    <w:rsid w:val="003D7FCE"/>
    <w:rsid w:val="003E0AB1"/>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614"/>
    <w:rsid w:val="003E6EE4"/>
    <w:rsid w:val="003E7738"/>
    <w:rsid w:val="003F00E5"/>
    <w:rsid w:val="003F041C"/>
    <w:rsid w:val="003F05DA"/>
    <w:rsid w:val="003F0785"/>
    <w:rsid w:val="003F15C1"/>
    <w:rsid w:val="003F1C89"/>
    <w:rsid w:val="003F2439"/>
    <w:rsid w:val="003F26B8"/>
    <w:rsid w:val="003F2D4A"/>
    <w:rsid w:val="003F2E2C"/>
    <w:rsid w:val="003F2FD1"/>
    <w:rsid w:val="003F427A"/>
    <w:rsid w:val="003F4C81"/>
    <w:rsid w:val="003F5EA5"/>
    <w:rsid w:val="003F6145"/>
    <w:rsid w:val="003F696A"/>
    <w:rsid w:val="003F6CCF"/>
    <w:rsid w:val="003F7B0C"/>
    <w:rsid w:val="004004A7"/>
    <w:rsid w:val="00400767"/>
    <w:rsid w:val="004009D6"/>
    <w:rsid w:val="00400B76"/>
    <w:rsid w:val="00400DC8"/>
    <w:rsid w:val="0040161E"/>
    <w:rsid w:val="00401DCA"/>
    <w:rsid w:val="0040204C"/>
    <w:rsid w:val="004028C8"/>
    <w:rsid w:val="00403BC4"/>
    <w:rsid w:val="004044D0"/>
    <w:rsid w:val="004070B1"/>
    <w:rsid w:val="0040740B"/>
    <w:rsid w:val="00407C7C"/>
    <w:rsid w:val="00410A3B"/>
    <w:rsid w:val="00410B6C"/>
    <w:rsid w:val="00410CCB"/>
    <w:rsid w:val="00411146"/>
    <w:rsid w:val="00411EAE"/>
    <w:rsid w:val="00412256"/>
    <w:rsid w:val="00412349"/>
    <w:rsid w:val="0041235A"/>
    <w:rsid w:val="00412B25"/>
    <w:rsid w:val="0041302F"/>
    <w:rsid w:val="0041381B"/>
    <w:rsid w:val="00413943"/>
    <w:rsid w:val="00413B57"/>
    <w:rsid w:val="00413B82"/>
    <w:rsid w:val="00413FF8"/>
    <w:rsid w:val="004141B6"/>
    <w:rsid w:val="00415E0F"/>
    <w:rsid w:val="00415EAD"/>
    <w:rsid w:val="00415ED6"/>
    <w:rsid w:val="00416162"/>
    <w:rsid w:val="00416378"/>
    <w:rsid w:val="004167BF"/>
    <w:rsid w:val="004168F6"/>
    <w:rsid w:val="00417047"/>
    <w:rsid w:val="004170E9"/>
    <w:rsid w:val="0041757B"/>
    <w:rsid w:val="004178A8"/>
    <w:rsid w:val="00417E41"/>
    <w:rsid w:val="00417E8B"/>
    <w:rsid w:val="00420970"/>
    <w:rsid w:val="00421CF2"/>
    <w:rsid w:val="0042234A"/>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9E9"/>
    <w:rsid w:val="00427263"/>
    <w:rsid w:val="004273BF"/>
    <w:rsid w:val="004276A4"/>
    <w:rsid w:val="00427CC5"/>
    <w:rsid w:val="00427D4B"/>
    <w:rsid w:val="00430246"/>
    <w:rsid w:val="00430FCF"/>
    <w:rsid w:val="004313F0"/>
    <w:rsid w:val="0043173C"/>
    <w:rsid w:val="0043279C"/>
    <w:rsid w:val="00432CBE"/>
    <w:rsid w:val="0043388B"/>
    <w:rsid w:val="00433F26"/>
    <w:rsid w:val="00434366"/>
    <w:rsid w:val="00434551"/>
    <w:rsid w:val="0043523F"/>
    <w:rsid w:val="004357FC"/>
    <w:rsid w:val="004359D9"/>
    <w:rsid w:val="00435D98"/>
    <w:rsid w:val="00436351"/>
    <w:rsid w:val="00436B19"/>
    <w:rsid w:val="0043753B"/>
    <w:rsid w:val="004377D0"/>
    <w:rsid w:val="00437B9D"/>
    <w:rsid w:val="00437EEC"/>
    <w:rsid w:val="00437F00"/>
    <w:rsid w:val="00437FEE"/>
    <w:rsid w:val="00440317"/>
    <w:rsid w:val="00441316"/>
    <w:rsid w:val="004415A4"/>
    <w:rsid w:val="00442B2F"/>
    <w:rsid w:val="00442BA8"/>
    <w:rsid w:val="00442CC8"/>
    <w:rsid w:val="004430EF"/>
    <w:rsid w:val="00443501"/>
    <w:rsid w:val="004438FD"/>
    <w:rsid w:val="00443BBA"/>
    <w:rsid w:val="00444964"/>
    <w:rsid w:val="00444F8F"/>
    <w:rsid w:val="00445645"/>
    <w:rsid w:val="0044589A"/>
    <w:rsid w:val="00445A91"/>
    <w:rsid w:val="0044643D"/>
    <w:rsid w:val="00446AB8"/>
    <w:rsid w:val="0044783B"/>
    <w:rsid w:val="00447909"/>
    <w:rsid w:val="004507A8"/>
    <w:rsid w:val="00450EC2"/>
    <w:rsid w:val="00451B00"/>
    <w:rsid w:val="00452A22"/>
    <w:rsid w:val="00452EF3"/>
    <w:rsid w:val="00453AB7"/>
    <w:rsid w:val="00454121"/>
    <w:rsid w:val="00454370"/>
    <w:rsid w:val="00454A10"/>
    <w:rsid w:val="00454FA4"/>
    <w:rsid w:val="0045550F"/>
    <w:rsid w:val="00455BCA"/>
    <w:rsid w:val="00455F2C"/>
    <w:rsid w:val="004573D0"/>
    <w:rsid w:val="00457908"/>
    <w:rsid w:val="004579B5"/>
    <w:rsid w:val="0046057C"/>
    <w:rsid w:val="00460927"/>
    <w:rsid w:val="00460B88"/>
    <w:rsid w:val="0046119E"/>
    <w:rsid w:val="00461294"/>
    <w:rsid w:val="0046180A"/>
    <w:rsid w:val="00461E30"/>
    <w:rsid w:val="00462AB9"/>
    <w:rsid w:val="00462C38"/>
    <w:rsid w:val="00462DB3"/>
    <w:rsid w:val="00463166"/>
    <w:rsid w:val="00463D8F"/>
    <w:rsid w:val="004644ED"/>
    <w:rsid w:val="004647F1"/>
    <w:rsid w:val="00464C57"/>
    <w:rsid w:val="00465298"/>
    <w:rsid w:val="004652D0"/>
    <w:rsid w:val="00465326"/>
    <w:rsid w:val="00465473"/>
    <w:rsid w:val="004654AD"/>
    <w:rsid w:val="00465568"/>
    <w:rsid w:val="0046564C"/>
    <w:rsid w:val="00465D1C"/>
    <w:rsid w:val="004664B7"/>
    <w:rsid w:val="00467829"/>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2CEF"/>
    <w:rsid w:val="004732F8"/>
    <w:rsid w:val="004736E3"/>
    <w:rsid w:val="00474038"/>
    <w:rsid w:val="00474180"/>
    <w:rsid w:val="0047489F"/>
    <w:rsid w:val="00475877"/>
    <w:rsid w:val="00475990"/>
    <w:rsid w:val="00475F38"/>
    <w:rsid w:val="00476581"/>
    <w:rsid w:val="00476D97"/>
    <w:rsid w:val="00476EC8"/>
    <w:rsid w:val="00476F1D"/>
    <w:rsid w:val="00477450"/>
    <w:rsid w:val="004774E1"/>
    <w:rsid w:val="0047794E"/>
    <w:rsid w:val="00477F74"/>
    <w:rsid w:val="0048002C"/>
    <w:rsid w:val="00480A4C"/>
    <w:rsid w:val="004816CD"/>
    <w:rsid w:val="00481C79"/>
    <w:rsid w:val="00481D1C"/>
    <w:rsid w:val="00481F97"/>
    <w:rsid w:val="0048228E"/>
    <w:rsid w:val="004826A2"/>
    <w:rsid w:val="004833A5"/>
    <w:rsid w:val="00483AAF"/>
    <w:rsid w:val="00483C16"/>
    <w:rsid w:val="00484013"/>
    <w:rsid w:val="0048475B"/>
    <w:rsid w:val="00484C7C"/>
    <w:rsid w:val="00484D33"/>
    <w:rsid w:val="00485A65"/>
    <w:rsid w:val="00485B6B"/>
    <w:rsid w:val="00485FFF"/>
    <w:rsid w:val="004860A3"/>
    <w:rsid w:val="0048698D"/>
    <w:rsid w:val="004869C0"/>
    <w:rsid w:val="00486D07"/>
    <w:rsid w:val="00487086"/>
    <w:rsid w:val="00487374"/>
    <w:rsid w:val="00487426"/>
    <w:rsid w:val="004878E1"/>
    <w:rsid w:val="0049009D"/>
    <w:rsid w:val="004910C8"/>
    <w:rsid w:val="004916ED"/>
    <w:rsid w:val="00491808"/>
    <w:rsid w:val="00491B30"/>
    <w:rsid w:val="00491F9B"/>
    <w:rsid w:val="004922F3"/>
    <w:rsid w:val="004929C9"/>
    <w:rsid w:val="0049372B"/>
    <w:rsid w:val="00493D87"/>
    <w:rsid w:val="00493DF9"/>
    <w:rsid w:val="004953B6"/>
    <w:rsid w:val="00495B14"/>
    <w:rsid w:val="00496DB4"/>
    <w:rsid w:val="00497B95"/>
    <w:rsid w:val="004A0168"/>
    <w:rsid w:val="004A0BAA"/>
    <w:rsid w:val="004A0DBC"/>
    <w:rsid w:val="004A1416"/>
    <w:rsid w:val="004A1B95"/>
    <w:rsid w:val="004A1DDE"/>
    <w:rsid w:val="004A21EA"/>
    <w:rsid w:val="004A2513"/>
    <w:rsid w:val="004A26EB"/>
    <w:rsid w:val="004A2CB3"/>
    <w:rsid w:val="004A3A77"/>
    <w:rsid w:val="004A3B42"/>
    <w:rsid w:val="004A4087"/>
    <w:rsid w:val="004A4258"/>
    <w:rsid w:val="004A460A"/>
    <w:rsid w:val="004A4FD9"/>
    <w:rsid w:val="004A5100"/>
    <w:rsid w:val="004A548A"/>
    <w:rsid w:val="004A5FFA"/>
    <w:rsid w:val="004A621B"/>
    <w:rsid w:val="004A68E9"/>
    <w:rsid w:val="004A724E"/>
    <w:rsid w:val="004A775B"/>
    <w:rsid w:val="004A7B4C"/>
    <w:rsid w:val="004B0633"/>
    <w:rsid w:val="004B0986"/>
    <w:rsid w:val="004B10CD"/>
    <w:rsid w:val="004B11F8"/>
    <w:rsid w:val="004B121B"/>
    <w:rsid w:val="004B14AE"/>
    <w:rsid w:val="004B1AE3"/>
    <w:rsid w:val="004B269F"/>
    <w:rsid w:val="004B277A"/>
    <w:rsid w:val="004B2F32"/>
    <w:rsid w:val="004B3156"/>
    <w:rsid w:val="004B32FD"/>
    <w:rsid w:val="004B38EB"/>
    <w:rsid w:val="004B4423"/>
    <w:rsid w:val="004B4767"/>
    <w:rsid w:val="004B4A15"/>
    <w:rsid w:val="004B4C93"/>
    <w:rsid w:val="004B50BB"/>
    <w:rsid w:val="004B63A2"/>
    <w:rsid w:val="004B6596"/>
    <w:rsid w:val="004B6814"/>
    <w:rsid w:val="004B6B3D"/>
    <w:rsid w:val="004B6F21"/>
    <w:rsid w:val="004B700C"/>
    <w:rsid w:val="004B7522"/>
    <w:rsid w:val="004B77DD"/>
    <w:rsid w:val="004B7966"/>
    <w:rsid w:val="004B7DF2"/>
    <w:rsid w:val="004B7F85"/>
    <w:rsid w:val="004C12CA"/>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BA"/>
    <w:rsid w:val="004D0618"/>
    <w:rsid w:val="004D0B99"/>
    <w:rsid w:val="004D12E0"/>
    <w:rsid w:val="004D1424"/>
    <w:rsid w:val="004D1CE5"/>
    <w:rsid w:val="004D1D31"/>
    <w:rsid w:val="004D28F6"/>
    <w:rsid w:val="004D2967"/>
    <w:rsid w:val="004D2A60"/>
    <w:rsid w:val="004D3B21"/>
    <w:rsid w:val="004D4D79"/>
    <w:rsid w:val="004D5116"/>
    <w:rsid w:val="004D52F1"/>
    <w:rsid w:val="004D59D3"/>
    <w:rsid w:val="004D6087"/>
    <w:rsid w:val="004D60DD"/>
    <w:rsid w:val="004D6315"/>
    <w:rsid w:val="004D634A"/>
    <w:rsid w:val="004D671A"/>
    <w:rsid w:val="004D6C6B"/>
    <w:rsid w:val="004D766D"/>
    <w:rsid w:val="004D7703"/>
    <w:rsid w:val="004D79F1"/>
    <w:rsid w:val="004E0C8B"/>
    <w:rsid w:val="004E1702"/>
    <w:rsid w:val="004E1FC9"/>
    <w:rsid w:val="004E21C5"/>
    <w:rsid w:val="004E2559"/>
    <w:rsid w:val="004E25CC"/>
    <w:rsid w:val="004E2DC8"/>
    <w:rsid w:val="004E324D"/>
    <w:rsid w:val="004E32BC"/>
    <w:rsid w:val="004E3B06"/>
    <w:rsid w:val="004E3B30"/>
    <w:rsid w:val="004E3EF5"/>
    <w:rsid w:val="004E3F48"/>
    <w:rsid w:val="004E4E93"/>
    <w:rsid w:val="004E4F67"/>
    <w:rsid w:val="004E5057"/>
    <w:rsid w:val="004E5216"/>
    <w:rsid w:val="004E590C"/>
    <w:rsid w:val="004E6B94"/>
    <w:rsid w:val="004E7B20"/>
    <w:rsid w:val="004E7C43"/>
    <w:rsid w:val="004F0A28"/>
    <w:rsid w:val="004F0C48"/>
    <w:rsid w:val="004F0CD6"/>
    <w:rsid w:val="004F0DDA"/>
    <w:rsid w:val="004F105A"/>
    <w:rsid w:val="004F10B1"/>
    <w:rsid w:val="004F1198"/>
    <w:rsid w:val="004F128E"/>
    <w:rsid w:val="004F136F"/>
    <w:rsid w:val="004F252B"/>
    <w:rsid w:val="004F34A5"/>
    <w:rsid w:val="004F4215"/>
    <w:rsid w:val="004F57AE"/>
    <w:rsid w:val="004F605C"/>
    <w:rsid w:val="004F6342"/>
    <w:rsid w:val="004F6969"/>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394"/>
    <w:rsid w:val="00501E48"/>
    <w:rsid w:val="00502451"/>
    <w:rsid w:val="005028B4"/>
    <w:rsid w:val="0050291B"/>
    <w:rsid w:val="00502D06"/>
    <w:rsid w:val="00502D13"/>
    <w:rsid w:val="00503295"/>
    <w:rsid w:val="005039F3"/>
    <w:rsid w:val="00503A74"/>
    <w:rsid w:val="00504D82"/>
    <w:rsid w:val="00504ED5"/>
    <w:rsid w:val="00505D13"/>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D3C"/>
    <w:rsid w:val="005139AF"/>
    <w:rsid w:val="005139E5"/>
    <w:rsid w:val="00514309"/>
    <w:rsid w:val="0051485F"/>
    <w:rsid w:val="00514915"/>
    <w:rsid w:val="00515731"/>
    <w:rsid w:val="00516094"/>
    <w:rsid w:val="00516243"/>
    <w:rsid w:val="00517336"/>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7123"/>
    <w:rsid w:val="00527425"/>
    <w:rsid w:val="00527B69"/>
    <w:rsid w:val="00527ED3"/>
    <w:rsid w:val="005302CB"/>
    <w:rsid w:val="005303BC"/>
    <w:rsid w:val="005310FD"/>
    <w:rsid w:val="00531168"/>
    <w:rsid w:val="00531342"/>
    <w:rsid w:val="0053169A"/>
    <w:rsid w:val="005319B3"/>
    <w:rsid w:val="00531ACA"/>
    <w:rsid w:val="005326A7"/>
    <w:rsid w:val="0053270F"/>
    <w:rsid w:val="00533167"/>
    <w:rsid w:val="00533BA7"/>
    <w:rsid w:val="005340CD"/>
    <w:rsid w:val="0053505C"/>
    <w:rsid w:val="00535603"/>
    <w:rsid w:val="00535CAD"/>
    <w:rsid w:val="005365C9"/>
    <w:rsid w:val="00536791"/>
    <w:rsid w:val="005369BD"/>
    <w:rsid w:val="00536E3C"/>
    <w:rsid w:val="00537B3D"/>
    <w:rsid w:val="00537BC2"/>
    <w:rsid w:val="005400AF"/>
    <w:rsid w:val="005414F0"/>
    <w:rsid w:val="00541526"/>
    <w:rsid w:val="00541C23"/>
    <w:rsid w:val="00542A87"/>
    <w:rsid w:val="00542AEA"/>
    <w:rsid w:val="00543279"/>
    <w:rsid w:val="0054356A"/>
    <w:rsid w:val="005435E7"/>
    <w:rsid w:val="0054362F"/>
    <w:rsid w:val="00544740"/>
    <w:rsid w:val="0054491C"/>
    <w:rsid w:val="00544CA8"/>
    <w:rsid w:val="0054567D"/>
    <w:rsid w:val="00547157"/>
    <w:rsid w:val="005471CE"/>
    <w:rsid w:val="00547528"/>
    <w:rsid w:val="00547538"/>
    <w:rsid w:val="00547A0F"/>
    <w:rsid w:val="00547AAA"/>
    <w:rsid w:val="0055087F"/>
    <w:rsid w:val="00550B6C"/>
    <w:rsid w:val="00550C23"/>
    <w:rsid w:val="005513A6"/>
    <w:rsid w:val="0055192D"/>
    <w:rsid w:val="00551976"/>
    <w:rsid w:val="00552471"/>
    <w:rsid w:val="005546B6"/>
    <w:rsid w:val="005546C5"/>
    <w:rsid w:val="00554753"/>
    <w:rsid w:val="005549AF"/>
    <w:rsid w:val="00554F3E"/>
    <w:rsid w:val="005553DF"/>
    <w:rsid w:val="00555458"/>
    <w:rsid w:val="005554C1"/>
    <w:rsid w:val="00555A92"/>
    <w:rsid w:val="00556A2F"/>
    <w:rsid w:val="00556FCF"/>
    <w:rsid w:val="005575D2"/>
    <w:rsid w:val="00557F0E"/>
    <w:rsid w:val="005603CD"/>
    <w:rsid w:val="00560928"/>
    <w:rsid w:val="00560C51"/>
    <w:rsid w:val="00560E2C"/>
    <w:rsid w:val="0056161C"/>
    <w:rsid w:val="00561764"/>
    <w:rsid w:val="00561790"/>
    <w:rsid w:val="00561A2C"/>
    <w:rsid w:val="00561CD6"/>
    <w:rsid w:val="005626B2"/>
    <w:rsid w:val="005628B6"/>
    <w:rsid w:val="00562AF6"/>
    <w:rsid w:val="00562E27"/>
    <w:rsid w:val="00562F51"/>
    <w:rsid w:val="005630B6"/>
    <w:rsid w:val="00565023"/>
    <w:rsid w:val="005654F8"/>
    <w:rsid w:val="00565925"/>
    <w:rsid w:val="0056610B"/>
    <w:rsid w:val="00566292"/>
    <w:rsid w:val="00566ABB"/>
    <w:rsid w:val="00567077"/>
    <w:rsid w:val="00570562"/>
    <w:rsid w:val="005705A5"/>
    <w:rsid w:val="00570923"/>
    <w:rsid w:val="00570AD4"/>
    <w:rsid w:val="00570D71"/>
    <w:rsid w:val="00570E2B"/>
    <w:rsid w:val="00571A23"/>
    <w:rsid w:val="00571B7B"/>
    <w:rsid w:val="00572B27"/>
    <w:rsid w:val="00573837"/>
    <w:rsid w:val="00574204"/>
    <w:rsid w:val="00574520"/>
    <w:rsid w:val="00574A99"/>
    <w:rsid w:val="00574AAA"/>
    <w:rsid w:val="005760CC"/>
    <w:rsid w:val="005761DD"/>
    <w:rsid w:val="005769DE"/>
    <w:rsid w:val="00576C18"/>
    <w:rsid w:val="00576FCB"/>
    <w:rsid w:val="005770D5"/>
    <w:rsid w:val="00577581"/>
    <w:rsid w:val="005813AE"/>
    <w:rsid w:val="005814FC"/>
    <w:rsid w:val="005817EC"/>
    <w:rsid w:val="00582371"/>
    <w:rsid w:val="0058266F"/>
    <w:rsid w:val="0058359B"/>
    <w:rsid w:val="0058392D"/>
    <w:rsid w:val="00583E9D"/>
    <w:rsid w:val="00584736"/>
    <w:rsid w:val="00584778"/>
    <w:rsid w:val="00584945"/>
    <w:rsid w:val="00584FB2"/>
    <w:rsid w:val="0058546D"/>
    <w:rsid w:val="0058599D"/>
    <w:rsid w:val="00585BAC"/>
    <w:rsid w:val="00585E75"/>
    <w:rsid w:val="0058618D"/>
    <w:rsid w:val="0058636C"/>
    <w:rsid w:val="00586480"/>
    <w:rsid w:val="0058672C"/>
    <w:rsid w:val="00586CDC"/>
    <w:rsid w:val="00586E80"/>
    <w:rsid w:val="00586FB7"/>
    <w:rsid w:val="00587012"/>
    <w:rsid w:val="00587689"/>
    <w:rsid w:val="00590001"/>
    <w:rsid w:val="005909D8"/>
    <w:rsid w:val="00591021"/>
    <w:rsid w:val="005917DF"/>
    <w:rsid w:val="005924D3"/>
    <w:rsid w:val="00592537"/>
    <w:rsid w:val="0059262D"/>
    <w:rsid w:val="00592796"/>
    <w:rsid w:val="005927DB"/>
    <w:rsid w:val="0059297D"/>
    <w:rsid w:val="00592E0D"/>
    <w:rsid w:val="00593032"/>
    <w:rsid w:val="00593370"/>
    <w:rsid w:val="00593C07"/>
    <w:rsid w:val="00593C86"/>
    <w:rsid w:val="00593CBE"/>
    <w:rsid w:val="005940EB"/>
    <w:rsid w:val="00594955"/>
    <w:rsid w:val="00594B62"/>
    <w:rsid w:val="00594E9C"/>
    <w:rsid w:val="00594EF2"/>
    <w:rsid w:val="00595FBB"/>
    <w:rsid w:val="005960F3"/>
    <w:rsid w:val="005961A4"/>
    <w:rsid w:val="005967DA"/>
    <w:rsid w:val="00596A6F"/>
    <w:rsid w:val="00596CAF"/>
    <w:rsid w:val="00597103"/>
    <w:rsid w:val="00597BA8"/>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4035"/>
    <w:rsid w:val="005A407D"/>
    <w:rsid w:val="005A46FC"/>
    <w:rsid w:val="005A4D8C"/>
    <w:rsid w:val="005A573B"/>
    <w:rsid w:val="005A66C3"/>
    <w:rsid w:val="005A6AA6"/>
    <w:rsid w:val="005A6D73"/>
    <w:rsid w:val="005A6E1C"/>
    <w:rsid w:val="005A75DF"/>
    <w:rsid w:val="005A7F90"/>
    <w:rsid w:val="005B00DD"/>
    <w:rsid w:val="005B0973"/>
    <w:rsid w:val="005B0B4C"/>
    <w:rsid w:val="005B1810"/>
    <w:rsid w:val="005B226C"/>
    <w:rsid w:val="005B24C2"/>
    <w:rsid w:val="005B34BB"/>
    <w:rsid w:val="005B4117"/>
    <w:rsid w:val="005B47BB"/>
    <w:rsid w:val="005B4EF9"/>
    <w:rsid w:val="005B523B"/>
    <w:rsid w:val="005B5764"/>
    <w:rsid w:val="005B57E0"/>
    <w:rsid w:val="005B5B82"/>
    <w:rsid w:val="005B6496"/>
    <w:rsid w:val="005B659C"/>
    <w:rsid w:val="005B6777"/>
    <w:rsid w:val="005B6E9E"/>
    <w:rsid w:val="005B6EB0"/>
    <w:rsid w:val="005B6F4D"/>
    <w:rsid w:val="005B755A"/>
    <w:rsid w:val="005B7967"/>
    <w:rsid w:val="005C1401"/>
    <w:rsid w:val="005C15B7"/>
    <w:rsid w:val="005C160E"/>
    <w:rsid w:val="005C1F20"/>
    <w:rsid w:val="005C23A1"/>
    <w:rsid w:val="005C2D7C"/>
    <w:rsid w:val="005C391C"/>
    <w:rsid w:val="005C3FE4"/>
    <w:rsid w:val="005C45FF"/>
    <w:rsid w:val="005C469E"/>
    <w:rsid w:val="005C4709"/>
    <w:rsid w:val="005C51EE"/>
    <w:rsid w:val="005C5225"/>
    <w:rsid w:val="005C53D1"/>
    <w:rsid w:val="005C57D9"/>
    <w:rsid w:val="005C5E04"/>
    <w:rsid w:val="005C69E6"/>
    <w:rsid w:val="005C720F"/>
    <w:rsid w:val="005C72E5"/>
    <w:rsid w:val="005C73CE"/>
    <w:rsid w:val="005C75BC"/>
    <w:rsid w:val="005D08C1"/>
    <w:rsid w:val="005D0C0B"/>
    <w:rsid w:val="005D0F01"/>
    <w:rsid w:val="005D116C"/>
    <w:rsid w:val="005D22CC"/>
    <w:rsid w:val="005D2ABE"/>
    <w:rsid w:val="005D2C3A"/>
    <w:rsid w:val="005D37E9"/>
    <w:rsid w:val="005D3A33"/>
    <w:rsid w:val="005D3BB9"/>
    <w:rsid w:val="005D4830"/>
    <w:rsid w:val="005D4861"/>
    <w:rsid w:val="005D4F89"/>
    <w:rsid w:val="005D755E"/>
    <w:rsid w:val="005D75C3"/>
    <w:rsid w:val="005D7B8D"/>
    <w:rsid w:val="005E01A8"/>
    <w:rsid w:val="005E03A5"/>
    <w:rsid w:val="005E06A5"/>
    <w:rsid w:val="005E174F"/>
    <w:rsid w:val="005E1CB9"/>
    <w:rsid w:val="005E1F34"/>
    <w:rsid w:val="005E1F79"/>
    <w:rsid w:val="005E23F2"/>
    <w:rsid w:val="005E29F6"/>
    <w:rsid w:val="005E2BC4"/>
    <w:rsid w:val="005E2E1D"/>
    <w:rsid w:val="005E2EBB"/>
    <w:rsid w:val="005E3EDB"/>
    <w:rsid w:val="005E53BE"/>
    <w:rsid w:val="005E5B4A"/>
    <w:rsid w:val="005E60EA"/>
    <w:rsid w:val="005E6128"/>
    <w:rsid w:val="005E62F5"/>
    <w:rsid w:val="005E6845"/>
    <w:rsid w:val="005E6E40"/>
    <w:rsid w:val="005E6F71"/>
    <w:rsid w:val="005E71BD"/>
    <w:rsid w:val="005F0157"/>
    <w:rsid w:val="005F04DC"/>
    <w:rsid w:val="005F0A7F"/>
    <w:rsid w:val="005F1945"/>
    <w:rsid w:val="005F1A51"/>
    <w:rsid w:val="005F1B83"/>
    <w:rsid w:val="005F2561"/>
    <w:rsid w:val="005F28F6"/>
    <w:rsid w:val="005F351F"/>
    <w:rsid w:val="005F3556"/>
    <w:rsid w:val="005F40A1"/>
    <w:rsid w:val="005F480B"/>
    <w:rsid w:val="005F4B48"/>
    <w:rsid w:val="005F4DA2"/>
    <w:rsid w:val="005F513A"/>
    <w:rsid w:val="005F5370"/>
    <w:rsid w:val="005F57C6"/>
    <w:rsid w:val="005F5ACF"/>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787"/>
    <w:rsid w:val="00603338"/>
    <w:rsid w:val="006034E3"/>
    <w:rsid w:val="00604444"/>
    <w:rsid w:val="00604856"/>
    <w:rsid w:val="006049DF"/>
    <w:rsid w:val="00604AFD"/>
    <w:rsid w:val="00604B5C"/>
    <w:rsid w:val="00605AA2"/>
    <w:rsid w:val="00605EAA"/>
    <w:rsid w:val="0060620D"/>
    <w:rsid w:val="00606415"/>
    <w:rsid w:val="00606DAA"/>
    <w:rsid w:val="006072A6"/>
    <w:rsid w:val="006076BC"/>
    <w:rsid w:val="006078D1"/>
    <w:rsid w:val="00607BB5"/>
    <w:rsid w:val="00607D9F"/>
    <w:rsid w:val="00610D51"/>
    <w:rsid w:val="006110C7"/>
    <w:rsid w:val="00611AC4"/>
    <w:rsid w:val="00612383"/>
    <w:rsid w:val="006128F2"/>
    <w:rsid w:val="006135AF"/>
    <w:rsid w:val="00616114"/>
    <w:rsid w:val="0061664C"/>
    <w:rsid w:val="0061694D"/>
    <w:rsid w:val="00616A60"/>
    <w:rsid w:val="00616D17"/>
    <w:rsid w:val="00617053"/>
    <w:rsid w:val="006174E3"/>
    <w:rsid w:val="0061772A"/>
    <w:rsid w:val="00617AA2"/>
    <w:rsid w:val="00617C2D"/>
    <w:rsid w:val="0062032B"/>
    <w:rsid w:val="006207CB"/>
    <w:rsid w:val="00620FA2"/>
    <w:rsid w:val="0062114F"/>
    <w:rsid w:val="006211C0"/>
    <w:rsid w:val="00621CE9"/>
    <w:rsid w:val="00621D8B"/>
    <w:rsid w:val="006226BE"/>
    <w:rsid w:val="00622E01"/>
    <w:rsid w:val="006233DC"/>
    <w:rsid w:val="006236C6"/>
    <w:rsid w:val="006241AC"/>
    <w:rsid w:val="006241DB"/>
    <w:rsid w:val="006243F6"/>
    <w:rsid w:val="006244E5"/>
    <w:rsid w:val="00625043"/>
    <w:rsid w:val="006250CF"/>
    <w:rsid w:val="00625BC0"/>
    <w:rsid w:val="00625E7E"/>
    <w:rsid w:val="00625F37"/>
    <w:rsid w:val="00626091"/>
    <w:rsid w:val="0062622B"/>
    <w:rsid w:val="0062625C"/>
    <w:rsid w:val="00626292"/>
    <w:rsid w:val="0062631F"/>
    <w:rsid w:val="00626A86"/>
    <w:rsid w:val="00627684"/>
    <w:rsid w:val="00627744"/>
    <w:rsid w:val="006279FE"/>
    <w:rsid w:val="0063002C"/>
    <w:rsid w:val="006301E5"/>
    <w:rsid w:val="00630383"/>
    <w:rsid w:val="00630786"/>
    <w:rsid w:val="00631DAB"/>
    <w:rsid w:val="00631FD1"/>
    <w:rsid w:val="00631FF3"/>
    <w:rsid w:val="00632202"/>
    <w:rsid w:val="00632553"/>
    <w:rsid w:val="00632B08"/>
    <w:rsid w:val="006332ED"/>
    <w:rsid w:val="00633AC6"/>
    <w:rsid w:val="00634C4F"/>
    <w:rsid w:val="006351AB"/>
    <w:rsid w:val="00635A75"/>
    <w:rsid w:val="006367CD"/>
    <w:rsid w:val="00636983"/>
    <w:rsid w:val="00636ADB"/>
    <w:rsid w:val="0063743D"/>
    <w:rsid w:val="00637569"/>
    <w:rsid w:val="0063764E"/>
    <w:rsid w:val="006376C9"/>
    <w:rsid w:val="006379EB"/>
    <w:rsid w:val="006402B3"/>
    <w:rsid w:val="0064035A"/>
    <w:rsid w:val="006405A7"/>
    <w:rsid w:val="00640840"/>
    <w:rsid w:val="00640A44"/>
    <w:rsid w:val="00640A69"/>
    <w:rsid w:val="00640D68"/>
    <w:rsid w:val="00641CAA"/>
    <w:rsid w:val="00642613"/>
    <w:rsid w:val="00642987"/>
    <w:rsid w:val="00643E95"/>
    <w:rsid w:val="00644537"/>
    <w:rsid w:val="0064458F"/>
    <w:rsid w:val="0064475F"/>
    <w:rsid w:val="00644B9A"/>
    <w:rsid w:val="00644E31"/>
    <w:rsid w:val="00645052"/>
    <w:rsid w:val="00645175"/>
    <w:rsid w:val="0064565A"/>
    <w:rsid w:val="00645840"/>
    <w:rsid w:val="00646546"/>
    <w:rsid w:val="00647520"/>
    <w:rsid w:val="0064763A"/>
    <w:rsid w:val="006479B3"/>
    <w:rsid w:val="00647C2D"/>
    <w:rsid w:val="006518C0"/>
    <w:rsid w:val="00651E04"/>
    <w:rsid w:val="00651E32"/>
    <w:rsid w:val="006523E0"/>
    <w:rsid w:val="00652822"/>
    <w:rsid w:val="006529C4"/>
    <w:rsid w:val="00652FB0"/>
    <w:rsid w:val="00653030"/>
    <w:rsid w:val="00653094"/>
    <w:rsid w:val="00655617"/>
    <w:rsid w:val="00655E5F"/>
    <w:rsid w:val="00656C53"/>
    <w:rsid w:val="00656CDA"/>
    <w:rsid w:val="00656DE7"/>
    <w:rsid w:val="0066089B"/>
    <w:rsid w:val="00661334"/>
    <w:rsid w:val="0066174E"/>
    <w:rsid w:val="00661893"/>
    <w:rsid w:val="00661974"/>
    <w:rsid w:val="00662F6E"/>
    <w:rsid w:val="006633D1"/>
    <w:rsid w:val="00663588"/>
    <w:rsid w:val="00664A96"/>
    <w:rsid w:val="0066543A"/>
    <w:rsid w:val="006656A3"/>
    <w:rsid w:val="00665B07"/>
    <w:rsid w:val="00665C28"/>
    <w:rsid w:val="00665DE8"/>
    <w:rsid w:val="0066641C"/>
    <w:rsid w:val="00666A84"/>
    <w:rsid w:val="00667DFC"/>
    <w:rsid w:val="00670064"/>
    <w:rsid w:val="0067052E"/>
    <w:rsid w:val="00670942"/>
    <w:rsid w:val="00670F15"/>
    <w:rsid w:val="00671182"/>
    <w:rsid w:val="00671A3A"/>
    <w:rsid w:val="00671A66"/>
    <w:rsid w:val="00671C13"/>
    <w:rsid w:val="00671F6A"/>
    <w:rsid w:val="006726DF"/>
    <w:rsid w:val="00673503"/>
    <w:rsid w:val="0067361E"/>
    <w:rsid w:val="006738FC"/>
    <w:rsid w:val="00673B1C"/>
    <w:rsid w:val="00673FCB"/>
    <w:rsid w:val="00674060"/>
    <w:rsid w:val="00674225"/>
    <w:rsid w:val="00675510"/>
    <w:rsid w:val="00675778"/>
    <w:rsid w:val="00675B8E"/>
    <w:rsid w:val="0067728D"/>
    <w:rsid w:val="006777D5"/>
    <w:rsid w:val="00677B4C"/>
    <w:rsid w:val="00680898"/>
    <w:rsid w:val="00681450"/>
    <w:rsid w:val="00681BAE"/>
    <w:rsid w:val="006826FA"/>
    <w:rsid w:val="00682CA5"/>
    <w:rsid w:val="00682E5F"/>
    <w:rsid w:val="006833F4"/>
    <w:rsid w:val="00683CEF"/>
    <w:rsid w:val="00683F73"/>
    <w:rsid w:val="00683FD7"/>
    <w:rsid w:val="006846B3"/>
    <w:rsid w:val="006846ED"/>
    <w:rsid w:val="00684E22"/>
    <w:rsid w:val="00685A26"/>
    <w:rsid w:val="00687517"/>
    <w:rsid w:val="00687C40"/>
    <w:rsid w:val="00687F61"/>
    <w:rsid w:val="00690A4A"/>
    <w:rsid w:val="00690B8A"/>
    <w:rsid w:val="006912A2"/>
    <w:rsid w:val="00691D07"/>
    <w:rsid w:val="00692F43"/>
    <w:rsid w:val="0069378C"/>
    <w:rsid w:val="00693A9E"/>
    <w:rsid w:val="0069414B"/>
    <w:rsid w:val="006953F2"/>
    <w:rsid w:val="00695520"/>
    <w:rsid w:val="00695810"/>
    <w:rsid w:val="00695A37"/>
    <w:rsid w:val="00695DF9"/>
    <w:rsid w:val="00696967"/>
    <w:rsid w:val="00696A6F"/>
    <w:rsid w:val="00696CD0"/>
    <w:rsid w:val="00696CDA"/>
    <w:rsid w:val="0069784D"/>
    <w:rsid w:val="006A0CAF"/>
    <w:rsid w:val="006A24DA"/>
    <w:rsid w:val="006A25BE"/>
    <w:rsid w:val="006A3A11"/>
    <w:rsid w:val="006A3C78"/>
    <w:rsid w:val="006A40A4"/>
    <w:rsid w:val="006A5225"/>
    <w:rsid w:val="006A5233"/>
    <w:rsid w:val="006A5612"/>
    <w:rsid w:val="006A619A"/>
    <w:rsid w:val="006A6398"/>
    <w:rsid w:val="006A723B"/>
    <w:rsid w:val="006A742C"/>
    <w:rsid w:val="006B12B2"/>
    <w:rsid w:val="006B13D6"/>
    <w:rsid w:val="006B1931"/>
    <w:rsid w:val="006B1D63"/>
    <w:rsid w:val="006B2123"/>
    <w:rsid w:val="006B27D0"/>
    <w:rsid w:val="006B41A4"/>
    <w:rsid w:val="006B4319"/>
    <w:rsid w:val="006B43DD"/>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329"/>
    <w:rsid w:val="006C2BD1"/>
    <w:rsid w:val="006C2C45"/>
    <w:rsid w:val="006C3545"/>
    <w:rsid w:val="006C3861"/>
    <w:rsid w:val="006C3DA6"/>
    <w:rsid w:val="006C47C8"/>
    <w:rsid w:val="006C53CE"/>
    <w:rsid w:val="006C5AF6"/>
    <w:rsid w:val="006C5F2D"/>
    <w:rsid w:val="006C62CB"/>
    <w:rsid w:val="006C6930"/>
    <w:rsid w:val="006C6BEB"/>
    <w:rsid w:val="006C72DA"/>
    <w:rsid w:val="006C794F"/>
    <w:rsid w:val="006C7D4F"/>
    <w:rsid w:val="006C7DB8"/>
    <w:rsid w:val="006D0036"/>
    <w:rsid w:val="006D005E"/>
    <w:rsid w:val="006D056D"/>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4C26"/>
    <w:rsid w:val="006D55A1"/>
    <w:rsid w:val="006D59F0"/>
    <w:rsid w:val="006D5C71"/>
    <w:rsid w:val="006D602C"/>
    <w:rsid w:val="006D676A"/>
    <w:rsid w:val="006D6BFE"/>
    <w:rsid w:val="006D6D3E"/>
    <w:rsid w:val="006D6EEC"/>
    <w:rsid w:val="006D73F0"/>
    <w:rsid w:val="006D78A6"/>
    <w:rsid w:val="006D7E03"/>
    <w:rsid w:val="006E0360"/>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8C"/>
    <w:rsid w:val="006E76EC"/>
    <w:rsid w:val="006E7990"/>
    <w:rsid w:val="006E7B02"/>
    <w:rsid w:val="006F0BC4"/>
    <w:rsid w:val="006F1229"/>
    <w:rsid w:val="006F1C3F"/>
    <w:rsid w:val="006F1E20"/>
    <w:rsid w:val="006F238A"/>
    <w:rsid w:val="006F2623"/>
    <w:rsid w:val="006F2842"/>
    <w:rsid w:val="006F2A69"/>
    <w:rsid w:val="006F2EAD"/>
    <w:rsid w:val="006F3882"/>
    <w:rsid w:val="006F4173"/>
    <w:rsid w:val="006F478B"/>
    <w:rsid w:val="006F4893"/>
    <w:rsid w:val="006F48D9"/>
    <w:rsid w:val="006F4C06"/>
    <w:rsid w:val="006F53F7"/>
    <w:rsid w:val="006F552D"/>
    <w:rsid w:val="006F566D"/>
    <w:rsid w:val="006F5B4A"/>
    <w:rsid w:val="006F5E9C"/>
    <w:rsid w:val="006F63B7"/>
    <w:rsid w:val="006F6A2A"/>
    <w:rsid w:val="006F6ADD"/>
    <w:rsid w:val="006F72C1"/>
    <w:rsid w:val="006F762F"/>
    <w:rsid w:val="00700C43"/>
    <w:rsid w:val="00700D17"/>
    <w:rsid w:val="00701725"/>
    <w:rsid w:val="00701BFF"/>
    <w:rsid w:val="007024BE"/>
    <w:rsid w:val="0070271E"/>
    <w:rsid w:val="007029F9"/>
    <w:rsid w:val="00702B9B"/>
    <w:rsid w:val="007034B6"/>
    <w:rsid w:val="0070352A"/>
    <w:rsid w:val="0070371C"/>
    <w:rsid w:val="00703F5D"/>
    <w:rsid w:val="0070409D"/>
    <w:rsid w:val="00704C89"/>
    <w:rsid w:val="00704C9F"/>
    <w:rsid w:val="0070556A"/>
    <w:rsid w:val="00705BEA"/>
    <w:rsid w:val="00705D08"/>
    <w:rsid w:val="007060BB"/>
    <w:rsid w:val="007063DB"/>
    <w:rsid w:val="00707184"/>
    <w:rsid w:val="00707F92"/>
    <w:rsid w:val="007109CF"/>
    <w:rsid w:val="00710DEF"/>
    <w:rsid w:val="0071186E"/>
    <w:rsid w:val="007122CA"/>
    <w:rsid w:val="007123EE"/>
    <w:rsid w:val="007125CE"/>
    <w:rsid w:val="00712644"/>
    <w:rsid w:val="00713B8E"/>
    <w:rsid w:val="00713CE4"/>
    <w:rsid w:val="00713FDD"/>
    <w:rsid w:val="007143F7"/>
    <w:rsid w:val="00714481"/>
    <w:rsid w:val="00715418"/>
    <w:rsid w:val="00715566"/>
    <w:rsid w:val="00715F48"/>
    <w:rsid w:val="00715FCE"/>
    <w:rsid w:val="007161D2"/>
    <w:rsid w:val="00716223"/>
    <w:rsid w:val="00716CC9"/>
    <w:rsid w:val="007173DA"/>
    <w:rsid w:val="0071763F"/>
    <w:rsid w:val="00717F49"/>
    <w:rsid w:val="00717FE6"/>
    <w:rsid w:val="00720C56"/>
    <w:rsid w:val="00720D39"/>
    <w:rsid w:val="00722298"/>
    <w:rsid w:val="0072281D"/>
    <w:rsid w:val="007239F5"/>
    <w:rsid w:val="00723B8C"/>
    <w:rsid w:val="00723BDC"/>
    <w:rsid w:val="00723C99"/>
    <w:rsid w:val="00723FAD"/>
    <w:rsid w:val="007242B6"/>
    <w:rsid w:val="0072488F"/>
    <w:rsid w:val="00724AE6"/>
    <w:rsid w:val="007251E6"/>
    <w:rsid w:val="0072577A"/>
    <w:rsid w:val="0072590F"/>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C74"/>
    <w:rsid w:val="00731D09"/>
    <w:rsid w:val="007326DE"/>
    <w:rsid w:val="00732CD8"/>
    <w:rsid w:val="007333F4"/>
    <w:rsid w:val="00733C5F"/>
    <w:rsid w:val="00734B22"/>
    <w:rsid w:val="00734B7F"/>
    <w:rsid w:val="00735A94"/>
    <w:rsid w:val="00735BD1"/>
    <w:rsid w:val="007360C9"/>
    <w:rsid w:val="00736196"/>
    <w:rsid w:val="007361CB"/>
    <w:rsid w:val="00736245"/>
    <w:rsid w:val="00736763"/>
    <w:rsid w:val="007368FD"/>
    <w:rsid w:val="007369A2"/>
    <w:rsid w:val="00736CBE"/>
    <w:rsid w:val="0073702D"/>
    <w:rsid w:val="007374BC"/>
    <w:rsid w:val="00737D65"/>
    <w:rsid w:val="007411AA"/>
    <w:rsid w:val="007422B6"/>
    <w:rsid w:val="00742930"/>
    <w:rsid w:val="00742AC0"/>
    <w:rsid w:val="00742DD7"/>
    <w:rsid w:val="00743C65"/>
    <w:rsid w:val="007446F0"/>
    <w:rsid w:val="00744754"/>
    <w:rsid w:val="007449FB"/>
    <w:rsid w:val="00745341"/>
    <w:rsid w:val="007454C5"/>
    <w:rsid w:val="00745A5A"/>
    <w:rsid w:val="0074696B"/>
    <w:rsid w:val="00746D1C"/>
    <w:rsid w:val="00746F43"/>
    <w:rsid w:val="007472CA"/>
    <w:rsid w:val="00747A17"/>
    <w:rsid w:val="00747F6F"/>
    <w:rsid w:val="00750324"/>
    <w:rsid w:val="00750378"/>
    <w:rsid w:val="00750422"/>
    <w:rsid w:val="00750C34"/>
    <w:rsid w:val="0075184E"/>
    <w:rsid w:val="00751D1B"/>
    <w:rsid w:val="007524C5"/>
    <w:rsid w:val="00752933"/>
    <w:rsid w:val="00753667"/>
    <w:rsid w:val="00753C29"/>
    <w:rsid w:val="00753E3B"/>
    <w:rsid w:val="0075499C"/>
    <w:rsid w:val="00754A5B"/>
    <w:rsid w:val="00754C02"/>
    <w:rsid w:val="00754CB0"/>
    <w:rsid w:val="0075536A"/>
    <w:rsid w:val="007553C6"/>
    <w:rsid w:val="007560E0"/>
    <w:rsid w:val="00756AD5"/>
    <w:rsid w:val="00757104"/>
    <w:rsid w:val="007572EC"/>
    <w:rsid w:val="007575FB"/>
    <w:rsid w:val="0075773F"/>
    <w:rsid w:val="00757E27"/>
    <w:rsid w:val="00757E32"/>
    <w:rsid w:val="00760092"/>
    <w:rsid w:val="007600E7"/>
    <w:rsid w:val="00760347"/>
    <w:rsid w:val="00760A3A"/>
    <w:rsid w:val="00760E37"/>
    <w:rsid w:val="0076100B"/>
    <w:rsid w:val="00761A28"/>
    <w:rsid w:val="0076213A"/>
    <w:rsid w:val="00762353"/>
    <w:rsid w:val="00763D37"/>
    <w:rsid w:val="00763E9C"/>
    <w:rsid w:val="007644EA"/>
    <w:rsid w:val="007645CD"/>
    <w:rsid w:val="00764689"/>
    <w:rsid w:val="0076562A"/>
    <w:rsid w:val="00766C2F"/>
    <w:rsid w:val="00766DD5"/>
    <w:rsid w:val="007671EE"/>
    <w:rsid w:val="00767317"/>
    <w:rsid w:val="0076757A"/>
    <w:rsid w:val="00767676"/>
    <w:rsid w:val="00770A26"/>
    <w:rsid w:val="0077179A"/>
    <w:rsid w:val="00771F73"/>
    <w:rsid w:val="007724F1"/>
    <w:rsid w:val="00772601"/>
    <w:rsid w:val="00772636"/>
    <w:rsid w:val="00772959"/>
    <w:rsid w:val="007744AF"/>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7840"/>
    <w:rsid w:val="007879E4"/>
    <w:rsid w:val="007901D8"/>
    <w:rsid w:val="00790277"/>
    <w:rsid w:val="0079038C"/>
    <w:rsid w:val="00791040"/>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A5F"/>
    <w:rsid w:val="007A4F0E"/>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BF7"/>
    <w:rsid w:val="007B38D6"/>
    <w:rsid w:val="007B3952"/>
    <w:rsid w:val="007B3E45"/>
    <w:rsid w:val="007B4038"/>
    <w:rsid w:val="007B4057"/>
    <w:rsid w:val="007B46F0"/>
    <w:rsid w:val="007B51B7"/>
    <w:rsid w:val="007B54DC"/>
    <w:rsid w:val="007B57FF"/>
    <w:rsid w:val="007B61AA"/>
    <w:rsid w:val="007B6272"/>
    <w:rsid w:val="007B6428"/>
    <w:rsid w:val="007B6C8E"/>
    <w:rsid w:val="007C03CD"/>
    <w:rsid w:val="007C0D54"/>
    <w:rsid w:val="007C1759"/>
    <w:rsid w:val="007C17ED"/>
    <w:rsid w:val="007C1A3D"/>
    <w:rsid w:val="007C1ABC"/>
    <w:rsid w:val="007C1B8F"/>
    <w:rsid w:val="007C27E4"/>
    <w:rsid w:val="007C2B3E"/>
    <w:rsid w:val="007C309A"/>
    <w:rsid w:val="007C340E"/>
    <w:rsid w:val="007C3F7C"/>
    <w:rsid w:val="007C4B8D"/>
    <w:rsid w:val="007C4CAE"/>
    <w:rsid w:val="007C532C"/>
    <w:rsid w:val="007C55D5"/>
    <w:rsid w:val="007C635A"/>
    <w:rsid w:val="007C6585"/>
    <w:rsid w:val="007C6DDB"/>
    <w:rsid w:val="007D0263"/>
    <w:rsid w:val="007D0552"/>
    <w:rsid w:val="007D0E3E"/>
    <w:rsid w:val="007D147D"/>
    <w:rsid w:val="007D26B1"/>
    <w:rsid w:val="007D2807"/>
    <w:rsid w:val="007D2AEF"/>
    <w:rsid w:val="007D2E41"/>
    <w:rsid w:val="007D324F"/>
    <w:rsid w:val="007D3648"/>
    <w:rsid w:val="007D398A"/>
    <w:rsid w:val="007D3A7E"/>
    <w:rsid w:val="007D3A8A"/>
    <w:rsid w:val="007D4917"/>
    <w:rsid w:val="007D4D6B"/>
    <w:rsid w:val="007D4E53"/>
    <w:rsid w:val="007D5859"/>
    <w:rsid w:val="007D5B36"/>
    <w:rsid w:val="007D5E00"/>
    <w:rsid w:val="007D6214"/>
    <w:rsid w:val="007D6F4E"/>
    <w:rsid w:val="007D7135"/>
    <w:rsid w:val="007D7411"/>
    <w:rsid w:val="007D78A2"/>
    <w:rsid w:val="007D7A53"/>
    <w:rsid w:val="007E0964"/>
    <w:rsid w:val="007E09E2"/>
    <w:rsid w:val="007E1684"/>
    <w:rsid w:val="007E17E6"/>
    <w:rsid w:val="007E278D"/>
    <w:rsid w:val="007E27E9"/>
    <w:rsid w:val="007E28F6"/>
    <w:rsid w:val="007E2BE7"/>
    <w:rsid w:val="007E2C90"/>
    <w:rsid w:val="007E2E6E"/>
    <w:rsid w:val="007E4215"/>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CCC"/>
    <w:rsid w:val="007F057E"/>
    <w:rsid w:val="007F0669"/>
    <w:rsid w:val="007F0A40"/>
    <w:rsid w:val="007F1B4C"/>
    <w:rsid w:val="007F2E0F"/>
    <w:rsid w:val="007F329D"/>
    <w:rsid w:val="007F38D0"/>
    <w:rsid w:val="007F3BEC"/>
    <w:rsid w:val="007F3D51"/>
    <w:rsid w:val="007F4A5F"/>
    <w:rsid w:val="007F4F03"/>
    <w:rsid w:val="007F5628"/>
    <w:rsid w:val="007F5C32"/>
    <w:rsid w:val="007F61DF"/>
    <w:rsid w:val="007F6E62"/>
    <w:rsid w:val="007F6F16"/>
    <w:rsid w:val="007F70B8"/>
    <w:rsid w:val="007F7416"/>
    <w:rsid w:val="007F7D7D"/>
    <w:rsid w:val="00800502"/>
    <w:rsid w:val="0080105F"/>
    <w:rsid w:val="00801070"/>
    <w:rsid w:val="00801942"/>
    <w:rsid w:val="00801D28"/>
    <w:rsid w:val="00802680"/>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C08"/>
    <w:rsid w:val="00807D68"/>
    <w:rsid w:val="00807F60"/>
    <w:rsid w:val="00810CF8"/>
    <w:rsid w:val="0081108B"/>
    <w:rsid w:val="00811A60"/>
    <w:rsid w:val="00811E67"/>
    <w:rsid w:val="00812D58"/>
    <w:rsid w:val="00812EE2"/>
    <w:rsid w:val="00813EB1"/>
    <w:rsid w:val="008143EF"/>
    <w:rsid w:val="008144AE"/>
    <w:rsid w:val="008146E6"/>
    <w:rsid w:val="00814A53"/>
    <w:rsid w:val="0081522D"/>
    <w:rsid w:val="00815B46"/>
    <w:rsid w:val="00815D0F"/>
    <w:rsid w:val="00815DAA"/>
    <w:rsid w:val="00816056"/>
    <w:rsid w:val="008167EA"/>
    <w:rsid w:val="00816A37"/>
    <w:rsid w:val="00816BAB"/>
    <w:rsid w:val="00816C22"/>
    <w:rsid w:val="00817B42"/>
    <w:rsid w:val="00817BF9"/>
    <w:rsid w:val="00817C76"/>
    <w:rsid w:val="008203CA"/>
    <w:rsid w:val="0082098B"/>
    <w:rsid w:val="00820D0C"/>
    <w:rsid w:val="00820EDB"/>
    <w:rsid w:val="008224FF"/>
    <w:rsid w:val="00824494"/>
    <w:rsid w:val="00824B25"/>
    <w:rsid w:val="00824B35"/>
    <w:rsid w:val="00824E4A"/>
    <w:rsid w:val="00826BE5"/>
    <w:rsid w:val="00827799"/>
    <w:rsid w:val="00827F03"/>
    <w:rsid w:val="008302BC"/>
    <w:rsid w:val="0083044E"/>
    <w:rsid w:val="008305BD"/>
    <w:rsid w:val="00830A43"/>
    <w:rsid w:val="00830EA0"/>
    <w:rsid w:val="0083163C"/>
    <w:rsid w:val="00831DD5"/>
    <w:rsid w:val="00834648"/>
    <w:rsid w:val="0083483E"/>
    <w:rsid w:val="00834FBB"/>
    <w:rsid w:val="0083556E"/>
    <w:rsid w:val="008355C2"/>
    <w:rsid w:val="008358BF"/>
    <w:rsid w:val="00835C87"/>
    <w:rsid w:val="00836A9D"/>
    <w:rsid w:val="00836FB3"/>
    <w:rsid w:val="00837A5B"/>
    <w:rsid w:val="00840727"/>
    <w:rsid w:val="008408D7"/>
    <w:rsid w:val="00840961"/>
    <w:rsid w:val="00840D51"/>
    <w:rsid w:val="008418A3"/>
    <w:rsid w:val="00841988"/>
    <w:rsid w:val="00843F5E"/>
    <w:rsid w:val="0084430F"/>
    <w:rsid w:val="0084456A"/>
    <w:rsid w:val="008446CD"/>
    <w:rsid w:val="0084476A"/>
    <w:rsid w:val="00844887"/>
    <w:rsid w:val="0084498D"/>
    <w:rsid w:val="00844B87"/>
    <w:rsid w:val="0084510D"/>
    <w:rsid w:val="00845318"/>
    <w:rsid w:val="00845874"/>
    <w:rsid w:val="008466DC"/>
    <w:rsid w:val="0084678A"/>
    <w:rsid w:val="00847B7E"/>
    <w:rsid w:val="0085042B"/>
    <w:rsid w:val="00850E58"/>
    <w:rsid w:val="008510F0"/>
    <w:rsid w:val="008515AA"/>
    <w:rsid w:val="0085168A"/>
    <w:rsid w:val="008517EB"/>
    <w:rsid w:val="0085230D"/>
    <w:rsid w:val="0085234D"/>
    <w:rsid w:val="0085259D"/>
    <w:rsid w:val="008532FA"/>
    <w:rsid w:val="00853A50"/>
    <w:rsid w:val="00853CF3"/>
    <w:rsid w:val="00854075"/>
    <w:rsid w:val="00854EE0"/>
    <w:rsid w:val="008563B0"/>
    <w:rsid w:val="008563D3"/>
    <w:rsid w:val="008565BA"/>
    <w:rsid w:val="008565F7"/>
    <w:rsid w:val="0085661D"/>
    <w:rsid w:val="00856860"/>
    <w:rsid w:val="00856B6D"/>
    <w:rsid w:val="0085772C"/>
    <w:rsid w:val="00857898"/>
    <w:rsid w:val="00857DCD"/>
    <w:rsid w:val="00857E03"/>
    <w:rsid w:val="008601C8"/>
    <w:rsid w:val="008605FA"/>
    <w:rsid w:val="008606A4"/>
    <w:rsid w:val="008607A7"/>
    <w:rsid w:val="00860AA4"/>
    <w:rsid w:val="00860EA6"/>
    <w:rsid w:val="00860F7A"/>
    <w:rsid w:val="00860FD4"/>
    <w:rsid w:val="008610CB"/>
    <w:rsid w:val="0086124D"/>
    <w:rsid w:val="00861DA5"/>
    <w:rsid w:val="008620F6"/>
    <w:rsid w:val="008626BF"/>
    <w:rsid w:val="008628E6"/>
    <w:rsid w:val="0086309B"/>
    <w:rsid w:val="008632B1"/>
    <w:rsid w:val="00863772"/>
    <w:rsid w:val="0086398D"/>
    <w:rsid w:val="0086406A"/>
    <w:rsid w:val="00864AD3"/>
    <w:rsid w:val="00864E9E"/>
    <w:rsid w:val="0086581C"/>
    <w:rsid w:val="00865C4A"/>
    <w:rsid w:val="00865DDC"/>
    <w:rsid w:val="00866371"/>
    <w:rsid w:val="008677A2"/>
    <w:rsid w:val="0087088E"/>
    <w:rsid w:val="0087147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591"/>
    <w:rsid w:val="00880F7F"/>
    <w:rsid w:val="00881005"/>
    <w:rsid w:val="0088144A"/>
    <w:rsid w:val="00881D13"/>
    <w:rsid w:val="0088249C"/>
    <w:rsid w:val="00882A78"/>
    <w:rsid w:val="008831ED"/>
    <w:rsid w:val="00883351"/>
    <w:rsid w:val="00884A08"/>
    <w:rsid w:val="00884A60"/>
    <w:rsid w:val="0088520A"/>
    <w:rsid w:val="0088549F"/>
    <w:rsid w:val="00885ADB"/>
    <w:rsid w:val="00885E65"/>
    <w:rsid w:val="00885F45"/>
    <w:rsid w:val="0088621C"/>
    <w:rsid w:val="0088684E"/>
    <w:rsid w:val="008875B1"/>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34B"/>
    <w:rsid w:val="00894B55"/>
    <w:rsid w:val="00894E80"/>
    <w:rsid w:val="00895295"/>
    <w:rsid w:val="0089544D"/>
    <w:rsid w:val="0089639D"/>
    <w:rsid w:val="00896AD9"/>
    <w:rsid w:val="00897795"/>
    <w:rsid w:val="0089795E"/>
    <w:rsid w:val="00897FD4"/>
    <w:rsid w:val="008A0954"/>
    <w:rsid w:val="008A09E3"/>
    <w:rsid w:val="008A0A64"/>
    <w:rsid w:val="008A0C1F"/>
    <w:rsid w:val="008A2E8B"/>
    <w:rsid w:val="008A3028"/>
    <w:rsid w:val="008A36B4"/>
    <w:rsid w:val="008A3E9D"/>
    <w:rsid w:val="008A476E"/>
    <w:rsid w:val="008A4E80"/>
    <w:rsid w:val="008A53C9"/>
    <w:rsid w:val="008A5615"/>
    <w:rsid w:val="008A5712"/>
    <w:rsid w:val="008A58CE"/>
    <w:rsid w:val="008A5DC0"/>
    <w:rsid w:val="008A6173"/>
    <w:rsid w:val="008A658E"/>
    <w:rsid w:val="008A65D9"/>
    <w:rsid w:val="008A6ADB"/>
    <w:rsid w:val="008A6E59"/>
    <w:rsid w:val="008A7013"/>
    <w:rsid w:val="008A7521"/>
    <w:rsid w:val="008A7C06"/>
    <w:rsid w:val="008A7D5A"/>
    <w:rsid w:val="008B05A5"/>
    <w:rsid w:val="008B05CC"/>
    <w:rsid w:val="008B0646"/>
    <w:rsid w:val="008B0762"/>
    <w:rsid w:val="008B1AB8"/>
    <w:rsid w:val="008B1CC4"/>
    <w:rsid w:val="008B2FE8"/>
    <w:rsid w:val="008B2FFF"/>
    <w:rsid w:val="008B30BB"/>
    <w:rsid w:val="008B319D"/>
    <w:rsid w:val="008B376B"/>
    <w:rsid w:val="008B4024"/>
    <w:rsid w:val="008B5028"/>
    <w:rsid w:val="008B5BA0"/>
    <w:rsid w:val="008B5D33"/>
    <w:rsid w:val="008B5E38"/>
    <w:rsid w:val="008B5F3C"/>
    <w:rsid w:val="008B632C"/>
    <w:rsid w:val="008B6AC9"/>
    <w:rsid w:val="008B7429"/>
    <w:rsid w:val="008B7AE7"/>
    <w:rsid w:val="008B7C45"/>
    <w:rsid w:val="008B7D63"/>
    <w:rsid w:val="008C00A7"/>
    <w:rsid w:val="008C04CA"/>
    <w:rsid w:val="008C09C8"/>
    <w:rsid w:val="008C0B6F"/>
    <w:rsid w:val="008C0F32"/>
    <w:rsid w:val="008C1739"/>
    <w:rsid w:val="008C19B2"/>
    <w:rsid w:val="008C1AA8"/>
    <w:rsid w:val="008C1C23"/>
    <w:rsid w:val="008C2EB4"/>
    <w:rsid w:val="008C33BD"/>
    <w:rsid w:val="008C3F5E"/>
    <w:rsid w:val="008C4EE8"/>
    <w:rsid w:val="008C50C9"/>
    <w:rsid w:val="008C5562"/>
    <w:rsid w:val="008C5617"/>
    <w:rsid w:val="008C5B46"/>
    <w:rsid w:val="008C5B93"/>
    <w:rsid w:val="008C5C96"/>
    <w:rsid w:val="008C5E92"/>
    <w:rsid w:val="008C5F42"/>
    <w:rsid w:val="008C7C6D"/>
    <w:rsid w:val="008D16CF"/>
    <w:rsid w:val="008D21E4"/>
    <w:rsid w:val="008D257F"/>
    <w:rsid w:val="008D29B3"/>
    <w:rsid w:val="008D2AC7"/>
    <w:rsid w:val="008D2C4F"/>
    <w:rsid w:val="008D2FF7"/>
    <w:rsid w:val="008D4316"/>
    <w:rsid w:val="008D4363"/>
    <w:rsid w:val="008D4396"/>
    <w:rsid w:val="008D4EF8"/>
    <w:rsid w:val="008D5B53"/>
    <w:rsid w:val="008D5D50"/>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EB0"/>
    <w:rsid w:val="008E46C8"/>
    <w:rsid w:val="008E47ED"/>
    <w:rsid w:val="008E48EA"/>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B15"/>
    <w:rsid w:val="008F1F1A"/>
    <w:rsid w:val="008F1F98"/>
    <w:rsid w:val="008F209E"/>
    <w:rsid w:val="008F2320"/>
    <w:rsid w:val="008F2878"/>
    <w:rsid w:val="008F2BCB"/>
    <w:rsid w:val="008F5609"/>
    <w:rsid w:val="008F578D"/>
    <w:rsid w:val="008F59B6"/>
    <w:rsid w:val="008F65A1"/>
    <w:rsid w:val="008F6976"/>
    <w:rsid w:val="008F7348"/>
    <w:rsid w:val="008F7B0B"/>
    <w:rsid w:val="009003C1"/>
    <w:rsid w:val="00900480"/>
    <w:rsid w:val="009009C6"/>
    <w:rsid w:val="00900B31"/>
    <w:rsid w:val="00900DCD"/>
    <w:rsid w:val="00900E1E"/>
    <w:rsid w:val="00900EAC"/>
    <w:rsid w:val="00901BF2"/>
    <w:rsid w:val="00901C97"/>
    <w:rsid w:val="00901CD1"/>
    <w:rsid w:val="00903B06"/>
    <w:rsid w:val="00903C6B"/>
    <w:rsid w:val="009043AC"/>
    <w:rsid w:val="00904474"/>
    <w:rsid w:val="009049B3"/>
    <w:rsid w:val="00904BFB"/>
    <w:rsid w:val="00904E06"/>
    <w:rsid w:val="009054E1"/>
    <w:rsid w:val="00905986"/>
    <w:rsid w:val="00905EDC"/>
    <w:rsid w:val="00906623"/>
    <w:rsid w:val="00906787"/>
    <w:rsid w:val="009069A3"/>
    <w:rsid w:val="00906F97"/>
    <w:rsid w:val="00907364"/>
    <w:rsid w:val="0091052D"/>
    <w:rsid w:val="0091073E"/>
    <w:rsid w:val="009107B7"/>
    <w:rsid w:val="00910DA3"/>
    <w:rsid w:val="0091188C"/>
    <w:rsid w:val="00912959"/>
    <w:rsid w:val="00912CCD"/>
    <w:rsid w:val="00913975"/>
    <w:rsid w:val="0091453C"/>
    <w:rsid w:val="0091480C"/>
    <w:rsid w:val="00916C81"/>
    <w:rsid w:val="00916E7A"/>
    <w:rsid w:val="00916F7E"/>
    <w:rsid w:val="00917634"/>
    <w:rsid w:val="00917F3E"/>
    <w:rsid w:val="00920421"/>
    <w:rsid w:val="0092095F"/>
    <w:rsid w:val="009224B4"/>
    <w:rsid w:val="00922DA9"/>
    <w:rsid w:val="00922FC0"/>
    <w:rsid w:val="009231E3"/>
    <w:rsid w:val="00924C4A"/>
    <w:rsid w:val="009259DD"/>
    <w:rsid w:val="00925C45"/>
    <w:rsid w:val="00925EC1"/>
    <w:rsid w:val="009260AD"/>
    <w:rsid w:val="00926820"/>
    <w:rsid w:val="00927727"/>
    <w:rsid w:val="00927F1F"/>
    <w:rsid w:val="0093025A"/>
    <w:rsid w:val="0093133E"/>
    <w:rsid w:val="0093156A"/>
    <w:rsid w:val="00931A75"/>
    <w:rsid w:val="00931AD1"/>
    <w:rsid w:val="0093293B"/>
    <w:rsid w:val="00932BAB"/>
    <w:rsid w:val="009349A4"/>
    <w:rsid w:val="00934EFA"/>
    <w:rsid w:val="009357BC"/>
    <w:rsid w:val="00935B51"/>
    <w:rsid w:val="00935D03"/>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3E23"/>
    <w:rsid w:val="009442A8"/>
    <w:rsid w:val="00944365"/>
    <w:rsid w:val="00944D27"/>
    <w:rsid w:val="0094570C"/>
    <w:rsid w:val="00945A9E"/>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B4"/>
    <w:rsid w:val="00954647"/>
    <w:rsid w:val="00954871"/>
    <w:rsid w:val="00954ED8"/>
    <w:rsid w:val="009565DE"/>
    <w:rsid w:val="00956B7D"/>
    <w:rsid w:val="00957ACD"/>
    <w:rsid w:val="00957B57"/>
    <w:rsid w:val="00957BA9"/>
    <w:rsid w:val="00957FF9"/>
    <w:rsid w:val="0096001F"/>
    <w:rsid w:val="00960880"/>
    <w:rsid w:val="00960B5B"/>
    <w:rsid w:val="0096185A"/>
    <w:rsid w:val="009619F2"/>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E01"/>
    <w:rsid w:val="00967427"/>
    <w:rsid w:val="009702B2"/>
    <w:rsid w:val="00970327"/>
    <w:rsid w:val="0097047A"/>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F14"/>
    <w:rsid w:val="00974118"/>
    <w:rsid w:val="009743AC"/>
    <w:rsid w:val="00974CEC"/>
    <w:rsid w:val="00974D9A"/>
    <w:rsid w:val="00974EA3"/>
    <w:rsid w:val="00975851"/>
    <w:rsid w:val="00975B9A"/>
    <w:rsid w:val="00975FBC"/>
    <w:rsid w:val="009760C3"/>
    <w:rsid w:val="009761FF"/>
    <w:rsid w:val="009768D4"/>
    <w:rsid w:val="0097691C"/>
    <w:rsid w:val="009772EE"/>
    <w:rsid w:val="009772F6"/>
    <w:rsid w:val="00977A1B"/>
    <w:rsid w:val="00977FAC"/>
    <w:rsid w:val="00980BD4"/>
    <w:rsid w:val="00981257"/>
    <w:rsid w:val="00982559"/>
    <w:rsid w:val="00982875"/>
    <w:rsid w:val="009829CF"/>
    <w:rsid w:val="0098325F"/>
    <w:rsid w:val="00983400"/>
    <w:rsid w:val="009839FD"/>
    <w:rsid w:val="00983D66"/>
    <w:rsid w:val="00984176"/>
    <w:rsid w:val="00985138"/>
    <w:rsid w:val="00985345"/>
    <w:rsid w:val="00985AA0"/>
    <w:rsid w:val="00985B4C"/>
    <w:rsid w:val="00985B56"/>
    <w:rsid w:val="00986519"/>
    <w:rsid w:val="00986554"/>
    <w:rsid w:val="009869D3"/>
    <w:rsid w:val="00986A19"/>
    <w:rsid w:val="00986FA2"/>
    <w:rsid w:val="00987583"/>
    <w:rsid w:val="00987DDA"/>
    <w:rsid w:val="00987E6C"/>
    <w:rsid w:val="0099008E"/>
    <w:rsid w:val="009901A7"/>
    <w:rsid w:val="009903B5"/>
    <w:rsid w:val="00990617"/>
    <w:rsid w:val="0099078A"/>
    <w:rsid w:val="00990968"/>
    <w:rsid w:val="00990A54"/>
    <w:rsid w:val="0099154D"/>
    <w:rsid w:val="009917DC"/>
    <w:rsid w:val="00993640"/>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E11"/>
    <w:rsid w:val="009A2283"/>
    <w:rsid w:val="009A24A8"/>
    <w:rsid w:val="009A2DA0"/>
    <w:rsid w:val="009A33C1"/>
    <w:rsid w:val="009A35F6"/>
    <w:rsid w:val="009A3B4E"/>
    <w:rsid w:val="009A3F8F"/>
    <w:rsid w:val="009A4C84"/>
    <w:rsid w:val="009A5328"/>
    <w:rsid w:val="009A5398"/>
    <w:rsid w:val="009A5534"/>
    <w:rsid w:val="009A5576"/>
    <w:rsid w:val="009A558D"/>
    <w:rsid w:val="009A5B52"/>
    <w:rsid w:val="009A5C85"/>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DB1"/>
    <w:rsid w:val="009B4163"/>
    <w:rsid w:val="009B53D9"/>
    <w:rsid w:val="009B6650"/>
    <w:rsid w:val="009B6BDF"/>
    <w:rsid w:val="009B71CB"/>
    <w:rsid w:val="009B75F6"/>
    <w:rsid w:val="009C02A8"/>
    <w:rsid w:val="009C054E"/>
    <w:rsid w:val="009C05A5"/>
    <w:rsid w:val="009C09AE"/>
    <w:rsid w:val="009C1A6F"/>
    <w:rsid w:val="009C207D"/>
    <w:rsid w:val="009C25EE"/>
    <w:rsid w:val="009C38CC"/>
    <w:rsid w:val="009C40EE"/>
    <w:rsid w:val="009C4114"/>
    <w:rsid w:val="009C4800"/>
    <w:rsid w:val="009C4E2C"/>
    <w:rsid w:val="009C5407"/>
    <w:rsid w:val="009C5B76"/>
    <w:rsid w:val="009C60C8"/>
    <w:rsid w:val="009C63E9"/>
    <w:rsid w:val="009C6928"/>
    <w:rsid w:val="009C7234"/>
    <w:rsid w:val="009C7C1B"/>
    <w:rsid w:val="009C7EE2"/>
    <w:rsid w:val="009D1337"/>
    <w:rsid w:val="009D149C"/>
    <w:rsid w:val="009D177B"/>
    <w:rsid w:val="009D2748"/>
    <w:rsid w:val="009D3EA7"/>
    <w:rsid w:val="009D40F0"/>
    <w:rsid w:val="009D41E5"/>
    <w:rsid w:val="009D432B"/>
    <w:rsid w:val="009D4B74"/>
    <w:rsid w:val="009D4BE3"/>
    <w:rsid w:val="009D4E33"/>
    <w:rsid w:val="009D4FA1"/>
    <w:rsid w:val="009D5034"/>
    <w:rsid w:val="009D543E"/>
    <w:rsid w:val="009D5A46"/>
    <w:rsid w:val="009D640F"/>
    <w:rsid w:val="009D6847"/>
    <w:rsid w:val="009D6B12"/>
    <w:rsid w:val="009D6E44"/>
    <w:rsid w:val="009D71D9"/>
    <w:rsid w:val="009D76F2"/>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21D0"/>
    <w:rsid w:val="009E3750"/>
    <w:rsid w:val="009E38C6"/>
    <w:rsid w:val="009E3BCA"/>
    <w:rsid w:val="009E496C"/>
    <w:rsid w:val="009E4F34"/>
    <w:rsid w:val="009E5850"/>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F4B"/>
    <w:rsid w:val="009F35DD"/>
    <w:rsid w:val="009F361C"/>
    <w:rsid w:val="009F3E41"/>
    <w:rsid w:val="009F3E7B"/>
    <w:rsid w:val="009F4588"/>
    <w:rsid w:val="009F4AE8"/>
    <w:rsid w:val="009F556A"/>
    <w:rsid w:val="009F5B03"/>
    <w:rsid w:val="009F6132"/>
    <w:rsid w:val="009F629B"/>
    <w:rsid w:val="009F6465"/>
    <w:rsid w:val="009F68C0"/>
    <w:rsid w:val="009F6C84"/>
    <w:rsid w:val="009F7590"/>
    <w:rsid w:val="009F78F6"/>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12D"/>
    <w:rsid w:val="00A041A9"/>
    <w:rsid w:val="00A04310"/>
    <w:rsid w:val="00A04828"/>
    <w:rsid w:val="00A04B4E"/>
    <w:rsid w:val="00A05667"/>
    <w:rsid w:val="00A061A4"/>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58F"/>
    <w:rsid w:val="00A1261A"/>
    <w:rsid w:val="00A12652"/>
    <w:rsid w:val="00A12B6E"/>
    <w:rsid w:val="00A13032"/>
    <w:rsid w:val="00A133E3"/>
    <w:rsid w:val="00A141F6"/>
    <w:rsid w:val="00A148F9"/>
    <w:rsid w:val="00A14B9B"/>
    <w:rsid w:val="00A14CCC"/>
    <w:rsid w:val="00A150D1"/>
    <w:rsid w:val="00A1525F"/>
    <w:rsid w:val="00A156D9"/>
    <w:rsid w:val="00A15B7F"/>
    <w:rsid w:val="00A15C58"/>
    <w:rsid w:val="00A16F47"/>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83"/>
    <w:rsid w:val="00A248A6"/>
    <w:rsid w:val="00A24A9F"/>
    <w:rsid w:val="00A254E3"/>
    <w:rsid w:val="00A257FE"/>
    <w:rsid w:val="00A25F84"/>
    <w:rsid w:val="00A25FCF"/>
    <w:rsid w:val="00A26C86"/>
    <w:rsid w:val="00A270A0"/>
    <w:rsid w:val="00A27400"/>
    <w:rsid w:val="00A27DC6"/>
    <w:rsid w:val="00A3038D"/>
    <w:rsid w:val="00A3054C"/>
    <w:rsid w:val="00A30581"/>
    <w:rsid w:val="00A30A5F"/>
    <w:rsid w:val="00A30D08"/>
    <w:rsid w:val="00A30E01"/>
    <w:rsid w:val="00A310A1"/>
    <w:rsid w:val="00A31387"/>
    <w:rsid w:val="00A3193C"/>
    <w:rsid w:val="00A31D5D"/>
    <w:rsid w:val="00A328F7"/>
    <w:rsid w:val="00A329D4"/>
    <w:rsid w:val="00A3393C"/>
    <w:rsid w:val="00A33AA6"/>
    <w:rsid w:val="00A346FA"/>
    <w:rsid w:val="00A34D16"/>
    <w:rsid w:val="00A3533F"/>
    <w:rsid w:val="00A35398"/>
    <w:rsid w:val="00A362AB"/>
    <w:rsid w:val="00A362BC"/>
    <w:rsid w:val="00A37D71"/>
    <w:rsid w:val="00A37EAB"/>
    <w:rsid w:val="00A37ED7"/>
    <w:rsid w:val="00A400D9"/>
    <w:rsid w:val="00A40371"/>
    <w:rsid w:val="00A41097"/>
    <w:rsid w:val="00A41616"/>
    <w:rsid w:val="00A41F89"/>
    <w:rsid w:val="00A42583"/>
    <w:rsid w:val="00A42F11"/>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504BD"/>
    <w:rsid w:val="00A508D3"/>
    <w:rsid w:val="00A511EA"/>
    <w:rsid w:val="00A51B1A"/>
    <w:rsid w:val="00A51ED3"/>
    <w:rsid w:val="00A526AA"/>
    <w:rsid w:val="00A52766"/>
    <w:rsid w:val="00A528AA"/>
    <w:rsid w:val="00A52BF0"/>
    <w:rsid w:val="00A52E33"/>
    <w:rsid w:val="00A53CAD"/>
    <w:rsid w:val="00A541F5"/>
    <w:rsid w:val="00A54284"/>
    <w:rsid w:val="00A54382"/>
    <w:rsid w:val="00A5443B"/>
    <w:rsid w:val="00A546BB"/>
    <w:rsid w:val="00A54936"/>
    <w:rsid w:val="00A54ABD"/>
    <w:rsid w:val="00A5573D"/>
    <w:rsid w:val="00A55766"/>
    <w:rsid w:val="00A55828"/>
    <w:rsid w:val="00A561FC"/>
    <w:rsid w:val="00A57073"/>
    <w:rsid w:val="00A571AF"/>
    <w:rsid w:val="00A575B1"/>
    <w:rsid w:val="00A57742"/>
    <w:rsid w:val="00A57F4C"/>
    <w:rsid w:val="00A602E2"/>
    <w:rsid w:val="00A608CC"/>
    <w:rsid w:val="00A60CD9"/>
    <w:rsid w:val="00A60FE4"/>
    <w:rsid w:val="00A60FF3"/>
    <w:rsid w:val="00A611AC"/>
    <w:rsid w:val="00A61589"/>
    <w:rsid w:val="00A619AA"/>
    <w:rsid w:val="00A61F3E"/>
    <w:rsid w:val="00A62128"/>
    <w:rsid w:val="00A62C17"/>
    <w:rsid w:val="00A63576"/>
    <w:rsid w:val="00A63BA1"/>
    <w:rsid w:val="00A63E50"/>
    <w:rsid w:val="00A64AF3"/>
    <w:rsid w:val="00A64FCB"/>
    <w:rsid w:val="00A6519B"/>
    <w:rsid w:val="00A652ED"/>
    <w:rsid w:val="00A6589F"/>
    <w:rsid w:val="00A65E38"/>
    <w:rsid w:val="00A66593"/>
    <w:rsid w:val="00A666F8"/>
    <w:rsid w:val="00A66788"/>
    <w:rsid w:val="00A66803"/>
    <w:rsid w:val="00A66DEF"/>
    <w:rsid w:val="00A67427"/>
    <w:rsid w:val="00A67626"/>
    <w:rsid w:val="00A700A3"/>
    <w:rsid w:val="00A701F3"/>
    <w:rsid w:val="00A701F9"/>
    <w:rsid w:val="00A708FF"/>
    <w:rsid w:val="00A7094B"/>
    <w:rsid w:val="00A70B5F"/>
    <w:rsid w:val="00A7124A"/>
    <w:rsid w:val="00A71DA3"/>
    <w:rsid w:val="00A7258D"/>
    <w:rsid w:val="00A7273E"/>
    <w:rsid w:val="00A732D2"/>
    <w:rsid w:val="00A735C0"/>
    <w:rsid w:val="00A73783"/>
    <w:rsid w:val="00A73825"/>
    <w:rsid w:val="00A73BA4"/>
    <w:rsid w:val="00A73EEC"/>
    <w:rsid w:val="00A73F53"/>
    <w:rsid w:val="00A74420"/>
    <w:rsid w:val="00A74697"/>
    <w:rsid w:val="00A75289"/>
    <w:rsid w:val="00A75F98"/>
    <w:rsid w:val="00A7638B"/>
    <w:rsid w:val="00A765FD"/>
    <w:rsid w:val="00A76B4E"/>
    <w:rsid w:val="00A76C05"/>
    <w:rsid w:val="00A779D1"/>
    <w:rsid w:val="00A77F49"/>
    <w:rsid w:val="00A8082F"/>
    <w:rsid w:val="00A80A33"/>
    <w:rsid w:val="00A80A3E"/>
    <w:rsid w:val="00A82BFF"/>
    <w:rsid w:val="00A82CB1"/>
    <w:rsid w:val="00A8374F"/>
    <w:rsid w:val="00A83B57"/>
    <w:rsid w:val="00A84322"/>
    <w:rsid w:val="00A84E7D"/>
    <w:rsid w:val="00A8530F"/>
    <w:rsid w:val="00A85370"/>
    <w:rsid w:val="00A855B4"/>
    <w:rsid w:val="00A85919"/>
    <w:rsid w:val="00A8597A"/>
    <w:rsid w:val="00A859BA"/>
    <w:rsid w:val="00A85F65"/>
    <w:rsid w:val="00A86387"/>
    <w:rsid w:val="00A874B8"/>
    <w:rsid w:val="00A874E8"/>
    <w:rsid w:val="00A9114E"/>
    <w:rsid w:val="00A91259"/>
    <w:rsid w:val="00A915CC"/>
    <w:rsid w:val="00A91AD5"/>
    <w:rsid w:val="00A92C34"/>
    <w:rsid w:val="00A92D40"/>
    <w:rsid w:val="00A934B0"/>
    <w:rsid w:val="00A936FA"/>
    <w:rsid w:val="00A93DB3"/>
    <w:rsid w:val="00A941D1"/>
    <w:rsid w:val="00A950A2"/>
    <w:rsid w:val="00A96022"/>
    <w:rsid w:val="00A963C5"/>
    <w:rsid w:val="00A96A45"/>
    <w:rsid w:val="00A96B2A"/>
    <w:rsid w:val="00A96D86"/>
    <w:rsid w:val="00A9704D"/>
    <w:rsid w:val="00A979BE"/>
    <w:rsid w:val="00A97AB0"/>
    <w:rsid w:val="00A97D6B"/>
    <w:rsid w:val="00AA0051"/>
    <w:rsid w:val="00AA036E"/>
    <w:rsid w:val="00AA1A29"/>
    <w:rsid w:val="00AA2114"/>
    <w:rsid w:val="00AA275C"/>
    <w:rsid w:val="00AA2818"/>
    <w:rsid w:val="00AA2846"/>
    <w:rsid w:val="00AA2AA8"/>
    <w:rsid w:val="00AA2D2C"/>
    <w:rsid w:val="00AA2EB0"/>
    <w:rsid w:val="00AA3E81"/>
    <w:rsid w:val="00AA475B"/>
    <w:rsid w:val="00AA4B44"/>
    <w:rsid w:val="00AA4CC2"/>
    <w:rsid w:val="00AA4FB5"/>
    <w:rsid w:val="00AA50F8"/>
    <w:rsid w:val="00AA5DAD"/>
    <w:rsid w:val="00AA5EE9"/>
    <w:rsid w:val="00AA6059"/>
    <w:rsid w:val="00AA6143"/>
    <w:rsid w:val="00AA69AA"/>
    <w:rsid w:val="00AA6A64"/>
    <w:rsid w:val="00AA7183"/>
    <w:rsid w:val="00AA79B3"/>
    <w:rsid w:val="00AB0146"/>
    <w:rsid w:val="00AB0B1F"/>
    <w:rsid w:val="00AB14EF"/>
    <w:rsid w:val="00AB1C60"/>
    <w:rsid w:val="00AB2703"/>
    <w:rsid w:val="00AB296D"/>
    <w:rsid w:val="00AB36E6"/>
    <w:rsid w:val="00AB3A8A"/>
    <w:rsid w:val="00AB3B3E"/>
    <w:rsid w:val="00AB3D83"/>
    <w:rsid w:val="00AB4AF8"/>
    <w:rsid w:val="00AB4DB8"/>
    <w:rsid w:val="00AB5139"/>
    <w:rsid w:val="00AB57AA"/>
    <w:rsid w:val="00AB5A4E"/>
    <w:rsid w:val="00AB5EDA"/>
    <w:rsid w:val="00AB66A4"/>
    <w:rsid w:val="00AB7158"/>
    <w:rsid w:val="00AB7D1C"/>
    <w:rsid w:val="00AC0618"/>
    <w:rsid w:val="00AC0ABA"/>
    <w:rsid w:val="00AC0ABB"/>
    <w:rsid w:val="00AC12D1"/>
    <w:rsid w:val="00AC13D4"/>
    <w:rsid w:val="00AC154B"/>
    <w:rsid w:val="00AC16CA"/>
    <w:rsid w:val="00AC22EF"/>
    <w:rsid w:val="00AC2319"/>
    <w:rsid w:val="00AC265A"/>
    <w:rsid w:val="00AC2D28"/>
    <w:rsid w:val="00AC2D4C"/>
    <w:rsid w:val="00AC3348"/>
    <w:rsid w:val="00AC3582"/>
    <w:rsid w:val="00AC35AD"/>
    <w:rsid w:val="00AC367A"/>
    <w:rsid w:val="00AC3829"/>
    <w:rsid w:val="00AC42E0"/>
    <w:rsid w:val="00AC595B"/>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90D"/>
    <w:rsid w:val="00AD39D1"/>
    <w:rsid w:val="00AD43F5"/>
    <w:rsid w:val="00AD47C3"/>
    <w:rsid w:val="00AD4B3A"/>
    <w:rsid w:val="00AD50CF"/>
    <w:rsid w:val="00AD5530"/>
    <w:rsid w:val="00AD59CC"/>
    <w:rsid w:val="00AD6DF1"/>
    <w:rsid w:val="00AD73FD"/>
    <w:rsid w:val="00AD75D3"/>
    <w:rsid w:val="00AD7AEC"/>
    <w:rsid w:val="00AD7CAD"/>
    <w:rsid w:val="00AD7E1A"/>
    <w:rsid w:val="00AE0277"/>
    <w:rsid w:val="00AE06A9"/>
    <w:rsid w:val="00AE0A99"/>
    <w:rsid w:val="00AE0D41"/>
    <w:rsid w:val="00AE0E93"/>
    <w:rsid w:val="00AE16BF"/>
    <w:rsid w:val="00AE170E"/>
    <w:rsid w:val="00AE1A3A"/>
    <w:rsid w:val="00AE1D77"/>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A17"/>
    <w:rsid w:val="00AF16D3"/>
    <w:rsid w:val="00AF177A"/>
    <w:rsid w:val="00AF1A95"/>
    <w:rsid w:val="00AF2A36"/>
    <w:rsid w:val="00AF2BDD"/>
    <w:rsid w:val="00AF3A43"/>
    <w:rsid w:val="00AF4822"/>
    <w:rsid w:val="00AF52AC"/>
    <w:rsid w:val="00AF5703"/>
    <w:rsid w:val="00AF5A33"/>
    <w:rsid w:val="00AF632D"/>
    <w:rsid w:val="00AF67CF"/>
    <w:rsid w:val="00AF6C74"/>
    <w:rsid w:val="00AF6D28"/>
    <w:rsid w:val="00AF6E44"/>
    <w:rsid w:val="00AF71A9"/>
    <w:rsid w:val="00AF7295"/>
    <w:rsid w:val="00AF7669"/>
    <w:rsid w:val="00B001CD"/>
    <w:rsid w:val="00B001FB"/>
    <w:rsid w:val="00B0178D"/>
    <w:rsid w:val="00B02235"/>
    <w:rsid w:val="00B023D8"/>
    <w:rsid w:val="00B028C7"/>
    <w:rsid w:val="00B02C69"/>
    <w:rsid w:val="00B02E9E"/>
    <w:rsid w:val="00B02F0A"/>
    <w:rsid w:val="00B04091"/>
    <w:rsid w:val="00B04168"/>
    <w:rsid w:val="00B0417A"/>
    <w:rsid w:val="00B04E5C"/>
    <w:rsid w:val="00B04F49"/>
    <w:rsid w:val="00B05F04"/>
    <w:rsid w:val="00B06C79"/>
    <w:rsid w:val="00B06F08"/>
    <w:rsid w:val="00B072B5"/>
    <w:rsid w:val="00B07477"/>
    <w:rsid w:val="00B07F57"/>
    <w:rsid w:val="00B10A44"/>
    <w:rsid w:val="00B10EF5"/>
    <w:rsid w:val="00B11CC1"/>
    <w:rsid w:val="00B11D79"/>
    <w:rsid w:val="00B12417"/>
    <w:rsid w:val="00B12F1B"/>
    <w:rsid w:val="00B1368F"/>
    <w:rsid w:val="00B13B9F"/>
    <w:rsid w:val="00B13E7F"/>
    <w:rsid w:val="00B1448C"/>
    <w:rsid w:val="00B14912"/>
    <w:rsid w:val="00B14A30"/>
    <w:rsid w:val="00B14BFC"/>
    <w:rsid w:val="00B150C1"/>
    <w:rsid w:val="00B152D9"/>
    <w:rsid w:val="00B15C7C"/>
    <w:rsid w:val="00B15F49"/>
    <w:rsid w:val="00B1637C"/>
    <w:rsid w:val="00B1701C"/>
    <w:rsid w:val="00B2021D"/>
    <w:rsid w:val="00B2024B"/>
    <w:rsid w:val="00B20841"/>
    <w:rsid w:val="00B20A2A"/>
    <w:rsid w:val="00B21069"/>
    <w:rsid w:val="00B21176"/>
    <w:rsid w:val="00B21854"/>
    <w:rsid w:val="00B21F33"/>
    <w:rsid w:val="00B22091"/>
    <w:rsid w:val="00B22271"/>
    <w:rsid w:val="00B226DD"/>
    <w:rsid w:val="00B2273C"/>
    <w:rsid w:val="00B228A3"/>
    <w:rsid w:val="00B22A4B"/>
    <w:rsid w:val="00B241CE"/>
    <w:rsid w:val="00B242F2"/>
    <w:rsid w:val="00B245E0"/>
    <w:rsid w:val="00B246FB"/>
    <w:rsid w:val="00B24B15"/>
    <w:rsid w:val="00B25243"/>
    <w:rsid w:val="00B258B3"/>
    <w:rsid w:val="00B261A7"/>
    <w:rsid w:val="00B26349"/>
    <w:rsid w:val="00B265C5"/>
    <w:rsid w:val="00B26B2E"/>
    <w:rsid w:val="00B27400"/>
    <w:rsid w:val="00B27F1C"/>
    <w:rsid w:val="00B30560"/>
    <w:rsid w:val="00B3115B"/>
    <w:rsid w:val="00B3139C"/>
    <w:rsid w:val="00B31A41"/>
    <w:rsid w:val="00B3206E"/>
    <w:rsid w:val="00B3222D"/>
    <w:rsid w:val="00B327F9"/>
    <w:rsid w:val="00B32B06"/>
    <w:rsid w:val="00B33524"/>
    <w:rsid w:val="00B3356D"/>
    <w:rsid w:val="00B33936"/>
    <w:rsid w:val="00B34439"/>
    <w:rsid w:val="00B34812"/>
    <w:rsid w:val="00B3513F"/>
    <w:rsid w:val="00B35442"/>
    <w:rsid w:val="00B35C1D"/>
    <w:rsid w:val="00B35D0F"/>
    <w:rsid w:val="00B35FAC"/>
    <w:rsid w:val="00B362BB"/>
    <w:rsid w:val="00B36C35"/>
    <w:rsid w:val="00B37080"/>
    <w:rsid w:val="00B37673"/>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47A6"/>
    <w:rsid w:val="00B449AB"/>
    <w:rsid w:val="00B455BC"/>
    <w:rsid w:val="00B45DF6"/>
    <w:rsid w:val="00B46DB6"/>
    <w:rsid w:val="00B46F56"/>
    <w:rsid w:val="00B47472"/>
    <w:rsid w:val="00B503B3"/>
    <w:rsid w:val="00B5067C"/>
    <w:rsid w:val="00B51156"/>
    <w:rsid w:val="00B518F4"/>
    <w:rsid w:val="00B51A94"/>
    <w:rsid w:val="00B51BEC"/>
    <w:rsid w:val="00B522C6"/>
    <w:rsid w:val="00B529DF"/>
    <w:rsid w:val="00B52A74"/>
    <w:rsid w:val="00B52FBF"/>
    <w:rsid w:val="00B537BF"/>
    <w:rsid w:val="00B53ABC"/>
    <w:rsid w:val="00B53E48"/>
    <w:rsid w:val="00B54251"/>
    <w:rsid w:val="00B546B7"/>
    <w:rsid w:val="00B54B3D"/>
    <w:rsid w:val="00B5590D"/>
    <w:rsid w:val="00B55B70"/>
    <w:rsid w:val="00B55CC3"/>
    <w:rsid w:val="00B55D04"/>
    <w:rsid w:val="00B56C28"/>
    <w:rsid w:val="00B56EC2"/>
    <w:rsid w:val="00B570B4"/>
    <w:rsid w:val="00B57678"/>
    <w:rsid w:val="00B57BD9"/>
    <w:rsid w:val="00B57D2D"/>
    <w:rsid w:val="00B60002"/>
    <w:rsid w:val="00B603EF"/>
    <w:rsid w:val="00B614F1"/>
    <w:rsid w:val="00B61B6D"/>
    <w:rsid w:val="00B61F8D"/>
    <w:rsid w:val="00B623C0"/>
    <w:rsid w:val="00B63987"/>
    <w:rsid w:val="00B63A05"/>
    <w:rsid w:val="00B63B6F"/>
    <w:rsid w:val="00B63D77"/>
    <w:rsid w:val="00B63E22"/>
    <w:rsid w:val="00B64B36"/>
    <w:rsid w:val="00B64C6F"/>
    <w:rsid w:val="00B64EC0"/>
    <w:rsid w:val="00B673E5"/>
    <w:rsid w:val="00B70CA7"/>
    <w:rsid w:val="00B70DD2"/>
    <w:rsid w:val="00B70FB2"/>
    <w:rsid w:val="00B7151F"/>
    <w:rsid w:val="00B715FF"/>
    <w:rsid w:val="00B718EB"/>
    <w:rsid w:val="00B72146"/>
    <w:rsid w:val="00B725AB"/>
    <w:rsid w:val="00B726D3"/>
    <w:rsid w:val="00B72953"/>
    <w:rsid w:val="00B72F9A"/>
    <w:rsid w:val="00B73914"/>
    <w:rsid w:val="00B73E77"/>
    <w:rsid w:val="00B73F88"/>
    <w:rsid w:val="00B7457A"/>
    <w:rsid w:val="00B74EED"/>
    <w:rsid w:val="00B75037"/>
    <w:rsid w:val="00B754F0"/>
    <w:rsid w:val="00B75768"/>
    <w:rsid w:val="00B75D2E"/>
    <w:rsid w:val="00B76486"/>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39B5"/>
    <w:rsid w:val="00B83EA0"/>
    <w:rsid w:val="00B83F28"/>
    <w:rsid w:val="00B841E5"/>
    <w:rsid w:val="00B844CF"/>
    <w:rsid w:val="00B84AD3"/>
    <w:rsid w:val="00B84C5A"/>
    <w:rsid w:val="00B84FBE"/>
    <w:rsid w:val="00B8521D"/>
    <w:rsid w:val="00B8522B"/>
    <w:rsid w:val="00B8546F"/>
    <w:rsid w:val="00B85B42"/>
    <w:rsid w:val="00B85D64"/>
    <w:rsid w:val="00B860DC"/>
    <w:rsid w:val="00B8698B"/>
    <w:rsid w:val="00B869F9"/>
    <w:rsid w:val="00B86D09"/>
    <w:rsid w:val="00B8701A"/>
    <w:rsid w:val="00B87429"/>
    <w:rsid w:val="00B8772C"/>
    <w:rsid w:val="00B90063"/>
    <w:rsid w:val="00B9066C"/>
    <w:rsid w:val="00B91458"/>
    <w:rsid w:val="00B91866"/>
    <w:rsid w:val="00B91B66"/>
    <w:rsid w:val="00B91FD8"/>
    <w:rsid w:val="00B9295C"/>
    <w:rsid w:val="00B92ED7"/>
    <w:rsid w:val="00B930F5"/>
    <w:rsid w:val="00B93A17"/>
    <w:rsid w:val="00B950F2"/>
    <w:rsid w:val="00B9514E"/>
    <w:rsid w:val="00B95375"/>
    <w:rsid w:val="00B95F15"/>
    <w:rsid w:val="00B96295"/>
    <w:rsid w:val="00B96FF0"/>
    <w:rsid w:val="00B9711E"/>
    <w:rsid w:val="00B97484"/>
    <w:rsid w:val="00B9760B"/>
    <w:rsid w:val="00B97949"/>
    <w:rsid w:val="00B97A47"/>
    <w:rsid w:val="00B97BB3"/>
    <w:rsid w:val="00B97BFD"/>
    <w:rsid w:val="00B97EB3"/>
    <w:rsid w:val="00BA0262"/>
    <w:rsid w:val="00BA053F"/>
    <w:rsid w:val="00BA0F26"/>
    <w:rsid w:val="00BA1700"/>
    <w:rsid w:val="00BA1AF2"/>
    <w:rsid w:val="00BA2CAD"/>
    <w:rsid w:val="00BA3440"/>
    <w:rsid w:val="00BA3BB7"/>
    <w:rsid w:val="00BA4C0B"/>
    <w:rsid w:val="00BA4E7F"/>
    <w:rsid w:val="00BA507E"/>
    <w:rsid w:val="00BA5600"/>
    <w:rsid w:val="00BA5792"/>
    <w:rsid w:val="00BA57BB"/>
    <w:rsid w:val="00BA5C91"/>
    <w:rsid w:val="00BA61FB"/>
    <w:rsid w:val="00BA6BA4"/>
    <w:rsid w:val="00BA760A"/>
    <w:rsid w:val="00BB00A8"/>
    <w:rsid w:val="00BB06D8"/>
    <w:rsid w:val="00BB15EF"/>
    <w:rsid w:val="00BB38BF"/>
    <w:rsid w:val="00BB38F7"/>
    <w:rsid w:val="00BB3D04"/>
    <w:rsid w:val="00BB42E3"/>
    <w:rsid w:val="00BB47D3"/>
    <w:rsid w:val="00BB4999"/>
    <w:rsid w:val="00BB4E33"/>
    <w:rsid w:val="00BB5009"/>
    <w:rsid w:val="00BB5456"/>
    <w:rsid w:val="00BB5674"/>
    <w:rsid w:val="00BB56B6"/>
    <w:rsid w:val="00BB6919"/>
    <w:rsid w:val="00BB6AD0"/>
    <w:rsid w:val="00BB6D4C"/>
    <w:rsid w:val="00BB75BC"/>
    <w:rsid w:val="00BB765A"/>
    <w:rsid w:val="00BB7A0B"/>
    <w:rsid w:val="00BB7D47"/>
    <w:rsid w:val="00BC05D9"/>
    <w:rsid w:val="00BC06F6"/>
    <w:rsid w:val="00BC0A4C"/>
    <w:rsid w:val="00BC0E46"/>
    <w:rsid w:val="00BC1463"/>
    <w:rsid w:val="00BC173F"/>
    <w:rsid w:val="00BC1BFD"/>
    <w:rsid w:val="00BC1FCB"/>
    <w:rsid w:val="00BC2C9A"/>
    <w:rsid w:val="00BC3535"/>
    <w:rsid w:val="00BC3D1A"/>
    <w:rsid w:val="00BC3E4E"/>
    <w:rsid w:val="00BC3E8F"/>
    <w:rsid w:val="00BC4217"/>
    <w:rsid w:val="00BC4371"/>
    <w:rsid w:val="00BC4561"/>
    <w:rsid w:val="00BC4625"/>
    <w:rsid w:val="00BC46B8"/>
    <w:rsid w:val="00BC46D9"/>
    <w:rsid w:val="00BC471B"/>
    <w:rsid w:val="00BC485C"/>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806"/>
    <w:rsid w:val="00BD3F5B"/>
    <w:rsid w:val="00BD5119"/>
    <w:rsid w:val="00BD5BFC"/>
    <w:rsid w:val="00BD6636"/>
    <w:rsid w:val="00BD6BA2"/>
    <w:rsid w:val="00BD71B2"/>
    <w:rsid w:val="00BD7259"/>
    <w:rsid w:val="00BD78D1"/>
    <w:rsid w:val="00BD79BC"/>
    <w:rsid w:val="00BD7CD7"/>
    <w:rsid w:val="00BD7D7E"/>
    <w:rsid w:val="00BE0056"/>
    <w:rsid w:val="00BE02C5"/>
    <w:rsid w:val="00BE0464"/>
    <w:rsid w:val="00BE1C4E"/>
    <w:rsid w:val="00BE1EBE"/>
    <w:rsid w:val="00BE3267"/>
    <w:rsid w:val="00BE32EF"/>
    <w:rsid w:val="00BE42E5"/>
    <w:rsid w:val="00BE45A3"/>
    <w:rsid w:val="00BE4B49"/>
    <w:rsid w:val="00BE51F1"/>
    <w:rsid w:val="00BE5263"/>
    <w:rsid w:val="00BE5443"/>
    <w:rsid w:val="00BE6B52"/>
    <w:rsid w:val="00BE6C15"/>
    <w:rsid w:val="00BE6C83"/>
    <w:rsid w:val="00BE6DB8"/>
    <w:rsid w:val="00BE6E73"/>
    <w:rsid w:val="00BE7326"/>
    <w:rsid w:val="00BE7472"/>
    <w:rsid w:val="00BE7BEB"/>
    <w:rsid w:val="00BE7D94"/>
    <w:rsid w:val="00BF2994"/>
    <w:rsid w:val="00BF2A7B"/>
    <w:rsid w:val="00BF2F57"/>
    <w:rsid w:val="00BF3589"/>
    <w:rsid w:val="00BF3979"/>
    <w:rsid w:val="00BF3EB3"/>
    <w:rsid w:val="00BF60CB"/>
    <w:rsid w:val="00BF62B2"/>
    <w:rsid w:val="00BF664D"/>
    <w:rsid w:val="00BF69B8"/>
    <w:rsid w:val="00BF725D"/>
    <w:rsid w:val="00BF77A5"/>
    <w:rsid w:val="00C0022D"/>
    <w:rsid w:val="00C0039D"/>
    <w:rsid w:val="00C003B5"/>
    <w:rsid w:val="00C006AF"/>
    <w:rsid w:val="00C00F06"/>
    <w:rsid w:val="00C0183E"/>
    <w:rsid w:val="00C01AD9"/>
    <w:rsid w:val="00C01B29"/>
    <w:rsid w:val="00C01C81"/>
    <w:rsid w:val="00C0204D"/>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CAF"/>
    <w:rsid w:val="00C07756"/>
    <w:rsid w:val="00C077B4"/>
    <w:rsid w:val="00C07BEE"/>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2E5"/>
    <w:rsid w:val="00C1664C"/>
    <w:rsid w:val="00C16A38"/>
    <w:rsid w:val="00C172A3"/>
    <w:rsid w:val="00C17987"/>
    <w:rsid w:val="00C17F0F"/>
    <w:rsid w:val="00C200B7"/>
    <w:rsid w:val="00C2073F"/>
    <w:rsid w:val="00C20AE7"/>
    <w:rsid w:val="00C20B17"/>
    <w:rsid w:val="00C20BA8"/>
    <w:rsid w:val="00C20FC9"/>
    <w:rsid w:val="00C21049"/>
    <w:rsid w:val="00C21966"/>
    <w:rsid w:val="00C21EA0"/>
    <w:rsid w:val="00C21F4C"/>
    <w:rsid w:val="00C22123"/>
    <w:rsid w:val="00C22610"/>
    <w:rsid w:val="00C22956"/>
    <w:rsid w:val="00C22B4F"/>
    <w:rsid w:val="00C22CD4"/>
    <w:rsid w:val="00C2357F"/>
    <w:rsid w:val="00C2402E"/>
    <w:rsid w:val="00C24649"/>
    <w:rsid w:val="00C2490C"/>
    <w:rsid w:val="00C24FBB"/>
    <w:rsid w:val="00C25ACF"/>
    <w:rsid w:val="00C25F22"/>
    <w:rsid w:val="00C27E42"/>
    <w:rsid w:val="00C27FA8"/>
    <w:rsid w:val="00C303BB"/>
    <w:rsid w:val="00C30689"/>
    <w:rsid w:val="00C30706"/>
    <w:rsid w:val="00C30E31"/>
    <w:rsid w:val="00C31795"/>
    <w:rsid w:val="00C320DA"/>
    <w:rsid w:val="00C33C2F"/>
    <w:rsid w:val="00C33CDA"/>
    <w:rsid w:val="00C33CE1"/>
    <w:rsid w:val="00C34352"/>
    <w:rsid w:val="00C3585B"/>
    <w:rsid w:val="00C367B1"/>
    <w:rsid w:val="00C37CEF"/>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5FE9"/>
    <w:rsid w:val="00C4719B"/>
    <w:rsid w:val="00C4728C"/>
    <w:rsid w:val="00C4777E"/>
    <w:rsid w:val="00C47DDE"/>
    <w:rsid w:val="00C500FF"/>
    <w:rsid w:val="00C507DA"/>
    <w:rsid w:val="00C51058"/>
    <w:rsid w:val="00C51AD1"/>
    <w:rsid w:val="00C51FA9"/>
    <w:rsid w:val="00C523F1"/>
    <w:rsid w:val="00C5345D"/>
    <w:rsid w:val="00C538D7"/>
    <w:rsid w:val="00C54DDB"/>
    <w:rsid w:val="00C552E6"/>
    <w:rsid w:val="00C556FE"/>
    <w:rsid w:val="00C55C19"/>
    <w:rsid w:val="00C560B8"/>
    <w:rsid w:val="00C561C5"/>
    <w:rsid w:val="00C56239"/>
    <w:rsid w:val="00C56253"/>
    <w:rsid w:val="00C57287"/>
    <w:rsid w:val="00C57478"/>
    <w:rsid w:val="00C57AD1"/>
    <w:rsid w:val="00C57E89"/>
    <w:rsid w:val="00C600A9"/>
    <w:rsid w:val="00C60506"/>
    <w:rsid w:val="00C605A1"/>
    <w:rsid w:val="00C606BA"/>
    <w:rsid w:val="00C60814"/>
    <w:rsid w:val="00C60B67"/>
    <w:rsid w:val="00C60B76"/>
    <w:rsid w:val="00C621A9"/>
    <w:rsid w:val="00C6315D"/>
    <w:rsid w:val="00C63176"/>
    <w:rsid w:val="00C631EB"/>
    <w:rsid w:val="00C6363E"/>
    <w:rsid w:val="00C63A3E"/>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2FB8"/>
    <w:rsid w:val="00C73982"/>
    <w:rsid w:val="00C7407F"/>
    <w:rsid w:val="00C74182"/>
    <w:rsid w:val="00C74B65"/>
    <w:rsid w:val="00C74FE9"/>
    <w:rsid w:val="00C751A7"/>
    <w:rsid w:val="00C75823"/>
    <w:rsid w:val="00C75A7C"/>
    <w:rsid w:val="00C75B31"/>
    <w:rsid w:val="00C75D27"/>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DB9"/>
    <w:rsid w:val="00C82E3D"/>
    <w:rsid w:val="00C83276"/>
    <w:rsid w:val="00C836C5"/>
    <w:rsid w:val="00C845F7"/>
    <w:rsid w:val="00C84BB8"/>
    <w:rsid w:val="00C84D5A"/>
    <w:rsid w:val="00C85137"/>
    <w:rsid w:val="00C8530A"/>
    <w:rsid w:val="00C8557F"/>
    <w:rsid w:val="00C8643E"/>
    <w:rsid w:val="00C86491"/>
    <w:rsid w:val="00C8658A"/>
    <w:rsid w:val="00C865B9"/>
    <w:rsid w:val="00C8667E"/>
    <w:rsid w:val="00C86B6A"/>
    <w:rsid w:val="00C86B98"/>
    <w:rsid w:val="00C86EC5"/>
    <w:rsid w:val="00C86F9D"/>
    <w:rsid w:val="00C90306"/>
    <w:rsid w:val="00C90C7C"/>
    <w:rsid w:val="00C90DF2"/>
    <w:rsid w:val="00C915C4"/>
    <w:rsid w:val="00C9199F"/>
    <w:rsid w:val="00C91A80"/>
    <w:rsid w:val="00C91E38"/>
    <w:rsid w:val="00C91F57"/>
    <w:rsid w:val="00C926BA"/>
    <w:rsid w:val="00C92891"/>
    <w:rsid w:val="00C928DF"/>
    <w:rsid w:val="00C92F50"/>
    <w:rsid w:val="00C92FD1"/>
    <w:rsid w:val="00C93223"/>
    <w:rsid w:val="00C937F5"/>
    <w:rsid w:val="00C93C91"/>
    <w:rsid w:val="00C93E43"/>
    <w:rsid w:val="00C94C94"/>
    <w:rsid w:val="00C95000"/>
    <w:rsid w:val="00C960FD"/>
    <w:rsid w:val="00C96264"/>
    <w:rsid w:val="00C9659A"/>
    <w:rsid w:val="00C96AAF"/>
    <w:rsid w:val="00C96B3E"/>
    <w:rsid w:val="00C97524"/>
    <w:rsid w:val="00C9769C"/>
    <w:rsid w:val="00C97897"/>
    <w:rsid w:val="00C97B08"/>
    <w:rsid w:val="00CA0585"/>
    <w:rsid w:val="00CA0CD9"/>
    <w:rsid w:val="00CA167A"/>
    <w:rsid w:val="00CA1B7D"/>
    <w:rsid w:val="00CA28C0"/>
    <w:rsid w:val="00CA3145"/>
    <w:rsid w:val="00CA3B0D"/>
    <w:rsid w:val="00CA40A2"/>
    <w:rsid w:val="00CA43D4"/>
    <w:rsid w:val="00CA4549"/>
    <w:rsid w:val="00CA47D7"/>
    <w:rsid w:val="00CA51B9"/>
    <w:rsid w:val="00CA5857"/>
    <w:rsid w:val="00CA5C89"/>
    <w:rsid w:val="00CA6007"/>
    <w:rsid w:val="00CA636F"/>
    <w:rsid w:val="00CA63CB"/>
    <w:rsid w:val="00CA68A9"/>
    <w:rsid w:val="00CA72F9"/>
    <w:rsid w:val="00CA7916"/>
    <w:rsid w:val="00CB0295"/>
    <w:rsid w:val="00CB02DB"/>
    <w:rsid w:val="00CB04FE"/>
    <w:rsid w:val="00CB0539"/>
    <w:rsid w:val="00CB09EE"/>
    <w:rsid w:val="00CB0D3E"/>
    <w:rsid w:val="00CB0E20"/>
    <w:rsid w:val="00CB1074"/>
    <w:rsid w:val="00CB18BF"/>
    <w:rsid w:val="00CB1944"/>
    <w:rsid w:val="00CB19D1"/>
    <w:rsid w:val="00CB2054"/>
    <w:rsid w:val="00CB2206"/>
    <w:rsid w:val="00CB25BC"/>
    <w:rsid w:val="00CB2B88"/>
    <w:rsid w:val="00CB2CCD"/>
    <w:rsid w:val="00CB2E4B"/>
    <w:rsid w:val="00CB37F8"/>
    <w:rsid w:val="00CB3851"/>
    <w:rsid w:val="00CB48CE"/>
    <w:rsid w:val="00CB4977"/>
    <w:rsid w:val="00CB4AB4"/>
    <w:rsid w:val="00CB4F87"/>
    <w:rsid w:val="00CB5599"/>
    <w:rsid w:val="00CB6661"/>
    <w:rsid w:val="00CB669F"/>
    <w:rsid w:val="00CB6906"/>
    <w:rsid w:val="00CB7029"/>
    <w:rsid w:val="00CB74C9"/>
    <w:rsid w:val="00CC01C0"/>
    <w:rsid w:val="00CC0CE9"/>
    <w:rsid w:val="00CC15B2"/>
    <w:rsid w:val="00CC17ED"/>
    <w:rsid w:val="00CC2112"/>
    <w:rsid w:val="00CC2234"/>
    <w:rsid w:val="00CC27E3"/>
    <w:rsid w:val="00CC366F"/>
    <w:rsid w:val="00CC3C14"/>
    <w:rsid w:val="00CC42A3"/>
    <w:rsid w:val="00CC4353"/>
    <w:rsid w:val="00CC4B87"/>
    <w:rsid w:val="00CC4C5C"/>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1C27"/>
    <w:rsid w:val="00CD205F"/>
    <w:rsid w:val="00CD25DA"/>
    <w:rsid w:val="00CD26EC"/>
    <w:rsid w:val="00CD2848"/>
    <w:rsid w:val="00CD2BAB"/>
    <w:rsid w:val="00CD2EA9"/>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732"/>
    <w:rsid w:val="00CE0B4E"/>
    <w:rsid w:val="00CE1066"/>
    <w:rsid w:val="00CE140A"/>
    <w:rsid w:val="00CE150D"/>
    <w:rsid w:val="00CE1D00"/>
    <w:rsid w:val="00CE28C9"/>
    <w:rsid w:val="00CE2979"/>
    <w:rsid w:val="00CE3304"/>
    <w:rsid w:val="00CE3417"/>
    <w:rsid w:val="00CE3622"/>
    <w:rsid w:val="00CE37C9"/>
    <w:rsid w:val="00CE3BED"/>
    <w:rsid w:val="00CE3F3C"/>
    <w:rsid w:val="00CE451F"/>
    <w:rsid w:val="00CE4DE7"/>
    <w:rsid w:val="00CE588C"/>
    <w:rsid w:val="00CE5F91"/>
    <w:rsid w:val="00CE663D"/>
    <w:rsid w:val="00CE6F41"/>
    <w:rsid w:val="00CE725C"/>
    <w:rsid w:val="00CE7983"/>
    <w:rsid w:val="00CF09DD"/>
    <w:rsid w:val="00CF0B61"/>
    <w:rsid w:val="00CF13D9"/>
    <w:rsid w:val="00CF1A04"/>
    <w:rsid w:val="00CF1CB9"/>
    <w:rsid w:val="00CF1E43"/>
    <w:rsid w:val="00CF1FC7"/>
    <w:rsid w:val="00CF1FE2"/>
    <w:rsid w:val="00CF2659"/>
    <w:rsid w:val="00CF2FF9"/>
    <w:rsid w:val="00CF32F1"/>
    <w:rsid w:val="00CF391C"/>
    <w:rsid w:val="00CF42AF"/>
    <w:rsid w:val="00CF4329"/>
    <w:rsid w:val="00CF4498"/>
    <w:rsid w:val="00CF46D4"/>
    <w:rsid w:val="00CF49A7"/>
    <w:rsid w:val="00CF5134"/>
    <w:rsid w:val="00CF5220"/>
    <w:rsid w:val="00CF532F"/>
    <w:rsid w:val="00CF58E9"/>
    <w:rsid w:val="00CF5EAD"/>
    <w:rsid w:val="00CF6D5C"/>
    <w:rsid w:val="00CF763F"/>
    <w:rsid w:val="00CF7A74"/>
    <w:rsid w:val="00CF7EAC"/>
    <w:rsid w:val="00D000CC"/>
    <w:rsid w:val="00D00406"/>
    <w:rsid w:val="00D009C7"/>
    <w:rsid w:val="00D016D9"/>
    <w:rsid w:val="00D02124"/>
    <w:rsid w:val="00D02704"/>
    <w:rsid w:val="00D029D7"/>
    <w:rsid w:val="00D02FBB"/>
    <w:rsid w:val="00D03BC8"/>
    <w:rsid w:val="00D03CCD"/>
    <w:rsid w:val="00D04158"/>
    <w:rsid w:val="00D04E84"/>
    <w:rsid w:val="00D0509C"/>
    <w:rsid w:val="00D068E0"/>
    <w:rsid w:val="00D06B1A"/>
    <w:rsid w:val="00D06D05"/>
    <w:rsid w:val="00D07A23"/>
    <w:rsid w:val="00D07BEA"/>
    <w:rsid w:val="00D07F36"/>
    <w:rsid w:val="00D1040B"/>
    <w:rsid w:val="00D10C44"/>
    <w:rsid w:val="00D10EC5"/>
    <w:rsid w:val="00D115FE"/>
    <w:rsid w:val="00D117C5"/>
    <w:rsid w:val="00D11AE4"/>
    <w:rsid w:val="00D11B4D"/>
    <w:rsid w:val="00D1251D"/>
    <w:rsid w:val="00D125AA"/>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6D06"/>
    <w:rsid w:val="00D179EB"/>
    <w:rsid w:val="00D17F11"/>
    <w:rsid w:val="00D20A6C"/>
    <w:rsid w:val="00D20BEB"/>
    <w:rsid w:val="00D20C7C"/>
    <w:rsid w:val="00D215AE"/>
    <w:rsid w:val="00D21C40"/>
    <w:rsid w:val="00D21C99"/>
    <w:rsid w:val="00D21F36"/>
    <w:rsid w:val="00D22D0D"/>
    <w:rsid w:val="00D22DBB"/>
    <w:rsid w:val="00D23AD3"/>
    <w:rsid w:val="00D2412F"/>
    <w:rsid w:val="00D2465E"/>
    <w:rsid w:val="00D249EF"/>
    <w:rsid w:val="00D24B0A"/>
    <w:rsid w:val="00D24BA7"/>
    <w:rsid w:val="00D2521A"/>
    <w:rsid w:val="00D255F4"/>
    <w:rsid w:val="00D25E28"/>
    <w:rsid w:val="00D301D8"/>
    <w:rsid w:val="00D30569"/>
    <w:rsid w:val="00D306BA"/>
    <w:rsid w:val="00D30904"/>
    <w:rsid w:val="00D31B8C"/>
    <w:rsid w:val="00D31BC6"/>
    <w:rsid w:val="00D3327E"/>
    <w:rsid w:val="00D33426"/>
    <w:rsid w:val="00D336B3"/>
    <w:rsid w:val="00D342E4"/>
    <w:rsid w:val="00D3450B"/>
    <w:rsid w:val="00D34C67"/>
    <w:rsid w:val="00D34F6D"/>
    <w:rsid w:val="00D35729"/>
    <w:rsid w:val="00D362CA"/>
    <w:rsid w:val="00D368D7"/>
    <w:rsid w:val="00D3703E"/>
    <w:rsid w:val="00D374A0"/>
    <w:rsid w:val="00D3751A"/>
    <w:rsid w:val="00D37551"/>
    <w:rsid w:val="00D379B4"/>
    <w:rsid w:val="00D401FE"/>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1C8"/>
    <w:rsid w:val="00D478B2"/>
    <w:rsid w:val="00D501F8"/>
    <w:rsid w:val="00D501F9"/>
    <w:rsid w:val="00D5071E"/>
    <w:rsid w:val="00D50793"/>
    <w:rsid w:val="00D50889"/>
    <w:rsid w:val="00D50C85"/>
    <w:rsid w:val="00D5224A"/>
    <w:rsid w:val="00D5386B"/>
    <w:rsid w:val="00D53C01"/>
    <w:rsid w:val="00D53DFF"/>
    <w:rsid w:val="00D54AF7"/>
    <w:rsid w:val="00D551AC"/>
    <w:rsid w:val="00D5555B"/>
    <w:rsid w:val="00D560C4"/>
    <w:rsid w:val="00D562B0"/>
    <w:rsid w:val="00D56A48"/>
    <w:rsid w:val="00D56F90"/>
    <w:rsid w:val="00D57989"/>
    <w:rsid w:val="00D608C8"/>
    <w:rsid w:val="00D60A80"/>
    <w:rsid w:val="00D6113A"/>
    <w:rsid w:val="00D6130C"/>
    <w:rsid w:val="00D61BE5"/>
    <w:rsid w:val="00D62264"/>
    <w:rsid w:val="00D623F7"/>
    <w:rsid w:val="00D62767"/>
    <w:rsid w:val="00D629CD"/>
    <w:rsid w:val="00D62A08"/>
    <w:rsid w:val="00D64064"/>
    <w:rsid w:val="00D64391"/>
    <w:rsid w:val="00D64C08"/>
    <w:rsid w:val="00D64D76"/>
    <w:rsid w:val="00D655C4"/>
    <w:rsid w:val="00D65E6F"/>
    <w:rsid w:val="00D66082"/>
    <w:rsid w:val="00D66A4C"/>
    <w:rsid w:val="00D66B61"/>
    <w:rsid w:val="00D67753"/>
    <w:rsid w:val="00D6775D"/>
    <w:rsid w:val="00D67A9F"/>
    <w:rsid w:val="00D67D93"/>
    <w:rsid w:val="00D70539"/>
    <w:rsid w:val="00D70580"/>
    <w:rsid w:val="00D70942"/>
    <w:rsid w:val="00D709FB"/>
    <w:rsid w:val="00D716C8"/>
    <w:rsid w:val="00D727BD"/>
    <w:rsid w:val="00D72E90"/>
    <w:rsid w:val="00D736A1"/>
    <w:rsid w:val="00D7393E"/>
    <w:rsid w:val="00D73F61"/>
    <w:rsid w:val="00D74118"/>
    <w:rsid w:val="00D7468E"/>
    <w:rsid w:val="00D748A7"/>
    <w:rsid w:val="00D74D93"/>
    <w:rsid w:val="00D74F56"/>
    <w:rsid w:val="00D751A2"/>
    <w:rsid w:val="00D75926"/>
    <w:rsid w:val="00D760DB"/>
    <w:rsid w:val="00D76E26"/>
    <w:rsid w:val="00D77105"/>
    <w:rsid w:val="00D77BC2"/>
    <w:rsid w:val="00D77CFC"/>
    <w:rsid w:val="00D81231"/>
    <w:rsid w:val="00D818BC"/>
    <w:rsid w:val="00D81C8B"/>
    <w:rsid w:val="00D828B2"/>
    <w:rsid w:val="00D82CE3"/>
    <w:rsid w:val="00D82D64"/>
    <w:rsid w:val="00D8380F"/>
    <w:rsid w:val="00D842A5"/>
    <w:rsid w:val="00D842E1"/>
    <w:rsid w:val="00D846AA"/>
    <w:rsid w:val="00D84758"/>
    <w:rsid w:val="00D84E6C"/>
    <w:rsid w:val="00D84F2E"/>
    <w:rsid w:val="00D85201"/>
    <w:rsid w:val="00D85BE5"/>
    <w:rsid w:val="00D85D57"/>
    <w:rsid w:val="00D863C2"/>
    <w:rsid w:val="00D86697"/>
    <w:rsid w:val="00D8767B"/>
    <w:rsid w:val="00D87857"/>
    <w:rsid w:val="00D87F07"/>
    <w:rsid w:val="00D906F8"/>
    <w:rsid w:val="00D90BB0"/>
    <w:rsid w:val="00D918A6"/>
    <w:rsid w:val="00D9258E"/>
    <w:rsid w:val="00D93A7F"/>
    <w:rsid w:val="00D95912"/>
    <w:rsid w:val="00D95B3C"/>
    <w:rsid w:val="00D96263"/>
    <w:rsid w:val="00D962F6"/>
    <w:rsid w:val="00D96BD8"/>
    <w:rsid w:val="00D96D07"/>
    <w:rsid w:val="00D96EB4"/>
    <w:rsid w:val="00D97459"/>
    <w:rsid w:val="00D97B11"/>
    <w:rsid w:val="00D97D81"/>
    <w:rsid w:val="00DA06DE"/>
    <w:rsid w:val="00DA0DC8"/>
    <w:rsid w:val="00DA0EB7"/>
    <w:rsid w:val="00DA10A4"/>
    <w:rsid w:val="00DA1278"/>
    <w:rsid w:val="00DA18D6"/>
    <w:rsid w:val="00DA1CAA"/>
    <w:rsid w:val="00DA1FA4"/>
    <w:rsid w:val="00DA301C"/>
    <w:rsid w:val="00DA360E"/>
    <w:rsid w:val="00DA3E56"/>
    <w:rsid w:val="00DA402F"/>
    <w:rsid w:val="00DA48C0"/>
    <w:rsid w:val="00DA4DDB"/>
    <w:rsid w:val="00DA5319"/>
    <w:rsid w:val="00DA58CB"/>
    <w:rsid w:val="00DA62F9"/>
    <w:rsid w:val="00DA64F2"/>
    <w:rsid w:val="00DA7063"/>
    <w:rsid w:val="00DA717C"/>
    <w:rsid w:val="00DA720E"/>
    <w:rsid w:val="00DA740D"/>
    <w:rsid w:val="00DA7ACC"/>
    <w:rsid w:val="00DA7E66"/>
    <w:rsid w:val="00DB17A4"/>
    <w:rsid w:val="00DB197C"/>
    <w:rsid w:val="00DB1B01"/>
    <w:rsid w:val="00DB1B7C"/>
    <w:rsid w:val="00DB1DAD"/>
    <w:rsid w:val="00DB278C"/>
    <w:rsid w:val="00DB279D"/>
    <w:rsid w:val="00DB27A6"/>
    <w:rsid w:val="00DB2C37"/>
    <w:rsid w:val="00DB2D39"/>
    <w:rsid w:val="00DB49B8"/>
    <w:rsid w:val="00DB4CBC"/>
    <w:rsid w:val="00DB4DCD"/>
    <w:rsid w:val="00DB5A87"/>
    <w:rsid w:val="00DB6089"/>
    <w:rsid w:val="00DB631D"/>
    <w:rsid w:val="00DB6DC8"/>
    <w:rsid w:val="00DB6EAC"/>
    <w:rsid w:val="00DB715D"/>
    <w:rsid w:val="00DB756E"/>
    <w:rsid w:val="00DB7A4E"/>
    <w:rsid w:val="00DB7BEB"/>
    <w:rsid w:val="00DC08DB"/>
    <w:rsid w:val="00DC0CCD"/>
    <w:rsid w:val="00DC0DE0"/>
    <w:rsid w:val="00DC0E94"/>
    <w:rsid w:val="00DC11FD"/>
    <w:rsid w:val="00DC15AC"/>
    <w:rsid w:val="00DC1E68"/>
    <w:rsid w:val="00DC25FA"/>
    <w:rsid w:val="00DC38E6"/>
    <w:rsid w:val="00DC3C97"/>
    <w:rsid w:val="00DC3E8F"/>
    <w:rsid w:val="00DC3FFF"/>
    <w:rsid w:val="00DC4227"/>
    <w:rsid w:val="00DC45D0"/>
    <w:rsid w:val="00DC4C5A"/>
    <w:rsid w:val="00DC4FE9"/>
    <w:rsid w:val="00DC52F1"/>
    <w:rsid w:val="00DC5E54"/>
    <w:rsid w:val="00DC619F"/>
    <w:rsid w:val="00DC6249"/>
    <w:rsid w:val="00DC62A2"/>
    <w:rsid w:val="00DC6E7D"/>
    <w:rsid w:val="00DD0767"/>
    <w:rsid w:val="00DD089F"/>
    <w:rsid w:val="00DD08B1"/>
    <w:rsid w:val="00DD0E59"/>
    <w:rsid w:val="00DD1233"/>
    <w:rsid w:val="00DD214D"/>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50"/>
    <w:rsid w:val="00DE0982"/>
    <w:rsid w:val="00DE0FAF"/>
    <w:rsid w:val="00DE1808"/>
    <w:rsid w:val="00DE18BA"/>
    <w:rsid w:val="00DE19C6"/>
    <w:rsid w:val="00DE1FBF"/>
    <w:rsid w:val="00DE3D63"/>
    <w:rsid w:val="00DE4060"/>
    <w:rsid w:val="00DE43E5"/>
    <w:rsid w:val="00DE4779"/>
    <w:rsid w:val="00DE48D4"/>
    <w:rsid w:val="00DE4FC7"/>
    <w:rsid w:val="00DE55DF"/>
    <w:rsid w:val="00DE5AB9"/>
    <w:rsid w:val="00DE6160"/>
    <w:rsid w:val="00DE6A8B"/>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A34"/>
    <w:rsid w:val="00DF63F2"/>
    <w:rsid w:val="00DF6704"/>
    <w:rsid w:val="00DF744F"/>
    <w:rsid w:val="00DF7577"/>
    <w:rsid w:val="00DF7659"/>
    <w:rsid w:val="00DF76F6"/>
    <w:rsid w:val="00E016A0"/>
    <w:rsid w:val="00E01889"/>
    <w:rsid w:val="00E02B8E"/>
    <w:rsid w:val="00E02CA5"/>
    <w:rsid w:val="00E030EC"/>
    <w:rsid w:val="00E03451"/>
    <w:rsid w:val="00E0360A"/>
    <w:rsid w:val="00E03AEE"/>
    <w:rsid w:val="00E0481C"/>
    <w:rsid w:val="00E04B6F"/>
    <w:rsid w:val="00E04F2C"/>
    <w:rsid w:val="00E05379"/>
    <w:rsid w:val="00E053E3"/>
    <w:rsid w:val="00E059D2"/>
    <w:rsid w:val="00E05D31"/>
    <w:rsid w:val="00E05E43"/>
    <w:rsid w:val="00E05F25"/>
    <w:rsid w:val="00E069AA"/>
    <w:rsid w:val="00E069E1"/>
    <w:rsid w:val="00E06AD4"/>
    <w:rsid w:val="00E06C37"/>
    <w:rsid w:val="00E075C0"/>
    <w:rsid w:val="00E075D4"/>
    <w:rsid w:val="00E07A93"/>
    <w:rsid w:val="00E102B7"/>
    <w:rsid w:val="00E108C1"/>
    <w:rsid w:val="00E10937"/>
    <w:rsid w:val="00E10D3D"/>
    <w:rsid w:val="00E11049"/>
    <w:rsid w:val="00E1132A"/>
    <w:rsid w:val="00E116EE"/>
    <w:rsid w:val="00E11B60"/>
    <w:rsid w:val="00E126DB"/>
    <w:rsid w:val="00E12F5A"/>
    <w:rsid w:val="00E13451"/>
    <w:rsid w:val="00E1387C"/>
    <w:rsid w:val="00E13FFD"/>
    <w:rsid w:val="00E14426"/>
    <w:rsid w:val="00E144E5"/>
    <w:rsid w:val="00E14725"/>
    <w:rsid w:val="00E14AB5"/>
    <w:rsid w:val="00E16346"/>
    <w:rsid w:val="00E169FD"/>
    <w:rsid w:val="00E16FD7"/>
    <w:rsid w:val="00E17410"/>
    <w:rsid w:val="00E201E7"/>
    <w:rsid w:val="00E206E2"/>
    <w:rsid w:val="00E20819"/>
    <w:rsid w:val="00E21A0C"/>
    <w:rsid w:val="00E21BFC"/>
    <w:rsid w:val="00E21D84"/>
    <w:rsid w:val="00E21EBE"/>
    <w:rsid w:val="00E2235F"/>
    <w:rsid w:val="00E224D3"/>
    <w:rsid w:val="00E22736"/>
    <w:rsid w:val="00E22E32"/>
    <w:rsid w:val="00E23259"/>
    <w:rsid w:val="00E23639"/>
    <w:rsid w:val="00E238CC"/>
    <w:rsid w:val="00E239FD"/>
    <w:rsid w:val="00E24BE6"/>
    <w:rsid w:val="00E24C72"/>
    <w:rsid w:val="00E250B2"/>
    <w:rsid w:val="00E25317"/>
    <w:rsid w:val="00E255DE"/>
    <w:rsid w:val="00E25663"/>
    <w:rsid w:val="00E25720"/>
    <w:rsid w:val="00E259DF"/>
    <w:rsid w:val="00E25AE1"/>
    <w:rsid w:val="00E25B3F"/>
    <w:rsid w:val="00E26257"/>
    <w:rsid w:val="00E2625E"/>
    <w:rsid w:val="00E2681A"/>
    <w:rsid w:val="00E270B3"/>
    <w:rsid w:val="00E270CB"/>
    <w:rsid w:val="00E27376"/>
    <w:rsid w:val="00E3004E"/>
    <w:rsid w:val="00E301E7"/>
    <w:rsid w:val="00E30335"/>
    <w:rsid w:val="00E305CB"/>
    <w:rsid w:val="00E3080F"/>
    <w:rsid w:val="00E31332"/>
    <w:rsid w:val="00E3228C"/>
    <w:rsid w:val="00E3233D"/>
    <w:rsid w:val="00E33149"/>
    <w:rsid w:val="00E34B19"/>
    <w:rsid w:val="00E34BAA"/>
    <w:rsid w:val="00E351B1"/>
    <w:rsid w:val="00E35DCF"/>
    <w:rsid w:val="00E36A13"/>
    <w:rsid w:val="00E37207"/>
    <w:rsid w:val="00E378C0"/>
    <w:rsid w:val="00E378F1"/>
    <w:rsid w:val="00E37D74"/>
    <w:rsid w:val="00E37FF5"/>
    <w:rsid w:val="00E4035E"/>
    <w:rsid w:val="00E408E6"/>
    <w:rsid w:val="00E40F45"/>
    <w:rsid w:val="00E41A2B"/>
    <w:rsid w:val="00E41F1B"/>
    <w:rsid w:val="00E42304"/>
    <w:rsid w:val="00E425DB"/>
    <w:rsid w:val="00E42E01"/>
    <w:rsid w:val="00E42E79"/>
    <w:rsid w:val="00E438FB"/>
    <w:rsid w:val="00E43F09"/>
    <w:rsid w:val="00E44609"/>
    <w:rsid w:val="00E44E0F"/>
    <w:rsid w:val="00E45531"/>
    <w:rsid w:val="00E4578F"/>
    <w:rsid w:val="00E45927"/>
    <w:rsid w:val="00E45CD1"/>
    <w:rsid w:val="00E45DDA"/>
    <w:rsid w:val="00E45EAC"/>
    <w:rsid w:val="00E46228"/>
    <w:rsid w:val="00E46D75"/>
    <w:rsid w:val="00E46FA4"/>
    <w:rsid w:val="00E4779B"/>
    <w:rsid w:val="00E47B10"/>
    <w:rsid w:val="00E50783"/>
    <w:rsid w:val="00E50BAD"/>
    <w:rsid w:val="00E51173"/>
    <w:rsid w:val="00E5177F"/>
    <w:rsid w:val="00E51E52"/>
    <w:rsid w:val="00E53615"/>
    <w:rsid w:val="00E53D50"/>
    <w:rsid w:val="00E542EE"/>
    <w:rsid w:val="00E553F1"/>
    <w:rsid w:val="00E555BC"/>
    <w:rsid w:val="00E55608"/>
    <w:rsid w:val="00E5663E"/>
    <w:rsid w:val="00E5683E"/>
    <w:rsid w:val="00E5693C"/>
    <w:rsid w:val="00E56A02"/>
    <w:rsid w:val="00E57BAC"/>
    <w:rsid w:val="00E60888"/>
    <w:rsid w:val="00E609BA"/>
    <w:rsid w:val="00E60EEA"/>
    <w:rsid w:val="00E612DB"/>
    <w:rsid w:val="00E6183D"/>
    <w:rsid w:val="00E61841"/>
    <w:rsid w:val="00E63D8F"/>
    <w:rsid w:val="00E64385"/>
    <w:rsid w:val="00E64522"/>
    <w:rsid w:val="00E64894"/>
    <w:rsid w:val="00E64A23"/>
    <w:rsid w:val="00E64D63"/>
    <w:rsid w:val="00E651CA"/>
    <w:rsid w:val="00E65D6E"/>
    <w:rsid w:val="00E66190"/>
    <w:rsid w:val="00E66BF4"/>
    <w:rsid w:val="00E66F48"/>
    <w:rsid w:val="00E6720D"/>
    <w:rsid w:val="00E675E4"/>
    <w:rsid w:val="00E70545"/>
    <w:rsid w:val="00E72307"/>
    <w:rsid w:val="00E72E06"/>
    <w:rsid w:val="00E72F3D"/>
    <w:rsid w:val="00E730D1"/>
    <w:rsid w:val="00E73125"/>
    <w:rsid w:val="00E7376F"/>
    <w:rsid w:val="00E73861"/>
    <w:rsid w:val="00E73D19"/>
    <w:rsid w:val="00E741B6"/>
    <w:rsid w:val="00E74E67"/>
    <w:rsid w:val="00E7528E"/>
    <w:rsid w:val="00E763C4"/>
    <w:rsid w:val="00E763DE"/>
    <w:rsid w:val="00E767A5"/>
    <w:rsid w:val="00E76E97"/>
    <w:rsid w:val="00E77AE4"/>
    <w:rsid w:val="00E77D96"/>
    <w:rsid w:val="00E77F1D"/>
    <w:rsid w:val="00E80E13"/>
    <w:rsid w:val="00E81084"/>
    <w:rsid w:val="00E81705"/>
    <w:rsid w:val="00E819B6"/>
    <w:rsid w:val="00E81B0C"/>
    <w:rsid w:val="00E821B8"/>
    <w:rsid w:val="00E823C6"/>
    <w:rsid w:val="00E82644"/>
    <w:rsid w:val="00E828E9"/>
    <w:rsid w:val="00E82ABA"/>
    <w:rsid w:val="00E830F6"/>
    <w:rsid w:val="00E834E7"/>
    <w:rsid w:val="00E845A5"/>
    <w:rsid w:val="00E854DB"/>
    <w:rsid w:val="00E85C58"/>
    <w:rsid w:val="00E871CF"/>
    <w:rsid w:val="00E874C0"/>
    <w:rsid w:val="00E87CA8"/>
    <w:rsid w:val="00E90041"/>
    <w:rsid w:val="00E90532"/>
    <w:rsid w:val="00E919CD"/>
    <w:rsid w:val="00E91C13"/>
    <w:rsid w:val="00E91E62"/>
    <w:rsid w:val="00E92106"/>
    <w:rsid w:val="00E921DC"/>
    <w:rsid w:val="00E93059"/>
    <w:rsid w:val="00E930DB"/>
    <w:rsid w:val="00E93FEC"/>
    <w:rsid w:val="00E94542"/>
    <w:rsid w:val="00E9597E"/>
    <w:rsid w:val="00E9657D"/>
    <w:rsid w:val="00E96614"/>
    <w:rsid w:val="00E968FC"/>
    <w:rsid w:val="00E9748E"/>
    <w:rsid w:val="00E97ABB"/>
    <w:rsid w:val="00EA150F"/>
    <w:rsid w:val="00EA151D"/>
    <w:rsid w:val="00EA15E1"/>
    <w:rsid w:val="00EA17ED"/>
    <w:rsid w:val="00EA1917"/>
    <w:rsid w:val="00EA212F"/>
    <w:rsid w:val="00EA23DF"/>
    <w:rsid w:val="00EA2A29"/>
    <w:rsid w:val="00EA30E8"/>
    <w:rsid w:val="00EA3985"/>
    <w:rsid w:val="00EA39DA"/>
    <w:rsid w:val="00EA3D2B"/>
    <w:rsid w:val="00EA6BD2"/>
    <w:rsid w:val="00EA6E65"/>
    <w:rsid w:val="00EB02CE"/>
    <w:rsid w:val="00EB0BCC"/>
    <w:rsid w:val="00EB0FF7"/>
    <w:rsid w:val="00EB1060"/>
    <w:rsid w:val="00EB1A0B"/>
    <w:rsid w:val="00EB1C91"/>
    <w:rsid w:val="00EB1D55"/>
    <w:rsid w:val="00EB2CB7"/>
    <w:rsid w:val="00EB3DB8"/>
    <w:rsid w:val="00EB43EC"/>
    <w:rsid w:val="00EB4E91"/>
    <w:rsid w:val="00EB5D29"/>
    <w:rsid w:val="00EB5D70"/>
    <w:rsid w:val="00EB72F8"/>
    <w:rsid w:val="00EB7EA8"/>
    <w:rsid w:val="00EC1540"/>
    <w:rsid w:val="00EC20A2"/>
    <w:rsid w:val="00EC20F4"/>
    <w:rsid w:val="00EC24BE"/>
    <w:rsid w:val="00EC2594"/>
    <w:rsid w:val="00EC2DB8"/>
    <w:rsid w:val="00EC2FB1"/>
    <w:rsid w:val="00EC36D5"/>
    <w:rsid w:val="00EC3B5F"/>
    <w:rsid w:val="00EC3FF2"/>
    <w:rsid w:val="00EC4012"/>
    <w:rsid w:val="00EC4176"/>
    <w:rsid w:val="00EC4829"/>
    <w:rsid w:val="00EC4B3F"/>
    <w:rsid w:val="00EC4DD6"/>
    <w:rsid w:val="00EC57F3"/>
    <w:rsid w:val="00EC5C55"/>
    <w:rsid w:val="00EC5EF3"/>
    <w:rsid w:val="00EC62C9"/>
    <w:rsid w:val="00EC654A"/>
    <w:rsid w:val="00EC7104"/>
    <w:rsid w:val="00EC72F3"/>
    <w:rsid w:val="00EC7742"/>
    <w:rsid w:val="00EC7C04"/>
    <w:rsid w:val="00EC7CA0"/>
    <w:rsid w:val="00ED0684"/>
    <w:rsid w:val="00ED06B9"/>
    <w:rsid w:val="00ED1617"/>
    <w:rsid w:val="00ED1CC3"/>
    <w:rsid w:val="00ED253B"/>
    <w:rsid w:val="00ED2670"/>
    <w:rsid w:val="00ED2CAB"/>
    <w:rsid w:val="00ED3192"/>
    <w:rsid w:val="00ED3C8D"/>
    <w:rsid w:val="00ED40C0"/>
    <w:rsid w:val="00ED4133"/>
    <w:rsid w:val="00ED4282"/>
    <w:rsid w:val="00ED4739"/>
    <w:rsid w:val="00ED59FF"/>
    <w:rsid w:val="00ED5B0C"/>
    <w:rsid w:val="00ED63A2"/>
    <w:rsid w:val="00ED688F"/>
    <w:rsid w:val="00ED6A38"/>
    <w:rsid w:val="00ED726B"/>
    <w:rsid w:val="00ED76CA"/>
    <w:rsid w:val="00ED7750"/>
    <w:rsid w:val="00ED797A"/>
    <w:rsid w:val="00ED7AE3"/>
    <w:rsid w:val="00EE199C"/>
    <w:rsid w:val="00EE2505"/>
    <w:rsid w:val="00EE25DD"/>
    <w:rsid w:val="00EE2EAC"/>
    <w:rsid w:val="00EE31F8"/>
    <w:rsid w:val="00EE3A03"/>
    <w:rsid w:val="00EE42A5"/>
    <w:rsid w:val="00EE4560"/>
    <w:rsid w:val="00EE4E9F"/>
    <w:rsid w:val="00EE538E"/>
    <w:rsid w:val="00EE5A10"/>
    <w:rsid w:val="00EE61A6"/>
    <w:rsid w:val="00EE64F3"/>
    <w:rsid w:val="00EE65F3"/>
    <w:rsid w:val="00EE6629"/>
    <w:rsid w:val="00EE6D6A"/>
    <w:rsid w:val="00EF06B1"/>
    <w:rsid w:val="00EF0803"/>
    <w:rsid w:val="00EF082C"/>
    <w:rsid w:val="00EF0EF7"/>
    <w:rsid w:val="00EF10FF"/>
    <w:rsid w:val="00EF232F"/>
    <w:rsid w:val="00EF2C6C"/>
    <w:rsid w:val="00EF33DC"/>
    <w:rsid w:val="00EF355A"/>
    <w:rsid w:val="00EF3C75"/>
    <w:rsid w:val="00EF3EC5"/>
    <w:rsid w:val="00EF43FA"/>
    <w:rsid w:val="00EF4983"/>
    <w:rsid w:val="00EF4FC4"/>
    <w:rsid w:val="00EF51B1"/>
    <w:rsid w:val="00EF543C"/>
    <w:rsid w:val="00EF56E3"/>
    <w:rsid w:val="00EF5779"/>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7F0"/>
    <w:rsid w:val="00F0688B"/>
    <w:rsid w:val="00F0692C"/>
    <w:rsid w:val="00F0704A"/>
    <w:rsid w:val="00F07236"/>
    <w:rsid w:val="00F074EA"/>
    <w:rsid w:val="00F07726"/>
    <w:rsid w:val="00F10499"/>
    <w:rsid w:val="00F11265"/>
    <w:rsid w:val="00F11649"/>
    <w:rsid w:val="00F11B57"/>
    <w:rsid w:val="00F11E3F"/>
    <w:rsid w:val="00F123D2"/>
    <w:rsid w:val="00F127B3"/>
    <w:rsid w:val="00F12BB2"/>
    <w:rsid w:val="00F130A9"/>
    <w:rsid w:val="00F13857"/>
    <w:rsid w:val="00F14BF2"/>
    <w:rsid w:val="00F14F34"/>
    <w:rsid w:val="00F15417"/>
    <w:rsid w:val="00F1551D"/>
    <w:rsid w:val="00F155B2"/>
    <w:rsid w:val="00F15DF4"/>
    <w:rsid w:val="00F16161"/>
    <w:rsid w:val="00F16614"/>
    <w:rsid w:val="00F20331"/>
    <w:rsid w:val="00F2117B"/>
    <w:rsid w:val="00F218E1"/>
    <w:rsid w:val="00F2199C"/>
    <w:rsid w:val="00F22075"/>
    <w:rsid w:val="00F224B0"/>
    <w:rsid w:val="00F227C6"/>
    <w:rsid w:val="00F22A6F"/>
    <w:rsid w:val="00F22F18"/>
    <w:rsid w:val="00F23219"/>
    <w:rsid w:val="00F239C7"/>
    <w:rsid w:val="00F23ADD"/>
    <w:rsid w:val="00F24B4A"/>
    <w:rsid w:val="00F256D5"/>
    <w:rsid w:val="00F25F42"/>
    <w:rsid w:val="00F26267"/>
    <w:rsid w:val="00F264AA"/>
    <w:rsid w:val="00F26527"/>
    <w:rsid w:val="00F278CC"/>
    <w:rsid w:val="00F27C1A"/>
    <w:rsid w:val="00F30782"/>
    <w:rsid w:val="00F307F6"/>
    <w:rsid w:val="00F30B81"/>
    <w:rsid w:val="00F315A5"/>
    <w:rsid w:val="00F31669"/>
    <w:rsid w:val="00F319FD"/>
    <w:rsid w:val="00F32709"/>
    <w:rsid w:val="00F328D2"/>
    <w:rsid w:val="00F32F3E"/>
    <w:rsid w:val="00F338AA"/>
    <w:rsid w:val="00F33CC0"/>
    <w:rsid w:val="00F33E9A"/>
    <w:rsid w:val="00F34B51"/>
    <w:rsid w:val="00F35149"/>
    <w:rsid w:val="00F352F0"/>
    <w:rsid w:val="00F35E07"/>
    <w:rsid w:val="00F35F12"/>
    <w:rsid w:val="00F3608B"/>
    <w:rsid w:val="00F36609"/>
    <w:rsid w:val="00F36639"/>
    <w:rsid w:val="00F36C6F"/>
    <w:rsid w:val="00F36F50"/>
    <w:rsid w:val="00F37645"/>
    <w:rsid w:val="00F37836"/>
    <w:rsid w:val="00F379E0"/>
    <w:rsid w:val="00F37D0D"/>
    <w:rsid w:val="00F37FAF"/>
    <w:rsid w:val="00F409E3"/>
    <w:rsid w:val="00F40C17"/>
    <w:rsid w:val="00F40CFF"/>
    <w:rsid w:val="00F41395"/>
    <w:rsid w:val="00F41FB7"/>
    <w:rsid w:val="00F42B27"/>
    <w:rsid w:val="00F42E93"/>
    <w:rsid w:val="00F42FD7"/>
    <w:rsid w:val="00F43238"/>
    <w:rsid w:val="00F448CF"/>
    <w:rsid w:val="00F44925"/>
    <w:rsid w:val="00F44C17"/>
    <w:rsid w:val="00F44DD9"/>
    <w:rsid w:val="00F450E0"/>
    <w:rsid w:val="00F4513C"/>
    <w:rsid w:val="00F453C1"/>
    <w:rsid w:val="00F459AD"/>
    <w:rsid w:val="00F46678"/>
    <w:rsid w:val="00F50581"/>
    <w:rsid w:val="00F506C6"/>
    <w:rsid w:val="00F507A6"/>
    <w:rsid w:val="00F509D1"/>
    <w:rsid w:val="00F50E88"/>
    <w:rsid w:val="00F514CB"/>
    <w:rsid w:val="00F521D8"/>
    <w:rsid w:val="00F529B9"/>
    <w:rsid w:val="00F52CD2"/>
    <w:rsid w:val="00F52EC3"/>
    <w:rsid w:val="00F534F8"/>
    <w:rsid w:val="00F53E77"/>
    <w:rsid w:val="00F53ED5"/>
    <w:rsid w:val="00F542D7"/>
    <w:rsid w:val="00F545CC"/>
    <w:rsid w:val="00F549E0"/>
    <w:rsid w:val="00F55144"/>
    <w:rsid w:val="00F5735C"/>
    <w:rsid w:val="00F60D1D"/>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60A0"/>
    <w:rsid w:val="00F663D4"/>
    <w:rsid w:val="00F66A3C"/>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2CA"/>
    <w:rsid w:val="00F74105"/>
    <w:rsid w:val="00F74356"/>
    <w:rsid w:val="00F744AD"/>
    <w:rsid w:val="00F75356"/>
    <w:rsid w:val="00F75D0C"/>
    <w:rsid w:val="00F7614E"/>
    <w:rsid w:val="00F768A3"/>
    <w:rsid w:val="00F76E16"/>
    <w:rsid w:val="00F8007B"/>
    <w:rsid w:val="00F803EA"/>
    <w:rsid w:val="00F81335"/>
    <w:rsid w:val="00F822B2"/>
    <w:rsid w:val="00F82496"/>
    <w:rsid w:val="00F8346A"/>
    <w:rsid w:val="00F836C4"/>
    <w:rsid w:val="00F8370E"/>
    <w:rsid w:val="00F83CEC"/>
    <w:rsid w:val="00F83D50"/>
    <w:rsid w:val="00F84301"/>
    <w:rsid w:val="00F849F8"/>
    <w:rsid w:val="00F84A27"/>
    <w:rsid w:val="00F853C0"/>
    <w:rsid w:val="00F85653"/>
    <w:rsid w:val="00F85A3E"/>
    <w:rsid w:val="00F85F99"/>
    <w:rsid w:val="00F86003"/>
    <w:rsid w:val="00F8680B"/>
    <w:rsid w:val="00F87224"/>
    <w:rsid w:val="00F873A0"/>
    <w:rsid w:val="00F87BF3"/>
    <w:rsid w:val="00F87D4D"/>
    <w:rsid w:val="00F918EF"/>
    <w:rsid w:val="00F92816"/>
    <w:rsid w:val="00F92F27"/>
    <w:rsid w:val="00F935F1"/>
    <w:rsid w:val="00F93AB2"/>
    <w:rsid w:val="00F93E35"/>
    <w:rsid w:val="00F94180"/>
    <w:rsid w:val="00F9444A"/>
    <w:rsid w:val="00F94DC4"/>
    <w:rsid w:val="00F9519D"/>
    <w:rsid w:val="00F95496"/>
    <w:rsid w:val="00F9554C"/>
    <w:rsid w:val="00F95856"/>
    <w:rsid w:val="00F95ABC"/>
    <w:rsid w:val="00F963C2"/>
    <w:rsid w:val="00F96D2A"/>
    <w:rsid w:val="00F970D5"/>
    <w:rsid w:val="00F971B5"/>
    <w:rsid w:val="00F975DF"/>
    <w:rsid w:val="00F97867"/>
    <w:rsid w:val="00F97945"/>
    <w:rsid w:val="00FA0217"/>
    <w:rsid w:val="00FA13A9"/>
    <w:rsid w:val="00FA1444"/>
    <w:rsid w:val="00FA148A"/>
    <w:rsid w:val="00FA1F8A"/>
    <w:rsid w:val="00FA21C9"/>
    <w:rsid w:val="00FA299F"/>
    <w:rsid w:val="00FA2B1C"/>
    <w:rsid w:val="00FA385E"/>
    <w:rsid w:val="00FA38C5"/>
    <w:rsid w:val="00FA3BD2"/>
    <w:rsid w:val="00FA6297"/>
    <w:rsid w:val="00FA6504"/>
    <w:rsid w:val="00FA6EB3"/>
    <w:rsid w:val="00FA72B3"/>
    <w:rsid w:val="00FA7542"/>
    <w:rsid w:val="00FA7C86"/>
    <w:rsid w:val="00FA7DAA"/>
    <w:rsid w:val="00FA7DC7"/>
    <w:rsid w:val="00FB050F"/>
    <w:rsid w:val="00FB111F"/>
    <w:rsid w:val="00FB140C"/>
    <w:rsid w:val="00FB2B46"/>
    <w:rsid w:val="00FB2DC1"/>
    <w:rsid w:val="00FB2EBD"/>
    <w:rsid w:val="00FB3095"/>
    <w:rsid w:val="00FB337A"/>
    <w:rsid w:val="00FB33E9"/>
    <w:rsid w:val="00FB380A"/>
    <w:rsid w:val="00FB3A2E"/>
    <w:rsid w:val="00FB42F8"/>
    <w:rsid w:val="00FB4412"/>
    <w:rsid w:val="00FB476C"/>
    <w:rsid w:val="00FB4844"/>
    <w:rsid w:val="00FB4D10"/>
    <w:rsid w:val="00FB4F3A"/>
    <w:rsid w:val="00FB53DD"/>
    <w:rsid w:val="00FB566F"/>
    <w:rsid w:val="00FB6325"/>
    <w:rsid w:val="00FB67CC"/>
    <w:rsid w:val="00FB69AC"/>
    <w:rsid w:val="00FB6FAD"/>
    <w:rsid w:val="00FB7140"/>
    <w:rsid w:val="00FB7290"/>
    <w:rsid w:val="00FC0425"/>
    <w:rsid w:val="00FC0731"/>
    <w:rsid w:val="00FC0A9B"/>
    <w:rsid w:val="00FC0CD4"/>
    <w:rsid w:val="00FC1263"/>
    <w:rsid w:val="00FC1BFB"/>
    <w:rsid w:val="00FC1E0D"/>
    <w:rsid w:val="00FC247A"/>
    <w:rsid w:val="00FC284B"/>
    <w:rsid w:val="00FC30B0"/>
    <w:rsid w:val="00FC339D"/>
    <w:rsid w:val="00FC38CF"/>
    <w:rsid w:val="00FC43A0"/>
    <w:rsid w:val="00FC47DE"/>
    <w:rsid w:val="00FC669B"/>
    <w:rsid w:val="00FC7151"/>
    <w:rsid w:val="00FC73B5"/>
    <w:rsid w:val="00FC76D3"/>
    <w:rsid w:val="00FC7907"/>
    <w:rsid w:val="00FC7A8D"/>
    <w:rsid w:val="00FD00C2"/>
    <w:rsid w:val="00FD04F5"/>
    <w:rsid w:val="00FD0FE7"/>
    <w:rsid w:val="00FD23E8"/>
    <w:rsid w:val="00FD2CA9"/>
    <w:rsid w:val="00FD2FB7"/>
    <w:rsid w:val="00FD399B"/>
    <w:rsid w:val="00FD3B5C"/>
    <w:rsid w:val="00FD6038"/>
    <w:rsid w:val="00FD6A63"/>
    <w:rsid w:val="00FD6BE8"/>
    <w:rsid w:val="00FD70DF"/>
    <w:rsid w:val="00FD7CC5"/>
    <w:rsid w:val="00FE0B31"/>
    <w:rsid w:val="00FE0B8D"/>
    <w:rsid w:val="00FE1016"/>
    <w:rsid w:val="00FE148C"/>
    <w:rsid w:val="00FE1AEC"/>
    <w:rsid w:val="00FE20A5"/>
    <w:rsid w:val="00FE260D"/>
    <w:rsid w:val="00FE271B"/>
    <w:rsid w:val="00FE33C0"/>
    <w:rsid w:val="00FE3472"/>
    <w:rsid w:val="00FE37D3"/>
    <w:rsid w:val="00FE3C8A"/>
    <w:rsid w:val="00FE4095"/>
    <w:rsid w:val="00FE4160"/>
    <w:rsid w:val="00FE4280"/>
    <w:rsid w:val="00FE4325"/>
    <w:rsid w:val="00FE5087"/>
    <w:rsid w:val="00FE5E09"/>
    <w:rsid w:val="00FE60F8"/>
    <w:rsid w:val="00FE613A"/>
    <w:rsid w:val="00FE62D8"/>
    <w:rsid w:val="00FE6929"/>
    <w:rsid w:val="00FE77B8"/>
    <w:rsid w:val="00FE7DA0"/>
    <w:rsid w:val="00FF0D62"/>
    <w:rsid w:val="00FF0E96"/>
    <w:rsid w:val="00FF1624"/>
    <w:rsid w:val="00FF1869"/>
    <w:rsid w:val="00FF1B5A"/>
    <w:rsid w:val="00FF21A6"/>
    <w:rsid w:val="00FF29B5"/>
    <w:rsid w:val="00FF2BAE"/>
    <w:rsid w:val="00FF3281"/>
    <w:rsid w:val="00FF334E"/>
    <w:rsid w:val="00FF3F7E"/>
    <w:rsid w:val="00FF426C"/>
    <w:rsid w:val="00FF496F"/>
    <w:rsid w:val="00FF5298"/>
    <w:rsid w:val="00FF5AF2"/>
    <w:rsid w:val="00FF5BFA"/>
    <w:rsid w:val="00FF6145"/>
    <w:rsid w:val="00FF62C8"/>
    <w:rsid w:val="00FF68C9"/>
    <w:rsid w:val="00FF6DF4"/>
    <w:rsid w:val="00FF730E"/>
    <w:rsid w:val="00FF7B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5C3"/>
    <w:pPr>
      <w:spacing w:after="200" w:line="276"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5D75C3"/>
    <w:pPr>
      <w:ind w:left="720"/>
    </w:pPr>
  </w:style>
  <w:style w:type="paragraph" w:styleId="Header">
    <w:name w:val="header"/>
    <w:basedOn w:val="Normal"/>
    <w:link w:val="HeaderChar"/>
    <w:uiPriority w:val="99"/>
    <w:rsid w:val="005D75C3"/>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D75C3"/>
    <w:rPr>
      <w:rFonts w:ascii="Calibri" w:hAnsi="Calibri" w:cs="Calibri"/>
      <w:sz w:val="22"/>
      <w:szCs w:val="22"/>
      <w:lang w:val="ru-RU" w:eastAsia="en-US"/>
    </w:rPr>
  </w:style>
  <w:style w:type="paragraph" w:styleId="NormalWeb">
    <w:name w:val="Normal (Web)"/>
    <w:basedOn w:val="Normal"/>
    <w:uiPriority w:val="99"/>
    <w:rsid w:val="005D75C3"/>
    <w:pPr>
      <w:spacing w:before="100" w:beforeAutospacing="1" w:after="100" w:afterAutospacing="1" w:line="240" w:lineRule="auto"/>
    </w:pPr>
    <w:rPr>
      <w:sz w:val="24"/>
      <w:szCs w:val="24"/>
      <w:lang w:eastAsia="ru-RU"/>
    </w:rPr>
  </w:style>
  <w:style w:type="character" w:styleId="Strong">
    <w:name w:val="Strong"/>
    <w:basedOn w:val="DefaultParagraphFont"/>
    <w:uiPriority w:val="99"/>
    <w:qFormat/>
    <w:rsid w:val="005D75C3"/>
    <w:rPr>
      <w:b/>
      <w:bCs/>
    </w:rPr>
  </w:style>
  <w:style w:type="paragraph" w:customStyle="1" w:styleId="ConsNormal">
    <w:name w:val="ConsNormal"/>
    <w:uiPriority w:val="99"/>
    <w:rsid w:val="005D75C3"/>
    <w:pPr>
      <w:widowControl w:val="0"/>
      <w:autoSpaceDE w:val="0"/>
      <w:autoSpaceDN w:val="0"/>
      <w:adjustRightInd w:val="0"/>
      <w:ind w:right="19772" w:firstLine="720"/>
    </w:pPr>
    <w:rPr>
      <w:rFonts w:ascii="Arial" w:hAnsi="Arial" w:cs="Arial"/>
      <w:sz w:val="20"/>
      <w:szCs w:val="20"/>
    </w:rPr>
  </w:style>
  <w:style w:type="paragraph" w:styleId="BalloonText">
    <w:name w:val="Balloon Text"/>
    <w:basedOn w:val="Normal"/>
    <w:link w:val="BalloonTextChar"/>
    <w:uiPriority w:val="99"/>
    <w:semiHidden/>
    <w:rsid w:val="00C8557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573D"/>
    <w:rPr>
      <w:sz w:val="2"/>
      <w:szCs w:val="2"/>
      <w:lang w:eastAsia="en-US"/>
    </w:rPr>
  </w:style>
  <w:style w:type="paragraph" w:customStyle="1" w:styleId="ConsPlusNormal">
    <w:name w:val="ConsPlusNormal"/>
    <w:uiPriority w:val="99"/>
    <w:rsid w:val="00417047"/>
    <w:pPr>
      <w:autoSpaceDE w:val="0"/>
      <w:autoSpaceDN w:val="0"/>
      <w:adjustRightInd w:val="0"/>
    </w:pPr>
    <w:rPr>
      <w:rFonts w:ascii="Calibri" w:hAnsi="Calibri" w:cs="Calibri"/>
      <w:sz w:val="28"/>
      <w:szCs w:val="28"/>
    </w:rPr>
  </w:style>
  <w:style w:type="paragraph" w:styleId="Footer">
    <w:name w:val="footer"/>
    <w:basedOn w:val="Normal"/>
    <w:link w:val="FooterChar"/>
    <w:uiPriority w:val="99"/>
    <w:rsid w:val="006110C7"/>
    <w:pPr>
      <w:tabs>
        <w:tab w:val="center" w:pos="4677"/>
        <w:tab w:val="right" w:pos="9355"/>
      </w:tabs>
    </w:pPr>
  </w:style>
  <w:style w:type="character" w:customStyle="1" w:styleId="FooterChar">
    <w:name w:val="Footer Char"/>
    <w:basedOn w:val="DefaultParagraphFont"/>
    <w:link w:val="Footer"/>
    <w:uiPriority w:val="99"/>
    <w:semiHidden/>
    <w:locked/>
    <w:rsid w:val="00A5573D"/>
    <w:rPr>
      <w:rFonts w:ascii="Calibri" w:hAnsi="Calibri" w:cs="Calibri"/>
      <w:lang w:eastAsia="en-US"/>
    </w:rPr>
  </w:style>
  <w:style w:type="table" w:styleId="TableGrid">
    <w:name w:val="Table Grid"/>
    <w:basedOn w:val="TableNormal"/>
    <w:uiPriority w:val="99"/>
    <w:rsid w:val="00763D37"/>
    <w:pPr>
      <w:spacing w:after="200" w:line="276"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Pages>
  <Words>274</Words>
  <Characters>1564</Characters>
  <Application>Microsoft Office Outlook</Application>
  <DocSecurity>0</DocSecurity>
  <Lines>0</Lines>
  <Paragraphs>0</Paragraphs>
  <ScaleCrop>false</ScaleCrop>
  <Company>zsuo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subject/>
  <dc:creator>user</dc:creator>
  <cp:keywords/>
  <dc:description/>
  <cp:lastModifiedBy>Пользователь</cp:lastModifiedBy>
  <cp:revision>20</cp:revision>
  <cp:lastPrinted>2019-03-11T13:42:00Z</cp:lastPrinted>
  <dcterms:created xsi:type="dcterms:W3CDTF">2019-03-11T13:02:00Z</dcterms:created>
  <dcterms:modified xsi:type="dcterms:W3CDTF">2019-04-30T06:24:00Z</dcterms:modified>
</cp:coreProperties>
</file>