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484" w:rsidRDefault="000D3484" w:rsidP="007B5BD1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0D3484" w:rsidRDefault="000D3484" w:rsidP="007B5BD1">
      <w:pPr>
        <w:suppressAutoHyphens/>
        <w:jc w:val="center"/>
        <w:rPr>
          <w:b/>
          <w:bCs/>
          <w:sz w:val="28"/>
          <w:szCs w:val="28"/>
        </w:rPr>
      </w:pPr>
    </w:p>
    <w:p w:rsidR="000D3484" w:rsidRDefault="000D3484" w:rsidP="0029785C">
      <w:pPr>
        <w:suppressAutoHyphens/>
        <w:jc w:val="center"/>
        <w:rPr>
          <w:b/>
          <w:bCs/>
          <w:sz w:val="28"/>
          <w:szCs w:val="28"/>
        </w:rPr>
      </w:pPr>
    </w:p>
    <w:p w:rsidR="000D3484" w:rsidRDefault="000D3484" w:rsidP="0029785C">
      <w:pPr>
        <w:suppressAutoHyphens/>
        <w:jc w:val="center"/>
        <w:rPr>
          <w:b/>
          <w:bCs/>
          <w:sz w:val="28"/>
          <w:szCs w:val="28"/>
        </w:rPr>
      </w:pPr>
    </w:p>
    <w:p w:rsidR="000D3484" w:rsidRPr="00B02793" w:rsidRDefault="000D3484" w:rsidP="00643771">
      <w:pPr>
        <w:suppressAutoHyphens/>
        <w:jc w:val="center"/>
        <w:rPr>
          <w:b/>
          <w:bCs/>
          <w:sz w:val="32"/>
          <w:szCs w:val="32"/>
        </w:rPr>
      </w:pPr>
    </w:p>
    <w:p w:rsidR="000D3484" w:rsidRPr="003118C4" w:rsidRDefault="000D3484" w:rsidP="00901436">
      <w:pPr>
        <w:suppressAutoHyphens/>
        <w:spacing w:line="235" w:lineRule="auto"/>
        <w:jc w:val="center"/>
        <w:rPr>
          <w:b/>
          <w:bCs/>
          <w:sz w:val="28"/>
          <w:szCs w:val="28"/>
        </w:rPr>
      </w:pPr>
      <w:r w:rsidRPr="003118C4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й</w:t>
      </w:r>
      <w:r w:rsidRPr="003118C4">
        <w:rPr>
          <w:b/>
          <w:bCs/>
          <w:sz w:val="28"/>
          <w:szCs w:val="28"/>
        </w:rPr>
        <w:t xml:space="preserve"> в Закон Ульяновской области </w:t>
      </w:r>
      <w:r w:rsidRPr="003118C4">
        <w:rPr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0D3484" w:rsidRDefault="000D3484" w:rsidP="00901436">
      <w:pPr>
        <w:suppressAutoHyphens/>
        <w:spacing w:line="235" w:lineRule="auto"/>
        <w:jc w:val="center"/>
        <w:rPr>
          <w:sz w:val="28"/>
          <w:szCs w:val="28"/>
        </w:rPr>
      </w:pPr>
      <w:r w:rsidRPr="003118C4">
        <w:rPr>
          <w:b/>
          <w:bCs/>
          <w:sz w:val="28"/>
          <w:szCs w:val="28"/>
        </w:rPr>
        <w:t>собственностью Ульяновской области на 201</w:t>
      </w:r>
      <w:r>
        <w:rPr>
          <w:b/>
          <w:bCs/>
          <w:sz w:val="28"/>
          <w:szCs w:val="28"/>
        </w:rPr>
        <w:t>9</w:t>
      </w:r>
      <w:r w:rsidRPr="003118C4">
        <w:rPr>
          <w:b/>
          <w:bCs/>
          <w:sz w:val="28"/>
          <w:szCs w:val="28"/>
        </w:rPr>
        <w:t xml:space="preserve"> год» </w:t>
      </w:r>
    </w:p>
    <w:p w:rsidR="000D3484" w:rsidRPr="0029785C" w:rsidRDefault="000D3484" w:rsidP="00901436">
      <w:pPr>
        <w:suppressAutoHyphens/>
        <w:rPr>
          <w:sz w:val="28"/>
          <w:szCs w:val="28"/>
        </w:rPr>
      </w:pPr>
    </w:p>
    <w:p w:rsidR="000D3484" w:rsidRDefault="000D3484" w:rsidP="00901436">
      <w:pPr>
        <w:suppressAutoHyphens/>
        <w:rPr>
          <w:sz w:val="28"/>
          <w:szCs w:val="28"/>
        </w:rPr>
      </w:pPr>
    </w:p>
    <w:p w:rsidR="000D3484" w:rsidRPr="00146B3E" w:rsidRDefault="000D3484" w:rsidP="00146B3E">
      <w:pPr>
        <w:suppressAutoHyphens/>
        <w:jc w:val="center"/>
      </w:pPr>
      <w:r>
        <w:t>Принят Законодательным Собранием Ульяновской области 20 марта 2019 года</w:t>
      </w:r>
    </w:p>
    <w:p w:rsidR="000D3484" w:rsidRDefault="000D3484" w:rsidP="00901436">
      <w:pPr>
        <w:suppressAutoHyphens/>
        <w:rPr>
          <w:sz w:val="28"/>
          <w:szCs w:val="28"/>
        </w:rPr>
      </w:pPr>
    </w:p>
    <w:p w:rsidR="000D3484" w:rsidRPr="0029785C" w:rsidRDefault="000D3484" w:rsidP="00901436">
      <w:pPr>
        <w:suppressAutoHyphens/>
        <w:rPr>
          <w:sz w:val="28"/>
          <w:szCs w:val="28"/>
        </w:rPr>
      </w:pPr>
    </w:p>
    <w:p w:rsidR="000D3484" w:rsidRDefault="000D3484" w:rsidP="00901436">
      <w:pPr>
        <w:widowControl w:val="0"/>
        <w:suppressAutoHyphens/>
        <w:spacing w:line="3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Программу управления государственной собственностью Ульяновской области на 2019 год, утверждённую Законом Ульяновской области от 21 декабря 2018 года № 172-ЗО «Об утверждении Программы </w:t>
      </w:r>
      <w:r w:rsidRPr="00F925D6">
        <w:rPr>
          <w:spacing w:val="-4"/>
          <w:sz w:val="28"/>
          <w:szCs w:val="28"/>
        </w:rPr>
        <w:t>управления государственной собственностью Ульяновской области на 2019 год»</w:t>
      </w:r>
      <w:r w:rsidRPr="000012F7">
        <w:rPr>
          <w:sz w:val="28"/>
          <w:szCs w:val="28"/>
        </w:rPr>
        <w:t xml:space="preserve"> </w:t>
      </w:r>
      <w:r>
        <w:rPr>
          <w:sz w:val="28"/>
          <w:szCs w:val="28"/>
        </w:rPr>
        <w:t>(«</w:t>
      </w:r>
      <w:r w:rsidRPr="001E25E9">
        <w:rPr>
          <w:sz w:val="28"/>
          <w:szCs w:val="28"/>
        </w:rPr>
        <w:t>Ульяновская правда» от 28.12.2018 № 97), следующие изменения:</w:t>
      </w:r>
    </w:p>
    <w:p w:rsidR="000D3484" w:rsidRDefault="000D3484" w:rsidP="00901436">
      <w:pPr>
        <w:widowControl w:val="0"/>
        <w:suppressAutoHyphens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пункт 4.1 раздела 4 изложить в следующей редакции:</w:t>
      </w:r>
    </w:p>
    <w:p w:rsidR="000D3484" w:rsidRDefault="000D3484" w:rsidP="00901436">
      <w:pPr>
        <w:widowControl w:val="0"/>
        <w:suppressAutoHyphens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«4.1. </w:t>
      </w:r>
      <w:r w:rsidRPr="001E25E9">
        <w:rPr>
          <w:sz w:val="28"/>
          <w:szCs w:val="28"/>
        </w:rPr>
        <w:t xml:space="preserve">Планируется </w:t>
      </w:r>
      <w:r>
        <w:rPr>
          <w:sz w:val="28"/>
          <w:szCs w:val="28"/>
        </w:rPr>
        <w:t>принятие в государственную собственность Ульяновской области объектов недвижимого имущества, безвозмездно передаваемых из муниципальной собственности</w:t>
      </w:r>
      <w:r w:rsidRPr="00304781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4</w:t>
      </w:r>
      <w:r w:rsidRPr="00304781">
        <w:rPr>
          <w:sz w:val="28"/>
          <w:szCs w:val="28"/>
        </w:rPr>
        <w:t xml:space="preserve"> к Программе)</w:t>
      </w:r>
      <w:r>
        <w:rPr>
          <w:sz w:val="28"/>
          <w:szCs w:val="28"/>
        </w:rPr>
        <w:t>.»;</w:t>
      </w:r>
    </w:p>
    <w:p w:rsidR="000D3484" w:rsidRDefault="000D3484" w:rsidP="00901436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06094">
        <w:rPr>
          <w:sz w:val="28"/>
          <w:szCs w:val="28"/>
        </w:rPr>
        <w:t xml:space="preserve">) </w:t>
      </w:r>
      <w:hyperlink r:id="rId7" w:history="1">
        <w:r w:rsidRPr="00906094">
          <w:rPr>
            <w:sz w:val="28"/>
            <w:szCs w:val="28"/>
          </w:rPr>
          <w:t>дополнить</w:t>
        </w:r>
      </w:hyperlink>
      <w:r>
        <w:rPr>
          <w:sz w:val="28"/>
          <w:szCs w:val="28"/>
        </w:rPr>
        <w:t xml:space="preserve"> приложением 4 </w:t>
      </w:r>
      <w:r w:rsidRPr="00906094">
        <w:rPr>
          <w:sz w:val="28"/>
          <w:szCs w:val="28"/>
        </w:rPr>
        <w:t>следующего содержания:</w:t>
      </w:r>
    </w:p>
    <w:p w:rsidR="000D3484" w:rsidRPr="00B02793" w:rsidRDefault="000D3484" w:rsidP="00901436">
      <w:pPr>
        <w:suppressAutoHyphens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D3484" w:rsidRPr="00B02793" w:rsidRDefault="000D3484" w:rsidP="00901436">
      <w:pPr>
        <w:suppressAutoHyphens/>
        <w:autoSpaceDE w:val="0"/>
        <w:autoSpaceDN w:val="0"/>
        <w:adjustRightInd w:val="0"/>
        <w:jc w:val="right"/>
      </w:pPr>
    </w:p>
    <w:p w:rsidR="000D3484" w:rsidRDefault="000D3484" w:rsidP="00C917E9">
      <w:pPr>
        <w:suppressAutoHyphens/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«ПРИЛОЖЕНИЕ 4</w:t>
      </w:r>
    </w:p>
    <w:p w:rsidR="000D3484" w:rsidRPr="00B02793" w:rsidRDefault="000D3484" w:rsidP="00C917E9">
      <w:pPr>
        <w:suppressAutoHyphens/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</w:p>
    <w:p w:rsidR="000D3484" w:rsidRDefault="000D3484" w:rsidP="00C917E9">
      <w:pPr>
        <w:suppressAutoHyphens/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bookmarkEnd w:id="0"/>
    <w:p w:rsidR="000D3484" w:rsidRPr="00B02793" w:rsidRDefault="000D3484" w:rsidP="001E25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3484" w:rsidRPr="00D825E4" w:rsidRDefault="000D3484" w:rsidP="001E25E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825E4">
        <w:rPr>
          <w:b/>
          <w:bCs/>
          <w:sz w:val="28"/>
          <w:szCs w:val="28"/>
        </w:rPr>
        <w:t>ПЕРЕЧЕНЬ</w:t>
      </w:r>
    </w:p>
    <w:p w:rsidR="000D3484" w:rsidRPr="00D825E4" w:rsidRDefault="000D3484" w:rsidP="001E25E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825E4">
        <w:rPr>
          <w:b/>
          <w:bCs/>
          <w:sz w:val="28"/>
          <w:szCs w:val="28"/>
        </w:rPr>
        <w:t xml:space="preserve">объектов недвижимого имущества, которые планируется принять </w:t>
      </w:r>
      <w:r>
        <w:rPr>
          <w:b/>
          <w:bCs/>
          <w:sz w:val="28"/>
          <w:szCs w:val="28"/>
        </w:rPr>
        <w:br/>
      </w:r>
      <w:r w:rsidRPr="00D825E4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D825E4">
        <w:rPr>
          <w:b/>
          <w:bCs/>
          <w:sz w:val="28"/>
          <w:szCs w:val="28"/>
        </w:rPr>
        <w:t>государственную собственность Ульяновской области, безвозмездно</w:t>
      </w:r>
      <w:r>
        <w:rPr>
          <w:b/>
          <w:bCs/>
          <w:sz w:val="28"/>
          <w:szCs w:val="28"/>
        </w:rPr>
        <w:br/>
      </w:r>
      <w:r w:rsidRPr="00D825E4">
        <w:rPr>
          <w:b/>
          <w:bCs/>
          <w:sz w:val="28"/>
          <w:szCs w:val="28"/>
        </w:rPr>
        <w:t xml:space="preserve"> передаваемых из муниципальной собственности</w:t>
      </w:r>
    </w:p>
    <w:p w:rsidR="000D3484" w:rsidRDefault="000D3484" w:rsidP="001E25E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"/>
        <w:gridCol w:w="568"/>
        <w:gridCol w:w="2835"/>
        <w:gridCol w:w="2977"/>
        <w:gridCol w:w="3685"/>
        <w:gridCol w:w="529"/>
      </w:tblGrid>
      <w:tr w:rsidR="000D3484" w:rsidRPr="00B35DE7">
        <w:trPr>
          <w:trHeight w:val="841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</w:tcBorders>
          </w:tcPr>
          <w:p w:rsidR="000D3484" w:rsidRPr="00B35DE7" w:rsidRDefault="000D3484" w:rsidP="00901436">
            <w:pPr>
              <w:widowControl w:val="0"/>
              <w:ind w:hanging="108"/>
              <w:jc w:val="center"/>
              <w:rPr>
                <w:color w:val="FFFFFF"/>
                <w:sz w:val="27"/>
                <w:szCs w:val="27"/>
              </w:rPr>
            </w:pPr>
            <w:r w:rsidRPr="00B35DE7">
              <w:rPr>
                <w:color w:val="FFFFFF"/>
                <w:sz w:val="27"/>
                <w:szCs w:val="27"/>
              </w:rPr>
              <w:t>«</w:t>
            </w:r>
          </w:p>
        </w:tc>
        <w:tc>
          <w:tcPr>
            <w:tcW w:w="568" w:type="dxa"/>
            <w:vAlign w:val="center"/>
          </w:tcPr>
          <w:p w:rsidR="000D3484" w:rsidRPr="00B35DE7" w:rsidRDefault="000D3484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№</w:t>
            </w:r>
          </w:p>
          <w:p w:rsidR="000D3484" w:rsidRPr="00B35DE7" w:rsidRDefault="000D3484" w:rsidP="00901436">
            <w:pPr>
              <w:widowControl w:val="0"/>
              <w:ind w:right="-108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п/п</w:t>
            </w:r>
          </w:p>
        </w:tc>
        <w:tc>
          <w:tcPr>
            <w:tcW w:w="2835" w:type="dxa"/>
            <w:vAlign w:val="center"/>
          </w:tcPr>
          <w:p w:rsidR="000D3484" w:rsidRDefault="000D3484" w:rsidP="00901436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Наименование </w:t>
            </w:r>
          </w:p>
          <w:p w:rsidR="000D3484" w:rsidRPr="00B35DE7" w:rsidRDefault="000D3484" w:rsidP="00901436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 характеристики объекта</w:t>
            </w:r>
          </w:p>
        </w:tc>
        <w:tc>
          <w:tcPr>
            <w:tcW w:w="2977" w:type="dxa"/>
            <w:vAlign w:val="center"/>
          </w:tcPr>
          <w:p w:rsidR="000D3484" w:rsidRPr="00B35DE7" w:rsidRDefault="000D3484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 xml:space="preserve">Место нахождения </w:t>
            </w:r>
          </w:p>
          <w:p w:rsidR="000D3484" w:rsidRPr="00B35DE7" w:rsidRDefault="000D3484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объекта</w:t>
            </w:r>
          </w:p>
        </w:tc>
        <w:tc>
          <w:tcPr>
            <w:tcW w:w="3685" w:type="dxa"/>
            <w:vAlign w:val="center"/>
          </w:tcPr>
          <w:p w:rsidR="000D3484" w:rsidRPr="00B35DE7" w:rsidRDefault="000D3484" w:rsidP="00901436">
            <w:pPr>
              <w:widowControl w:val="0"/>
              <w:ind w:right="-108"/>
              <w:jc w:val="center"/>
              <w:rPr>
                <w:sz w:val="27"/>
                <w:szCs w:val="27"/>
              </w:rPr>
            </w:pPr>
            <w:r w:rsidRPr="002D091C">
              <w:rPr>
                <w:sz w:val="27"/>
                <w:szCs w:val="27"/>
              </w:rPr>
              <w:t>Муниципальное образование, из собственности которого планируется принять объект</w:t>
            </w:r>
          </w:p>
        </w:tc>
        <w:tc>
          <w:tcPr>
            <w:tcW w:w="529" w:type="dxa"/>
            <w:vMerge w:val="restart"/>
            <w:tcBorders>
              <w:top w:val="nil"/>
              <w:bottom w:val="nil"/>
              <w:right w:val="nil"/>
            </w:tcBorders>
          </w:tcPr>
          <w:p w:rsidR="000D3484" w:rsidRPr="00B35DE7" w:rsidRDefault="000D3484" w:rsidP="00901436">
            <w:pPr>
              <w:widowControl w:val="0"/>
              <w:ind w:hanging="108"/>
              <w:jc w:val="both"/>
              <w:rPr>
                <w:spacing w:val="-6"/>
                <w:sz w:val="27"/>
                <w:szCs w:val="27"/>
              </w:rPr>
            </w:pPr>
          </w:p>
        </w:tc>
      </w:tr>
      <w:tr w:rsidR="000D3484" w:rsidRPr="00B35DE7">
        <w:trPr>
          <w:trHeight w:val="134"/>
        </w:trPr>
        <w:tc>
          <w:tcPr>
            <w:tcW w:w="283" w:type="dxa"/>
            <w:vMerge/>
            <w:tcBorders>
              <w:left w:val="nil"/>
              <w:bottom w:val="nil"/>
            </w:tcBorders>
          </w:tcPr>
          <w:p w:rsidR="000D3484" w:rsidRPr="00B35DE7" w:rsidRDefault="000D3484" w:rsidP="00901436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568" w:type="dxa"/>
          </w:tcPr>
          <w:p w:rsidR="000D3484" w:rsidRPr="00B35DE7" w:rsidRDefault="000D3484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1</w:t>
            </w:r>
          </w:p>
        </w:tc>
        <w:tc>
          <w:tcPr>
            <w:tcW w:w="2835" w:type="dxa"/>
          </w:tcPr>
          <w:p w:rsidR="000D3484" w:rsidRPr="00B35DE7" w:rsidRDefault="000D3484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2</w:t>
            </w:r>
          </w:p>
        </w:tc>
        <w:tc>
          <w:tcPr>
            <w:tcW w:w="2977" w:type="dxa"/>
          </w:tcPr>
          <w:p w:rsidR="000D3484" w:rsidRPr="00B35DE7" w:rsidRDefault="000D3484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3</w:t>
            </w:r>
          </w:p>
        </w:tc>
        <w:tc>
          <w:tcPr>
            <w:tcW w:w="3685" w:type="dxa"/>
          </w:tcPr>
          <w:p w:rsidR="000D3484" w:rsidRPr="00B35DE7" w:rsidRDefault="000D3484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4</w:t>
            </w:r>
          </w:p>
        </w:tc>
        <w:tc>
          <w:tcPr>
            <w:tcW w:w="529" w:type="dxa"/>
            <w:vMerge/>
            <w:tcBorders>
              <w:bottom w:val="nil"/>
              <w:right w:val="nil"/>
            </w:tcBorders>
          </w:tcPr>
          <w:p w:rsidR="000D3484" w:rsidRPr="00B35DE7" w:rsidRDefault="000D3484" w:rsidP="00901436">
            <w:pPr>
              <w:widowControl w:val="0"/>
              <w:ind w:hanging="108"/>
              <w:jc w:val="both"/>
              <w:rPr>
                <w:spacing w:val="-6"/>
                <w:sz w:val="27"/>
                <w:szCs w:val="27"/>
              </w:rPr>
            </w:pPr>
          </w:p>
        </w:tc>
      </w:tr>
      <w:tr w:rsidR="000D3484" w:rsidRPr="00B35DE7">
        <w:trPr>
          <w:trHeight w:val="273"/>
        </w:trPr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0D3484" w:rsidRPr="00B35DE7" w:rsidRDefault="000D3484" w:rsidP="00901436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568" w:type="dxa"/>
          </w:tcPr>
          <w:p w:rsidR="000D3484" w:rsidRPr="00B35DE7" w:rsidRDefault="000D3484" w:rsidP="00901436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B35DE7">
              <w:rPr>
                <w:sz w:val="27"/>
                <w:szCs w:val="27"/>
              </w:rPr>
              <w:t>.</w:t>
            </w:r>
          </w:p>
        </w:tc>
        <w:tc>
          <w:tcPr>
            <w:tcW w:w="2835" w:type="dxa"/>
          </w:tcPr>
          <w:p w:rsidR="000D3484" w:rsidRDefault="000D3484" w:rsidP="00901436">
            <w:pPr>
              <w:widowControl w:val="0"/>
              <w:ind w:right="-14"/>
              <w:jc w:val="both"/>
              <w:rPr>
                <w:sz w:val="27"/>
                <w:szCs w:val="27"/>
              </w:rPr>
            </w:pPr>
            <w:r w:rsidRPr="00901436">
              <w:rPr>
                <w:sz w:val="27"/>
                <w:szCs w:val="27"/>
              </w:rPr>
              <w:t xml:space="preserve">Помещение, назначение: </w:t>
            </w:r>
            <w:r>
              <w:rPr>
                <w:sz w:val="27"/>
                <w:szCs w:val="27"/>
              </w:rPr>
              <w:t xml:space="preserve">   </w:t>
            </w:r>
            <w:r w:rsidRPr="00901436">
              <w:rPr>
                <w:sz w:val="27"/>
                <w:szCs w:val="27"/>
              </w:rPr>
              <w:t xml:space="preserve">нежилое </w:t>
            </w:r>
            <w:r>
              <w:rPr>
                <w:sz w:val="27"/>
                <w:szCs w:val="27"/>
              </w:rPr>
              <w:t xml:space="preserve">  </w:t>
            </w:r>
            <w:r w:rsidRPr="00901436">
              <w:rPr>
                <w:sz w:val="27"/>
                <w:szCs w:val="27"/>
              </w:rPr>
              <w:t>поме</w:t>
            </w:r>
            <w:r>
              <w:rPr>
                <w:sz w:val="27"/>
                <w:szCs w:val="27"/>
              </w:rPr>
              <w:t>-</w:t>
            </w:r>
          </w:p>
          <w:p w:rsidR="000D3484" w:rsidRDefault="000D3484" w:rsidP="00901436">
            <w:pPr>
              <w:widowControl w:val="0"/>
              <w:ind w:right="-14"/>
              <w:jc w:val="both"/>
              <w:rPr>
                <w:sz w:val="27"/>
                <w:szCs w:val="27"/>
              </w:rPr>
            </w:pPr>
          </w:p>
          <w:p w:rsidR="000D3484" w:rsidRPr="00901436" w:rsidRDefault="000D3484" w:rsidP="00901436">
            <w:pPr>
              <w:widowControl w:val="0"/>
              <w:ind w:right="-14"/>
              <w:jc w:val="both"/>
              <w:rPr>
                <w:sz w:val="27"/>
                <w:szCs w:val="27"/>
              </w:rPr>
            </w:pPr>
            <w:r w:rsidRPr="00901436">
              <w:rPr>
                <w:sz w:val="27"/>
                <w:szCs w:val="27"/>
              </w:rPr>
              <w:t xml:space="preserve">щение, площадь </w:t>
            </w:r>
            <w:r>
              <w:rPr>
                <w:sz w:val="27"/>
                <w:szCs w:val="27"/>
              </w:rPr>
              <w:br/>
            </w:r>
            <w:r w:rsidRPr="00901436">
              <w:rPr>
                <w:sz w:val="27"/>
                <w:szCs w:val="27"/>
              </w:rPr>
              <w:t>38,7 кв. м, этаж № 1, кадастровый номер: 73:04:040802:134</w:t>
            </w:r>
          </w:p>
        </w:tc>
        <w:tc>
          <w:tcPr>
            <w:tcW w:w="2977" w:type="dxa"/>
          </w:tcPr>
          <w:p w:rsidR="000D3484" w:rsidRPr="00901436" w:rsidRDefault="000D3484" w:rsidP="00901436">
            <w:pPr>
              <w:widowControl w:val="0"/>
              <w:ind w:right="-108"/>
              <w:jc w:val="both"/>
              <w:rPr>
                <w:spacing w:val="-4"/>
                <w:sz w:val="27"/>
                <w:szCs w:val="27"/>
              </w:rPr>
            </w:pPr>
            <w:r w:rsidRPr="00901436">
              <w:rPr>
                <w:spacing w:val="-4"/>
                <w:sz w:val="28"/>
                <w:szCs w:val="28"/>
              </w:rPr>
              <w:t>Ульяновская область,</w:t>
            </w:r>
            <w:r w:rsidRPr="00901436">
              <w:rPr>
                <w:spacing w:val="-4"/>
                <w:sz w:val="28"/>
                <w:szCs w:val="28"/>
              </w:rPr>
              <w:br/>
              <w:t>р-н Инзенский, с. Забалуйка,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901436">
              <w:rPr>
                <w:spacing w:val="-4"/>
                <w:sz w:val="28"/>
                <w:szCs w:val="28"/>
              </w:rPr>
              <w:t xml:space="preserve">ул. Советская, </w:t>
            </w:r>
            <w:r>
              <w:rPr>
                <w:spacing w:val="-4"/>
                <w:sz w:val="28"/>
                <w:szCs w:val="28"/>
              </w:rPr>
              <w:br/>
            </w:r>
            <w:r w:rsidRPr="00901436">
              <w:rPr>
                <w:spacing w:val="-4"/>
                <w:sz w:val="28"/>
                <w:szCs w:val="28"/>
              </w:rPr>
              <w:t>д. 23, пом. 1</w:t>
            </w:r>
          </w:p>
        </w:tc>
        <w:tc>
          <w:tcPr>
            <w:tcW w:w="3685" w:type="dxa"/>
          </w:tcPr>
          <w:p w:rsidR="000D3484" w:rsidRPr="00B35DE7" w:rsidRDefault="000D3484" w:rsidP="00901436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Муниципальное образование Оськинское сельское поселение Инзенского района Ульяновской области</w:t>
            </w:r>
          </w:p>
        </w:tc>
        <w:tc>
          <w:tcPr>
            <w:tcW w:w="529" w:type="dxa"/>
            <w:tcBorders>
              <w:top w:val="nil"/>
              <w:bottom w:val="nil"/>
              <w:right w:val="nil"/>
            </w:tcBorders>
            <w:vAlign w:val="bottom"/>
          </w:tcPr>
          <w:p w:rsidR="000D3484" w:rsidRDefault="000D3484" w:rsidP="00901436">
            <w:pPr>
              <w:widowControl w:val="0"/>
              <w:ind w:left="-108" w:right="-167"/>
            </w:pPr>
            <w:r w:rsidRPr="00EA794A">
              <w:t xml:space="preserve"> </w:t>
            </w:r>
          </w:p>
          <w:p w:rsidR="000D3484" w:rsidRDefault="000D3484" w:rsidP="00901436">
            <w:pPr>
              <w:widowControl w:val="0"/>
              <w:ind w:left="-108" w:right="-167"/>
            </w:pPr>
          </w:p>
          <w:p w:rsidR="000D3484" w:rsidRDefault="000D3484" w:rsidP="00901436">
            <w:pPr>
              <w:widowControl w:val="0"/>
              <w:ind w:left="-108" w:right="-167"/>
            </w:pPr>
          </w:p>
          <w:p w:rsidR="000D3484" w:rsidRDefault="000D3484" w:rsidP="00901436">
            <w:pPr>
              <w:widowControl w:val="0"/>
              <w:ind w:left="-108" w:right="-167"/>
            </w:pPr>
          </w:p>
          <w:p w:rsidR="000D3484" w:rsidRDefault="000D3484" w:rsidP="00901436">
            <w:pPr>
              <w:widowControl w:val="0"/>
              <w:ind w:left="-108" w:right="-167"/>
            </w:pPr>
          </w:p>
          <w:p w:rsidR="000D3484" w:rsidRPr="00901436" w:rsidRDefault="000D3484" w:rsidP="00901436">
            <w:pPr>
              <w:widowControl w:val="0"/>
              <w:ind w:left="-108" w:right="-167"/>
              <w:rPr>
                <w:sz w:val="32"/>
                <w:szCs w:val="32"/>
              </w:rPr>
            </w:pPr>
          </w:p>
          <w:p w:rsidR="000D3484" w:rsidRPr="00B35DE7" w:rsidRDefault="000D3484" w:rsidP="00901436">
            <w:pPr>
              <w:widowControl w:val="0"/>
              <w:ind w:left="-108" w:right="-167"/>
              <w:rPr>
                <w:spacing w:val="-6"/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».</w:t>
            </w:r>
          </w:p>
        </w:tc>
      </w:tr>
    </w:tbl>
    <w:p w:rsidR="000D3484" w:rsidRPr="00B02793" w:rsidRDefault="000D3484" w:rsidP="00B02793">
      <w:pPr>
        <w:autoSpaceDE w:val="0"/>
        <w:autoSpaceDN w:val="0"/>
        <w:adjustRightInd w:val="0"/>
        <w:rPr>
          <w:sz w:val="16"/>
          <w:szCs w:val="16"/>
        </w:rPr>
      </w:pPr>
    </w:p>
    <w:p w:rsidR="000D3484" w:rsidRPr="00CA20D0" w:rsidRDefault="000D3484" w:rsidP="00F80540">
      <w:pPr>
        <w:widowControl w:val="0"/>
        <w:jc w:val="both"/>
        <w:rPr>
          <w:b/>
          <w:bCs/>
          <w:sz w:val="28"/>
          <w:szCs w:val="28"/>
        </w:rPr>
      </w:pPr>
    </w:p>
    <w:p w:rsidR="000D3484" w:rsidRPr="00CA20D0" w:rsidRDefault="000D3484" w:rsidP="00F80540">
      <w:pPr>
        <w:widowControl w:val="0"/>
        <w:jc w:val="both"/>
        <w:rPr>
          <w:b/>
          <w:bCs/>
          <w:sz w:val="28"/>
          <w:szCs w:val="28"/>
        </w:rPr>
      </w:pPr>
    </w:p>
    <w:p w:rsidR="000D3484" w:rsidRPr="00CA20D0" w:rsidRDefault="000D3484" w:rsidP="00F80540">
      <w:pPr>
        <w:suppressAutoHyphens/>
        <w:ind w:right="21"/>
        <w:jc w:val="both"/>
        <w:rPr>
          <w:b/>
          <w:bCs/>
          <w:sz w:val="28"/>
          <w:szCs w:val="28"/>
        </w:rPr>
      </w:pPr>
      <w:r w:rsidRPr="00CA20D0">
        <w:rPr>
          <w:b/>
          <w:bCs/>
          <w:sz w:val="28"/>
          <w:szCs w:val="28"/>
        </w:rPr>
        <w:t xml:space="preserve">Губернатор Ульяновской области </w:t>
      </w:r>
      <w:r w:rsidRPr="00CA20D0">
        <w:rPr>
          <w:b/>
          <w:bCs/>
          <w:sz w:val="28"/>
          <w:szCs w:val="28"/>
        </w:rPr>
        <w:tab/>
      </w:r>
      <w:r w:rsidRPr="00CA20D0">
        <w:rPr>
          <w:b/>
          <w:bCs/>
          <w:sz w:val="28"/>
          <w:szCs w:val="28"/>
        </w:rPr>
        <w:tab/>
      </w:r>
      <w:r w:rsidRPr="00CA20D0">
        <w:rPr>
          <w:b/>
          <w:bCs/>
          <w:sz w:val="28"/>
          <w:szCs w:val="28"/>
        </w:rPr>
        <w:tab/>
        <w:t xml:space="preserve">          </w:t>
      </w:r>
      <w:r w:rsidRPr="00CA20D0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</w:t>
      </w:r>
      <w:r w:rsidRPr="00CA20D0">
        <w:rPr>
          <w:b/>
          <w:bCs/>
          <w:sz w:val="28"/>
          <w:szCs w:val="28"/>
        </w:rPr>
        <w:t xml:space="preserve">      С.И.Морозов</w:t>
      </w:r>
    </w:p>
    <w:p w:rsidR="000D3484" w:rsidRPr="00CA20D0" w:rsidRDefault="000D3484" w:rsidP="00F80540">
      <w:pPr>
        <w:suppressAutoHyphens/>
        <w:rPr>
          <w:sz w:val="28"/>
          <w:szCs w:val="28"/>
        </w:rPr>
      </w:pPr>
    </w:p>
    <w:p w:rsidR="000D3484" w:rsidRPr="00CA20D0" w:rsidRDefault="000D3484" w:rsidP="00F80540">
      <w:pPr>
        <w:suppressAutoHyphens/>
        <w:rPr>
          <w:sz w:val="28"/>
          <w:szCs w:val="28"/>
        </w:rPr>
      </w:pPr>
    </w:p>
    <w:p w:rsidR="000D3484" w:rsidRPr="00CA20D0" w:rsidRDefault="000D3484" w:rsidP="00F80540">
      <w:pPr>
        <w:suppressAutoHyphens/>
        <w:rPr>
          <w:sz w:val="28"/>
          <w:szCs w:val="28"/>
        </w:rPr>
      </w:pPr>
    </w:p>
    <w:p w:rsidR="000D3484" w:rsidRPr="006B5490" w:rsidRDefault="000D3484" w:rsidP="00B02793">
      <w:pPr>
        <w:suppressAutoHyphens/>
        <w:jc w:val="center"/>
        <w:rPr>
          <w:sz w:val="28"/>
          <w:szCs w:val="28"/>
        </w:rPr>
      </w:pPr>
      <w:r w:rsidRPr="006B5490">
        <w:rPr>
          <w:sz w:val="28"/>
          <w:szCs w:val="28"/>
        </w:rPr>
        <w:t>г. Ульяновск</w:t>
      </w:r>
    </w:p>
    <w:p w:rsidR="000D3484" w:rsidRPr="006B5490" w:rsidRDefault="000D3484" w:rsidP="00B0279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22 марта</w:t>
      </w:r>
      <w:r w:rsidRPr="006B5490">
        <w:rPr>
          <w:sz w:val="28"/>
          <w:szCs w:val="28"/>
        </w:rPr>
        <w:t xml:space="preserve"> 2019 г.</w:t>
      </w:r>
    </w:p>
    <w:p w:rsidR="000D3484" w:rsidRPr="006B5490" w:rsidRDefault="000D3484" w:rsidP="00B02793">
      <w:pPr>
        <w:suppressAutoHyphens/>
        <w:jc w:val="center"/>
        <w:rPr>
          <w:sz w:val="28"/>
          <w:szCs w:val="28"/>
        </w:rPr>
      </w:pPr>
      <w:r w:rsidRPr="006B5490">
        <w:rPr>
          <w:sz w:val="28"/>
          <w:szCs w:val="28"/>
        </w:rPr>
        <w:t xml:space="preserve">№ </w:t>
      </w:r>
      <w:r>
        <w:rPr>
          <w:sz w:val="28"/>
          <w:szCs w:val="28"/>
        </w:rPr>
        <w:t>17-</w:t>
      </w:r>
      <w:r w:rsidRPr="006B5490">
        <w:rPr>
          <w:sz w:val="28"/>
          <w:szCs w:val="28"/>
        </w:rPr>
        <w:t>ЗО</w:t>
      </w:r>
    </w:p>
    <w:p w:rsidR="000D3484" w:rsidRPr="009120D0" w:rsidRDefault="000D3484" w:rsidP="00B02793">
      <w:pPr>
        <w:widowControl w:val="0"/>
        <w:jc w:val="both"/>
      </w:pPr>
    </w:p>
    <w:sectPr w:rsidR="000D3484" w:rsidRPr="009120D0" w:rsidSect="00F925D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484" w:rsidRDefault="000D3484">
      <w:r>
        <w:separator/>
      </w:r>
    </w:p>
  </w:endnote>
  <w:endnote w:type="continuationSeparator" w:id="0">
    <w:p w:rsidR="000D3484" w:rsidRDefault="000D3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484" w:rsidRDefault="000D348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484" w:rsidRPr="0035457B" w:rsidRDefault="000D3484" w:rsidP="0035457B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1902мм2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484" w:rsidRDefault="000D3484">
      <w:r>
        <w:separator/>
      </w:r>
    </w:p>
  </w:footnote>
  <w:footnote w:type="continuationSeparator" w:id="0">
    <w:p w:rsidR="000D3484" w:rsidRDefault="000D34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484" w:rsidRPr="00A9420A" w:rsidRDefault="000D3484" w:rsidP="00B26AE6">
    <w:pPr>
      <w:pStyle w:val="Header"/>
      <w:jc w:val="center"/>
      <w:rPr>
        <w:rStyle w:val="PageNumber"/>
        <w:sz w:val="28"/>
        <w:szCs w:val="28"/>
      </w:rPr>
    </w:pPr>
    <w:r w:rsidRPr="00A9420A">
      <w:rPr>
        <w:rStyle w:val="PageNumber"/>
        <w:sz w:val="28"/>
        <w:szCs w:val="28"/>
      </w:rPr>
      <w:fldChar w:fldCharType="begin"/>
    </w:r>
    <w:r w:rsidRPr="00A9420A">
      <w:rPr>
        <w:rStyle w:val="PageNumber"/>
        <w:sz w:val="28"/>
        <w:szCs w:val="28"/>
      </w:rPr>
      <w:instrText xml:space="preserve">PAGE  </w:instrText>
    </w:r>
    <w:r w:rsidRPr="00A9420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A9420A">
      <w:rPr>
        <w:rStyle w:val="PageNumber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484" w:rsidRDefault="000D34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BD1"/>
    <w:rsid w:val="000012F7"/>
    <w:rsid w:val="00003B3B"/>
    <w:rsid w:val="00010FE8"/>
    <w:rsid w:val="00011E36"/>
    <w:rsid w:val="00012061"/>
    <w:rsid w:val="00012E86"/>
    <w:rsid w:val="00024C81"/>
    <w:rsid w:val="00034D1D"/>
    <w:rsid w:val="00055918"/>
    <w:rsid w:val="00060456"/>
    <w:rsid w:val="0006090C"/>
    <w:rsid w:val="000A3508"/>
    <w:rsid w:val="000A41C8"/>
    <w:rsid w:val="000A704E"/>
    <w:rsid w:val="000A72A9"/>
    <w:rsid w:val="000B65AF"/>
    <w:rsid w:val="000B7400"/>
    <w:rsid w:val="000C16E0"/>
    <w:rsid w:val="000C6257"/>
    <w:rsid w:val="000C6426"/>
    <w:rsid w:val="000D3484"/>
    <w:rsid w:val="000E13FB"/>
    <w:rsid w:val="000F02BF"/>
    <w:rsid w:val="00104CD7"/>
    <w:rsid w:val="00116661"/>
    <w:rsid w:val="00131E21"/>
    <w:rsid w:val="00145988"/>
    <w:rsid w:val="00146B3E"/>
    <w:rsid w:val="00151C9C"/>
    <w:rsid w:val="0015387A"/>
    <w:rsid w:val="00172D7B"/>
    <w:rsid w:val="00175C1C"/>
    <w:rsid w:val="00186494"/>
    <w:rsid w:val="00193538"/>
    <w:rsid w:val="001B58C5"/>
    <w:rsid w:val="001C25E5"/>
    <w:rsid w:val="001E25E9"/>
    <w:rsid w:val="002143E9"/>
    <w:rsid w:val="00232275"/>
    <w:rsid w:val="00252848"/>
    <w:rsid w:val="002610DD"/>
    <w:rsid w:val="00270E35"/>
    <w:rsid w:val="0027640D"/>
    <w:rsid w:val="0027712A"/>
    <w:rsid w:val="00281062"/>
    <w:rsid w:val="0029785C"/>
    <w:rsid w:val="002A2341"/>
    <w:rsid w:val="002A2F3D"/>
    <w:rsid w:val="002C4145"/>
    <w:rsid w:val="002D091C"/>
    <w:rsid w:val="002E06EA"/>
    <w:rsid w:val="002F1618"/>
    <w:rsid w:val="002F288D"/>
    <w:rsid w:val="002F652C"/>
    <w:rsid w:val="00304781"/>
    <w:rsid w:val="003118C4"/>
    <w:rsid w:val="003400AA"/>
    <w:rsid w:val="00342DDD"/>
    <w:rsid w:val="0035457B"/>
    <w:rsid w:val="00361FC9"/>
    <w:rsid w:val="00371549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60001"/>
    <w:rsid w:val="00471CB4"/>
    <w:rsid w:val="00482758"/>
    <w:rsid w:val="00484CF7"/>
    <w:rsid w:val="00487556"/>
    <w:rsid w:val="00492063"/>
    <w:rsid w:val="004C480C"/>
    <w:rsid w:val="004D39F5"/>
    <w:rsid w:val="004D6D6A"/>
    <w:rsid w:val="004E13D5"/>
    <w:rsid w:val="004E2EA9"/>
    <w:rsid w:val="004E45D1"/>
    <w:rsid w:val="00507A64"/>
    <w:rsid w:val="00511A65"/>
    <w:rsid w:val="00586A5E"/>
    <w:rsid w:val="00587162"/>
    <w:rsid w:val="00597588"/>
    <w:rsid w:val="005B12E9"/>
    <w:rsid w:val="005D79C8"/>
    <w:rsid w:val="00612E47"/>
    <w:rsid w:val="006162BC"/>
    <w:rsid w:val="00635BC3"/>
    <w:rsid w:val="00643771"/>
    <w:rsid w:val="00661139"/>
    <w:rsid w:val="00684D93"/>
    <w:rsid w:val="006A4DD4"/>
    <w:rsid w:val="006B5490"/>
    <w:rsid w:val="006C2C92"/>
    <w:rsid w:val="006C6F6D"/>
    <w:rsid w:val="006D3746"/>
    <w:rsid w:val="006D5AFF"/>
    <w:rsid w:val="006D75FE"/>
    <w:rsid w:val="006E2779"/>
    <w:rsid w:val="006F349A"/>
    <w:rsid w:val="007079AF"/>
    <w:rsid w:val="0071372A"/>
    <w:rsid w:val="007144D8"/>
    <w:rsid w:val="00730872"/>
    <w:rsid w:val="00731B84"/>
    <w:rsid w:val="007360BE"/>
    <w:rsid w:val="007403B6"/>
    <w:rsid w:val="007429A3"/>
    <w:rsid w:val="00754794"/>
    <w:rsid w:val="007604BE"/>
    <w:rsid w:val="007615CB"/>
    <w:rsid w:val="0078466F"/>
    <w:rsid w:val="00786605"/>
    <w:rsid w:val="007A00E0"/>
    <w:rsid w:val="007A4538"/>
    <w:rsid w:val="007B2836"/>
    <w:rsid w:val="007B2F19"/>
    <w:rsid w:val="007B5BD1"/>
    <w:rsid w:val="007B7F5E"/>
    <w:rsid w:val="007C36BB"/>
    <w:rsid w:val="007C3D6B"/>
    <w:rsid w:val="007D2F4B"/>
    <w:rsid w:val="007D7F21"/>
    <w:rsid w:val="007E3020"/>
    <w:rsid w:val="007E6370"/>
    <w:rsid w:val="0082117B"/>
    <w:rsid w:val="00821272"/>
    <w:rsid w:val="00821291"/>
    <w:rsid w:val="008219C3"/>
    <w:rsid w:val="0083309A"/>
    <w:rsid w:val="00836BF9"/>
    <w:rsid w:val="008453AB"/>
    <w:rsid w:val="00854905"/>
    <w:rsid w:val="0086008D"/>
    <w:rsid w:val="00862209"/>
    <w:rsid w:val="00873F1A"/>
    <w:rsid w:val="00877952"/>
    <w:rsid w:val="00877E3B"/>
    <w:rsid w:val="00880BA9"/>
    <w:rsid w:val="008A627D"/>
    <w:rsid w:val="008A6D8E"/>
    <w:rsid w:val="008C3FE3"/>
    <w:rsid w:val="008D1818"/>
    <w:rsid w:val="008F0BF8"/>
    <w:rsid w:val="008F0CC2"/>
    <w:rsid w:val="008F5AF9"/>
    <w:rsid w:val="009004F8"/>
    <w:rsid w:val="00901436"/>
    <w:rsid w:val="009022B0"/>
    <w:rsid w:val="009047C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4CCD"/>
    <w:rsid w:val="00991E68"/>
    <w:rsid w:val="009A2E7A"/>
    <w:rsid w:val="009C15B3"/>
    <w:rsid w:val="009C354E"/>
    <w:rsid w:val="009C6635"/>
    <w:rsid w:val="009D4541"/>
    <w:rsid w:val="009E35BC"/>
    <w:rsid w:val="009F51E1"/>
    <w:rsid w:val="00A27914"/>
    <w:rsid w:val="00A50A11"/>
    <w:rsid w:val="00A80495"/>
    <w:rsid w:val="00A804AE"/>
    <w:rsid w:val="00A81A17"/>
    <w:rsid w:val="00A86835"/>
    <w:rsid w:val="00A87691"/>
    <w:rsid w:val="00A9420A"/>
    <w:rsid w:val="00AB7112"/>
    <w:rsid w:val="00AC3327"/>
    <w:rsid w:val="00B02793"/>
    <w:rsid w:val="00B03786"/>
    <w:rsid w:val="00B07C46"/>
    <w:rsid w:val="00B26AE6"/>
    <w:rsid w:val="00B33693"/>
    <w:rsid w:val="00B34980"/>
    <w:rsid w:val="00B35DE7"/>
    <w:rsid w:val="00B40C26"/>
    <w:rsid w:val="00BA15EB"/>
    <w:rsid w:val="00BB063E"/>
    <w:rsid w:val="00BB1D95"/>
    <w:rsid w:val="00BD01F2"/>
    <w:rsid w:val="00BD43B1"/>
    <w:rsid w:val="00BF16CF"/>
    <w:rsid w:val="00BF4328"/>
    <w:rsid w:val="00C21FA9"/>
    <w:rsid w:val="00C32E72"/>
    <w:rsid w:val="00C50079"/>
    <w:rsid w:val="00C525F7"/>
    <w:rsid w:val="00C54F28"/>
    <w:rsid w:val="00C616DA"/>
    <w:rsid w:val="00C917E9"/>
    <w:rsid w:val="00CA20D0"/>
    <w:rsid w:val="00CC4DB2"/>
    <w:rsid w:val="00CC7DFA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4357"/>
    <w:rsid w:val="00D46E8E"/>
    <w:rsid w:val="00D47989"/>
    <w:rsid w:val="00D5258D"/>
    <w:rsid w:val="00D623FD"/>
    <w:rsid w:val="00D624F3"/>
    <w:rsid w:val="00D81A33"/>
    <w:rsid w:val="00D825E4"/>
    <w:rsid w:val="00D84DF1"/>
    <w:rsid w:val="00D97463"/>
    <w:rsid w:val="00DA16ED"/>
    <w:rsid w:val="00DA2FE0"/>
    <w:rsid w:val="00DB1093"/>
    <w:rsid w:val="00DC4105"/>
    <w:rsid w:val="00DD386F"/>
    <w:rsid w:val="00DE6182"/>
    <w:rsid w:val="00E002C1"/>
    <w:rsid w:val="00E15588"/>
    <w:rsid w:val="00E332DB"/>
    <w:rsid w:val="00E42ADA"/>
    <w:rsid w:val="00E439A0"/>
    <w:rsid w:val="00E55200"/>
    <w:rsid w:val="00E93159"/>
    <w:rsid w:val="00E93BC3"/>
    <w:rsid w:val="00EA4080"/>
    <w:rsid w:val="00EA794A"/>
    <w:rsid w:val="00EC3A30"/>
    <w:rsid w:val="00EF6875"/>
    <w:rsid w:val="00F006F4"/>
    <w:rsid w:val="00F00D47"/>
    <w:rsid w:val="00F02518"/>
    <w:rsid w:val="00F054C4"/>
    <w:rsid w:val="00F05F07"/>
    <w:rsid w:val="00F10C4A"/>
    <w:rsid w:val="00F3046D"/>
    <w:rsid w:val="00F31A81"/>
    <w:rsid w:val="00F517CF"/>
    <w:rsid w:val="00F67B0A"/>
    <w:rsid w:val="00F80540"/>
    <w:rsid w:val="00F87F8A"/>
    <w:rsid w:val="00F925D6"/>
    <w:rsid w:val="00FA0AEE"/>
    <w:rsid w:val="00FA1586"/>
    <w:rsid w:val="00FA1731"/>
    <w:rsid w:val="00FC3124"/>
    <w:rsid w:val="00FC3A6C"/>
    <w:rsid w:val="00FD1F91"/>
    <w:rsid w:val="00FE1818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BD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B5BD1"/>
  </w:style>
  <w:style w:type="paragraph" w:customStyle="1" w:styleId="a">
    <w:name w:val="Знак Знак Знак Знак"/>
    <w:basedOn w:val="Normal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144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274C7DE720E0B735C13694D182644C3A3758A637466A2968A7FE265F2E2FF8F79A9777DD4D75A924E7D8M615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272</Words>
  <Characters>1555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4</cp:revision>
  <cp:lastPrinted>2019-03-07T08:26:00Z</cp:lastPrinted>
  <dcterms:created xsi:type="dcterms:W3CDTF">2019-03-07T08:27:00Z</dcterms:created>
  <dcterms:modified xsi:type="dcterms:W3CDTF">2019-03-29T06:31:00Z</dcterms:modified>
</cp:coreProperties>
</file>