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B3A" w:rsidRDefault="00CD1B3A" w:rsidP="005457FB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ЗАКОН УЛЬЯНОВСКОЙ ОБЛАСТИ</w:t>
      </w:r>
    </w:p>
    <w:p w:rsidR="00CD1B3A" w:rsidRDefault="00CD1B3A" w:rsidP="005457FB">
      <w:pPr>
        <w:suppressAutoHyphens/>
        <w:jc w:val="center"/>
        <w:rPr>
          <w:b/>
          <w:bCs/>
          <w:sz w:val="28"/>
          <w:szCs w:val="28"/>
        </w:rPr>
      </w:pPr>
    </w:p>
    <w:p w:rsidR="00CD1B3A" w:rsidRDefault="00CD1B3A" w:rsidP="005457FB">
      <w:pPr>
        <w:suppressAutoHyphens/>
        <w:jc w:val="center"/>
        <w:rPr>
          <w:b/>
          <w:bCs/>
          <w:sz w:val="28"/>
          <w:szCs w:val="28"/>
        </w:rPr>
      </w:pPr>
    </w:p>
    <w:p w:rsidR="00CD1B3A" w:rsidRDefault="00CD1B3A" w:rsidP="005457FB">
      <w:pPr>
        <w:suppressAutoHyphens/>
        <w:jc w:val="center"/>
        <w:rPr>
          <w:b/>
          <w:bCs/>
          <w:sz w:val="28"/>
          <w:szCs w:val="28"/>
        </w:rPr>
      </w:pPr>
    </w:p>
    <w:p w:rsidR="00CD1B3A" w:rsidRDefault="00CD1B3A" w:rsidP="00023C0A">
      <w:pPr>
        <w:suppressAutoHyphens/>
        <w:jc w:val="center"/>
        <w:rPr>
          <w:b/>
          <w:bCs/>
          <w:sz w:val="28"/>
          <w:szCs w:val="28"/>
        </w:rPr>
      </w:pPr>
    </w:p>
    <w:p w:rsidR="00CD1B3A" w:rsidRPr="003118C4" w:rsidRDefault="00CD1B3A" w:rsidP="007B5BD1">
      <w:pPr>
        <w:suppressAutoHyphens/>
        <w:jc w:val="center"/>
        <w:rPr>
          <w:b/>
          <w:bCs/>
          <w:sz w:val="28"/>
          <w:szCs w:val="28"/>
        </w:rPr>
      </w:pPr>
      <w:r w:rsidRPr="003118C4">
        <w:rPr>
          <w:b/>
          <w:bCs/>
          <w:sz w:val="28"/>
          <w:szCs w:val="28"/>
        </w:rPr>
        <w:t>О внесении изменени</w:t>
      </w:r>
      <w:r>
        <w:rPr>
          <w:b/>
          <w:bCs/>
          <w:sz w:val="28"/>
          <w:szCs w:val="28"/>
        </w:rPr>
        <w:t>я</w:t>
      </w:r>
      <w:r w:rsidRPr="003118C4">
        <w:rPr>
          <w:b/>
          <w:bCs/>
          <w:sz w:val="28"/>
          <w:szCs w:val="28"/>
        </w:rPr>
        <w:t xml:space="preserve"> в Закон Ульяновской области </w:t>
      </w:r>
      <w:r w:rsidRPr="003118C4">
        <w:rPr>
          <w:b/>
          <w:bCs/>
          <w:sz w:val="28"/>
          <w:szCs w:val="28"/>
        </w:rPr>
        <w:br/>
        <w:t>«Об утверждении Программы управления государственной</w:t>
      </w:r>
    </w:p>
    <w:p w:rsidR="00CD1B3A" w:rsidRDefault="00CD1B3A" w:rsidP="007B5BD1">
      <w:pPr>
        <w:suppressAutoHyphens/>
        <w:jc w:val="center"/>
        <w:rPr>
          <w:sz w:val="28"/>
          <w:szCs w:val="28"/>
        </w:rPr>
      </w:pPr>
      <w:r w:rsidRPr="003118C4">
        <w:rPr>
          <w:b/>
          <w:bCs/>
          <w:sz w:val="28"/>
          <w:szCs w:val="28"/>
        </w:rPr>
        <w:t>собственностью Ульяновской области на 201</w:t>
      </w:r>
      <w:r>
        <w:rPr>
          <w:b/>
          <w:bCs/>
          <w:sz w:val="28"/>
          <w:szCs w:val="28"/>
        </w:rPr>
        <w:t>9</w:t>
      </w:r>
      <w:r w:rsidRPr="003118C4">
        <w:rPr>
          <w:b/>
          <w:bCs/>
          <w:sz w:val="28"/>
          <w:szCs w:val="28"/>
        </w:rPr>
        <w:t xml:space="preserve"> год» </w:t>
      </w:r>
    </w:p>
    <w:p w:rsidR="00CD1B3A" w:rsidRDefault="00CD1B3A" w:rsidP="00023C0A">
      <w:pPr>
        <w:suppressAutoHyphens/>
        <w:rPr>
          <w:sz w:val="28"/>
          <w:szCs w:val="28"/>
        </w:rPr>
      </w:pPr>
    </w:p>
    <w:p w:rsidR="00CD1B3A" w:rsidRPr="008C755E" w:rsidRDefault="00CD1B3A" w:rsidP="008C755E">
      <w:pPr>
        <w:suppressAutoHyphens/>
        <w:jc w:val="center"/>
      </w:pPr>
      <w:r>
        <w:t>Принят Законодательным Собрание Ульяновской области 20 марта 2019 года</w:t>
      </w:r>
    </w:p>
    <w:p w:rsidR="00CD1B3A" w:rsidRPr="00023C0A" w:rsidRDefault="00CD1B3A" w:rsidP="00023C0A">
      <w:pPr>
        <w:suppressAutoHyphens/>
        <w:rPr>
          <w:sz w:val="28"/>
          <w:szCs w:val="28"/>
        </w:rPr>
      </w:pPr>
    </w:p>
    <w:p w:rsidR="00CD1B3A" w:rsidRDefault="00CD1B3A" w:rsidP="00023C0A">
      <w:pPr>
        <w:autoSpaceDE w:val="0"/>
        <w:autoSpaceDN w:val="0"/>
        <w:adjustRightInd w:val="0"/>
        <w:spacing w:line="35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раздел 3 Программы управления государственной собственностью Ульяновской области на 2019 год, утверждённой Законом Ульяновской области от 21 декабря 2018 года № 172-ЗО «Об утверждении Программы управления государственной собственностью Ульяновской области на 2019 год»</w:t>
      </w:r>
      <w:r w:rsidRPr="001E0938">
        <w:rPr>
          <w:sz w:val="28"/>
          <w:szCs w:val="28"/>
        </w:rPr>
        <w:t xml:space="preserve"> </w:t>
      </w:r>
      <w:r w:rsidRPr="008968B5">
        <w:rPr>
          <w:sz w:val="28"/>
          <w:szCs w:val="28"/>
        </w:rPr>
        <w:t>(«Ульяновская правда» от 28.12.2018 № 97),</w:t>
      </w:r>
      <w:r w:rsidRPr="00AC0BBE">
        <w:rPr>
          <w:sz w:val="28"/>
          <w:szCs w:val="28"/>
        </w:rPr>
        <w:t xml:space="preserve"> </w:t>
      </w:r>
      <w:r>
        <w:rPr>
          <w:sz w:val="28"/>
          <w:szCs w:val="28"/>
        </w:rPr>
        <w:t>изменение, дополнив его пунктом 3.5 следующего содержания:</w:t>
      </w:r>
    </w:p>
    <w:p w:rsidR="00CD1B3A" w:rsidRDefault="00CD1B3A" w:rsidP="00023C0A">
      <w:pPr>
        <w:autoSpaceDE w:val="0"/>
        <w:autoSpaceDN w:val="0"/>
        <w:adjustRightInd w:val="0"/>
        <w:spacing w:line="35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«3.5. Планируется оформление согласия собственника на совершение областным государственным казённым учреждением «Кадровый центр Ульяновской области» (далее – учреждение) с обществом с ограниченной ответственностью «Имекс» сделки мены нежилого помещения площадью </w:t>
      </w:r>
      <w:r>
        <w:rPr>
          <w:sz w:val="28"/>
          <w:szCs w:val="28"/>
        </w:rPr>
        <w:br/>
        <w:t xml:space="preserve">213,1 кв. м, кадастровый номер: 73:24:010903:792, находящегося по адресу: Ульяновская область, г. Ульяновск, р-н Железнодорожный, ул. Героев Свири, </w:t>
      </w:r>
      <w:r>
        <w:rPr>
          <w:sz w:val="28"/>
          <w:szCs w:val="28"/>
        </w:rPr>
        <w:br/>
        <w:t xml:space="preserve">д. 10, пом. 1-й этаж: № 14-25; 2-й этаж: № 8, </w:t>
      </w:r>
      <w:r w:rsidRPr="006E7463">
        <w:rPr>
          <w:sz w:val="28"/>
          <w:szCs w:val="28"/>
        </w:rPr>
        <w:t>на</w:t>
      </w:r>
      <w:r>
        <w:rPr>
          <w:sz w:val="28"/>
          <w:szCs w:val="28"/>
        </w:rPr>
        <w:t xml:space="preserve"> нежилое помещение площадью 226,6 кв. м, кадастровый номер: 7</w:t>
      </w:r>
      <w:bookmarkStart w:id="0" w:name="_GoBack"/>
      <w:bookmarkEnd w:id="0"/>
      <w:r>
        <w:rPr>
          <w:sz w:val="28"/>
          <w:szCs w:val="28"/>
        </w:rPr>
        <w:t xml:space="preserve">3:24:011206:815, находящееся по адресу: Ульяновская область, г. Ульяновск, ул. Хрустальная, д. 41А, пом. 1 этаж № 28, 30; 2 этаж № 18-28, </w:t>
      </w:r>
      <w:r w:rsidRPr="006E7463">
        <w:rPr>
          <w:sz w:val="28"/>
          <w:szCs w:val="28"/>
        </w:rPr>
        <w:t xml:space="preserve">для </w:t>
      </w:r>
      <w:r>
        <w:rPr>
          <w:sz w:val="28"/>
          <w:szCs w:val="28"/>
        </w:rPr>
        <w:t>размещения Железнодорожного районного отдела филиала учреждения в городе Ульяновске.</w:t>
      </w:r>
      <w:r w:rsidRPr="00713813">
        <w:rPr>
          <w:sz w:val="28"/>
          <w:szCs w:val="28"/>
        </w:rPr>
        <w:t>».</w:t>
      </w:r>
    </w:p>
    <w:p w:rsidR="00CD1B3A" w:rsidRPr="00023C0A" w:rsidRDefault="00CD1B3A" w:rsidP="00023C0A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CD1B3A" w:rsidRPr="00023C0A" w:rsidRDefault="00CD1B3A" w:rsidP="00023C0A">
      <w:pPr>
        <w:autoSpaceDE w:val="0"/>
        <w:autoSpaceDN w:val="0"/>
        <w:adjustRightInd w:val="0"/>
        <w:ind w:firstLine="709"/>
        <w:jc w:val="both"/>
      </w:pPr>
    </w:p>
    <w:p w:rsidR="00CD1B3A" w:rsidRPr="00C70A0B" w:rsidRDefault="00CD1B3A" w:rsidP="00023C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D1B3A" w:rsidRDefault="00CD1B3A" w:rsidP="00023C0A">
      <w:pPr>
        <w:suppressAutoHyphens/>
        <w:jc w:val="both"/>
        <w:rPr>
          <w:b/>
          <w:bCs/>
          <w:sz w:val="28"/>
          <w:szCs w:val="28"/>
        </w:rPr>
      </w:pPr>
      <w:r w:rsidRPr="00823B09">
        <w:rPr>
          <w:b/>
          <w:bCs/>
          <w:sz w:val="28"/>
          <w:szCs w:val="28"/>
        </w:rPr>
        <w:t xml:space="preserve">Губернатор Ульяновской области </w:t>
      </w:r>
      <w:r w:rsidRPr="00823B09">
        <w:rPr>
          <w:b/>
          <w:bCs/>
          <w:sz w:val="28"/>
          <w:szCs w:val="28"/>
        </w:rPr>
        <w:tab/>
      </w:r>
      <w:r w:rsidRPr="00823B09">
        <w:rPr>
          <w:b/>
          <w:bCs/>
          <w:sz w:val="28"/>
          <w:szCs w:val="28"/>
        </w:rPr>
        <w:tab/>
      </w:r>
      <w:r w:rsidRPr="00823B09">
        <w:rPr>
          <w:b/>
          <w:bCs/>
          <w:sz w:val="28"/>
          <w:szCs w:val="28"/>
        </w:rPr>
        <w:tab/>
      </w:r>
      <w:r w:rsidRPr="00823B09">
        <w:rPr>
          <w:b/>
          <w:bCs/>
          <w:sz w:val="28"/>
          <w:szCs w:val="28"/>
        </w:rPr>
        <w:tab/>
        <w:t xml:space="preserve"> </w:t>
      </w:r>
      <w:r>
        <w:rPr>
          <w:b/>
          <w:bCs/>
          <w:sz w:val="28"/>
          <w:szCs w:val="28"/>
        </w:rPr>
        <w:t xml:space="preserve">           </w:t>
      </w:r>
      <w:r w:rsidRPr="00823B09">
        <w:rPr>
          <w:b/>
          <w:bCs/>
          <w:sz w:val="28"/>
          <w:szCs w:val="28"/>
        </w:rPr>
        <w:t>С.И.Морозов</w:t>
      </w:r>
    </w:p>
    <w:p w:rsidR="00CD1B3A" w:rsidRPr="00023C0A" w:rsidRDefault="00CD1B3A" w:rsidP="00023C0A">
      <w:pPr>
        <w:suppressAutoHyphens/>
        <w:rPr>
          <w:sz w:val="34"/>
          <w:szCs w:val="34"/>
        </w:rPr>
      </w:pPr>
    </w:p>
    <w:p w:rsidR="00CD1B3A" w:rsidRPr="00023C0A" w:rsidRDefault="00CD1B3A" w:rsidP="00023C0A">
      <w:pPr>
        <w:suppressAutoHyphens/>
        <w:rPr>
          <w:sz w:val="40"/>
          <w:szCs w:val="40"/>
        </w:rPr>
      </w:pPr>
    </w:p>
    <w:p w:rsidR="00CD1B3A" w:rsidRPr="00823B09" w:rsidRDefault="00CD1B3A" w:rsidP="00023C0A">
      <w:pPr>
        <w:suppressAutoHyphens/>
        <w:jc w:val="center"/>
        <w:rPr>
          <w:sz w:val="28"/>
          <w:szCs w:val="28"/>
        </w:rPr>
      </w:pPr>
      <w:r w:rsidRPr="00823B09">
        <w:rPr>
          <w:sz w:val="28"/>
          <w:szCs w:val="28"/>
        </w:rPr>
        <w:t>г. Ульяновск</w:t>
      </w:r>
    </w:p>
    <w:p w:rsidR="00CD1B3A" w:rsidRPr="00823B09" w:rsidRDefault="00CD1B3A" w:rsidP="00023C0A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2 марта</w:t>
      </w:r>
      <w:r w:rsidRPr="00823B09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823B09">
        <w:rPr>
          <w:sz w:val="28"/>
          <w:szCs w:val="28"/>
        </w:rPr>
        <w:t xml:space="preserve"> г.</w:t>
      </w:r>
    </w:p>
    <w:p w:rsidR="00CD1B3A" w:rsidRPr="00823B09" w:rsidRDefault="00CD1B3A" w:rsidP="00023C0A">
      <w:pPr>
        <w:suppressAutoHyphens/>
        <w:jc w:val="center"/>
        <w:rPr>
          <w:sz w:val="28"/>
          <w:szCs w:val="28"/>
        </w:rPr>
      </w:pPr>
      <w:r w:rsidRPr="00823B09">
        <w:rPr>
          <w:sz w:val="28"/>
          <w:szCs w:val="28"/>
        </w:rPr>
        <w:t xml:space="preserve">№ </w:t>
      </w:r>
      <w:r>
        <w:rPr>
          <w:sz w:val="28"/>
          <w:szCs w:val="28"/>
        </w:rPr>
        <w:t>16-</w:t>
      </w:r>
      <w:r w:rsidRPr="00823B09">
        <w:rPr>
          <w:sz w:val="28"/>
          <w:szCs w:val="28"/>
        </w:rPr>
        <w:t>ЗО</w:t>
      </w:r>
    </w:p>
    <w:sectPr w:rsidR="00CD1B3A" w:rsidRPr="00823B09" w:rsidSect="005457FB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B3A" w:rsidRDefault="00CD1B3A">
      <w:r>
        <w:separator/>
      </w:r>
    </w:p>
  </w:endnote>
  <w:endnote w:type="continuationSeparator" w:id="0">
    <w:p w:rsidR="00CD1B3A" w:rsidRDefault="00CD1B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B3A" w:rsidRPr="00023C0A" w:rsidRDefault="00CD1B3A" w:rsidP="00023C0A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0402км1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B3A" w:rsidRDefault="00CD1B3A">
      <w:r>
        <w:separator/>
      </w:r>
    </w:p>
  </w:footnote>
  <w:footnote w:type="continuationSeparator" w:id="0">
    <w:p w:rsidR="00CD1B3A" w:rsidRDefault="00CD1B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B3A" w:rsidRPr="00A9420A" w:rsidRDefault="00CD1B3A" w:rsidP="00B26AE6">
    <w:pPr>
      <w:pStyle w:val="Header"/>
      <w:jc w:val="center"/>
      <w:rPr>
        <w:rStyle w:val="PageNumber"/>
        <w:sz w:val="28"/>
        <w:szCs w:val="28"/>
      </w:rPr>
    </w:pPr>
    <w:r w:rsidRPr="00A9420A">
      <w:rPr>
        <w:rStyle w:val="PageNumber"/>
        <w:sz w:val="28"/>
        <w:szCs w:val="28"/>
      </w:rPr>
      <w:fldChar w:fldCharType="begin"/>
    </w:r>
    <w:r w:rsidRPr="00A9420A">
      <w:rPr>
        <w:rStyle w:val="PageNumber"/>
        <w:sz w:val="28"/>
        <w:szCs w:val="28"/>
      </w:rPr>
      <w:instrText xml:space="preserve">PAGE  </w:instrText>
    </w:r>
    <w:r w:rsidRPr="00A9420A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A9420A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5BD1"/>
    <w:rsid w:val="00010FE8"/>
    <w:rsid w:val="00011E36"/>
    <w:rsid w:val="00012E86"/>
    <w:rsid w:val="00023C0A"/>
    <w:rsid w:val="000241F5"/>
    <w:rsid w:val="00034BBD"/>
    <w:rsid w:val="00034D1D"/>
    <w:rsid w:val="00045CC1"/>
    <w:rsid w:val="00055918"/>
    <w:rsid w:val="00060456"/>
    <w:rsid w:val="0006090C"/>
    <w:rsid w:val="0007441E"/>
    <w:rsid w:val="00093723"/>
    <w:rsid w:val="000A41C8"/>
    <w:rsid w:val="000A72A9"/>
    <w:rsid w:val="000A7E6E"/>
    <w:rsid w:val="000B7400"/>
    <w:rsid w:val="000C16E0"/>
    <w:rsid w:val="000C6257"/>
    <w:rsid w:val="000C6426"/>
    <w:rsid w:val="000E13FB"/>
    <w:rsid w:val="000F4138"/>
    <w:rsid w:val="00104CD7"/>
    <w:rsid w:val="001100DD"/>
    <w:rsid w:val="00116661"/>
    <w:rsid w:val="00130424"/>
    <w:rsid w:val="00131E21"/>
    <w:rsid w:val="001348CE"/>
    <w:rsid w:val="00136608"/>
    <w:rsid w:val="00145988"/>
    <w:rsid w:val="00151C9C"/>
    <w:rsid w:val="0015387A"/>
    <w:rsid w:val="00172D7B"/>
    <w:rsid w:val="00175C1C"/>
    <w:rsid w:val="00186494"/>
    <w:rsid w:val="0019075B"/>
    <w:rsid w:val="00193538"/>
    <w:rsid w:val="001B58C5"/>
    <w:rsid w:val="001B6E79"/>
    <w:rsid w:val="001E0938"/>
    <w:rsid w:val="001E2425"/>
    <w:rsid w:val="001E65AF"/>
    <w:rsid w:val="001F447E"/>
    <w:rsid w:val="001F7886"/>
    <w:rsid w:val="002143E9"/>
    <w:rsid w:val="0022456A"/>
    <w:rsid w:val="002378BD"/>
    <w:rsid w:val="00252848"/>
    <w:rsid w:val="002610DD"/>
    <w:rsid w:val="0026554D"/>
    <w:rsid w:val="002704CC"/>
    <w:rsid w:val="00270E35"/>
    <w:rsid w:val="0027712A"/>
    <w:rsid w:val="00281062"/>
    <w:rsid w:val="002942B4"/>
    <w:rsid w:val="00295C54"/>
    <w:rsid w:val="002A02F9"/>
    <w:rsid w:val="002A2341"/>
    <w:rsid w:val="002E06EA"/>
    <w:rsid w:val="002F1618"/>
    <w:rsid w:val="002F288D"/>
    <w:rsid w:val="00304781"/>
    <w:rsid w:val="003118C4"/>
    <w:rsid w:val="00313F0B"/>
    <w:rsid w:val="00333D90"/>
    <w:rsid w:val="00342DDD"/>
    <w:rsid w:val="00350DB1"/>
    <w:rsid w:val="00361FC9"/>
    <w:rsid w:val="0037670C"/>
    <w:rsid w:val="0038000C"/>
    <w:rsid w:val="00395EA1"/>
    <w:rsid w:val="003B1D51"/>
    <w:rsid w:val="003B2CFF"/>
    <w:rsid w:val="003B42AC"/>
    <w:rsid w:val="003B6115"/>
    <w:rsid w:val="003C0068"/>
    <w:rsid w:val="003C670D"/>
    <w:rsid w:val="003D2DB5"/>
    <w:rsid w:val="003D41AB"/>
    <w:rsid w:val="003E17EE"/>
    <w:rsid w:val="003E7A28"/>
    <w:rsid w:val="003F2D3B"/>
    <w:rsid w:val="003F7656"/>
    <w:rsid w:val="00400031"/>
    <w:rsid w:val="00406CBC"/>
    <w:rsid w:val="004076A4"/>
    <w:rsid w:val="00411077"/>
    <w:rsid w:val="00430158"/>
    <w:rsid w:val="004367A4"/>
    <w:rsid w:val="00445B5E"/>
    <w:rsid w:val="00445FDB"/>
    <w:rsid w:val="00447899"/>
    <w:rsid w:val="00452281"/>
    <w:rsid w:val="004617DE"/>
    <w:rsid w:val="00470E3B"/>
    <w:rsid w:val="00471CB4"/>
    <w:rsid w:val="00482758"/>
    <w:rsid w:val="00484CF7"/>
    <w:rsid w:val="00487556"/>
    <w:rsid w:val="00492063"/>
    <w:rsid w:val="004B085D"/>
    <w:rsid w:val="004B58F6"/>
    <w:rsid w:val="004C480C"/>
    <w:rsid w:val="004D1BB0"/>
    <w:rsid w:val="004D39F5"/>
    <w:rsid w:val="004D6D6A"/>
    <w:rsid w:val="004E13D5"/>
    <w:rsid w:val="00500F04"/>
    <w:rsid w:val="00507A64"/>
    <w:rsid w:val="00511A65"/>
    <w:rsid w:val="00517547"/>
    <w:rsid w:val="005230DD"/>
    <w:rsid w:val="00542688"/>
    <w:rsid w:val="005457FB"/>
    <w:rsid w:val="005879AC"/>
    <w:rsid w:val="00597588"/>
    <w:rsid w:val="005D0741"/>
    <w:rsid w:val="005D79C8"/>
    <w:rsid w:val="005E2556"/>
    <w:rsid w:val="00612E47"/>
    <w:rsid w:val="006162BC"/>
    <w:rsid w:val="00661139"/>
    <w:rsid w:val="00684D93"/>
    <w:rsid w:val="00691C2C"/>
    <w:rsid w:val="00691F2E"/>
    <w:rsid w:val="006C2C92"/>
    <w:rsid w:val="006C6F6D"/>
    <w:rsid w:val="006D3746"/>
    <w:rsid w:val="006D5AFF"/>
    <w:rsid w:val="006E63FD"/>
    <w:rsid w:val="006E7463"/>
    <w:rsid w:val="007079AF"/>
    <w:rsid w:val="0071372A"/>
    <w:rsid w:val="00713813"/>
    <w:rsid w:val="00730872"/>
    <w:rsid w:val="00730D00"/>
    <w:rsid w:val="00731B84"/>
    <w:rsid w:val="007403B6"/>
    <w:rsid w:val="007429A3"/>
    <w:rsid w:val="007439C4"/>
    <w:rsid w:val="00754794"/>
    <w:rsid w:val="007604BE"/>
    <w:rsid w:val="007615CB"/>
    <w:rsid w:val="0078466F"/>
    <w:rsid w:val="00786605"/>
    <w:rsid w:val="00795FE3"/>
    <w:rsid w:val="007B5BD1"/>
    <w:rsid w:val="007C36BB"/>
    <w:rsid w:val="007C3D6B"/>
    <w:rsid w:val="007D7F21"/>
    <w:rsid w:val="007E6370"/>
    <w:rsid w:val="00821272"/>
    <w:rsid w:val="00821291"/>
    <w:rsid w:val="008219C3"/>
    <w:rsid w:val="00823B09"/>
    <w:rsid w:val="008453AB"/>
    <w:rsid w:val="00846663"/>
    <w:rsid w:val="00854905"/>
    <w:rsid w:val="0086008D"/>
    <w:rsid w:val="00862209"/>
    <w:rsid w:val="0086245D"/>
    <w:rsid w:val="00873F1A"/>
    <w:rsid w:val="00877E3B"/>
    <w:rsid w:val="00880BA9"/>
    <w:rsid w:val="00882F6C"/>
    <w:rsid w:val="008968B5"/>
    <w:rsid w:val="008A627D"/>
    <w:rsid w:val="008C3FE3"/>
    <w:rsid w:val="008C755E"/>
    <w:rsid w:val="008F0CC2"/>
    <w:rsid w:val="008F5AF9"/>
    <w:rsid w:val="009004F8"/>
    <w:rsid w:val="00903B46"/>
    <w:rsid w:val="00906094"/>
    <w:rsid w:val="009075DD"/>
    <w:rsid w:val="009120D0"/>
    <w:rsid w:val="00920FA4"/>
    <w:rsid w:val="00930782"/>
    <w:rsid w:val="00936956"/>
    <w:rsid w:val="009649A4"/>
    <w:rsid w:val="009708BE"/>
    <w:rsid w:val="00970932"/>
    <w:rsid w:val="009715A9"/>
    <w:rsid w:val="00991E68"/>
    <w:rsid w:val="00992CDA"/>
    <w:rsid w:val="009A2E7A"/>
    <w:rsid w:val="009B4A6D"/>
    <w:rsid w:val="009C15B3"/>
    <w:rsid w:val="009C6635"/>
    <w:rsid w:val="009D4541"/>
    <w:rsid w:val="009F51E1"/>
    <w:rsid w:val="009F54AB"/>
    <w:rsid w:val="00A02831"/>
    <w:rsid w:val="00A50A11"/>
    <w:rsid w:val="00A76A38"/>
    <w:rsid w:val="00A804AE"/>
    <w:rsid w:val="00A81A17"/>
    <w:rsid w:val="00A86835"/>
    <w:rsid w:val="00A9420A"/>
    <w:rsid w:val="00AA7F0F"/>
    <w:rsid w:val="00AB3386"/>
    <w:rsid w:val="00AB7112"/>
    <w:rsid w:val="00AC0BBE"/>
    <w:rsid w:val="00AC3327"/>
    <w:rsid w:val="00B03786"/>
    <w:rsid w:val="00B11B70"/>
    <w:rsid w:val="00B2408A"/>
    <w:rsid w:val="00B26AE6"/>
    <w:rsid w:val="00B34980"/>
    <w:rsid w:val="00B35DE7"/>
    <w:rsid w:val="00B37FAA"/>
    <w:rsid w:val="00B40C26"/>
    <w:rsid w:val="00BA0A8A"/>
    <w:rsid w:val="00BA3735"/>
    <w:rsid w:val="00BB063E"/>
    <w:rsid w:val="00BB1D95"/>
    <w:rsid w:val="00BB2CAD"/>
    <w:rsid w:val="00BC089B"/>
    <w:rsid w:val="00BC5523"/>
    <w:rsid w:val="00BD01F2"/>
    <w:rsid w:val="00BE7885"/>
    <w:rsid w:val="00BF0EA2"/>
    <w:rsid w:val="00BF4328"/>
    <w:rsid w:val="00C17D80"/>
    <w:rsid w:val="00C3025B"/>
    <w:rsid w:val="00C32890"/>
    <w:rsid w:val="00C50079"/>
    <w:rsid w:val="00C616DA"/>
    <w:rsid w:val="00C70A0B"/>
    <w:rsid w:val="00CC4DB2"/>
    <w:rsid w:val="00CD1B3A"/>
    <w:rsid w:val="00CD5CC4"/>
    <w:rsid w:val="00CD66A6"/>
    <w:rsid w:val="00CE1F9B"/>
    <w:rsid w:val="00D04334"/>
    <w:rsid w:val="00D066FD"/>
    <w:rsid w:val="00D078D6"/>
    <w:rsid w:val="00D10553"/>
    <w:rsid w:val="00D1469A"/>
    <w:rsid w:val="00D15912"/>
    <w:rsid w:val="00D20953"/>
    <w:rsid w:val="00D20FCD"/>
    <w:rsid w:val="00D259DE"/>
    <w:rsid w:val="00D328D6"/>
    <w:rsid w:val="00D36C3A"/>
    <w:rsid w:val="00D44357"/>
    <w:rsid w:val="00D46BCF"/>
    <w:rsid w:val="00D46E8E"/>
    <w:rsid w:val="00D47989"/>
    <w:rsid w:val="00D5258D"/>
    <w:rsid w:val="00D53418"/>
    <w:rsid w:val="00D53579"/>
    <w:rsid w:val="00D623FD"/>
    <w:rsid w:val="00D624F3"/>
    <w:rsid w:val="00D62D47"/>
    <w:rsid w:val="00D703CF"/>
    <w:rsid w:val="00D84DF1"/>
    <w:rsid w:val="00D97709"/>
    <w:rsid w:val="00DA16ED"/>
    <w:rsid w:val="00DA2FE0"/>
    <w:rsid w:val="00DB1093"/>
    <w:rsid w:val="00DC784F"/>
    <w:rsid w:val="00DD2F63"/>
    <w:rsid w:val="00DE0731"/>
    <w:rsid w:val="00DE6182"/>
    <w:rsid w:val="00E12894"/>
    <w:rsid w:val="00E15588"/>
    <w:rsid w:val="00E30A06"/>
    <w:rsid w:val="00E332DB"/>
    <w:rsid w:val="00E42ADA"/>
    <w:rsid w:val="00E439A0"/>
    <w:rsid w:val="00E4425F"/>
    <w:rsid w:val="00E55200"/>
    <w:rsid w:val="00E66198"/>
    <w:rsid w:val="00E705B8"/>
    <w:rsid w:val="00E83FB0"/>
    <w:rsid w:val="00E901ED"/>
    <w:rsid w:val="00E9200B"/>
    <w:rsid w:val="00E93159"/>
    <w:rsid w:val="00EA4080"/>
    <w:rsid w:val="00EC3A30"/>
    <w:rsid w:val="00ED0509"/>
    <w:rsid w:val="00EE1EA5"/>
    <w:rsid w:val="00F006F4"/>
    <w:rsid w:val="00F00D47"/>
    <w:rsid w:val="00F019EE"/>
    <w:rsid w:val="00F02518"/>
    <w:rsid w:val="00F054C4"/>
    <w:rsid w:val="00F05F07"/>
    <w:rsid w:val="00F10C4A"/>
    <w:rsid w:val="00F3046D"/>
    <w:rsid w:val="00F31A81"/>
    <w:rsid w:val="00F35704"/>
    <w:rsid w:val="00F7392B"/>
    <w:rsid w:val="00F74D69"/>
    <w:rsid w:val="00F87F8A"/>
    <w:rsid w:val="00F94450"/>
    <w:rsid w:val="00FA0AEE"/>
    <w:rsid w:val="00FA1586"/>
    <w:rsid w:val="00FA1731"/>
    <w:rsid w:val="00FC3A6C"/>
    <w:rsid w:val="00FC5803"/>
    <w:rsid w:val="00FD1F91"/>
    <w:rsid w:val="00FD4D2B"/>
    <w:rsid w:val="00FD555A"/>
    <w:rsid w:val="00FE08F6"/>
    <w:rsid w:val="00FE1818"/>
    <w:rsid w:val="00FE6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BD1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B5BD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szCs w:val="24"/>
    </w:rPr>
  </w:style>
  <w:style w:type="character" w:styleId="PageNumber">
    <w:name w:val="page number"/>
    <w:basedOn w:val="DefaultParagraphFont"/>
    <w:uiPriority w:val="99"/>
    <w:rsid w:val="007B5BD1"/>
  </w:style>
  <w:style w:type="paragraph" w:customStyle="1" w:styleId="a">
    <w:name w:val="Знак Знак Знак Знак"/>
    <w:basedOn w:val="Normal"/>
    <w:uiPriority w:val="99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7B5BD1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B5B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  <w:style w:type="paragraph" w:styleId="Footer">
    <w:name w:val="footer"/>
    <w:basedOn w:val="Normal"/>
    <w:link w:val="FooterChar"/>
    <w:uiPriority w:val="99"/>
    <w:rsid w:val="0043015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3015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221</Words>
  <Characters>1265</Characters>
  <Application>Microsoft Office Outlook</Application>
  <DocSecurity>0</DocSecurity>
  <Lines>0</Lines>
  <Paragraphs>0</Paragraphs>
  <ScaleCrop>false</ScaleCrop>
  <Company>DGIZO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Ju5u</dc:creator>
  <cp:keywords/>
  <dc:description/>
  <cp:lastModifiedBy>Пользователь</cp:lastModifiedBy>
  <cp:revision>6</cp:revision>
  <cp:lastPrinted>2019-03-20T07:24:00Z</cp:lastPrinted>
  <dcterms:created xsi:type="dcterms:W3CDTF">2019-02-04T13:11:00Z</dcterms:created>
  <dcterms:modified xsi:type="dcterms:W3CDTF">2019-03-29T06:30:00Z</dcterms:modified>
</cp:coreProperties>
</file>