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5B0" w:rsidRDefault="005945B0" w:rsidP="00910103">
      <w:pPr>
        <w:jc w:val="center"/>
      </w:pPr>
      <w:r>
        <w:t>ЗАКОН УЛЬЯНОВСКОЙ ОБЛАСТИ</w:t>
      </w:r>
    </w:p>
    <w:p w:rsidR="005945B0" w:rsidRDefault="005945B0" w:rsidP="001D2323">
      <w:pPr>
        <w:jc w:val="right"/>
      </w:pPr>
    </w:p>
    <w:p w:rsidR="005945B0" w:rsidRDefault="005945B0" w:rsidP="001D2323">
      <w:pPr>
        <w:jc w:val="right"/>
      </w:pPr>
    </w:p>
    <w:p w:rsidR="005945B0" w:rsidRDefault="005945B0" w:rsidP="001D2323">
      <w:pPr>
        <w:jc w:val="right"/>
      </w:pPr>
    </w:p>
    <w:p w:rsidR="005945B0" w:rsidRDefault="005945B0" w:rsidP="001D2323">
      <w:pPr>
        <w:jc w:val="right"/>
      </w:pPr>
    </w:p>
    <w:p w:rsidR="005945B0" w:rsidRDefault="005945B0" w:rsidP="001D2323">
      <w:pPr>
        <w:jc w:val="right"/>
      </w:pPr>
    </w:p>
    <w:p w:rsidR="005945B0" w:rsidRPr="007E1D1C" w:rsidRDefault="005945B0" w:rsidP="001D2323">
      <w:pPr>
        <w:jc w:val="right"/>
      </w:pPr>
    </w:p>
    <w:p w:rsidR="005945B0" w:rsidRDefault="005945B0" w:rsidP="001D232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606EA">
        <w:rPr>
          <w:b/>
          <w:bCs/>
          <w:sz w:val="28"/>
          <w:szCs w:val="28"/>
        </w:rPr>
        <w:t>О внесении изменени</w:t>
      </w:r>
      <w:r>
        <w:rPr>
          <w:b/>
          <w:bCs/>
          <w:sz w:val="28"/>
          <w:szCs w:val="28"/>
        </w:rPr>
        <w:t>й</w:t>
      </w:r>
      <w:r w:rsidRPr="00D606EA">
        <w:rPr>
          <w:b/>
          <w:bCs/>
          <w:sz w:val="28"/>
          <w:szCs w:val="28"/>
        </w:rPr>
        <w:t xml:space="preserve"> в</w:t>
      </w:r>
      <w:r>
        <w:rPr>
          <w:b/>
          <w:bCs/>
          <w:sz w:val="28"/>
          <w:szCs w:val="28"/>
        </w:rPr>
        <w:t xml:space="preserve"> Закон Ульяновской области </w:t>
      </w:r>
    </w:p>
    <w:p w:rsidR="005945B0" w:rsidRPr="00941098" w:rsidRDefault="005945B0" w:rsidP="001D232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</w:t>
      </w:r>
    </w:p>
    <w:p w:rsidR="005945B0" w:rsidRDefault="005945B0" w:rsidP="001D232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945B0" w:rsidRPr="001D2323" w:rsidRDefault="005945B0" w:rsidP="001D232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945B0" w:rsidRDefault="005945B0" w:rsidP="001D232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945B0" w:rsidRDefault="005945B0" w:rsidP="001D232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20 марта 2019 года</w:t>
      </w:r>
    </w:p>
    <w:p w:rsidR="005945B0" w:rsidRDefault="005945B0" w:rsidP="001D232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945B0" w:rsidRDefault="005945B0" w:rsidP="001D232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945B0" w:rsidRDefault="005945B0" w:rsidP="001D232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945B0" w:rsidRPr="001D2323" w:rsidRDefault="005945B0" w:rsidP="00A035E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945B0" w:rsidRPr="00237DFD" w:rsidRDefault="005945B0" w:rsidP="00A035E5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7DFD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5945B0" w:rsidRDefault="005945B0" w:rsidP="00A035E5">
      <w:pPr>
        <w:ind w:firstLine="720"/>
        <w:jc w:val="both"/>
        <w:rPr>
          <w:sz w:val="28"/>
          <w:szCs w:val="28"/>
        </w:rPr>
      </w:pPr>
    </w:p>
    <w:p w:rsidR="005945B0" w:rsidRPr="00237DFD" w:rsidRDefault="005945B0" w:rsidP="00A035E5">
      <w:pPr>
        <w:ind w:firstLine="720"/>
        <w:jc w:val="both"/>
        <w:rPr>
          <w:sz w:val="28"/>
          <w:szCs w:val="28"/>
        </w:rPr>
      </w:pPr>
    </w:p>
    <w:p w:rsidR="005945B0" w:rsidRDefault="005945B0" w:rsidP="00A035E5">
      <w:pPr>
        <w:autoSpaceDE w:val="0"/>
        <w:autoSpaceDN w:val="0"/>
        <w:adjustRightInd w:val="0"/>
        <w:spacing w:line="367" w:lineRule="auto"/>
        <w:ind w:firstLine="709"/>
        <w:jc w:val="both"/>
        <w:rPr>
          <w:spacing w:val="-4"/>
          <w:sz w:val="28"/>
          <w:szCs w:val="28"/>
        </w:rPr>
      </w:pPr>
      <w:r w:rsidRPr="00F51277">
        <w:rPr>
          <w:sz w:val="28"/>
          <w:szCs w:val="28"/>
        </w:rPr>
        <w:t xml:space="preserve">Внести в Закон Ульяновской области от 4 июня 2007 года № 71-ЗО </w:t>
      </w:r>
      <w:r>
        <w:rPr>
          <w:sz w:val="28"/>
          <w:szCs w:val="28"/>
        </w:rPr>
        <w:br/>
      </w:r>
      <w:r w:rsidRPr="00F51277">
        <w:rPr>
          <w:sz w:val="28"/>
          <w:szCs w:val="28"/>
        </w:rPr>
        <w:t xml:space="preserve">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(«Ульяновская правда» от 06.06.2007 № 45; </w:t>
      </w:r>
      <w:r>
        <w:rPr>
          <w:sz w:val="28"/>
          <w:szCs w:val="28"/>
        </w:rPr>
        <w:br/>
      </w:r>
      <w:r w:rsidRPr="00F51277">
        <w:rPr>
          <w:sz w:val="28"/>
          <w:szCs w:val="28"/>
        </w:rPr>
        <w:t xml:space="preserve">от 07.11.2008 № 91; от 11.11.2009 № 90; от 06.10.2010 № 81; от 01.12.2010 </w:t>
      </w:r>
      <w:r>
        <w:rPr>
          <w:sz w:val="28"/>
          <w:szCs w:val="28"/>
        </w:rPr>
        <w:br/>
      </w:r>
      <w:r w:rsidRPr="00F51277">
        <w:rPr>
          <w:sz w:val="28"/>
          <w:szCs w:val="28"/>
        </w:rPr>
        <w:t xml:space="preserve">№ 97-98; от 06.04.2011 № 36; от 05.10.2012 № 109; от 06.03.2013 № 25; </w:t>
      </w:r>
      <w:r>
        <w:rPr>
          <w:sz w:val="28"/>
          <w:szCs w:val="28"/>
        </w:rPr>
        <w:br/>
      </w:r>
      <w:r w:rsidRPr="00F51277">
        <w:rPr>
          <w:sz w:val="28"/>
          <w:szCs w:val="28"/>
        </w:rPr>
        <w:t xml:space="preserve">от 11.07.2013 № 75; от 07.09.2013 № 109; от 10.11.2014 № 163-164; </w:t>
      </w:r>
      <w:r>
        <w:rPr>
          <w:sz w:val="28"/>
          <w:szCs w:val="28"/>
        </w:rPr>
        <w:br/>
      </w:r>
      <w:r w:rsidRPr="00F51277">
        <w:rPr>
          <w:sz w:val="28"/>
          <w:szCs w:val="28"/>
        </w:rPr>
        <w:t>от 29.10.2015 № 151; от 30.12.2015 № 192; от 06.06.2016 № 75-76; от 04.10.2016 № 118; от 25.11.2016 № 132</w:t>
      </w:r>
      <w:r>
        <w:rPr>
          <w:sz w:val="28"/>
          <w:szCs w:val="28"/>
        </w:rPr>
        <w:t xml:space="preserve">; от 29.09.2017 № 72; от 10.11.2017 № 82-83; </w:t>
      </w:r>
      <w:r>
        <w:rPr>
          <w:sz w:val="28"/>
          <w:szCs w:val="28"/>
        </w:rPr>
        <w:br/>
        <w:t>от 04.09.2018 № 64; от 14.12.2018 № 93</w:t>
      </w:r>
      <w:r w:rsidRPr="00F51277">
        <w:rPr>
          <w:sz w:val="28"/>
          <w:szCs w:val="28"/>
        </w:rPr>
        <w:t>)</w:t>
      </w:r>
      <w:r w:rsidRPr="00B10B0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следующие изменения:</w:t>
      </w:r>
    </w:p>
    <w:p w:rsidR="005945B0" w:rsidRDefault="005945B0" w:rsidP="00A035E5">
      <w:pPr>
        <w:autoSpaceDE w:val="0"/>
        <w:autoSpaceDN w:val="0"/>
        <w:adjustRightInd w:val="0"/>
        <w:spacing w:line="367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1) в пункте 1 статьи 1</w:t>
      </w:r>
      <w:r w:rsidRPr="00933A4E">
        <w:rPr>
          <w:spacing w:val="-4"/>
          <w:sz w:val="28"/>
          <w:szCs w:val="28"/>
          <w:vertAlign w:val="superscript"/>
        </w:rPr>
        <w:t>3</w:t>
      </w:r>
      <w:r>
        <w:rPr>
          <w:spacing w:val="-4"/>
          <w:sz w:val="28"/>
          <w:szCs w:val="28"/>
        </w:rPr>
        <w:t xml:space="preserve"> слово «пятым» заменить словом «шестым»;</w:t>
      </w:r>
    </w:p>
    <w:p w:rsidR="005945B0" w:rsidRDefault="005945B0" w:rsidP="00A035E5">
      <w:pPr>
        <w:autoSpaceDE w:val="0"/>
        <w:autoSpaceDN w:val="0"/>
        <w:adjustRightInd w:val="0"/>
        <w:spacing w:line="367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2) дополнить статьёй 1</w:t>
      </w:r>
      <w:r w:rsidRPr="001E6DE0">
        <w:rPr>
          <w:spacing w:val="-4"/>
          <w:sz w:val="28"/>
          <w:szCs w:val="28"/>
          <w:vertAlign w:val="superscript"/>
        </w:rPr>
        <w:t>13</w:t>
      </w:r>
      <w:r w:rsidRPr="001E6DE0">
        <w:rPr>
          <w:spacing w:val="-4"/>
          <w:sz w:val="28"/>
          <w:szCs w:val="28"/>
        </w:rPr>
        <w:t xml:space="preserve"> следующего</w:t>
      </w:r>
      <w:r>
        <w:rPr>
          <w:spacing w:val="-4"/>
          <w:sz w:val="28"/>
          <w:szCs w:val="28"/>
        </w:rPr>
        <w:t xml:space="preserve"> содержания:</w:t>
      </w:r>
    </w:p>
    <w:p w:rsidR="005945B0" w:rsidRDefault="005945B0" w:rsidP="00A035E5">
      <w:pPr>
        <w:autoSpaceDE w:val="0"/>
        <w:autoSpaceDN w:val="0"/>
        <w:adjustRightInd w:val="0"/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«</w:t>
      </w:r>
      <w:r w:rsidRPr="00EC39F3">
        <w:rPr>
          <w:b/>
          <w:bCs/>
          <w:spacing w:val="-4"/>
          <w:sz w:val="28"/>
          <w:szCs w:val="28"/>
        </w:rPr>
        <w:t>Статья 1</w:t>
      </w:r>
      <w:r w:rsidRPr="00EC39F3">
        <w:rPr>
          <w:b/>
          <w:bCs/>
          <w:spacing w:val="-4"/>
          <w:sz w:val="28"/>
          <w:szCs w:val="28"/>
          <w:vertAlign w:val="superscript"/>
        </w:rPr>
        <w:t>13</w:t>
      </w:r>
    </w:p>
    <w:p w:rsidR="005945B0" w:rsidRDefault="005945B0" w:rsidP="00A035E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945B0" w:rsidRDefault="005945B0" w:rsidP="00A035E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945B0" w:rsidRDefault="005945B0" w:rsidP="00A035E5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 w:rsidRPr="00BB4B30">
        <w:rPr>
          <w:sz w:val="28"/>
          <w:szCs w:val="28"/>
        </w:rPr>
        <w:t>Положения статей 1, 1</w:t>
      </w:r>
      <w:r w:rsidRPr="00BB4B30">
        <w:rPr>
          <w:sz w:val="28"/>
          <w:szCs w:val="28"/>
          <w:vertAlign w:val="superscript"/>
        </w:rPr>
        <w:t>1</w:t>
      </w:r>
      <w:r w:rsidRPr="00BB4B30">
        <w:rPr>
          <w:sz w:val="28"/>
          <w:szCs w:val="28"/>
        </w:rPr>
        <w:t>, 1</w:t>
      </w:r>
      <w:r w:rsidRPr="00BB4B30">
        <w:rPr>
          <w:sz w:val="28"/>
          <w:szCs w:val="28"/>
          <w:vertAlign w:val="superscript"/>
        </w:rPr>
        <w:t>2</w:t>
      </w:r>
      <w:r w:rsidRPr="00BB4B30">
        <w:rPr>
          <w:sz w:val="28"/>
          <w:szCs w:val="28"/>
        </w:rPr>
        <w:t xml:space="preserve"> и 1</w:t>
      </w:r>
      <w:r w:rsidRPr="00BB4B30">
        <w:rPr>
          <w:sz w:val="28"/>
          <w:szCs w:val="28"/>
          <w:vertAlign w:val="superscript"/>
        </w:rPr>
        <w:t>7</w:t>
      </w:r>
      <w:r w:rsidRPr="00BB4B30">
        <w:rPr>
          <w:sz w:val="28"/>
          <w:szCs w:val="28"/>
        </w:rPr>
        <w:t>-1</w:t>
      </w:r>
      <w:r w:rsidRPr="00BB4B30">
        <w:rPr>
          <w:sz w:val="28"/>
          <w:szCs w:val="28"/>
          <w:vertAlign w:val="superscript"/>
        </w:rPr>
        <w:t>9</w:t>
      </w:r>
      <w:r w:rsidRPr="00BB4B30">
        <w:rPr>
          <w:sz w:val="28"/>
          <w:szCs w:val="28"/>
        </w:rPr>
        <w:t xml:space="preserve"> настоящего Закона с 1 января 2023 года не применяются.».</w:t>
      </w:r>
    </w:p>
    <w:p w:rsidR="005945B0" w:rsidRPr="00237DFD" w:rsidRDefault="005945B0" w:rsidP="00A035E5">
      <w:pPr>
        <w:pStyle w:val="a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237DFD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5945B0" w:rsidRDefault="005945B0" w:rsidP="00A035E5">
      <w:pPr>
        <w:ind w:firstLine="709"/>
        <w:rPr>
          <w:sz w:val="28"/>
          <w:szCs w:val="28"/>
        </w:rPr>
      </w:pPr>
    </w:p>
    <w:p w:rsidR="005945B0" w:rsidRPr="00B46667" w:rsidRDefault="005945B0" w:rsidP="00A035E5">
      <w:pPr>
        <w:ind w:firstLine="709"/>
        <w:rPr>
          <w:sz w:val="28"/>
          <w:szCs w:val="28"/>
        </w:rPr>
      </w:pPr>
    </w:p>
    <w:p w:rsidR="005945B0" w:rsidRPr="00703FDB" w:rsidRDefault="005945B0" w:rsidP="00933A4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3FDB">
        <w:rPr>
          <w:sz w:val="28"/>
          <w:szCs w:val="28"/>
        </w:rPr>
        <w:t>Настоящий Закон вступает в силу</w:t>
      </w:r>
      <w:r>
        <w:rPr>
          <w:sz w:val="28"/>
          <w:szCs w:val="28"/>
        </w:rPr>
        <w:t xml:space="preserve"> со дня его официального опубликования, за исключением пункта 2 статьи 1 настоящего Закона, который вступает в силу с 1 января 2020 года.</w:t>
      </w:r>
    </w:p>
    <w:p w:rsidR="005945B0" w:rsidRPr="001D2323" w:rsidRDefault="005945B0" w:rsidP="001D2323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5945B0" w:rsidRPr="001D2323" w:rsidRDefault="005945B0" w:rsidP="001D23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945B0" w:rsidRPr="001D2323" w:rsidRDefault="005945B0" w:rsidP="001D23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945B0" w:rsidRPr="001D2323" w:rsidRDefault="005945B0" w:rsidP="001D2323">
      <w:pPr>
        <w:pStyle w:val="ConsPlusNormal"/>
        <w:tabs>
          <w:tab w:val="right" w:pos="9639"/>
        </w:tabs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2323">
        <w:rPr>
          <w:rFonts w:ascii="Times New Roman" w:hAnsi="Times New Roman" w:cs="Times New Roman"/>
          <w:b/>
          <w:bCs/>
          <w:sz w:val="28"/>
          <w:szCs w:val="28"/>
        </w:rPr>
        <w:t>Губернатор Ульяновской области</w:t>
      </w:r>
      <w:r w:rsidRPr="001D2323">
        <w:rPr>
          <w:rFonts w:ascii="Times New Roman" w:hAnsi="Times New Roman" w:cs="Times New Roman"/>
          <w:b/>
          <w:bCs/>
          <w:sz w:val="28"/>
          <w:szCs w:val="28"/>
        </w:rPr>
        <w:tab/>
        <w:t>С.И.Морозов</w:t>
      </w:r>
    </w:p>
    <w:p w:rsidR="005945B0" w:rsidRDefault="005945B0" w:rsidP="001D232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945B0" w:rsidRDefault="005945B0" w:rsidP="001D232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945B0" w:rsidRPr="001D2323" w:rsidRDefault="005945B0" w:rsidP="001D232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945B0" w:rsidRPr="001D2323" w:rsidRDefault="005945B0" w:rsidP="001D232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2323">
        <w:rPr>
          <w:rFonts w:ascii="Times New Roman" w:hAnsi="Times New Roman" w:cs="Times New Roman"/>
          <w:sz w:val="28"/>
          <w:szCs w:val="28"/>
        </w:rPr>
        <w:t>г. Ульяновск</w:t>
      </w:r>
    </w:p>
    <w:p w:rsidR="005945B0" w:rsidRPr="001D2323" w:rsidRDefault="005945B0" w:rsidP="001D232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марта</w:t>
      </w:r>
      <w:r w:rsidRPr="001D2323">
        <w:rPr>
          <w:rFonts w:ascii="Times New Roman" w:hAnsi="Times New Roman" w:cs="Times New Roman"/>
          <w:sz w:val="28"/>
          <w:szCs w:val="28"/>
        </w:rPr>
        <w:t xml:space="preserve"> 2019 г.</w:t>
      </w:r>
    </w:p>
    <w:p w:rsidR="005945B0" w:rsidRPr="001D2323" w:rsidRDefault="005945B0" w:rsidP="001D232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2323"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1D2323">
        <w:rPr>
          <w:rFonts w:ascii="Times New Roman" w:hAnsi="Times New Roman" w:cs="Times New Roman"/>
          <w:sz w:val="28"/>
          <w:szCs w:val="28"/>
        </w:rPr>
        <w:t>-ЗО</w:t>
      </w:r>
    </w:p>
    <w:sectPr w:rsidR="005945B0" w:rsidRPr="001D2323" w:rsidSect="001D2323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5B0" w:rsidRDefault="005945B0">
      <w:r>
        <w:separator/>
      </w:r>
    </w:p>
  </w:endnote>
  <w:endnote w:type="continuationSeparator" w:id="0">
    <w:p w:rsidR="005945B0" w:rsidRDefault="005945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5B0" w:rsidRPr="001D2323" w:rsidRDefault="005945B0" w:rsidP="001D2323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1902мм3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5B0" w:rsidRDefault="005945B0">
      <w:r>
        <w:separator/>
      </w:r>
    </w:p>
  </w:footnote>
  <w:footnote w:type="continuationSeparator" w:id="0">
    <w:p w:rsidR="005945B0" w:rsidRDefault="005945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5B0" w:rsidRPr="001D2323" w:rsidRDefault="005945B0" w:rsidP="001D2323">
    <w:pPr>
      <w:pStyle w:val="Header"/>
      <w:jc w:val="center"/>
      <w:rPr>
        <w:sz w:val="28"/>
        <w:szCs w:val="28"/>
      </w:rPr>
    </w:pPr>
    <w:r w:rsidRPr="001D2323">
      <w:rPr>
        <w:sz w:val="28"/>
        <w:szCs w:val="28"/>
      </w:rPr>
      <w:fldChar w:fldCharType="begin"/>
    </w:r>
    <w:r w:rsidRPr="001D2323">
      <w:rPr>
        <w:sz w:val="28"/>
        <w:szCs w:val="28"/>
      </w:rPr>
      <w:instrText>PAGE   \* MERGEFORMAT</w:instrText>
    </w:r>
    <w:r w:rsidRPr="001D2323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1D2323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129"/>
    <w:multiLevelType w:val="hybridMultilevel"/>
    <w:tmpl w:val="34E22024"/>
    <w:lvl w:ilvl="0" w:tplc="ADC4E816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C9E3214"/>
    <w:multiLevelType w:val="hybridMultilevel"/>
    <w:tmpl w:val="7FEADC04"/>
    <w:lvl w:ilvl="0" w:tplc="7B7A7C8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F02750D"/>
    <w:multiLevelType w:val="hybridMultilevel"/>
    <w:tmpl w:val="8EB069D2"/>
    <w:lvl w:ilvl="0" w:tplc="50F675AA">
      <w:start w:val="1"/>
      <w:numFmt w:val="decimal"/>
      <w:lvlText w:val="%1)"/>
      <w:lvlJc w:val="left"/>
      <w:pPr>
        <w:tabs>
          <w:tab w:val="num" w:pos="1897"/>
        </w:tabs>
        <w:ind w:left="1897" w:hanging="118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E3F1F46"/>
    <w:multiLevelType w:val="hybridMultilevel"/>
    <w:tmpl w:val="B722216E"/>
    <w:lvl w:ilvl="0" w:tplc="4078CFC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7B1144"/>
    <w:multiLevelType w:val="hybridMultilevel"/>
    <w:tmpl w:val="5CDAAC24"/>
    <w:lvl w:ilvl="0" w:tplc="AA7847A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434F776B"/>
    <w:multiLevelType w:val="hybridMultilevel"/>
    <w:tmpl w:val="339C6F4C"/>
    <w:lvl w:ilvl="0" w:tplc="0268A3E6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AAD"/>
    <w:rsid w:val="000024F4"/>
    <w:rsid w:val="000041B4"/>
    <w:rsid w:val="000043D9"/>
    <w:rsid w:val="000061FB"/>
    <w:rsid w:val="00006809"/>
    <w:rsid w:val="000104A6"/>
    <w:rsid w:val="000117DD"/>
    <w:rsid w:val="00014DE9"/>
    <w:rsid w:val="00015154"/>
    <w:rsid w:val="00016265"/>
    <w:rsid w:val="0001673B"/>
    <w:rsid w:val="00016CBC"/>
    <w:rsid w:val="0002140C"/>
    <w:rsid w:val="00024469"/>
    <w:rsid w:val="0002549F"/>
    <w:rsid w:val="000259C0"/>
    <w:rsid w:val="00025D0E"/>
    <w:rsid w:val="00027CC8"/>
    <w:rsid w:val="000326F8"/>
    <w:rsid w:val="00034D0C"/>
    <w:rsid w:val="00036032"/>
    <w:rsid w:val="00037FA2"/>
    <w:rsid w:val="00052540"/>
    <w:rsid w:val="00052E51"/>
    <w:rsid w:val="00054167"/>
    <w:rsid w:val="000571DA"/>
    <w:rsid w:val="00060DA4"/>
    <w:rsid w:val="00061608"/>
    <w:rsid w:val="00063257"/>
    <w:rsid w:val="00070EAA"/>
    <w:rsid w:val="00072367"/>
    <w:rsid w:val="000761CA"/>
    <w:rsid w:val="0008165B"/>
    <w:rsid w:val="0008634F"/>
    <w:rsid w:val="00086B46"/>
    <w:rsid w:val="000937E9"/>
    <w:rsid w:val="00093EFF"/>
    <w:rsid w:val="000948A9"/>
    <w:rsid w:val="00095A4A"/>
    <w:rsid w:val="000A179F"/>
    <w:rsid w:val="000A2181"/>
    <w:rsid w:val="000A24F7"/>
    <w:rsid w:val="000A304C"/>
    <w:rsid w:val="000A49C1"/>
    <w:rsid w:val="000A59C5"/>
    <w:rsid w:val="000A6F94"/>
    <w:rsid w:val="000A7C0C"/>
    <w:rsid w:val="000B0929"/>
    <w:rsid w:val="000B2EC0"/>
    <w:rsid w:val="000B3133"/>
    <w:rsid w:val="000B6060"/>
    <w:rsid w:val="000B60CB"/>
    <w:rsid w:val="000B6980"/>
    <w:rsid w:val="000B744C"/>
    <w:rsid w:val="000B785B"/>
    <w:rsid w:val="000C07D3"/>
    <w:rsid w:val="000C2AB6"/>
    <w:rsid w:val="000C3493"/>
    <w:rsid w:val="000C34EB"/>
    <w:rsid w:val="000C3DC0"/>
    <w:rsid w:val="000C53EA"/>
    <w:rsid w:val="000C56F5"/>
    <w:rsid w:val="000C6427"/>
    <w:rsid w:val="000D0957"/>
    <w:rsid w:val="000D475D"/>
    <w:rsid w:val="000E2AD0"/>
    <w:rsid w:val="000E2DA5"/>
    <w:rsid w:val="000E3084"/>
    <w:rsid w:val="000E3B97"/>
    <w:rsid w:val="000E5C8E"/>
    <w:rsid w:val="000F15B2"/>
    <w:rsid w:val="000F1EA9"/>
    <w:rsid w:val="000F2280"/>
    <w:rsid w:val="000F2F94"/>
    <w:rsid w:val="000F46A5"/>
    <w:rsid w:val="000F4A3B"/>
    <w:rsid w:val="000F4AB3"/>
    <w:rsid w:val="000F60D9"/>
    <w:rsid w:val="000F6977"/>
    <w:rsid w:val="000F712F"/>
    <w:rsid w:val="000F7ACC"/>
    <w:rsid w:val="001008B7"/>
    <w:rsid w:val="00101917"/>
    <w:rsid w:val="00104E4F"/>
    <w:rsid w:val="00106EE9"/>
    <w:rsid w:val="0010705F"/>
    <w:rsid w:val="00107737"/>
    <w:rsid w:val="001079C6"/>
    <w:rsid w:val="00111AD1"/>
    <w:rsid w:val="00111E16"/>
    <w:rsid w:val="0011412B"/>
    <w:rsid w:val="0011572B"/>
    <w:rsid w:val="001175D9"/>
    <w:rsid w:val="00117737"/>
    <w:rsid w:val="001178A5"/>
    <w:rsid w:val="0012078A"/>
    <w:rsid w:val="00122D00"/>
    <w:rsid w:val="0012526D"/>
    <w:rsid w:val="00125BE6"/>
    <w:rsid w:val="001267C1"/>
    <w:rsid w:val="00126B27"/>
    <w:rsid w:val="00130476"/>
    <w:rsid w:val="001309E3"/>
    <w:rsid w:val="00132FAB"/>
    <w:rsid w:val="001331A6"/>
    <w:rsid w:val="00134265"/>
    <w:rsid w:val="00134DDB"/>
    <w:rsid w:val="00140C90"/>
    <w:rsid w:val="001419A7"/>
    <w:rsid w:val="001470A9"/>
    <w:rsid w:val="00147465"/>
    <w:rsid w:val="00150201"/>
    <w:rsid w:val="00151C16"/>
    <w:rsid w:val="00152327"/>
    <w:rsid w:val="00153C6C"/>
    <w:rsid w:val="0015464B"/>
    <w:rsid w:val="001569E9"/>
    <w:rsid w:val="00156CD9"/>
    <w:rsid w:val="00157B93"/>
    <w:rsid w:val="001643C3"/>
    <w:rsid w:val="00164615"/>
    <w:rsid w:val="00164872"/>
    <w:rsid w:val="001649FC"/>
    <w:rsid w:val="00172977"/>
    <w:rsid w:val="00172E25"/>
    <w:rsid w:val="00175C57"/>
    <w:rsid w:val="00176EDF"/>
    <w:rsid w:val="00181B9D"/>
    <w:rsid w:val="00182360"/>
    <w:rsid w:val="001836C0"/>
    <w:rsid w:val="00183DE4"/>
    <w:rsid w:val="0018451D"/>
    <w:rsid w:val="00185AFA"/>
    <w:rsid w:val="001876F3"/>
    <w:rsid w:val="001944A7"/>
    <w:rsid w:val="00195F2E"/>
    <w:rsid w:val="001A07E4"/>
    <w:rsid w:val="001A1663"/>
    <w:rsid w:val="001A179F"/>
    <w:rsid w:val="001A1A00"/>
    <w:rsid w:val="001A3235"/>
    <w:rsid w:val="001A4B9A"/>
    <w:rsid w:val="001A556B"/>
    <w:rsid w:val="001A7875"/>
    <w:rsid w:val="001B3EBF"/>
    <w:rsid w:val="001B3F4B"/>
    <w:rsid w:val="001B4499"/>
    <w:rsid w:val="001B7969"/>
    <w:rsid w:val="001B7F83"/>
    <w:rsid w:val="001C2CEB"/>
    <w:rsid w:val="001C79D8"/>
    <w:rsid w:val="001C7A08"/>
    <w:rsid w:val="001D0D02"/>
    <w:rsid w:val="001D0F35"/>
    <w:rsid w:val="001D2323"/>
    <w:rsid w:val="001D6581"/>
    <w:rsid w:val="001D67B2"/>
    <w:rsid w:val="001D7A15"/>
    <w:rsid w:val="001E0889"/>
    <w:rsid w:val="001E0942"/>
    <w:rsid w:val="001E13A0"/>
    <w:rsid w:val="001E1FF4"/>
    <w:rsid w:val="001E2D9A"/>
    <w:rsid w:val="001E5D62"/>
    <w:rsid w:val="001E696E"/>
    <w:rsid w:val="001E6DE0"/>
    <w:rsid w:val="001F09D7"/>
    <w:rsid w:val="001F1A13"/>
    <w:rsid w:val="001F2763"/>
    <w:rsid w:val="001F3719"/>
    <w:rsid w:val="001F41D0"/>
    <w:rsid w:val="001F42E0"/>
    <w:rsid w:val="001F5A02"/>
    <w:rsid w:val="002032B8"/>
    <w:rsid w:val="002052A3"/>
    <w:rsid w:val="0020535F"/>
    <w:rsid w:val="00205BF1"/>
    <w:rsid w:val="00206378"/>
    <w:rsid w:val="0021220A"/>
    <w:rsid w:val="00215FCF"/>
    <w:rsid w:val="0021637A"/>
    <w:rsid w:val="00220CF3"/>
    <w:rsid w:val="002215DF"/>
    <w:rsid w:val="00221D8A"/>
    <w:rsid w:val="00223AD6"/>
    <w:rsid w:val="00225145"/>
    <w:rsid w:val="002255C2"/>
    <w:rsid w:val="00225FC7"/>
    <w:rsid w:val="00227DA7"/>
    <w:rsid w:val="002313B6"/>
    <w:rsid w:val="00231ADA"/>
    <w:rsid w:val="00232597"/>
    <w:rsid w:val="00236B8D"/>
    <w:rsid w:val="00236C36"/>
    <w:rsid w:val="00237CF9"/>
    <w:rsid w:val="00237DDC"/>
    <w:rsid w:val="00237DFD"/>
    <w:rsid w:val="002404E7"/>
    <w:rsid w:val="002447C1"/>
    <w:rsid w:val="00246888"/>
    <w:rsid w:val="00246963"/>
    <w:rsid w:val="00246DA1"/>
    <w:rsid w:val="0025069A"/>
    <w:rsid w:val="00253C72"/>
    <w:rsid w:val="002548BD"/>
    <w:rsid w:val="00254DA6"/>
    <w:rsid w:val="00257CE2"/>
    <w:rsid w:val="00260F73"/>
    <w:rsid w:val="00261924"/>
    <w:rsid w:val="0026225B"/>
    <w:rsid w:val="00262F85"/>
    <w:rsid w:val="00263428"/>
    <w:rsid w:val="00263D44"/>
    <w:rsid w:val="00266144"/>
    <w:rsid w:val="002707BA"/>
    <w:rsid w:val="0027089B"/>
    <w:rsid w:val="00271A6A"/>
    <w:rsid w:val="00271BD4"/>
    <w:rsid w:val="002732FD"/>
    <w:rsid w:val="00274EAB"/>
    <w:rsid w:val="00276472"/>
    <w:rsid w:val="00277311"/>
    <w:rsid w:val="00282A2D"/>
    <w:rsid w:val="00283032"/>
    <w:rsid w:val="00283203"/>
    <w:rsid w:val="002847F5"/>
    <w:rsid w:val="002859FC"/>
    <w:rsid w:val="00285F70"/>
    <w:rsid w:val="0028608A"/>
    <w:rsid w:val="00286368"/>
    <w:rsid w:val="00290F18"/>
    <w:rsid w:val="00291DFA"/>
    <w:rsid w:val="00292096"/>
    <w:rsid w:val="00293F8D"/>
    <w:rsid w:val="002959E3"/>
    <w:rsid w:val="002A0DC8"/>
    <w:rsid w:val="002A23C1"/>
    <w:rsid w:val="002A4199"/>
    <w:rsid w:val="002A5325"/>
    <w:rsid w:val="002A760C"/>
    <w:rsid w:val="002B63E2"/>
    <w:rsid w:val="002C05A6"/>
    <w:rsid w:val="002C1F16"/>
    <w:rsid w:val="002C2DD8"/>
    <w:rsid w:val="002C3AB9"/>
    <w:rsid w:val="002C3CD1"/>
    <w:rsid w:val="002C4442"/>
    <w:rsid w:val="002C6F3F"/>
    <w:rsid w:val="002D04EE"/>
    <w:rsid w:val="002D0F08"/>
    <w:rsid w:val="002D247B"/>
    <w:rsid w:val="002D29A5"/>
    <w:rsid w:val="002D50F0"/>
    <w:rsid w:val="002D70D5"/>
    <w:rsid w:val="002D7AA4"/>
    <w:rsid w:val="002D7EDF"/>
    <w:rsid w:val="002E01D2"/>
    <w:rsid w:val="002E25D0"/>
    <w:rsid w:val="002E3D17"/>
    <w:rsid w:val="002E4104"/>
    <w:rsid w:val="002F1398"/>
    <w:rsid w:val="002F29C2"/>
    <w:rsid w:val="002F2A4C"/>
    <w:rsid w:val="002F4417"/>
    <w:rsid w:val="002F5F67"/>
    <w:rsid w:val="002F6F71"/>
    <w:rsid w:val="002F72D9"/>
    <w:rsid w:val="002F7653"/>
    <w:rsid w:val="002F7DF1"/>
    <w:rsid w:val="003003D0"/>
    <w:rsid w:val="003033A5"/>
    <w:rsid w:val="00303BE1"/>
    <w:rsid w:val="00305F32"/>
    <w:rsid w:val="003078C1"/>
    <w:rsid w:val="00307902"/>
    <w:rsid w:val="00311103"/>
    <w:rsid w:val="00312E32"/>
    <w:rsid w:val="00313057"/>
    <w:rsid w:val="00313650"/>
    <w:rsid w:val="00313942"/>
    <w:rsid w:val="00314014"/>
    <w:rsid w:val="0031493C"/>
    <w:rsid w:val="0031502A"/>
    <w:rsid w:val="00316FAF"/>
    <w:rsid w:val="00317221"/>
    <w:rsid w:val="003200F3"/>
    <w:rsid w:val="00320AD9"/>
    <w:rsid w:val="00321CEA"/>
    <w:rsid w:val="00322733"/>
    <w:rsid w:val="00322AA0"/>
    <w:rsid w:val="00323D06"/>
    <w:rsid w:val="0032535D"/>
    <w:rsid w:val="00325703"/>
    <w:rsid w:val="0032617E"/>
    <w:rsid w:val="003263EB"/>
    <w:rsid w:val="003268FD"/>
    <w:rsid w:val="00326F37"/>
    <w:rsid w:val="00327A66"/>
    <w:rsid w:val="00330AEC"/>
    <w:rsid w:val="003315C6"/>
    <w:rsid w:val="0033731D"/>
    <w:rsid w:val="00337492"/>
    <w:rsid w:val="00337F17"/>
    <w:rsid w:val="003433AF"/>
    <w:rsid w:val="00344B06"/>
    <w:rsid w:val="00344F4E"/>
    <w:rsid w:val="00345CEF"/>
    <w:rsid w:val="003465BD"/>
    <w:rsid w:val="0034780A"/>
    <w:rsid w:val="0035392B"/>
    <w:rsid w:val="00353F50"/>
    <w:rsid w:val="00354A69"/>
    <w:rsid w:val="00355295"/>
    <w:rsid w:val="00355F34"/>
    <w:rsid w:val="00356259"/>
    <w:rsid w:val="00356A1E"/>
    <w:rsid w:val="00362170"/>
    <w:rsid w:val="00362B77"/>
    <w:rsid w:val="00362BBF"/>
    <w:rsid w:val="00363626"/>
    <w:rsid w:val="003703B8"/>
    <w:rsid w:val="00370F4E"/>
    <w:rsid w:val="003710B2"/>
    <w:rsid w:val="00373197"/>
    <w:rsid w:val="003748A7"/>
    <w:rsid w:val="00375C2F"/>
    <w:rsid w:val="00375F2A"/>
    <w:rsid w:val="003804F1"/>
    <w:rsid w:val="00380BD8"/>
    <w:rsid w:val="003824DB"/>
    <w:rsid w:val="00386F0F"/>
    <w:rsid w:val="0038762B"/>
    <w:rsid w:val="003906F2"/>
    <w:rsid w:val="00390815"/>
    <w:rsid w:val="0039092C"/>
    <w:rsid w:val="00390F12"/>
    <w:rsid w:val="00391304"/>
    <w:rsid w:val="00391D23"/>
    <w:rsid w:val="00393855"/>
    <w:rsid w:val="00393A87"/>
    <w:rsid w:val="00393E0A"/>
    <w:rsid w:val="00397F2E"/>
    <w:rsid w:val="003A0FEB"/>
    <w:rsid w:val="003A1FAA"/>
    <w:rsid w:val="003A2035"/>
    <w:rsid w:val="003A3F6B"/>
    <w:rsid w:val="003A50BA"/>
    <w:rsid w:val="003A51E6"/>
    <w:rsid w:val="003A5735"/>
    <w:rsid w:val="003A6D0B"/>
    <w:rsid w:val="003A77AC"/>
    <w:rsid w:val="003A7C4A"/>
    <w:rsid w:val="003A7D1C"/>
    <w:rsid w:val="003B283C"/>
    <w:rsid w:val="003B3C9C"/>
    <w:rsid w:val="003B6A91"/>
    <w:rsid w:val="003B6B11"/>
    <w:rsid w:val="003C3786"/>
    <w:rsid w:val="003C3E3A"/>
    <w:rsid w:val="003C3FA4"/>
    <w:rsid w:val="003C42A4"/>
    <w:rsid w:val="003C4F1E"/>
    <w:rsid w:val="003C7854"/>
    <w:rsid w:val="003D135B"/>
    <w:rsid w:val="003D1EC9"/>
    <w:rsid w:val="003D53C6"/>
    <w:rsid w:val="003D6B9E"/>
    <w:rsid w:val="003E2F40"/>
    <w:rsid w:val="003E3B4F"/>
    <w:rsid w:val="003E4AA1"/>
    <w:rsid w:val="003E537B"/>
    <w:rsid w:val="003E6403"/>
    <w:rsid w:val="003F020A"/>
    <w:rsid w:val="00401C09"/>
    <w:rsid w:val="00404A6F"/>
    <w:rsid w:val="00411137"/>
    <w:rsid w:val="00414B12"/>
    <w:rsid w:val="004159F3"/>
    <w:rsid w:val="00417F25"/>
    <w:rsid w:val="004233D8"/>
    <w:rsid w:val="00423826"/>
    <w:rsid w:val="00424246"/>
    <w:rsid w:val="00424880"/>
    <w:rsid w:val="0042493E"/>
    <w:rsid w:val="00427864"/>
    <w:rsid w:val="0043175D"/>
    <w:rsid w:val="004330D5"/>
    <w:rsid w:val="00433734"/>
    <w:rsid w:val="004340B1"/>
    <w:rsid w:val="00435000"/>
    <w:rsid w:val="00437C69"/>
    <w:rsid w:val="004404E4"/>
    <w:rsid w:val="00440995"/>
    <w:rsid w:val="0044193F"/>
    <w:rsid w:val="00446D58"/>
    <w:rsid w:val="00450F81"/>
    <w:rsid w:val="0045271A"/>
    <w:rsid w:val="0046156D"/>
    <w:rsid w:val="00461B43"/>
    <w:rsid w:val="00461D62"/>
    <w:rsid w:val="00462E2A"/>
    <w:rsid w:val="00470A6B"/>
    <w:rsid w:val="00470DD2"/>
    <w:rsid w:val="00470EB9"/>
    <w:rsid w:val="00470FCE"/>
    <w:rsid w:val="00471FFD"/>
    <w:rsid w:val="00475FCA"/>
    <w:rsid w:val="00480098"/>
    <w:rsid w:val="00481142"/>
    <w:rsid w:val="0048281E"/>
    <w:rsid w:val="00483CCE"/>
    <w:rsid w:val="00484106"/>
    <w:rsid w:val="00485167"/>
    <w:rsid w:val="00485537"/>
    <w:rsid w:val="00486584"/>
    <w:rsid w:val="00491E39"/>
    <w:rsid w:val="004925D1"/>
    <w:rsid w:val="00494630"/>
    <w:rsid w:val="004971D0"/>
    <w:rsid w:val="004A10A8"/>
    <w:rsid w:val="004A4808"/>
    <w:rsid w:val="004A6F5C"/>
    <w:rsid w:val="004A7F04"/>
    <w:rsid w:val="004B4E64"/>
    <w:rsid w:val="004B6564"/>
    <w:rsid w:val="004B7141"/>
    <w:rsid w:val="004B7230"/>
    <w:rsid w:val="004C1335"/>
    <w:rsid w:val="004C1978"/>
    <w:rsid w:val="004C2495"/>
    <w:rsid w:val="004C3A79"/>
    <w:rsid w:val="004C3BC0"/>
    <w:rsid w:val="004C3D29"/>
    <w:rsid w:val="004C4902"/>
    <w:rsid w:val="004C5E8B"/>
    <w:rsid w:val="004C6724"/>
    <w:rsid w:val="004C6EA5"/>
    <w:rsid w:val="004D022D"/>
    <w:rsid w:val="004D222C"/>
    <w:rsid w:val="004D2CF0"/>
    <w:rsid w:val="004E21A1"/>
    <w:rsid w:val="004E24F6"/>
    <w:rsid w:val="004E4860"/>
    <w:rsid w:val="004E67CE"/>
    <w:rsid w:val="004F1F20"/>
    <w:rsid w:val="004F3063"/>
    <w:rsid w:val="004F4424"/>
    <w:rsid w:val="004F45EC"/>
    <w:rsid w:val="004F7579"/>
    <w:rsid w:val="00503BE6"/>
    <w:rsid w:val="00504602"/>
    <w:rsid w:val="00504E17"/>
    <w:rsid w:val="00505B4B"/>
    <w:rsid w:val="005069C1"/>
    <w:rsid w:val="0051225F"/>
    <w:rsid w:val="00512F1A"/>
    <w:rsid w:val="005140E8"/>
    <w:rsid w:val="0051681C"/>
    <w:rsid w:val="005179A6"/>
    <w:rsid w:val="00521718"/>
    <w:rsid w:val="005225D8"/>
    <w:rsid w:val="00522F7D"/>
    <w:rsid w:val="0052481D"/>
    <w:rsid w:val="00524E90"/>
    <w:rsid w:val="00525050"/>
    <w:rsid w:val="00525C07"/>
    <w:rsid w:val="005268B1"/>
    <w:rsid w:val="00526DEE"/>
    <w:rsid w:val="00530BC8"/>
    <w:rsid w:val="005317B6"/>
    <w:rsid w:val="00534769"/>
    <w:rsid w:val="005372FF"/>
    <w:rsid w:val="00537A3A"/>
    <w:rsid w:val="00540B14"/>
    <w:rsid w:val="00541236"/>
    <w:rsid w:val="00541386"/>
    <w:rsid w:val="00546338"/>
    <w:rsid w:val="0054696D"/>
    <w:rsid w:val="00547151"/>
    <w:rsid w:val="0054773B"/>
    <w:rsid w:val="005508D8"/>
    <w:rsid w:val="0055190A"/>
    <w:rsid w:val="00552EB4"/>
    <w:rsid w:val="00552EFA"/>
    <w:rsid w:val="005536C8"/>
    <w:rsid w:val="00555217"/>
    <w:rsid w:val="005554D6"/>
    <w:rsid w:val="005566C9"/>
    <w:rsid w:val="00556CE4"/>
    <w:rsid w:val="00557D11"/>
    <w:rsid w:val="00557D4A"/>
    <w:rsid w:val="00560AB7"/>
    <w:rsid w:val="00560C2D"/>
    <w:rsid w:val="00562B1C"/>
    <w:rsid w:val="00562D4A"/>
    <w:rsid w:val="00567F6D"/>
    <w:rsid w:val="0057356B"/>
    <w:rsid w:val="005735C0"/>
    <w:rsid w:val="005741D4"/>
    <w:rsid w:val="0057579C"/>
    <w:rsid w:val="00582154"/>
    <w:rsid w:val="005823A5"/>
    <w:rsid w:val="0058252C"/>
    <w:rsid w:val="00582F09"/>
    <w:rsid w:val="005865BD"/>
    <w:rsid w:val="005909E7"/>
    <w:rsid w:val="00592302"/>
    <w:rsid w:val="00592F0E"/>
    <w:rsid w:val="00592F49"/>
    <w:rsid w:val="005945B0"/>
    <w:rsid w:val="005949A3"/>
    <w:rsid w:val="00595CE6"/>
    <w:rsid w:val="00596075"/>
    <w:rsid w:val="0059630C"/>
    <w:rsid w:val="00597FAE"/>
    <w:rsid w:val="005A0318"/>
    <w:rsid w:val="005A159A"/>
    <w:rsid w:val="005A1A43"/>
    <w:rsid w:val="005A2031"/>
    <w:rsid w:val="005A3A62"/>
    <w:rsid w:val="005A3A9F"/>
    <w:rsid w:val="005B0E3E"/>
    <w:rsid w:val="005B37CC"/>
    <w:rsid w:val="005B686B"/>
    <w:rsid w:val="005B714B"/>
    <w:rsid w:val="005B7243"/>
    <w:rsid w:val="005C42CB"/>
    <w:rsid w:val="005C5CC4"/>
    <w:rsid w:val="005C64C7"/>
    <w:rsid w:val="005D0CE3"/>
    <w:rsid w:val="005D1475"/>
    <w:rsid w:val="005D1F1D"/>
    <w:rsid w:val="005D39E8"/>
    <w:rsid w:val="005D3F91"/>
    <w:rsid w:val="005D462A"/>
    <w:rsid w:val="005D7352"/>
    <w:rsid w:val="005E0D12"/>
    <w:rsid w:val="005E263B"/>
    <w:rsid w:val="005E3272"/>
    <w:rsid w:val="005E4230"/>
    <w:rsid w:val="005E4B1B"/>
    <w:rsid w:val="005F3744"/>
    <w:rsid w:val="005F5234"/>
    <w:rsid w:val="005F5AFA"/>
    <w:rsid w:val="00602A58"/>
    <w:rsid w:val="006046C2"/>
    <w:rsid w:val="00605491"/>
    <w:rsid w:val="006054CB"/>
    <w:rsid w:val="0060632F"/>
    <w:rsid w:val="0060671B"/>
    <w:rsid w:val="0060762E"/>
    <w:rsid w:val="00612DF6"/>
    <w:rsid w:val="006130C5"/>
    <w:rsid w:val="00613547"/>
    <w:rsid w:val="00613E65"/>
    <w:rsid w:val="0061440F"/>
    <w:rsid w:val="00614DB7"/>
    <w:rsid w:val="006176C6"/>
    <w:rsid w:val="0062209F"/>
    <w:rsid w:val="00622235"/>
    <w:rsid w:val="00622455"/>
    <w:rsid w:val="00622C34"/>
    <w:rsid w:val="00622EF9"/>
    <w:rsid w:val="006234F9"/>
    <w:rsid w:val="0062485C"/>
    <w:rsid w:val="00624D3B"/>
    <w:rsid w:val="00627AF8"/>
    <w:rsid w:val="006313BF"/>
    <w:rsid w:val="006325CE"/>
    <w:rsid w:val="006332BE"/>
    <w:rsid w:val="0063459B"/>
    <w:rsid w:val="0063468D"/>
    <w:rsid w:val="00634F0F"/>
    <w:rsid w:val="00636541"/>
    <w:rsid w:val="00637D8E"/>
    <w:rsid w:val="006407A6"/>
    <w:rsid w:val="00640B97"/>
    <w:rsid w:val="00640E19"/>
    <w:rsid w:val="0064356C"/>
    <w:rsid w:val="00643760"/>
    <w:rsid w:val="00643AE3"/>
    <w:rsid w:val="00643CB4"/>
    <w:rsid w:val="00647B50"/>
    <w:rsid w:val="0065166C"/>
    <w:rsid w:val="00652BF6"/>
    <w:rsid w:val="00652F47"/>
    <w:rsid w:val="006537E0"/>
    <w:rsid w:val="006547C5"/>
    <w:rsid w:val="00654F78"/>
    <w:rsid w:val="006569CE"/>
    <w:rsid w:val="00656B32"/>
    <w:rsid w:val="00664A54"/>
    <w:rsid w:val="006658FF"/>
    <w:rsid w:val="00665EFA"/>
    <w:rsid w:val="0066793E"/>
    <w:rsid w:val="00667BED"/>
    <w:rsid w:val="0067436F"/>
    <w:rsid w:val="00676153"/>
    <w:rsid w:val="006771AE"/>
    <w:rsid w:val="006816D5"/>
    <w:rsid w:val="00684CA8"/>
    <w:rsid w:val="006850C1"/>
    <w:rsid w:val="006931DC"/>
    <w:rsid w:val="006959C5"/>
    <w:rsid w:val="00696F51"/>
    <w:rsid w:val="006A0B99"/>
    <w:rsid w:val="006A46B4"/>
    <w:rsid w:val="006A4714"/>
    <w:rsid w:val="006A47A5"/>
    <w:rsid w:val="006A4F20"/>
    <w:rsid w:val="006A6096"/>
    <w:rsid w:val="006A6E1A"/>
    <w:rsid w:val="006A71A2"/>
    <w:rsid w:val="006B26B4"/>
    <w:rsid w:val="006B41F1"/>
    <w:rsid w:val="006B4826"/>
    <w:rsid w:val="006B4B3D"/>
    <w:rsid w:val="006B5F42"/>
    <w:rsid w:val="006B641F"/>
    <w:rsid w:val="006B644C"/>
    <w:rsid w:val="006C4336"/>
    <w:rsid w:val="006C6594"/>
    <w:rsid w:val="006C6DD0"/>
    <w:rsid w:val="006C7DDE"/>
    <w:rsid w:val="006D0AA9"/>
    <w:rsid w:val="006D123A"/>
    <w:rsid w:val="006D5326"/>
    <w:rsid w:val="006D62EF"/>
    <w:rsid w:val="006E20C6"/>
    <w:rsid w:val="006E26E1"/>
    <w:rsid w:val="006E322D"/>
    <w:rsid w:val="006E4A75"/>
    <w:rsid w:val="006E6BE0"/>
    <w:rsid w:val="006F070C"/>
    <w:rsid w:val="006F6238"/>
    <w:rsid w:val="006F6BD9"/>
    <w:rsid w:val="006F7BCA"/>
    <w:rsid w:val="006F7C2E"/>
    <w:rsid w:val="00700331"/>
    <w:rsid w:val="00703D4A"/>
    <w:rsid w:val="00703FDB"/>
    <w:rsid w:val="00707F75"/>
    <w:rsid w:val="00712A34"/>
    <w:rsid w:val="007138A2"/>
    <w:rsid w:val="00714A76"/>
    <w:rsid w:val="00715D65"/>
    <w:rsid w:val="0071680B"/>
    <w:rsid w:val="00716846"/>
    <w:rsid w:val="007174A6"/>
    <w:rsid w:val="00720E53"/>
    <w:rsid w:val="007211CA"/>
    <w:rsid w:val="00723623"/>
    <w:rsid w:val="00723EE1"/>
    <w:rsid w:val="007256B4"/>
    <w:rsid w:val="00726A85"/>
    <w:rsid w:val="00726E90"/>
    <w:rsid w:val="00727304"/>
    <w:rsid w:val="00727A23"/>
    <w:rsid w:val="0073117A"/>
    <w:rsid w:val="007311BF"/>
    <w:rsid w:val="00733692"/>
    <w:rsid w:val="00733DF3"/>
    <w:rsid w:val="007349AD"/>
    <w:rsid w:val="00734A3C"/>
    <w:rsid w:val="0073524A"/>
    <w:rsid w:val="0074460B"/>
    <w:rsid w:val="007472FC"/>
    <w:rsid w:val="00747518"/>
    <w:rsid w:val="00752F96"/>
    <w:rsid w:val="0075501F"/>
    <w:rsid w:val="00755EB3"/>
    <w:rsid w:val="00756BB5"/>
    <w:rsid w:val="007573E1"/>
    <w:rsid w:val="00761891"/>
    <w:rsid w:val="00761C38"/>
    <w:rsid w:val="0076337F"/>
    <w:rsid w:val="00763E9E"/>
    <w:rsid w:val="007674A4"/>
    <w:rsid w:val="007675AA"/>
    <w:rsid w:val="00767BC8"/>
    <w:rsid w:val="007717ED"/>
    <w:rsid w:val="00772526"/>
    <w:rsid w:val="00772A9C"/>
    <w:rsid w:val="00773CF2"/>
    <w:rsid w:val="00774EF8"/>
    <w:rsid w:val="0077724A"/>
    <w:rsid w:val="00777F09"/>
    <w:rsid w:val="00777FBE"/>
    <w:rsid w:val="00784E69"/>
    <w:rsid w:val="00785DEB"/>
    <w:rsid w:val="007910D6"/>
    <w:rsid w:val="00792127"/>
    <w:rsid w:val="00793D65"/>
    <w:rsid w:val="00796553"/>
    <w:rsid w:val="00796A8F"/>
    <w:rsid w:val="007A0F15"/>
    <w:rsid w:val="007A1F7C"/>
    <w:rsid w:val="007A211C"/>
    <w:rsid w:val="007A2C05"/>
    <w:rsid w:val="007A5058"/>
    <w:rsid w:val="007A53B4"/>
    <w:rsid w:val="007B0C79"/>
    <w:rsid w:val="007B2045"/>
    <w:rsid w:val="007B292F"/>
    <w:rsid w:val="007B4858"/>
    <w:rsid w:val="007B5DFA"/>
    <w:rsid w:val="007C0294"/>
    <w:rsid w:val="007C1833"/>
    <w:rsid w:val="007C4A64"/>
    <w:rsid w:val="007C555C"/>
    <w:rsid w:val="007D0A0F"/>
    <w:rsid w:val="007D354E"/>
    <w:rsid w:val="007D3C30"/>
    <w:rsid w:val="007D3E89"/>
    <w:rsid w:val="007E06AA"/>
    <w:rsid w:val="007E0FD3"/>
    <w:rsid w:val="007E1D1C"/>
    <w:rsid w:val="007E3D4F"/>
    <w:rsid w:val="007E5AC3"/>
    <w:rsid w:val="007E6780"/>
    <w:rsid w:val="007E72A9"/>
    <w:rsid w:val="007F21C2"/>
    <w:rsid w:val="007F39C4"/>
    <w:rsid w:val="007F63D6"/>
    <w:rsid w:val="007F6C3E"/>
    <w:rsid w:val="0080146F"/>
    <w:rsid w:val="00801648"/>
    <w:rsid w:val="0080232F"/>
    <w:rsid w:val="00802430"/>
    <w:rsid w:val="0080456E"/>
    <w:rsid w:val="00804D85"/>
    <w:rsid w:val="00807125"/>
    <w:rsid w:val="0081297E"/>
    <w:rsid w:val="0081301C"/>
    <w:rsid w:val="00813BB1"/>
    <w:rsid w:val="00817C6F"/>
    <w:rsid w:val="00821AE2"/>
    <w:rsid w:val="00822F8F"/>
    <w:rsid w:val="00823215"/>
    <w:rsid w:val="0082672B"/>
    <w:rsid w:val="0083232B"/>
    <w:rsid w:val="0084542C"/>
    <w:rsid w:val="00846607"/>
    <w:rsid w:val="008466E0"/>
    <w:rsid w:val="00851879"/>
    <w:rsid w:val="00852F70"/>
    <w:rsid w:val="00854405"/>
    <w:rsid w:val="0085530B"/>
    <w:rsid w:val="00861066"/>
    <w:rsid w:val="00863D33"/>
    <w:rsid w:val="00865997"/>
    <w:rsid w:val="00866359"/>
    <w:rsid w:val="00866BB7"/>
    <w:rsid w:val="00867091"/>
    <w:rsid w:val="00872404"/>
    <w:rsid w:val="008738D1"/>
    <w:rsid w:val="00874966"/>
    <w:rsid w:val="00876287"/>
    <w:rsid w:val="00876EC3"/>
    <w:rsid w:val="00877802"/>
    <w:rsid w:val="00896E7C"/>
    <w:rsid w:val="008A241B"/>
    <w:rsid w:val="008A47C9"/>
    <w:rsid w:val="008A69AB"/>
    <w:rsid w:val="008A7B4F"/>
    <w:rsid w:val="008A7B51"/>
    <w:rsid w:val="008B050A"/>
    <w:rsid w:val="008B16DD"/>
    <w:rsid w:val="008B4956"/>
    <w:rsid w:val="008B5250"/>
    <w:rsid w:val="008B6AEF"/>
    <w:rsid w:val="008C224A"/>
    <w:rsid w:val="008C68C2"/>
    <w:rsid w:val="008C7D6B"/>
    <w:rsid w:val="008C7E96"/>
    <w:rsid w:val="008D13D4"/>
    <w:rsid w:val="008D2F92"/>
    <w:rsid w:val="008D3690"/>
    <w:rsid w:val="008D623C"/>
    <w:rsid w:val="008E0054"/>
    <w:rsid w:val="008E1188"/>
    <w:rsid w:val="008E1B9C"/>
    <w:rsid w:val="008E3216"/>
    <w:rsid w:val="008E340C"/>
    <w:rsid w:val="008E3937"/>
    <w:rsid w:val="008E4031"/>
    <w:rsid w:val="008E4325"/>
    <w:rsid w:val="008E4752"/>
    <w:rsid w:val="008E4AAC"/>
    <w:rsid w:val="008E4C6B"/>
    <w:rsid w:val="008E5317"/>
    <w:rsid w:val="008E58D5"/>
    <w:rsid w:val="008E5CEE"/>
    <w:rsid w:val="008F013B"/>
    <w:rsid w:val="008F0C67"/>
    <w:rsid w:val="008F1BBF"/>
    <w:rsid w:val="008F453C"/>
    <w:rsid w:val="008F5F20"/>
    <w:rsid w:val="008F72B0"/>
    <w:rsid w:val="00901144"/>
    <w:rsid w:val="00905C15"/>
    <w:rsid w:val="00910103"/>
    <w:rsid w:val="009119AA"/>
    <w:rsid w:val="0091348E"/>
    <w:rsid w:val="00913B30"/>
    <w:rsid w:val="009142F9"/>
    <w:rsid w:val="00914858"/>
    <w:rsid w:val="00915FB7"/>
    <w:rsid w:val="00916F34"/>
    <w:rsid w:val="009178E7"/>
    <w:rsid w:val="00917C51"/>
    <w:rsid w:val="00922237"/>
    <w:rsid w:val="009224E4"/>
    <w:rsid w:val="00924E6A"/>
    <w:rsid w:val="0092625A"/>
    <w:rsid w:val="00926308"/>
    <w:rsid w:val="009269D5"/>
    <w:rsid w:val="009276E6"/>
    <w:rsid w:val="00927AFA"/>
    <w:rsid w:val="00933A4E"/>
    <w:rsid w:val="009353BA"/>
    <w:rsid w:val="00941098"/>
    <w:rsid w:val="0094122D"/>
    <w:rsid w:val="009447DE"/>
    <w:rsid w:val="00960352"/>
    <w:rsid w:val="009646EA"/>
    <w:rsid w:val="00964A89"/>
    <w:rsid w:val="009707CA"/>
    <w:rsid w:val="00971894"/>
    <w:rsid w:val="00972F39"/>
    <w:rsid w:val="0098011C"/>
    <w:rsid w:val="009813D5"/>
    <w:rsid w:val="00981C2E"/>
    <w:rsid w:val="00981F72"/>
    <w:rsid w:val="0098283E"/>
    <w:rsid w:val="00986650"/>
    <w:rsid w:val="009877B6"/>
    <w:rsid w:val="00987B08"/>
    <w:rsid w:val="00987BCD"/>
    <w:rsid w:val="00990EA4"/>
    <w:rsid w:val="0099484E"/>
    <w:rsid w:val="00994E95"/>
    <w:rsid w:val="009A04D0"/>
    <w:rsid w:val="009A259E"/>
    <w:rsid w:val="009A6B35"/>
    <w:rsid w:val="009B05BE"/>
    <w:rsid w:val="009C505B"/>
    <w:rsid w:val="009C6793"/>
    <w:rsid w:val="009C7DC8"/>
    <w:rsid w:val="009D1F06"/>
    <w:rsid w:val="009D3078"/>
    <w:rsid w:val="009D31F0"/>
    <w:rsid w:val="009D4459"/>
    <w:rsid w:val="009E20FE"/>
    <w:rsid w:val="009E536B"/>
    <w:rsid w:val="009E595C"/>
    <w:rsid w:val="009E6D72"/>
    <w:rsid w:val="009E77C2"/>
    <w:rsid w:val="009F4A2D"/>
    <w:rsid w:val="009F5526"/>
    <w:rsid w:val="009F5B8A"/>
    <w:rsid w:val="00A00141"/>
    <w:rsid w:val="00A01544"/>
    <w:rsid w:val="00A01C77"/>
    <w:rsid w:val="00A035E5"/>
    <w:rsid w:val="00A054D3"/>
    <w:rsid w:val="00A05F80"/>
    <w:rsid w:val="00A064BA"/>
    <w:rsid w:val="00A111B1"/>
    <w:rsid w:val="00A112D0"/>
    <w:rsid w:val="00A14D9A"/>
    <w:rsid w:val="00A17418"/>
    <w:rsid w:val="00A17998"/>
    <w:rsid w:val="00A17B30"/>
    <w:rsid w:val="00A25076"/>
    <w:rsid w:val="00A251B4"/>
    <w:rsid w:val="00A27A2D"/>
    <w:rsid w:val="00A30AAC"/>
    <w:rsid w:val="00A32A96"/>
    <w:rsid w:val="00A342AF"/>
    <w:rsid w:val="00A34BD5"/>
    <w:rsid w:val="00A358AE"/>
    <w:rsid w:val="00A4149F"/>
    <w:rsid w:val="00A41962"/>
    <w:rsid w:val="00A451AA"/>
    <w:rsid w:val="00A45D9B"/>
    <w:rsid w:val="00A50389"/>
    <w:rsid w:val="00A508ED"/>
    <w:rsid w:val="00A608C9"/>
    <w:rsid w:val="00A60BCE"/>
    <w:rsid w:val="00A6155A"/>
    <w:rsid w:val="00A62D58"/>
    <w:rsid w:val="00A66A44"/>
    <w:rsid w:val="00A66BCA"/>
    <w:rsid w:val="00A708FF"/>
    <w:rsid w:val="00A70DAA"/>
    <w:rsid w:val="00A71442"/>
    <w:rsid w:val="00A73BC8"/>
    <w:rsid w:val="00A7674D"/>
    <w:rsid w:val="00A8023E"/>
    <w:rsid w:val="00A87BFB"/>
    <w:rsid w:val="00A87ED4"/>
    <w:rsid w:val="00A94F5B"/>
    <w:rsid w:val="00A957B0"/>
    <w:rsid w:val="00A964F2"/>
    <w:rsid w:val="00A96AAA"/>
    <w:rsid w:val="00AA1879"/>
    <w:rsid w:val="00AA25A0"/>
    <w:rsid w:val="00AA49FC"/>
    <w:rsid w:val="00AA797A"/>
    <w:rsid w:val="00AB3416"/>
    <w:rsid w:val="00AB398C"/>
    <w:rsid w:val="00AB6F53"/>
    <w:rsid w:val="00AB72A4"/>
    <w:rsid w:val="00AC2C39"/>
    <w:rsid w:val="00AC5884"/>
    <w:rsid w:val="00AC75FB"/>
    <w:rsid w:val="00AD0F0C"/>
    <w:rsid w:val="00AD1B9D"/>
    <w:rsid w:val="00AD4DD1"/>
    <w:rsid w:val="00AE03BD"/>
    <w:rsid w:val="00AE0E6D"/>
    <w:rsid w:val="00AE0EC3"/>
    <w:rsid w:val="00AE1495"/>
    <w:rsid w:val="00AE1796"/>
    <w:rsid w:val="00AE3190"/>
    <w:rsid w:val="00AE5C1B"/>
    <w:rsid w:val="00AE692E"/>
    <w:rsid w:val="00AE78AA"/>
    <w:rsid w:val="00AF5F43"/>
    <w:rsid w:val="00AF61E9"/>
    <w:rsid w:val="00AF70FF"/>
    <w:rsid w:val="00AF7174"/>
    <w:rsid w:val="00B019A0"/>
    <w:rsid w:val="00B01B8E"/>
    <w:rsid w:val="00B01FAB"/>
    <w:rsid w:val="00B03208"/>
    <w:rsid w:val="00B04492"/>
    <w:rsid w:val="00B0484E"/>
    <w:rsid w:val="00B0681C"/>
    <w:rsid w:val="00B078D2"/>
    <w:rsid w:val="00B10B0B"/>
    <w:rsid w:val="00B13018"/>
    <w:rsid w:val="00B1417C"/>
    <w:rsid w:val="00B14850"/>
    <w:rsid w:val="00B1628D"/>
    <w:rsid w:val="00B164FE"/>
    <w:rsid w:val="00B21F78"/>
    <w:rsid w:val="00B21FC8"/>
    <w:rsid w:val="00B220AA"/>
    <w:rsid w:val="00B226EC"/>
    <w:rsid w:val="00B2440C"/>
    <w:rsid w:val="00B31BD1"/>
    <w:rsid w:val="00B34A58"/>
    <w:rsid w:val="00B35D10"/>
    <w:rsid w:val="00B42020"/>
    <w:rsid w:val="00B434FC"/>
    <w:rsid w:val="00B45411"/>
    <w:rsid w:val="00B46667"/>
    <w:rsid w:val="00B5091D"/>
    <w:rsid w:val="00B510A5"/>
    <w:rsid w:val="00B51733"/>
    <w:rsid w:val="00B52140"/>
    <w:rsid w:val="00B52F70"/>
    <w:rsid w:val="00B56FDE"/>
    <w:rsid w:val="00B62FCA"/>
    <w:rsid w:val="00B64097"/>
    <w:rsid w:val="00B6655C"/>
    <w:rsid w:val="00B67A40"/>
    <w:rsid w:val="00B719DD"/>
    <w:rsid w:val="00B7330D"/>
    <w:rsid w:val="00B7361C"/>
    <w:rsid w:val="00B74079"/>
    <w:rsid w:val="00B740E2"/>
    <w:rsid w:val="00B76997"/>
    <w:rsid w:val="00B76E57"/>
    <w:rsid w:val="00B80BA1"/>
    <w:rsid w:val="00B845EC"/>
    <w:rsid w:val="00B85F31"/>
    <w:rsid w:val="00B9013E"/>
    <w:rsid w:val="00B923A4"/>
    <w:rsid w:val="00B92859"/>
    <w:rsid w:val="00B94A11"/>
    <w:rsid w:val="00B95E52"/>
    <w:rsid w:val="00B96775"/>
    <w:rsid w:val="00B9749F"/>
    <w:rsid w:val="00B97516"/>
    <w:rsid w:val="00B978BB"/>
    <w:rsid w:val="00B97D59"/>
    <w:rsid w:val="00BA0C41"/>
    <w:rsid w:val="00BA169A"/>
    <w:rsid w:val="00BA2A50"/>
    <w:rsid w:val="00BA617F"/>
    <w:rsid w:val="00BA72C0"/>
    <w:rsid w:val="00BB0974"/>
    <w:rsid w:val="00BB2B9E"/>
    <w:rsid w:val="00BB40A2"/>
    <w:rsid w:val="00BB4B30"/>
    <w:rsid w:val="00BB6B49"/>
    <w:rsid w:val="00BB7302"/>
    <w:rsid w:val="00BC221F"/>
    <w:rsid w:val="00BC52ED"/>
    <w:rsid w:val="00BC540D"/>
    <w:rsid w:val="00BC6830"/>
    <w:rsid w:val="00BC6B55"/>
    <w:rsid w:val="00BD1492"/>
    <w:rsid w:val="00BD16A0"/>
    <w:rsid w:val="00BD2621"/>
    <w:rsid w:val="00BD3087"/>
    <w:rsid w:val="00BD3BFA"/>
    <w:rsid w:val="00BD41E9"/>
    <w:rsid w:val="00BD5665"/>
    <w:rsid w:val="00BE3757"/>
    <w:rsid w:val="00BE5703"/>
    <w:rsid w:val="00BE778A"/>
    <w:rsid w:val="00BF11FA"/>
    <w:rsid w:val="00BF3F45"/>
    <w:rsid w:val="00BF693F"/>
    <w:rsid w:val="00BF6B34"/>
    <w:rsid w:val="00BF7479"/>
    <w:rsid w:val="00C03652"/>
    <w:rsid w:val="00C048E6"/>
    <w:rsid w:val="00C07236"/>
    <w:rsid w:val="00C12D90"/>
    <w:rsid w:val="00C1382E"/>
    <w:rsid w:val="00C13E3F"/>
    <w:rsid w:val="00C177F7"/>
    <w:rsid w:val="00C207FB"/>
    <w:rsid w:val="00C214B6"/>
    <w:rsid w:val="00C21630"/>
    <w:rsid w:val="00C2379D"/>
    <w:rsid w:val="00C244F5"/>
    <w:rsid w:val="00C25405"/>
    <w:rsid w:val="00C306C4"/>
    <w:rsid w:val="00C343D8"/>
    <w:rsid w:val="00C349C9"/>
    <w:rsid w:val="00C34B70"/>
    <w:rsid w:val="00C36726"/>
    <w:rsid w:val="00C42F60"/>
    <w:rsid w:val="00C44495"/>
    <w:rsid w:val="00C528E9"/>
    <w:rsid w:val="00C52CBA"/>
    <w:rsid w:val="00C53990"/>
    <w:rsid w:val="00C55A71"/>
    <w:rsid w:val="00C62362"/>
    <w:rsid w:val="00C715F2"/>
    <w:rsid w:val="00C733D5"/>
    <w:rsid w:val="00C75F2E"/>
    <w:rsid w:val="00C76497"/>
    <w:rsid w:val="00C76ED5"/>
    <w:rsid w:val="00C80E07"/>
    <w:rsid w:val="00C80FE2"/>
    <w:rsid w:val="00C827D8"/>
    <w:rsid w:val="00C87C0F"/>
    <w:rsid w:val="00C9040D"/>
    <w:rsid w:val="00C923C7"/>
    <w:rsid w:val="00C92A5E"/>
    <w:rsid w:val="00C92D3D"/>
    <w:rsid w:val="00C95C84"/>
    <w:rsid w:val="00C95DAA"/>
    <w:rsid w:val="00C96154"/>
    <w:rsid w:val="00C96798"/>
    <w:rsid w:val="00CA0BEA"/>
    <w:rsid w:val="00CA19E0"/>
    <w:rsid w:val="00CA61B3"/>
    <w:rsid w:val="00CA6E06"/>
    <w:rsid w:val="00CB2556"/>
    <w:rsid w:val="00CB2DA7"/>
    <w:rsid w:val="00CB344C"/>
    <w:rsid w:val="00CB38BE"/>
    <w:rsid w:val="00CB4AF4"/>
    <w:rsid w:val="00CB69FA"/>
    <w:rsid w:val="00CC0E3C"/>
    <w:rsid w:val="00CC1519"/>
    <w:rsid w:val="00CC68BC"/>
    <w:rsid w:val="00CC7DA5"/>
    <w:rsid w:val="00CD0881"/>
    <w:rsid w:val="00CD2291"/>
    <w:rsid w:val="00CD6950"/>
    <w:rsid w:val="00CD72DC"/>
    <w:rsid w:val="00CE0AAD"/>
    <w:rsid w:val="00CE2881"/>
    <w:rsid w:val="00CE31BB"/>
    <w:rsid w:val="00CE4105"/>
    <w:rsid w:val="00CE77DC"/>
    <w:rsid w:val="00CF066E"/>
    <w:rsid w:val="00CF3B77"/>
    <w:rsid w:val="00CF4D12"/>
    <w:rsid w:val="00CF6279"/>
    <w:rsid w:val="00CF7C48"/>
    <w:rsid w:val="00D056E1"/>
    <w:rsid w:val="00D05DA3"/>
    <w:rsid w:val="00D10A09"/>
    <w:rsid w:val="00D13998"/>
    <w:rsid w:val="00D1431D"/>
    <w:rsid w:val="00D14D73"/>
    <w:rsid w:val="00D154BB"/>
    <w:rsid w:val="00D157AA"/>
    <w:rsid w:val="00D161A0"/>
    <w:rsid w:val="00D226DD"/>
    <w:rsid w:val="00D22E9F"/>
    <w:rsid w:val="00D25789"/>
    <w:rsid w:val="00D2589F"/>
    <w:rsid w:val="00D25ABC"/>
    <w:rsid w:val="00D314D7"/>
    <w:rsid w:val="00D316FE"/>
    <w:rsid w:val="00D3431E"/>
    <w:rsid w:val="00D35456"/>
    <w:rsid w:val="00D37937"/>
    <w:rsid w:val="00D431A4"/>
    <w:rsid w:val="00D455EF"/>
    <w:rsid w:val="00D4743A"/>
    <w:rsid w:val="00D51A77"/>
    <w:rsid w:val="00D51C23"/>
    <w:rsid w:val="00D52816"/>
    <w:rsid w:val="00D54CEA"/>
    <w:rsid w:val="00D606EA"/>
    <w:rsid w:val="00D60AF6"/>
    <w:rsid w:val="00D615DB"/>
    <w:rsid w:val="00D62539"/>
    <w:rsid w:val="00D63A58"/>
    <w:rsid w:val="00D65EE6"/>
    <w:rsid w:val="00D66A2C"/>
    <w:rsid w:val="00D72880"/>
    <w:rsid w:val="00D72C15"/>
    <w:rsid w:val="00D771C5"/>
    <w:rsid w:val="00D77DD3"/>
    <w:rsid w:val="00D8263A"/>
    <w:rsid w:val="00D90E51"/>
    <w:rsid w:val="00D92620"/>
    <w:rsid w:val="00D94CCC"/>
    <w:rsid w:val="00DA1DF5"/>
    <w:rsid w:val="00DA309F"/>
    <w:rsid w:val="00DA5059"/>
    <w:rsid w:val="00DA515B"/>
    <w:rsid w:val="00DA68E7"/>
    <w:rsid w:val="00DB015A"/>
    <w:rsid w:val="00DB2CE2"/>
    <w:rsid w:val="00DB3196"/>
    <w:rsid w:val="00DB44C0"/>
    <w:rsid w:val="00DB4D55"/>
    <w:rsid w:val="00DB55B9"/>
    <w:rsid w:val="00DB6F60"/>
    <w:rsid w:val="00DB79FC"/>
    <w:rsid w:val="00DC1108"/>
    <w:rsid w:val="00DC41FA"/>
    <w:rsid w:val="00DC6A54"/>
    <w:rsid w:val="00DD6271"/>
    <w:rsid w:val="00DD7486"/>
    <w:rsid w:val="00DE1991"/>
    <w:rsid w:val="00DE4926"/>
    <w:rsid w:val="00DE7BAB"/>
    <w:rsid w:val="00DF169E"/>
    <w:rsid w:val="00DF404A"/>
    <w:rsid w:val="00DF5336"/>
    <w:rsid w:val="00E02668"/>
    <w:rsid w:val="00E0321C"/>
    <w:rsid w:val="00E03C8E"/>
    <w:rsid w:val="00E040AB"/>
    <w:rsid w:val="00E044A5"/>
    <w:rsid w:val="00E07093"/>
    <w:rsid w:val="00E070C6"/>
    <w:rsid w:val="00E10B4A"/>
    <w:rsid w:val="00E11C93"/>
    <w:rsid w:val="00E12302"/>
    <w:rsid w:val="00E12333"/>
    <w:rsid w:val="00E1279E"/>
    <w:rsid w:val="00E15CF0"/>
    <w:rsid w:val="00E22698"/>
    <w:rsid w:val="00E26236"/>
    <w:rsid w:val="00E26C83"/>
    <w:rsid w:val="00E26D91"/>
    <w:rsid w:val="00E27A1C"/>
    <w:rsid w:val="00E315C0"/>
    <w:rsid w:val="00E35CF5"/>
    <w:rsid w:val="00E37445"/>
    <w:rsid w:val="00E376A7"/>
    <w:rsid w:val="00E3786E"/>
    <w:rsid w:val="00E3791B"/>
    <w:rsid w:val="00E40624"/>
    <w:rsid w:val="00E4322C"/>
    <w:rsid w:val="00E4620A"/>
    <w:rsid w:val="00E465EA"/>
    <w:rsid w:val="00E508EB"/>
    <w:rsid w:val="00E514D0"/>
    <w:rsid w:val="00E51E77"/>
    <w:rsid w:val="00E528B9"/>
    <w:rsid w:val="00E54E0F"/>
    <w:rsid w:val="00E54EC9"/>
    <w:rsid w:val="00E55A35"/>
    <w:rsid w:val="00E57950"/>
    <w:rsid w:val="00E63A69"/>
    <w:rsid w:val="00E6691B"/>
    <w:rsid w:val="00E67035"/>
    <w:rsid w:val="00E73D8C"/>
    <w:rsid w:val="00E741B3"/>
    <w:rsid w:val="00E8279A"/>
    <w:rsid w:val="00E83FC2"/>
    <w:rsid w:val="00E8413E"/>
    <w:rsid w:val="00E854A1"/>
    <w:rsid w:val="00E87FDD"/>
    <w:rsid w:val="00E90D7C"/>
    <w:rsid w:val="00E9104A"/>
    <w:rsid w:val="00E919DE"/>
    <w:rsid w:val="00E91B88"/>
    <w:rsid w:val="00E96029"/>
    <w:rsid w:val="00E9649F"/>
    <w:rsid w:val="00E979F1"/>
    <w:rsid w:val="00EA23AF"/>
    <w:rsid w:val="00EA2710"/>
    <w:rsid w:val="00EA6662"/>
    <w:rsid w:val="00EA73F7"/>
    <w:rsid w:val="00EB01DC"/>
    <w:rsid w:val="00EB2F23"/>
    <w:rsid w:val="00EB4914"/>
    <w:rsid w:val="00EB5772"/>
    <w:rsid w:val="00EB6015"/>
    <w:rsid w:val="00EB7C63"/>
    <w:rsid w:val="00EB7DEC"/>
    <w:rsid w:val="00EC0DB0"/>
    <w:rsid w:val="00EC2135"/>
    <w:rsid w:val="00EC256C"/>
    <w:rsid w:val="00EC39F3"/>
    <w:rsid w:val="00EC4596"/>
    <w:rsid w:val="00EC54C6"/>
    <w:rsid w:val="00EC7ED7"/>
    <w:rsid w:val="00ED1BB3"/>
    <w:rsid w:val="00ED5789"/>
    <w:rsid w:val="00EE03B8"/>
    <w:rsid w:val="00EE0DE3"/>
    <w:rsid w:val="00EE1269"/>
    <w:rsid w:val="00EE1E35"/>
    <w:rsid w:val="00EE3916"/>
    <w:rsid w:val="00EE3C17"/>
    <w:rsid w:val="00EE57C5"/>
    <w:rsid w:val="00EE6417"/>
    <w:rsid w:val="00EE7F6A"/>
    <w:rsid w:val="00EF037F"/>
    <w:rsid w:val="00EF1341"/>
    <w:rsid w:val="00EF1B58"/>
    <w:rsid w:val="00EF5771"/>
    <w:rsid w:val="00EF591E"/>
    <w:rsid w:val="00EF5A86"/>
    <w:rsid w:val="00EF7399"/>
    <w:rsid w:val="00EF7F48"/>
    <w:rsid w:val="00F00107"/>
    <w:rsid w:val="00F00125"/>
    <w:rsid w:val="00F012F6"/>
    <w:rsid w:val="00F02DA0"/>
    <w:rsid w:val="00F045D3"/>
    <w:rsid w:val="00F118D9"/>
    <w:rsid w:val="00F12FFD"/>
    <w:rsid w:val="00F16765"/>
    <w:rsid w:val="00F212F5"/>
    <w:rsid w:val="00F21C36"/>
    <w:rsid w:val="00F22E45"/>
    <w:rsid w:val="00F23B0C"/>
    <w:rsid w:val="00F26DE1"/>
    <w:rsid w:val="00F2774D"/>
    <w:rsid w:val="00F3317A"/>
    <w:rsid w:val="00F34F0D"/>
    <w:rsid w:val="00F40AA6"/>
    <w:rsid w:val="00F40EC8"/>
    <w:rsid w:val="00F41FF5"/>
    <w:rsid w:val="00F45CE8"/>
    <w:rsid w:val="00F46358"/>
    <w:rsid w:val="00F51277"/>
    <w:rsid w:val="00F5199C"/>
    <w:rsid w:val="00F53F91"/>
    <w:rsid w:val="00F609E9"/>
    <w:rsid w:val="00F6353D"/>
    <w:rsid w:val="00F63699"/>
    <w:rsid w:val="00F66AD8"/>
    <w:rsid w:val="00F70805"/>
    <w:rsid w:val="00F71A8F"/>
    <w:rsid w:val="00F71BD8"/>
    <w:rsid w:val="00F84122"/>
    <w:rsid w:val="00F85F39"/>
    <w:rsid w:val="00F873ED"/>
    <w:rsid w:val="00F9004B"/>
    <w:rsid w:val="00F95411"/>
    <w:rsid w:val="00F96E19"/>
    <w:rsid w:val="00F97F0D"/>
    <w:rsid w:val="00FA2791"/>
    <w:rsid w:val="00FA2C05"/>
    <w:rsid w:val="00FA38BE"/>
    <w:rsid w:val="00FA5660"/>
    <w:rsid w:val="00FA7DBE"/>
    <w:rsid w:val="00FB00A9"/>
    <w:rsid w:val="00FB01A0"/>
    <w:rsid w:val="00FB16AF"/>
    <w:rsid w:val="00FB1942"/>
    <w:rsid w:val="00FB48BB"/>
    <w:rsid w:val="00FB684F"/>
    <w:rsid w:val="00FC078F"/>
    <w:rsid w:val="00FC54E9"/>
    <w:rsid w:val="00FD05BC"/>
    <w:rsid w:val="00FD1AC1"/>
    <w:rsid w:val="00FD2D75"/>
    <w:rsid w:val="00FD49E9"/>
    <w:rsid w:val="00FD78AE"/>
    <w:rsid w:val="00FE3C51"/>
    <w:rsid w:val="00FE630A"/>
    <w:rsid w:val="00FE6C03"/>
    <w:rsid w:val="00FE75D6"/>
    <w:rsid w:val="00FF6C35"/>
    <w:rsid w:val="00FF7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F9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E0AA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CE0AA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0AA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DE492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2F70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DE4926"/>
  </w:style>
  <w:style w:type="paragraph" w:styleId="Header">
    <w:name w:val="header"/>
    <w:basedOn w:val="Normal"/>
    <w:link w:val="HeaderChar"/>
    <w:uiPriority w:val="99"/>
    <w:rsid w:val="00DE492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83203"/>
    <w:rPr>
      <w:sz w:val="24"/>
      <w:szCs w:val="24"/>
      <w:lang w:val="ru-RU" w:eastAsia="ru-RU"/>
    </w:rPr>
  </w:style>
  <w:style w:type="table" w:styleId="TableGrid">
    <w:name w:val="Table Grid"/>
    <w:basedOn w:val="TableNormal"/>
    <w:uiPriority w:val="99"/>
    <w:rsid w:val="00F97F0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C52ED"/>
    <w:pPr>
      <w:spacing w:before="100" w:beforeAutospacing="1" w:after="100" w:afterAutospacing="1"/>
    </w:pPr>
  </w:style>
  <w:style w:type="paragraph" w:customStyle="1" w:styleId="a">
    <w:name w:val="Прижатый влево"/>
    <w:basedOn w:val="Normal"/>
    <w:next w:val="Normal"/>
    <w:uiPriority w:val="99"/>
    <w:rsid w:val="00DB015A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bsatz-Standardschriftart">
    <w:name w:val="Absatz-Standardschriftart"/>
    <w:uiPriority w:val="99"/>
    <w:rsid w:val="00F12FFD"/>
  </w:style>
  <w:style w:type="character" w:customStyle="1" w:styleId="apple-style-span">
    <w:name w:val="apple-style-span"/>
    <w:uiPriority w:val="99"/>
    <w:rsid w:val="00541236"/>
  </w:style>
  <w:style w:type="paragraph" w:styleId="BalloonText">
    <w:name w:val="Balloon Text"/>
    <w:basedOn w:val="Normal"/>
    <w:link w:val="BalloonTextChar"/>
    <w:uiPriority w:val="99"/>
    <w:semiHidden/>
    <w:rsid w:val="008D13D4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5ABC"/>
    <w:rPr>
      <w:sz w:val="2"/>
      <w:szCs w:val="2"/>
    </w:rPr>
  </w:style>
  <w:style w:type="paragraph" w:styleId="HTMLPreformatted">
    <w:name w:val="HTML Preformatted"/>
    <w:basedOn w:val="Normal"/>
    <w:link w:val="HTMLPreformattedChar"/>
    <w:uiPriority w:val="99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D25AB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65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227</Words>
  <Characters>1297</Characters>
  <Application>Microsoft Office Outlook</Application>
  <DocSecurity>0</DocSecurity>
  <Lines>0</Lines>
  <Paragraphs>0</Paragraphs>
  <ScaleCrop>false</ScaleCrop>
  <Company>Администрация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semenov</dc:creator>
  <cp:keywords/>
  <dc:description/>
  <cp:lastModifiedBy>Пользователь</cp:lastModifiedBy>
  <cp:revision>7</cp:revision>
  <cp:lastPrinted>2019-03-20T07:39:00Z</cp:lastPrinted>
  <dcterms:created xsi:type="dcterms:W3CDTF">2019-02-19T12:06:00Z</dcterms:created>
  <dcterms:modified xsi:type="dcterms:W3CDTF">2019-03-29T06:29:00Z</dcterms:modified>
</cp:coreProperties>
</file>