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3B04" w:rsidRDefault="00793B04" w:rsidP="00A64E4F">
      <w:pPr>
        <w:pStyle w:val="ConsTitle"/>
        <w:ind w:right="0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ЗАКОН УЛЬЯНОВСКОЙ ОБЛАСТИ</w:t>
      </w:r>
    </w:p>
    <w:p w:rsidR="00793B04" w:rsidRDefault="00793B04" w:rsidP="00A64E4F">
      <w:pPr>
        <w:rPr>
          <w:b/>
          <w:bCs/>
          <w:sz w:val="28"/>
          <w:szCs w:val="28"/>
        </w:rPr>
      </w:pPr>
    </w:p>
    <w:p w:rsidR="00793B04" w:rsidRDefault="00793B04" w:rsidP="00A64E4F">
      <w:pPr>
        <w:rPr>
          <w:b/>
          <w:bCs/>
          <w:sz w:val="28"/>
          <w:szCs w:val="28"/>
        </w:rPr>
      </w:pPr>
    </w:p>
    <w:p w:rsidR="00793B04" w:rsidRDefault="00793B04" w:rsidP="00A64E4F">
      <w:pPr>
        <w:rPr>
          <w:b/>
          <w:bCs/>
          <w:sz w:val="28"/>
          <w:szCs w:val="28"/>
        </w:rPr>
      </w:pPr>
    </w:p>
    <w:p w:rsidR="00793B04" w:rsidRDefault="00793B04" w:rsidP="00A64E4F">
      <w:pPr>
        <w:rPr>
          <w:b/>
          <w:bCs/>
          <w:sz w:val="28"/>
          <w:szCs w:val="28"/>
        </w:rPr>
      </w:pPr>
    </w:p>
    <w:p w:rsidR="00793B04" w:rsidRDefault="00793B04" w:rsidP="00A64E4F">
      <w:pPr>
        <w:rPr>
          <w:b/>
          <w:bCs/>
          <w:sz w:val="28"/>
          <w:szCs w:val="28"/>
        </w:rPr>
      </w:pPr>
    </w:p>
    <w:p w:rsidR="00793B04" w:rsidRDefault="00793B04" w:rsidP="00A64E4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Закон Ульяновской области </w:t>
      </w:r>
    </w:p>
    <w:p w:rsidR="00793B04" w:rsidRDefault="00793B04" w:rsidP="00A61DC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«Об утверждении Программы управления государственной собственностью Ульяновской области на 2018 год»</w:t>
      </w:r>
    </w:p>
    <w:p w:rsidR="00793B04" w:rsidRPr="00C216FD" w:rsidRDefault="00793B04" w:rsidP="00A64E4F">
      <w:pPr>
        <w:jc w:val="center"/>
        <w:rPr>
          <w:b/>
          <w:bCs/>
          <w:sz w:val="28"/>
          <w:szCs w:val="28"/>
        </w:rPr>
      </w:pPr>
    </w:p>
    <w:p w:rsidR="00793B04" w:rsidRDefault="00793B04" w:rsidP="0000445C">
      <w:pPr>
        <w:suppressAutoHyphens/>
        <w:spacing w:line="360" w:lineRule="auto"/>
        <w:jc w:val="both"/>
        <w:rPr>
          <w:b/>
          <w:bCs/>
          <w:sz w:val="28"/>
          <w:szCs w:val="28"/>
        </w:rPr>
      </w:pPr>
    </w:p>
    <w:p w:rsidR="00793B04" w:rsidRDefault="00793B04" w:rsidP="0000445C">
      <w:pPr>
        <w:suppressAutoHyphens/>
        <w:spacing w:line="360" w:lineRule="auto"/>
        <w:jc w:val="both"/>
        <w:rPr>
          <w:b/>
          <w:bCs/>
          <w:sz w:val="28"/>
          <w:szCs w:val="28"/>
        </w:rPr>
      </w:pPr>
    </w:p>
    <w:p w:rsidR="00793B04" w:rsidRDefault="00793B04" w:rsidP="0000445C">
      <w:pPr>
        <w:suppressAutoHyphens/>
        <w:spacing w:line="360" w:lineRule="auto"/>
        <w:jc w:val="both"/>
        <w:rPr>
          <w:b/>
          <w:bCs/>
          <w:sz w:val="28"/>
          <w:szCs w:val="28"/>
        </w:rPr>
      </w:pPr>
    </w:p>
    <w:p w:rsidR="00793B04" w:rsidRDefault="00793B04" w:rsidP="0000445C">
      <w:pPr>
        <w:suppressAutoHyphens/>
        <w:spacing w:line="360" w:lineRule="auto"/>
        <w:jc w:val="both"/>
        <w:rPr>
          <w:b/>
          <w:bCs/>
          <w:sz w:val="28"/>
          <w:szCs w:val="28"/>
        </w:rPr>
      </w:pPr>
    </w:p>
    <w:p w:rsidR="00793B04" w:rsidRDefault="00793B04" w:rsidP="0000445C">
      <w:pPr>
        <w:suppressAutoHyphens/>
        <w:spacing w:line="360" w:lineRule="auto"/>
        <w:jc w:val="both"/>
        <w:rPr>
          <w:b/>
          <w:bCs/>
          <w:sz w:val="28"/>
          <w:szCs w:val="28"/>
        </w:rPr>
      </w:pPr>
    </w:p>
    <w:p w:rsidR="00793B04" w:rsidRDefault="00793B04" w:rsidP="0000445C">
      <w:pPr>
        <w:suppressAutoHyphens/>
        <w:spacing w:line="360" w:lineRule="auto"/>
        <w:jc w:val="both"/>
        <w:rPr>
          <w:sz w:val="28"/>
          <w:szCs w:val="28"/>
        </w:rPr>
      </w:pPr>
    </w:p>
    <w:p w:rsidR="00793B04" w:rsidRDefault="00793B04" w:rsidP="0054239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41DF2">
        <w:rPr>
          <w:sz w:val="28"/>
          <w:szCs w:val="28"/>
        </w:rPr>
        <w:t xml:space="preserve">Внести в </w:t>
      </w:r>
      <w:r>
        <w:rPr>
          <w:sz w:val="28"/>
          <w:szCs w:val="28"/>
        </w:rPr>
        <w:t xml:space="preserve">приложение 3 к </w:t>
      </w:r>
      <w:r w:rsidRPr="00E41DF2">
        <w:rPr>
          <w:sz w:val="28"/>
          <w:szCs w:val="28"/>
        </w:rPr>
        <w:t>Программ</w:t>
      </w:r>
      <w:r>
        <w:rPr>
          <w:sz w:val="28"/>
          <w:szCs w:val="28"/>
        </w:rPr>
        <w:t>е</w:t>
      </w:r>
      <w:r w:rsidRPr="00E41DF2">
        <w:rPr>
          <w:sz w:val="28"/>
          <w:szCs w:val="28"/>
        </w:rPr>
        <w:t xml:space="preserve"> управления государственной собственностью Ульяновской области на 201</w:t>
      </w:r>
      <w:r>
        <w:rPr>
          <w:sz w:val="28"/>
          <w:szCs w:val="28"/>
        </w:rPr>
        <w:t>8</w:t>
      </w:r>
      <w:r w:rsidRPr="00E41DF2">
        <w:rPr>
          <w:sz w:val="28"/>
          <w:szCs w:val="28"/>
        </w:rPr>
        <w:t xml:space="preserve"> год, утверждённ</w:t>
      </w:r>
      <w:r>
        <w:rPr>
          <w:sz w:val="28"/>
          <w:szCs w:val="28"/>
        </w:rPr>
        <w:t>ой</w:t>
      </w:r>
      <w:r w:rsidRPr="00E41DF2">
        <w:rPr>
          <w:sz w:val="28"/>
          <w:szCs w:val="28"/>
        </w:rPr>
        <w:t xml:space="preserve"> Законом Ульяновской области от </w:t>
      </w:r>
      <w:r>
        <w:rPr>
          <w:sz w:val="28"/>
          <w:szCs w:val="28"/>
        </w:rPr>
        <w:t>27 ноября 2017</w:t>
      </w:r>
      <w:r w:rsidRPr="00E41DF2">
        <w:rPr>
          <w:sz w:val="28"/>
          <w:szCs w:val="28"/>
        </w:rPr>
        <w:t xml:space="preserve"> года № 1</w:t>
      </w:r>
      <w:r>
        <w:rPr>
          <w:sz w:val="28"/>
          <w:szCs w:val="28"/>
        </w:rPr>
        <w:t>55</w:t>
      </w:r>
      <w:r w:rsidRPr="00E41DF2">
        <w:rPr>
          <w:sz w:val="28"/>
          <w:szCs w:val="28"/>
        </w:rPr>
        <w:t>-ЗО «Об утверждении Программы управления государственной собственностью Ульяновской области на 201</w:t>
      </w:r>
      <w:r>
        <w:rPr>
          <w:sz w:val="28"/>
          <w:szCs w:val="28"/>
        </w:rPr>
        <w:t>8</w:t>
      </w:r>
      <w:r w:rsidRPr="00E41DF2">
        <w:rPr>
          <w:sz w:val="28"/>
          <w:szCs w:val="28"/>
        </w:rPr>
        <w:t xml:space="preserve"> год» </w:t>
      </w:r>
      <w:r w:rsidRPr="00B979E2">
        <w:rPr>
          <w:sz w:val="28"/>
          <w:szCs w:val="28"/>
        </w:rPr>
        <w:t>(«</w:t>
      </w:r>
      <w:r w:rsidRPr="00E80FF1">
        <w:rPr>
          <w:sz w:val="28"/>
          <w:szCs w:val="28"/>
        </w:rPr>
        <w:t xml:space="preserve">Ульяновская правда» </w:t>
      </w:r>
      <w:r>
        <w:rPr>
          <w:sz w:val="28"/>
          <w:szCs w:val="28"/>
        </w:rPr>
        <w:t xml:space="preserve">от 30.11.2017 </w:t>
      </w:r>
      <w:r w:rsidRPr="00B979E2">
        <w:rPr>
          <w:sz w:val="28"/>
          <w:szCs w:val="28"/>
        </w:rPr>
        <w:t xml:space="preserve">№ </w:t>
      </w:r>
      <w:r>
        <w:rPr>
          <w:sz w:val="28"/>
          <w:szCs w:val="28"/>
        </w:rPr>
        <w:t xml:space="preserve">89; от 30.01.2018 № 6; </w:t>
      </w:r>
      <w:r>
        <w:rPr>
          <w:sz w:val="28"/>
          <w:szCs w:val="28"/>
        </w:rPr>
        <w:br/>
        <w:t>от 30.03.2018 № 21; от 13.04.2018 № 25; от 01.06.2018 № 36; от 19.06.2018 № 43</w:t>
      </w:r>
      <w:r w:rsidRPr="00E41DF2">
        <w:rPr>
          <w:sz w:val="28"/>
          <w:szCs w:val="28"/>
        </w:rPr>
        <w:t xml:space="preserve">), </w:t>
      </w:r>
      <w:r>
        <w:rPr>
          <w:sz w:val="28"/>
          <w:szCs w:val="28"/>
        </w:rPr>
        <w:t xml:space="preserve">следующие </w:t>
      </w:r>
      <w:r w:rsidRPr="00DD1577">
        <w:rPr>
          <w:sz w:val="28"/>
          <w:szCs w:val="28"/>
        </w:rPr>
        <w:t>изменени</w:t>
      </w:r>
      <w:r>
        <w:rPr>
          <w:sz w:val="28"/>
          <w:szCs w:val="28"/>
        </w:rPr>
        <w:t>я</w:t>
      </w:r>
      <w:r w:rsidRPr="004545BB">
        <w:rPr>
          <w:sz w:val="28"/>
          <w:szCs w:val="28"/>
        </w:rPr>
        <w:t>:</w:t>
      </w:r>
    </w:p>
    <w:p w:rsidR="00793B04" w:rsidRPr="00EB2318" w:rsidRDefault="00793B04" w:rsidP="00542399">
      <w:pPr>
        <w:suppressAutoHyphens/>
        <w:spacing w:line="360" w:lineRule="auto"/>
        <w:ind w:left="851" w:hanging="142"/>
        <w:jc w:val="both"/>
        <w:rPr>
          <w:sz w:val="28"/>
          <w:szCs w:val="28"/>
        </w:rPr>
      </w:pPr>
      <w:r>
        <w:rPr>
          <w:sz w:val="28"/>
          <w:szCs w:val="28"/>
        </w:rPr>
        <w:t>1) дополнить строками 66 и 67 следующего содержания: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56"/>
        <w:gridCol w:w="566"/>
        <w:gridCol w:w="2253"/>
        <w:gridCol w:w="2637"/>
        <w:gridCol w:w="2798"/>
        <w:gridCol w:w="986"/>
        <w:gridCol w:w="434"/>
      </w:tblGrid>
      <w:tr w:rsidR="00793B04" w:rsidRPr="00263B79">
        <w:tc>
          <w:tcPr>
            <w:tcW w:w="356" w:type="dxa"/>
            <w:tcBorders>
              <w:top w:val="nil"/>
              <w:left w:val="nil"/>
              <w:bottom w:val="nil"/>
            </w:tcBorders>
          </w:tcPr>
          <w:p w:rsidR="00793B04" w:rsidRPr="00263B79" w:rsidRDefault="00793B04" w:rsidP="005419AD">
            <w:pPr>
              <w:suppressAutoHyphens/>
              <w:spacing w:line="245" w:lineRule="auto"/>
              <w:rPr>
                <w:sz w:val="28"/>
                <w:szCs w:val="28"/>
              </w:rPr>
            </w:pPr>
            <w:r w:rsidRPr="00263B79">
              <w:rPr>
                <w:sz w:val="28"/>
                <w:szCs w:val="28"/>
              </w:rPr>
              <w:t>«</w:t>
            </w:r>
          </w:p>
        </w:tc>
        <w:tc>
          <w:tcPr>
            <w:tcW w:w="566" w:type="dxa"/>
          </w:tcPr>
          <w:p w:rsidR="00793B04" w:rsidRPr="00263B79" w:rsidRDefault="00793B04" w:rsidP="005B3DD4">
            <w:pPr>
              <w:suppressAutoHyphens/>
              <w:spacing w:line="245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</w:t>
            </w:r>
            <w:r w:rsidRPr="00263B79">
              <w:rPr>
                <w:sz w:val="28"/>
                <w:szCs w:val="28"/>
              </w:rPr>
              <w:t>.</w:t>
            </w:r>
          </w:p>
        </w:tc>
        <w:tc>
          <w:tcPr>
            <w:tcW w:w="2253" w:type="dxa"/>
          </w:tcPr>
          <w:p w:rsidR="00793B04" w:rsidRPr="00263B79" w:rsidRDefault="00793B04" w:rsidP="005419AD">
            <w:pPr>
              <w:suppressAutoHyphens/>
              <w:spacing w:line="245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Ульяновская об-ласть, Майнский район, п. Ги-мово, ул. Цент-ральная, д. 5</w:t>
            </w:r>
          </w:p>
        </w:tc>
        <w:tc>
          <w:tcPr>
            <w:tcW w:w="2637" w:type="dxa"/>
          </w:tcPr>
          <w:p w:rsidR="00793B04" w:rsidRPr="000516B0" w:rsidRDefault="00793B04" w:rsidP="005419AD">
            <w:pPr>
              <w:suppressAutoHyphens/>
              <w:spacing w:line="245" w:lineRule="auto"/>
              <w:jc w:val="both"/>
              <w:rPr>
                <w:spacing w:val="-4"/>
                <w:sz w:val="28"/>
                <w:szCs w:val="28"/>
              </w:rPr>
            </w:pPr>
            <w:r w:rsidRPr="000516B0">
              <w:rPr>
                <w:spacing w:val="-4"/>
                <w:sz w:val="28"/>
                <w:szCs w:val="28"/>
              </w:rPr>
              <w:t>Государственное уч-реждение здраво-охранения «Майнс-кая районная боль-ница»</w:t>
            </w:r>
          </w:p>
        </w:tc>
        <w:tc>
          <w:tcPr>
            <w:tcW w:w="2798" w:type="dxa"/>
          </w:tcPr>
          <w:p w:rsidR="00793B04" w:rsidRPr="00263B79" w:rsidRDefault="00793B04" w:rsidP="005419AD">
            <w:pPr>
              <w:suppressAutoHyphens/>
              <w:spacing w:line="245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уч-реждение Админист-рация муниципаль-ного образования «Гимовское сельское поселение» Майн-ского района Улья-новской области</w:t>
            </w:r>
          </w:p>
        </w:tc>
        <w:tc>
          <w:tcPr>
            <w:tcW w:w="986" w:type="dxa"/>
          </w:tcPr>
          <w:p w:rsidR="00793B04" w:rsidRPr="00263B79" w:rsidRDefault="00793B04" w:rsidP="005419AD">
            <w:pPr>
              <w:suppressAutoHyphens/>
              <w:spacing w:line="245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205,1</w:t>
            </w: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793B04" w:rsidRPr="00263B79" w:rsidRDefault="00793B04" w:rsidP="005419AD">
            <w:pPr>
              <w:suppressAutoHyphens/>
              <w:spacing w:line="245" w:lineRule="auto"/>
              <w:jc w:val="right"/>
              <w:rPr>
                <w:sz w:val="28"/>
                <w:szCs w:val="28"/>
              </w:rPr>
            </w:pPr>
          </w:p>
          <w:p w:rsidR="00793B04" w:rsidRPr="00263B79" w:rsidRDefault="00793B04" w:rsidP="005419AD">
            <w:pPr>
              <w:suppressAutoHyphens/>
              <w:spacing w:line="245" w:lineRule="auto"/>
              <w:jc w:val="right"/>
              <w:rPr>
                <w:sz w:val="28"/>
                <w:szCs w:val="28"/>
              </w:rPr>
            </w:pPr>
          </w:p>
          <w:p w:rsidR="00793B04" w:rsidRPr="00263B79" w:rsidRDefault="00793B04" w:rsidP="005419AD">
            <w:pPr>
              <w:suppressAutoHyphens/>
              <w:spacing w:line="245" w:lineRule="auto"/>
              <w:jc w:val="right"/>
              <w:rPr>
                <w:sz w:val="28"/>
                <w:szCs w:val="28"/>
              </w:rPr>
            </w:pPr>
          </w:p>
          <w:p w:rsidR="00793B04" w:rsidRPr="00263B79" w:rsidRDefault="00793B04" w:rsidP="005419AD">
            <w:pPr>
              <w:suppressAutoHyphens/>
              <w:spacing w:line="245" w:lineRule="auto"/>
              <w:jc w:val="right"/>
              <w:rPr>
                <w:sz w:val="28"/>
                <w:szCs w:val="28"/>
              </w:rPr>
            </w:pPr>
          </w:p>
          <w:p w:rsidR="00793B04" w:rsidRPr="00263B79" w:rsidRDefault="00793B04" w:rsidP="005419AD">
            <w:pPr>
              <w:suppressAutoHyphens/>
              <w:spacing w:line="245" w:lineRule="auto"/>
              <w:jc w:val="right"/>
              <w:rPr>
                <w:sz w:val="28"/>
                <w:szCs w:val="28"/>
              </w:rPr>
            </w:pPr>
          </w:p>
        </w:tc>
      </w:tr>
      <w:tr w:rsidR="00793B04" w:rsidRPr="00263B79">
        <w:trPr>
          <w:trHeight w:val="699"/>
        </w:trPr>
        <w:tc>
          <w:tcPr>
            <w:tcW w:w="356" w:type="dxa"/>
            <w:tcBorders>
              <w:top w:val="nil"/>
              <w:left w:val="nil"/>
              <w:bottom w:val="nil"/>
            </w:tcBorders>
          </w:tcPr>
          <w:p w:rsidR="00793B04" w:rsidRPr="00263B79" w:rsidRDefault="00793B04" w:rsidP="005419AD">
            <w:pPr>
              <w:suppressAutoHyphens/>
              <w:spacing w:line="245" w:lineRule="auto"/>
              <w:rPr>
                <w:sz w:val="28"/>
                <w:szCs w:val="28"/>
              </w:rPr>
            </w:pPr>
          </w:p>
        </w:tc>
        <w:tc>
          <w:tcPr>
            <w:tcW w:w="566" w:type="dxa"/>
          </w:tcPr>
          <w:p w:rsidR="00793B04" w:rsidRDefault="00793B04" w:rsidP="005B3DD4">
            <w:pPr>
              <w:suppressAutoHyphens/>
              <w:spacing w:line="245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67.</w:t>
            </w:r>
          </w:p>
        </w:tc>
        <w:tc>
          <w:tcPr>
            <w:tcW w:w="2253" w:type="dxa"/>
          </w:tcPr>
          <w:p w:rsidR="00793B04" w:rsidRDefault="00793B04" w:rsidP="005419AD">
            <w:pPr>
              <w:suppressAutoHyphens/>
              <w:spacing w:line="245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г. Ульяновск, </w:t>
            </w:r>
            <w:r>
              <w:rPr>
                <w:sz w:val="28"/>
                <w:szCs w:val="28"/>
              </w:rPr>
              <w:br/>
              <w:t xml:space="preserve">ул. Радищева, </w:t>
            </w:r>
            <w:r>
              <w:rPr>
                <w:sz w:val="28"/>
                <w:szCs w:val="28"/>
              </w:rPr>
              <w:br/>
              <w:t>д. 42</w:t>
            </w:r>
          </w:p>
        </w:tc>
        <w:tc>
          <w:tcPr>
            <w:tcW w:w="2637" w:type="dxa"/>
          </w:tcPr>
          <w:p w:rsidR="00793B04" w:rsidRPr="000516B0" w:rsidRDefault="00793B04" w:rsidP="005419AD">
            <w:pPr>
              <w:suppressAutoHyphens/>
              <w:spacing w:line="245" w:lineRule="auto"/>
              <w:jc w:val="both"/>
              <w:rPr>
                <w:spacing w:val="-4"/>
                <w:sz w:val="28"/>
                <w:szCs w:val="28"/>
              </w:rPr>
            </w:pPr>
            <w:r w:rsidRPr="000516B0">
              <w:rPr>
                <w:spacing w:val="-4"/>
                <w:sz w:val="28"/>
                <w:szCs w:val="28"/>
              </w:rPr>
              <w:t>Государственное уч-реждение здраво</w:t>
            </w:r>
            <w:r>
              <w:rPr>
                <w:spacing w:val="-4"/>
                <w:sz w:val="28"/>
                <w:szCs w:val="28"/>
              </w:rPr>
              <w:t>-</w:t>
            </w:r>
            <w:r w:rsidRPr="000516B0">
              <w:rPr>
                <w:spacing w:val="-4"/>
                <w:sz w:val="28"/>
                <w:szCs w:val="28"/>
              </w:rPr>
              <w:t>охранения «Улья-новская областная детская клиническая больница имени по</w:t>
            </w:r>
            <w:r>
              <w:rPr>
                <w:spacing w:val="-4"/>
                <w:sz w:val="28"/>
                <w:szCs w:val="28"/>
              </w:rPr>
              <w:t>-</w:t>
            </w:r>
            <w:r w:rsidRPr="000516B0">
              <w:rPr>
                <w:spacing w:val="-4"/>
                <w:sz w:val="28"/>
                <w:szCs w:val="28"/>
              </w:rPr>
              <w:t>литического и об</w:t>
            </w:r>
            <w:r>
              <w:rPr>
                <w:spacing w:val="-4"/>
                <w:sz w:val="28"/>
                <w:szCs w:val="28"/>
              </w:rPr>
              <w:t>-</w:t>
            </w:r>
            <w:r w:rsidRPr="000516B0">
              <w:rPr>
                <w:spacing w:val="-4"/>
                <w:sz w:val="28"/>
                <w:szCs w:val="28"/>
              </w:rPr>
              <w:t>щественного деяте</w:t>
            </w:r>
            <w:r>
              <w:rPr>
                <w:spacing w:val="-4"/>
                <w:sz w:val="28"/>
                <w:szCs w:val="28"/>
              </w:rPr>
              <w:t>-</w:t>
            </w:r>
            <w:r w:rsidRPr="000516B0">
              <w:rPr>
                <w:spacing w:val="-4"/>
                <w:sz w:val="28"/>
                <w:szCs w:val="28"/>
              </w:rPr>
              <w:t>ля Ю.Ф. Горячева</w:t>
            </w:r>
          </w:p>
        </w:tc>
        <w:tc>
          <w:tcPr>
            <w:tcW w:w="2798" w:type="dxa"/>
          </w:tcPr>
          <w:p w:rsidR="00793B04" w:rsidRDefault="00793B04" w:rsidP="005419AD">
            <w:pPr>
              <w:suppressAutoHyphens/>
              <w:spacing w:line="245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Федеральное госу-дарственное бюджет-ное образовательное учреждение высшего образования «Улья-новский государст-</w:t>
            </w:r>
            <w:r w:rsidRPr="00E609FB">
              <w:rPr>
                <w:spacing w:val="-4"/>
                <w:sz w:val="28"/>
                <w:szCs w:val="28"/>
              </w:rPr>
              <w:t>венный университет»</w:t>
            </w:r>
          </w:p>
        </w:tc>
        <w:tc>
          <w:tcPr>
            <w:tcW w:w="986" w:type="dxa"/>
          </w:tcPr>
          <w:p w:rsidR="00793B04" w:rsidRDefault="00793B04" w:rsidP="005419AD">
            <w:pPr>
              <w:suppressAutoHyphens/>
              <w:spacing w:line="245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294,82</w:t>
            </w: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vAlign w:val="bottom"/>
          </w:tcPr>
          <w:p w:rsidR="00793B04" w:rsidRDefault="00793B04" w:rsidP="005419AD">
            <w:pPr>
              <w:suppressAutoHyphens/>
              <w:spacing w:line="245" w:lineRule="auto"/>
              <w:jc w:val="right"/>
              <w:rPr>
                <w:sz w:val="28"/>
                <w:szCs w:val="28"/>
              </w:rPr>
            </w:pPr>
          </w:p>
          <w:p w:rsidR="00793B04" w:rsidRDefault="00793B04" w:rsidP="005419AD">
            <w:pPr>
              <w:suppressAutoHyphens/>
              <w:spacing w:line="245" w:lineRule="auto"/>
              <w:jc w:val="right"/>
              <w:rPr>
                <w:sz w:val="28"/>
                <w:szCs w:val="28"/>
              </w:rPr>
            </w:pPr>
          </w:p>
          <w:p w:rsidR="00793B04" w:rsidRDefault="00793B04" w:rsidP="005419AD">
            <w:pPr>
              <w:suppressAutoHyphens/>
              <w:spacing w:line="245" w:lineRule="auto"/>
              <w:jc w:val="right"/>
              <w:rPr>
                <w:sz w:val="28"/>
                <w:szCs w:val="28"/>
              </w:rPr>
            </w:pPr>
          </w:p>
          <w:p w:rsidR="00793B04" w:rsidRDefault="00793B04" w:rsidP="005419AD">
            <w:pPr>
              <w:suppressAutoHyphens/>
              <w:spacing w:line="245" w:lineRule="auto"/>
              <w:jc w:val="right"/>
              <w:rPr>
                <w:sz w:val="28"/>
                <w:szCs w:val="28"/>
              </w:rPr>
            </w:pPr>
          </w:p>
          <w:p w:rsidR="00793B04" w:rsidRDefault="00793B04" w:rsidP="005419AD">
            <w:pPr>
              <w:suppressAutoHyphens/>
              <w:spacing w:line="245" w:lineRule="auto"/>
              <w:jc w:val="right"/>
              <w:rPr>
                <w:sz w:val="28"/>
                <w:szCs w:val="28"/>
              </w:rPr>
            </w:pPr>
          </w:p>
          <w:p w:rsidR="00793B04" w:rsidRDefault="00793B04" w:rsidP="005419AD">
            <w:pPr>
              <w:suppressAutoHyphens/>
              <w:spacing w:line="245" w:lineRule="auto"/>
              <w:jc w:val="right"/>
              <w:rPr>
                <w:sz w:val="28"/>
                <w:szCs w:val="28"/>
              </w:rPr>
            </w:pPr>
          </w:p>
          <w:p w:rsidR="00793B04" w:rsidRDefault="00793B04" w:rsidP="005419AD">
            <w:pPr>
              <w:suppressAutoHyphens/>
              <w:spacing w:line="245" w:lineRule="auto"/>
              <w:jc w:val="right"/>
              <w:rPr>
                <w:sz w:val="28"/>
                <w:szCs w:val="28"/>
              </w:rPr>
            </w:pPr>
          </w:p>
          <w:p w:rsidR="00793B04" w:rsidRDefault="00793B04" w:rsidP="005419AD">
            <w:pPr>
              <w:suppressAutoHyphens/>
              <w:spacing w:line="245" w:lineRule="auto"/>
              <w:rPr>
                <w:sz w:val="28"/>
                <w:szCs w:val="28"/>
              </w:rPr>
            </w:pPr>
          </w:p>
          <w:p w:rsidR="00793B04" w:rsidRPr="00263B79" w:rsidRDefault="00793B04" w:rsidP="005419AD">
            <w:pPr>
              <w:suppressAutoHyphens/>
              <w:spacing w:line="245" w:lineRule="auto"/>
              <w:rPr>
                <w:sz w:val="28"/>
                <w:szCs w:val="28"/>
              </w:rPr>
            </w:pPr>
            <w:r w:rsidRPr="00263B79">
              <w:rPr>
                <w:sz w:val="28"/>
                <w:szCs w:val="28"/>
              </w:rPr>
              <w:t>»;</w:t>
            </w:r>
          </w:p>
        </w:tc>
      </w:tr>
    </w:tbl>
    <w:p w:rsidR="00793B04" w:rsidRPr="00E51D7C" w:rsidRDefault="00793B04" w:rsidP="00E51D7C">
      <w:pPr>
        <w:suppressAutoHyphens/>
        <w:spacing w:line="360" w:lineRule="auto"/>
        <w:jc w:val="both"/>
        <w:rPr>
          <w:sz w:val="8"/>
          <w:szCs w:val="8"/>
        </w:rPr>
      </w:pPr>
    </w:p>
    <w:p w:rsidR="00793B04" w:rsidRDefault="00793B04" w:rsidP="00E51D7C">
      <w:pPr>
        <w:suppressAutoHyphens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2) в строке «Итого» цифры «29915,95» заменить цифрами «</w:t>
      </w:r>
      <w:bookmarkStart w:id="0" w:name="_GoBack"/>
      <w:bookmarkEnd w:id="0"/>
      <w:r>
        <w:rPr>
          <w:sz w:val="28"/>
          <w:szCs w:val="28"/>
        </w:rPr>
        <w:t>30415,87».</w:t>
      </w:r>
    </w:p>
    <w:p w:rsidR="00793B04" w:rsidRDefault="00793B04" w:rsidP="005B30EC">
      <w:pPr>
        <w:suppressAutoHyphens/>
        <w:spacing w:line="360" w:lineRule="auto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ab/>
      </w:r>
    </w:p>
    <w:p w:rsidR="00793B04" w:rsidRDefault="00793B04" w:rsidP="00E41DF2">
      <w:pPr>
        <w:suppressAutoHyphens/>
        <w:spacing w:line="235" w:lineRule="auto"/>
        <w:ind w:right="21"/>
        <w:jc w:val="both"/>
        <w:rPr>
          <w:b/>
          <w:bCs/>
          <w:sz w:val="28"/>
          <w:szCs w:val="28"/>
        </w:rPr>
      </w:pPr>
    </w:p>
    <w:p w:rsidR="00793B04" w:rsidRPr="00E41DF2" w:rsidRDefault="00793B04" w:rsidP="00E41DF2">
      <w:pPr>
        <w:suppressAutoHyphens/>
        <w:spacing w:line="235" w:lineRule="auto"/>
        <w:ind w:right="21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Губернатор</w:t>
      </w:r>
      <w:r w:rsidRPr="00E41DF2">
        <w:rPr>
          <w:b/>
          <w:bCs/>
          <w:sz w:val="28"/>
          <w:szCs w:val="28"/>
        </w:rPr>
        <w:t xml:space="preserve"> Ульяновской области </w:t>
      </w:r>
      <w:r w:rsidRPr="00E41DF2">
        <w:rPr>
          <w:b/>
          <w:bCs/>
          <w:sz w:val="28"/>
          <w:szCs w:val="28"/>
        </w:rPr>
        <w:tab/>
      </w:r>
      <w:r w:rsidRPr="00E41DF2">
        <w:rPr>
          <w:b/>
          <w:bCs/>
          <w:sz w:val="28"/>
          <w:szCs w:val="28"/>
        </w:rPr>
        <w:tab/>
      </w:r>
      <w:r w:rsidRPr="00E41DF2">
        <w:rPr>
          <w:b/>
          <w:bCs/>
          <w:sz w:val="28"/>
          <w:szCs w:val="28"/>
        </w:rPr>
        <w:tab/>
      </w:r>
      <w:r w:rsidRPr="00E41DF2">
        <w:rPr>
          <w:b/>
          <w:bCs/>
          <w:sz w:val="28"/>
          <w:szCs w:val="28"/>
        </w:rPr>
        <w:tab/>
        <w:t xml:space="preserve">                С.И.Морозов</w:t>
      </w:r>
    </w:p>
    <w:p w:rsidR="00793B04" w:rsidRDefault="00793B04" w:rsidP="007D45B6">
      <w:pPr>
        <w:pStyle w:val="ConsNormal"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793B04" w:rsidRDefault="00793B04" w:rsidP="007D45B6">
      <w:pPr>
        <w:pStyle w:val="ConsNormal"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793B04" w:rsidRDefault="00793B04" w:rsidP="007D45B6">
      <w:pPr>
        <w:pStyle w:val="ConsNormal"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793B04" w:rsidRPr="00DD1577" w:rsidRDefault="00793B04" w:rsidP="00A64E4F">
      <w:pPr>
        <w:pStyle w:val="ConsNormal"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D1577">
        <w:rPr>
          <w:rFonts w:ascii="Times New Roman" w:hAnsi="Times New Roman" w:cs="Times New Roman"/>
          <w:sz w:val="28"/>
          <w:szCs w:val="28"/>
        </w:rPr>
        <w:t>г. Ульяновск</w:t>
      </w:r>
    </w:p>
    <w:p w:rsidR="00793B04" w:rsidRPr="00DD1577" w:rsidRDefault="00793B04" w:rsidP="00A64E4F">
      <w:pPr>
        <w:pStyle w:val="ConsNormal"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 августа</w:t>
      </w:r>
      <w:r w:rsidRPr="00DD1577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DD1577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793B04" w:rsidRPr="00270756" w:rsidRDefault="00793B04" w:rsidP="00A64E4F">
      <w:pPr>
        <w:pStyle w:val="ConsNormal"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81-</w:t>
      </w:r>
      <w:r w:rsidRPr="00270756">
        <w:rPr>
          <w:rFonts w:ascii="Times New Roman" w:hAnsi="Times New Roman" w:cs="Times New Roman"/>
          <w:sz w:val="28"/>
          <w:szCs w:val="28"/>
        </w:rPr>
        <w:t>ЗО</w:t>
      </w:r>
    </w:p>
    <w:p w:rsidR="00793B04" w:rsidRDefault="00793B04"/>
    <w:sectPr w:rsidR="00793B04" w:rsidSect="00742D00">
      <w:headerReference w:type="default" r:id="rId7"/>
      <w:footerReference w:type="first" r:id="rId8"/>
      <w:pgSz w:w="11906" w:h="16838" w:code="9"/>
      <w:pgMar w:top="1134" w:right="567" w:bottom="1134" w:left="1418" w:header="720" w:footer="720" w:gutter="0"/>
      <w:cols w:space="72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3B04" w:rsidRDefault="00793B04">
      <w:r>
        <w:separator/>
      </w:r>
    </w:p>
  </w:endnote>
  <w:endnote w:type="continuationSeparator" w:id="0">
    <w:p w:rsidR="00793B04" w:rsidRDefault="00793B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3B04" w:rsidRPr="00E51D7C" w:rsidRDefault="00793B04" w:rsidP="00E51D7C">
    <w:pPr>
      <w:pStyle w:val="Footer"/>
      <w:jc w:val="right"/>
      <w:rPr>
        <w:sz w:val="16"/>
        <w:szCs w:val="16"/>
      </w:rPr>
    </w:pPr>
    <w:r w:rsidRPr="00E51D7C">
      <w:rPr>
        <w:sz w:val="16"/>
        <w:szCs w:val="16"/>
      </w:rPr>
      <w:t>1308кк1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3B04" w:rsidRDefault="00793B04">
      <w:r>
        <w:separator/>
      </w:r>
    </w:p>
  </w:footnote>
  <w:footnote w:type="continuationSeparator" w:id="0">
    <w:p w:rsidR="00793B04" w:rsidRDefault="00793B0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3B04" w:rsidRPr="00E51D7C" w:rsidRDefault="00793B04" w:rsidP="00E51D7C">
    <w:pPr>
      <w:pStyle w:val="Header"/>
      <w:jc w:val="center"/>
      <w:rPr>
        <w:sz w:val="28"/>
        <w:szCs w:val="28"/>
      </w:rPr>
    </w:pPr>
    <w:r w:rsidRPr="006E1A46">
      <w:rPr>
        <w:rStyle w:val="PageNumber"/>
        <w:sz w:val="28"/>
        <w:szCs w:val="28"/>
      </w:rPr>
      <w:fldChar w:fldCharType="begin"/>
    </w:r>
    <w:r w:rsidRPr="006E1A46">
      <w:rPr>
        <w:rStyle w:val="PageNumber"/>
        <w:sz w:val="28"/>
        <w:szCs w:val="28"/>
      </w:rPr>
      <w:instrText xml:space="preserve">PAGE  </w:instrText>
    </w:r>
    <w:r w:rsidRPr="006E1A46">
      <w:rPr>
        <w:rStyle w:val="PageNumber"/>
        <w:sz w:val="28"/>
        <w:szCs w:val="28"/>
      </w:rPr>
      <w:fldChar w:fldCharType="separate"/>
    </w:r>
    <w:r>
      <w:rPr>
        <w:rStyle w:val="PageNumber"/>
        <w:noProof/>
        <w:sz w:val="28"/>
        <w:szCs w:val="28"/>
      </w:rPr>
      <w:t>2</w:t>
    </w:r>
    <w:r w:rsidRPr="006E1A46">
      <w:rPr>
        <w:rStyle w:val="PageNumber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473387"/>
    <w:multiLevelType w:val="hybridMultilevel"/>
    <w:tmpl w:val="A3C420A4"/>
    <w:lvl w:ilvl="0" w:tplc="11E8588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25B3117"/>
    <w:multiLevelType w:val="hybridMultilevel"/>
    <w:tmpl w:val="7F822F58"/>
    <w:lvl w:ilvl="0" w:tplc="5D0CE958">
      <w:start w:val="4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52BB1DAB"/>
    <w:multiLevelType w:val="hybridMultilevel"/>
    <w:tmpl w:val="1F46095C"/>
    <w:lvl w:ilvl="0" w:tplc="B3FA07C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F952FF8"/>
    <w:multiLevelType w:val="hybridMultilevel"/>
    <w:tmpl w:val="3A448A60"/>
    <w:lvl w:ilvl="0" w:tplc="FA3A1B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F3B75D0"/>
    <w:multiLevelType w:val="hybridMultilevel"/>
    <w:tmpl w:val="5A70E7D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3FA1625"/>
    <w:multiLevelType w:val="hybridMultilevel"/>
    <w:tmpl w:val="8AF8DD38"/>
    <w:lvl w:ilvl="0" w:tplc="B4FCC7D4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6">
    <w:nsid w:val="79BF6D59"/>
    <w:multiLevelType w:val="hybridMultilevel"/>
    <w:tmpl w:val="EFD8C262"/>
    <w:lvl w:ilvl="0" w:tplc="AA4A70E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4"/>
  </w:num>
  <w:num w:numId="5">
    <w:abstractNumId w:val="2"/>
  </w:num>
  <w:num w:numId="6">
    <w:abstractNumId w:val="5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autoHyphenation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64E4F"/>
    <w:rsid w:val="00001890"/>
    <w:rsid w:val="0000445C"/>
    <w:rsid w:val="000062EF"/>
    <w:rsid w:val="00010FE8"/>
    <w:rsid w:val="00011E36"/>
    <w:rsid w:val="00012E86"/>
    <w:rsid w:val="00020C08"/>
    <w:rsid w:val="00027636"/>
    <w:rsid w:val="0003441C"/>
    <w:rsid w:val="000516B0"/>
    <w:rsid w:val="000600EE"/>
    <w:rsid w:val="00060456"/>
    <w:rsid w:val="00066E6B"/>
    <w:rsid w:val="00087309"/>
    <w:rsid w:val="000A092A"/>
    <w:rsid w:val="000A267F"/>
    <w:rsid w:val="000A41C8"/>
    <w:rsid w:val="000A72A9"/>
    <w:rsid w:val="000B7400"/>
    <w:rsid w:val="000C16E0"/>
    <w:rsid w:val="000E13FB"/>
    <w:rsid w:val="000E48F0"/>
    <w:rsid w:val="000E5A36"/>
    <w:rsid w:val="00103A85"/>
    <w:rsid w:val="00104CD7"/>
    <w:rsid w:val="0012502D"/>
    <w:rsid w:val="00131E21"/>
    <w:rsid w:val="001348CF"/>
    <w:rsid w:val="00145988"/>
    <w:rsid w:val="0015387A"/>
    <w:rsid w:val="0017346B"/>
    <w:rsid w:val="00175C1C"/>
    <w:rsid w:val="00186494"/>
    <w:rsid w:val="00191EC3"/>
    <w:rsid w:val="0019297A"/>
    <w:rsid w:val="00193538"/>
    <w:rsid w:val="001956E3"/>
    <w:rsid w:val="001A549F"/>
    <w:rsid w:val="001B58C5"/>
    <w:rsid w:val="001D7B06"/>
    <w:rsid w:val="001E1489"/>
    <w:rsid w:val="001E784E"/>
    <w:rsid w:val="00234782"/>
    <w:rsid w:val="0024361D"/>
    <w:rsid w:val="00250F43"/>
    <w:rsid w:val="00263B79"/>
    <w:rsid w:val="00270756"/>
    <w:rsid w:val="002A1257"/>
    <w:rsid w:val="002A2341"/>
    <w:rsid w:val="002B4F33"/>
    <w:rsid w:val="002C461A"/>
    <w:rsid w:val="002D3D08"/>
    <w:rsid w:val="002E06EA"/>
    <w:rsid w:val="002E6EA7"/>
    <w:rsid w:val="002E7A85"/>
    <w:rsid w:val="002F1618"/>
    <w:rsid w:val="002F288D"/>
    <w:rsid w:val="002F4C9E"/>
    <w:rsid w:val="00315EB0"/>
    <w:rsid w:val="00336BEB"/>
    <w:rsid w:val="00342DDD"/>
    <w:rsid w:val="00344CF3"/>
    <w:rsid w:val="00361FC9"/>
    <w:rsid w:val="00362951"/>
    <w:rsid w:val="0037670C"/>
    <w:rsid w:val="00395EA1"/>
    <w:rsid w:val="0039799B"/>
    <w:rsid w:val="003A7513"/>
    <w:rsid w:val="003B0106"/>
    <w:rsid w:val="003B42AC"/>
    <w:rsid w:val="003B5EFB"/>
    <w:rsid w:val="003B6115"/>
    <w:rsid w:val="003B6682"/>
    <w:rsid w:val="003B6FE4"/>
    <w:rsid w:val="003C0068"/>
    <w:rsid w:val="003E17EE"/>
    <w:rsid w:val="003F385F"/>
    <w:rsid w:val="003F56AF"/>
    <w:rsid w:val="003F7656"/>
    <w:rsid w:val="003F79F5"/>
    <w:rsid w:val="00400031"/>
    <w:rsid w:val="004056D6"/>
    <w:rsid w:val="004074BB"/>
    <w:rsid w:val="00411077"/>
    <w:rsid w:val="00430BF6"/>
    <w:rsid w:val="004367A4"/>
    <w:rsid w:val="0043719F"/>
    <w:rsid w:val="00437562"/>
    <w:rsid w:val="00445B5E"/>
    <w:rsid w:val="00445C59"/>
    <w:rsid w:val="00445FDB"/>
    <w:rsid w:val="004545BB"/>
    <w:rsid w:val="00460EED"/>
    <w:rsid w:val="00471CB4"/>
    <w:rsid w:val="00484B27"/>
    <w:rsid w:val="00484CF7"/>
    <w:rsid w:val="00487556"/>
    <w:rsid w:val="0049090E"/>
    <w:rsid w:val="004917D7"/>
    <w:rsid w:val="004961C5"/>
    <w:rsid w:val="004A77D9"/>
    <w:rsid w:val="004C480C"/>
    <w:rsid w:val="004D39F5"/>
    <w:rsid w:val="004D6D6A"/>
    <w:rsid w:val="004E13D5"/>
    <w:rsid w:val="005016A4"/>
    <w:rsid w:val="00507467"/>
    <w:rsid w:val="00511A65"/>
    <w:rsid w:val="00522AA7"/>
    <w:rsid w:val="005419AD"/>
    <w:rsid w:val="00542399"/>
    <w:rsid w:val="00575AA1"/>
    <w:rsid w:val="00591C90"/>
    <w:rsid w:val="00592D93"/>
    <w:rsid w:val="00597588"/>
    <w:rsid w:val="00597AC5"/>
    <w:rsid w:val="005A0887"/>
    <w:rsid w:val="005A1099"/>
    <w:rsid w:val="005A7DA9"/>
    <w:rsid w:val="005B30EC"/>
    <w:rsid w:val="005B3DD4"/>
    <w:rsid w:val="005C53A4"/>
    <w:rsid w:val="005D44C4"/>
    <w:rsid w:val="005D79C8"/>
    <w:rsid w:val="005E7C86"/>
    <w:rsid w:val="005F0383"/>
    <w:rsid w:val="00612E47"/>
    <w:rsid w:val="00615924"/>
    <w:rsid w:val="006162BC"/>
    <w:rsid w:val="00630887"/>
    <w:rsid w:val="006504FD"/>
    <w:rsid w:val="00651E50"/>
    <w:rsid w:val="00653C7A"/>
    <w:rsid w:val="00684D93"/>
    <w:rsid w:val="006901D1"/>
    <w:rsid w:val="006A1762"/>
    <w:rsid w:val="006B0634"/>
    <w:rsid w:val="006B0C1C"/>
    <w:rsid w:val="006C2C92"/>
    <w:rsid w:val="006C6F6D"/>
    <w:rsid w:val="006D3746"/>
    <w:rsid w:val="006D5AFF"/>
    <w:rsid w:val="006D5C97"/>
    <w:rsid w:val="006E1A46"/>
    <w:rsid w:val="006E66EC"/>
    <w:rsid w:val="006F2543"/>
    <w:rsid w:val="006F776A"/>
    <w:rsid w:val="007030A5"/>
    <w:rsid w:val="00703DC2"/>
    <w:rsid w:val="00705B79"/>
    <w:rsid w:val="007079AF"/>
    <w:rsid w:val="00717452"/>
    <w:rsid w:val="00727860"/>
    <w:rsid w:val="00731B84"/>
    <w:rsid w:val="00737907"/>
    <w:rsid w:val="007403B6"/>
    <w:rsid w:val="00742D00"/>
    <w:rsid w:val="00747D2D"/>
    <w:rsid w:val="00754794"/>
    <w:rsid w:val="007604BE"/>
    <w:rsid w:val="007615CB"/>
    <w:rsid w:val="007645CB"/>
    <w:rsid w:val="0078466F"/>
    <w:rsid w:val="00786605"/>
    <w:rsid w:val="00793B04"/>
    <w:rsid w:val="00794D7E"/>
    <w:rsid w:val="00796DBD"/>
    <w:rsid w:val="007A72C6"/>
    <w:rsid w:val="007C2041"/>
    <w:rsid w:val="007C36BB"/>
    <w:rsid w:val="007C3D6B"/>
    <w:rsid w:val="007C6AAF"/>
    <w:rsid w:val="007C7D9E"/>
    <w:rsid w:val="007D45B6"/>
    <w:rsid w:val="007D7F21"/>
    <w:rsid w:val="007E0501"/>
    <w:rsid w:val="007E6370"/>
    <w:rsid w:val="00806494"/>
    <w:rsid w:val="008124FC"/>
    <w:rsid w:val="00821272"/>
    <w:rsid w:val="00821291"/>
    <w:rsid w:val="008453AB"/>
    <w:rsid w:val="00852C00"/>
    <w:rsid w:val="00854905"/>
    <w:rsid w:val="0086008D"/>
    <w:rsid w:val="00862209"/>
    <w:rsid w:val="00870BB7"/>
    <w:rsid w:val="00873450"/>
    <w:rsid w:val="00873513"/>
    <w:rsid w:val="00877E3B"/>
    <w:rsid w:val="00892A8C"/>
    <w:rsid w:val="008A2363"/>
    <w:rsid w:val="008A5626"/>
    <w:rsid w:val="008A627D"/>
    <w:rsid w:val="008B0CF0"/>
    <w:rsid w:val="008B2AA9"/>
    <w:rsid w:val="008B6CF3"/>
    <w:rsid w:val="008C3282"/>
    <w:rsid w:val="008C3FE3"/>
    <w:rsid w:val="008C6F68"/>
    <w:rsid w:val="008D0A5C"/>
    <w:rsid w:val="008D42F7"/>
    <w:rsid w:val="008D4AA7"/>
    <w:rsid w:val="008F0CC2"/>
    <w:rsid w:val="00900809"/>
    <w:rsid w:val="00920FA4"/>
    <w:rsid w:val="00930782"/>
    <w:rsid w:val="009339EE"/>
    <w:rsid w:val="00936956"/>
    <w:rsid w:val="00941FFF"/>
    <w:rsid w:val="00942265"/>
    <w:rsid w:val="009649A4"/>
    <w:rsid w:val="009708BE"/>
    <w:rsid w:val="00970932"/>
    <w:rsid w:val="009757A4"/>
    <w:rsid w:val="00982681"/>
    <w:rsid w:val="00991E68"/>
    <w:rsid w:val="009964B6"/>
    <w:rsid w:val="009A17B1"/>
    <w:rsid w:val="009A1D4E"/>
    <w:rsid w:val="009A2E7A"/>
    <w:rsid w:val="009A5A4D"/>
    <w:rsid w:val="009C13B3"/>
    <w:rsid w:val="009C15B3"/>
    <w:rsid w:val="009C6635"/>
    <w:rsid w:val="009D09F3"/>
    <w:rsid w:val="009D4541"/>
    <w:rsid w:val="009E42A3"/>
    <w:rsid w:val="009F51E1"/>
    <w:rsid w:val="00A04CD7"/>
    <w:rsid w:val="00A225B6"/>
    <w:rsid w:val="00A241B5"/>
    <w:rsid w:val="00A55FAC"/>
    <w:rsid w:val="00A61DC5"/>
    <w:rsid w:val="00A64E4F"/>
    <w:rsid w:val="00A70943"/>
    <w:rsid w:val="00A76FF7"/>
    <w:rsid w:val="00A804AE"/>
    <w:rsid w:val="00A91B01"/>
    <w:rsid w:val="00A92F6C"/>
    <w:rsid w:val="00AB7112"/>
    <w:rsid w:val="00AC1C56"/>
    <w:rsid w:val="00AC23ED"/>
    <w:rsid w:val="00AC3327"/>
    <w:rsid w:val="00AC640B"/>
    <w:rsid w:val="00AE24FF"/>
    <w:rsid w:val="00B15403"/>
    <w:rsid w:val="00B23F0A"/>
    <w:rsid w:val="00B40C26"/>
    <w:rsid w:val="00B62406"/>
    <w:rsid w:val="00B900C9"/>
    <w:rsid w:val="00B957CE"/>
    <w:rsid w:val="00B979E2"/>
    <w:rsid w:val="00BB063E"/>
    <w:rsid w:val="00BB0900"/>
    <w:rsid w:val="00BB1D95"/>
    <w:rsid w:val="00BB39DB"/>
    <w:rsid w:val="00BD1BBF"/>
    <w:rsid w:val="00BD53BF"/>
    <w:rsid w:val="00BE03B6"/>
    <w:rsid w:val="00BE1F27"/>
    <w:rsid w:val="00C216FD"/>
    <w:rsid w:val="00C50079"/>
    <w:rsid w:val="00C616DA"/>
    <w:rsid w:val="00C64118"/>
    <w:rsid w:val="00C75EFC"/>
    <w:rsid w:val="00C90D8A"/>
    <w:rsid w:val="00C95AB3"/>
    <w:rsid w:val="00CB1554"/>
    <w:rsid w:val="00CB6E25"/>
    <w:rsid w:val="00CC4DB2"/>
    <w:rsid w:val="00CD1F53"/>
    <w:rsid w:val="00CD5CC4"/>
    <w:rsid w:val="00CD66A6"/>
    <w:rsid w:val="00CE1F9B"/>
    <w:rsid w:val="00D04334"/>
    <w:rsid w:val="00D068C1"/>
    <w:rsid w:val="00D15912"/>
    <w:rsid w:val="00D20FCD"/>
    <w:rsid w:val="00D259DE"/>
    <w:rsid w:val="00D30274"/>
    <w:rsid w:val="00D328D6"/>
    <w:rsid w:val="00D4230E"/>
    <w:rsid w:val="00D47989"/>
    <w:rsid w:val="00D5258D"/>
    <w:rsid w:val="00D617F6"/>
    <w:rsid w:val="00D623FD"/>
    <w:rsid w:val="00DA2FE0"/>
    <w:rsid w:val="00DB1093"/>
    <w:rsid w:val="00DB6E0E"/>
    <w:rsid w:val="00DD08AC"/>
    <w:rsid w:val="00DD1577"/>
    <w:rsid w:val="00DE38AF"/>
    <w:rsid w:val="00DE6182"/>
    <w:rsid w:val="00DF0334"/>
    <w:rsid w:val="00DF2F9D"/>
    <w:rsid w:val="00E03BAA"/>
    <w:rsid w:val="00E14248"/>
    <w:rsid w:val="00E15588"/>
    <w:rsid w:val="00E37132"/>
    <w:rsid w:val="00E41DF2"/>
    <w:rsid w:val="00E42ADA"/>
    <w:rsid w:val="00E439A0"/>
    <w:rsid w:val="00E500E0"/>
    <w:rsid w:val="00E51D7C"/>
    <w:rsid w:val="00E55200"/>
    <w:rsid w:val="00E609FB"/>
    <w:rsid w:val="00E715CC"/>
    <w:rsid w:val="00E71CFA"/>
    <w:rsid w:val="00E755A5"/>
    <w:rsid w:val="00E80FF1"/>
    <w:rsid w:val="00E85E04"/>
    <w:rsid w:val="00E85F08"/>
    <w:rsid w:val="00E93159"/>
    <w:rsid w:val="00EA4080"/>
    <w:rsid w:val="00EA7C47"/>
    <w:rsid w:val="00EB07C6"/>
    <w:rsid w:val="00EB2318"/>
    <w:rsid w:val="00EC3A30"/>
    <w:rsid w:val="00EC45E4"/>
    <w:rsid w:val="00EE63D8"/>
    <w:rsid w:val="00F006F4"/>
    <w:rsid w:val="00F009EC"/>
    <w:rsid w:val="00F00D47"/>
    <w:rsid w:val="00F02518"/>
    <w:rsid w:val="00F05F07"/>
    <w:rsid w:val="00F10C4A"/>
    <w:rsid w:val="00F25462"/>
    <w:rsid w:val="00F266DC"/>
    <w:rsid w:val="00F3046D"/>
    <w:rsid w:val="00F31A81"/>
    <w:rsid w:val="00F32144"/>
    <w:rsid w:val="00F346D8"/>
    <w:rsid w:val="00F34BC7"/>
    <w:rsid w:val="00F40721"/>
    <w:rsid w:val="00F478DC"/>
    <w:rsid w:val="00F629FD"/>
    <w:rsid w:val="00F66687"/>
    <w:rsid w:val="00F66D68"/>
    <w:rsid w:val="00FA1731"/>
    <w:rsid w:val="00FA4A1D"/>
    <w:rsid w:val="00FC3A6C"/>
    <w:rsid w:val="00FD1F91"/>
    <w:rsid w:val="00FE1818"/>
    <w:rsid w:val="00FF2AF8"/>
    <w:rsid w:val="00FF73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4E4F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Title">
    <w:name w:val="ConsTitle"/>
    <w:uiPriority w:val="99"/>
    <w:rsid w:val="00A64E4F"/>
    <w:pPr>
      <w:suppressAutoHyphens/>
      <w:autoSpaceDE w:val="0"/>
      <w:ind w:right="19772"/>
    </w:pPr>
    <w:rPr>
      <w:rFonts w:ascii="Arial" w:hAnsi="Arial" w:cs="Arial"/>
      <w:b/>
      <w:bCs/>
      <w:sz w:val="20"/>
      <w:szCs w:val="20"/>
      <w:lang w:eastAsia="ar-SA"/>
    </w:rPr>
  </w:style>
  <w:style w:type="paragraph" w:customStyle="1" w:styleId="a">
    <w:name w:val="Знак Знак Знак Знак"/>
    <w:basedOn w:val="Normal"/>
    <w:uiPriority w:val="99"/>
    <w:rsid w:val="00A64E4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uiPriority w:val="99"/>
    <w:rsid w:val="00A64E4F"/>
    <w:pPr>
      <w:suppressAutoHyphens/>
      <w:autoSpaceDE w:val="0"/>
      <w:ind w:right="19772" w:firstLine="720"/>
    </w:pPr>
    <w:rPr>
      <w:rFonts w:ascii="Arial" w:hAnsi="Arial" w:cs="Arial"/>
      <w:sz w:val="20"/>
      <w:szCs w:val="20"/>
      <w:lang w:eastAsia="ar-SA"/>
    </w:rPr>
  </w:style>
  <w:style w:type="paragraph" w:styleId="Header">
    <w:name w:val="header"/>
    <w:basedOn w:val="Normal"/>
    <w:link w:val="HeaderChar"/>
    <w:uiPriority w:val="99"/>
    <w:rsid w:val="00A64E4F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sz w:val="24"/>
      <w:szCs w:val="24"/>
    </w:rPr>
  </w:style>
  <w:style w:type="character" w:styleId="PageNumber">
    <w:name w:val="page number"/>
    <w:basedOn w:val="DefaultParagraphFont"/>
    <w:uiPriority w:val="99"/>
    <w:rsid w:val="00A64E4F"/>
  </w:style>
  <w:style w:type="paragraph" w:customStyle="1" w:styleId="ConsPlusNormal">
    <w:name w:val="ConsPlusNormal"/>
    <w:uiPriority w:val="99"/>
    <w:rsid w:val="007645CB"/>
    <w:pPr>
      <w:autoSpaceDE w:val="0"/>
      <w:autoSpaceDN w:val="0"/>
      <w:adjustRightInd w:val="0"/>
    </w:pPr>
    <w:rPr>
      <w:sz w:val="28"/>
      <w:szCs w:val="28"/>
    </w:rPr>
  </w:style>
  <w:style w:type="paragraph" w:styleId="Footer">
    <w:name w:val="footer"/>
    <w:basedOn w:val="Normal"/>
    <w:link w:val="FooterChar"/>
    <w:uiPriority w:val="99"/>
    <w:rsid w:val="007A72C6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7A72C6"/>
    <w:rPr>
      <w:sz w:val="24"/>
      <w:szCs w:val="24"/>
    </w:rPr>
  </w:style>
  <w:style w:type="paragraph" w:customStyle="1" w:styleId="ConsPlusNonformat">
    <w:name w:val="ConsPlusNonformat"/>
    <w:uiPriority w:val="99"/>
    <w:rsid w:val="007A72C6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9A1D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9A1D4E"/>
    <w:rPr>
      <w:rFonts w:ascii="Tahoma" w:hAnsi="Tahoma" w:cs="Tahoma"/>
      <w:sz w:val="16"/>
      <w:szCs w:val="16"/>
    </w:rPr>
  </w:style>
  <w:style w:type="paragraph" w:customStyle="1" w:styleId="a0">
    <w:name w:val="Знак"/>
    <w:basedOn w:val="Normal"/>
    <w:uiPriority w:val="99"/>
    <w:rsid w:val="00E1424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BodyTextIndent">
    <w:name w:val="Body Text Indent"/>
    <w:basedOn w:val="Normal"/>
    <w:link w:val="BodyTextIndentChar"/>
    <w:uiPriority w:val="99"/>
    <w:rsid w:val="00E14248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E14248"/>
    <w:rPr>
      <w:sz w:val="24"/>
      <w:szCs w:val="24"/>
    </w:rPr>
  </w:style>
  <w:style w:type="table" w:styleId="TableGrid">
    <w:name w:val="Table Grid"/>
    <w:basedOn w:val="TableNormal"/>
    <w:uiPriority w:val="99"/>
    <w:rsid w:val="009339E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8300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</TotalTime>
  <Pages>2</Pages>
  <Words>227</Words>
  <Characters>1296</Characters>
  <Application>Microsoft Office Outlook</Application>
  <DocSecurity>0</DocSecurity>
  <Lines>0</Lines>
  <Paragraphs>0</Paragraphs>
  <ScaleCrop>false</ScaleCrop>
  <Company>DGIZO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subject/>
  <dc:creator>Ju5u</dc:creator>
  <cp:keywords/>
  <dc:description/>
  <cp:lastModifiedBy>Пользователь</cp:lastModifiedBy>
  <cp:revision>7</cp:revision>
  <cp:lastPrinted>2018-08-13T12:59:00Z</cp:lastPrinted>
  <dcterms:created xsi:type="dcterms:W3CDTF">2018-08-13T12:53:00Z</dcterms:created>
  <dcterms:modified xsi:type="dcterms:W3CDTF">2018-09-04T06:26:00Z</dcterms:modified>
</cp:coreProperties>
</file>