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B0" w:rsidRDefault="00B52BB0" w:rsidP="000D4B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B52BB0" w:rsidRPr="00895B7A" w:rsidRDefault="00B52BB0" w:rsidP="00E6482A">
      <w:pPr>
        <w:suppressAutoHyphens/>
        <w:rPr>
          <w:sz w:val="28"/>
          <w:szCs w:val="28"/>
        </w:rPr>
      </w:pPr>
    </w:p>
    <w:p w:rsidR="00B52BB0" w:rsidRPr="00EA1205" w:rsidRDefault="00B52BB0" w:rsidP="00E6482A">
      <w:pPr>
        <w:suppressAutoHyphens/>
      </w:pPr>
    </w:p>
    <w:p w:rsidR="00B52BB0" w:rsidRDefault="00B52BB0" w:rsidP="00285EEF">
      <w:pPr>
        <w:suppressAutoHyphens/>
        <w:rPr>
          <w:sz w:val="28"/>
          <w:szCs w:val="28"/>
        </w:rPr>
      </w:pPr>
    </w:p>
    <w:p w:rsidR="00B52BB0" w:rsidRPr="00EA1205" w:rsidRDefault="00B52BB0" w:rsidP="00285EEF">
      <w:pPr>
        <w:suppressAutoHyphens/>
        <w:rPr>
          <w:sz w:val="22"/>
          <w:szCs w:val="22"/>
        </w:rPr>
      </w:pPr>
    </w:p>
    <w:p w:rsidR="00B52BB0" w:rsidRPr="00895B7A" w:rsidRDefault="00B52BB0" w:rsidP="00EA1205">
      <w:pPr>
        <w:suppressAutoHyphens/>
        <w:rPr>
          <w:sz w:val="28"/>
          <w:szCs w:val="28"/>
        </w:rPr>
      </w:pPr>
    </w:p>
    <w:p w:rsidR="00B52BB0" w:rsidRPr="003118C4" w:rsidRDefault="00B52BB0" w:rsidP="00285EEF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я в Закон Ульяновской области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B52BB0" w:rsidRDefault="00B52BB0" w:rsidP="00285EEF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8 год»</w:t>
      </w:r>
    </w:p>
    <w:p w:rsidR="00B52BB0" w:rsidRDefault="00B52BB0" w:rsidP="00E6482A">
      <w:pPr>
        <w:suppressAutoHyphens/>
        <w:rPr>
          <w:sz w:val="28"/>
          <w:szCs w:val="28"/>
        </w:rPr>
      </w:pPr>
    </w:p>
    <w:p w:rsidR="00B52BB0" w:rsidRPr="00EA1205" w:rsidRDefault="00B52BB0" w:rsidP="00E6482A">
      <w:pPr>
        <w:suppressAutoHyphens/>
        <w:rPr>
          <w:sz w:val="22"/>
          <w:szCs w:val="22"/>
        </w:rPr>
      </w:pPr>
    </w:p>
    <w:p w:rsidR="00B52BB0" w:rsidRPr="00895B7A" w:rsidRDefault="00B52BB0" w:rsidP="00E6482A">
      <w:pPr>
        <w:suppressAutoHyphens/>
        <w:rPr>
          <w:sz w:val="28"/>
          <w:szCs w:val="28"/>
        </w:rPr>
      </w:pPr>
    </w:p>
    <w:p w:rsidR="00B52BB0" w:rsidRPr="00E6482A" w:rsidRDefault="00B52BB0" w:rsidP="00285EEF">
      <w:pPr>
        <w:pStyle w:val="BodyTextIndent"/>
        <w:spacing w:after="0" w:line="35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4 к Программе управления государственной собственностью Ульяновской области на 2018 год, утверждённой Законом Ульяновской области от 27 ноября 2017 года № 155-ЗО «Об утверждении Программы управления государственной собственностью Ульяновской области на 2018 год»</w:t>
      </w:r>
      <w:r w:rsidRPr="000012F7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 от 30.11.2017 № 89;</w:t>
      </w:r>
      <w:r w:rsidRPr="00B95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30.01.2018 № 6; </w:t>
      </w:r>
      <w:r>
        <w:rPr>
          <w:sz w:val="28"/>
          <w:szCs w:val="28"/>
        </w:rPr>
        <w:br/>
        <w:t>от 30.03.2018 № 21;</w:t>
      </w:r>
      <w:r w:rsidRPr="00E93430">
        <w:rPr>
          <w:sz w:val="28"/>
          <w:szCs w:val="28"/>
        </w:rPr>
        <w:t xml:space="preserve"> </w:t>
      </w:r>
      <w:r>
        <w:rPr>
          <w:sz w:val="28"/>
          <w:szCs w:val="28"/>
        </w:rPr>
        <w:t>от 13.04.2018 № 25; от 01.06</w:t>
      </w:r>
      <w:r w:rsidRPr="001C0BA8">
        <w:rPr>
          <w:sz w:val="28"/>
          <w:szCs w:val="28"/>
        </w:rPr>
        <w:t>.2018 № 36</w:t>
      </w:r>
      <w:r w:rsidRPr="00895B7A">
        <w:rPr>
          <w:sz w:val="28"/>
          <w:szCs w:val="28"/>
        </w:rPr>
        <w:t xml:space="preserve">; от </w:t>
      </w:r>
      <w:r w:rsidRPr="00D94A04">
        <w:rPr>
          <w:sz w:val="28"/>
          <w:szCs w:val="28"/>
        </w:rPr>
        <w:t>19.06.2018 № 43</w:t>
      </w:r>
      <w:r>
        <w:rPr>
          <w:sz w:val="28"/>
          <w:szCs w:val="28"/>
        </w:rPr>
        <w:t>),</w:t>
      </w:r>
      <w:r w:rsidRPr="00AC0BBE">
        <w:rPr>
          <w:sz w:val="28"/>
          <w:szCs w:val="28"/>
        </w:rPr>
        <w:t xml:space="preserve"> </w:t>
      </w:r>
      <w:r w:rsidRPr="00F76BFE">
        <w:rPr>
          <w:sz w:val="28"/>
          <w:szCs w:val="28"/>
        </w:rPr>
        <w:t>изменени</w:t>
      </w:r>
      <w:r>
        <w:rPr>
          <w:sz w:val="28"/>
          <w:szCs w:val="28"/>
        </w:rPr>
        <w:t>е, дополнив его строками 2 и 3 следующего содержания:</w:t>
      </w:r>
    </w:p>
    <w:tbl>
      <w:tblPr>
        <w:tblW w:w="508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"/>
        <w:gridCol w:w="421"/>
        <w:gridCol w:w="2980"/>
        <w:gridCol w:w="1772"/>
        <w:gridCol w:w="2242"/>
        <w:gridCol w:w="2226"/>
        <w:gridCol w:w="423"/>
      </w:tblGrid>
      <w:tr w:rsidR="00B52BB0" w:rsidRPr="00171CE4">
        <w:trPr>
          <w:trHeight w:val="1689"/>
        </w:trPr>
        <w:tc>
          <w:tcPr>
            <w:tcW w:w="121" w:type="pct"/>
            <w:tcBorders>
              <w:top w:val="nil"/>
              <w:left w:val="nil"/>
              <w:bottom w:val="nil"/>
            </w:tcBorders>
          </w:tcPr>
          <w:p w:rsidR="00B52BB0" w:rsidRPr="006D0330" w:rsidRDefault="00B52BB0" w:rsidP="00285EEF">
            <w:pPr>
              <w:pStyle w:val="ConsPlusNormal"/>
              <w:widowControl/>
              <w:spacing w:line="235" w:lineRule="auto"/>
              <w:ind w:left="-14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D033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  <w:p w:rsidR="00B52BB0" w:rsidRPr="006D0330" w:rsidRDefault="00B52BB0" w:rsidP="00285EEF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B52BB0" w:rsidRPr="001E1474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5" w:type="pct"/>
          </w:tcPr>
          <w:p w:rsidR="00B52BB0" w:rsidRPr="00895B7A" w:rsidRDefault="00B52BB0" w:rsidP="00B262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Здание ЗТП-2х, назна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чение: нежилое здание, площадь 22,2 кв. м,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895B7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кадастровый номер: 73:19:084901:59</w:t>
            </w:r>
          </w:p>
        </w:tc>
        <w:tc>
          <w:tcPr>
            <w:tcW w:w="859" w:type="pct"/>
          </w:tcPr>
          <w:p w:rsidR="00B52BB0" w:rsidRPr="00A27FA1" w:rsidRDefault="00B52BB0" w:rsidP="007A15BE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Ульяновская область,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769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г. Ульяновск,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Карлинская рощ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87" w:type="pct"/>
          </w:tcPr>
          <w:p w:rsidR="00B52BB0" w:rsidRPr="00EA1205" w:rsidRDefault="00B52BB0" w:rsidP="00285EEF">
            <w:pPr>
              <w:pStyle w:val="ConsPlusNormal"/>
              <w:widowControl/>
              <w:spacing w:line="235" w:lineRule="auto"/>
              <w:ind w:right="34"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Областное госу-дарственное ка</w:t>
            </w: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  <w:t>зённое учрежде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ние «</w:t>
            </w:r>
            <w:r w:rsidRPr="00EA12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Управление</w:t>
            </w: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делами Ульянов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EA12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области»</w:t>
            </w:r>
          </w:p>
        </w:tc>
        <w:tc>
          <w:tcPr>
            <w:tcW w:w="1079" w:type="pct"/>
          </w:tcPr>
          <w:p w:rsidR="00B52BB0" w:rsidRPr="00285EEF" w:rsidRDefault="00B52BB0" w:rsidP="00285EEF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Муниципальное образование «го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род Уль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новск» </w:t>
            </w:r>
          </w:p>
        </w:tc>
        <w:tc>
          <w:tcPr>
            <w:tcW w:w="206" w:type="pct"/>
            <w:tcBorders>
              <w:top w:val="nil"/>
              <w:bottom w:val="nil"/>
              <w:right w:val="nil"/>
            </w:tcBorders>
          </w:tcPr>
          <w:p w:rsidR="00B52BB0" w:rsidRPr="0073702A" w:rsidRDefault="00B52BB0" w:rsidP="00285EEF">
            <w:pPr>
              <w:pStyle w:val="BodyTextIndent"/>
              <w:spacing w:after="0" w:line="235" w:lineRule="auto"/>
              <w:ind w:left="0"/>
              <w:jc w:val="both"/>
              <w:rPr>
                <w:sz w:val="26"/>
                <w:szCs w:val="26"/>
              </w:rPr>
            </w:pPr>
          </w:p>
          <w:p w:rsidR="00B52BB0" w:rsidRPr="0073702A" w:rsidRDefault="00B52BB0" w:rsidP="00285EEF">
            <w:pPr>
              <w:pStyle w:val="BodyTextIndent"/>
              <w:spacing w:after="0" w:line="235" w:lineRule="auto"/>
              <w:ind w:left="0"/>
              <w:jc w:val="both"/>
              <w:rPr>
                <w:sz w:val="26"/>
                <w:szCs w:val="26"/>
              </w:rPr>
            </w:pPr>
          </w:p>
          <w:p w:rsidR="00B52BB0" w:rsidRPr="0073702A" w:rsidRDefault="00B52BB0" w:rsidP="00285EEF">
            <w:pPr>
              <w:pStyle w:val="BodyTextIndent"/>
              <w:spacing w:after="0" w:line="235" w:lineRule="auto"/>
              <w:ind w:left="0"/>
              <w:jc w:val="both"/>
              <w:rPr>
                <w:sz w:val="26"/>
                <w:szCs w:val="26"/>
              </w:rPr>
            </w:pPr>
          </w:p>
          <w:p w:rsidR="00B52BB0" w:rsidRPr="0073702A" w:rsidRDefault="00B52BB0" w:rsidP="00285EEF">
            <w:pPr>
              <w:pStyle w:val="BodyTextIndent"/>
              <w:spacing w:after="0" w:line="235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B52BB0" w:rsidRPr="000B422D">
        <w:trPr>
          <w:trHeight w:val="2865"/>
        </w:trPr>
        <w:tc>
          <w:tcPr>
            <w:tcW w:w="121" w:type="pct"/>
            <w:tcBorders>
              <w:top w:val="nil"/>
              <w:left w:val="nil"/>
              <w:bottom w:val="nil"/>
            </w:tcBorders>
          </w:tcPr>
          <w:p w:rsidR="00B52BB0" w:rsidRPr="006D0330" w:rsidRDefault="00B52BB0" w:rsidP="00285EEF">
            <w:pPr>
              <w:pStyle w:val="ConsPlusNormal"/>
              <w:widowControl/>
              <w:spacing w:line="23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" w:type="pct"/>
          </w:tcPr>
          <w:p w:rsidR="00B52BB0" w:rsidRPr="001E1474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5" w:type="pct"/>
          </w:tcPr>
          <w:p w:rsidR="00B52BB0" w:rsidRPr="00285EEF" w:rsidRDefault="00B52BB0" w:rsidP="00285EEF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Земельный участок, категория земель: земли населённых пунктов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разрешё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нное использование: под комплексом зданий и строений Карлинская роща, площадь 91 кв. м,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кадастровый номер: 73:19:084901:60</w:t>
            </w:r>
          </w:p>
        </w:tc>
        <w:tc>
          <w:tcPr>
            <w:tcW w:w="859" w:type="pct"/>
          </w:tcPr>
          <w:p w:rsidR="00B52BB0" w:rsidRPr="00310BBB" w:rsidRDefault="00B52BB0" w:rsidP="00285EEF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Ульяновск</w:t>
            </w:r>
          </w:p>
        </w:tc>
        <w:tc>
          <w:tcPr>
            <w:tcW w:w="1087" w:type="pct"/>
          </w:tcPr>
          <w:p w:rsidR="00B52BB0" w:rsidRPr="00310BBB" w:rsidRDefault="00B52BB0" w:rsidP="00285EEF">
            <w:pPr>
              <w:pStyle w:val="ConsPlusNormal"/>
              <w:widowControl/>
              <w:spacing w:line="235" w:lineRule="auto"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1079" w:type="pct"/>
          </w:tcPr>
          <w:p w:rsidR="00B52BB0" w:rsidRPr="00310BBB" w:rsidRDefault="00B52BB0" w:rsidP="00285EEF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образование «го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285EE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Ульяновск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6" w:type="pct"/>
            <w:tcBorders>
              <w:top w:val="nil"/>
              <w:bottom w:val="nil"/>
              <w:right w:val="nil"/>
            </w:tcBorders>
            <w:vAlign w:val="bottom"/>
          </w:tcPr>
          <w:p w:rsidR="00B52BB0" w:rsidRPr="000B422D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BB0" w:rsidRPr="000B422D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BB0" w:rsidRPr="000B422D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BB0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BB0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BB0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BB0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BB0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BB0" w:rsidRDefault="00B52BB0" w:rsidP="00285EEF">
            <w:pPr>
              <w:pStyle w:val="ConsPlusNormal"/>
              <w:widowControl/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BB0" w:rsidRPr="000B422D" w:rsidRDefault="00B52BB0" w:rsidP="00285EEF">
            <w:pPr>
              <w:pStyle w:val="ConsPlusNormal"/>
              <w:widowControl/>
              <w:tabs>
                <w:tab w:val="left" w:pos="175"/>
              </w:tabs>
              <w:spacing w:line="235" w:lineRule="auto"/>
              <w:ind w:righ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</w:tbl>
    <w:p w:rsidR="00B52BB0" w:rsidRDefault="00B52BB0" w:rsidP="00E6482A">
      <w:pPr>
        <w:suppressAutoHyphens/>
        <w:spacing w:line="235" w:lineRule="auto"/>
        <w:jc w:val="both"/>
        <w:rPr>
          <w:sz w:val="28"/>
          <w:szCs w:val="28"/>
        </w:rPr>
      </w:pPr>
    </w:p>
    <w:p w:rsidR="00B52BB0" w:rsidRDefault="00B52BB0" w:rsidP="00E6482A">
      <w:pPr>
        <w:suppressAutoHyphens/>
        <w:spacing w:line="235" w:lineRule="auto"/>
        <w:jc w:val="both"/>
        <w:rPr>
          <w:sz w:val="28"/>
          <w:szCs w:val="28"/>
        </w:rPr>
      </w:pPr>
    </w:p>
    <w:p w:rsidR="00B52BB0" w:rsidRPr="00E41DF2" w:rsidRDefault="00B52BB0" w:rsidP="00EA1205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  <w:t xml:space="preserve">        </w:t>
      </w:r>
      <w:r>
        <w:rPr>
          <w:b/>
          <w:bCs/>
          <w:sz w:val="28"/>
          <w:szCs w:val="28"/>
        </w:rPr>
        <w:t xml:space="preserve"> </w:t>
      </w:r>
      <w:r w:rsidRPr="00E41DF2">
        <w:rPr>
          <w:b/>
          <w:bCs/>
          <w:sz w:val="28"/>
          <w:szCs w:val="28"/>
        </w:rPr>
        <w:t xml:space="preserve">       С.И.Морозов</w:t>
      </w:r>
    </w:p>
    <w:p w:rsidR="00B52BB0" w:rsidRPr="00EA1205" w:rsidRDefault="00B52BB0" w:rsidP="00EA1205">
      <w:pPr>
        <w:suppressAutoHyphens/>
        <w:spacing w:line="235" w:lineRule="auto"/>
        <w:jc w:val="center"/>
      </w:pPr>
    </w:p>
    <w:p w:rsidR="00B52BB0" w:rsidRDefault="00B52BB0" w:rsidP="00EA1205">
      <w:pPr>
        <w:suppressAutoHyphens/>
        <w:spacing w:line="235" w:lineRule="auto"/>
        <w:jc w:val="center"/>
        <w:rPr>
          <w:sz w:val="28"/>
          <w:szCs w:val="28"/>
        </w:rPr>
      </w:pPr>
    </w:p>
    <w:p w:rsidR="00B52BB0" w:rsidRPr="00724543" w:rsidRDefault="00B52BB0" w:rsidP="00EA1205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B52BB0" w:rsidRPr="00724543" w:rsidRDefault="00B52BB0" w:rsidP="00EA1205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30 августа</w:t>
      </w:r>
      <w:r w:rsidRPr="00724543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724543">
        <w:rPr>
          <w:sz w:val="28"/>
          <w:szCs w:val="28"/>
        </w:rPr>
        <w:t xml:space="preserve"> г.</w:t>
      </w:r>
    </w:p>
    <w:p w:rsidR="00B52BB0" w:rsidRDefault="00B52BB0" w:rsidP="00EA1205">
      <w:pPr>
        <w:suppressAutoHyphens/>
        <w:spacing w:line="235" w:lineRule="auto"/>
        <w:jc w:val="center"/>
      </w:pPr>
      <w:r w:rsidRPr="00724543">
        <w:rPr>
          <w:sz w:val="28"/>
          <w:szCs w:val="28"/>
        </w:rPr>
        <w:t xml:space="preserve">№ </w:t>
      </w:r>
      <w:r>
        <w:rPr>
          <w:sz w:val="28"/>
          <w:szCs w:val="28"/>
        </w:rPr>
        <w:t>77-</w:t>
      </w:r>
      <w:r w:rsidRPr="00724543">
        <w:rPr>
          <w:sz w:val="28"/>
          <w:szCs w:val="28"/>
        </w:rPr>
        <w:t>ЗО</w:t>
      </w:r>
    </w:p>
    <w:sectPr w:rsidR="00B52BB0" w:rsidSect="00895B7A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BB0" w:rsidRDefault="00B52BB0">
      <w:r>
        <w:separator/>
      </w:r>
    </w:p>
  </w:endnote>
  <w:endnote w:type="continuationSeparator" w:id="0">
    <w:p w:rsidR="00B52BB0" w:rsidRDefault="00B52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BB0" w:rsidRPr="00EA1205" w:rsidRDefault="00B52BB0" w:rsidP="00EA1205">
    <w:pPr>
      <w:pStyle w:val="Footer"/>
      <w:jc w:val="right"/>
      <w:rPr>
        <w:sz w:val="16"/>
        <w:szCs w:val="16"/>
      </w:rPr>
    </w:pPr>
    <w:r w:rsidRPr="00EA1205">
      <w:rPr>
        <w:sz w:val="16"/>
        <w:szCs w:val="16"/>
        <w:lang/>
      </w:rPr>
      <w:t>2607ан1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BB0" w:rsidRDefault="00B52BB0">
      <w:r>
        <w:separator/>
      </w:r>
    </w:p>
  </w:footnote>
  <w:footnote w:type="continuationSeparator" w:id="0">
    <w:p w:rsidR="00B52BB0" w:rsidRDefault="00B52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BB0" w:rsidRPr="00972DC0" w:rsidRDefault="00B52BB0" w:rsidP="00A75630">
    <w:pPr>
      <w:pStyle w:val="Header"/>
      <w:jc w:val="center"/>
      <w:rPr>
        <w:sz w:val="28"/>
        <w:szCs w:val="28"/>
      </w:rPr>
    </w:pPr>
    <w:r w:rsidRPr="000053C7">
      <w:rPr>
        <w:rStyle w:val="PageNumber"/>
        <w:sz w:val="28"/>
        <w:szCs w:val="28"/>
      </w:rPr>
      <w:fldChar w:fldCharType="begin"/>
    </w:r>
    <w:r w:rsidRPr="000053C7">
      <w:rPr>
        <w:rStyle w:val="PageNumber"/>
        <w:sz w:val="28"/>
        <w:szCs w:val="28"/>
      </w:rPr>
      <w:instrText xml:space="preserve">PAGE  </w:instrText>
    </w:r>
    <w:r w:rsidRPr="000053C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0053C7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82A"/>
    <w:rsid w:val="000012F7"/>
    <w:rsid w:val="000053C7"/>
    <w:rsid w:val="000277C1"/>
    <w:rsid w:val="000355D7"/>
    <w:rsid w:val="00061C90"/>
    <w:rsid w:val="00064374"/>
    <w:rsid w:val="000828EC"/>
    <w:rsid w:val="000A1928"/>
    <w:rsid w:val="000B422D"/>
    <w:rsid w:val="000D4B70"/>
    <w:rsid w:val="000F06B2"/>
    <w:rsid w:val="00171CE4"/>
    <w:rsid w:val="001A481D"/>
    <w:rsid w:val="001C0BA8"/>
    <w:rsid w:val="001C2190"/>
    <w:rsid w:val="001E1474"/>
    <w:rsid w:val="001F3D8C"/>
    <w:rsid w:val="002207DB"/>
    <w:rsid w:val="002354EC"/>
    <w:rsid w:val="002536B6"/>
    <w:rsid w:val="00254C36"/>
    <w:rsid w:val="00257D78"/>
    <w:rsid w:val="00257EFB"/>
    <w:rsid w:val="00274F4D"/>
    <w:rsid w:val="00285EEF"/>
    <w:rsid w:val="002868E1"/>
    <w:rsid w:val="002A1F67"/>
    <w:rsid w:val="002A32DD"/>
    <w:rsid w:val="002A5B12"/>
    <w:rsid w:val="002E0ABE"/>
    <w:rsid w:val="00310BBB"/>
    <w:rsid w:val="00310EB9"/>
    <w:rsid w:val="003118C4"/>
    <w:rsid w:val="00320802"/>
    <w:rsid w:val="003238C8"/>
    <w:rsid w:val="00345C74"/>
    <w:rsid w:val="00382236"/>
    <w:rsid w:val="003A7036"/>
    <w:rsid w:val="003D77AE"/>
    <w:rsid w:val="003F0200"/>
    <w:rsid w:val="003F1472"/>
    <w:rsid w:val="003F6BEF"/>
    <w:rsid w:val="0040674B"/>
    <w:rsid w:val="00410C53"/>
    <w:rsid w:val="004250C2"/>
    <w:rsid w:val="00434347"/>
    <w:rsid w:val="004479CA"/>
    <w:rsid w:val="0046239A"/>
    <w:rsid w:val="004C2C9C"/>
    <w:rsid w:val="004F393F"/>
    <w:rsid w:val="005122F2"/>
    <w:rsid w:val="0054285D"/>
    <w:rsid w:val="00544002"/>
    <w:rsid w:val="00567FDD"/>
    <w:rsid w:val="00573223"/>
    <w:rsid w:val="005805F8"/>
    <w:rsid w:val="005A0CB1"/>
    <w:rsid w:val="00601455"/>
    <w:rsid w:val="00611A37"/>
    <w:rsid w:val="0063065C"/>
    <w:rsid w:val="00640FED"/>
    <w:rsid w:val="0065156E"/>
    <w:rsid w:val="006929B5"/>
    <w:rsid w:val="006B04AB"/>
    <w:rsid w:val="006D0330"/>
    <w:rsid w:val="006D784C"/>
    <w:rsid w:val="00724543"/>
    <w:rsid w:val="0073702A"/>
    <w:rsid w:val="007730D3"/>
    <w:rsid w:val="00797694"/>
    <w:rsid w:val="007A15BE"/>
    <w:rsid w:val="007A1DD1"/>
    <w:rsid w:val="008262FE"/>
    <w:rsid w:val="00833766"/>
    <w:rsid w:val="008337B8"/>
    <w:rsid w:val="00860698"/>
    <w:rsid w:val="00866796"/>
    <w:rsid w:val="008905E2"/>
    <w:rsid w:val="00895B7A"/>
    <w:rsid w:val="008F6011"/>
    <w:rsid w:val="00900D2E"/>
    <w:rsid w:val="009025B2"/>
    <w:rsid w:val="00907B3A"/>
    <w:rsid w:val="0094664F"/>
    <w:rsid w:val="00972DC0"/>
    <w:rsid w:val="009C7C6C"/>
    <w:rsid w:val="009D1A6B"/>
    <w:rsid w:val="00A27FA1"/>
    <w:rsid w:val="00A3382B"/>
    <w:rsid w:val="00A74C9B"/>
    <w:rsid w:val="00A75630"/>
    <w:rsid w:val="00A946A9"/>
    <w:rsid w:val="00AB1AAE"/>
    <w:rsid w:val="00AB6BCA"/>
    <w:rsid w:val="00AC0BBE"/>
    <w:rsid w:val="00B139EA"/>
    <w:rsid w:val="00B26234"/>
    <w:rsid w:val="00B47D90"/>
    <w:rsid w:val="00B52876"/>
    <w:rsid w:val="00B52BB0"/>
    <w:rsid w:val="00B850D0"/>
    <w:rsid w:val="00B95FB4"/>
    <w:rsid w:val="00BC02CB"/>
    <w:rsid w:val="00BE35FD"/>
    <w:rsid w:val="00C06F5B"/>
    <w:rsid w:val="00C53A48"/>
    <w:rsid w:val="00CE099C"/>
    <w:rsid w:val="00CE5B4E"/>
    <w:rsid w:val="00D13963"/>
    <w:rsid w:val="00D5442E"/>
    <w:rsid w:val="00D732E1"/>
    <w:rsid w:val="00D86DFF"/>
    <w:rsid w:val="00D922A6"/>
    <w:rsid w:val="00D94A04"/>
    <w:rsid w:val="00DC37DB"/>
    <w:rsid w:val="00E41DF2"/>
    <w:rsid w:val="00E60AA1"/>
    <w:rsid w:val="00E6482A"/>
    <w:rsid w:val="00E70AF4"/>
    <w:rsid w:val="00E93430"/>
    <w:rsid w:val="00EA1205"/>
    <w:rsid w:val="00EC703B"/>
    <w:rsid w:val="00ED1F0B"/>
    <w:rsid w:val="00ED702C"/>
    <w:rsid w:val="00F3671C"/>
    <w:rsid w:val="00F42D0F"/>
    <w:rsid w:val="00F76BFE"/>
    <w:rsid w:val="00FA3D41"/>
    <w:rsid w:val="00FD3111"/>
    <w:rsid w:val="00FD3669"/>
    <w:rsid w:val="00FF2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E6482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E648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482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6482A"/>
  </w:style>
  <w:style w:type="paragraph" w:styleId="BodyTextIndent">
    <w:name w:val="Body Text Indent"/>
    <w:basedOn w:val="Normal"/>
    <w:link w:val="BodyTextIndentChar"/>
    <w:uiPriority w:val="99"/>
    <w:rsid w:val="00E648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6482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E6482A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E6482A"/>
    <w:rPr>
      <w:color w:val="0000FF"/>
      <w:u w:val="single"/>
    </w:rPr>
  </w:style>
  <w:style w:type="paragraph" w:customStyle="1" w:styleId="ConsPlusNormal">
    <w:name w:val="ConsPlusNormal"/>
    <w:uiPriority w:val="99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0">
    <w:name w:val="Знак Знак Знак Знак"/>
    <w:basedOn w:val="Normal"/>
    <w:uiPriority w:val="99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07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B3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10B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10B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208</Words>
  <Characters>1188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GOS-23</dc:creator>
  <cp:keywords/>
  <dc:description/>
  <cp:lastModifiedBy>Пользователь</cp:lastModifiedBy>
  <cp:revision>10</cp:revision>
  <cp:lastPrinted>2018-07-25T08:10:00Z</cp:lastPrinted>
  <dcterms:created xsi:type="dcterms:W3CDTF">2018-07-26T07:56:00Z</dcterms:created>
  <dcterms:modified xsi:type="dcterms:W3CDTF">2018-09-04T06:30:00Z</dcterms:modified>
</cp:coreProperties>
</file>