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431" w:rsidRDefault="000F4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</w:t>
      </w:r>
    </w:p>
    <w:p w:rsidR="000F4431" w:rsidRDefault="000F4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4431" w:rsidRDefault="000F4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4431" w:rsidRDefault="000F4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4431" w:rsidRDefault="000F4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4431" w:rsidRDefault="000F4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4431" w:rsidRDefault="000F4431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81CA2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>внесении изменения в статью 2 Закона Ульяновской области</w:t>
      </w:r>
    </w:p>
    <w:p w:rsidR="000F4431" w:rsidRDefault="000F4431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F4431" w:rsidRDefault="000F4431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431" w:rsidRDefault="000F4431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431" w:rsidRDefault="000F4431" w:rsidP="00475591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431" w:rsidRPr="0068169E" w:rsidRDefault="000F4431" w:rsidP="0068169E">
      <w:pPr>
        <w:jc w:val="center"/>
        <w:rPr>
          <w:rFonts w:ascii="Times New Roman" w:hAnsi="Times New Roman" w:cs="Times New Roman"/>
          <w:sz w:val="24"/>
          <w:szCs w:val="24"/>
        </w:rPr>
      </w:pPr>
      <w:r w:rsidRPr="0068169E">
        <w:rPr>
          <w:rFonts w:ascii="Times New Roman" w:hAnsi="Times New Roman" w:cs="Times New Roman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6816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августа</w:t>
      </w:r>
      <w:r w:rsidRPr="0068169E">
        <w:rPr>
          <w:rFonts w:ascii="Times New Roman" w:hAnsi="Times New Roman" w:cs="Times New Roman"/>
          <w:sz w:val="24"/>
          <w:szCs w:val="24"/>
        </w:rPr>
        <w:t xml:space="preserve"> 2018 года</w:t>
      </w:r>
    </w:p>
    <w:p w:rsidR="000F4431" w:rsidRDefault="000F4431" w:rsidP="00475591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431" w:rsidRDefault="000F4431" w:rsidP="005934B2">
      <w:pPr>
        <w:pStyle w:val="ConsPlusNormal"/>
        <w:spacing w:line="360" w:lineRule="auto"/>
        <w:ind w:firstLine="709"/>
        <w:jc w:val="both"/>
        <w:rPr>
          <w:b w:val="0"/>
          <w:bCs w:val="0"/>
        </w:rPr>
      </w:pPr>
      <w:bookmarkStart w:id="1" w:name="Par17"/>
      <w:bookmarkEnd w:id="1"/>
    </w:p>
    <w:p w:rsidR="000F4431" w:rsidRDefault="000F4431" w:rsidP="005934B2">
      <w:pPr>
        <w:pStyle w:val="ConsPlusNormal"/>
        <w:spacing w:line="360" w:lineRule="auto"/>
        <w:ind w:firstLine="709"/>
        <w:jc w:val="both"/>
        <w:rPr>
          <w:b w:val="0"/>
          <w:bCs w:val="0"/>
        </w:rPr>
      </w:pPr>
      <w:r w:rsidRPr="00475591">
        <w:rPr>
          <w:b w:val="0"/>
          <w:bCs w:val="0"/>
        </w:rPr>
        <w:t xml:space="preserve">Внести в </w:t>
      </w:r>
      <w:r>
        <w:rPr>
          <w:b w:val="0"/>
          <w:bCs w:val="0"/>
        </w:rPr>
        <w:t>часть 1 статьи 2 Закона</w:t>
      </w:r>
      <w:r w:rsidRPr="00475591">
        <w:rPr>
          <w:b w:val="0"/>
          <w:bCs w:val="0"/>
        </w:rPr>
        <w:t xml:space="preserve"> Ульяновской области от 2</w:t>
      </w:r>
      <w:r>
        <w:rPr>
          <w:b w:val="0"/>
          <w:bCs w:val="0"/>
        </w:rPr>
        <w:t>9сентября 2015</w:t>
      </w:r>
      <w:r w:rsidRPr="00475591">
        <w:rPr>
          <w:b w:val="0"/>
          <w:bCs w:val="0"/>
        </w:rPr>
        <w:t xml:space="preserve"> года </w:t>
      </w:r>
      <w:r>
        <w:rPr>
          <w:b w:val="0"/>
          <w:bCs w:val="0"/>
        </w:rPr>
        <w:t>№ 131-ЗО «О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работников»</w:t>
      </w:r>
      <w:r w:rsidRPr="0047559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Pr="00475591">
        <w:rPr>
          <w:b w:val="0"/>
          <w:bCs w:val="0"/>
        </w:rPr>
        <w:t>(</w:t>
      </w:r>
      <w:r>
        <w:rPr>
          <w:b w:val="0"/>
          <w:bCs w:val="0"/>
        </w:rPr>
        <w:t>«</w:t>
      </w:r>
      <w:r w:rsidRPr="00475591">
        <w:rPr>
          <w:b w:val="0"/>
          <w:bCs w:val="0"/>
        </w:rPr>
        <w:t>Ульяновская правда</w:t>
      </w:r>
      <w:r>
        <w:rPr>
          <w:b w:val="0"/>
          <w:bCs w:val="0"/>
        </w:rPr>
        <w:t xml:space="preserve">»от </w:t>
      </w:r>
      <w:r w:rsidRPr="005934B2">
        <w:rPr>
          <w:b w:val="0"/>
          <w:bCs w:val="0"/>
        </w:rPr>
        <w:t>05.10.2015</w:t>
      </w:r>
      <w:r>
        <w:rPr>
          <w:b w:val="0"/>
          <w:bCs w:val="0"/>
        </w:rPr>
        <w:t xml:space="preserve"> №</w:t>
      </w:r>
      <w:r w:rsidRPr="005934B2">
        <w:rPr>
          <w:b w:val="0"/>
          <w:bCs w:val="0"/>
        </w:rPr>
        <w:t xml:space="preserve"> 139</w:t>
      </w:r>
      <w:r>
        <w:rPr>
          <w:b w:val="0"/>
          <w:bCs w:val="0"/>
        </w:rPr>
        <w:t>; от 04.10.2016 № 118</w:t>
      </w:r>
      <w:r w:rsidRPr="00475591">
        <w:rPr>
          <w:b w:val="0"/>
          <w:bCs w:val="0"/>
        </w:rPr>
        <w:t>)</w:t>
      </w:r>
      <w:r>
        <w:rPr>
          <w:b w:val="0"/>
          <w:bCs w:val="0"/>
        </w:rPr>
        <w:t xml:space="preserve"> изменение, заменив в ней цифры «2018» </w:t>
      </w:r>
      <w:r>
        <w:rPr>
          <w:b w:val="0"/>
          <w:bCs w:val="0"/>
        </w:rPr>
        <w:br/>
        <w:t>цифрами «2019».</w:t>
      </w:r>
    </w:p>
    <w:p w:rsidR="000F4431" w:rsidRPr="00456B18" w:rsidRDefault="000F4431" w:rsidP="00456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F4431" w:rsidRDefault="000F4431" w:rsidP="00456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4431" w:rsidRPr="002317CE" w:rsidRDefault="000F4431" w:rsidP="005D72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4431" w:rsidRPr="00532A17" w:rsidRDefault="000F4431" w:rsidP="005D7230">
      <w:pPr>
        <w:pStyle w:val="BodyText"/>
        <w:tabs>
          <w:tab w:val="left" w:pos="8100"/>
        </w:tabs>
        <w:jc w:val="left"/>
        <w:rPr>
          <w:b/>
          <w:bCs/>
        </w:rPr>
      </w:pPr>
      <w:r w:rsidRPr="00532A17">
        <w:rPr>
          <w:b/>
          <w:bCs/>
        </w:rPr>
        <w:t xml:space="preserve">Губернатор Ульяновской области                        </w:t>
      </w:r>
      <w:r>
        <w:rPr>
          <w:b/>
          <w:bCs/>
        </w:rPr>
        <w:t xml:space="preserve">                               </w:t>
      </w:r>
      <w:r w:rsidRPr="00532A17">
        <w:rPr>
          <w:b/>
          <w:bCs/>
        </w:rPr>
        <w:t>С.И.Морозов</w:t>
      </w:r>
    </w:p>
    <w:p w:rsidR="000F4431" w:rsidRPr="00532A17" w:rsidRDefault="000F4431" w:rsidP="005D7230">
      <w:pPr>
        <w:spacing w:after="0" w:line="240" w:lineRule="auto"/>
        <w:rPr>
          <w:b/>
          <w:bCs/>
          <w:sz w:val="24"/>
          <w:szCs w:val="24"/>
        </w:rPr>
      </w:pPr>
    </w:p>
    <w:p w:rsidR="000F4431" w:rsidRDefault="000F4431" w:rsidP="005D72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431" w:rsidRDefault="000F4431" w:rsidP="005D72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431" w:rsidRPr="00475591" w:rsidRDefault="000F4431" w:rsidP="005D72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5591">
        <w:rPr>
          <w:rFonts w:ascii="Times New Roman" w:hAnsi="Times New Roman" w:cs="Times New Roman"/>
          <w:sz w:val="28"/>
          <w:szCs w:val="28"/>
        </w:rPr>
        <w:t>г. Ульяновск</w:t>
      </w:r>
    </w:p>
    <w:p w:rsidR="000F4431" w:rsidRPr="00475591" w:rsidRDefault="000F4431" w:rsidP="005D72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августа </w:t>
      </w:r>
      <w:r w:rsidRPr="0047559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7559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F4431" w:rsidRPr="00481CA2" w:rsidRDefault="000F4431" w:rsidP="005D7230">
      <w:pPr>
        <w:tabs>
          <w:tab w:val="center" w:pos="4960"/>
          <w:tab w:val="left" w:pos="73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№ 75-З</w:t>
      </w:r>
      <w:r w:rsidRPr="004755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0F4431" w:rsidRPr="00481CA2" w:rsidSect="002317CE">
      <w:footerReference w:type="default" r:id="rId6"/>
      <w:pgSz w:w="11906" w:h="16838" w:code="9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431" w:rsidRDefault="000F4431" w:rsidP="00CA6D59">
      <w:pPr>
        <w:spacing w:after="0" w:line="240" w:lineRule="auto"/>
      </w:pPr>
      <w:r>
        <w:separator/>
      </w:r>
    </w:p>
  </w:endnote>
  <w:endnote w:type="continuationSeparator" w:id="0">
    <w:p w:rsidR="000F4431" w:rsidRDefault="000F4431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431" w:rsidRPr="005D7230" w:rsidRDefault="000F4431" w:rsidP="005D7230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5D7230">
      <w:rPr>
        <w:rFonts w:ascii="Times New Roman" w:hAnsi="Times New Roman" w:cs="Times New Roman"/>
        <w:sz w:val="16"/>
        <w:szCs w:val="16"/>
      </w:rPr>
      <w:t>1508кк2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431" w:rsidRDefault="000F4431" w:rsidP="00CA6D59">
      <w:pPr>
        <w:spacing w:after="0" w:line="240" w:lineRule="auto"/>
      </w:pPr>
      <w:r>
        <w:separator/>
      </w:r>
    </w:p>
  </w:footnote>
  <w:footnote w:type="continuationSeparator" w:id="0">
    <w:p w:rsidR="000F4431" w:rsidRDefault="000F4431" w:rsidP="00CA6D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6EF"/>
    <w:rsid w:val="000837CC"/>
    <w:rsid w:val="00094FB5"/>
    <w:rsid w:val="000C2467"/>
    <w:rsid w:val="000D306F"/>
    <w:rsid w:val="000F4431"/>
    <w:rsid w:val="001047C9"/>
    <w:rsid w:val="001304C8"/>
    <w:rsid w:val="00132641"/>
    <w:rsid w:val="001968AE"/>
    <w:rsid w:val="001A21FF"/>
    <w:rsid w:val="002149D9"/>
    <w:rsid w:val="00215AC9"/>
    <w:rsid w:val="002317CE"/>
    <w:rsid w:val="00247073"/>
    <w:rsid w:val="00252B43"/>
    <w:rsid w:val="00273635"/>
    <w:rsid w:val="00276BAE"/>
    <w:rsid w:val="00285BBA"/>
    <w:rsid w:val="002A1705"/>
    <w:rsid w:val="002E1FB8"/>
    <w:rsid w:val="002E6F4B"/>
    <w:rsid w:val="00397C04"/>
    <w:rsid w:val="004346EF"/>
    <w:rsid w:val="004436D7"/>
    <w:rsid w:val="00456B18"/>
    <w:rsid w:val="00475591"/>
    <w:rsid w:val="00481CA2"/>
    <w:rsid w:val="004C61B6"/>
    <w:rsid w:val="00517D47"/>
    <w:rsid w:val="005328BB"/>
    <w:rsid w:val="00532A17"/>
    <w:rsid w:val="00552561"/>
    <w:rsid w:val="005547CA"/>
    <w:rsid w:val="00556958"/>
    <w:rsid w:val="005934B2"/>
    <w:rsid w:val="005C6D31"/>
    <w:rsid w:val="005D7230"/>
    <w:rsid w:val="005F76D7"/>
    <w:rsid w:val="00611C16"/>
    <w:rsid w:val="006700FD"/>
    <w:rsid w:val="00674EDE"/>
    <w:rsid w:val="0068169E"/>
    <w:rsid w:val="006F014F"/>
    <w:rsid w:val="006F1142"/>
    <w:rsid w:val="006F1EDF"/>
    <w:rsid w:val="00760962"/>
    <w:rsid w:val="00760C54"/>
    <w:rsid w:val="007C0993"/>
    <w:rsid w:val="007D0A59"/>
    <w:rsid w:val="00815B00"/>
    <w:rsid w:val="00841BDE"/>
    <w:rsid w:val="00882E48"/>
    <w:rsid w:val="008D56C0"/>
    <w:rsid w:val="008E1DC3"/>
    <w:rsid w:val="008E280C"/>
    <w:rsid w:val="008F707D"/>
    <w:rsid w:val="00914DD4"/>
    <w:rsid w:val="00942781"/>
    <w:rsid w:val="00974146"/>
    <w:rsid w:val="00996173"/>
    <w:rsid w:val="009C4D4E"/>
    <w:rsid w:val="00A415D0"/>
    <w:rsid w:val="00A41DC2"/>
    <w:rsid w:val="00B566FA"/>
    <w:rsid w:val="00B70831"/>
    <w:rsid w:val="00B87DA4"/>
    <w:rsid w:val="00BD182D"/>
    <w:rsid w:val="00C05765"/>
    <w:rsid w:val="00C17076"/>
    <w:rsid w:val="00C305B6"/>
    <w:rsid w:val="00C46A45"/>
    <w:rsid w:val="00C51E75"/>
    <w:rsid w:val="00C6468A"/>
    <w:rsid w:val="00C77143"/>
    <w:rsid w:val="00CA4D5A"/>
    <w:rsid w:val="00CA6D59"/>
    <w:rsid w:val="00CF49E6"/>
    <w:rsid w:val="00D0667B"/>
    <w:rsid w:val="00D150AC"/>
    <w:rsid w:val="00D460D5"/>
    <w:rsid w:val="00D513BC"/>
    <w:rsid w:val="00D6174B"/>
    <w:rsid w:val="00D669C5"/>
    <w:rsid w:val="00DB3DD0"/>
    <w:rsid w:val="00DD1836"/>
    <w:rsid w:val="00DF4ECA"/>
    <w:rsid w:val="00E80F5F"/>
    <w:rsid w:val="00E843CF"/>
    <w:rsid w:val="00EA4EAC"/>
    <w:rsid w:val="00EE0F36"/>
    <w:rsid w:val="00EF6EF4"/>
    <w:rsid w:val="00F73B66"/>
    <w:rsid w:val="00F812AB"/>
    <w:rsid w:val="00FB7399"/>
    <w:rsid w:val="00FC371B"/>
    <w:rsid w:val="00FD2E94"/>
    <w:rsid w:val="00FE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D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81CA2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6D59"/>
  </w:style>
  <w:style w:type="paragraph" w:styleId="Footer">
    <w:name w:val="footer"/>
    <w:basedOn w:val="Normal"/>
    <w:link w:val="Foot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6D59"/>
  </w:style>
  <w:style w:type="paragraph" w:styleId="BalloonText">
    <w:name w:val="Balloon Text"/>
    <w:basedOn w:val="Normal"/>
    <w:link w:val="BalloonTextChar"/>
    <w:uiPriority w:val="99"/>
    <w:semiHidden/>
    <w:rsid w:val="00CA6D59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124</Words>
  <Characters>711</Characters>
  <Application>Microsoft Office Outlook</Application>
  <DocSecurity>0</DocSecurity>
  <Lines>0</Lines>
  <Paragraphs>0</Paragraphs>
  <ScaleCrop>false</ScaleCrop>
  <Company>ЗСУО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А. Черненко</dc:creator>
  <cp:keywords/>
  <dc:description/>
  <cp:lastModifiedBy>Пользователь</cp:lastModifiedBy>
  <cp:revision>4</cp:revision>
  <cp:lastPrinted>2018-08-22T12:27:00Z</cp:lastPrinted>
  <dcterms:created xsi:type="dcterms:W3CDTF">2018-08-22T12:29:00Z</dcterms:created>
  <dcterms:modified xsi:type="dcterms:W3CDTF">2018-09-04T05:59:00Z</dcterms:modified>
</cp:coreProperties>
</file>