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15" w:rsidRPr="00BB6E4C" w:rsidRDefault="00A86915" w:rsidP="00A5561E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A86915" w:rsidRPr="00BB6E4C" w:rsidRDefault="00A86915" w:rsidP="00A5561E">
      <w:pPr>
        <w:pStyle w:val="ConsPlusTitle"/>
        <w:widowControl/>
        <w:jc w:val="center"/>
        <w:rPr>
          <w:sz w:val="28"/>
          <w:szCs w:val="28"/>
        </w:rPr>
      </w:pPr>
    </w:p>
    <w:p w:rsidR="00A86915" w:rsidRPr="00BB6E4C" w:rsidRDefault="00A86915" w:rsidP="00A5561E">
      <w:pPr>
        <w:pStyle w:val="ConsPlusTitle"/>
        <w:widowControl/>
        <w:jc w:val="center"/>
        <w:rPr>
          <w:sz w:val="28"/>
          <w:szCs w:val="28"/>
        </w:rPr>
      </w:pPr>
    </w:p>
    <w:p w:rsidR="00A86915" w:rsidRDefault="00A86915" w:rsidP="00BB6E4C">
      <w:pPr>
        <w:pStyle w:val="ConsPlusTitle"/>
        <w:widowControl/>
        <w:jc w:val="center"/>
        <w:rPr>
          <w:sz w:val="28"/>
          <w:szCs w:val="28"/>
        </w:rPr>
      </w:pPr>
    </w:p>
    <w:p w:rsidR="00A86915" w:rsidRPr="00BB6E4C" w:rsidRDefault="00A86915" w:rsidP="00BB6E4C">
      <w:pPr>
        <w:pStyle w:val="ConsPlusTitle"/>
        <w:widowControl/>
        <w:jc w:val="center"/>
        <w:rPr>
          <w:sz w:val="28"/>
          <w:szCs w:val="28"/>
        </w:rPr>
      </w:pPr>
    </w:p>
    <w:p w:rsidR="00A86915" w:rsidRPr="00BB6E4C" w:rsidRDefault="00A86915" w:rsidP="00BB6E4C">
      <w:pPr>
        <w:pStyle w:val="ConsPlusTitle"/>
        <w:widowControl/>
        <w:jc w:val="center"/>
      </w:pPr>
    </w:p>
    <w:p w:rsidR="00A86915" w:rsidRPr="00BB6E4C" w:rsidRDefault="00A86915" w:rsidP="00A5561E">
      <w:pPr>
        <w:pStyle w:val="ConsPlusTitle"/>
        <w:widowControl/>
        <w:jc w:val="center"/>
        <w:rPr>
          <w:sz w:val="28"/>
          <w:szCs w:val="28"/>
        </w:rPr>
      </w:pPr>
      <w:r w:rsidRPr="00BB6E4C">
        <w:rPr>
          <w:sz w:val="28"/>
          <w:szCs w:val="28"/>
        </w:rPr>
        <w:t xml:space="preserve">О внесении изменений в статью 3 Закона Ульяновской области </w:t>
      </w:r>
    </w:p>
    <w:p w:rsidR="00A86915" w:rsidRPr="00BB6E4C" w:rsidRDefault="00A86915" w:rsidP="00A5561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6E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«О внесении изменений в отдельные законодательные акты</w:t>
      </w:r>
    </w:p>
    <w:p w:rsidR="00A86915" w:rsidRPr="00BB6E4C" w:rsidRDefault="00A86915" w:rsidP="00A5561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6E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Ульяновской области»</w:t>
      </w:r>
    </w:p>
    <w:p w:rsidR="00A86915" w:rsidRPr="00BB6E4C" w:rsidRDefault="00A86915" w:rsidP="0080188A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86915" w:rsidRDefault="00A86915" w:rsidP="0080188A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86915" w:rsidRPr="00BC4223" w:rsidRDefault="00A86915" w:rsidP="00BC4223">
      <w:pPr>
        <w:shd w:val="clear" w:color="auto" w:fill="FFFFFF"/>
        <w:spacing w:after="0" w:line="360" w:lineRule="auto"/>
        <w:ind w:firstLine="70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BC4223">
        <w:rPr>
          <w:rFonts w:ascii="Times New Roman" w:hAnsi="Times New Roman" w:cs="Times New Roman"/>
          <w:sz w:val="24"/>
          <w:szCs w:val="24"/>
          <w:lang w:eastAsia="ru-RU"/>
        </w:rPr>
        <w:t>Принят Законодательным Собранием Ульяновской области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22 августа 2018 года</w:t>
      </w:r>
    </w:p>
    <w:p w:rsidR="00A86915" w:rsidRDefault="00A86915" w:rsidP="0080188A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86915" w:rsidRDefault="00A86915" w:rsidP="0080188A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86915" w:rsidRPr="00BB6E4C" w:rsidRDefault="00A86915" w:rsidP="0080188A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86915" w:rsidRPr="00BB6E4C" w:rsidRDefault="00A86915" w:rsidP="00BB6E4C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6E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</w:t>
      </w:r>
    </w:p>
    <w:p w:rsidR="00A86915" w:rsidRPr="00BB6E4C" w:rsidRDefault="00A86915" w:rsidP="00BB6E4C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86915" w:rsidRPr="00BB6E4C" w:rsidRDefault="00A86915" w:rsidP="00BB6E4C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86915" w:rsidRPr="00BB6E4C" w:rsidRDefault="00A86915" w:rsidP="00BB6E4C">
      <w:pPr>
        <w:widowControl w:val="0"/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6E4C"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статью 3 Закона Ульяновской области от 27 сентября 2016 года </w:t>
      </w:r>
      <w:r w:rsidRPr="00BB6E4C">
        <w:rPr>
          <w:rFonts w:ascii="Times New Roman" w:hAnsi="Times New Roman" w:cs="Times New Roman"/>
          <w:sz w:val="28"/>
          <w:szCs w:val="28"/>
          <w:lang w:eastAsia="ru-RU"/>
        </w:rPr>
        <w:br/>
        <w:t>№ 130-ЗО «О внесении изменений в отдельные законодательные акты Ульяновской области» («Ульяновская правда» от 04.10.2016 № 118) следующие изменения:</w:t>
      </w:r>
    </w:p>
    <w:p w:rsidR="00A86915" w:rsidRPr="00BB6E4C" w:rsidRDefault="00A86915" w:rsidP="00BB6E4C">
      <w:pPr>
        <w:pStyle w:val="ListParagraph"/>
        <w:widowControl w:val="0"/>
        <w:spacing w:line="372" w:lineRule="auto"/>
        <w:ind w:left="709"/>
        <w:jc w:val="both"/>
      </w:pPr>
      <w:r w:rsidRPr="00BB6E4C">
        <w:t>1) часть 2 изложить в следующей редакции:</w:t>
      </w:r>
    </w:p>
    <w:p w:rsidR="00A86915" w:rsidRPr="00BB6E4C" w:rsidRDefault="00A86915" w:rsidP="00BB6E4C">
      <w:pPr>
        <w:pStyle w:val="ListParagraph"/>
        <w:widowControl w:val="0"/>
        <w:spacing w:line="372" w:lineRule="auto"/>
        <w:ind w:left="0" w:firstLine="709"/>
        <w:jc w:val="both"/>
      </w:pPr>
      <w:r w:rsidRPr="00BB6E4C">
        <w:t>«2. Положения статьи 1</w:t>
      </w:r>
      <w:r w:rsidRPr="00BB6E4C">
        <w:rPr>
          <w:vertAlign w:val="superscript"/>
        </w:rPr>
        <w:t xml:space="preserve">11 </w:t>
      </w:r>
      <w:r w:rsidRPr="00BB6E4C">
        <w:t>Закона Ульяновской области от 4 июня 2007 года № 71-ЗО 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(в редакции настоящего Закона) не применяются после 31 декабря 2020 года.»;</w:t>
      </w:r>
    </w:p>
    <w:p w:rsidR="00A86915" w:rsidRPr="00BB6E4C" w:rsidRDefault="00A86915" w:rsidP="00BB6E4C">
      <w:pPr>
        <w:pStyle w:val="ListParagraph"/>
        <w:widowControl w:val="0"/>
        <w:spacing w:line="372" w:lineRule="auto"/>
        <w:ind w:left="0" w:firstLine="709"/>
        <w:jc w:val="both"/>
      </w:pPr>
      <w:r w:rsidRPr="00BB6E4C">
        <w:t>2) дополнить частью 3 следующего содержания:</w:t>
      </w:r>
    </w:p>
    <w:p w:rsidR="00A86915" w:rsidRPr="00BB6E4C" w:rsidRDefault="00A86915" w:rsidP="00BB6E4C">
      <w:pPr>
        <w:pStyle w:val="ListParagraph"/>
        <w:widowControl w:val="0"/>
        <w:spacing w:line="372" w:lineRule="auto"/>
        <w:ind w:left="0" w:firstLine="709"/>
        <w:jc w:val="both"/>
      </w:pPr>
      <w:r w:rsidRPr="00BB6E4C">
        <w:t xml:space="preserve">«3. Положения пункта 12 части 2 статьи 2 Закона Ульяновской области </w:t>
      </w:r>
      <w:r w:rsidRPr="00BB6E4C">
        <w:br/>
        <w:t xml:space="preserve">от 2 сентября 2015 года № 99-ЗО «О налоге на имущество организаций </w:t>
      </w:r>
      <w:r w:rsidRPr="00BB6E4C">
        <w:br/>
        <w:t xml:space="preserve">на территории Ульяновской области» (в редакции настоящего Закона) </w:t>
      </w:r>
      <w:r w:rsidRPr="00BB6E4C">
        <w:br/>
        <w:t>не применяются после 31 декабря 2026 года.».</w:t>
      </w:r>
      <w:bookmarkStart w:id="0" w:name="_GoBack"/>
      <w:bookmarkEnd w:id="0"/>
    </w:p>
    <w:p w:rsidR="00A86915" w:rsidRPr="00BB6E4C" w:rsidRDefault="00A86915" w:rsidP="00BB6E4C">
      <w:pPr>
        <w:pStyle w:val="NoSpacing"/>
        <w:ind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A86915" w:rsidRPr="00BB6E4C" w:rsidRDefault="00A86915" w:rsidP="00BB6E4C">
      <w:pPr>
        <w:pStyle w:val="NoSpacing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B6E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86915" w:rsidRPr="00BB6E4C" w:rsidRDefault="00A86915" w:rsidP="00BB6E4C">
      <w:pPr>
        <w:pStyle w:val="NoSpacing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86915" w:rsidRPr="00BB6E4C" w:rsidRDefault="00A86915" w:rsidP="00BB6E4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6915" w:rsidRDefault="00A86915" w:rsidP="00BB6E4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6E4C">
        <w:rPr>
          <w:rFonts w:ascii="Times New Roman" w:hAnsi="Times New Roman" w:cs="Times New Roman"/>
          <w:sz w:val="28"/>
          <w:szCs w:val="28"/>
          <w:lang w:eastAsia="ru-RU"/>
        </w:rPr>
        <w:t>Настоящий Закон вступает в силу с 1 января 2019 года.</w:t>
      </w:r>
    </w:p>
    <w:p w:rsidR="00A86915" w:rsidRDefault="00A86915" w:rsidP="00BB6E4C"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6915" w:rsidRDefault="00A86915" w:rsidP="00BB6E4C">
      <w:pPr>
        <w:pStyle w:val="NoSpacing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6915" w:rsidRPr="00BB6E4C" w:rsidRDefault="00A86915" w:rsidP="00BB6E4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6915" w:rsidRPr="00BB6E4C" w:rsidRDefault="00A86915" w:rsidP="00BB6E4C">
      <w:pPr>
        <w:pStyle w:val="NoSpacing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BB6E4C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Губернатор Ульяновской области                                                </w:t>
      </w:r>
      <w:r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   </w:t>
      </w:r>
      <w:r w:rsidRPr="00BB6E4C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С.И.Морозов</w:t>
      </w:r>
    </w:p>
    <w:p w:rsidR="00A86915" w:rsidRPr="00BB6E4C" w:rsidRDefault="00A86915" w:rsidP="00BB6E4C">
      <w:pPr>
        <w:pStyle w:val="NoSpacing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A86915" w:rsidRPr="00BB6E4C" w:rsidRDefault="00A86915" w:rsidP="00BB6E4C">
      <w:pPr>
        <w:pStyle w:val="NoSpacing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A86915" w:rsidRPr="00BB6E4C" w:rsidRDefault="00A86915" w:rsidP="00BB6E4C">
      <w:pPr>
        <w:pStyle w:val="NoSpacing"/>
        <w:ind w:firstLine="709"/>
        <w:jc w:val="center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A86915" w:rsidRPr="00BB6E4C" w:rsidRDefault="00A86915" w:rsidP="00BB6E4C">
      <w:pPr>
        <w:pStyle w:val="NoSpacing"/>
        <w:jc w:val="center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BB6E4C">
        <w:rPr>
          <w:rFonts w:ascii="Times New Roman" w:hAnsi="Times New Roman" w:cs="Times New Roman"/>
          <w:spacing w:val="2"/>
          <w:sz w:val="28"/>
          <w:szCs w:val="28"/>
          <w:lang w:eastAsia="ru-RU"/>
        </w:rPr>
        <w:t>г. Ульяновск</w:t>
      </w:r>
    </w:p>
    <w:p w:rsidR="00A86915" w:rsidRPr="00BB6E4C" w:rsidRDefault="00A86915" w:rsidP="00BB6E4C">
      <w:pPr>
        <w:pStyle w:val="NoSpacing"/>
        <w:jc w:val="center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30 августа </w:t>
      </w:r>
      <w:r w:rsidRPr="00BB6E4C">
        <w:rPr>
          <w:rFonts w:ascii="Times New Roman" w:hAnsi="Times New Roman" w:cs="Times New Roman"/>
          <w:spacing w:val="2"/>
          <w:sz w:val="28"/>
          <w:szCs w:val="28"/>
          <w:lang w:eastAsia="ru-RU"/>
        </w:rPr>
        <w:t>2018 г.</w:t>
      </w:r>
    </w:p>
    <w:p w:rsidR="00A86915" w:rsidRPr="00BB6E4C" w:rsidRDefault="00A86915" w:rsidP="00BB6E4C">
      <w:pPr>
        <w:pStyle w:val="NoSpacing"/>
        <w:jc w:val="center"/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№ 74-</w:t>
      </w:r>
      <w:r w:rsidRPr="00BB6E4C">
        <w:rPr>
          <w:rFonts w:ascii="Times New Roman" w:hAnsi="Times New Roman" w:cs="Times New Roman"/>
          <w:spacing w:val="2"/>
          <w:sz w:val="28"/>
          <w:szCs w:val="28"/>
          <w:lang w:eastAsia="ru-RU"/>
        </w:rPr>
        <w:t>ЗО</w:t>
      </w:r>
    </w:p>
    <w:sectPr w:rsidR="00A86915" w:rsidRPr="00BB6E4C" w:rsidSect="00BB6E4C">
      <w:headerReference w:type="default" r:id="rId7"/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915" w:rsidRDefault="00A86915" w:rsidP="00BB6E4C">
      <w:pPr>
        <w:spacing w:after="0" w:line="240" w:lineRule="auto"/>
      </w:pPr>
      <w:r>
        <w:separator/>
      </w:r>
    </w:p>
  </w:endnote>
  <w:endnote w:type="continuationSeparator" w:id="0">
    <w:p w:rsidR="00A86915" w:rsidRDefault="00A86915" w:rsidP="00BB6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915" w:rsidRPr="00BB6E4C" w:rsidRDefault="00A86915" w:rsidP="00BB6E4C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3105км1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915" w:rsidRDefault="00A86915" w:rsidP="00BB6E4C">
      <w:pPr>
        <w:spacing w:after="0" w:line="240" w:lineRule="auto"/>
      </w:pPr>
      <w:r>
        <w:separator/>
      </w:r>
    </w:p>
  </w:footnote>
  <w:footnote w:type="continuationSeparator" w:id="0">
    <w:p w:rsidR="00A86915" w:rsidRDefault="00A86915" w:rsidP="00BB6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915" w:rsidRDefault="00A86915">
    <w:pPr>
      <w:pStyle w:val="Header"/>
      <w:jc w:val="center"/>
    </w:pPr>
    <w:r w:rsidRPr="00BB6E4C">
      <w:rPr>
        <w:rFonts w:ascii="Times New Roman" w:hAnsi="Times New Roman" w:cs="Times New Roman"/>
        <w:sz w:val="28"/>
        <w:szCs w:val="28"/>
      </w:rPr>
      <w:fldChar w:fldCharType="begin"/>
    </w:r>
    <w:r w:rsidRPr="00BB6E4C">
      <w:rPr>
        <w:rFonts w:ascii="Times New Roman" w:hAnsi="Times New Roman" w:cs="Times New Roman"/>
        <w:sz w:val="28"/>
        <w:szCs w:val="28"/>
      </w:rPr>
      <w:instrText>PAGE   \* MERGEFORMAT</w:instrText>
    </w:r>
    <w:r w:rsidRPr="00BB6E4C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BB6E4C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34DAD"/>
    <w:multiLevelType w:val="hybridMultilevel"/>
    <w:tmpl w:val="BF84D852"/>
    <w:lvl w:ilvl="0" w:tplc="965AA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2BE"/>
    <w:rsid w:val="00021D62"/>
    <w:rsid w:val="0007029F"/>
    <w:rsid w:val="00074129"/>
    <w:rsid w:val="00085E86"/>
    <w:rsid w:val="000874AF"/>
    <w:rsid w:val="000B7C63"/>
    <w:rsid w:val="000C500A"/>
    <w:rsid w:val="000E64DF"/>
    <w:rsid w:val="00121B73"/>
    <w:rsid w:val="00197277"/>
    <w:rsid w:val="001A2158"/>
    <w:rsid w:val="001A5776"/>
    <w:rsid w:val="002005CF"/>
    <w:rsid w:val="00264CB4"/>
    <w:rsid w:val="00297D57"/>
    <w:rsid w:val="002A27A3"/>
    <w:rsid w:val="002A3536"/>
    <w:rsid w:val="00320234"/>
    <w:rsid w:val="00371812"/>
    <w:rsid w:val="003A0218"/>
    <w:rsid w:val="003A3DC9"/>
    <w:rsid w:val="003C4DAB"/>
    <w:rsid w:val="003D75A7"/>
    <w:rsid w:val="004331E5"/>
    <w:rsid w:val="004426C1"/>
    <w:rsid w:val="004609BE"/>
    <w:rsid w:val="004842BE"/>
    <w:rsid w:val="00496A08"/>
    <w:rsid w:val="004A2FCA"/>
    <w:rsid w:val="004B52D4"/>
    <w:rsid w:val="004C5AF7"/>
    <w:rsid w:val="004F2627"/>
    <w:rsid w:val="00513568"/>
    <w:rsid w:val="00535B1B"/>
    <w:rsid w:val="005B0CFC"/>
    <w:rsid w:val="005B2193"/>
    <w:rsid w:val="005C1ED3"/>
    <w:rsid w:val="00640DC6"/>
    <w:rsid w:val="006471B5"/>
    <w:rsid w:val="00671404"/>
    <w:rsid w:val="00675A66"/>
    <w:rsid w:val="006D5E7A"/>
    <w:rsid w:val="00735CF8"/>
    <w:rsid w:val="007532C2"/>
    <w:rsid w:val="00766F09"/>
    <w:rsid w:val="00793DAB"/>
    <w:rsid w:val="00796CE1"/>
    <w:rsid w:val="007D09BC"/>
    <w:rsid w:val="007E3833"/>
    <w:rsid w:val="0080188A"/>
    <w:rsid w:val="0082255D"/>
    <w:rsid w:val="00826093"/>
    <w:rsid w:val="00870598"/>
    <w:rsid w:val="0087520B"/>
    <w:rsid w:val="00876102"/>
    <w:rsid w:val="0088595A"/>
    <w:rsid w:val="00957BE5"/>
    <w:rsid w:val="00960458"/>
    <w:rsid w:val="009C0BC7"/>
    <w:rsid w:val="009C4BBA"/>
    <w:rsid w:val="009E1710"/>
    <w:rsid w:val="00A10F75"/>
    <w:rsid w:val="00A1397D"/>
    <w:rsid w:val="00A20403"/>
    <w:rsid w:val="00A41170"/>
    <w:rsid w:val="00A5561E"/>
    <w:rsid w:val="00A83D63"/>
    <w:rsid w:val="00A86915"/>
    <w:rsid w:val="00A90310"/>
    <w:rsid w:val="00AD2074"/>
    <w:rsid w:val="00AD79FF"/>
    <w:rsid w:val="00AE6942"/>
    <w:rsid w:val="00AE7788"/>
    <w:rsid w:val="00B12D6F"/>
    <w:rsid w:val="00B160CB"/>
    <w:rsid w:val="00B2070F"/>
    <w:rsid w:val="00B25C79"/>
    <w:rsid w:val="00B87731"/>
    <w:rsid w:val="00BA1F58"/>
    <w:rsid w:val="00BB6E4C"/>
    <w:rsid w:val="00BC4223"/>
    <w:rsid w:val="00BD1099"/>
    <w:rsid w:val="00C11654"/>
    <w:rsid w:val="00C45D7F"/>
    <w:rsid w:val="00C930C0"/>
    <w:rsid w:val="00CA4E9E"/>
    <w:rsid w:val="00CB38DF"/>
    <w:rsid w:val="00CB622B"/>
    <w:rsid w:val="00D12A49"/>
    <w:rsid w:val="00D23D0E"/>
    <w:rsid w:val="00D46AAB"/>
    <w:rsid w:val="00D8060E"/>
    <w:rsid w:val="00D85E3F"/>
    <w:rsid w:val="00DA3151"/>
    <w:rsid w:val="00DB0264"/>
    <w:rsid w:val="00DC73AC"/>
    <w:rsid w:val="00DD2172"/>
    <w:rsid w:val="00DD5BD2"/>
    <w:rsid w:val="00DF5FF6"/>
    <w:rsid w:val="00DF7204"/>
    <w:rsid w:val="00E16EE9"/>
    <w:rsid w:val="00E32A53"/>
    <w:rsid w:val="00E4179E"/>
    <w:rsid w:val="00E50704"/>
    <w:rsid w:val="00E5643E"/>
    <w:rsid w:val="00E71047"/>
    <w:rsid w:val="00E727BB"/>
    <w:rsid w:val="00E75C9A"/>
    <w:rsid w:val="00EE7BFA"/>
    <w:rsid w:val="00F02D2E"/>
    <w:rsid w:val="00F60042"/>
    <w:rsid w:val="00F756AE"/>
    <w:rsid w:val="00FA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E7A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484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42B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Normal"/>
    <w:uiPriority w:val="99"/>
    <w:rsid w:val="00484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484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842BE"/>
  </w:style>
  <w:style w:type="character" w:styleId="Hyperlink">
    <w:name w:val="Hyperlink"/>
    <w:basedOn w:val="DefaultParagraphFont"/>
    <w:uiPriority w:val="99"/>
    <w:semiHidden/>
    <w:rsid w:val="004842BE"/>
    <w:rPr>
      <w:color w:val="0000FF"/>
      <w:u w:val="single"/>
    </w:rPr>
  </w:style>
  <w:style w:type="paragraph" w:customStyle="1" w:styleId="ConsPlusTitle">
    <w:name w:val="ConsPlusTitle"/>
    <w:uiPriority w:val="99"/>
    <w:rsid w:val="00A10F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oSpacing">
    <w:name w:val="No Spacing"/>
    <w:uiPriority w:val="99"/>
    <w:qFormat/>
    <w:rsid w:val="00A10F75"/>
    <w:rPr>
      <w:rFonts w:cs="Calibri"/>
      <w:lang w:eastAsia="en-US"/>
    </w:rPr>
  </w:style>
  <w:style w:type="paragraph" w:styleId="BodyText">
    <w:name w:val="Body Text"/>
    <w:basedOn w:val="Normal"/>
    <w:link w:val="BodyTextChar"/>
    <w:uiPriority w:val="99"/>
    <w:rsid w:val="00F6004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6004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75C9A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BB6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B6E4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BB6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B6E4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4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200</Words>
  <Characters>1143</Characters>
  <Application>Microsoft Office Outlook</Application>
  <DocSecurity>0</DocSecurity>
  <Lines>0</Lines>
  <Paragraphs>0</Paragraphs>
  <ScaleCrop>false</ScaleCrop>
  <Company>dad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ernezaks_av</dc:creator>
  <cp:keywords/>
  <dc:description/>
  <cp:lastModifiedBy>Пользователь</cp:lastModifiedBy>
  <cp:revision>6</cp:revision>
  <cp:lastPrinted>2018-08-20T15:33:00Z</cp:lastPrinted>
  <dcterms:created xsi:type="dcterms:W3CDTF">2018-05-31T10:14:00Z</dcterms:created>
  <dcterms:modified xsi:type="dcterms:W3CDTF">2018-09-04T06:02:00Z</dcterms:modified>
</cp:coreProperties>
</file>