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5C8" w:rsidRDefault="001035C8" w:rsidP="00DA133D">
      <w:pPr>
        <w:pStyle w:val="ConsTitle"/>
        <w:widowControl/>
        <w:ind w:right="2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УЛЬЯНОВСКОЙ ОБЛАСТИ</w:t>
      </w:r>
    </w:p>
    <w:p w:rsidR="001035C8" w:rsidRDefault="001035C8" w:rsidP="00DA133D">
      <w:pPr>
        <w:pStyle w:val="ConsTitle"/>
        <w:widowControl/>
        <w:ind w:right="23"/>
        <w:jc w:val="center"/>
        <w:rPr>
          <w:rFonts w:ascii="Times New Roman" w:hAnsi="Times New Roman" w:cs="Times New Roman"/>
          <w:sz w:val="28"/>
          <w:szCs w:val="28"/>
        </w:rPr>
      </w:pPr>
    </w:p>
    <w:p w:rsidR="001035C8" w:rsidRDefault="001035C8" w:rsidP="00DA133D">
      <w:pPr>
        <w:pStyle w:val="ConsTitle"/>
        <w:widowControl/>
        <w:ind w:right="23"/>
        <w:jc w:val="center"/>
        <w:rPr>
          <w:rFonts w:ascii="Times New Roman" w:hAnsi="Times New Roman" w:cs="Times New Roman"/>
          <w:sz w:val="28"/>
          <w:szCs w:val="28"/>
        </w:rPr>
      </w:pPr>
    </w:p>
    <w:p w:rsidR="001035C8" w:rsidRDefault="001035C8" w:rsidP="00DA133D">
      <w:pPr>
        <w:pStyle w:val="ConsTitle"/>
        <w:widowControl/>
        <w:ind w:right="23"/>
        <w:jc w:val="center"/>
        <w:rPr>
          <w:rFonts w:ascii="Times New Roman" w:hAnsi="Times New Roman" w:cs="Times New Roman"/>
          <w:sz w:val="28"/>
          <w:szCs w:val="28"/>
        </w:rPr>
      </w:pPr>
    </w:p>
    <w:p w:rsidR="001035C8" w:rsidRDefault="001035C8" w:rsidP="00A07F64">
      <w:pPr>
        <w:pStyle w:val="ConsTitle"/>
        <w:widowControl/>
        <w:ind w:right="23"/>
        <w:jc w:val="center"/>
        <w:rPr>
          <w:rFonts w:ascii="Times New Roman" w:hAnsi="Times New Roman" w:cs="Times New Roman"/>
          <w:sz w:val="22"/>
          <w:szCs w:val="22"/>
        </w:rPr>
      </w:pPr>
    </w:p>
    <w:p w:rsidR="001035C8" w:rsidRPr="00A07F64" w:rsidRDefault="001035C8" w:rsidP="00A07F64">
      <w:pPr>
        <w:pStyle w:val="ConsTitle"/>
        <w:widowControl/>
        <w:ind w:right="23"/>
        <w:jc w:val="center"/>
        <w:rPr>
          <w:rFonts w:ascii="Times New Roman" w:hAnsi="Times New Roman" w:cs="Times New Roman"/>
          <w:sz w:val="22"/>
          <w:szCs w:val="22"/>
        </w:rPr>
      </w:pPr>
    </w:p>
    <w:p w:rsidR="001035C8" w:rsidRPr="00A07F64" w:rsidRDefault="001035C8" w:rsidP="00A07F64">
      <w:pPr>
        <w:pStyle w:val="ConsTitle"/>
        <w:widowControl/>
        <w:ind w:right="23"/>
        <w:jc w:val="center"/>
        <w:rPr>
          <w:rFonts w:ascii="Times New Roman" w:hAnsi="Times New Roman" w:cs="Times New Roman"/>
          <w:sz w:val="22"/>
          <w:szCs w:val="22"/>
        </w:rPr>
      </w:pPr>
    </w:p>
    <w:p w:rsidR="001035C8" w:rsidRDefault="001035C8" w:rsidP="00DA133D">
      <w:pPr>
        <w:pStyle w:val="ConsTitle"/>
        <w:widowControl/>
        <w:ind w:right="23"/>
        <w:jc w:val="center"/>
        <w:rPr>
          <w:rFonts w:ascii="Times New Roman" w:hAnsi="Times New Roman" w:cs="Times New Roman"/>
          <w:sz w:val="28"/>
          <w:szCs w:val="28"/>
        </w:rPr>
      </w:pPr>
      <w:r w:rsidRPr="002F2C06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в Закон Ульяновской области </w:t>
      </w:r>
    </w:p>
    <w:p w:rsidR="001035C8" w:rsidRDefault="001035C8" w:rsidP="00DA133D">
      <w:pPr>
        <w:pStyle w:val="ConsTitle"/>
        <w:widowControl/>
        <w:ind w:right="23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бесплатной юридической помощи на территории </w:t>
      </w:r>
      <w:r w:rsidRPr="002F2C06">
        <w:rPr>
          <w:rFonts w:ascii="Times New Roman" w:hAnsi="Times New Roman" w:cs="Times New Roman"/>
          <w:sz w:val="28"/>
          <w:szCs w:val="28"/>
        </w:rPr>
        <w:t>Ульяновской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035C8" w:rsidRPr="00404D9C" w:rsidRDefault="001035C8" w:rsidP="00DA133D">
      <w:pPr>
        <w:pStyle w:val="ConsTitle"/>
        <w:widowControl/>
        <w:ind w:right="23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035C8" w:rsidRPr="00404D9C" w:rsidRDefault="001035C8" w:rsidP="00DA133D">
      <w:pPr>
        <w:pStyle w:val="ConsTitle"/>
        <w:widowControl/>
        <w:ind w:right="23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035C8" w:rsidRPr="00F96D22" w:rsidRDefault="001035C8" w:rsidP="00F96D22">
      <w:pPr>
        <w:ind w:right="-85"/>
        <w:jc w:val="center"/>
        <w:rPr>
          <w:rFonts w:ascii="Times New Roman" w:hAnsi="Times New Roman" w:cs="Times New Roman"/>
          <w:sz w:val="24"/>
          <w:szCs w:val="24"/>
        </w:rPr>
      </w:pPr>
      <w:r w:rsidRPr="00F96D22">
        <w:rPr>
          <w:rFonts w:ascii="Times New Roman" w:hAnsi="Times New Roman" w:cs="Times New Roman"/>
          <w:sz w:val="24"/>
          <w:szCs w:val="24"/>
        </w:rPr>
        <w:t>Принят Законодательным Собранием Ульяновской области 22 августа 2018 года</w:t>
      </w:r>
    </w:p>
    <w:p w:rsidR="001035C8" w:rsidRDefault="001035C8" w:rsidP="00DA133D">
      <w:pPr>
        <w:pStyle w:val="ConsTitle"/>
        <w:widowControl/>
        <w:ind w:right="23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035C8" w:rsidRDefault="001035C8" w:rsidP="00DA133D">
      <w:pPr>
        <w:pStyle w:val="ConsTitle"/>
        <w:widowControl/>
        <w:ind w:right="23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035C8" w:rsidRDefault="001035C8" w:rsidP="00DA133D">
      <w:pPr>
        <w:pStyle w:val="ConsTitle"/>
        <w:widowControl/>
        <w:ind w:right="23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035C8" w:rsidRPr="00FD7892" w:rsidRDefault="001035C8" w:rsidP="001E13D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7892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</w:p>
    <w:p w:rsidR="001035C8" w:rsidRDefault="001035C8" w:rsidP="001E13D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</w:p>
    <w:p w:rsidR="001035C8" w:rsidRDefault="001035C8" w:rsidP="001E13D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DA133D">
        <w:rPr>
          <w:rFonts w:ascii="Times New Roman" w:hAnsi="Times New Roman" w:cs="Times New Roman"/>
          <w:sz w:val="28"/>
          <w:szCs w:val="28"/>
        </w:rPr>
        <w:t>Внести в Закон Ульяновской области от 3 октября 2012 года № 131-ЗО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DA133D">
        <w:rPr>
          <w:rFonts w:ascii="Times New Roman" w:hAnsi="Times New Roman" w:cs="Times New Roman"/>
          <w:sz w:val="28"/>
          <w:szCs w:val="28"/>
        </w:rPr>
        <w:t>«О бесплатной юридической помощи на территории Ульяновской области» («Ульяновская правда» от 10.10.2012 № 111; от 11.11.2013 № 144; от 06.02.2014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DA133D">
        <w:rPr>
          <w:rFonts w:ascii="Times New Roman" w:hAnsi="Times New Roman" w:cs="Times New Roman"/>
          <w:sz w:val="28"/>
          <w:szCs w:val="28"/>
        </w:rPr>
        <w:t>№ 16; от 08.12.2014 № 180; от 09.02.2015 № 16; от 06.04.2015 № 44;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133D">
        <w:rPr>
          <w:rFonts w:ascii="Times New Roman" w:hAnsi="Times New Roman" w:cs="Times New Roman"/>
          <w:sz w:val="28"/>
          <w:szCs w:val="28"/>
        </w:rPr>
        <w:t>от 08.06.2015 № 76-77; от 06.06.2016 № 75-76; от 27.01.2017 № 6; от 05.09.2017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133D">
        <w:rPr>
          <w:rFonts w:ascii="Times New Roman" w:hAnsi="Times New Roman" w:cs="Times New Roman"/>
          <w:sz w:val="28"/>
          <w:szCs w:val="28"/>
        </w:rPr>
        <w:t>№ 65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br/>
        <w:t>от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27.04.2018 № 29)</w:t>
      </w:r>
      <w:r w:rsidRPr="00DA133D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1035C8" w:rsidRDefault="001035C8" w:rsidP="001E13D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часть 2 статьи 4 дополнить пунктами 7 и 8 следующего содержания:</w:t>
      </w:r>
    </w:p>
    <w:p w:rsidR="001035C8" w:rsidRDefault="001035C8" w:rsidP="001E13D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«7) образование Правительственной комиссии по вопросам оказания бесплатной юридической помощи;</w:t>
      </w:r>
    </w:p>
    <w:p w:rsidR="001035C8" w:rsidRDefault="001035C8" w:rsidP="001E13D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8) формирование и организация продвижения бренда государственной системы </w:t>
      </w:r>
      <w:r w:rsidRPr="00DA133D">
        <w:rPr>
          <w:rFonts w:ascii="Times New Roman" w:hAnsi="Times New Roman" w:cs="Times New Roman"/>
          <w:sz w:val="28"/>
          <w:szCs w:val="28"/>
        </w:rPr>
        <w:t>бесплатной юридической помощи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eastAsia="ru-RU"/>
        </w:rPr>
        <w:t>Ульяновской области.»;</w:t>
      </w:r>
    </w:p>
    <w:p w:rsidR="001035C8" w:rsidRDefault="001035C8" w:rsidP="001E13DA">
      <w:pPr>
        <w:spacing w:after="0" w:line="36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часть 3 статьи 5 изложить в следующей редакции:</w:t>
      </w:r>
    </w:p>
    <w:p w:rsidR="001035C8" w:rsidRDefault="001035C8" w:rsidP="001E13DA">
      <w:pPr>
        <w:spacing w:after="0" w:line="36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 Государственное юридическое бюро Ульяновской области </w:t>
      </w:r>
      <w:r>
        <w:rPr>
          <w:rFonts w:ascii="Times New Roman" w:hAnsi="Times New Roman" w:cs="Times New Roman"/>
          <w:sz w:val="28"/>
          <w:szCs w:val="28"/>
        </w:rPr>
        <w:br/>
        <w:t xml:space="preserve">осуществляет правовое консультирование в устной и письменной форме </w:t>
      </w:r>
      <w:r>
        <w:rPr>
          <w:rFonts w:ascii="Times New Roman" w:hAnsi="Times New Roman" w:cs="Times New Roman"/>
          <w:sz w:val="28"/>
          <w:szCs w:val="28"/>
        </w:rPr>
        <w:br/>
        <w:t xml:space="preserve">граждан, относящихся к категориям, указанным в </w:t>
      </w:r>
      <w:r w:rsidRPr="00EC77D8">
        <w:rPr>
          <w:rFonts w:ascii="Times New Roman" w:hAnsi="Times New Roman" w:cs="Times New Roman"/>
          <w:sz w:val="28"/>
          <w:szCs w:val="28"/>
        </w:rPr>
        <w:t>пунктах 6-8 части 1 статьи 20 Федерального закона «О бесплатной юридической помощи в Российской Федерации» и пунктах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77D8">
        <w:rPr>
          <w:rFonts w:ascii="Times New Roman" w:hAnsi="Times New Roman" w:cs="Times New Roman"/>
          <w:sz w:val="28"/>
          <w:szCs w:val="28"/>
        </w:rPr>
        <w:t>и 3-10 части 1 настоящей статьи,</w:t>
      </w:r>
      <w:r>
        <w:rPr>
          <w:rFonts w:ascii="Times New Roman" w:hAnsi="Times New Roman" w:cs="Times New Roman"/>
          <w:sz w:val="28"/>
          <w:szCs w:val="28"/>
        </w:rPr>
        <w:t xml:space="preserve"> в случаях нарушения прав    указанных    граждан   как   потребителей    либо    получения   ими   травм, </w:t>
      </w:r>
    </w:p>
    <w:p w:rsidR="001035C8" w:rsidRDefault="001035C8" w:rsidP="00F96D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обусловленных </w:t>
      </w:r>
      <w:r>
        <w:rPr>
          <w:rFonts w:ascii="Times New Roman" w:hAnsi="Times New Roman" w:cs="Times New Roman"/>
          <w:sz w:val="28"/>
          <w:szCs w:val="28"/>
          <w:lang w:eastAsia="ru-RU"/>
        </w:rPr>
        <w:t>ненадлежащим состоянием тротуаров или иных предназначенных для движения пешеходов территорий,</w:t>
      </w:r>
      <w:r>
        <w:rPr>
          <w:rFonts w:ascii="Times New Roman" w:hAnsi="Times New Roman" w:cs="Times New Roman"/>
          <w:sz w:val="28"/>
          <w:szCs w:val="28"/>
        </w:rPr>
        <w:t xml:space="preserve"> составляет для них в этих случаях заявления, жалобы, ходатайства и другие документы правового характера, представляет их интересы в судах, государственных и муниципальных органах, организациях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1035C8" w:rsidRDefault="001035C8" w:rsidP="001E13DA">
      <w:pPr>
        <w:spacing w:after="0" w:line="36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статье 6:</w:t>
      </w:r>
    </w:p>
    <w:p w:rsidR="001035C8" w:rsidRDefault="001035C8" w:rsidP="001E13DA">
      <w:pPr>
        <w:spacing w:after="0" w:line="36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пункт 2 части 2 дополнить словами «, а в случаях оказания бесплатной юридической помощи, установленных частью 3 статьи 5 настоящего Закона, </w:t>
      </w:r>
      <w:r w:rsidRPr="002E4AA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также документов, подтверждающих эти случаи»;</w:t>
      </w:r>
    </w:p>
    <w:p w:rsidR="001035C8" w:rsidRDefault="001035C8" w:rsidP="001E13DA">
      <w:pPr>
        <w:spacing w:after="0" w:line="36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части 3:</w:t>
      </w:r>
    </w:p>
    <w:p w:rsidR="001035C8" w:rsidRDefault="001035C8" w:rsidP="001E13DA">
      <w:pPr>
        <w:spacing w:after="0" w:line="36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первый после слов «настоящего Закона,» дополнить словами «а также случаи оказания бесплатной юридической помощи, установленные частью 3 статьи 5 настоящего Закона,»;</w:t>
      </w:r>
    </w:p>
    <w:p w:rsidR="001035C8" w:rsidRDefault="001035C8" w:rsidP="001E13DA">
      <w:pPr>
        <w:spacing w:after="0" w:line="36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7 изложить в следующей редакции:</w:t>
      </w:r>
    </w:p>
    <w:p w:rsidR="001035C8" w:rsidRPr="002E4AAC" w:rsidRDefault="001035C8" w:rsidP="001E13DA">
      <w:pPr>
        <w:spacing w:after="0" w:line="360" w:lineRule="auto"/>
        <w:ind w:firstLine="69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«7) справка организации или лица,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оказывающих психиатрическую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помощь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части первой статьи 18 Закона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Российской Федерации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от 2 июля 1992 года № 3185-I «О психиатрической помощи и гарантиях прав граждан при её оказании», </w:t>
      </w:r>
      <w:r w:rsidRPr="002E4AAC">
        <w:rPr>
          <w:rFonts w:ascii="Times New Roman" w:hAnsi="Times New Roman" w:cs="Times New Roman"/>
          <w:sz w:val="28"/>
          <w:szCs w:val="28"/>
        </w:rPr>
        <w:t>–</w:t>
      </w:r>
      <w:r>
        <w:t xml:space="preserve"> </w:t>
      </w:r>
      <w:r w:rsidRPr="002E4AAC">
        <w:rPr>
          <w:rFonts w:ascii="Times New Roman" w:hAnsi="Times New Roman" w:cs="Times New Roman"/>
          <w:sz w:val="28"/>
          <w:szCs w:val="28"/>
        </w:rPr>
        <w:t>для граждан</w:t>
      </w:r>
      <w:r>
        <w:rPr>
          <w:rFonts w:ascii="Times New Roman" w:hAnsi="Times New Roman" w:cs="Times New Roman"/>
          <w:sz w:val="28"/>
          <w:szCs w:val="28"/>
        </w:rPr>
        <w:t xml:space="preserve">, имеющих право на бесплатную юридическую помощь в соответствии с указанным Законом Российской Федерации;»; </w:t>
      </w:r>
      <w:r w:rsidRPr="002E4AA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035C8" w:rsidRDefault="001035C8" w:rsidP="001E13DA">
      <w:pPr>
        <w:spacing w:after="0" w:line="36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17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1035C8" w:rsidRPr="008B760B" w:rsidRDefault="001035C8" w:rsidP="001E13DA">
      <w:pPr>
        <w:spacing w:after="0" w:line="36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«17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справка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медицинской организации о наличии у гражданина травмы или </w:t>
      </w:r>
      <w:r>
        <w:rPr>
          <w:rFonts w:ascii="Times New Roman" w:hAnsi="Times New Roman" w:cs="Times New Roman"/>
          <w:sz w:val="28"/>
          <w:szCs w:val="28"/>
        </w:rPr>
        <w:t>соответственн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о документы, подтверждающие нарушение прав граждан </w:t>
      </w:r>
      <w:r>
        <w:rPr>
          <w:rFonts w:ascii="Times New Roman" w:hAnsi="Times New Roman" w:cs="Times New Roman"/>
          <w:sz w:val="28"/>
          <w:szCs w:val="28"/>
        </w:rPr>
        <w:br/>
        <w:t xml:space="preserve">как потребителей, </w:t>
      </w:r>
      <w:r w:rsidRPr="002E4AA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в случаях оказания бесплатной юридической помощи, установленных частью 3 статьи 5 настоящего Закона;».</w:t>
      </w:r>
    </w:p>
    <w:p w:rsidR="001035C8" w:rsidRPr="00A952CC" w:rsidRDefault="001035C8" w:rsidP="00A952CC">
      <w:pPr>
        <w:pStyle w:val="ConsNormal"/>
        <w:tabs>
          <w:tab w:val="left" w:pos="7560"/>
        </w:tabs>
        <w:ind w:right="23" w:firstLine="697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1035C8" w:rsidRDefault="001035C8" w:rsidP="00A952CC">
      <w:pPr>
        <w:pStyle w:val="ConsNormal"/>
        <w:tabs>
          <w:tab w:val="left" w:pos="7560"/>
        </w:tabs>
        <w:ind w:right="23" w:firstLine="69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035C8" w:rsidRPr="00404D9C" w:rsidRDefault="001035C8" w:rsidP="00A952CC">
      <w:pPr>
        <w:pStyle w:val="ConsNormal"/>
        <w:tabs>
          <w:tab w:val="left" w:pos="7560"/>
        </w:tabs>
        <w:ind w:right="23" w:firstLine="69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4D9C">
        <w:rPr>
          <w:rFonts w:ascii="Times New Roman" w:hAnsi="Times New Roman" w:cs="Times New Roman"/>
          <w:b/>
          <w:bCs/>
          <w:sz w:val="28"/>
          <w:szCs w:val="28"/>
        </w:rPr>
        <w:t>Статья 2</w:t>
      </w:r>
    </w:p>
    <w:p w:rsidR="001035C8" w:rsidRDefault="001035C8" w:rsidP="00A952CC">
      <w:pPr>
        <w:pStyle w:val="ConsNormal"/>
        <w:tabs>
          <w:tab w:val="left" w:pos="7560"/>
        </w:tabs>
        <w:ind w:right="23" w:firstLine="697"/>
        <w:jc w:val="both"/>
        <w:rPr>
          <w:rFonts w:ascii="Times New Roman" w:hAnsi="Times New Roman" w:cs="Times New Roman"/>
          <w:sz w:val="28"/>
          <w:szCs w:val="28"/>
        </w:rPr>
      </w:pPr>
    </w:p>
    <w:p w:rsidR="001035C8" w:rsidRDefault="001035C8" w:rsidP="00A952CC">
      <w:pPr>
        <w:pStyle w:val="ConsNormal"/>
        <w:tabs>
          <w:tab w:val="left" w:pos="7560"/>
        </w:tabs>
        <w:ind w:right="23" w:firstLine="697"/>
        <w:jc w:val="both"/>
        <w:rPr>
          <w:rFonts w:ascii="Times New Roman" w:hAnsi="Times New Roman" w:cs="Times New Roman"/>
          <w:sz w:val="28"/>
          <w:szCs w:val="28"/>
        </w:rPr>
      </w:pPr>
    </w:p>
    <w:p w:rsidR="001035C8" w:rsidRDefault="001035C8" w:rsidP="001E13DA">
      <w:pPr>
        <w:pStyle w:val="ConsNormal"/>
        <w:tabs>
          <w:tab w:val="left" w:pos="7560"/>
        </w:tabs>
        <w:spacing w:line="360" w:lineRule="auto"/>
        <w:ind w:right="23"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Закон вступает в силу через десять дней после дня его официального опубликования, за исключением пункта 2 и абзацев пятого</w:t>
      </w:r>
      <w:r>
        <w:rPr>
          <w:rFonts w:ascii="Times New Roman" w:hAnsi="Times New Roman" w:cs="Times New Roman"/>
          <w:sz w:val="28"/>
          <w:szCs w:val="28"/>
        </w:rPr>
        <w:br/>
        <w:t>и шестого подпункта «б» пункта 3 настоящего Закона, которые вступают в силу</w:t>
      </w:r>
      <w:r>
        <w:rPr>
          <w:rFonts w:ascii="Times New Roman" w:hAnsi="Times New Roman" w:cs="Times New Roman"/>
          <w:sz w:val="28"/>
          <w:szCs w:val="28"/>
        </w:rPr>
        <w:br/>
        <w:t>с 1 января 2019 года.</w:t>
      </w:r>
    </w:p>
    <w:p w:rsidR="001035C8" w:rsidRPr="00A952CC" w:rsidRDefault="001035C8" w:rsidP="00A952CC">
      <w:pPr>
        <w:pStyle w:val="ConsNormal"/>
        <w:tabs>
          <w:tab w:val="left" w:pos="7560"/>
        </w:tabs>
        <w:ind w:right="23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035C8" w:rsidRDefault="001035C8" w:rsidP="00A952CC">
      <w:pPr>
        <w:pStyle w:val="ConsNormal"/>
        <w:tabs>
          <w:tab w:val="left" w:pos="7560"/>
        </w:tabs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35C8" w:rsidRPr="00B91A0E" w:rsidRDefault="001035C8" w:rsidP="00A952CC">
      <w:pPr>
        <w:pStyle w:val="ConsNormal"/>
        <w:tabs>
          <w:tab w:val="left" w:pos="1185"/>
        </w:tabs>
        <w:ind w:right="2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35C8" w:rsidRDefault="001035C8" w:rsidP="00A952CC">
      <w:pPr>
        <w:pStyle w:val="ConsNormal"/>
        <w:widowControl/>
        <w:tabs>
          <w:tab w:val="left" w:pos="8222"/>
        </w:tabs>
        <w:ind w:right="22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1DD1">
        <w:rPr>
          <w:rFonts w:ascii="Times New Roman" w:hAnsi="Times New Roman" w:cs="Times New Roman"/>
          <w:b/>
          <w:bCs/>
          <w:sz w:val="28"/>
          <w:szCs w:val="28"/>
        </w:rPr>
        <w:t>Губерна</w:t>
      </w:r>
      <w:r>
        <w:rPr>
          <w:rFonts w:ascii="Times New Roman" w:hAnsi="Times New Roman" w:cs="Times New Roman"/>
          <w:b/>
          <w:bCs/>
          <w:sz w:val="28"/>
          <w:szCs w:val="28"/>
        </w:rPr>
        <w:t>тор Ульяновской области                                                        С.И.Морозов</w:t>
      </w:r>
    </w:p>
    <w:p w:rsidR="001035C8" w:rsidRDefault="001035C8" w:rsidP="00A952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35C8" w:rsidRDefault="001035C8" w:rsidP="00A952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35C8" w:rsidRDefault="001035C8" w:rsidP="00A952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35C8" w:rsidRDefault="001035C8" w:rsidP="00A952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Ульяновск</w:t>
      </w:r>
    </w:p>
    <w:p w:rsidR="001035C8" w:rsidRDefault="001035C8" w:rsidP="00A952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августа 2018 г.</w:t>
      </w:r>
    </w:p>
    <w:p w:rsidR="001035C8" w:rsidRPr="00FC0E9A" w:rsidRDefault="001035C8" w:rsidP="00A952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 70-ЗО</w:t>
      </w:r>
    </w:p>
    <w:sectPr w:rsidR="001035C8" w:rsidRPr="00FC0E9A" w:rsidSect="00420975">
      <w:headerReference w:type="default" r:id="rId6"/>
      <w:pgSz w:w="11906" w:h="16838" w:code="9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5C8" w:rsidRDefault="001035C8" w:rsidP="00E033DD">
      <w:pPr>
        <w:pStyle w:val="ConsTitle"/>
      </w:pPr>
      <w:r>
        <w:separator/>
      </w:r>
    </w:p>
  </w:endnote>
  <w:endnote w:type="continuationSeparator" w:id="0">
    <w:p w:rsidR="001035C8" w:rsidRDefault="001035C8" w:rsidP="00E033DD">
      <w:pPr>
        <w:pStyle w:val="ConsTitl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5C8" w:rsidRDefault="001035C8" w:rsidP="00E033DD">
      <w:pPr>
        <w:pStyle w:val="ConsTitle"/>
      </w:pPr>
      <w:r>
        <w:separator/>
      </w:r>
    </w:p>
  </w:footnote>
  <w:footnote w:type="continuationSeparator" w:id="0">
    <w:p w:rsidR="001035C8" w:rsidRDefault="001035C8" w:rsidP="00E033DD">
      <w:pPr>
        <w:pStyle w:val="ConsTitle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5C8" w:rsidRPr="006D31AA" w:rsidRDefault="001035C8" w:rsidP="00420975">
    <w:pPr>
      <w:pStyle w:val="Header"/>
      <w:spacing w:after="0" w:line="240" w:lineRule="auto"/>
      <w:jc w:val="center"/>
      <w:rPr>
        <w:rFonts w:ascii="Times New Roman" w:hAnsi="Times New Roman" w:cs="Times New Roman"/>
        <w:sz w:val="28"/>
        <w:szCs w:val="28"/>
      </w:rPr>
    </w:pPr>
    <w:r w:rsidRPr="006D31AA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6D31AA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6D31AA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3</w:t>
    </w:r>
    <w:r w:rsidRPr="006D31AA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33D"/>
    <w:rsid w:val="00013385"/>
    <w:rsid w:val="000471E4"/>
    <w:rsid w:val="000A093C"/>
    <w:rsid w:val="000A4B6C"/>
    <w:rsid w:val="001035C8"/>
    <w:rsid w:val="00122322"/>
    <w:rsid w:val="001267C9"/>
    <w:rsid w:val="001457C7"/>
    <w:rsid w:val="00195092"/>
    <w:rsid w:val="001E13DA"/>
    <w:rsid w:val="001E2153"/>
    <w:rsid w:val="001F3712"/>
    <w:rsid w:val="00212933"/>
    <w:rsid w:val="0026286E"/>
    <w:rsid w:val="00266F60"/>
    <w:rsid w:val="002B06C8"/>
    <w:rsid w:val="002B4CE3"/>
    <w:rsid w:val="002C7930"/>
    <w:rsid w:val="002E4AAC"/>
    <w:rsid w:val="002F0B99"/>
    <w:rsid w:val="002F21E5"/>
    <w:rsid w:val="002F2C06"/>
    <w:rsid w:val="00317075"/>
    <w:rsid w:val="00335541"/>
    <w:rsid w:val="00353193"/>
    <w:rsid w:val="003D0CE9"/>
    <w:rsid w:val="003D315A"/>
    <w:rsid w:val="003D3497"/>
    <w:rsid w:val="00404D9C"/>
    <w:rsid w:val="00420975"/>
    <w:rsid w:val="00431458"/>
    <w:rsid w:val="004D5325"/>
    <w:rsid w:val="004D5C37"/>
    <w:rsid w:val="004E69EC"/>
    <w:rsid w:val="00555958"/>
    <w:rsid w:val="0056333F"/>
    <w:rsid w:val="005A5558"/>
    <w:rsid w:val="005F21AE"/>
    <w:rsid w:val="00686E03"/>
    <w:rsid w:val="006D29B6"/>
    <w:rsid w:val="006D31AA"/>
    <w:rsid w:val="006E270B"/>
    <w:rsid w:val="007518C3"/>
    <w:rsid w:val="007A313B"/>
    <w:rsid w:val="007C73DC"/>
    <w:rsid w:val="007E39FC"/>
    <w:rsid w:val="007F0F8C"/>
    <w:rsid w:val="007F3F6F"/>
    <w:rsid w:val="00820D87"/>
    <w:rsid w:val="0083079C"/>
    <w:rsid w:val="008417DB"/>
    <w:rsid w:val="00842355"/>
    <w:rsid w:val="00845786"/>
    <w:rsid w:val="00852093"/>
    <w:rsid w:val="00857B3A"/>
    <w:rsid w:val="00880C5B"/>
    <w:rsid w:val="008B760B"/>
    <w:rsid w:val="008E5C53"/>
    <w:rsid w:val="00917ACB"/>
    <w:rsid w:val="0092639A"/>
    <w:rsid w:val="00927ED1"/>
    <w:rsid w:val="009306AF"/>
    <w:rsid w:val="00946BEF"/>
    <w:rsid w:val="00967C02"/>
    <w:rsid w:val="009776D7"/>
    <w:rsid w:val="0098335A"/>
    <w:rsid w:val="009952E5"/>
    <w:rsid w:val="009A490A"/>
    <w:rsid w:val="009C5540"/>
    <w:rsid w:val="009E353E"/>
    <w:rsid w:val="00A04C5D"/>
    <w:rsid w:val="00A07F64"/>
    <w:rsid w:val="00A311B6"/>
    <w:rsid w:val="00A3642E"/>
    <w:rsid w:val="00A4372B"/>
    <w:rsid w:val="00A46E11"/>
    <w:rsid w:val="00A477F2"/>
    <w:rsid w:val="00A62DB6"/>
    <w:rsid w:val="00A952CC"/>
    <w:rsid w:val="00AA336F"/>
    <w:rsid w:val="00AB4F0A"/>
    <w:rsid w:val="00AE6462"/>
    <w:rsid w:val="00AF75FB"/>
    <w:rsid w:val="00B04F3F"/>
    <w:rsid w:val="00B12C16"/>
    <w:rsid w:val="00B415E8"/>
    <w:rsid w:val="00B847FE"/>
    <w:rsid w:val="00B91A0E"/>
    <w:rsid w:val="00B958FC"/>
    <w:rsid w:val="00BC1310"/>
    <w:rsid w:val="00BE4CFD"/>
    <w:rsid w:val="00C0141A"/>
    <w:rsid w:val="00C1471F"/>
    <w:rsid w:val="00C662A8"/>
    <w:rsid w:val="00C97480"/>
    <w:rsid w:val="00CB700F"/>
    <w:rsid w:val="00CD674B"/>
    <w:rsid w:val="00CE2532"/>
    <w:rsid w:val="00CE2F56"/>
    <w:rsid w:val="00D046B0"/>
    <w:rsid w:val="00D81DD1"/>
    <w:rsid w:val="00DA133D"/>
    <w:rsid w:val="00DA2945"/>
    <w:rsid w:val="00E033DD"/>
    <w:rsid w:val="00E604F6"/>
    <w:rsid w:val="00EC77D8"/>
    <w:rsid w:val="00ED6F9A"/>
    <w:rsid w:val="00EE7731"/>
    <w:rsid w:val="00F31596"/>
    <w:rsid w:val="00F96D22"/>
    <w:rsid w:val="00FC0E9A"/>
    <w:rsid w:val="00FD3D0A"/>
    <w:rsid w:val="00FD7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33D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Title">
    <w:name w:val="ConsTitle"/>
    <w:uiPriority w:val="99"/>
    <w:rsid w:val="00DA133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DA13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DA133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Calibri" w:hAnsi="Calibri" w:cs="Calibri"/>
      <w:lang w:eastAsia="en-US"/>
    </w:rPr>
  </w:style>
  <w:style w:type="character" w:styleId="PageNumber">
    <w:name w:val="page number"/>
    <w:basedOn w:val="DefaultParagraphFont"/>
    <w:uiPriority w:val="99"/>
    <w:rsid w:val="00DA133D"/>
  </w:style>
  <w:style w:type="table" w:styleId="TableGrid">
    <w:name w:val="Table Grid"/>
    <w:basedOn w:val="TableNormal"/>
    <w:uiPriority w:val="99"/>
    <w:rsid w:val="00404D9C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45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45786"/>
    <w:rPr>
      <w:rFonts w:ascii="Segoe UI" w:hAnsi="Segoe UI" w:cs="Segoe UI"/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rsid w:val="00145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457C7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364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3</Pages>
  <Words>478</Words>
  <Characters>2727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user</dc:creator>
  <cp:keywords/>
  <dc:description/>
  <cp:lastModifiedBy>Пользователь</cp:lastModifiedBy>
  <cp:revision>8</cp:revision>
  <cp:lastPrinted>2018-08-22T10:02:00Z</cp:lastPrinted>
  <dcterms:created xsi:type="dcterms:W3CDTF">2018-07-12T10:09:00Z</dcterms:created>
  <dcterms:modified xsi:type="dcterms:W3CDTF">2018-09-04T05:41:00Z</dcterms:modified>
</cp:coreProperties>
</file>