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0BC" w:rsidRDefault="00A110BC" w:rsidP="00BF53C1">
      <w:pPr>
        <w:spacing w:line="264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ЗАКОН УЛЬЯНОВСКОЙ ОБЛАСТИ</w:t>
      </w:r>
    </w:p>
    <w:p w:rsidR="00A110BC" w:rsidRDefault="00A110BC" w:rsidP="00BF53C1">
      <w:pPr>
        <w:spacing w:line="264" w:lineRule="auto"/>
        <w:jc w:val="center"/>
        <w:rPr>
          <w:b/>
          <w:bCs/>
          <w:sz w:val="32"/>
          <w:szCs w:val="32"/>
        </w:rPr>
      </w:pPr>
    </w:p>
    <w:p w:rsidR="00A110BC" w:rsidRDefault="00A110BC" w:rsidP="00E43532">
      <w:pPr>
        <w:spacing w:line="264" w:lineRule="auto"/>
        <w:jc w:val="center"/>
        <w:rPr>
          <w:b/>
          <w:bCs/>
          <w:sz w:val="32"/>
          <w:szCs w:val="32"/>
        </w:rPr>
      </w:pPr>
    </w:p>
    <w:p w:rsidR="00A110BC" w:rsidRDefault="00A110BC" w:rsidP="00E43532">
      <w:pPr>
        <w:spacing w:line="264" w:lineRule="auto"/>
        <w:jc w:val="center"/>
        <w:rPr>
          <w:b/>
          <w:bCs/>
          <w:sz w:val="32"/>
          <w:szCs w:val="32"/>
        </w:rPr>
      </w:pPr>
    </w:p>
    <w:p w:rsidR="00A110BC" w:rsidRDefault="00A110BC" w:rsidP="00E43532">
      <w:pPr>
        <w:spacing w:line="264" w:lineRule="auto"/>
        <w:jc w:val="center"/>
        <w:rPr>
          <w:b/>
          <w:bCs/>
          <w:sz w:val="32"/>
          <w:szCs w:val="32"/>
        </w:rPr>
      </w:pPr>
    </w:p>
    <w:p w:rsidR="00A110BC" w:rsidRDefault="00A110BC" w:rsidP="004D72D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3A7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EB6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статью 1 </w:t>
      </w:r>
      <w:r w:rsidRPr="00EB63A7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B63A7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</w:p>
    <w:p w:rsidR="00A110BC" w:rsidRDefault="00A110BC" w:rsidP="004D72D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3A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налоговых ставках налога на игорный бизнес на территории </w:t>
      </w:r>
    </w:p>
    <w:p w:rsidR="00A110BC" w:rsidRDefault="00A110BC" w:rsidP="004D72D2">
      <w:pPr>
        <w:pStyle w:val="ConsPlusNormal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Ульяновской области»</w:t>
      </w:r>
    </w:p>
    <w:p w:rsidR="00A110BC" w:rsidRDefault="00A110BC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0BC" w:rsidRDefault="00A110BC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0BC" w:rsidRPr="00485C51" w:rsidRDefault="00A110BC" w:rsidP="00485C51">
      <w:pPr>
        <w:pStyle w:val="ConsPlusNormal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6 июня 2018 года</w:t>
      </w:r>
    </w:p>
    <w:p w:rsidR="00A110BC" w:rsidRDefault="00A110BC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0BC" w:rsidRPr="00E43532" w:rsidRDefault="00A110BC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A110BC" w:rsidRDefault="00A110BC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0BC" w:rsidRPr="00F16B81" w:rsidRDefault="00A110BC" w:rsidP="00BF53C1">
      <w:pPr>
        <w:spacing w:line="264" w:lineRule="auto"/>
        <w:jc w:val="center"/>
        <w:rPr>
          <w:b/>
          <w:bCs/>
          <w:sz w:val="2"/>
          <w:szCs w:val="2"/>
        </w:rPr>
      </w:pPr>
    </w:p>
    <w:p w:rsidR="00A110BC" w:rsidRDefault="00A110BC" w:rsidP="00E43532">
      <w:pPr>
        <w:ind w:firstLine="709"/>
        <w:rPr>
          <w:b/>
          <w:bCs/>
        </w:rPr>
      </w:pPr>
      <w:r w:rsidRPr="00FE4D7F">
        <w:rPr>
          <w:b/>
          <w:bCs/>
        </w:rPr>
        <w:t>Статья 1</w:t>
      </w:r>
    </w:p>
    <w:p w:rsidR="00A110BC" w:rsidRPr="00E43532" w:rsidRDefault="00A110BC" w:rsidP="00E43532">
      <w:pPr>
        <w:pStyle w:val="ConsPlusNormal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A110BC" w:rsidRDefault="00A110BC" w:rsidP="00E435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0BC" w:rsidRDefault="00A110BC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Внести в </w:t>
      </w:r>
      <w:r w:rsidRPr="0085408A">
        <w:t xml:space="preserve">статью 1 </w:t>
      </w:r>
      <w:r>
        <w:t xml:space="preserve">Закона Ульяновской области от 29 ноября 2004 года </w:t>
      </w:r>
      <w:r>
        <w:br/>
        <w:t xml:space="preserve">№ 081-ЗО «О налоговых ставках налога на игорный бизнес на территории Ульяновской области» («Ульяновская правда» от 30.11.2004 № 229; от 29.11.2005 № 110; от 29.09.2006  № 75; от 04.02.2011 № 12-13; от 09.11.2011 № 126; </w:t>
      </w:r>
      <w:r>
        <w:br/>
        <w:t>от 02.03.2012 № 22) изменение, изложив её в следующей редакции:</w:t>
      </w:r>
    </w:p>
    <w:p w:rsidR="00A110BC" w:rsidRDefault="00A110BC" w:rsidP="00E43532">
      <w:pPr>
        <w:autoSpaceDE w:val="0"/>
        <w:autoSpaceDN w:val="0"/>
        <w:adjustRightInd w:val="0"/>
        <w:ind w:firstLine="709"/>
        <w:jc w:val="both"/>
      </w:pPr>
      <w:r w:rsidRPr="00E43532">
        <w:t>«</w:t>
      </w:r>
      <w:r w:rsidRPr="00E9216D">
        <w:rPr>
          <w:b/>
          <w:bCs/>
        </w:rPr>
        <w:t>Статья 1</w:t>
      </w:r>
    </w:p>
    <w:p w:rsidR="00A110BC" w:rsidRPr="00E43532" w:rsidRDefault="00A110BC" w:rsidP="00E43532">
      <w:pPr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</w:p>
    <w:p w:rsidR="00A110BC" w:rsidRDefault="00A110BC" w:rsidP="00E43532">
      <w:pPr>
        <w:autoSpaceDE w:val="0"/>
        <w:autoSpaceDN w:val="0"/>
        <w:adjustRightInd w:val="0"/>
        <w:ind w:firstLine="709"/>
        <w:jc w:val="both"/>
      </w:pPr>
    </w:p>
    <w:p w:rsidR="00A110BC" w:rsidRDefault="00A110BC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Установить на территории Ульяновской области налоговые ставки налога на игорный бизнес в следующих размерах:</w:t>
      </w:r>
    </w:p>
    <w:p w:rsidR="00A110BC" w:rsidRDefault="00A110BC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1) за один пункт приёма ставок тотализатора – 14000 рублей;</w:t>
      </w:r>
    </w:p>
    <w:p w:rsidR="00A110BC" w:rsidRDefault="00A110BC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2) за один пункт приёма ставок букмекерской конторы – 14000 рублей;</w:t>
      </w:r>
    </w:p>
    <w:p w:rsidR="00A110BC" w:rsidRDefault="00A110BC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3) за один процессинговый центр тотализатора – 250000 рублей;</w:t>
      </w:r>
    </w:p>
    <w:p w:rsidR="00A110BC" w:rsidRDefault="00A110BC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4) за один процессинговый центр букмекерской конторы – 250000 рублей;</w:t>
      </w:r>
    </w:p>
    <w:p w:rsidR="00A110BC" w:rsidRDefault="00A110BC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5) за один процессинговый центр интерактивных ставок тотализатора – 3000000 рублей;</w:t>
      </w:r>
    </w:p>
    <w:p w:rsidR="00A110BC" w:rsidRDefault="00A110BC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6) за один процессинговый центр интерактивных ставок букмекерской конторы – 3000000 рублей.».</w:t>
      </w:r>
    </w:p>
    <w:p w:rsidR="00A110BC" w:rsidRPr="00E9216D" w:rsidRDefault="00A110BC" w:rsidP="00A324B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9216D">
        <w:rPr>
          <w:b/>
          <w:bCs/>
        </w:rPr>
        <w:t>Статья 2</w:t>
      </w:r>
    </w:p>
    <w:p w:rsidR="00A110BC" w:rsidRDefault="00A110BC" w:rsidP="00A324BF">
      <w:pPr>
        <w:autoSpaceDE w:val="0"/>
        <w:autoSpaceDN w:val="0"/>
        <w:adjustRightInd w:val="0"/>
        <w:ind w:firstLine="709"/>
        <w:jc w:val="both"/>
      </w:pPr>
    </w:p>
    <w:p w:rsidR="00A110BC" w:rsidRDefault="00A110BC" w:rsidP="00A324BF">
      <w:pPr>
        <w:autoSpaceDE w:val="0"/>
        <w:autoSpaceDN w:val="0"/>
        <w:adjustRightInd w:val="0"/>
        <w:ind w:firstLine="709"/>
        <w:jc w:val="both"/>
      </w:pPr>
    </w:p>
    <w:p w:rsidR="00A110BC" w:rsidRDefault="00A110BC" w:rsidP="00A324B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Настоящий Закон вступает в силу с 1-го числа очередного налогового </w:t>
      </w:r>
      <w:r w:rsidRPr="0085408A">
        <w:t>периода</w:t>
      </w:r>
      <w:r>
        <w:t xml:space="preserve"> по налогу на игорный бизнес, но не ранее чем по истечении одного месяца со дня его официального опубликования.</w:t>
      </w:r>
    </w:p>
    <w:p w:rsidR="00A110BC" w:rsidRPr="00A324BF" w:rsidRDefault="00A110BC" w:rsidP="00A324BF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</w:p>
    <w:p w:rsidR="00A110BC" w:rsidRDefault="00A110BC" w:rsidP="00A324B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110BC" w:rsidRDefault="00A110BC" w:rsidP="00A324B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110BC" w:rsidRPr="007F1267" w:rsidRDefault="00A110BC" w:rsidP="00A324BF">
      <w:pPr>
        <w:pStyle w:val="BodyText"/>
        <w:tabs>
          <w:tab w:val="left" w:pos="8100"/>
        </w:tabs>
        <w:autoSpaceDE w:val="0"/>
        <w:autoSpaceDN w:val="0"/>
        <w:adjustRightInd w:val="0"/>
        <w:ind w:right="0"/>
        <w:rPr>
          <w:b/>
          <w:bCs/>
        </w:rPr>
      </w:pPr>
      <w:r w:rsidRPr="007F1267">
        <w:rPr>
          <w:b/>
          <w:bCs/>
        </w:rPr>
        <w:t>Губернатор</w:t>
      </w:r>
      <w:r>
        <w:rPr>
          <w:b/>
          <w:bCs/>
        </w:rPr>
        <w:t xml:space="preserve"> Ульяновской </w:t>
      </w:r>
      <w:r w:rsidRPr="007F1267">
        <w:rPr>
          <w:b/>
          <w:bCs/>
        </w:rPr>
        <w:t>области</w:t>
      </w:r>
      <w:r>
        <w:rPr>
          <w:b/>
          <w:bCs/>
        </w:rPr>
        <w:t xml:space="preserve">                     </w:t>
      </w:r>
      <w:r w:rsidRPr="007F1267">
        <w:rPr>
          <w:b/>
          <w:bCs/>
        </w:rPr>
        <w:t xml:space="preserve">  </w:t>
      </w:r>
      <w:r>
        <w:rPr>
          <w:b/>
          <w:bCs/>
        </w:rPr>
        <w:t xml:space="preserve">                                 </w:t>
      </w:r>
      <w:r w:rsidRPr="007F1267">
        <w:rPr>
          <w:b/>
          <w:bCs/>
        </w:rPr>
        <w:t>С.И.Морозов</w:t>
      </w:r>
    </w:p>
    <w:p w:rsidR="00A110BC" w:rsidRPr="00474596" w:rsidRDefault="00A110BC" w:rsidP="00474596">
      <w:pPr>
        <w:autoSpaceDE w:val="0"/>
        <w:autoSpaceDN w:val="0"/>
        <w:adjustRightInd w:val="0"/>
        <w:jc w:val="both"/>
      </w:pPr>
      <w:bookmarkStart w:id="0" w:name="_GoBack"/>
    </w:p>
    <w:p w:rsidR="00A110BC" w:rsidRPr="00474596" w:rsidRDefault="00A110BC" w:rsidP="00474596">
      <w:pPr>
        <w:autoSpaceDE w:val="0"/>
        <w:autoSpaceDN w:val="0"/>
        <w:adjustRightInd w:val="0"/>
        <w:jc w:val="both"/>
      </w:pPr>
    </w:p>
    <w:bookmarkEnd w:id="0"/>
    <w:p w:rsidR="00A110BC" w:rsidRDefault="00A110BC" w:rsidP="00474596">
      <w:pPr>
        <w:autoSpaceDE w:val="0"/>
        <w:autoSpaceDN w:val="0"/>
        <w:adjustRightInd w:val="0"/>
        <w:jc w:val="center"/>
      </w:pPr>
    </w:p>
    <w:p w:rsidR="00A110BC" w:rsidRPr="00D34C13" w:rsidRDefault="00A110BC" w:rsidP="00FD1EC4">
      <w:pPr>
        <w:autoSpaceDE w:val="0"/>
        <w:autoSpaceDN w:val="0"/>
        <w:adjustRightInd w:val="0"/>
        <w:spacing w:line="360" w:lineRule="auto"/>
        <w:jc w:val="center"/>
      </w:pPr>
      <w:r w:rsidRPr="00D34C13">
        <w:t>г. Ульяновск</w:t>
      </w:r>
    </w:p>
    <w:p w:rsidR="00A110BC" w:rsidRPr="00D34C13" w:rsidRDefault="00A110BC" w:rsidP="00FD1EC4">
      <w:pPr>
        <w:autoSpaceDE w:val="0"/>
        <w:autoSpaceDN w:val="0"/>
        <w:adjustRightInd w:val="0"/>
        <w:spacing w:line="360" w:lineRule="auto"/>
        <w:jc w:val="center"/>
      </w:pPr>
      <w:r>
        <w:t xml:space="preserve">8 июня </w:t>
      </w:r>
      <w:r w:rsidRPr="00D34C13">
        <w:t>201</w:t>
      </w:r>
      <w:r>
        <w:t>8</w:t>
      </w:r>
      <w:r w:rsidRPr="00D34C13">
        <w:t xml:space="preserve"> г.</w:t>
      </w:r>
    </w:p>
    <w:p w:rsidR="00A110BC" w:rsidRDefault="00A110BC" w:rsidP="00BF53C1">
      <w:pPr>
        <w:spacing w:line="264" w:lineRule="auto"/>
        <w:jc w:val="center"/>
      </w:pPr>
      <w:r w:rsidRPr="00D34C13">
        <w:t>№</w:t>
      </w:r>
      <w:r>
        <w:t>66</w:t>
      </w:r>
      <w:r w:rsidRPr="00D34C13">
        <w:t>-ЗО</w:t>
      </w:r>
    </w:p>
    <w:sectPr w:rsidR="00A110BC" w:rsidSect="00E43532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0BC" w:rsidRDefault="00A110BC">
      <w:r>
        <w:separator/>
      </w:r>
    </w:p>
  </w:endnote>
  <w:endnote w:type="continuationSeparator" w:id="0">
    <w:p w:rsidR="00A110BC" w:rsidRDefault="00A11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0BC" w:rsidRPr="00E43532" w:rsidRDefault="00A110BC" w:rsidP="00E43532">
    <w:pPr>
      <w:pStyle w:val="Footer"/>
      <w:jc w:val="right"/>
      <w:rPr>
        <w:sz w:val="16"/>
        <w:szCs w:val="16"/>
      </w:rPr>
    </w:pPr>
    <w:r w:rsidRPr="00E43532">
      <w:rPr>
        <w:sz w:val="16"/>
        <w:szCs w:val="16"/>
      </w:rPr>
      <w:t>3003ар1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0BC" w:rsidRDefault="00A110BC">
      <w:r>
        <w:separator/>
      </w:r>
    </w:p>
  </w:footnote>
  <w:footnote w:type="continuationSeparator" w:id="0">
    <w:p w:rsidR="00A110BC" w:rsidRDefault="00A110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0BC" w:rsidRDefault="00A110BC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5A3E"/>
    <w:multiLevelType w:val="hybridMultilevel"/>
    <w:tmpl w:val="A3686D3C"/>
    <w:lvl w:ilvl="0" w:tplc="A17235E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DE154F2"/>
    <w:multiLevelType w:val="hybridMultilevel"/>
    <w:tmpl w:val="1D242ECE"/>
    <w:lvl w:ilvl="0" w:tplc="972E4E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833"/>
    <w:rsid w:val="000061F1"/>
    <w:rsid w:val="00006DA1"/>
    <w:rsid w:val="000215B0"/>
    <w:rsid w:val="00023169"/>
    <w:rsid w:val="00024A6B"/>
    <w:rsid w:val="00032140"/>
    <w:rsid w:val="0003220D"/>
    <w:rsid w:val="0003479A"/>
    <w:rsid w:val="00036140"/>
    <w:rsid w:val="00040017"/>
    <w:rsid w:val="000427A2"/>
    <w:rsid w:val="00043FF4"/>
    <w:rsid w:val="00045991"/>
    <w:rsid w:val="00051558"/>
    <w:rsid w:val="000558BB"/>
    <w:rsid w:val="0005734E"/>
    <w:rsid w:val="00060F98"/>
    <w:rsid w:val="0006775C"/>
    <w:rsid w:val="00071A7E"/>
    <w:rsid w:val="00080B58"/>
    <w:rsid w:val="0008103A"/>
    <w:rsid w:val="00087904"/>
    <w:rsid w:val="000909EA"/>
    <w:rsid w:val="000A4571"/>
    <w:rsid w:val="000A7289"/>
    <w:rsid w:val="000B1092"/>
    <w:rsid w:val="000D0FE2"/>
    <w:rsid w:val="000D6E1E"/>
    <w:rsid w:val="000E4F7F"/>
    <w:rsid w:val="000F5F6C"/>
    <w:rsid w:val="000F67A4"/>
    <w:rsid w:val="000F6B58"/>
    <w:rsid w:val="000F7481"/>
    <w:rsid w:val="00102038"/>
    <w:rsid w:val="00105C19"/>
    <w:rsid w:val="0010743C"/>
    <w:rsid w:val="001119AD"/>
    <w:rsid w:val="00113C6A"/>
    <w:rsid w:val="00123511"/>
    <w:rsid w:val="00131717"/>
    <w:rsid w:val="00132A52"/>
    <w:rsid w:val="00154888"/>
    <w:rsid w:val="001557CE"/>
    <w:rsid w:val="001607ED"/>
    <w:rsid w:val="0018159B"/>
    <w:rsid w:val="001A2B28"/>
    <w:rsid w:val="001C3CE8"/>
    <w:rsid w:val="001D08A4"/>
    <w:rsid w:val="001D0FAA"/>
    <w:rsid w:val="001D2F49"/>
    <w:rsid w:val="001E1454"/>
    <w:rsid w:val="001E4B55"/>
    <w:rsid w:val="00201F14"/>
    <w:rsid w:val="00210540"/>
    <w:rsid w:val="00212C96"/>
    <w:rsid w:val="002204B1"/>
    <w:rsid w:val="00223955"/>
    <w:rsid w:val="00237558"/>
    <w:rsid w:val="00240404"/>
    <w:rsid w:val="0024046B"/>
    <w:rsid w:val="00243276"/>
    <w:rsid w:val="0024395D"/>
    <w:rsid w:val="0025235A"/>
    <w:rsid w:val="00260CC9"/>
    <w:rsid w:val="00266D9A"/>
    <w:rsid w:val="002A0A9F"/>
    <w:rsid w:val="002A0D11"/>
    <w:rsid w:val="002A3AC7"/>
    <w:rsid w:val="002A3C87"/>
    <w:rsid w:val="002D0928"/>
    <w:rsid w:val="002D66B9"/>
    <w:rsid w:val="002E75B6"/>
    <w:rsid w:val="002F3924"/>
    <w:rsid w:val="00300DE3"/>
    <w:rsid w:val="003015CA"/>
    <w:rsid w:val="0030563F"/>
    <w:rsid w:val="0031109F"/>
    <w:rsid w:val="00317ECC"/>
    <w:rsid w:val="003219EB"/>
    <w:rsid w:val="00323E3C"/>
    <w:rsid w:val="00334218"/>
    <w:rsid w:val="00335189"/>
    <w:rsid w:val="00341782"/>
    <w:rsid w:val="00351DE2"/>
    <w:rsid w:val="00354D38"/>
    <w:rsid w:val="003572CC"/>
    <w:rsid w:val="00357B98"/>
    <w:rsid w:val="003643C2"/>
    <w:rsid w:val="0037016B"/>
    <w:rsid w:val="00372157"/>
    <w:rsid w:val="003822D1"/>
    <w:rsid w:val="0038526D"/>
    <w:rsid w:val="00386D2F"/>
    <w:rsid w:val="00391E34"/>
    <w:rsid w:val="0039504B"/>
    <w:rsid w:val="00397CD9"/>
    <w:rsid w:val="003F5F5F"/>
    <w:rsid w:val="00406E1E"/>
    <w:rsid w:val="0041384F"/>
    <w:rsid w:val="0041671A"/>
    <w:rsid w:val="00421BAE"/>
    <w:rsid w:val="00425E1B"/>
    <w:rsid w:val="004277F3"/>
    <w:rsid w:val="00430785"/>
    <w:rsid w:val="00442D06"/>
    <w:rsid w:val="0044378B"/>
    <w:rsid w:val="00450970"/>
    <w:rsid w:val="00452F77"/>
    <w:rsid w:val="004543C2"/>
    <w:rsid w:val="00456FF6"/>
    <w:rsid w:val="004656CD"/>
    <w:rsid w:val="00474596"/>
    <w:rsid w:val="004841B2"/>
    <w:rsid w:val="00485C51"/>
    <w:rsid w:val="00485DC0"/>
    <w:rsid w:val="00485E53"/>
    <w:rsid w:val="00495FBB"/>
    <w:rsid w:val="00496864"/>
    <w:rsid w:val="004A3E34"/>
    <w:rsid w:val="004A552A"/>
    <w:rsid w:val="004B0D99"/>
    <w:rsid w:val="004B21B3"/>
    <w:rsid w:val="004B39A9"/>
    <w:rsid w:val="004B5ACC"/>
    <w:rsid w:val="004D0696"/>
    <w:rsid w:val="004D1949"/>
    <w:rsid w:val="004D2950"/>
    <w:rsid w:val="004D3ED1"/>
    <w:rsid w:val="004D69DF"/>
    <w:rsid w:val="004D72D2"/>
    <w:rsid w:val="004E0E4C"/>
    <w:rsid w:val="004E503D"/>
    <w:rsid w:val="004F2FFE"/>
    <w:rsid w:val="00530552"/>
    <w:rsid w:val="00535059"/>
    <w:rsid w:val="00544F49"/>
    <w:rsid w:val="00546357"/>
    <w:rsid w:val="005522F6"/>
    <w:rsid w:val="00552A3D"/>
    <w:rsid w:val="005601A3"/>
    <w:rsid w:val="00560C7B"/>
    <w:rsid w:val="00573383"/>
    <w:rsid w:val="0058090D"/>
    <w:rsid w:val="005852D3"/>
    <w:rsid w:val="00593529"/>
    <w:rsid w:val="00594C28"/>
    <w:rsid w:val="005A4A52"/>
    <w:rsid w:val="005A682C"/>
    <w:rsid w:val="005A6FDB"/>
    <w:rsid w:val="005B0828"/>
    <w:rsid w:val="005B1CE4"/>
    <w:rsid w:val="005B36F5"/>
    <w:rsid w:val="005D0CFD"/>
    <w:rsid w:val="005E17CA"/>
    <w:rsid w:val="00606BF6"/>
    <w:rsid w:val="00616A1A"/>
    <w:rsid w:val="00617341"/>
    <w:rsid w:val="00623392"/>
    <w:rsid w:val="0062527E"/>
    <w:rsid w:val="006352A7"/>
    <w:rsid w:val="00645F97"/>
    <w:rsid w:val="00647BD6"/>
    <w:rsid w:val="00657826"/>
    <w:rsid w:val="00662598"/>
    <w:rsid w:val="00663FF2"/>
    <w:rsid w:val="006669C2"/>
    <w:rsid w:val="00681CAF"/>
    <w:rsid w:val="006A1D16"/>
    <w:rsid w:val="006B3DAA"/>
    <w:rsid w:val="006B7A16"/>
    <w:rsid w:val="006C1EB6"/>
    <w:rsid w:val="006D706C"/>
    <w:rsid w:val="006E6EF4"/>
    <w:rsid w:val="00700150"/>
    <w:rsid w:val="0071019F"/>
    <w:rsid w:val="00711B61"/>
    <w:rsid w:val="00714B33"/>
    <w:rsid w:val="00715DAF"/>
    <w:rsid w:val="0072155D"/>
    <w:rsid w:val="00724942"/>
    <w:rsid w:val="00736571"/>
    <w:rsid w:val="007410D8"/>
    <w:rsid w:val="00745117"/>
    <w:rsid w:val="00775882"/>
    <w:rsid w:val="007A0D9F"/>
    <w:rsid w:val="007B4509"/>
    <w:rsid w:val="007B453F"/>
    <w:rsid w:val="007B58AF"/>
    <w:rsid w:val="007C2403"/>
    <w:rsid w:val="007C44DB"/>
    <w:rsid w:val="007D00C4"/>
    <w:rsid w:val="007F1267"/>
    <w:rsid w:val="008038CF"/>
    <w:rsid w:val="0080431D"/>
    <w:rsid w:val="00806155"/>
    <w:rsid w:val="00814090"/>
    <w:rsid w:val="00814685"/>
    <w:rsid w:val="00820F57"/>
    <w:rsid w:val="00843B9E"/>
    <w:rsid w:val="00853D49"/>
    <w:rsid w:val="0085408A"/>
    <w:rsid w:val="008566DE"/>
    <w:rsid w:val="0085714C"/>
    <w:rsid w:val="00857D9B"/>
    <w:rsid w:val="0087089C"/>
    <w:rsid w:val="00881778"/>
    <w:rsid w:val="008866E8"/>
    <w:rsid w:val="00887941"/>
    <w:rsid w:val="00895C39"/>
    <w:rsid w:val="008A12C5"/>
    <w:rsid w:val="008A2D64"/>
    <w:rsid w:val="008A58C7"/>
    <w:rsid w:val="008A7469"/>
    <w:rsid w:val="008B08AD"/>
    <w:rsid w:val="008B12E6"/>
    <w:rsid w:val="008B1636"/>
    <w:rsid w:val="008B2617"/>
    <w:rsid w:val="008B2C3B"/>
    <w:rsid w:val="008B546C"/>
    <w:rsid w:val="008B5747"/>
    <w:rsid w:val="008C55E5"/>
    <w:rsid w:val="008C760A"/>
    <w:rsid w:val="008D27EB"/>
    <w:rsid w:val="008D32E2"/>
    <w:rsid w:val="008F1872"/>
    <w:rsid w:val="008F31E9"/>
    <w:rsid w:val="0090027F"/>
    <w:rsid w:val="009164D6"/>
    <w:rsid w:val="00916E7E"/>
    <w:rsid w:val="00923DE9"/>
    <w:rsid w:val="00931161"/>
    <w:rsid w:val="00931508"/>
    <w:rsid w:val="00943D9D"/>
    <w:rsid w:val="009547B9"/>
    <w:rsid w:val="00955020"/>
    <w:rsid w:val="00960138"/>
    <w:rsid w:val="00966431"/>
    <w:rsid w:val="00971134"/>
    <w:rsid w:val="00980ABB"/>
    <w:rsid w:val="00980D4C"/>
    <w:rsid w:val="00981098"/>
    <w:rsid w:val="00981F41"/>
    <w:rsid w:val="00987BFB"/>
    <w:rsid w:val="00991F51"/>
    <w:rsid w:val="00991F63"/>
    <w:rsid w:val="009A0313"/>
    <w:rsid w:val="009B1458"/>
    <w:rsid w:val="009B56CF"/>
    <w:rsid w:val="009B7879"/>
    <w:rsid w:val="009C219B"/>
    <w:rsid w:val="009C2B79"/>
    <w:rsid w:val="009D3F35"/>
    <w:rsid w:val="009D4851"/>
    <w:rsid w:val="009D64D5"/>
    <w:rsid w:val="009E033F"/>
    <w:rsid w:val="009E0BEE"/>
    <w:rsid w:val="009E33B8"/>
    <w:rsid w:val="009F52B3"/>
    <w:rsid w:val="009F5D1F"/>
    <w:rsid w:val="00A01A9E"/>
    <w:rsid w:val="00A03A70"/>
    <w:rsid w:val="00A04E18"/>
    <w:rsid w:val="00A06852"/>
    <w:rsid w:val="00A110BC"/>
    <w:rsid w:val="00A15CEB"/>
    <w:rsid w:val="00A1661A"/>
    <w:rsid w:val="00A21F0B"/>
    <w:rsid w:val="00A241A8"/>
    <w:rsid w:val="00A26309"/>
    <w:rsid w:val="00A27390"/>
    <w:rsid w:val="00A27B7D"/>
    <w:rsid w:val="00A30483"/>
    <w:rsid w:val="00A324BF"/>
    <w:rsid w:val="00A343FB"/>
    <w:rsid w:val="00A4464C"/>
    <w:rsid w:val="00A55A4F"/>
    <w:rsid w:val="00A65981"/>
    <w:rsid w:val="00A71A84"/>
    <w:rsid w:val="00A72381"/>
    <w:rsid w:val="00A84AD5"/>
    <w:rsid w:val="00AA0AED"/>
    <w:rsid w:val="00AA2A67"/>
    <w:rsid w:val="00AB4A50"/>
    <w:rsid w:val="00AB6AE1"/>
    <w:rsid w:val="00B0713D"/>
    <w:rsid w:val="00B13C6E"/>
    <w:rsid w:val="00B13F8C"/>
    <w:rsid w:val="00B20153"/>
    <w:rsid w:val="00B234A9"/>
    <w:rsid w:val="00B37833"/>
    <w:rsid w:val="00B55CE9"/>
    <w:rsid w:val="00B63475"/>
    <w:rsid w:val="00B93DE6"/>
    <w:rsid w:val="00B94E26"/>
    <w:rsid w:val="00BB4E98"/>
    <w:rsid w:val="00BC3570"/>
    <w:rsid w:val="00BD5F4D"/>
    <w:rsid w:val="00BE2FF1"/>
    <w:rsid w:val="00BE5D72"/>
    <w:rsid w:val="00BE68C4"/>
    <w:rsid w:val="00BF45C5"/>
    <w:rsid w:val="00BF53C1"/>
    <w:rsid w:val="00BF5E83"/>
    <w:rsid w:val="00C2453A"/>
    <w:rsid w:val="00C268F7"/>
    <w:rsid w:val="00C3449A"/>
    <w:rsid w:val="00C44EBB"/>
    <w:rsid w:val="00C45DE0"/>
    <w:rsid w:val="00C47B3C"/>
    <w:rsid w:val="00C66748"/>
    <w:rsid w:val="00C843CF"/>
    <w:rsid w:val="00C84D2F"/>
    <w:rsid w:val="00C859BA"/>
    <w:rsid w:val="00C872F6"/>
    <w:rsid w:val="00C94A52"/>
    <w:rsid w:val="00CA114C"/>
    <w:rsid w:val="00CA6FA7"/>
    <w:rsid w:val="00CB25C4"/>
    <w:rsid w:val="00CB466D"/>
    <w:rsid w:val="00CC0F21"/>
    <w:rsid w:val="00CD7B32"/>
    <w:rsid w:val="00CE10B2"/>
    <w:rsid w:val="00CF2A3F"/>
    <w:rsid w:val="00CF472C"/>
    <w:rsid w:val="00CF49D3"/>
    <w:rsid w:val="00D14A0C"/>
    <w:rsid w:val="00D31420"/>
    <w:rsid w:val="00D34C13"/>
    <w:rsid w:val="00D43BD9"/>
    <w:rsid w:val="00D6189D"/>
    <w:rsid w:val="00D630F3"/>
    <w:rsid w:val="00D72DE0"/>
    <w:rsid w:val="00DA011D"/>
    <w:rsid w:val="00DB0A7E"/>
    <w:rsid w:val="00DC0AB9"/>
    <w:rsid w:val="00DC4769"/>
    <w:rsid w:val="00DC6124"/>
    <w:rsid w:val="00DE218E"/>
    <w:rsid w:val="00DE5E2D"/>
    <w:rsid w:val="00DE6BC7"/>
    <w:rsid w:val="00DE7FBD"/>
    <w:rsid w:val="00DF0D66"/>
    <w:rsid w:val="00DF5735"/>
    <w:rsid w:val="00DF7CEC"/>
    <w:rsid w:val="00E00E6D"/>
    <w:rsid w:val="00E11B27"/>
    <w:rsid w:val="00E1692C"/>
    <w:rsid w:val="00E20464"/>
    <w:rsid w:val="00E304AD"/>
    <w:rsid w:val="00E33DE6"/>
    <w:rsid w:val="00E43532"/>
    <w:rsid w:val="00E43643"/>
    <w:rsid w:val="00E4491C"/>
    <w:rsid w:val="00E52ED5"/>
    <w:rsid w:val="00E5750E"/>
    <w:rsid w:val="00E607AC"/>
    <w:rsid w:val="00E663AB"/>
    <w:rsid w:val="00E7068C"/>
    <w:rsid w:val="00E71462"/>
    <w:rsid w:val="00E80568"/>
    <w:rsid w:val="00E8171A"/>
    <w:rsid w:val="00E82C82"/>
    <w:rsid w:val="00E9216D"/>
    <w:rsid w:val="00E953F8"/>
    <w:rsid w:val="00E96A92"/>
    <w:rsid w:val="00E96E50"/>
    <w:rsid w:val="00E97457"/>
    <w:rsid w:val="00EB63A7"/>
    <w:rsid w:val="00EB6E24"/>
    <w:rsid w:val="00EC1A55"/>
    <w:rsid w:val="00EC1F3A"/>
    <w:rsid w:val="00EC48F9"/>
    <w:rsid w:val="00ED0A4C"/>
    <w:rsid w:val="00ED70B5"/>
    <w:rsid w:val="00EE2207"/>
    <w:rsid w:val="00EE36A4"/>
    <w:rsid w:val="00EF732E"/>
    <w:rsid w:val="00EF785C"/>
    <w:rsid w:val="00F058DF"/>
    <w:rsid w:val="00F05E15"/>
    <w:rsid w:val="00F07EEB"/>
    <w:rsid w:val="00F121C0"/>
    <w:rsid w:val="00F141AD"/>
    <w:rsid w:val="00F1515A"/>
    <w:rsid w:val="00F16B81"/>
    <w:rsid w:val="00F17F51"/>
    <w:rsid w:val="00F21477"/>
    <w:rsid w:val="00F34ABA"/>
    <w:rsid w:val="00F402A2"/>
    <w:rsid w:val="00F50143"/>
    <w:rsid w:val="00F51D90"/>
    <w:rsid w:val="00F602FE"/>
    <w:rsid w:val="00F61B5A"/>
    <w:rsid w:val="00F672FD"/>
    <w:rsid w:val="00F67EBA"/>
    <w:rsid w:val="00F74D93"/>
    <w:rsid w:val="00F805DB"/>
    <w:rsid w:val="00F8154E"/>
    <w:rsid w:val="00F81E68"/>
    <w:rsid w:val="00F857F8"/>
    <w:rsid w:val="00F86DB9"/>
    <w:rsid w:val="00F97469"/>
    <w:rsid w:val="00FA3327"/>
    <w:rsid w:val="00FA5236"/>
    <w:rsid w:val="00FB1FBE"/>
    <w:rsid w:val="00FC68F9"/>
    <w:rsid w:val="00FD1EC4"/>
    <w:rsid w:val="00FD316C"/>
    <w:rsid w:val="00FD6432"/>
    <w:rsid w:val="00FD79F5"/>
    <w:rsid w:val="00FE4D7F"/>
    <w:rsid w:val="00FF1CD7"/>
    <w:rsid w:val="00FF4B37"/>
    <w:rsid w:val="00FF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3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6748"/>
    <w:rPr>
      <w:rFonts w:ascii="Arial" w:hAnsi="Arial" w:cs="Arial"/>
      <w:b/>
      <w:bCs/>
      <w:color w:val="26282F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607ED"/>
    <w:pPr>
      <w:ind w:right="-2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D14A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6432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D14A0C"/>
  </w:style>
  <w:style w:type="paragraph" w:styleId="BalloonText">
    <w:name w:val="Balloon Text"/>
    <w:basedOn w:val="Normal"/>
    <w:link w:val="BalloonTextChar"/>
    <w:uiPriority w:val="99"/>
    <w:semiHidden/>
    <w:rsid w:val="00430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4B0D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0138"/>
    <w:rPr>
      <w:sz w:val="28"/>
      <w:szCs w:val="28"/>
    </w:rPr>
  </w:style>
  <w:style w:type="paragraph" w:customStyle="1" w:styleId="ConsPlusTitle">
    <w:name w:val="ConsPlusTitle"/>
    <w:uiPriority w:val="99"/>
    <w:rsid w:val="0030563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30563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E714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224</Words>
  <Characters>1283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Ильдар Татлыев</dc:creator>
  <cp:keywords/>
  <dc:description/>
  <cp:lastModifiedBy>Пользователь</cp:lastModifiedBy>
  <cp:revision>7</cp:revision>
  <cp:lastPrinted>2018-06-06T07:59:00Z</cp:lastPrinted>
  <dcterms:created xsi:type="dcterms:W3CDTF">2018-03-30T06:58:00Z</dcterms:created>
  <dcterms:modified xsi:type="dcterms:W3CDTF">2018-06-21T08:23:00Z</dcterms:modified>
</cp:coreProperties>
</file>