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9E" w:rsidRPr="006F6411" w:rsidRDefault="0085189E" w:rsidP="001A31BA">
      <w:pPr>
        <w:pStyle w:val="ConsPlusTitle"/>
        <w:widowControl/>
        <w:suppressAutoHyphens/>
        <w:jc w:val="center"/>
        <w:outlineLvl w:val="0"/>
      </w:pPr>
      <w:r>
        <w:t>ЗАКОН УЛЬЯНОВСКОЙ ОБЛАСТИ</w:t>
      </w:r>
    </w:p>
    <w:p w:rsidR="0085189E" w:rsidRPr="006F6411" w:rsidRDefault="0085189E" w:rsidP="001A31BA">
      <w:pPr>
        <w:pStyle w:val="ConsPlusTitle"/>
        <w:widowControl/>
        <w:suppressAutoHyphens/>
        <w:jc w:val="center"/>
        <w:outlineLvl w:val="0"/>
      </w:pPr>
    </w:p>
    <w:p w:rsidR="0085189E" w:rsidRPr="006F6411" w:rsidRDefault="0085189E" w:rsidP="001A31BA">
      <w:pPr>
        <w:pStyle w:val="ConsPlusTitle"/>
        <w:widowControl/>
        <w:suppressAutoHyphens/>
        <w:jc w:val="center"/>
        <w:outlineLvl w:val="0"/>
      </w:pPr>
    </w:p>
    <w:p w:rsidR="0085189E" w:rsidRPr="006F6411" w:rsidRDefault="0085189E" w:rsidP="001A31BA">
      <w:pPr>
        <w:pStyle w:val="ConsPlusTitle"/>
        <w:widowControl/>
        <w:suppressAutoHyphens/>
        <w:jc w:val="center"/>
        <w:outlineLvl w:val="0"/>
      </w:pPr>
    </w:p>
    <w:p w:rsidR="0085189E" w:rsidRPr="00A250F4" w:rsidRDefault="0085189E" w:rsidP="00A250F4">
      <w:pPr>
        <w:pStyle w:val="ConsPlusTitle"/>
        <w:widowControl/>
        <w:suppressAutoHyphens/>
        <w:jc w:val="center"/>
        <w:outlineLvl w:val="0"/>
        <w:rPr>
          <w:sz w:val="36"/>
          <w:szCs w:val="36"/>
        </w:rPr>
      </w:pPr>
    </w:p>
    <w:p w:rsidR="0085189E" w:rsidRPr="0073374F" w:rsidRDefault="0085189E" w:rsidP="001A31BA">
      <w:pPr>
        <w:pStyle w:val="ConsPlusTitle"/>
        <w:widowControl/>
        <w:suppressAutoHyphens/>
        <w:jc w:val="center"/>
        <w:outlineLvl w:val="0"/>
      </w:pPr>
      <w:r w:rsidRPr="0073374F">
        <w:t>Об утверждении отчёта о результатах</w:t>
      </w:r>
    </w:p>
    <w:p w:rsidR="0085189E" w:rsidRPr="0073374F" w:rsidRDefault="0085189E" w:rsidP="001A31BA">
      <w:pPr>
        <w:pStyle w:val="ConsPlusTitle"/>
        <w:widowControl/>
        <w:suppressAutoHyphens/>
        <w:jc w:val="center"/>
        <w:outlineLvl w:val="0"/>
      </w:pPr>
      <w:r w:rsidRPr="0073374F">
        <w:t xml:space="preserve">управления государственной собственностью Ульяновской области </w:t>
      </w:r>
    </w:p>
    <w:p w:rsidR="0085189E" w:rsidRPr="0073374F" w:rsidRDefault="0085189E" w:rsidP="001A31BA">
      <w:pPr>
        <w:pStyle w:val="ConsPlusTitle"/>
        <w:widowControl/>
        <w:suppressAutoHyphens/>
        <w:jc w:val="center"/>
        <w:outlineLvl w:val="0"/>
      </w:pPr>
      <w:r w:rsidRPr="0073374F">
        <w:t>за 2017 год</w:t>
      </w:r>
    </w:p>
    <w:p w:rsidR="0085189E" w:rsidRPr="0073374F" w:rsidRDefault="0085189E" w:rsidP="00A67ABE">
      <w:pPr>
        <w:pStyle w:val="ConsPlusTitle"/>
        <w:widowControl/>
        <w:suppressAutoHyphens/>
        <w:outlineLvl w:val="0"/>
      </w:pPr>
    </w:p>
    <w:p w:rsidR="0085189E" w:rsidRPr="0073374F" w:rsidRDefault="0085189E" w:rsidP="00A67ABE">
      <w:pPr>
        <w:pStyle w:val="ConsPlusTitle"/>
        <w:widowControl/>
        <w:suppressAutoHyphens/>
        <w:outlineLvl w:val="0"/>
      </w:pPr>
    </w:p>
    <w:p w:rsidR="0085189E" w:rsidRPr="00585982" w:rsidRDefault="0085189E" w:rsidP="00585982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Принят Законодательным Собранием Ульяновской области 30 мая 2018 года </w:t>
      </w:r>
    </w:p>
    <w:p w:rsidR="0085189E" w:rsidRDefault="0085189E" w:rsidP="00585982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</w:rPr>
      </w:pPr>
    </w:p>
    <w:p w:rsidR="0085189E" w:rsidRDefault="0085189E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85189E" w:rsidRDefault="0085189E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85189E" w:rsidRPr="0073374F" w:rsidRDefault="0085189E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auto"/>
        </w:rPr>
      </w:pPr>
      <w:r w:rsidRPr="0073374F">
        <w:rPr>
          <w:color w:val="auto"/>
        </w:rPr>
        <w:t>В соответствии со статьёй 16</w:t>
      </w:r>
      <w:r w:rsidRPr="0073374F">
        <w:rPr>
          <w:color w:val="auto"/>
          <w:vertAlign w:val="superscript"/>
        </w:rPr>
        <w:t>1</w:t>
      </w:r>
      <w:r w:rsidRPr="0073374F">
        <w:rPr>
          <w:color w:val="auto"/>
        </w:rPr>
        <w:t xml:space="preserve"> Закона Ульяновской области от 6 мая</w:t>
      </w:r>
      <w:r w:rsidRPr="0073374F">
        <w:rPr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2017 год (прилагается).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rPr>
          <w:color w:val="auto"/>
          <w:sz w:val="16"/>
          <w:szCs w:val="16"/>
        </w:rPr>
      </w:pPr>
    </w:p>
    <w:p w:rsidR="0085189E" w:rsidRPr="0073374F" w:rsidRDefault="0085189E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85189E" w:rsidRPr="0073374F" w:rsidRDefault="0085189E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85189E" w:rsidRPr="0073374F" w:rsidRDefault="0085189E" w:rsidP="001A31BA">
      <w:pPr>
        <w:tabs>
          <w:tab w:val="left" w:pos="8080"/>
        </w:tabs>
        <w:suppressAutoHyphens/>
        <w:rPr>
          <w:b/>
          <w:bCs/>
          <w:color w:val="auto"/>
        </w:rPr>
      </w:pPr>
      <w:r w:rsidRPr="0073374F">
        <w:rPr>
          <w:b/>
          <w:bCs/>
          <w:color w:val="auto"/>
        </w:rPr>
        <w:t>Губернатор Ульяновской области</w:t>
      </w:r>
      <w:r w:rsidRPr="0073374F">
        <w:rPr>
          <w:b/>
          <w:bCs/>
          <w:color w:val="auto"/>
        </w:rPr>
        <w:tab/>
        <w:t xml:space="preserve">  С.И.Морозов</w:t>
      </w:r>
    </w:p>
    <w:p w:rsidR="0085189E" w:rsidRPr="0073374F" w:rsidRDefault="0085189E" w:rsidP="00A67ABE">
      <w:pPr>
        <w:suppressAutoHyphens/>
        <w:jc w:val="center"/>
        <w:rPr>
          <w:color w:val="auto"/>
        </w:rPr>
      </w:pPr>
    </w:p>
    <w:p w:rsidR="0085189E" w:rsidRPr="0073374F" w:rsidRDefault="0085189E" w:rsidP="001A31BA">
      <w:pPr>
        <w:suppressAutoHyphens/>
        <w:jc w:val="center"/>
        <w:rPr>
          <w:color w:val="auto"/>
        </w:rPr>
      </w:pPr>
    </w:p>
    <w:p w:rsidR="0085189E" w:rsidRPr="0073374F" w:rsidRDefault="0085189E" w:rsidP="001A31BA">
      <w:pPr>
        <w:suppressAutoHyphens/>
        <w:jc w:val="center"/>
        <w:rPr>
          <w:color w:val="auto"/>
        </w:rPr>
      </w:pPr>
    </w:p>
    <w:p w:rsidR="0085189E" w:rsidRPr="0073374F" w:rsidRDefault="0085189E" w:rsidP="001A31BA">
      <w:pPr>
        <w:suppressAutoHyphens/>
        <w:jc w:val="center"/>
        <w:rPr>
          <w:color w:val="auto"/>
        </w:rPr>
      </w:pPr>
      <w:r w:rsidRPr="0073374F">
        <w:rPr>
          <w:color w:val="auto"/>
        </w:rPr>
        <w:t>г. Ульяновск</w:t>
      </w:r>
    </w:p>
    <w:p w:rsidR="0085189E" w:rsidRPr="0073374F" w:rsidRDefault="0085189E" w:rsidP="001A31BA">
      <w:pPr>
        <w:suppressAutoHyphens/>
        <w:jc w:val="center"/>
        <w:rPr>
          <w:color w:val="auto"/>
        </w:rPr>
      </w:pPr>
      <w:r>
        <w:rPr>
          <w:color w:val="auto"/>
        </w:rPr>
        <w:t>4 июня</w:t>
      </w:r>
      <w:r w:rsidRPr="0073374F">
        <w:rPr>
          <w:color w:val="auto"/>
        </w:rPr>
        <w:t xml:space="preserve"> 2018 г.</w:t>
      </w:r>
    </w:p>
    <w:p w:rsidR="0085189E" w:rsidRPr="0073374F" w:rsidRDefault="0085189E" w:rsidP="00A67ABE">
      <w:pPr>
        <w:suppressAutoHyphens/>
        <w:jc w:val="center"/>
        <w:rPr>
          <w:color w:val="auto"/>
        </w:rPr>
      </w:pPr>
      <w:r w:rsidRPr="0073374F">
        <w:rPr>
          <w:color w:val="auto"/>
        </w:rPr>
        <w:t xml:space="preserve">№ </w:t>
      </w:r>
      <w:r>
        <w:rPr>
          <w:color w:val="auto"/>
        </w:rPr>
        <w:t>60</w:t>
      </w:r>
      <w:r w:rsidRPr="0073374F">
        <w:rPr>
          <w:color w:val="auto"/>
        </w:rPr>
        <w:t>-ЗО</w:t>
      </w:r>
    </w:p>
    <w:p w:rsidR="0085189E" w:rsidRPr="0073374F" w:rsidRDefault="0085189E" w:rsidP="001A31BA">
      <w:pPr>
        <w:suppressAutoHyphens/>
        <w:rPr>
          <w:color w:val="auto"/>
        </w:rPr>
      </w:pPr>
    </w:p>
    <w:p w:rsidR="0085189E" w:rsidRPr="0073374F" w:rsidRDefault="0085189E" w:rsidP="001A31BA">
      <w:pPr>
        <w:suppressAutoHyphens/>
        <w:rPr>
          <w:color w:val="auto"/>
        </w:rPr>
        <w:sectPr w:rsidR="0085189E" w:rsidRPr="0073374F" w:rsidSect="00A74D50">
          <w:footerReference w:type="default" r:id="rId7"/>
          <w:footerReference w:type="firs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85189E" w:rsidRPr="0073374F" w:rsidRDefault="0085189E" w:rsidP="001A31BA">
      <w:pPr>
        <w:suppressAutoHyphens/>
        <w:autoSpaceDE w:val="0"/>
        <w:autoSpaceDN w:val="0"/>
        <w:adjustRightInd w:val="0"/>
        <w:spacing w:line="360" w:lineRule="auto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УТВЕРЖДЁН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Законом Ульяновской области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 xml:space="preserve">«Об утверждении отчёта 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о результатах управления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государственной собственностью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Ульяновской области за 2017 год»</w:t>
      </w:r>
    </w:p>
    <w:p w:rsidR="0085189E" w:rsidRPr="0073374F" w:rsidRDefault="0085189E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</w:p>
    <w:p w:rsidR="0085189E" w:rsidRPr="0073374F" w:rsidRDefault="0085189E" w:rsidP="001A31BA">
      <w:pPr>
        <w:pStyle w:val="ConsPlusTitle"/>
        <w:widowControl/>
        <w:suppressAutoHyphens/>
        <w:jc w:val="center"/>
        <w:outlineLvl w:val="0"/>
        <w:rPr>
          <w:sz w:val="14"/>
          <w:szCs w:val="14"/>
        </w:rPr>
      </w:pPr>
    </w:p>
    <w:p w:rsidR="0085189E" w:rsidRPr="0073374F" w:rsidRDefault="0085189E" w:rsidP="000B3BD1">
      <w:pPr>
        <w:pStyle w:val="ConsPlusTitle"/>
        <w:widowControl/>
        <w:suppressAutoHyphens/>
        <w:jc w:val="center"/>
        <w:outlineLvl w:val="0"/>
      </w:pPr>
      <w:r w:rsidRPr="0073374F">
        <w:t xml:space="preserve">ОТЧЁТ </w:t>
      </w:r>
      <w:r w:rsidRPr="0073374F">
        <w:br/>
        <w:t xml:space="preserve">о результатах управления государственной собственностью </w:t>
      </w:r>
      <w:r w:rsidRPr="0073374F">
        <w:br/>
        <w:t>Ульяновской области за 2017 год</w:t>
      </w:r>
    </w:p>
    <w:p w:rsidR="0085189E" w:rsidRPr="0073374F" w:rsidRDefault="0085189E" w:rsidP="000B3BD1">
      <w:pPr>
        <w:suppressAutoHyphens/>
        <w:autoSpaceDE w:val="0"/>
        <w:autoSpaceDN w:val="0"/>
        <w:adjustRightInd w:val="0"/>
        <w:outlineLvl w:val="0"/>
        <w:rPr>
          <w:color w:val="auto"/>
        </w:rPr>
      </w:pPr>
    </w:p>
    <w:p w:rsidR="0085189E" w:rsidRPr="0073374F" w:rsidRDefault="0085189E" w:rsidP="007B4DAB">
      <w:pPr>
        <w:pStyle w:val="BodyTextIndent3"/>
        <w:spacing w:line="360" w:lineRule="auto"/>
        <w:ind w:firstLine="709"/>
      </w:pPr>
      <w:r w:rsidRPr="0073374F">
        <w:t xml:space="preserve">1. Фактический размер расходов областного бюджета Ульяновской </w:t>
      </w:r>
      <w:r>
        <w:br/>
      </w:r>
      <w:r w:rsidRPr="0073374F">
        <w:t>области, связанных с управлением объектами, находящимися в государственной собственности Ульяновской области: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617"/>
        <w:gridCol w:w="1923"/>
      </w:tblGrid>
      <w:tr w:rsidR="0085189E" w:rsidRPr="0073374F">
        <w:trPr>
          <w:cantSplit/>
        </w:trPr>
        <w:tc>
          <w:tcPr>
            <w:tcW w:w="540" w:type="dxa"/>
            <w:vAlign w:val="center"/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7617" w:type="dxa"/>
            <w:vAlign w:val="center"/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Цели осуществления расходов</w:t>
            </w:r>
          </w:p>
        </w:tc>
        <w:tc>
          <w:tcPr>
            <w:tcW w:w="1923" w:type="dxa"/>
            <w:vAlign w:val="center"/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 xml:space="preserve">Размер </w:t>
            </w:r>
            <w:r w:rsidRPr="0073374F">
              <w:rPr>
                <w:color w:val="auto"/>
              </w:rPr>
              <w:br/>
              <w:t>расходов,</w:t>
            </w:r>
          </w:p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тыс. рублей</w:t>
            </w:r>
          </w:p>
        </w:tc>
      </w:tr>
    </w:tbl>
    <w:p w:rsidR="0085189E" w:rsidRPr="0073374F" w:rsidRDefault="0085189E" w:rsidP="00A67ABE">
      <w:pPr>
        <w:spacing w:line="14" w:lineRule="auto"/>
        <w:rPr>
          <w:color w:val="auto"/>
          <w:sz w:val="2"/>
          <w:szCs w:val="2"/>
        </w:rPr>
      </w:pPr>
    </w:p>
    <w:tbl>
      <w:tblPr>
        <w:tblW w:w="1008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7617"/>
        <w:gridCol w:w="1923"/>
      </w:tblGrid>
      <w:tr w:rsidR="0085189E" w:rsidRPr="0073374F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мероприятий, связанных с осуществлением кадастровой деятельности в отношении недвижимого имущества, находящегося в государственной собственности Ульяновской области, и земельных участков, го</w:t>
            </w:r>
            <w:r>
              <w:rPr>
                <w:color w:val="auto"/>
              </w:rPr>
              <w:t>-</w:t>
            </w:r>
            <w:r w:rsidRPr="0073374F">
              <w:rPr>
                <w:color w:val="auto"/>
              </w:rPr>
              <w:t>сударственная собственность на которые не разграничена, их инвентаризацией, а также мероприятий, связанных с организацией разграничения на территории Ульяновской области государственной собственности на землю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2440,1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Финансовое обеспечение деятельности, связанной с организацией проведения оценки имущества, находящегося в государственной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и торгов по продаже права на заключение договоров аренды имущества, публикации информационных сообщений о приватизации имущества, а также деятельности, связанной с подготовкой и организацией аукционов по продаже земельных участков, государственная собственность на которые не разграничена, или аукционов на право заключения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2131,0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Финансовое обеспечение уплаты государственной пошлины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и возмещение издержек, связанных с рассмотрением дел </w:t>
            </w:r>
            <w:r w:rsidRPr="0073374F">
              <w:rPr>
                <w:color w:val="auto"/>
              </w:rPr>
              <w:br/>
              <w:t>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497,1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мероприятий, связанных с модернизацией и развитием единой информационно-аналитической системы управления государственным имуществом Ульяновской области, включая модернизацию компьютеризированных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78,4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деятельности, связанной с подготовкой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121,8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увеличении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827398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t>289813,1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D4F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Финансовое обеспечение деятельности, связанной с управлением и распоряжением пакетами акций, находящимися </w:t>
            </w:r>
            <w:r w:rsidRPr="0073374F">
              <w:rPr>
                <w:color w:val="auto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6,0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BD647E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мероприятий, связанных с проведением инициативной аудиторской проверки</w:t>
            </w:r>
            <w:r>
              <w:rPr>
                <w:color w:val="auto"/>
              </w:rPr>
              <w:t xml:space="preserve"> бухгалтерской (финансовой) отчё</w:t>
            </w:r>
            <w:r w:rsidRPr="0073374F">
              <w:rPr>
                <w:color w:val="auto"/>
              </w:rPr>
              <w:t>тности хозяйственных обществ, акции (доли) которых находятся 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30,0</w:t>
            </w:r>
          </w:p>
        </w:tc>
      </w:tr>
      <w:tr w:rsidR="0085189E" w:rsidRPr="0073374F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250F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«Гостиница «Октябрьская» при увеличении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30000</w:t>
            </w:r>
            <w:r>
              <w:rPr>
                <w:color w:val="auto"/>
              </w:rPr>
              <w:t>,0</w:t>
            </w:r>
          </w:p>
        </w:tc>
      </w:tr>
      <w:tr w:rsidR="0085189E" w:rsidRPr="0073374F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CE1498" w:rsidRDefault="0085189E" w:rsidP="00A67ABE">
            <w:pPr>
              <w:pStyle w:val="Footer"/>
              <w:spacing w:line="245" w:lineRule="auto"/>
              <w:jc w:val="both"/>
              <w:rPr>
                <w:b/>
                <w:bCs/>
                <w:color w:val="auto"/>
              </w:rPr>
            </w:pPr>
            <w:r w:rsidRPr="00CE1498">
              <w:rPr>
                <w:b/>
                <w:bCs/>
                <w:color w:val="auto"/>
              </w:rPr>
              <w:t>ИТОГО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9E" w:rsidRPr="0073374F" w:rsidRDefault="0085189E" w:rsidP="004765E7">
            <w:pPr>
              <w:spacing w:line="245" w:lineRule="auto"/>
              <w:jc w:val="center"/>
              <w:rPr>
                <w:b/>
                <w:bCs/>
                <w:color w:val="auto"/>
              </w:rPr>
            </w:pPr>
            <w:r w:rsidRPr="0073374F">
              <w:rPr>
                <w:b/>
                <w:bCs/>
                <w:color w:val="auto"/>
              </w:rPr>
              <w:t>3</w:t>
            </w:r>
            <w:r>
              <w:rPr>
                <w:b/>
                <w:bCs/>
                <w:color w:val="auto"/>
              </w:rPr>
              <w:t>25117,5</w:t>
            </w:r>
          </w:p>
        </w:tc>
      </w:tr>
    </w:tbl>
    <w:p w:rsidR="0085189E" w:rsidRPr="008E6361" w:rsidRDefault="0085189E" w:rsidP="00A250F4">
      <w:pPr>
        <w:pStyle w:val="BodyTextIndent3"/>
        <w:rPr>
          <w:sz w:val="10"/>
          <w:szCs w:val="10"/>
        </w:rPr>
      </w:pPr>
    </w:p>
    <w:p w:rsidR="0085189E" w:rsidRDefault="0085189E" w:rsidP="00F52789">
      <w:pPr>
        <w:pStyle w:val="BodyTextIndent3"/>
        <w:spacing w:line="360" w:lineRule="auto"/>
      </w:pPr>
      <w:r w:rsidRPr="0073374F">
        <w:t xml:space="preserve">2. Фактический размер доходов областного бюджета Ульяновской </w:t>
      </w:r>
      <w:r>
        <w:br/>
      </w:r>
      <w:r w:rsidRPr="0073374F">
        <w:t>области от использования объектов, находящихся в государственной собственности Ульяновской области:</w:t>
      </w:r>
    </w:p>
    <w:tbl>
      <w:tblPr>
        <w:tblW w:w="1008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75"/>
        <w:gridCol w:w="2065"/>
      </w:tblGrid>
      <w:tr w:rsidR="0085189E" w:rsidRPr="0073374F">
        <w:trPr>
          <w:trHeight w:val="360"/>
        </w:trPr>
        <w:tc>
          <w:tcPr>
            <w:tcW w:w="540" w:type="dxa"/>
            <w:vAlign w:val="center"/>
          </w:tcPr>
          <w:p w:rsidR="0085189E" w:rsidRPr="0073374F" w:rsidRDefault="0085189E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7475" w:type="dxa"/>
            <w:vAlign w:val="center"/>
          </w:tcPr>
          <w:p w:rsidR="0085189E" w:rsidRPr="0073374F" w:rsidRDefault="0085189E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85189E" w:rsidRPr="0073374F" w:rsidRDefault="0085189E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 xml:space="preserve">Размер </w:t>
            </w:r>
            <w:r w:rsidRPr="0073374F">
              <w:rPr>
                <w:color w:val="auto"/>
              </w:rPr>
              <w:br/>
              <w:t>доходов,</w:t>
            </w:r>
          </w:p>
          <w:p w:rsidR="0085189E" w:rsidRDefault="0085189E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тыс. рублей</w:t>
            </w:r>
          </w:p>
          <w:p w:rsidR="0085189E" w:rsidRPr="006044EC" w:rsidRDefault="0085189E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 w:val="4"/>
                <w:szCs w:val="4"/>
              </w:rPr>
            </w:pPr>
          </w:p>
        </w:tc>
      </w:tr>
    </w:tbl>
    <w:p w:rsidR="0085189E" w:rsidRPr="0073374F" w:rsidRDefault="0085189E" w:rsidP="00A67ABE">
      <w:pPr>
        <w:spacing w:line="14" w:lineRule="auto"/>
        <w:rPr>
          <w:color w:val="auto"/>
          <w:sz w:val="2"/>
          <w:szCs w:val="2"/>
        </w:rPr>
      </w:pPr>
    </w:p>
    <w:tbl>
      <w:tblPr>
        <w:tblW w:w="1008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75"/>
        <w:gridCol w:w="2065"/>
      </w:tblGrid>
      <w:tr w:rsidR="0085189E" w:rsidRPr="0073374F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</w:p>
        </w:tc>
      </w:tr>
      <w:tr w:rsidR="0085189E" w:rsidRPr="0073374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4D000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2F4033">
            <w:pPr>
              <w:jc w:val="center"/>
              <w:rPr>
                <w:color w:val="auto"/>
              </w:rPr>
            </w:pPr>
            <w:r w:rsidRPr="0073374F">
              <w:rPr>
                <w:lang w:val="en-US"/>
              </w:rPr>
              <w:t>1690</w:t>
            </w:r>
            <w:r w:rsidRPr="0073374F">
              <w:t>,</w:t>
            </w:r>
            <w:r w:rsidRPr="0073374F">
              <w:rPr>
                <w:lang w:val="en-US"/>
              </w:rPr>
              <w:t>4</w:t>
            </w:r>
          </w:p>
        </w:tc>
      </w:tr>
      <w:tr w:rsidR="0085189E" w:rsidRPr="0073374F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Доходы от сдачи в аренду имущества, находящегося в оперативном управлении органов государственной власти </w:t>
            </w:r>
            <w:r w:rsidRPr="0073374F">
              <w:rPr>
                <w:color w:val="auto"/>
              </w:rPr>
              <w:br/>
              <w:t>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lang w:val="en-US"/>
              </w:rPr>
              <w:t>5308</w:t>
            </w:r>
            <w:r w:rsidRPr="0073374F">
              <w:t>,</w:t>
            </w:r>
            <w:r w:rsidRPr="0073374F">
              <w:rPr>
                <w:lang w:val="en-US"/>
              </w:rPr>
              <w:t>6</w:t>
            </w:r>
          </w:p>
        </w:tc>
      </w:tr>
      <w:tr w:rsidR="0085189E" w:rsidRPr="0073374F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23632,8</w:t>
            </w:r>
          </w:p>
        </w:tc>
      </w:tr>
      <w:tr w:rsidR="0085189E" w:rsidRPr="0073374F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5509,34</w:t>
            </w:r>
          </w:p>
        </w:tc>
      </w:tr>
      <w:tr w:rsidR="0085189E" w:rsidRPr="0073374F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5.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1333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189E" w:rsidRPr="0073374F" w:rsidRDefault="0085189E" w:rsidP="00313336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1906,58</w:t>
            </w:r>
          </w:p>
        </w:tc>
      </w:tr>
      <w:tr w:rsidR="0085189E" w:rsidRPr="0073374F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6.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Доходы от продажи земельных участков, находящихся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в собственности субъектов Российской Федерации (за исключением земельных участков бюджетных и автономных </w:t>
            </w:r>
            <w:r w:rsidRPr="0073374F">
              <w:rPr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1679,5</w:t>
            </w:r>
          </w:p>
        </w:tc>
      </w:tr>
      <w:tr w:rsidR="0085189E" w:rsidRPr="0073374F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7.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Доходы от реализации иного имущества, находящегося </w:t>
            </w:r>
            <w:r w:rsidRPr="0073374F">
              <w:rPr>
                <w:color w:val="auto"/>
              </w:rPr>
              <w:br/>
              <w:t xml:space="preserve">в собственности субъектов Российской Федерации </w:t>
            </w:r>
            <w:r w:rsidRPr="0073374F">
              <w:rPr>
                <w:color w:val="auto"/>
              </w:rPr>
              <w:br/>
              <w:t xml:space="preserve">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</w:t>
            </w:r>
            <w:r w:rsidRPr="0073374F">
              <w:rPr>
                <w:color w:val="auto"/>
              </w:rPr>
              <w:br/>
              <w:t>в части реализации основных средств по указанному имуществу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73374F">
              <w:rPr>
                <w:color w:val="auto"/>
              </w:rPr>
              <w:t>221,35</w:t>
            </w:r>
          </w:p>
        </w:tc>
      </w:tr>
      <w:tr w:rsidR="0085189E" w:rsidRPr="0073374F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89E" w:rsidRPr="0073374F" w:rsidRDefault="0085189E" w:rsidP="00E439DF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color w:val="auto"/>
              </w:rPr>
            </w:pPr>
            <w:r w:rsidRPr="0073374F">
              <w:rPr>
                <w:b/>
                <w:bCs/>
                <w:color w:val="auto"/>
              </w:rPr>
              <w:t>ИТОГО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439DF">
            <w:pPr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44</w:t>
            </w:r>
            <w:r w:rsidRPr="0073374F">
              <w:rPr>
                <w:b/>
                <w:bCs/>
                <w:color w:val="auto"/>
              </w:rPr>
              <w:t>948,</w:t>
            </w:r>
            <w:r>
              <w:rPr>
                <w:b/>
                <w:bCs/>
                <w:color w:val="auto"/>
              </w:rPr>
              <w:t>6</w:t>
            </w:r>
          </w:p>
        </w:tc>
      </w:tr>
    </w:tbl>
    <w:p w:rsidR="0085189E" w:rsidRPr="007B4DAB" w:rsidRDefault="0085189E" w:rsidP="005C7C8A">
      <w:pPr>
        <w:pStyle w:val="ConsPlusTitle"/>
        <w:widowControl/>
        <w:suppressAutoHyphens/>
        <w:ind w:firstLine="709"/>
        <w:jc w:val="both"/>
        <w:rPr>
          <w:b w:val="0"/>
          <w:bCs w:val="0"/>
          <w:sz w:val="16"/>
          <w:szCs w:val="16"/>
        </w:rPr>
      </w:pPr>
    </w:p>
    <w:p w:rsidR="0085189E" w:rsidRDefault="0085189E" w:rsidP="0021099B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  <w:r w:rsidRPr="0073374F">
        <w:rPr>
          <w:b w:val="0"/>
          <w:bCs w:val="0"/>
        </w:rPr>
        <w:t>3. Перечень</w:t>
      </w:r>
      <w:r>
        <w:rPr>
          <w:b w:val="0"/>
          <w:bCs w:val="0"/>
        </w:rPr>
        <w:t xml:space="preserve"> объектов</w:t>
      </w:r>
      <w:r w:rsidRPr="0073374F">
        <w:rPr>
          <w:b w:val="0"/>
          <w:bCs w:val="0"/>
        </w:rPr>
        <w:t xml:space="preserve"> недвижимого имущества, находящ</w:t>
      </w:r>
      <w:r>
        <w:rPr>
          <w:b w:val="0"/>
          <w:bCs w:val="0"/>
        </w:rPr>
        <w:t>ихся</w:t>
      </w:r>
      <w:r w:rsidRPr="0073374F">
        <w:rPr>
          <w:b w:val="0"/>
          <w:bCs w:val="0"/>
        </w:rPr>
        <w:t xml:space="preserve"> </w:t>
      </w:r>
      <w:r>
        <w:rPr>
          <w:b w:val="0"/>
          <w:bCs w:val="0"/>
        </w:rPr>
        <w:br/>
      </w:r>
      <w:r w:rsidRPr="0073374F">
        <w:rPr>
          <w:b w:val="0"/>
          <w:bCs w:val="0"/>
        </w:rPr>
        <w:t>в государственной собственности Ульяновской области, переданн</w:t>
      </w:r>
      <w:r>
        <w:rPr>
          <w:b w:val="0"/>
          <w:bCs w:val="0"/>
        </w:rPr>
        <w:t>ых</w:t>
      </w:r>
      <w:r w:rsidRPr="0073374F">
        <w:rPr>
          <w:b w:val="0"/>
          <w:bCs w:val="0"/>
        </w:rPr>
        <w:t xml:space="preserve"> </w:t>
      </w:r>
      <w:r>
        <w:rPr>
          <w:b w:val="0"/>
          <w:bCs w:val="0"/>
        </w:rPr>
        <w:br/>
      </w:r>
      <w:r w:rsidRPr="0073374F">
        <w:rPr>
          <w:b w:val="0"/>
          <w:bCs w:val="0"/>
        </w:rPr>
        <w:t>в безвозмездное пользование: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3119"/>
        <w:gridCol w:w="2944"/>
        <w:gridCol w:w="1308"/>
      </w:tblGrid>
      <w:tr w:rsidR="0085189E">
        <w:trPr>
          <w:trHeight w:val="1975"/>
        </w:trPr>
        <w:tc>
          <w:tcPr>
            <w:tcW w:w="568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 xml:space="preserve">№  </w:t>
            </w:r>
            <w:r w:rsidRPr="00CE1498">
              <w:rPr>
                <w:color w:val="auto"/>
              </w:rPr>
              <w:br/>
              <w:t>п/п</w:t>
            </w:r>
          </w:p>
        </w:tc>
        <w:tc>
          <w:tcPr>
            <w:tcW w:w="2126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>Место</w:t>
            </w:r>
          </w:p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>нахождения объекта</w:t>
            </w:r>
          </w:p>
        </w:tc>
        <w:tc>
          <w:tcPr>
            <w:tcW w:w="3119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 xml:space="preserve">Казна Ульяновской </w:t>
            </w:r>
            <w:r w:rsidRPr="00CE1498">
              <w:rPr>
                <w:color w:val="auto"/>
              </w:rPr>
              <w:br/>
              <w:t>области или юридические лица, за которыми объект закреплён на праве хозяйственного ведения либо оперативного управления</w:t>
            </w:r>
          </w:p>
        </w:tc>
        <w:tc>
          <w:tcPr>
            <w:tcW w:w="2944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 xml:space="preserve">Юридические </w:t>
            </w:r>
            <w:r w:rsidRPr="00CE1498">
              <w:rPr>
                <w:color w:val="auto"/>
              </w:rPr>
              <w:br/>
              <w:t xml:space="preserve">лица, которым           объект передан </w:t>
            </w:r>
            <w:r w:rsidRPr="00CE1498">
              <w:rPr>
                <w:color w:val="auto"/>
              </w:rPr>
              <w:br/>
              <w:t xml:space="preserve">в безвозмездное            пользование </w:t>
            </w:r>
            <w:r w:rsidRPr="00CE1498">
              <w:rPr>
                <w:color w:val="auto"/>
              </w:rPr>
              <w:br/>
              <w:t>(ссудополучатель)</w:t>
            </w:r>
          </w:p>
        </w:tc>
        <w:tc>
          <w:tcPr>
            <w:tcW w:w="1308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 xml:space="preserve">Площадь  </w:t>
            </w:r>
            <w:r w:rsidRPr="00CE1498">
              <w:rPr>
                <w:color w:val="auto"/>
              </w:rPr>
              <w:br/>
              <w:t>объекта, кв. м</w:t>
            </w:r>
          </w:p>
        </w:tc>
      </w:tr>
    </w:tbl>
    <w:p w:rsidR="0085189E" w:rsidRPr="00F52789" w:rsidRDefault="0085189E" w:rsidP="00F52789">
      <w:pPr>
        <w:pStyle w:val="ConsPlusTitle"/>
        <w:widowControl/>
        <w:suppressAutoHyphens/>
        <w:spacing w:line="14" w:lineRule="auto"/>
        <w:jc w:val="both"/>
        <w:rPr>
          <w:b w:val="0"/>
          <w:bCs w:val="0"/>
          <w:sz w:val="2"/>
          <w:szCs w:val="2"/>
        </w:rPr>
      </w:pPr>
    </w:p>
    <w:tbl>
      <w:tblPr>
        <w:tblW w:w="5148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128"/>
        <w:gridCol w:w="3118"/>
        <w:gridCol w:w="2978"/>
        <w:gridCol w:w="1274"/>
      </w:tblGrid>
      <w:tr w:rsidR="0085189E" w:rsidRPr="0073374F">
        <w:trPr>
          <w:cantSplit/>
          <w:trHeight w:val="240"/>
          <w:tblHeader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4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5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</w:pPr>
            <w:r w:rsidRPr="0073374F">
              <w:t>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г. Ульяновск,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пр-т Нариманова, д. 13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образовательное бюджетное учреждение дополнительного образования детей «Областной центр детского и юношеского туризма и экскурсий»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бюджетное образовательное учреждение дополнительного образования детей «Детская школа искусств № 12»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376,16</w:t>
            </w:r>
          </w:p>
        </w:tc>
      </w:tr>
      <w:tr w:rsidR="0085189E" w:rsidRPr="0073374F">
        <w:trPr>
          <w:trHeight w:val="54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 xml:space="preserve">область, г. Димитровград,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ул. Гвардейская, д. 30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Областное государственное бюджетное </w:t>
            </w:r>
          </w:p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образовательное учреждение среднего профессионального образования «Димитровградский техникум строительной индустрии»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Федеральное государственное бюджетное учреждение здравоохранения «Клиническая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36,01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B35746">
              <w:rPr>
                <w:spacing w:val="-6"/>
              </w:rPr>
              <w:t xml:space="preserve">Ульяновская область, Старомайнский район, р.п. Старая Майна, пл. Ленина, </w:t>
            </w:r>
            <w:r>
              <w:rPr>
                <w:spacing w:val="-6"/>
              </w:rPr>
              <w:br/>
            </w:r>
            <w:r w:rsidRPr="00B35746">
              <w:rPr>
                <w:spacing w:val="-6"/>
              </w:rPr>
              <w:t>д.</w:t>
            </w:r>
            <w:r w:rsidRPr="0073374F">
              <w:rPr>
                <w:spacing w:val="-4"/>
              </w:rPr>
              <w:t xml:space="preserve"> 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технологический техникум в р.п. Старая Майна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бюджетное образовательное учреждение дополнительного образования детей Старомайнская детско-юношеская спортивная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89,1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 xml:space="preserve">область, г. Димитровград,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пр-т Автостроителей, стр. 65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государст-венное бюджетное образовательное учреждение среднего профессионального образования «Димитровградский технический колледж»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Федеральное государственное бюджетное учреждение здравоохранения «Клиническая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30,67</w:t>
            </w:r>
          </w:p>
        </w:tc>
      </w:tr>
      <w:tr w:rsidR="0085189E" w:rsidRPr="0073374F">
        <w:trPr>
          <w:trHeight w:val="43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rPr>
                <w:spacing w:val="-4"/>
              </w:rPr>
            </w:pPr>
            <w:r w:rsidRPr="0073374F">
              <w:rPr>
                <w:spacing w:val="-4"/>
              </w:rPr>
              <w:t>г. Ульяновск,</w:t>
            </w:r>
            <w:r w:rsidRPr="0073374F">
              <w:rPr>
                <w:spacing w:val="-4"/>
              </w:rPr>
              <w:br/>
              <w:t>ул. Полбина,</w:t>
            </w:r>
          </w:p>
          <w:p w:rsidR="0085189E" w:rsidRPr="0073374F" w:rsidRDefault="0085189E" w:rsidP="00F62D79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д. 45А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бюджетное учреждение социального обслуживания «Комплексный центр социального обслуживания населения «Исток»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Местная православная религиозная организация прихода Храма Благовещения Пресвятой Богородицы г. Ульяновска Симбирской и Мелекесской епархии Русской Православной Церкви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130,19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г. Ульяновск, </w:t>
            </w:r>
            <w:r w:rsidRPr="0073374F">
              <w:rPr>
                <w:spacing w:val="-4"/>
              </w:rPr>
              <w:br/>
              <w:t xml:space="preserve">ул. Гончарова,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д. 16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учреждение культуры «Ульяновский областной художественный музей»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Ульяновская региональная организация Всероссийской творческой общественной организации «Союз художников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580,91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область, Но</w:t>
            </w:r>
            <w:r>
              <w:rPr>
                <w:spacing w:val="-4"/>
              </w:rPr>
              <w:t>во</w:t>
            </w:r>
            <w:r w:rsidRPr="0073374F">
              <w:rPr>
                <w:spacing w:val="-4"/>
              </w:rPr>
              <w:t>спасский район, д. Рокотушка, ул. Школьная, д. 11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Государственное казённое учреждение социального обслуживания </w:t>
            </w:r>
          </w:p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«Социальный приют для детей и подростков «Росток» в д. Рокотушка»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образовательное учреждение Рокотушкинская основная общеобразовательная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451,82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г. Ульяновск,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пл. Ленина, 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казённое учреждение «Управление делами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Федеральное государственное бюджетное учреждение «Управление по эксплуатации зданий высших органов власти» Управления делами Президента Российской Федерации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187,28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B35746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B35746">
              <w:rPr>
                <w:spacing w:val="-4"/>
              </w:rPr>
              <w:t xml:space="preserve">Ульяновская область, Новоспасский район, </w:t>
            </w:r>
            <w:r>
              <w:rPr>
                <w:spacing w:val="-4"/>
              </w:rPr>
              <w:br/>
            </w:r>
            <w:r w:rsidRPr="00B35746">
              <w:rPr>
                <w:spacing w:val="-4"/>
              </w:rPr>
              <w:t>р.п. Новоспасское, ул. Заводская, д. 12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 xml:space="preserve">Государственное </w:t>
            </w:r>
          </w:p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казённое учреждение Ульяновской области «Новоспасское лесничество»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Прокуратура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85,84</w:t>
            </w:r>
          </w:p>
        </w:tc>
      </w:tr>
      <w:tr w:rsidR="0085189E" w:rsidRPr="0073374F">
        <w:trPr>
          <w:trHeight w:val="1266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AA2B26">
            <w:pPr>
              <w:spacing w:line="233" w:lineRule="auto"/>
              <w:jc w:val="both"/>
            </w:pPr>
            <w:r w:rsidRPr="0073374F">
              <w:t>Ульяновская область, г. Димитров</w:t>
            </w:r>
            <w:r>
              <w:t xml:space="preserve">град, </w:t>
            </w:r>
            <w:r>
              <w:br/>
            </w:r>
            <w:r w:rsidRPr="0073374F">
              <w:t>ул. Гвардейская, д. 28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Областное государственное бюджетное образовательное учреждение среднего профессионального образования «Димитровградский техникум строительной индустрии»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 xml:space="preserve">Федеральное государственное бюджетное образовательное учреждение высшего образования «Ульяновская государственная сельскохозяйственная академия </w:t>
            </w:r>
            <w:r>
              <w:rPr>
                <w:spacing w:val="-6"/>
              </w:rPr>
              <w:t xml:space="preserve">имени </w:t>
            </w:r>
            <w:r w:rsidRPr="0073374F">
              <w:rPr>
                <w:spacing w:val="-6"/>
              </w:rPr>
              <w:t>П.А.Сто</w:t>
            </w:r>
            <w:r>
              <w:rPr>
                <w:spacing w:val="-6"/>
              </w:rPr>
              <w:t>-</w:t>
            </w:r>
            <w:r w:rsidRPr="0073374F">
              <w:rPr>
                <w:spacing w:val="-6"/>
              </w:rPr>
              <w:t>лыпина»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2000,0</w:t>
            </w:r>
          </w:p>
        </w:tc>
      </w:tr>
      <w:tr w:rsidR="0085189E" w:rsidRPr="0073374F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</w:pPr>
            <w:r w:rsidRPr="0073374F">
              <w:t xml:space="preserve">г. Ульяновск, </w:t>
            </w:r>
            <w:r w:rsidRPr="0073374F">
              <w:rPr>
                <w:spacing w:val="-4"/>
              </w:rPr>
              <w:t>ул. Мелекесская,</w:t>
            </w:r>
            <w:r w:rsidRPr="0073374F">
              <w:t xml:space="preserve"> д. 4, корпус 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AA2B26">
            <w:pPr>
              <w:spacing w:line="233" w:lineRule="auto"/>
              <w:jc w:val="both"/>
            </w:pPr>
            <w:r w:rsidRPr="0073374F">
              <w:t>Казна Ульяновской 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 xml:space="preserve">Управление Министерства внутренних дел Российской Федерации по городу </w:t>
            </w:r>
          </w:p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Ульяновску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1539,5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 xml:space="preserve">Ульяновская область, Базарносызганский район, р.п. Базарный Сызган,  ул. Советская, </w:t>
            </w:r>
          </w:p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>д. 76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Областное государственное казённое образовательное учреждение для детей-сирот и детей, оставшихся без попечения родителей – Базарносызганский специальный (коррекционный) детский дом для детей с ограниченными возможностями здоровья «Росток»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Администрация муниципального образования «Базарносызганский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401,06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 xml:space="preserve">Ульяновская </w:t>
            </w:r>
          </w:p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 xml:space="preserve">область, Базарносызганский район, р.п. Базарный Сызган, ул. Советская, </w:t>
            </w:r>
          </w:p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>д. 76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Областное государственное казённое образовательное учреждение для детей-сирот и детей, оставшихся без попечения родителей – Базарносызганский специальный (коррекционный) детский дом для детей с ограниченными возможностями здоровья «Росток»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Управление финансов муниципального образования «Базарносызганский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140,02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both"/>
            </w:pPr>
            <w:r w:rsidRPr="0073374F">
              <w:t xml:space="preserve">г. Ульяновск, 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 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Ульяновская общест-венная организация «Центр немецкой культуры Фройндшафт»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18,26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15.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Общественная организация «Ульяновская областная мордовская национально-культурная автономия»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11,4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16.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Региональное отделение Общероссийской общественной организации «Союз армян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38,28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17.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г. Ульяновск,</w:t>
            </w: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 xml:space="preserve">Ульяновское региональное отделение Общероссийской общественной организации «Всероссийский </w:t>
            </w:r>
            <w:r w:rsidRPr="0073374F">
              <w:br/>
              <w:t xml:space="preserve">азербайджанский </w:t>
            </w:r>
            <w:r w:rsidRPr="0073374F">
              <w:br/>
              <w:t>конгресс»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29,61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jc w:val="both"/>
            </w:pPr>
            <w:r w:rsidRPr="0073374F">
              <w:t>Общественная организация «Ульяновская областная татарская национально-культурная автономия»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25,94</w:t>
            </w:r>
          </w:p>
        </w:tc>
      </w:tr>
      <w:tr w:rsidR="0085189E" w:rsidRPr="0073374F">
        <w:trPr>
          <w:trHeight w:val="128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3824CB">
            <w:pPr>
              <w:autoSpaceDE w:val="0"/>
              <w:autoSpaceDN w:val="0"/>
              <w:adjustRightInd w:val="0"/>
              <w:ind w:right="-70"/>
              <w:jc w:val="center"/>
            </w:pPr>
            <w:r w:rsidRPr="0073374F">
              <w:t>19.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г. Ульяновск, проспект Генерала Тюленева, д. 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Государственное учреждение здравоохранения «Городская детская поликлиника № 6»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jc w:val="both"/>
            </w:pPr>
            <w:r w:rsidRPr="0073374F">
              <w:t>Ульяновская Городская Дума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11,78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20.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Ульяновская область, Инзенский район, </w:t>
            </w:r>
            <w:r>
              <w:br/>
            </w:r>
            <w:r w:rsidRPr="0073374F">
              <w:t>г. Инза, ул. Рузаевская, д. 30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Государственное казённое учреждение здравоохранения «Областной клинический противотуберкулёзный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муниципального образования «Инзенский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336,5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59270D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  <w:rPr>
                <w:spacing w:val="-4"/>
              </w:rPr>
            </w:pPr>
            <w:r w:rsidRPr="0059270D">
              <w:rPr>
                <w:spacing w:val="-4"/>
              </w:rPr>
              <w:t xml:space="preserve">Ульяновская </w:t>
            </w:r>
            <w:r>
              <w:rPr>
                <w:spacing w:val="-4"/>
              </w:rPr>
              <w:br/>
            </w:r>
            <w:r w:rsidRPr="0059270D">
              <w:rPr>
                <w:spacing w:val="-4"/>
              </w:rPr>
              <w:t xml:space="preserve">область, Инзенский район, </w:t>
            </w:r>
            <w:r>
              <w:rPr>
                <w:spacing w:val="-4"/>
              </w:rPr>
              <w:br/>
            </w:r>
            <w:r w:rsidRPr="0059270D">
              <w:rPr>
                <w:spacing w:val="-8"/>
              </w:rPr>
              <w:t>г. Инза, ул. Больничная,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казённое учреждение здравоохранения «Областной клинический противотуберкулёзный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муниципального образования «Инзенский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46,0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 xml:space="preserve">Ульяновская область, Инзенский район, </w:t>
            </w:r>
            <w:r>
              <w:br/>
            </w:r>
            <w:r w:rsidRPr="0059270D">
              <w:rPr>
                <w:spacing w:val="-8"/>
              </w:rPr>
              <w:t>г. Инза, ул. Больничная, д. 25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казённое учреждение здравоохранения «Областной клинический противотуберкулёзный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муниципального образования «Инзенский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1374,01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 xml:space="preserve">Ульяновская область, Инзенский район, </w:t>
            </w:r>
            <w:r>
              <w:br/>
            </w:r>
            <w:r w:rsidRPr="0073374F">
              <w:t>г. Инза, ул. Западная, д. 1А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казённое учреждение здравоохранения «Областной клинический противотуберкулёзный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муниципального образования «Инзенский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178,52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</w:pPr>
            <w:r w:rsidRPr="0073374F">
              <w:t xml:space="preserve">Ульяновская область, Инзенский район, </w:t>
            </w:r>
            <w:r>
              <w:br/>
            </w:r>
            <w:r w:rsidRPr="0073374F">
              <w:t>с</w:t>
            </w:r>
            <w:r>
              <w:t>.</w:t>
            </w:r>
            <w:r w:rsidRPr="0073374F">
              <w:t xml:space="preserve"> Юлово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учреждение здравоохранения Областной детский противотуберкулёзный санаторий «Юлово»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образовательное учреждение Труслейская средняя общеобразовательная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436,2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59270D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  <w:rPr>
                <w:spacing w:val="-4"/>
              </w:rPr>
            </w:pPr>
            <w:r w:rsidRPr="0059270D">
              <w:rPr>
                <w:spacing w:val="-4"/>
              </w:rPr>
              <w:t xml:space="preserve">Ульяновская область, Цильнинский район, </w:t>
            </w:r>
            <w:r w:rsidRPr="0059270D">
              <w:rPr>
                <w:spacing w:val="-4"/>
              </w:rPr>
              <w:br/>
              <w:t xml:space="preserve">с. Большое Нагаткино, </w:t>
            </w:r>
            <w:r>
              <w:rPr>
                <w:spacing w:val="-4"/>
              </w:rPr>
              <w:br/>
            </w:r>
            <w:r w:rsidRPr="0059270D">
              <w:rPr>
                <w:spacing w:val="-4"/>
              </w:rPr>
              <w:t>ул. Молодёжная, д. 8К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Областное государственное бюджетное образовательное учреждение среднего профессионального образования техникум технологии и сервиса в селе Большое Нагаткино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73374F">
              <w:t>Муниципальное образовательное учреждение дополнительного образования детей детско-юношеская спортивная школа муниципального образования «Цильнинский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302,6</w:t>
            </w:r>
          </w:p>
        </w:tc>
      </w:tr>
      <w:tr w:rsidR="0085189E" w:rsidRPr="0073374F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</w:pPr>
            <w:r w:rsidRPr="0073374F">
              <w:t xml:space="preserve">Ульяновская </w:t>
            </w:r>
          </w:p>
          <w:p w:rsidR="0085189E" w:rsidRPr="0073374F" w:rsidRDefault="0085189E" w:rsidP="0059270D">
            <w:pPr>
              <w:spacing w:line="228" w:lineRule="auto"/>
              <w:jc w:val="both"/>
            </w:pPr>
            <w:r w:rsidRPr="0073374F">
              <w:t>область, Чер</w:t>
            </w:r>
            <w:r>
              <w:t>дак</w:t>
            </w:r>
            <w:r w:rsidRPr="0073374F">
              <w:t xml:space="preserve">линский район, Красноярское лесничество, 11 квартал, в 20 м от ориентира дома № 35 по ул. Волжская по направлению </w:t>
            </w:r>
            <w:r w:rsidRPr="0073374F">
              <w:br/>
              <w:t>на юг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учреждение «Центр по обеспечению пожарной безопасности»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9270D">
            <w:pPr>
              <w:spacing w:line="228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Администрация муниципального образования «Красноярское сельское поселение» Чердаклинского района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284,94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27.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 xml:space="preserve">Ульяновская область, Сурский район, </w:t>
            </w:r>
            <w:r>
              <w:br/>
            </w:r>
            <w:r w:rsidRPr="0073374F">
              <w:t>р.п. Сурское,</w:t>
            </w:r>
          </w:p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ул. Советская, д. 66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Ульяновское областное государственное казённое учреждение социальной защиты населения в р.п. Вешкайма</w:t>
            </w:r>
          </w:p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Управление Пенсионного фонда Российской Федерации (государственное учреждение) в Сурском районе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3" w:lineRule="auto"/>
              <w:jc w:val="center"/>
            </w:pPr>
            <w:r w:rsidRPr="0073374F">
              <w:t>288,22</w:t>
            </w:r>
          </w:p>
        </w:tc>
      </w:tr>
      <w:tr w:rsidR="0085189E" w:rsidRPr="0073374F">
        <w:trPr>
          <w:trHeight w:val="91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28.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 xml:space="preserve">г. Ульяновск,               ул. Ленина, </w:t>
            </w:r>
            <w:r w:rsidRPr="0073374F">
              <w:br/>
              <w:t>д. 78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Казна Ульяновской </w:t>
            </w:r>
          </w:p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>о</w:t>
            </w:r>
            <w:r w:rsidRPr="0073374F">
              <w:rPr>
                <w:spacing w:val="-4"/>
              </w:rPr>
              <w:t>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EA4A3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Фонд «Ульяновск –</w:t>
            </w:r>
            <w:r>
              <w:t xml:space="preserve"> </w:t>
            </w:r>
            <w:r w:rsidRPr="0073374F">
              <w:t>культурная столица»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3" w:lineRule="auto"/>
              <w:jc w:val="center"/>
            </w:pPr>
            <w:r w:rsidRPr="0073374F">
              <w:t>11,59</w:t>
            </w:r>
          </w:p>
        </w:tc>
      </w:tr>
      <w:tr w:rsidR="0085189E" w:rsidRPr="0073374F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29.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A10654" w:rsidRDefault="0085189E" w:rsidP="005B6D7A">
            <w:pPr>
              <w:autoSpaceDE w:val="0"/>
              <w:autoSpaceDN w:val="0"/>
              <w:adjustRightInd w:val="0"/>
              <w:spacing w:line="233" w:lineRule="auto"/>
              <w:ind w:right="-70"/>
              <w:rPr>
                <w:sz w:val="27"/>
                <w:szCs w:val="27"/>
              </w:rPr>
            </w:pPr>
            <w:r w:rsidRPr="00A10654">
              <w:rPr>
                <w:sz w:val="27"/>
                <w:szCs w:val="27"/>
              </w:rPr>
              <w:t>г. Ульяновск,               пл. 100-летия со дня рождения В.И.Ленина,</w:t>
            </w:r>
            <w:r>
              <w:rPr>
                <w:sz w:val="27"/>
                <w:szCs w:val="27"/>
              </w:rPr>
              <w:t xml:space="preserve"> </w:t>
            </w:r>
            <w:r w:rsidRPr="00A10654">
              <w:rPr>
                <w:sz w:val="27"/>
                <w:szCs w:val="27"/>
              </w:rPr>
              <w:t>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автономное учреждение культуры «Ленинский мемориал»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B6D7A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Фонд «Ульяновск –</w:t>
            </w:r>
            <w:r>
              <w:t xml:space="preserve"> </w:t>
            </w:r>
            <w:r w:rsidRPr="0073374F">
              <w:t>культурная столица»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73374F">
              <w:t>93,0</w:t>
            </w:r>
          </w:p>
        </w:tc>
      </w:tr>
      <w:tr w:rsidR="0085189E" w:rsidRPr="0073374F">
        <w:trPr>
          <w:trHeight w:val="145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30.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B6D7A">
            <w:pPr>
              <w:spacing w:line="233" w:lineRule="auto"/>
              <w:jc w:val="both"/>
            </w:pPr>
            <w:r w:rsidRPr="0073374F">
              <w:t xml:space="preserve">Ульяновская область, Майнский район, </w:t>
            </w:r>
          </w:p>
          <w:p w:rsidR="0085189E" w:rsidRPr="0073374F" w:rsidRDefault="0085189E" w:rsidP="005B6D7A">
            <w:pPr>
              <w:spacing w:line="233" w:lineRule="auto"/>
              <w:jc w:val="both"/>
            </w:pPr>
            <w:r w:rsidRPr="0073374F">
              <w:t>с. Старые Мак</w:t>
            </w:r>
            <w:r w:rsidRPr="0073374F">
              <w:rPr>
                <w:spacing w:val="-6"/>
              </w:rPr>
              <w:t>лауши, ул. Моло</w:t>
            </w:r>
            <w:r w:rsidRPr="0073374F">
              <w:t>дёжная, д. 10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учреждение здравоохранения «Майнская центральная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Закрытое акционерное общество «Проекты в сфере здравоохранения»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105,6</w:t>
            </w:r>
          </w:p>
        </w:tc>
      </w:tr>
      <w:tr w:rsidR="0085189E" w:rsidRPr="0073374F">
        <w:trPr>
          <w:trHeight w:val="145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31.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5B6D7A" w:rsidRDefault="0085189E" w:rsidP="005B6D7A">
            <w:pPr>
              <w:spacing w:line="233" w:lineRule="auto"/>
              <w:jc w:val="both"/>
              <w:rPr>
                <w:spacing w:val="-4"/>
              </w:rPr>
            </w:pPr>
            <w:r w:rsidRPr="005B6D7A">
              <w:rPr>
                <w:spacing w:val="-4"/>
              </w:rPr>
              <w:t>г. Ульяновск,</w:t>
            </w:r>
            <w:r w:rsidRPr="005B6D7A">
              <w:rPr>
                <w:spacing w:val="-4"/>
              </w:rPr>
              <w:br/>
              <w:t>ул. Ленина, 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Ульяновская региональная общественная организация сохранения и развития культуры «Русский Дом»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13,92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5B6D7A" w:rsidRDefault="0085189E" w:rsidP="005B6D7A">
            <w:pPr>
              <w:spacing w:line="233" w:lineRule="auto"/>
              <w:jc w:val="both"/>
              <w:rPr>
                <w:spacing w:val="-6"/>
              </w:rPr>
            </w:pPr>
            <w:r w:rsidRPr="005B6D7A">
              <w:rPr>
                <w:spacing w:val="-6"/>
              </w:rPr>
              <w:t xml:space="preserve">Ульяновская область, Тереньгульский район, с. Елшанка, </w:t>
            </w:r>
            <w:r>
              <w:rPr>
                <w:spacing w:val="-6"/>
              </w:rPr>
              <w:br/>
            </w:r>
            <w:r w:rsidRPr="005B6D7A">
              <w:rPr>
                <w:spacing w:val="-6"/>
              </w:rPr>
              <w:t>ул. Лесная, д. 61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казённое учреждение «Служба гражданской защиты и пожарной безопасности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Администрация муниципального образования «Тереньгульский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  <w:rPr>
                <w:color w:val="FF0000"/>
              </w:rPr>
            </w:pPr>
            <w:r w:rsidRPr="0073374F">
              <w:t>192,5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33.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B6D7A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 xml:space="preserve">Ульяновская область, г. Димитровград, ул. Ульяновская, </w:t>
            </w:r>
            <w:r>
              <w:br/>
            </w:r>
            <w:r w:rsidRPr="0073374F">
              <w:t>д. 54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«Димитровградский тех</w:t>
            </w:r>
            <w:r>
              <w:rPr>
                <w:spacing w:val="-4"/>
              </w:rPr>
              <w:t>никум профес</w:t>
            </w:r>
            <w:r w:rsidRPr="0073374F">
              <w:rPr>
                <w:spacing w:val="-4"/>
              </w:rPr>
              <w:t>сиональных технологий имени Героя Советского Союза М.С.Чернова»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Федеральное государственное бюджетное учреждение здравоохранения «Клиническая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 w:rsidRPr="0073374F">
              <w:t>30,97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5B6D7A">
            <w:pPr>
              <w:spacing w:line="233" w:lineRule="auto"/>
              <w:jc w:val="both"/>
            </w:pPr>
            <w:r w:rsidRPr="0073374F">
              <w:t>г. Ульяновск, ул. Железнодорожная, д. 18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5B6D7A" w:rsidRDefault="0085189E" w:rsidP="00B35746">
            <w:pPr>
              <w:spacing w:line="233" w:lineRule="auto"/>
              <w:jc w:val="both"/>
              <w:rPr>
                <w:spacing w:val="-6"/>
              </w:rPr>
            </w:pPr>
            <w:r w:rsidRPr="005B6D7A">
              <w:rPr>
                <w:spacing w:val="-6"/>
              </w:rPr>
              <w:t>Областное государственное казённое учреждение дополнительного образования «Специализированная детско-юношеская спортивная школа олимпийского резерва по тхэквондо»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spacing w:line="233" w:lineRule="auto"/>
              <w:jc w:val="both"/>
            </w:pPr>
            <w:r w:rsidRPr="0073374F">
              <w:t>Общественная организ</w:t>
            </w:r>
            <w:r>
              <w:t>ация «Ульяновская региональная ф</w:t>
            </w:r>
            <w:r w:rsidRPr="0073374F">
              <w:t>едерация тхэквондо»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233" w:lineRule="auto"/>
              <w:jc w:val="center"/>
            </w:pPr>
            <w:r w:rsidRPr="0073374F">
              <w:t>31,9</w:t>
            </w:r>
          </w:p>
        </w:tc>
      </w:tr>
      <w:tr w:rsidR="0085189E" w:rsidRPr="0073374F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 xml:space="preserve">Ульяновская </w:t>
            </w:r>
            <w:r w:rsidRPr="0073374F">
              <w:br/>
            </w:r>
            <w:r w:rsidRPr="0073374F">
              <w:rPr>
                <w:spacing w:val="-6"/>
              </w:rPr>
              <w:t>область, г. Димит</w:t>
            </w:r>
            <w:r w:rsidRPr="0073374F">
              <w:rPr>
                <w:spacing w:val="-10"/>
              </w:rPr>
              <w:t xml:space="preserve">ровград, </w:t>
            </w:r>
            <w:r>
              <w:rPr>
                <w:spacing w:val="-10"/>
              </w:rPr>
              <w:br/>
            </w:r>
            <w:r w:rsidRPr="0073374F">
              <w:rPr>
                <w:spacing w:val="-10"/>
              </w:rPr>
              <w:t>ул. Гвар</w:t>
            </w:r>
            <w:r w:rsidRPr="0073374F">
              <w:t>дейская,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«Димитровградский техникум строительной индустрии»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>Муниципальное казённое учреждение «Казачья служба безопасности «Ермак»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20,96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 xml:space="preserve">Ульяновская область, </w:t>
            </w:r>
            <w:r w:rsidRPr="0073374F">
              <w:rPr>
                <w:spacing w:val="-4"/>
              </w:rPr>
              <w:t>г. Димитровград,</w:t>
            </w:r>
            <w:r>
              <w:t xml:space="preserve"> </w:t>
            </w:r>
            <w:r>
              <w:br/>
              <w:t xml:space="preserve">ул. </w:t>
            </w:r>
            <w:r w:rsidRPr="0073374F">
              <w:t>Гвардейская,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«Димитровградский техникум строительной индустрии»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>Межмуниципальный отдел Министерства внутренних дел Российской Федерации «Димитровградский»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43,39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>г. Ульяновск, ул. Федерации, д. 37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 xml:space="preserve">Казна Ульяновской </w:t>
            </w:r>
            <w:r w:rsidRPr="0073374F">
              <w:rPr>
                <w:spacing w:val="-6"/>
              </w:rPr>
              <w:br/>
              <w:t>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>Централизованная религиозная организация «Региональное Духовное Управление мусульман Ульяновской области в составе Центрального Духовного управления мусульман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281,5</w:t>
            </w:r>
          </w:p>
        </w:tc>
      </w:tr>
      <w:tr w:rsidR="0085189E" w:rsidRPr="0073374F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 xml:space="preserve">г. Ульяновск, ул. Пролетарская, д. 41 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 xml:space="preserve">Казна Ульяновской </w:t>
            </w:r>
            <w:r w:rsidRPr="0073374F">
              <w:rPr>
                <w:spacing w:val="-6"/>
              </w:rPr>
              <w:br/>
              <w:t>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spacing w:line="235" w:lineRule="auto"/>
              <w:jc w:val="both"/>
            </w:pPr>
            <w:r w:rsidRPr="0073374F">
              <w:t>Ульяновская региональная организация Общероссийской общественной организации инвалидов войны в Афганистане и военной травмы – «Инвалиды войны»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86,3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</w:p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область, г. Димитровград,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 xml:space="preserve">ул. Октябрьская, </w:t>
            </w:r>
            <w:r w:rsidRPr="0073374F">
              <w:rPr>
                <w:spacing w:val="-4"/>
              </w:rPr>
              <w:br/>
              <w:t>д. 74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«Димитровградский механико-технологи-ческий техникум молочной промышленности»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C50138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Федеральное государственное бюджетное образовательное учреждение высшего образования «Московский государственный университет технологий и управления имени К.Г.Разумовского»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1200,0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40.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Default="0085189E" w:rsidP="00196DF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</w:p>
          <w:p w:rsidR="0085189E" w:rsidRPr="0073374F" w:rsidRDefault="0085189E" w:rsidP="00196DF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область,</w:t>
            </w:r>
            <w:r>
              <w:rPr>
                <w:spacing w:val="-4"/>
              </w:rPr>
              <w:t xml:space="preserve"> </w:t>
            </w:r>
            <w:r w:rsidRPr="0073374F">
              <w:rPr>
                <w:spacing w:val="-4"/>
              </w:rPr>
              <w:t xml:space="preserve">г. Димитровград,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пр-т Автостроителей, д. 63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«Димитровградский технический колледж»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Федеральное государственное бюджетное учреждение здравоохранения «Клиническая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30,06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41.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196DFC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Ульяновская область, Мелекесский</w:t>
            </w:r>
            <w:r>
              <w:t xml:space="preserve"> район </w:t>
            </w:r>
            <w:r>
              <w:br/>
            </w:r>
            <w:r w:rsidRPr="0073374F">
              <w:t xml:space="preserve">с. Рязаново, </w:t>
            </w:r>
            <w:r>
              <w:br/>
            </w:r>
            <w:r w:rsidRPr="0073374F">
              <w:t>ул. Октябрьская, д. 15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государственное бюджетное образовательное учреждение среднего профессионального образования «Рязановский сельскохозяйственный техникум»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Местная религиозная организация православный Приход храма в честь Покрова Пресвятой Богородицы села Рязаново Мелекесского района Ульяновской области Мелекесской Епархии Русской Православной Церкви (Московский Патриархат)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376,7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42.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Ульяновск, </w:t>
            </w:r>
            <w:r>
              <w:br/>
              <w:t>ул. Л.</w:t>
            </w:r>
            <w:r w:rsidRPr="0073374F">
              <w:t>Толсто</w:t>
            </w:r>
            <w:r>
              <w:t>го, д.</w:t>
            </w:r>
            <w:r w:rsidRPr="0073374F">
              <w:t xml:space="preserve"> </w:t>
            </w:r>
            <w:r>
              <w:t xml:space="preserve">28, 30, </w:t>
            </w:r>
            <w:r w:rsidRPr="0073374F">
              <w:t>32, 34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Государственное учреждение здравоохранения «Детская городская клиническая больница </w:t>
            </w:r>
            <w:r w:rsidRPr="0073374F">
              <w:rPr>
                <w:spacing w:val="-4"/>
              </w:rPr>
              <w:br/>
              <w:t>города Ульяновска»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Автономная некоммерческая организация содействия семьям, воспитывающим детей с ограниченными возможностями здоровья «Солнце для всех»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36,65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43.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22059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Ульяновская область, </w:t>
            </w:r>
            <w:r w:rsidRPr="0073374F">
              <w:rPr>
                <w:spacing w:val="-4"/>
              </w:rPr>
              <w:t>Майнский район,</w:t>
            </w:r>
            <w:r w:rsidRPr="0073374F">
              <w:t xml:space="preserve"> </w:t>
            </w:r>
            <w:r>
              <w:br/>
            </w:r>
            <w:r w:rsidRPr="0073374F">
              <w:t>р.п. Игнатовка, ул. 2-я Советская, д. 4Б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учреждение здравоохранения «Майнская центральная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образовательное учреждение дополнительного образования детей Игнатовский дом детского творчества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143,8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44.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220590" w:rsidRDefault="0085189E" w:rsidP="00D13D0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6"/>
              </w:rPr>
            </w:pPr>
            <w:r w:rsidRPr="00220590">
              <w:rPr>
                <w:spacing w:val="-6"/>
              </w:rPr>
              <w:t xml:space="preserve">Ульяновская </w:t>
            </w:r>
            <w:r>
              <w:rPr>
                <w:spacing w:val="-6"/>
              </w:rPr>
              <w:br/>
            </w:r>
            <w:r w:rsidRPr="00220590">
              <w:rPr>
                <w:spacing w:val="-6"/>
              </w:rPr>
              <w:t>область, Барышский район,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</w:r>
            <w:r w:rsidRPr="00220590">
              <w:rPr>
                <w:spacing w:val="-6"/>
              </w:rPr>
              <w:t xml:space="preserve">с. Акшуат, ул. Советская, </w:t>
            </w:r>
            <w:r>
              <w:rPr>
                <w:spacing w:val="-6"/>
              </w:rPr>
              <w:br/>
            </w:r>
            <w:r w:rsidRPr="00220590">
              <w:rPr>
                <w:spacing w:val="-6"/>
              </w:rPr>
              <w:t>д. 63А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казённое учреждение Ульяновской области «Барышское лесничество»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автономное учреждение культуры «Дом народного творчества» муниципального образования «Барышский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213,3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45.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Ульяновская область, Кузоватовский район, р.п. Кузоватово, ул. Гвардейская, д. 21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учреждение здравоохранения «Кузоватовская центральная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Федеральное бюджетное учреждение здравоохранения «Центр гигиены и эпидемиологии </w:t>
            </w:r>
            <w:r>
              <w:rPr>
                <w:spacing w:val="-4"/>
              </w:rPr>
              <w:br/>
            </w:r>
            <w:r w:rsidRPr="0073374F">
              <w:rPr>
                <w:spacing w:val="-4"/>
              </w:rPr>
              <w:t>в Ульяновской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160,9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</w:pPr>
            <w:r w:rsidRPr="0073374F">
              <w:t>46.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 xml:space="preserve">г. Ульяновск, ул. Радищева, </w:t>
            </w:r>
          </w:p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>д. 42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Государственное учреждение здравоохранения «Ульяновская областная детская клиническая больница имени политического и общественного деятеля Ю.Ф.Горячева»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университет</w:t>
            </w:r>
            <w:r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tabs>
                <w:tab w:val="center" w:pos="4677"/>
                <w:tab w:val="right" w:pos="9355"/>
              </w:tabs>
              <w:spacing w:line="24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203,82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</w:pPr>
            <w:r w:rsidRPr="0073374F">
              <w:t>47.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>г. Ульяновск, ул. Гончарова, д. 13/91А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государственное бюджетное учреждение «Научно-исследова</w:t>
            </w:r>
            <w:r>
              <w:rPr>
                <w:spacing w:val="-6"/>
              </w:rPr>
              <w:t>-</w:t>
            </w:r>
            <w:r w:rsidRPr="0073374F">
              <w:rPr>
                <w:spacing w:val="-6"/>
              </w:rPr>
              <w:t>тельский институт истории и культуры Ульяновской области имени Н.М.Карамзина»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Региональная общественная организация «Олимпийский совет Ульяновской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43,91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Тельмана,</w:t>
            </w:r>
            <w:r>
              <w:rPr>
                <w:spacing w:val="2"/>
              </w:rPr>
              <w:br/>
            </w:r>
            <w:r w:rsidRPr="0073374F">
              <w:rPr>
                <w:spacing w:val="2"/>
              </w:rPr>
              <w:t>д. 16А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Государственное учреждение здравоохране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Центральная городская клиническая больница г. Ульянов</w:t>
            </w:r>
            <w:r>
              <w:rPr>
                <w:spacing w:val="2"/>
              </w:rPr>
              <w:t>ска»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бюджетное учреждение по работе с подростково-молод</w:t>
            </w:r>
            <w:r>
              <w:rPr>
                <w:spacing w:val="2"/>
              </w:rPr>
              <w:t>ё</w:t>
            </w:r>
            <w:r w:rsidRPr="0073374F">
              <w:rPr>
                <w:spacing w:val="2"/>
              </w:rPr>
              <w:t>жными клу</w:t>
            </w:r>
            <w:r>
              <w:rPr>
                <w:spacing w:val="2"/>
              </w:rPr>
              <w:t>бами «</w:t>
            </w:r>
            <w:r w:rsidRPr="0073374F">
              <w:rPr>
                <w:spacing w:val="2"/>
              </w:rPr>
              <w:t>СИМБИ</w:t>
            </w:r>
            <w:r>
              <w:rPr>
                <w:spacing w:val="2"/>
              </w:rPr>
              <w:t>Р</w:t>
            </w:r>
            <w:r w:rsidRPr="0073374F">
              <w:rPr>
                <w:spacing w:val="2"/>
              </w:rPr>
              <w:t>ЦИТ</w:t>
            </w:r>
            <w:r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433,3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Аблукова, </w:t>
            </w:r>
            <w:r>
              <w:rPr>
                <w:spacing w:val="2"/>
              </w:rPr>
              <w:br/>
            </w:r>
            <w:r w:rsidRPr="0073374F">
              <w:rPr>
                <w:spacing w:val="2"/>
              </w:rPr>
              <w:t>д. 89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D70B8C" w:rsidRDefault="0085189E" w:rsidP="00F34277">
            <w:pPr>
              <w:spacing w:line="245" w:lineRule="auto"/>
              <w:jc w:val="both"/>
              <w:textAlignment w:val="baseline"/>
              <w:rPr>
                <w:spacing w:val="-4"/>
              </w:rPr>
            </w:pPr>
            <w:r w:rsidRPr="00D70B8C">
              <w:rPr>
                <w:spacing w:val="-4"/>
              </w:rPr>
              <w:t>Государственное учреждение здравоохранения «Областной клинический кожно-венерологический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</w:t>
            </w:r>
            <w:r>
              <w:rPr>
                <w:spacing w:val="2"/>
              </w:rPr>
              <w:t>венный университет»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49,99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пер. Карамзина, д. 3/2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уч</w:t>
            </w:r>
            <w:r>
              <w:rPr>
                <w:spacing w:val="2"/>
              </w:rPr>
              <w:t>реждение культуры «Дворец книги –</w:t>
            </w:r>
            <w:r w:rsidRPr="0073374F">
              <w:rPr>
                <w:spacing w:val="2"/>
              </w:rPr>
              <w:t xml:space="preserve"> Ульяновская областная научная библиотека име</w:t>
            </w:r>
            <w:r>
              <w:rPr>
                <w:spacing w:val="2"/>
              </w:rPr>
              <w:t>ни В.И. Ленина»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Автономная некоммерческая организа</w:t>
            </w:r>
            <w:r>
              <w:rPr>
                <w:spacing w:val="2"/>
              </w:rPr>
              <w:t>ция «</w:t>
            </w:r>
            <w:r w:rsidRPr="0073374F">
              <w:rPr>
                <w:spacing w:val="2"/>
              </w:rPr>
              <w:t>Информационный це</w:t>
            </w:r>
            <w:r>
              <w:rPr>
                <w:spacing w:val="2"/>
              </w:rPr>
              <w:t>нтр атомной отрасли»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265,56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Ефремова, д. 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уч</w:t>
            </w:r>
            <w:r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культуры Ульяновской об</w:t>
            </w:r>
            <w:r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бюджетное учреж</w:t>
            </w:r>
            <w:r>
              <w:rPr>
                <w:spacing w:val="2"/>
              </w:rPr>
              <w:t>дение культуры «</w:t>
            </w:r>
            <w:r w:rsidRPr="0073374F">
              <w:rPr>
                <w:spacing w:val="2"/>
              </w:rPr>
              <w:t>Ц</w:t>
            </w:r>
            <w:r>
              <w:rPr>
                <w:spacing w:val="2"/>
              </w:rPr>
              <w:t>ентрализованная клубная система»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2322,93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Ленинградская, д. 4/9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уч</w:t>
            </w:r>
            <w:r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культуры Ульяновской об</w:t>
            </w:r>
            <w:r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бюджетное учреж</w:t>
            </w:r>
            <w:r>
              <w:rPr>
                <w:spacing w:val="2"/>
              </w:rPr>
              <w:t>дение культуры «Руслан»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6753,9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Ленинградская, д. 4/9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уч</w:t>
            </w:r>
            <w:r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культуры Ульяновской об</w:t>
            </w:r>
            <w:r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бюджетное учреж</w:t>
            </w:r>
            <w:r>
              <w:rPr>
                <w:spacing w:val="2"/>
              </w:rPr>
              <w:t>дение культуры «</w:t>
            </w:r>
            <w:r w:rsidRPr="0073374F">
              <w:rPr>
                <w:spacing w:val="2"/>
              </w:rPr>
              <w:t>Руслан</w:t>
            </w:r>
            <w:r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3857,56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Ульяновская область, Мелекесский район, с. Рязаново, </w:t>
            </w:r>
            <w:r>
              <w:rPr>
                <w:spacing w:val="2"/>
              </w:rPr>
              <w:br/>
            </w:r>
            <w:r w:rsidRPr="0073374F">
              <w:rPr>
                <w:spacing w:val="2"/>
              </w:rPr>
              <w:t>ул. Октябрьская, д. 10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образовательное учреждение среднего профессионального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Рязановский сельскохозяйственный тех</w:t>
            </w:r>
            <w:r>
              <w:rPr>
                <w:spacing w:val="2"/>
              </w:rPr>
              <w:t>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Администрация муниципального обра</w:t>
            </w:r>
            <w:r>
              <w:rPr>
                <w:spacing w:val="2"/>
              </w:rPr>
              <w:t>зования «</w:t>
            </w:r>
            <w:r w:rsidRPr="0073374F">
              <w:rPr>
                <w:spacing w:val="2"/>
              </w:rPr>
              <w:t>Рязановское сельское посе</w:t>
            </w:r>
            <w:r>
              <w:rPr>
                <w:spacing w:val="2"/>
              </w:rPr>
              <w:t>ление»</w:t>
            </w:r>
            <w:r w:rsidRPr="0073374F">
              <w:rPr>
                <w:spacing w:val="2"/>
              </w:rPr>
              <w:t xml:space="preserve"> Мелекесского района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3752,6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Ульяновская область, Мелекесский район, с. Рязаново, </w:t>
            </w:r>
            <w:r>
              <w:rPr>
                <w:spacing w:val="2"/>
              </w:rPr>
              <w:br/>
            </w:r>
            <w:r w:rsidRPr="0073374F">
              <w:rPr>
                <w:spacing w:val="2"/>
              </w:rPr>
              <w:t>ул. Октябрьская, д. 1/12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государственное бюджетное образовательное учреждение среднего профессионального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Рязановский сельскохозяйственный тех</w:t>
            </w:r>
            <w:r>
              <w:rPr>
                <w:spacing w:val="2"/>
              </w:rPr>
              <w:t>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Администрация муниципального обра</w:t>
            </w:r>
            <w:r>
              <w:rPr>
                <w:spacing w:val="2"/>
              </w:rPr>
              <w:t>зования «</w:t>
            </w:r>
            <w:r w:rsidRPr="0073374F">
              <w:rPr>
                <w:spacing w:val="2"/>
              </w:rPr>
              <w:t>Рязановское сельское посе</w:t>
            </w:r>
            <w:r>
              <w:rPr>
                <w:spacing w:val="2"/>
              </w:rPr>
              <w:t>ление»</w:t>
            </w:r>
            <w:r w:rsidRPr="0073374F">
              <w:rPr>
                <w:spacing w:val="2"/>
              </w:rPr>
              <w:t xml:space="preserve"> Мелекесского района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30,0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Аблукова, </w:t>
            </w:r>
            <w:r>
              <w:rPr>
                <w:spacing w:val="2"/>
              </w:rPr>
              <w:br/>
            </w:r>
            <w:r w:rsidRPr="0073374F">
              <w:rPr>
                <w:spacing w:val="2"/>
              </w:rPr>
              <w:t>д. 31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Казна Ульяновской 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</w:t>
            </w:r>
            <w:r>
              <w:rPr>
                <w:spacing w:val="2"/>
              </w:rPr>
              <w:t>рственный университет»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6863,7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Аблукова, </w:t>
            </w:r>
            <w:r>
              <w:rPr>
                <w:spacing w:val="2"/>
              </w:rPr>
              <w:br/>
              <w:t>д. 31</w:t>
            </w:r>
            <w:r w:rsidRPr="0073374F">
              <w:rPr>
                <w:spacing w:val="2"/>
              </w:rPr>
              <w:t>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Казна Ульяновской 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</w:t>
            </w:r>
            <w:r>
              <w:rPr>
                <w:spacing w:val="2"/>
              </w:rPr>
              <w:t>кий государственный университет»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5000,1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пр-т Врача Сурова, д. 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Государственное учреждение здравоохранения «Городская клиническая больница № 1» (Перинатальный центр)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398,38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г. Ульяновск, ул. Героев Свири,  д. 4</w:t>
            </w:r>
          </w:p>
          <w:p w:rsidR="0085189E" w:rsidRPr="0073374F" w:rsidRDefault="0085189E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Муниципальное бюджетное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815,25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>
              <w:br/>
            </w:r>
            <w:r w:rsidRPr="0073374F">
              <w:t>д. 35В</w:t>
            </w:r>
          </w:p>
          <w:p w:rsidR="0085189E" w:rsidRPr="0073374F" w:rsidRDefault="0085189E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Муниципальное бюджетное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26,75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>
              <w:br/>
            </w:r>
            <w:r w:rsidRPr="0073374F">
              <w:t>д. 35В</w:t>
            </w:r>
          </w:p>
          <w:p w:rsidR="0085189E" w:rsidRPr="0073374F" w:rsidRDefault="0085189E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Муниципальное бюджетное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554,17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>
              <w:br/>
            </w:r>
            <w:r w:rsidRPr="0073374F">
              <w:t>д. 35В</w:t>
            </w:r>
          </w:p>
          <w:p w:rsidR="0085189E" w:rsidRPr="0073374F" w:rsidRDefault="0085189E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Муниципальное бюджетное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67,89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3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г. Ульяновск, ул. Лихач</w:t>
            </w:r>
            <w:r>
              <w:t>ё</w:t>
            </w:r>
            <w:r w:rsidRPr="0073374F">
              <w:t xml:space="preserve">ва, </w:t>
            </w:r>
            <w:r>
              <w:br/>
            </w:r>
            <w:r w:rsidRPr="0073374F">
              <w:t>д. 12</w:t>
            </w:r>
          </w:p>
          <w:p w:rsidR="0085189E" w:rsidRPr="0073374F" w:rsidRDefault="0085189E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«Центральная клиническая медико-санитарная часть имени заслуженного врача России В.А.Егорова»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</w:t>
            </w:r>
            <w:r>
              <w:rPr>
                <w:spacing w:val="2"/>
              </w:rPr>
              <w:t>кий государственный университет»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276,39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4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 xml:space="preserve">г. Ульяновск, ул. </w:t>
            </w:r>
            <w:r w:rsidRPr="0073374F">
              <w:rPr>
                <w:lang w:val="en-US"/>
              </w:rPr>
              <w:t>III</w:t>
            </w:r>
            <w:r w:rsidRPr="0073374F">
              <w:t xml:space="preserve"> Интернационала, д. 7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Ульяновская областная клиническая больница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университет</w:t>
            </w:r>
            <w:r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643,24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5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г. Ульяновск, ул. Хрустальная, д. 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</w:pPr>
            <w:r w:rsidRPr="0073374F">
              <w:t>Государственное учреждение здравоохранения Ульяновская областная клиническая больница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государственное бюджетное образовательное учреждение высшего образова</w:t>
            </w:r>
            <w:r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университет</w:t>
            </w:r>
            <w:r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758D2">
            <w:pPr>
              <w:spacing w:line="218" w:lineRule="auto"/>
              <w:jc w:val="center"/>
            </w:pPr>
            <w:r w:rsidRPr="0073374F">
              <w:t>23,43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6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DF4B99">
            <w:pPr>
              <w:jc w:val="both"/>
            </w:pPr>
            <w:r w:rsidRPr="0073374F">
              <w:t>г. Ульяновск, ул. Кузнецова, д. 18А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jc w:val="both"/>
            </w:pPr>
            <w:r w:rsidRPr="0073374F">
              <w:t>Государственное учреждение здравоохранения «Ульяновский областной медицинский информационно-аналитический центр»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jc w:val="both"/>
            </w:pPr>
            <w:r w:rsidRPr="0073374F">
              <w:t>Ассоциация содействия развитию здравоохранения «Медицинская Палата Ульяновской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18,06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7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DF4B99">
            <w:pPr>
              <w:jc w:val="both"/>
            </w:pPr>
            <w:r w:rsidRPr="0073374F">
              <w:t xml:space="preserve">Ульяновская область, Павловский район, р.п. Павловка, пл. Школьная, </w:t>
            </w:r>
            <w:r>
              <w:br/>
            </w:r>
            <w:r w:rsidRPr="0073374F">
              <w:t>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DF4B99">
            <w:pPr>
              <w:jc w:val="both"/>
            </w:pPr>
            <w:r w:rsidRPr="0073374F">
              <w:t xml:space="preserve">Областное государственное бюджетное учреждение социального обслуживания «Комплексный центр социального обслуживания </w:t>
            </w:r>
            <w:r>
              <w:br/>
            </w:r>
            <w:r w:rsidRPr="0073374F">
              <w:t>в р.п. Павловка»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790A1F">
            <w:pPr>
              <w:ind w:right="-68"/>
              <w:jc w:val="both"/>
            </w:pPr>
            <w:r w:rsidRPr="0073374F">
              <w:t>Муниципальное бюджетное учреждение культу</w:t>
            </w:r>
            <w:r>
              <w:t xml:space="preserve">ры «Павловский межпоселенческий </w:t>
            </w:r>
            <w:r w:rsidRPr="0073374F">
              <w:t>центральный Дом культуры»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179,04</w:t>
            </w:r>
          </w:p>
        </w:tc>
      </w:tr>
      <w:tr w:rsidR="0085189E" w:rsidRPr="0073374F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>
              <w:rPr>
                <w:spacing w:val="2"/>
              </w:rPr>
              <w:t>8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DF4B99">
            <w:pPr>
              <w:jc w:val="both"/>
            </w:pPr>
            <w:r w:rsidRPr="0073374F">
              <w:t xml:space="preserve">Ульяновская область, Инзенский район, </w:t>
            </w:r>
            <w:r>
              <w:br/>
            </w:r>
            <w:r w:rsidRPr="0073374F">
              <w:t>г. Инза, ул. Мира, д. 17А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35746">
            <w:pPr>
              <w:jc w:val="both"/>
            </w:pPr>
            <w:r w:rsidRPr="0073374F">
              <w:t>Государственное учреждение здравоохранения «Инзенская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DF4B99">
            <w:pPr>
              <w:jc w:val="both"/>
            </w:pPr>
            <w:r w:rsidRPr="0073374F">
              <w:t>Муниципальное каз</w:t>
            </w:r>
            <w:r>
              <w:t>ё</w:t>
            </w:r>
            <w:r w:rsidRPr="0073374F">
              <w:t>нное учреждение дополнительного образования Инзен</w:t>
            </w:r>
            <w:r>
              <w:t>ская детско-</w:t>
            </w:r>
            <w:r w:rsidRPr="0073374F">
              <w:t>юношеская спортивная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F62D79">
            <w:pPr>
              <w:jc w:val="center"/>
            </w:pPr>
            <w:r w:rsidRPr="0073374F">
              <w:t>303,8</w:t>
            </w:r>
          </w:p>
        </w:tc>
      </w:tr>
      <w:tr w:rsidR="0085189E" w:rsidRPr="0073374F">
        <w:trPr>
          <w:trHeight w:val="367"/>
        </w:trPr>
        <w:tc>
          <w:tcPr>
            <w:tcW w:w="43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73374F" w:rsidRDefault="0085189E" w:rsidP="00BD5A44">
            <w:pPr>
              <w:autoSpaceDE w:val="0"/>
              <w:autoSpaceDN w:val="0"/>
              <w:spacing w:line="235" w:lineRule="auto"/>
              <w:rPr>
                <w:spacing w:val="-4"/>
              </w:rPr>
            </w:pPr>
            <w:r w:rsidRPr="00BD5A44">
              <w:rPr>
                <w:b/>
                <w:bCs/>
              </w:rPr>
              <w:t>ИТОГО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89E" w:rsidRPr="00BD5A44" w:rsidRDefault="0085189E" w:rsidP="00790A1F">
            <w:pPr>
              <w:spacing w:line="235" w:lineRule="auto"/>
              <w:jc w:val="center"/>
              <w:rPr>
                <w:b/>
                <w:bCs/>
                <w:spacing w:val="-4"/>
              </w:rPr>
            </w:pPr>
            <w:r w:rsidRPr="00BD5A44">
              <w:rPr>
                <w:b/>
                <w:bCs/>
              </w:rPr>
              <w:t>45</w:t>
            </w:r>
            <w:r>
              <w:rPr>
                <w:b/>
                <w:bCs/>
              </w:rPr>
              <w:t>387</w:t>
            </w:r>
            <w:r w:rsidRPr="00BD5A44">
              <w:rPr>
                <w:b/>
                <w:bCs/>
              </w:rPr>
              <w:t>,</w:t>
            </w:r>
            <w:r>
              <w:rPr>
                <w:b/>
                <w:bCs/>
              </w:rPr>
              <w:t>63</w:t>
            </w:r>
          </w:p>
        </w:tc>
      </w:tr>
    </w:tbl>
    <w:p w:rsidR="0085189E" w:rsidRPr="008F15FC" w:rsidRDefault="0085189E" w:rsidP="00774B99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color w:val="auto"/>
          <w:sz w:val="8"/>
          <w:szCs w:val="8"/>
        </w:rPr>
      </w:pPr>
    </w:p>
    <w:p w:rsidR="0085189E" w:rsidRPr="0073374F" w:rsidRDefault="0085189E" w:rsidP="00D13D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auto"/>
        </w:rPr>
      </w:pPr>
      <w:r w:rsidRPr="0073374F">
        <w:rPr>
          <w:color w:val="auto"/>
        </w:rPr>
        <w:t>4. Перечень ценных бумаг, приобретённых в государственную собственность Ульяновской области:</w:t>
      </w:r>
    </w:p>
    <w:tbl>
      <w:tblPr>
        <w:tblW w:w="9862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219"/>
        <w:gridCol w:w="1964"/>
        <w:gridCol w:w="1970"/>
      </w:tblGrid>
      <w:tr w:rsidR="0085189E" w:rsidRPr="0073374F">
        <w:tc>
          <w:tcPr>
            <w:tcW w:w="709" w:type="dxa"/>
            <w:vAlign w:val="center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5219" w:type="dxa"/>
            <w:vAlign w:val="center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Номинальная стоимость, рублей</w:t>
            </w:r>
          </w:p>
        </w:tc>
      </w:tr>
    </w:tbl>
    <w:p w:rsidR="0085189E" w:rsidRPr="0073374F" w:rsidRDefault="0085189E" w:rsidP="00774B99">
      <w:pPr>
        <w:spacing w:line="14" w:lineRule="auto"/>
        <w:rPr>
          <w:sz w:val="2"/>
          <w:szCs w:val="2"/>
        </w:rPr>
      </w:pPr>
    </w:p>
    <w:tbl>
      <w:tblPr>
        <w:tblW w:w="98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212"/>
        <w:gridCol w:w="1972"/>
        <w:gridCol w:w="1969"/>
      </w:tblGrid>
      <w:tr w:rsidR="0085189E" w:rsidRPr="0073374F">
        <w:trPr>
          <w:trHeight w:val="197"/>
        </w:trPr>
        <w:tc>
          <w:tcPr>
            <w:tcW w:w="709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1.</w:t>
            </w:r>
          </w:p>
        </w:tc>
        <w:tc>
          <w:tcPr>
            <w:tcW w:w="5212" w:type="dxa"/>
          </w:tcPr>
          <w:p w:rsidR="0085189E" w:rsidRPr="0073374F" w:rsidRDefault="0085189E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Акции обыкновенные именные бездокументарные Акционерного общества «Корпорация развития Ульяновской области»</w:t>
            </w:r>
          </w:p>
        </w:tc>
        <w:tc>
          <w:tcPr>
            <w:tcW w:w="1972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2898131</w:t>
            </w:r>
          </w:p>
        </w:tc>
        <w:tc>
          <w:tcPr>
            <w:tcW w:w="1969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100</w:t>
            </w:r>
          </w:p>
        </w:tc>
      </w:tr>
      <w:tr w:rsidR="0085189E" w:rsidRPr="0073374F">
        <w:tc>
          <w:tcPr>
            <w:tcW w:w="709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2.</w:t>
            </w:r>
          </w:p>
        </w:tc>
        <w:tc>
          <w:tcPr>
            <w:tcW w:w="5212" w:type="dxa"/>
          </w:tcPr>
          <w:p w:rsidR="0085189E" w:rsidRPr="0073374F" w:rsidRDefault="0085189E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 xml:space="preserve">Акции обыкновенные именные бездокументарные </w:t>
            </w:r>
            <w:r w:rsidRPr="0073374F">
              <w:rPr>
                <w:color w:val="auto"/>
                <w:spacing w:val="-4"/>
              </w:rPr>
              <w:t>Акционерного общества «Гостиница «Октябрьская»</w:t>
            </w:r>
          </w:p>
        </w:tc>
        <w:tc>
          <w:tcPr>
            <w:tcW w:w="1972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200000</w:t>
            </w:r>
          </w:p>
        </w:tc>
        <w:tc>
          <w:tcPr>
            <w:tcW w:w="1969" w:type="dxa"/>
          </w:tcPr>
          <w:p w:rsidR="0085189E" w:rsidRPr="0073374F" w:rsidRDefault="0085189E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150</w:t>
            </w:r>
          </w:p>
        </w:tc>
      </w:tr>
    </w:tbl>
    <w:p w:rsidR="0085189E" w:rsidRPr="00221728" w:rsidRDefault="0085189E" w:rsidP="00AC652B">
      <w:pPr>
        <w:autoSpaceDE w:val="0"/>
        <w:autoSpaceDN w:val="0"/>
        <w:adjustRightInd w:val="0"/>
        <w:spacing w:line="288" w:lineRule="auto"/>
        <w:ind w:firstLine="708"/>
        <w:jc w:val="both"/>
        <w:rPr>
          <w:color w:val="auto"/>
          <w:sz w:val="14"/>
          <w:szCs w:val="14"/>
        </w:rPr>
      </w:pPr>
    </w:p>
    <w:p w:rsidR="0085189E" w:rsidRDefault="0085189E" w:rsidP="00D13D0A">
      <w:pPr>
        <w:autoSpaceDE w:val="0"/>
        <w:autoSpaceDN w:val="0"/>
        <w:adjustRightInd w:val="0"/>
        <w:spacing w:line="288" w:lineRule="auto"/>
        <w:ind w:firstLine="709"/>
        <w:jc w:val="both"/>
        <w:rPr>
          <w:color w:val="auto"/>
        </w:rPr>
      </w:pPr>
      <w:r w:rsidRPr="0073374F">
        <w:rPr>
          <w:color w:val="auto"/>
        </w:rPr>
        <w:t>5. Перечень недвижимого имущества, приобретённого в государственную собственность Ульяновской области</w:t>
      </w:r>
      <w:r>
        <w:rPr>
          <w:color w:val="auto"/>
        </w:rPr>
        <w:t>:</w:t>
      </w:r>
    </w:p>
    <w:p w:rsidR="0085189E" w:rsidRPr="00D13D0A" w:rsidRDefault="0085189E" w:rsidP="00AC652B">
      <w:pPr>
        <w:autoSpaceDE w:val="0"/>
        <w:autoSpaceDN w:val="0"/>
        <w:adjustRightInd w:val="0"/>
        <w:spacing w:line="288" w:lineRule="auto"/>
        <w:ind w:firstLine="708"/>
        <w:jc w:val="both"/>
        <w:rPr>
          <w:color w:val="auto"/>
          <w:sz w:val="6"/>
          <w:szCs w:val="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376"/>
        <w:gridCol w:w="3775"/>
      </w:tblGrid>
      <w:tr w:rsidR="0085189E" w:rsidRPr="0073374F">
        <w:tc>
          <w:tcPr>
            <w:tcW w:w="594" w:type="dxa"/>
            <w:vAlign w:val="center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5644" w:type="dxa"/>
            <w:vAlign w:val="center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Характеристики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Способ приобретения</w:t>
            </w:r>
          </w:p>
        </w:tc>
      </w:tr>
    </w:tbl>
    <w:p w:rsidR="0085189E" w:rsidRPr="0073374F" w:rsidRDefault="0085189E" w:rsidP="00AC652B">
      <w:pPr>
        <w:spacing w:line="14" w:lineRule="auto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1"/>
        <w:gridCol w:w="5322"/>
        <w:gridCol w:w="3832"/>
      </w:tblGrid>
      <w:tr w:rsidR="0085189E" w:rsidRPr="0073374F">
        <w:trPr>
          <w:tblHeader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</w:p>
        </w:tc>
        <w:tc>
          <w:tcPr>
            <w:tcW w:w="3933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</w:p>
        </w:tc>
      </w:tr>
      <w:tr w:rsidR="0085189E" w:rsidRPr="0073374F">
        <w:trPr>
          <w:trHeight w:val="70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ind w:firstLine="7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Помещение, назначение: нежилое, площадь 180,5 кв. м, количество этажей: 1, кадастровый номер: 73:21:220217:146, Ульяновская область, Чердаклинский район, п. Октябрьский, </w:t>
            </w:r>
            <w:r>
              <w:rPr>
                <w:color w:val="auto"/>
              </w:rPr>
              <w:t>ул. Студенческая, д. 46, пом. 1-</w:t>
            </w:r>
            <w:r w:rsidRPr="0073374F">
              <w:rPr>
                <w:color w:val="auto"/>
              </w:rPr>
              <w:t>6</w:t>
            </w:r>
          </w:p>
        </w:tc>
        <w:tc>
          <w:tcPr>
            <w:tcW w:w="3933" w:type="dxa"/>
          </w:tcPr>
          <w:p w:rsidR="0085189E" w:rsidRPr="00221728" w:rsidRDefault="0085189E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221728">
              <w:rPr>
                <w:color w:val="auto"/>
              </w:rPr>
              <w:t>Безвозмездно принято из собственности муниципального образования «Октябрьское  сельское поселение» Чердаклинского района Ульяновской области</w:t>
            </w:r>
          </w:p>
        </w:tc>
      </w:tr>
      <w:tr w:rsidR="0085189E" w:rsidRPr="0073374F">
        <w:trPr>
          <w:trHeight w:val="1375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 спортивного центра с плавательным бассейном и универсальным игровым залом, назначение: нежилое здание, общая площадь 401</w:t>
            </w:r>
            <w:r>
              <w:rPr>
                <w:color w:val="auto"/>
              </w:rPr>
              <w:t>5,9 кв. м, количество этажей: 1-</w:t>
            </w:r>
            <w:r w:rsidRPr="0073374F">
              <w:rPr>
                <w:color w:val="auto"/>
              </w:rPr>
              <w:t>3, кадастровый номер 73:09:020202:1430, Ульяновская область, Николаевский район, р.п. Николаевка, ул. Ульянова, д. 21Б</w:t>
            </w:r>
          </w:p>
        </w:tc>
        <w:tc>
          <w:tcPr>
            <w:tcW w:w="3933" w:type="dxa"/>
          </w:tcPr>
          <w:p w:rsidR="0085189E" w:rsidRPr="0073374F" w:rsidRDefault="0085189E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муниципального образования «Николаевский  район» Ульяновской области</w:t>
            </w:r>
          </w:p>
        </w:tc>
      </w:tr>
      <w:tr w:rsidR="0085189E" w:rsidRPr="0073374F">
        <w:trPr>
          <w:trHeight w:val="362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 котельной БКУ-1000, назначение: нежилое здание, общая площадь 25,6 кв. м, количество этажей: 1, кадастровый номер 73:09:020202:1431, Ульяновская область, Николаевский район, р.п. Николаевка,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ул. Ульянова, д. 21Б</w:t>
            </w:r>
          </w:p>
        </w:tc>
        <w:tc>
          <w:tcPr>
            <w:tcW w:w="3933" w:type="dxa"/>
          </w:tcPr>
          <w:p w:rsidR="0085189E" w:rsidRPr="0073374F" w:rsidRDefault="0085189E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муниципального образования «Николаевский  район» Ульяновской области</w:t>
            </w:r>
          </w:p>
        </w:tc>
      </w:tr>
      <w:tr w:rsidR="0085189E" w:rsidRPr="0073374F">
        <w:trPr>
          <w:trHeight w:val="37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4.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 трансформа</w:t>
            </w:r>
            <w:r>
              <w:rPr>
                <w:color w:val="auto"/>
              </w:rPr>
              <w:t>торной подстанции 2КТПНУ-160/10-</w:t>
            </w:r>
            <w:r w:rsidRPr="0073374F">
              <w:rPr>
                <w:color w:val="auto"/>
              </w:rPr>
              <w:t>0.4, назначение: нежилое здание, общая площадь 30,1 кв. м, количество этажей: 1, кадастровый номер 73:09:020202:1432, Ульяновская область, Николаевский район, р.п. Николаевка,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ул. Ульянова, д. 21Б</w:t>
            </w:r>
          </w:p>
        </w:tc>
        <w:tc>
          <w:tcPr>
            <w:tcW w:w="3933" w:type="dxa"/>
          </w:tcPr>
          <w:p w:rsidR="0085189E" w:rsidRPr="0073374F" w:rsidRDefault="0085189E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муниципального образования «Николаевский  район» Ульяновской области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5.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Земельный участок</w:t>
            </w:r>
            <w:r>
              <w:rPr>
                <w:color w:val="auto"/>
              </w:rPr>
              <w:t>, категория земель: земли населённых пунктов, разрешё</w:t>
            </w:r>
            <w:r w:rsidRPr="0073374F">
              <w:rPr>
                <w:color w:val="auto"/>
              </w:rPr>
              <w:t>нное использование: земельные участки спортивных клубов, коллективов физической культуры, действующих на самодеятельной и профессиональной основах в образовательных учреждениях, общая площадь 10175 кв. м, кадастровый номер 73:09:020202:1400, Ульяновская область, Николаевский район, р.п. Николаевка, ул. Ульянова, д. 21Б</w:t>
            </w:r>
          </w:p>
        </w:tc>
        <w:tc>
          <w:tcPr>
            <w:tcW w:w="3933" w:type="dxa"/>
          </w:tcPr>
          <w:p w:rsidR="0085189E" w:rsidRPr="0073374F" w:rsidRDefault="0085189E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муниципального образования «Николаевский  район» Ульяновской области</w:t>
            </w:r>
          </w:p>
        </w:tc>
      </w:tr>
      <w:tr w:rsidR="0085189E" w:rsidRPr="0073374F">
        <w:trPr>
          <w:trHeight w:val="3370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6.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Земельный участок,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>
              <w:rPr>
                <w:color w:val="auto"/>
              </w:rPr>
              <w:t>специального назначения, разрешё</w:t>
            </w:r>
            <w:r w:rsidRPr="0073374F">
              <w:rPr>
                <w:color w:val="auto"/>
              </w:rPr>
              <w:t xml:space="preserve">нное использование: для научных целей, общая площадь 154584 кв. м, кадастровый номер: 73:08:020501:334, Ульяновская область, г. Димитровград, Западное шоссе,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д. </w:t>
            </w:r>
            <w:r>
              <w:rPr>
                <w:color w:val="auto"/>
              </w:rPr>
              <w:t>1</w:t>
            </w:r>
          </w:p>
        </w:tc>
        <w:tc>
          <w:tcPr>
            <w:tcW w:w="3933" w:type="dxa"/>
          </w:tcPr>
          <w:p w:rsidR="0085189E" w:rsidRPr="00221728" w:rsidRDefault="0085189E" w:rsidP="0022172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6"/>
              </w:rPr>
            </w:pPr>
            <w:r w:rsidRPr="0022172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7.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2, назначение: нежилое здание, площадь 1050,8 кв. м, этаж: 1, кадастровый номер: 73:18:020108:117, Ульяновская область, Тереньгульский район, р.п. Тереньга, ул. Куйбышева, д. 93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8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площадь 1317,5 кв. м, этаж: 1, кадастровый номер: 73:21:180305:23, Ульяновская область, Чердаклинский район, с. Озерки, ул. Нагорная, д. 15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9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площадь 169,7 кв. м, этаж: 1, кадастровый номер: 73:21:180305:25, Ульяновская область, Чердаклинский район, с. Озерки, ул. Нагорная, д. 15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10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2 (гараж), назначение: нежилое здание, площадь 1678,9 кв. м, этаж: 1, кадастровый номер: 73:07:020203:431, Ульяновская область, Майнский район, с. Тагай, 4 пер. Центральный, д. 10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11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3, назначение: нежилое здание, площадь 78,3 кв. м, этаж: 1, кадастровый номер: 73:07:020203:430, Ульяновская область, Майнский район, с. Тагай, 4 пер. Центральный, д. 10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4 (гараж), назначение: нежилое здание, площадь 385,6 кв. м, этаж:</w:t>
            </w:r>
            <w:r w:rsidRPr="0073374F">
              <w:rPr>
                <w:color w:val="auto"/>
              </w:rPr>
              <w:br/>
              <w:t xml:space="preserve"> 1, кадастровый номер: 73:07:020203:429, Ульяновская область, Майнский район,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с. Тагай, 4 пер. Центральный, д. 10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13</w:t>
            </w:r>
            <w:r>
              <w:rPr>
                <w:color w:val="auto"/>
              </w:rPr>
              <w:t>.</w:t>
            </w:r>
          </w:p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площадь 8,5 кв. м, этаж: 1, кадастровый номер: 73:21:180305:24, Ульяновская область, Чердаклинский район, с. Озерки, ул. Нагорная, д. 15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14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1. Навес, назначение: нежилое здание, площадь 1012,2 кв. м, этаж: 1, кадастровый номер: 73:07:020203:432, Ульяновская область, Майнский район, с. Тагай, 4 пер. Центральный, д. 10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70"/>
        </w:trPr>
        <w:tc>
          <w:tcPr>
            <w:tcW w:w="594" w:type="dxa"/>
          </w:tcPr>
          <w:p w:rsidR="0085189E" w:rsidRPr="0073374F" w:rsidRDefault="0085189E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15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E27478" w:rsidRDefault="0085189E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t>Хранилище № 5 (полузаглубленное), назначение: нежилое здание, площадь 56,3 кв. м, этаж: 1, кадастровый номер: 73:07:020203:433, Ульяновская область, Майнский район, с. Тагай, 4 пер. Центральный, д. 10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16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1, назначение: нежилое здание, площадь 1327,4 кв. м, этаж: 1, кадастровый номер: 73:18:020108:116, Ульяновская область, Тереньгульский район, р.п. Тереньга, ул. Куйбышева, д. 93</w:t>
            </w:r>
          </w:p>
        </w:tc>
        <w:tc>
          <w:tcPr>
            <w:tcW w:w="3933" w:type="dxa"/>
          </w:tcPr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17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Караульное помещение, назначение: нежилое здание, площадь 7,8 кв. м, этаж: 1, кадастровый номер: 73:18:020108:118, Ульяновская область, Тереньгульский район, р.п. Тереньга, ул. Куйбышева, д. 93</w:t>
            </w:r>
          </w:p>
        </w:tc>
        <w:tc>
          <w:tcPr>
            <w:tcW w:w="3933" w:type="dxa"/>
          </w:tcPr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18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3, назначение: нежилое здание, площадь 220,3 кв. м, этаж: 1, кадастровый номер: 73:18:020108:119, Ульяновская область, Тереньгульский район, р.п. Тереньга, ул. Куйбышева, д. 93</w:t>
            </w:r>
          </w:p>
        </w:tc>
        <w:tc>
          <w:tcPr>
            <w:tcW w:w="3933" w:type="dxa"/>
          </w:tcPr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19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Гараж на три автомашины. Пристрой к гаражам, назначение: нежилое здание, площадь 212,6 кв. м, этаж: 1, кадастровый номер: 73:24:040701:1025, Ульяновская область, г. Ульяновск, ул. Средний Венец,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д. 29А</w:t>
            </w:r>
          </w:p>
        </w:tc>
        <w:tc>
          <w:tcPr>
            <w:tcW w:w="3933" w:type="dxa"/>
          </w:tcPr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собственности Российской Федерации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20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E2747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Нежилое помещение, назначение: нежилое помещение</w:t>
            </w:r>
            <w:r>
              <w:rPr>
                <w:color w:val="auto"/>
              </w:rPr>
              <w:t>,</w:t>
            </w:r>
            <w:r w:rsidRPr="0073374F">
              <w:rPr>
                <w:color w:val="auto"/>
              </w:rPr>
              <w:t xml:space="preserve"> площадь 770,6 кв. м, кадастровы</w:t>
            </w:r>
            <w:r>
              <w:rPr>
                <w:color w:val="auto"/>
              </w:rPr>
              <w:t>й</w:t>
            </w:r>
            <w:r w:rsidRPr="0073374F">
              <w:rPr>
                <w:color w:val="auto"/>
              </w:rPr>
              <w:t xml:space="preserve"> номер: 73:24:041802:697, Ульяновская область, г. Ульяновск, Ленинский район, </w:t>
            </w:r>
            <w:r w:rsidRPr="0073374F">
              <w:rPr>
                <w:color w:val="auto"/>
              </w:rPr>
              <w:br/>
              <w:t>ул. Карла Маркса, д. 12, корп. 3</w:t>
            </w:r>
            <w:r>
              <w:rPr>
                <w:color w:val="auto"/>
              </w:rPr>
              <w:t>,</w:t>
            </w:r>
            <w:r w:rsidRPr="0073374F">
              <w:rPr>
                <w:color w:val="auto"/>
              </w:rPr>
              <w:t xml:space="preserve"> пом. 97-103, 105-117, 119-138 на 5 этаже, </w:t>
            </w:r>
            <w:r>
              <w:rPr>
                <w:color w:val="auto"/>
              </w:rPr>
              <w:t xml:space="preserve">7589/100000 доли в праве собственности на помещения, площадь 163,6 кв. м, кадастровый номер 73:24:041802:696, Ульяновская область,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г. Ульяновск, Ленин</w:t>
            </w:r>
            <w:r>
              <w:rPr>
                <w:color w:val="auto"/>
              </w:rPr>
              <w:t xml:space="preserve">ский </w:t>
            </w:r>
            <w:r w:rsidRPr="0073374F">
              <w:rPr>
                <w:color w:val="auto"/>
              </w:rPr>
              <w:t>район, ул. Карла Маркса, д. 12, корп. 3, пом. 94, 96 на первом этаже, пом. 60 на 2 этаже, пом. 44 на 3 этаже, пом. 90 на 4 этаже, пом. 118 на 5 этаже, пом. 13 на техническом этаже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и 5452/100000 доли в праве общей долевой собственн</w:t>
            </w:r>
            <w:r>
              <w:rPr>
                <w:color w:val="auto"/>
              </w:rPr>
              <w:t xml:space="preserve">ости </w:t>
            </w:r>
            <w:r w:rsidRPr="0073374F">
              <w:rPr>
                <w:color w:val="auto"/>
              </w:rPr>
              <w:t>на земельный участок, категори</w:t>
            </w:r>
            <w:r>
              <w:rPr>
                <w:color w:val="auto"/>
              </w:rPr>
              <w:t>я</w:t>
            </w:r>
            <w:r w:rsidRPr="0073374F">
              <w:rPr>
                <w:color w:val="auto"/>
              </w:rPr>
              <w:t xml:space="preserve"> земель: земли населённых пунктов, общ</w:t>
            </w:r>
            <w:r>
              <w:rPr>
                <w:color w:val="auto"/>
              </w:rPr>
              <w:t>ая</w:t>
            </w:r>
            <w:r w:rsidRPr="0073374F">
              <w:rPr>
                <w:color w:val="auto"/>
              </w:rPr>
              <w:t xml:space="preserve"> площадь</w:t>
            </w:r>
            <w:r>
              <w:rPr>
                <w:color w:val="auto"/>
              </w:rPr>
              <w:br/>
              <w:t xml:space="preserve">5141 кв. м, </w:t>
            </w:r>
            <w:r w:rsidRPr="0073374F">
              <w:rPr>
                <w:color w:val="auto"/>
              </w:rPr>
              <w:t>кадастровы</w:t>
            </w:r>
            <w:r>
              <w:rPr>
                <w:color w:val="auto"/>
              </w:rPr>
              <w:t>й</w:t>
            </w:r>
            <w:r w:rsidRPr="0073374F">
              <w:rPr>
                <w:color w:val="auto"/>
              </w:rPr>
              <w:t xml:space="preserve"> номер 73:24:04</w:t>
            </w:r>
            <w:r>
              <w:rPr>
                <w:color w:val="auto"/>
              </w:rPr>
              <w:t xml:space="preserve">1802:146, Ульяновская область,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г. Ульяновск, Ленин</w:t>
            </w:r>
            <w:r>
              <w:rPr>
                <w:color w:val="auto"/>
              </w:rPr>
              <w:t xml:space="preserve">ский </w:t>
            </w:r>
            <w:r w:rsidRPr="0073374F">
              <w:rPr>
                <w:color w:val="auto"/>
              </w:rPr>
              <w:t>район,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ул. Карла Маркса, 12, корпус 3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E27478">
              <w:rPr>
                <w:color w:val="auto"/>
              </w:rPr>
              <w:t>Приобретено в казну Ульяновской области по конт</w:t>
            </w:r>
            <w:r>
              <w:rPr>
                <w:color w:val="auto"/>
              </w:rPr>
              <w:t>-</w:t>
            </w:r>
            <w:r w:rsidRPr="00E27478">
              <w:rPr>
                <w:color w:val="auto"/>
              </w:rPr>
              <w:t xml:space="preserve">ракту от 16.11.2017 </w:t>
            </w:r>
            <w:r>
              <w:rPr>
                <w:color w:val="auto"/>
              </w:rPr>
              <w:br/>
            </w:r>
            <w:r w:rsidRPr="00E27478">
              <w:rPr>
                <w:color w:val="auto"/>
              </w:rPr>
              <w:t xml:space="preserve">№ </w:t>
            </w:r>
            <w:r w:rsidRPr="00E27478">
              <w:t xml:space="preserve">0168200002417006278-0029256-01 у Общества </w:t>
            </w:r>
            <w:r w:rsidRPr="00E27478">
              <w:br/>
              <w:t>с ограниченной ответственностью «Монтажное строительное управление-7»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21</w:t>
            </w:r>
            <w:r>
              <w:rPr>
                <w:color w:val="auto"/>
              </w:rPr>
              <w:t>.</w:t>
            </w:r>
          </w:p>
        </w:tc>
        <w:tc>
          <w:tcPr>
            <w:tcW w:w="5644" w:type="dxa"/>
          </w:tcPr>
          <w:p w:rsidR="0085189E" w:rsidRPr="0073374F" w:rsidRDefault="0085189E" w:rsidP="00D13D0A">
            <w:pPr>
              <w:autoSpaceDE w:val="0"/>
              <w:autoSpaceDN w:val="0"/>
              <w:adjustRightInd w:val="0"/>
              <w:spacing w:line="245" w:lineRule="auto"/>
              <w:ind w:firstLine="6"/>
              <w:jc w:val="both"/>
              <w:rPr>
                <w:color w:val="auto"/>
              </w:rPr>
            </w:pPr>
            <w:r>
              <w:rPr>
                <w:color w:val="auto"/>
              </w:rPr>
              <w:t>Здание,</w:t>
            </w:r>
            <w:r w:rsidRPr="0073374F">
              <w:rPr>
                <w:color w:val="auto"/>
              </w:rPr>
              <w:t xml:space="preserve"> назначение: нежилое, общ</w:t>
            </w:r>
            <w:r>
              <w:rPr>
                <w:color w:val="auto"/>
              </w:rPr>
              <w:t>ая</w:t>
            </w:r>
            <w:r w:rsidRPr="0073374F">
              <w:rPr>
                <w:color w:val="auto"/>
              </w:rPr>
              <w:t xml:space="preserve"> площадь 414,7 кв. м</w:t>
            </w:r>
            <w:r>
              <w:rPr>
                <w:color w:val="auto"/>
              </w:rPr>
              <w:t>,</w:t>
            </w:r>
            <w:r w:rsidRPr="0073374F">
              <w:rPr>
                <w:color w:val="auto"/>
              </w:rPr>
              <w:t xml:space="preserve"> кадастровый номер: 73:24:041808:56</w:t>
            </w:r>
            <w:r>
              <w:rPr>
                <w:color w:val="auto"/>
              </w:rPr>
              <w:t>0, 2-этажное (подземных этажей –</w:t>
            </w:r>
            <w:r w:rsidRPr="0073374F">
              <w:rPr>
                <w:color w:val="auto"/>
              </w:rPr>
              <w:t xml:space="preserve"> 1), инв. № 021691, лит. В, в, в1</w:t>
            </w:r>
            <w:r>
              <w:rPr>
                <w:color w:val="auto"/>
              </w:rPr>
              <w:t xml:space="preserve">, </w:t>
            </w:r>
            <w:r w:rsidRPr="0073374F">
              <w:rPr>
                <w:color w:val="auto"/>
              </w:rPr>
              <w:t>и поме</w:t>
            </w:r>
            <w:r>
              <w:rPr>
                <w:color w:val="auto"/>
              </w:rPr>
              <w:t xml:space="preserve">щения, назначение: нежилое, </w:t>
            </w:r>
            <w:r w:rsidRPr="0073374F">
              <w:rPr>
                <w:color w:val="auto"/>
              </w:rPr>
              <w:t>общ</w:t>
            </w:r>
            <w:r>
              <w:rPr>
                <w:color w:val="auto"/>
              </w:rPr>
              <w:t>ая</w:t>
            </w:r>
            <w:r w:rsidRPr="0073374F">
              <w:rPr>
                <w:color w:val="auto"/>
              </w:rPr>
              <w:t xml:space="preserve"> площадь 2943,3 кв. м,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кадастровый номер: 73:24:041808:637, этаж: подвал, 1, 2, 3, 4, номера на поэтажном плане: подвал № 2</w:t>
            </w:r>
            <w:r>
              <w:rPr>
                <w:color w:val="auto"/>
              </w:rPr>
              <w:t>-14, 17-</w:t>
            </w:r>
            <w:r w:rsidRPr="0073374F">
              <w:rPr>
                <w:color w:val="auto"/>
              </w:rPr>
              <w:t>40; 1 этаж: № 1-5, 9</w:t>
            </w:r>
            <w:r>
              <w:rPr>
                <w:color w:val="auto"/>
              </w:rPr>
              <w:t>-</w:t>
            </w:r>
            <w:r w:rsidRPr="0073374F">
              <w:rPr>
                <w:color w:val="auto"/>
              </w:rPr>
              <w:t>12, 42, 44, 46, 48-50, 52-60, 83</w:t>
            </w:r>
            <w:r>
              <w:rPr>
                <w:color w:val="auto"/>
              </w:rPr>
              <w:t>-</w:t>
            </w:r>
            <w:r w:rsidRPr="0073374F">
              <w:rPr>
                <w:color w:val="auto"/>
              </w:rPr>
              <w:t>104; 2 этаж: № 3-</w:t>
            </w:r>
            <w:r>
              <w:rPr>
                <w:color w:val="auto"/>
              </w:rPr>
              <w:t>5, 7, 9, 11</w:t>
            </w:r>
            <w:r w:rsidRPr="0073374F">
              <w:rPr>
                <w:color w:val="auto"/>
              </w:rPr>
              <w:t>-18,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21-24, 26</w:t>
            </w:r>
            <w:r>
              <w:rPr>
                <w:color w:val="auto"/>
              </w:rPr>
              <w:t>-49; 3 этаж: № 1, 3</w:t>
            </w:r>
            <w:r w:rsidRPr="0073374F">
              <w:rPr>
                <w:color w:val="auto"/>
              </w:rPr>
              <w:t>-</w:t>
            </w:r>
            <w:r>
              <w:rPr>
                <w:color w:val="auto"/>
              </w:rPr>
              <w:t>16; 4 этаж: № 1, 2, 5-</w:t>
            </w:r>
            <w:r w:rsidRPr="0073374F">
              <w:rPr>
                <w:color w:val="auto"/>
              </w:rPr>
              <w:t>11, 13, 17, 18, 20-33, 37-40, 43</w:t>
            </w:r>
            <w:r>
              <w:rPr>
                <w:color w:val="auto"/>
              </w:rPr>
              <w:t>-</w:t>
            </w:r>
            <w:r w:rsidRPr="0073374F">
              <w:rPr>
                <w:color w:val="auto"/>
              </w:rPr>
              <w:t>59,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 xml:space="preserve">Российская Федерация, Ульяновская область, город Ульяновск, улица Льва Толстого, </w:t>
            </w:r>
            <w:r>
              <w:rPr>
                <w:color w:val="auto"/>
              </w:rPr>
              <w:br/>
            </w:r>
            <w:r w:rsidRPr="0073374F">
              <w:rPr>
                <w:color w:val="auto"/>
              </w:rPr>
              <w:t>№ 60</w:t>
            </w:r>
          </w:p>
        </w:tc>
        <w:tc>
          <w:tcPr>
            <w:tcW w:w="3933" w:type="dxa"/>
          </w:tcPr>
          <w:p w:rsidR="0085189E" w:rsidRPr="00E27478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t xml:space="preserve">Приобретено в казну Ульяновской области по контракту </w:t>
            </w:r>
            <w:r>
              <w:rPr>
                <w:color w:val="auto"/>
                <w:spacing w:val="-4"/>
              </w:rPr>
              <w:br/>
            </w:r>
            <w:r w:rsidRPr="00E27478">
              <w:rPr>
                <w:color w:val="auto"/>
                <w:spacing w:val="-4"/>
              </w:rPr>
              <w:t xml:space="preserve">от 21.12.2017 № 13 у Публичного акционерного общества междугородной и международной электрической связи </w:t>
            </w:r>
            <w:r>
              <w:rPr>
                <w:color w:val="auto"/>
                <w:spacing w:val="-4"/>
              </w:rPr>
              <w:br/>
            </w:r>
            <w:r w:rsidRPr="00E27478">
              <w:rPr>
                <w:color w:val="auto"/>
                <w:spacing w:val="-4"/>
              </w:rPr>
              <w:t>«Ростелеком»</w:t>
            </w:r>
          </w:p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</w:p>
          <w:p w:rsidR="0085189E" w:rsidRPr="0073374F" w:rsidRDefault="0085189E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Pr="0073374F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22.</w:t>
            </w:r>
          </w:p>
        </w:tc>
        <w:tc>
          <w:tcPr>
            <w:tcW w:w="5644" w:type="dxa"/>
          </w:tcPr>
          <w:p w:rsidR="0085189E" w:rsidRPr="0073374F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  <w:rPr>
                <w:color w:val="auto"/>
              </w:rPr>
            </w:pPr>
            <w:r w:rsidRPr="005357E8">
              <w:t>Здание конторы</w:t>
            </w:r>
            <w:r>
              <w:t>,</w:t>
            </w:r>
            <w:r w:rsidRPr="005357E8">
              <w:t xml:space="preserve"> назначение: нежилое здание</w:t>
            </w:r>
            <w:r>
              <w:t xml:space="preserve">, </w:t>
            </w:r>
            <w:r w:rsidRPr="005357E8">
              <w:t>общ</w:t>
            </w:r>
            <w:r>
              <w:t>ая</w:t>
            </w:r>
            <w:r w:rsidRPr="005357E8">
              <w:t xml:space="preserve"> площадь 546,4 кв. м, кадастровый номер: 73:24:040811:2012, количество этажей: 2, в том числе подземных 1, Ульяновская область, город Ульяновск, р-н Ленинский, ул. Дзержинского, </w:t>
            </w:r>
            <w:r>
              <w:t xml:space="preserve">и </w:t>
            </w:r>
            <w:r w:rsidRPr="005357E8">
              <w:t>земельны</w:t>
            </w:r>
            <w:r>
              <w:t>й</w:t>
            </w:r>
            <w:r w:rsidRPr="005357E8">
              <w:t xml:space="preserve"> уча</w:t>
            </w:r>
            <w:r>
              <w:t>сток,</w:t>
            </w:r>
            <w:r w:rsidRPr="005357E8">
              <w:t xml:space="preserve"> общ</w:t>
            </w:r>
            <w:r>
              <w:t>ая</w:t>
            </w:r>
            <w:r w:rsidRPr="005357E8">
              <w:t xml:space="preserve"> площадь 365 кв. м, кадастровый</w:t>
            </w:r>
            <w:r>
              <w:t xml:space="preserve"> номер: 73:24:040811:1902, </w:t>
            </w:r>
            <w:r w:rsidRPr="005357E8">
              <w:t>Ульянов</w:t>
            </w:r>
            <w:r>
              <w:t xml:space="preserve">ская область, </w:t>
            </w:r>
            <w:r w:rsidRPr="005357E8">
              <w:t>го</w:t>
            </w:r>
            <w:r>
              <w:t xml:space="preserve">род </w:t>
            </w:r>
            <w:r w:rsidRPr="005357E8">
              <w:t>Ульяновск, р-н Ленинский, улица Дзержинского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t>Приобретено областным го</w:t>
            </w:r>
            <w:r>
              <w:rPr>
                <w:color w:val="auto"/>
                <w:spacing w:val="-4"/>
              </w:rPr>
              <w:t>-</w:t>
            </w:r>
            <w:r w:rsidRPr="00E27478">
              <w:rPr>
                <w:color w:val="auto"/>
                <w:spacing w:val="-4"/>
              </w:rPr>
              <w:t xml:space="preserve">сударственным бюджетным учреждением культуры «Ульяновский областной художественный музей» по </w:t>
            </w:r>
            <w:r w:rsidRPr="00E27478">
              <w:rPr>
                <w:spacing w:val="-4"/>
              </w:rPr>
              <w:t>контракту от 25.12.2017 № 0-138/7 у Герасимова Сергея Алексеевича</w:t>
            </w:r>
          </w:p>
        </w:tc>
      </w:tr>
      <w:tr w:rsidR="0085189E" w:rsidRPr="0073374F">
        <w:trPr>
          <w:trHeight w:val="37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23.</w:t>
            </w:r>
          </w:p>
        </w:tc>
        <w:tc>
          <w:tcPr>
            <w:tcW w:w="5644" w:type="dxa"/>
          </w:tcPr>
          <w:p w:rsidR="0085189E" w:rsidRPr="003D24B5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  <w:rPr>
                <w:color w:val="auto"/>
              </w:rPr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54,7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0,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</w:t>
            </w:r>
          </w:p>
        </w:tc>
        <w:tc>
          <w:tcPr>
            <w:tcW w:w="3933" w:type="dxa"/>
          </w:tcPr>
          <w:p w:rsidR="0085189E" w:rsidRPr="00781BF4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81BF4">
              <w:rPr>
                <w:color w:val="auto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Ю.Ф.Горячева» по догово</w:t>
            </w:r>
            <w:r>
              <w:rPr>
                <w:color w:val="auto"/>
              </w:rPr>
              <w:t>-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 xml:space="preserve">ру мены от 24.01.2018 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 xml:space="preserve">с ООО «Премьера» 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24.</w:t>
            </w:r>
          </w:p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38,7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73:24:021015:3441</w:t>
            </w:r>
            <w:r>
              <w:t xml:space="preserve">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>4,  кв. 2</w:t>
            </w:r>
          </w:p>
        </w:tc>
        <w:tc>
          <w:tcPr>
            <w:tcW w:w="3933" w:type="dxa"/>
          </w:tcPr>
          <w:p w:rsidR="0085189E" w:rsidRPr="00781BF4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81BF4">
              <w:rPr>
                <w:color w:val="auto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Ю.Ф.Горячева» по догово</w:t>
            </w:r>
            <w:r>
              <w:rPr>
                <w:color w:val="auto"/>
              </w:rPr>
              <w:t>-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 xml:space="preserve">ру мены от 24.01.2018 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>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25.</w:t>
            </w: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38,9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7,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8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</w:t>
            </w:r>
            <w:r w:rsidRPr="00781BF4">
              <w:rPr>
                <w:color w:val="auto"/>
                <w:spacing w:val="-4"/>
              </w:rPr>
              <w:t>Ульяновская областная детская клиническая больница имени политического и общественного деятеля Ю.Ф.Горя</w:t>
            </w:r>
            <w:r>
              <w:rPr>
                <w:color w:val="auto"/>
                <w:spacing w:val="-4"/>
              </w:rPr>
              <w:t>-</w:t>
            </w:r>
            <w:r w:rsidRPr="00781BF4">
              <w:rPr>
                <w:color w:val="auto"/>
                <w:spacing w:val="-4"/>
              </w:rPr>
              <w:t xml:space="preserve">чева» по договору мены </w:t>
            </w:r>
            <w:r>
              <w:rPr>
                <w:color w:val="auto"/>
                <w:spacing w:val="-4"/>
              </w:rPr>
              <w:br/>
            </w:r>
            <w:r w:rsidRPr="00781BF4">
              <w:rPr>
                <w:color w:val="auto"/>
                <w:spacing w:val="-4"/>
              </w:rPr>
              <w:t>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26.</w:t>
            </w: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9,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10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27.</w:t>
            </w: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3456,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17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28.</w:t>
            </w: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38,7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3463, </w:t>
            </w:r>
            <w:r w:rsidRPr="003D24B5">
              <w:rPr>
                <w:color w:val="auto"/>
              </w:rPr>
              <w:t xml:space="preserve">Ульяновская область,  г. Ульяновск, р-н Заволжский, </w:t>
            </w:r>
            <w:r>
              <w:rPr>
                <w:color w:val="auto"/>
              </w:rPr>
              <w:t>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24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29.</w:t>
            </w:r>
          </w:p>
        </w:tc>
        <w:tc>
          <w:tcPr>
            <w:tcW w:w="5644" w:type="dxa"/>
          </w:tcPr>
          <w:p w:rsidR="0085189E" w:rsidRDefault="0085189E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3465,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25</w:t>
            </w:r>
          </w:p>
        </w:tc>
        <w:tc>
          <w:tcPr>
            <w:tcW w:w="3933" w:type="dxa"/>
          </w:tcPr>
          <w:p w:rsidR="0085189E" w:rsidRPr="00E27478" w:rsidRDefault="0085189E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30.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52,8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3472,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32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31.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53,4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3473,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33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32.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39,3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3474,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34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33.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3476,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36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34.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39,2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3480, </w:t>
            </w:r>
            <w:r w:rsidRPr="003D24B5">
              <w:rPr>
                <w:color w:val="auto"/>
              </w:rPr>
              <w:t>Ульяновская область,  г. Ульяновск, р-н Заволжс</w:t>
            </w:r>
            <w:r>
              <w:rPr>
                <w:color w:val="auto"/>
              </w:rPr>
              <w:t>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40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35.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3483,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43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36.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3485,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45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37.</w:t>
            </w:r>
          </w:p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</w:p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3505,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38.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3507,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39.</w:t>
            </w:r>
          </w:p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3509,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6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40.</w:t>
            </w:r>
          </w:p>
        </w:tc>
        <w:tc>
          <w:tcPr>
            <w:tcW w:w="5644" w:type="dxa"/>
          </w:tcPr>
          <w:p w:rsidR="0085189E" w:rsidRDefault="0085189E" w:rsidP="005D587C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3516, </w:t>
            </w:r>
            <w:r w:rsidRPr="003D24B5">
              <w:rPr>
                <w:color w:val="auto"/>
              </w:rPr>
              <w:t>Ульяновская область,  г. Ульяновск, р-н Заволжский, пр-т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13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41.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53,3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3520,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17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42.</w:t>
            </w:r>
          </w:p>
        </w:tc>
        <w:tc>
          <w:tcPr>
            <w:tcW w:w="5644" w:type="dxa"/>
          </w:tcPr>
          <w:p w:rsidR="0085189E" w:rsidRDefault="0085189E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3522,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19</w:t>
            </w:r>
          </w:p>
        </w:tc>
        <w:tc>
          <w:tcPr>
            <w:tcW w:w="3933" w:type="dxa"/>
          </w:tcPr>
          <w:p w:rsidR="0085189E" w:rsidRPr="00E27478" w:rsidRDefault="0085189E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43.</w:t>
            </w:r>
          </w:p>
        </w:tc>
        <w:tc>
          <w:tcPr>
            <w:tcW w:w="5644" w:type="dxa"/>
          </w:tcPr>
          <w:p w:rsidR="0085189E" w:rsidRDefault="0085189E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52,8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3529,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26</w:t>
            </w:r>
          </w:p>
        </w:tc>
        <w:tc>
          <w:tcPr>
            <w:tcW w:w="3933" w:type="dxa"/>
          </w:tcPr>
          <w:p w:rsidR="0085189E" w:rsidRPr="00E27478" w:rsidRDefault="0085189E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376"/>
        </w:trPr>
        <w:tc>
          <w:tcPr>
            <w:tcW w:w="594" w:type="dxa"/>
          </w:tcPr>
          <w:p w:rsidR="0085189E" w:rsidRDefault="0085189E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44.</w:t>
            </w:r>
          </w:p>
        </w:tc>
        <w:tc>
          <w:tcPr>
            <w:tcW w:w="5644" w:type="dxa"/>
          </w:tcPr>
          <w:p w:rsidR="0085189E" w:rsidRDefault="0085189E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3532,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29</w:t>
            </w:r>
          </w:p>
        </w:tc>
        <w:tc>
          <w:tcPr>
            <w:tcW w:w="3933" w:type="dxa"/>
          </w:tcPr>
          <w:p w:rsidR="0085189E" w:rsidRPr="00E27478" w:rsidRDefault="0085189E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45.</w:t>
            </w:r>
          </w:p>
        </w:tc>
        <w:tc>
          <w:tcPr>
            <w:tcW w:w="5644" w:type="dxa"/>
          </w:tcPr>
          <w:p w:rsidR="0085189E" w:rsidRDefault="0085189E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3536,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33</w:t>
            </w:r>
          </w:p>
        </w:tc>
        <w:tc>
          <w:tcPr>
            <w:tcW w:w="3933" w:type="dxa"/>
          </w:tcPr>
          <w:p w:rsidR="0085189E" w:rsidRPr="00E27478" w:rsidRDefault="0085189E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46.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3538,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35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47.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54,5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3545,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42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48.</w:t>
            </w:r>
          </w:p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3546,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43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49.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39,3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3548, </w:t>
            </w:r>
            <w:r w:rsidRPr="003D24B5">
              <w:rPr>
                <w:color w:val="auto"/>
              </w:rPr>
              <w:t>Ульяновская область,  г. Ульяновск, р-н Заволж</w:t>
            </w:r>
            <w:r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45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50.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41,4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5761, </w:t>
            </w:r>
            <w:r w:rsidRPr="003D24B5">
              <w:rPr>
                <w:color w:val="auto"/>
              </w:rPr>
              <w:t>Ульянов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Ленинский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>ул. Скочилова</w:t>
            </w:r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14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51.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47,3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5808, </w:t>
            </w:r>
            <w:r w:rsidRPr="003D24B5">
              <w:rPr>
                <w:color w:val="auto"/>
              </w:rPr>
              <w:t>Ульянов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Ленинский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>ул. Скочилова</w:t>
            </w:r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61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52.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47,0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5824, </w:t>
            </w:r>
            <w:r w:rsidRPr="003D24B5">
              <w:rPr>
                <w:color w:val="auto"/>
              </w:rPr>
              <w:t>Ульянов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Ленинский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>ул. Скочилова</w:t>
            </w:r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77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53.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47,1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5827, </w:t>
            </w:r>
            <w:r w:rsidRPr="003D24B5">
              <w:rPr>
                <w:color w:val="auto"/>
              </w:rPr>
              <w:t>Ульянов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Ленинский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>ул. Скочилова</w:t>
            </w:r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</w:t>
            </w:r>
            <w:r>
              <w:rPr>
                <w:color w:val="auto"/>
              </w:rPr>
              <w:t>кв</w:t>
            </w:r>
            <w:r w:rsidRPr="003D24B5">
              <w:rPr>
                <w:color w:val="auto"/>
              </w:rPr>
              <w:t xml:space="preserve">. </w:t>
            </w:r>
            <w:r>
              <w:rPr>
                <w:color w:val="auto"/>
              </w:rPr>
              <w:t>80</w:t>
            </w:r>
          </w:p>
        </w:tc>
        <w:tc>
          <w:tcPr>
            <w:tcW w:w="3933" w:type="dxa"/>
          </w:tcPr>
          <w:p w:rsidR="0085189E" w:rsidRPr="00E27478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54.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59,8</w:t>
            </w:r>
            <w:r w:rsidRPr="0073374F">
              <w:rPr>
                <w:color w:val="auto"/>
              </w:rPr>
              <w:t xml:space="preserve"> кв. м, кадастровый номер:</w:t>
            </w:r>
            <w:r>
              <w:t xml:space="preserve"> </w:t>
            </w:r>
            <w:r w:rsidRPr="0049465C">
              <w:t>73:24:021015:3640</w:t>
            </w:r>
            <w:r>
              <w:t xml:space="preserve">, </w:t>
            </w:r>
            <w:r w:rsidRPr="0049465C">
              <w:rPr>
                <w:color w:val="auto"/>
              </w:rPr>
              <w:t>Ульяновская область,  г. Ульяновск, р-н Заволжский, ул. Якурнова,  д. 34,  кв. 1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55.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43,</w:t>
            </w:r>
            <w:r w:rsidRPr="0049465C">
              <w:rPr>
                <w:color w:val="auto"/>
              </w:rPr>
              <w:t>2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кв. м, кадастровый номер:</w:t>
            </w:r>
            <w:r>
              <w:t xml:space="preserve"> </w:t>
            </w:r>
            <w:r w:rsidRPr="0049465C">
              <w:t>73:24:021015:3645</w:t>
            </w:r>
            <w:r>
              <w:t xml:space="preserve">, </w:t>
            </w:r>
            <w:r w:rsidRPr="0049465C">
              <w:rPr>
                <w:color w:val="auto"/>
              </w:rPr>
              <w:t xml:space="preserve">Ульяновская область,  г. Ульяновск, р-н Заволжский, ул. Якурнова,  д. 34,  кв. </w:t>
            </w:r>
            <w:r>
              <w:rPr>
                <w:color w:val="auto"/>
              </w:rPr>
              <w:t>2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56.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 w:rsidRPr="00600EDF">
              <w:rPr>
                <w:color w:val="auto"/>
              </w:rPr>
              <w:t>59,8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кв. м, кадастровый номер:</w:t>
            </w:r>
            <w:r>
              <w:t xml:space="preserve"> </w:t>
            </w:r>
            <w:r w:rsidRPr="00600EDF">
              <w:t>73:24:021015:3632</w:t>
            </w:r>
            <w:r>
              <w:t xml:space="preserve">, </w:t>
            </w:r>
            <w:r w:rsidRPr="0049465C">
              <w:rPr>
                <w:color w:val="auto"/>
              </w:rPr>
              <w:t xml:space="preserve">Ульяновская область,  г. Ульяновск, р-н Заволжский, ул. Якурнова,  д. 34,  кв. </w:t>
            </w:r>
            <w:r>
              <w:rPr>
                <w:color w:val="auto"/>
              </w:rPr>
              <w:t>3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57.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када-стровый номер: 73:24:021015:363</w:t>
            </w:r>
            <w:r>
              <w:t>3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4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58.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60</w:t>
            </w:r>
            <w:r w:rsidRPr="00600EDF">
              <w:t>,</w:t>
            </w:r>
            <w:r>
              <w:t>8</w:t>
            </w:r>
            <w:r w:rsidRPr="00600EDF">
              <w:t xml:space="preserve"> кв. м, када-стровый номер: 73:24:021015:363</w:t>
            </w:r>
            <w:r>
              <w:t>4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5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59.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5</w:t>
            </w:r>
            <w:r w:rsidRPr="00600EDF">
              <w:t xml:space="preserve"> кв. м, када-стровый номер: 73:24:021015:36</w:t>
            </w:r>
            <w:r>
              <w:t>46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6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60.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2</w:t>
            </w:r>
            <w:r w:rsidRPr="00600EDF">
              <w:t xml:space="preserve"> кв. м, када-стровый номер: 73:24:021015:36</w:t>
            </w:r>
            <w:r>
              <w:t>44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7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61.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7</w:t>
            </w:r>
            <w:r w:rsidRPr="00600EDF">
              <w:t xml:space="preserve"> кв. м, када-стровый номер: 73:24:021015:36</w:t>
            </w:r>
            <w:r>
              <w:t>39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8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62.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када-стровый номер: 73:24:021015:36</w:t>
            </w:r>
            <w:r>
              <w:t>41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9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63.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59</w:t>
            </w:r>
            <w:r w:rsidRPr="00600EDF">
              <w:t>,</w:t>
            </w:r>
            <w:r>
              <w:t>6</w:t>
            </w:r>
            <w:r w:rsidRPr="00600EDF">
              <w:t xml:space="preserve"> кв. м, када-стровый номер: 73:24:021015:36</w:t>
            </w:r>
            <w:r>
              <w:t>47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10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64.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када-стровый номер: 73:24:021015:36</w:t>
            </w:r>
            <w:r>
              <w:t>38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11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65.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59</w:t>
            </w:r>
            <w:r w:rsidRPr="00600EDF">
              <w:t>,</w:t>
            </w:r>
            <w:r>
              <w:t>9</w:t>
            </w:r>
            <w:r w:rsidRPr="00600EDF">
              <w:t xml:space="preserve"> кв. м, када-стровый номер: 73:24:021015:36</w:t>
            </w:r>
            <w:r>
              <w:t>36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12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66.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8</w:t>
            </w:r>
            <w:r w:rsidRPr="00600EDF">
              <w:t xml:space="preserve"> кв. м, када-стровый номер: 73:24:021015:36</w:t>
            </w:r>
            <w:r>
              <w:t>35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13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67.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0</w:t>
            </w:r>
            <w:r w:rsidRPr="00600EDF">
              <w:t xml:space="preserve"> кв. м, када-стровый номер: 73:24:021015:36</w:t>
            </w:r>
            <w:r>
              <w:t>37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14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68.</w:t>
            </w:r>
          </w:p>
        </w:tc>
        <w:tc>
          <w:tcPr>
            <w:tcW w:w="5644" w:type="dxa"/>
          </w:tcPr>
          <w:p w:rsidR="0085189E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8</w:t>
            </w:r>
            <w:r w:rsidRPr="00600EDF">
              <w:t xml:space="preserve"> кв. м, када-стровый номер: 73:24:021015:36</w:t>
            </w:r>
            <w:r>
              <w:t>43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15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  <w:tr w:rsidR="0085189E" w:rsidRPr="0073374F">
        <w:trPr>
          <w:trHeight w:val="646"/>
        </w:trPr>
        <w:tc>
          <w:tcPr>
            <w:tcW w:w="594" w:type="dxa"/>
          </w:tcPr>
          <w:p w:rsidR="0085189E" w:rsidRDefault="0085189E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69.</w:t>
            </w:r>
          </w:p>
        </w:tc>
        <w:tc>
          <w:tcPr>
            <w:tcW w:w="5644" w:type="dxa"/>
          </w:tcPr>
          <w:p w:rsidR="0085189E" w:rsidRPr="00600EDF" w:rsidRDefault="0085189E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2</w:t>
            </w:r>
            <w:r w:rsidRPr="00600EDF">
              <w:t xml:space="preserve"> кв. м, када-стровый номер: 73:24:021015:36</w:t>
            </w:r>
            <w:r>
              <w:t>42</w:t>
            </w:r>
            <w:r w:rsidRPr="00600EDF">
              <w:t xml:space="preserve">, Ульянов-ская область,  г. Ульяновск, р-н Заволжский, ул. Якурнова,  д. 34,  кв. </w:t>
            </w:r>
            <w:r>
              <w:t>16</w:t>
            </w:r>
          </w:p>
        </w:tc>
        <w:tc>
          <w:tcPr>
            <w:tcW w:w="3933" w:type="dxa"/>
          </w:tcPr>
          <w:p w:rsidR="0085189E" w:rsidRDefault="0085189E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детская клиническая больница имени политического и общественного деятеля Ю.Ф.Горя-чева» по договору мены от 24.01.2018 с ООО «Премьера»</w:t>
            </w:r>
          </w:p>
        </w:tc>
      </w:tr>
    </w:tbl>
    <w:p w:rsidR="0085189E" w:rsidRPr="00781BF4" w:rsidRDefault="0085189E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color w:val="auto"/>
          <w:sz w:val="16"/>
          <w:szCs w:val="16"/>
        </w:rPr>
      </w:pPr>
    </w:p>
    <w:p w:rsidR="0085189E" w:rsidRDefault="0085189E" w:rsidP="00781BF4">
      <w:pPr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color w:val="auto"/>
        </w:rPr>
      </w:pPr>
      <w:r w:rsidRPr="0073374F">
        <w:rPr>
          <w:color w:val="auto"/>
        </w:rPr>
        <w:t>6. Перечень объектов государственной собственности Ульяновской области, в отношении которых оформлено согласие собственника на совершение сделок</w:t>
      </w:r>
      <w:r>
        <w:rPr>
          <w:color w:val="auto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4018"/>
        <w:gridCol w:w="3017"/>
        <w:gridCol w:w="2115"/>
      </w:tblGrid>
      <w:tr w:rsidR="0085189E" w:rsidRPr="0073374F">
        <w:trPr>
          <w:trHeight w:val="2132"/>
        </w:trPr>
        <w:tc>
          <w:tcPr>
            <w:tcW w:w="595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№ п/п</w:t>
            </w:r>
          </w:p>
        </w:tc>
        <w:tc>
          <w:tcPr>
            <w:tcW w:w="4226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Наименование</w:t>
            </w:r>
          </w:p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и характеристики объекта</w:t>
            </w:r>
          </w:p>
        </w:tc>
        <w:tc>
          <w:tcPr>
            <w:tcW w:w="3118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 xml:space="preserve">Наименование </w:t>
            </w:r>
            <w:r w:rsidRPr="00CE1498">
              <w:rPr>
                <w:color w:val="auto"/>
              </w:rPr>
              <w:br/>
              <w:t xml:space="preserve">юридического лица, </w:t>
            </w:r>
            <w:r w:rsidRPr="00CE1498">
              <w:rPr>
                <w:color w:val="auto"/>
              </w:rPr>
              <w:br/>
              <w:t xml:space="preserve">которому объект принадлежит на праве </w:t>
            </w:r>
            <w:r w:rsidRPr="00CE1498">
              <w:rPr>
                <w:color w:val="auto"/>
              </w:rPr>
              <w:br/>
              <w:t>хозяйственного ведения либо оперативного управления</w:t>
            </w:r>
          </w:p>
        </w:tc>
        <w:tc>
          <w:tcPr>
            <w:tcW w:w="2232" w:type="dxa"/>
            <w:vAlign w:val="center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Вид сделки</w:t>
            </w:r>
          </w:p>
        </w:tc>
      </w:tr>
    </w:tbl>
    <w:p w:rsidR="0085189E" w:rsidRPr="00743802" w:rsidRDefault="0085189E" w:rsidP="00781BF4">
      <w:pPr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color w:val="auto"/>
          <w:sz w:val="2"/>
          <w:szCs w:val="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"/>
        <w:gridCol w:w="4030"/>
        <w:gridCol w:w="3021"/>
        <w:gridCol w:w="2119"/>
      </w:tblGrid>
      <w:tr w:rsidR="0085189E" w:rsidRPr="0073374F">
        <w:trPr>
          <w:tblHeader/>
        </w:trPr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1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2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3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4</w:t>
            </w:r>
          </w:p>
        </w:tc>
      </w:tr>
      <w:tr w:rsidR="0085189E" w:rsidRPr="0073374F">
        <w:trPr>
          <w:trHeight w:val="64"/>
        </w:trPr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1.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>Помещения, назначение: нежилое, общая площадь 25,3 кв. м, этаж 1, номера на поэтажном плане: 7, 24, кадастровый номер: 73:24:010907:2667, г. Ульяновск, пр-т Гая, д. 59А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>Областное государственное казённое предприятие «Агентство стратегического консалтинга»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Купля-продажа</w:t>
            </w:r>
          </w:p>
        </w:tc>
      </w:tr>
      <w:tr w:rsidR="0085189E" w:rsidRPr="0073374F">
        <w:trPr>
          <w:trHeight w:val="1935"/>
        </w:trPr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2.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>Асфальтоукладчик VOGELE SUPER 1900-2, год выпуска 2013, заводской номер машины (рамы) 07191827, двигатель номер 11015077, вид движения гусеничный, цвет зелёный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CE1498">
              <w:rPr>
                <w:color w:val="auto"/>
              </w:rPr>
              <w:t>Областное государственное казённое предприятие «Корпорация развития коммунального комплекса Ульяновской области»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Купля-продажа</w:t>
            </w:r>
          </w:p>
        </w:tc>
      </w:tr>
      <w:tr w:rsidR="0085189E" w:rsidRPr="0073374F"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3.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>Фреза WIRTGEN W200, год выпуска 2013, заводской номер машины (рамы) 12200408, двигатель номер 79622997, вид движения гусеничный, цвет белый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Областное государственное казённое предприятие «Корпорация развития коммунального комплекса Ульяновской области»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Купля-продажа</w:t>
            </w:r>
          </w:p>
        </w:tc>
      </w:tr>
      <w:tr w:rsidR="0085189E" w:rsidRPr="0073374F">
        <w:trPr>
          <w:trHeight w:val="1863"/>
        </w:trPr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4.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>Ресайклер WIRTGEN WR 2400, год выпуска 2013, заводской номер машины (рамы) 05WR0389, двигатель номер 942.992-C-0861427, вид движения колёсный, цвет белый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Областное государственное казённое предприятие «Корпорация развития коммунального комплекса Ульяновской области»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Купля-продажа</w:t>
            </w:r>
          </w:p>
        </w:tc>
      </w:tr>
      <w:tr w:rsidR="0085189E" w:rsidRPr="0073374F">
        <w:trPr>
          <w:trHeight w:val="1863"/>
        </w:trPr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5.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 xml:space="preserve">Комплекс зданий и сооружений (военный городок № 7), общая площадь 6611,2 кв. м, кадастровый номер: 73:24:010601:774, находящийся по адресу: </w:t>
            </w:r>
            <w:r w:rsidRPr="00CE1498">
              <w:rPr>
                <w:color w:val="auto"/>
              </w:rPr>
              <w:br/>
              <w:t xml:space="preserve">г. Ульяновск, ул. Кирова и расположенный на земельном участке общей площадью </w:t>
            </w:r>
            <w:r w:rsidRPr="00CE1498">
              <w:rPr>
                <w:color w:val="auto"/>
              </w:rPr>
              <w:br/>
              <w:t>42563 кв. м, кадастровый номер: 73:24:010601:72</w:t>
            </w:r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Государственное учреждение здравоохранения «Ульяновская областная детская клиническая больница имени политического и общественного деятеля Ю.Ф.Горячева»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Мена</w:t>
            </w:r>
          </w:p>
        </w:tc>
      </w:tr>
      <w:tr w:rsidR="0085189E" w:rsidRPr="0073374F">
        <w:tc>
          <w:tcPr>
            <w:tcW w:w="595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6.</w:t>
            </w:r>
          </w:p>
        </w:tc>
        <w:tc>
          <w:tcPr>
            <w:tcW w:w="4226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CE1498">
              <w:rPr>
                <w:color w:val="auto"/>
              </w:rPr>
              <w:t xml:space="preserve">Здание овощехранилища, общая площадь 38,9 кв. м, кадастровый номер: 73:24:010601:136, здание прачечной, общая площадь 304,6 </w:t>
            </w:r>
            <w:r w:rsidRPr="00CE1498">
              <w:rPr>
                <w:color w:val="auto"/>
              </w:rPr>
              <w:br/>
              <w:t xml:space="preserve">кв. м, кадастровый номер: 73:24:010601:137 и здание </w:t>
            </w:r>
            <w:r w:rsidRPr="00CE1498">
              <w:rPr>
                <w:color w:val="auto"/>
              </w:rPr>
              <w:br/>
              <w:t>гаража, общая площадь 135,1</w:t>
            </w:r>
            <w:r w:rsidRPr="00CE1498">
              <w:rPr>
                <w:color w:val="auto"/>
              </w:rPr>
              <w:br/>
              <w:t xml:space="preserve">кв. м, кадастровый номер: 73:24:010601:138, находящиеся по адресу: Ульяновская область, г. Ульяновск, ул. Карсунская, дом № 4 и расположенные </w:t>
            </w:r>
            <w:r w:rsidRPr="00CE1498">
              <w:rPr>
                <w:color w:val="auto"/>
              </w:rPr>
              <w:br/>
              <w:t>на земельном участке общей площадью 6188 кв. м, кадастровый номер: 73:24:010601:758</w:t>
            </w:r>
            <w:bookmarkStart w:id="0" w:name="_GoBack"/>
            <w:bookmarkEnd w:id="0"/>
          </w:p>
        </w:tc>
        <w:tc>
          <w:tcPr>
            <w:tcW w:w="3118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Государственное учреждение здравоохранения «Ульяновская областная детская клиническая больница имени политического и общественного деятеля Ю.Ф.Горячева»</w:t>
            </w:r>
          </w:p>
        </w:tc>
        <w:tc>
          <w:tcPr>
            <w:tcW w:w="2232" w:type="dxa"/>
          </w:tcPr>
          <w:p w:rsidR="0085189E" w:rsidRPr="00CE1498" w:rsidRDefault="0085189E" w:rsidP="00CE1498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CE1498">
              <w:rPr>
                <w:color w:val="auto"/>
              </w:rPr>
              <w:t>Мена</w:t>
            </w:r>
          </w:p>
        </w:tc>
      </w:tr>
    </w:tbl>
    <w:p w:rsidR="0085189E" w:rsidRDefault="0085189E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color w:val="auto"/>
        </w:rPr>
      </w:pPr>
    </w:p>
    <w:p w:rsidR="0085189E" w:rsidRDefault="0085189E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color w:val="auto"/>
        </w:rPr>
      </w:pPr>
    </w:p>
    <w:p w:rsidR="0085189E" w:rsidRDefault="0085189E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color w:val="auto"/>
        </w:rPr>
      </w:pPr>
      <w:r>
        <w:rPr>
          <w:color w:val="auto"/>
        </w:rPr>
        <w:t>_______________</w:t>
      </w:r>
    </w:p>
    <w:p w:rsidR="0085189E" w:rsidRDefault="0085189E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color w:val="auto"/>
        </w:rPr>
      </w:pPr>
    </w:p>
    <w:sectPr w:rsidR="0085189E" w:rsidSect="0053729B">
      <w:headerReference w:type="default" r:id="rId9"/>
      <w:pgSz w:w="11905" w:h="16838" w:code="9"/>
      <w:pgMar w:top="1134" w:right="567" w:bottom="107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89E" w:rsidRDefault="0085189E" w:rsidP="00023927">
      <w:r>
        <w:separator/>
      </w:r>
    </w:p>
  </w:endnote>
  <w:endnote w:type="continuationSeparator" w:id="0">
    <w:p w:rsidR="0085189E" w:rsidRDefault="0085189E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89E" w:rsidRPr="00EB2AC2" w:rsidRDefault="0085189E" w:rsidP="00EB2AC2">
    <w:pPr>
      <w:pStyle w:val="Footer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89E" w:rsidRPr="00A250F4" w:rsidRDefault="0085189E" w:rsidP="00A250F4">
    <w:pPr>
      <w:pStyle w:val="Footer"/>
      <w:tabs>
        <w:tab w:val="left" w:pos="9224"/>
        <w:tab w:val="right" w:pos="9921"/>
      </w:tabs>
      <w:jc w:val="right"/>
      <w:rPr>
        <w:sz w:val="16"/>
        <w:szCs w:val="16"/>
      </w:rPr>
    </w:pPr>
    <w:r>
      <w:rPr>
        <w:sz w:val="16"/>
        <w:szCs w:val="16"/>
      </w:rPr>
      <w:t>1904км2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89E" w:rsidRDefault="0085189E" w:rsidP="00023927">
      <w:r>
        <w:separator/>
      </w:r>
    </w:p>
  </w:footnote>
  <w:footnote w:type="continuationSeparator" w:id="0">
    <w:p w:rsidR="0085189E" w:rsidRDefault="0085189E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89E" w:rsidRDefault="0085189E" w:rsidP="00A67ABE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30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2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3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27"/>
  </w:num>
  <w:num w:numId="5">
    <w:abstractNumId w:val="10"/>
  </w:num>
  <w:num w:numId="6">
    <w:abstractNumId w:val="6"/>
  </w:num>
  <w:num w:numId="7">
    <w:abstractNumId w:val="30"/>
  </w:num>
  <w:num w:numId="8">
    <w:abstractNumId w:val="25"/>
  </w:num>
  <w:num w:numId="9">
    <w:abstractNumId w:val="16"/>
  </w:num>
  <w:num w:numId="10">
    <w:abstractNumId w:val="24"/>
  </w:num>
  <w:num w:numId="11">
    <w:abstractNumId w:val="0"/>
  </w:num>
  <w:num w:numId="12">
    <w:abstractNumId w:val="23"/>
  </w:num>
  <w:num w:numId="13">
    <w:abstractNumId w:val="1"/>
  </w:num>
  <w:num w:numId="14">
    <w:abstractNumId w:val="8"/>
  </w:num>
  <w:num w:numId="15">
    <w:abstractNumId w:val="21"/>
  </w:num>
  <w:num w:numId="16">
    <w:abstractNumId w:val="5"/>
  </w:num>
  <w:num w:numId="17">
    <w:abstractNumId w:val="18"/>
  </w:num>
  <w:num w:numId="18">
    <w:abstractNumId w:val="19"/>
  </w:num>
  <w:num w:numId="19">
    <w:abstractNumId w:val="7"/>
  </w:num>
  <w:num w:numId="20">
    <w:abstractNumId w:val="2"/>
  </w:num>
  <w:num w:numId="21">
    <w:abstractNumId w:val="26"/>
  </w:num>
  <w:num w:numId="22">
    <w:abstractNumId w:val="20"/>
  </w:num>
  <w:num w:numId="23">
    <w:abstractNumId w:val="22"/>
  </w:num>
  <w:num w:numId="24">
    <w:abstractNumId w:val="28"/>
  </w:num>
  <w:num w:numId="25">
    <w:abstractNumId w:val="11"/>
  </w:num>
  <w:num w:numId="26">
    <w:abstractNumId w:val="3"/>
  </w:num>
  <w:num w:numId="27">
    <w:abstractNumId w:val="4"/>
  </w:num>
  <w:num w:numId="28">
    <w:abstractNumId w:val="29"/>
  </w:num>
  <w:num w:numId="29">
    <w:abstractNumId w:val="15"/>
  </w:num>
  <w:num w:numId="30">
    <w:abstractNumId w:val="17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F8B"/>
    <w:rsid w:val="000007CD"/>
    <w:rsid w:val="000009A1"/>
    <w:rsid w:val="00000BD3"/>
    <w:rsid w:val="00001F8A"/>
    <w:rsid w:val="00004BA6"/>
    <w:rsid w:val="00005F73"/>
    <w:rsid w:val="000072DA"/>
    <w:rsid w:val="000119B3"/>
    <w:rsid w:val="00011D17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E07"/>
    <w:rsid w:val="00021E3B"/>
    <w:rsid w:val="00021E91"/>
    <w:rsid w:val="00023927"/>
    <w:rsid w:val="0002458D"/>
    <w:rsid w:val="000262C2"/>
    <w:rsid w:val="000262CF"/>
    <w:rsid w:val="00026B3C"/>
    <w:rsid w:val="00033632"/>
    <w:rsid w:val="0003413C"/>
    <w:rsid w:val="0003575D"/>
    <w:rsid w:val="00036C60"/>
    <w:rsid w:val="00043098"/>
    <w:rsid w:val="000433D3"/>
    <w:rsid w:val="0004705D"/>
    <w:rsid w:val="00047773"/>
    <w:rsid w:val="00050C83"/>
    <w:rsid w:val="000524A7"/>
    <w:rsid w:val="00053C1E"/>
    <w:rsid w:val="000550CF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7B2B"/>
    <w:rsid w:val="00090727"/>
    <w:rsid w:val="00090BB8"/>
    <w:rsid w:val="00091967"/>
    <w:rsid w:val="000936E4"/>
    <w:rsid w:val="00093C43"/>
    <w:rsid w:val="00095728"/>
    <w:rsid w:val="000972E8"/>
    <w:rsid w:val="000A6540"/>
    <w:rsid w:val="000B2727"/>
    <w:rsid w:val="000B332A"/>
    <w:rsid w:val="000B3BD1"/>
    <w:rsid w:val="000B54E6"/>
    <w:rsid w:val="000B58A1"/>
    <w:rsid w:val="000B5AE0"/>
    <w:rsid w:val="000B7535"/>
    <w:rsid w:val="000C11C0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E2E53"/>
    <w:rsid w:val="000F4EE7"/>
    <w:rsid w:val="000F6A3E"/>
    <w:rsid w:val="0010031A"/>
    <w:rsid w:val="00100EF3"/>
    <w:rsid w:val="00101EC1"/>
    <w:rsid w:val="00102C59"/>
    <w:rsid w:val="001033CC"/>
    <w:rsid w:val="0010715A"/>
    <w:rsid w:val="00112E73"/>
    <w:rsid w:val="00114239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2FBA"/>
    <w:rsid w:val="001530C5"/>
    <w:rsid w:val="001535B8"/>
    <w:rsid w:val="00161160"/>
    <w:rsid w:val="00162311"/>
    <w:rsid w:val="00165840"/>
    <w:rsid w:val="00165C0A"/>
    <w:rsid w:val="001660D5"/>
    <w:rsid w:val="00167C97"/>
    <w:rsid w:val="00174A71"/>
    <w:rsid w:val="00175E28"/>
    <w:rsid w:val="00177028"/>
    <w:rsid w:val="00180110"/>
    <w:rsid w:val="001819A6"/>
    <w:rsid w:val="00182021"/>
    <w:rsid w:val="00182DFE"/>
    <w:rsid w:val="00186097"/>
    <w:rsid w:val="00192D6D"/>
    <w:rsid w:val="00193FDE"/>
    <w:rsid w:val="00196DFC"/>
    <w:rsid w:val="001A31BA"/>
    <w:rsid w:val="001A4738"/>
    <w:rsid w:val="001A67DF"/>
    <w:rsid w:val="001A6E6A"/>
    <w:rsid w:val="001B00C4"/>
    <w:rsid w:val="001B0BAA"/>
    <w:rsid w:val="001B32A4"/>
    <w:rsid w:val="001B32F8"/>
    <w:rsid w:val="001B46FB"/>
    <w:rsid w:val="001B52C0"/>
    <w:rsid w:val="001B5765"/>
    <w:rsid w:val="001B674E"/>
    <w:rsid w:val="001C1577"/>
    <w:rsid w:val="001C209A"/>
    <w:rsid w:val="001C7127"/>
    <w:rsid w:val="001C7135"/>
    <w:rsid w:val="001C71C9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46F0"/>
    <w:rsid w:val="001E4F41"/>
    <w:rsid w:val="001E57B1"/>
    <w:rsid w:val="001E66C3"/>
    <w:rsid w:val="001E6778"/>
    <w:rsid w:val="001E7AF7"/>
    <w:rsid w:val="001F0851"/>
    <w:rsid w:val="001F43A3"/>
    <w:rsid w:val="001F77B0"/>
    <w:rsid w:val="00202898"/>
    <w:rsid w:val="00202A83"/>
    <w:rsid w:val="0021099B"/>
    <w:rsid w:val="0021142C"/>
    <w:rsid w:val="00213CD0"/>
    <w:rsid w:val="002158F3"/>
    <w:rsid w:val="00217766"/>
    <w:rsid w:val="00217A38"/>
    <w:rsid w:val="00220590"/>
    <w:rsid w:val="00221728"/>
    <w:rsid w:val="002320BF"/>
    <w:rsid w:val="00232576"/>
    <w:rsid w:val="00235D34"/>
    <w:rsid w:val="00236750"/>
    <w:rsid w:val="00240D1B"/>
    <w:rsid w:val="00241290"/>
    <w:rsid w:val="00241933"/>
    <w:rsid w:val="00246CC3"/>
    <w:rsid w:val="002527BE"/>
    <w:rsid w:val="00253661"/>
    <w:rsid w:val="0025467F"/>
    <w:rsid w:val="002555FD"/>
    <w:rsid w:val="00256FF8"/>
    <w:rsid w:val="002602EF"/>
    <w:rsid w:val="0026059D"/>
    <w:rsid w:val="00260904"/>
    <w:rsid w:val="00265297"/>
    <w:rsid w:val="002657EF"/>
    <w:rsid w:val="0026620B"/>
    <w:rsid w:val="00270831"/>
    <w:rsid w:val="002749AF"/>
    <w:rsid w:val="00275F83"/>
    <w:rsid w:val="0027653A"/>
    <w:rsid w:val="00277760"/>
    <w:rsid w:val="002778C5"/>
    <w:rsid w:val="00277B26"/>
    <w:rsid w:val="002816C5"/>
    <w:rsid w:val="0028338C"/>
    <w:rsid w:val="00284C9B"/>
    <w:rsid w:val="0028608D"/>
    <w:rsid w:val="00286DFC"/>
    <w:rsid w:val="0029093A"/>
    <w:rsid w:val="00290E4B"/>
    <w:rsid w:val="002925E4"/>
    <w:rsid w:val="00293DF3"/>
    <w:rsid w:val="00296307"/>
    <w:rsid w:val="002A12B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4018"/>
    <w:rsid w:val="002B471C"/>
    <w:rsid w:val="002B5682"/>
    <w:rsid w:val="002C15FD"/>
    <w:rsid w:val="002C1A2E"/>
    <w:rsid w:val="002C36CD"/>
    <w:rsid w:val="002C3CD3"/>
    <w:rsid w:val="002C5766"/>
    <w:rsid w:val="002C5C1A"/>
    <w:rsid w:val="002C6C30"/>
    <w:rsid w:val="002D47F8"/>
    <w:rsid w:val="002D5F89"/>
    <w:rsid w:val="002D7B0F"/>
    <w:rsid w:val="002D7BD8"/>
    <w:rsid w:val="002E363D"/>
    <w:rsid w:val="002E3E6A"/>
    <w:rsid w:val="002E6116"/>
    <w:rsid w:val="002E646E"/>
    <w:rsid w:val="002F1328"/>
    <w:rsid w:val="002F2E0F"/>
    <w:rsid w:val="002F325C"/>
    <w:rsid w:val="002F4033"/>
    <w:rsid w:val="002F57C5"/>
    <w:rsid w:val="002F5984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11353"/>
    <w:rsid w:val="00312763"/>
    <w:rsid w:val="00313336"/>
    <w:rsid w:val="00317FF4"/>
    <w:rsid w:val="0032083F"/>
    <w:rsid w:val="003230BC"/>
    <w:rsid w:val="003241C4"/>
    <w:rsid w:val="00325595"/>
    <w:rsid w:val="00325BFD"/>
    <w:rsid w:val="003260C1"/>
    <w:rsid w:val="00333E4C"/>
    <w:rsid w:val="003350CB"/>
    <w:rsid w:val="00335E84"/>
    <w:rsid w:val="00336887"/>
    <w:rsid w:val="003375A6"/>
    <w:rsid w:val="00344249"/>
    <w:rsid w:val="003456F7"/>
    <w:rsid w:val="00345C4B"/>
    <w:rsid w:val="003476F4"/>
    <w:rsid w:val="00350E0E"/>
    <w:rsid w:val="00353DCD"/>
    <w:rsid w:val="003556F1"/>
    <w:rsid w:val="0035628E"/>
    <w:rsid w:val="0035782F"/>
    <w:rsid w:val="0037013D"/>
    <w:rsid w:val="00371729"/>
    <w:rsid w:val="00372107"/>
    <w:rsid w:val="00372885"/>
    <w:rsid w:val="0037481D"/>
    <w:rsid w:val="003824CB"/>
    <w:rsid w:val="003852EA"/>
    <w:rsid w:val="00387C8E"/>
    <w:rsid w:val="0039155A"/>
    <w:rsid w:val="003941B6"/>
    <w:rsid w:val="003A12D2"/>
    <w:rsid w:val="003A295F"/>
    <w:rsid w:val="003A73A7"/>
    <w:rsid w:val="003B2AB5"/>
    <w:rsid w:val="003B3800"/>
    <w:rsid w:val="003B3F8C"/>
    <w:rsid w:val="003B4407"/>
    <w:rsid w:val="003C43BE"/>
    <w:rsid w:val="003C56A2"/>
    <w:rsid w:val="003D0451"/>
    <w:rsid w:val="003D0AA1"/>
    <w:rsid w:val="003D0DFB"/>
    <w:rsid w:val="003D24B5"/>
    <w:rsid w:val="003D4387"/>
    <w:rsid w:val="003D54EB"/>
    <w:rsid w:val="003D5CB1"/>
    <w:rsid w:val="003D6EAC"/>
    <w:rsid w:val="003E261F"/>
    <w:rsid w:val="003E2FA7"/>
    <w:rsid w:val="003F03F9"/>
    <w:rsid w:val="003F3082"/>
    <w:rsid w:val="003F35D8"/>
    <w:rsid w:val="003F50AF"/>
    <w:rsid w:val="003F6564"/>
    <w:rsid w:val="003F7D4A"/>
    <w:rsid w:val="00403910"/>
    <w:rsid w:val="004049B8"/>
    <w:rsid w:val="00405F68"/>
    <w:rsid w:val="00406EB8"/>
    <w:rsid w:val="00407CA9"/>
    <w:rsid w:val="00407D8B"/>
    <w:rsid w:val="00407F7E"/>
    <w:rsid w:val="00410BFC"/>
    <w:rsid w:val="00413E1D"/>
    <w:rsid w:val="004152F7"/>
    <w:rsid w:val="0041544C"/>
    <w:rsid w:val="00421B38"/>
    <w:rsid w:val="004222C2"/>
    <w:rsid w:val="0042307C"/>
    <w:rsid w:val="00435536"/>
    <w:rsid w:val="00436D78"/>
    <w:rsid w:val="00442366"/>
    <w:rsid w:val="004427F3"/>
    <w:rsid w:val="00442A3F"/>
    <w:rsid w:val="00444FC8"/>
    <w:rsid w:val="00446CA0"/>
    <w:rsid w:val="00453002"/>
    <w:rsid w:val="00453EF2"/>
    <w:rsid w:val="00461D5A"/>
    <w:rsid w:val="00462748"/>
    <w:rsid w:val="00463046"/>
    <w:rsid w:val="00463E08"/>
    <w:rsid w:val="00467B2F"/>
    <w:rsid w:val="00471934"/>
    <w:rsid w:val="00472ED8"/>
    <w:rsid w:val="00474E6B"/>
    <w:rsid w:val="004765E7"/>
    <w:rsid w:val="00477E52"/>
    <w:rsid w:val="0048172B"/>
    <w:rsid w:val="004830D9"/>
    <w:rsid w:val="004843B8"/>
    <w:rsid w:val="00486C24"/>
    <w:rsid w:val="00487148"/>
    <w:rsid w:val="0049077C"/>
    <w:rsid w:val="004912DD"/>
    <w:rsid w:val="00491FB9"/>
    <w:rsid w:val="00492069"/>
    <w:rsid w:val="00492B1A"/>
    <w:rsid w:val="004939A3"/>
    <w:rsid w:val="0049465C"/>
    <w:rsid w:val="004A13B5"/>
    <w:rsid w:val="004A366E"/>
    <w:rsid w:val="004A48A2"/>
    <w:rsid w:val="004A6F25"/>
    <w:rsid w:val="004A7F5D"/>
    <w:rsid w:val="004B5B0B"/>
    <w:rsid w:val="004B7373"/>
    <w:rsid w:val="004C0D85"/>
    <w:rsid w:val="004C1AAE"/>
    <w:rsid w:val="004C6C00"/>
    <w:rsid w:val="004C6D6A"/>
    <w:rsid w:val="004D0000"/>
    <w:rsid w:val="004D1669"/>
    <w:rsid w:val="004D16F3"/>
    <w:rsid w:val="004D3A96"/>
    <w:rsid w:val="004D3EEF"/>
    <w:rsid w:val="004D48D1"/>
    <w:rsid w:val="004D61CC"/>
    <w:rsid w:val="004E0D08"/>
    <w:rsid w:val="004E2A57"/>
    <w:rsid w:val="004E4E80"/>
    <w:rsid w:val="004E5222"/>
    <w:rsid w:val="004E7A33"/>
    <w:rsid w:val="004E7D28"/>
    <w:rsid w:val="004F1648"/>
    <w:rsid w:val="004F4496"/>
    <w:rsid w:val="0050044A"/>
    <w:rsid w:val="005036F4"/>
    <w:rsid w:val="00503723"/>
    <w:rsid w:val="005048DE"/>
    <w:rsid w:val="00504ED2"/>
    <w:rsid w:val="0050763D"/>
    <w:rsid w:val="0051293F"/>
    <w:rsid w:val="00512C77"/>
    <w:rsid w:val="00513E64"/>
    <w:rsid w:val="005149E1"/>
    <w:rsid w:val="005173C6"/>
    <w:rsid w:val="00521265"/>
    <w:rsid w:val="005224E7"/>
    <w:rsid w:val="00523585"/>
    <w:rsid w:val="005258DD"/>
    <w:rsid w:val="00531C05"/>
    <w:rsid w:val="0053421E"/>
    <w:rsid w:val="00534690"/>
    <w:rsid w:val="005357E8"/>
    <w:rsid w:val="005362CB"/>
    <w:rsid w:val="0053643B"/>
    <w:rsid w:val="0053729B"/>
    <w:rsid w:val="00541C39"/>
    <w:rsid w:val="00544D8B"/>
    <w:rsid w:val="005459B0"/>
    <w:rsid w:val="005509AD"/>
    <w:rsid w:val="00550FF7"/>
    <w:rsid w:val="00554280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3DFF"/>
    <w:rsid w:val="00584176"/>
    <w:rsid w:val="005845C0"/>
    <w:rsid w:val="005848FC"/>
    <w:rsid w:val="00585982"/>
    <w:rsid w:val="00585BDA"/>
    <w:rsid w:val="00585CEE"/>
    <w:rsid w:val="00587435"/>
    <w:rsid w:val="005875D7"/>
    <w:rsid w:val="0059004D"/>
    <w:rsid w:val="0059270D"/>
    <w:rsid w:val="005950F4"/>
    <w:rsid w:val="0059696A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4D84"/>
    <w:rsid w:val="005B6D7A"/>
    <w:rsid w:val="005B6F73"/>
    <w:rsid w:val="005C0AB6"/>
    <w:rsid w:val="005C0CA4"/>
    <w:rsid w:val="005C2CE2"/>
    <w:rsid w:val="005C34D1"/>
    <w:rsid w:val="005C583F"/>
    <w:rsid w:val="005C7C8A"/>
    <w:rsid w:val="005D0082"/>
    <w:rsid w:val="005D079D"/>
    <w:rsid w:val="005D0EDB"/>
    <w:rsid w:val="005D26F0"/>
    <w:rsid w:val="005D2BA4"/>
    <w:rsid w:val="005D40F2"/>
    <w:rsid w:val="005D587C"/>
    <w:rsid w:val="005E2785"/>
    <w:rsid w:val="005E2DC2"/>
    <w:rsid w:val="005E71C6"/>
    <w:rsid w:val="005F0357"/>
    <w:rsid w:val="005F2A1C"/>
    <w:rsid w:val="005F2FC2"/>
    <w:rsid w:val="005F4D89"/>
    <w:rsid w:val="005F7589"/>
    <w:rsid w:val="006003EE"/>
    <w:rsid w:val="00600EDF"/>
    <w:rsid w:val="006022D2"/>
    <w:rsid w:val="00602B9B"/>
    <w:rsid w:val="006044EC"/>
    <w:rsid w:val="00606D27"/>
    <w:rsid w:val="00607235"/>
    <w:rsid w:val="00611EF5"/>
    <w:rsid w:val="006131A8"/>
    <w:rsid w:val="0061414C"/>
    <w:rsid w:val="00614B18"/>
    <w:rsid w:val="00616607"/>
    <w:rsid w:val="00617548"/>
    <w:rsid w:val="00617A00"/>
    <w:rsid w:val="00620E41"/>
    <w:rsid w:val="0062130C"/>
    <w:rsid w:val="00621B25"/>
    <w:rsid w:val="00621E91"/>
    <w:rsid w:val="00627370"/>
    <w:rsid w:val="00627888"/>
    <w:rsid w:val="006322F4"/>
    <w:rsid w:val="00635A88"/>
    <w:rsid w:val="00645DA5"/>
    <w:rsid w:val="00650A8B"/>
    <w:rsid w:val="00650FD9"/>
    <w:rsid w:val="00651572"/>
    <w:rsid w:val="0065447C"/>
    <w:rsid w:val="0065780A"/>
    <w:rsid w:val="00660FDB"/>
    <w:rsid w:val="006622EF"/>
    <w:rsid w:val="006625C9"/>
    <w:rsid w:val="00665D6B"/>
    <w:rsid w:val="006662CD"/>
    <w:rsid w:val="00667CA5"/>
    <w:rsid w:val="006711B9"/>
    <w:rsid w:val="0067209F"/>
    <w:rsid w:val="00672B91"/>
    <w:rsid w:val="006771D8"/>
    <w:rsid w:val="00677683"/>
    <w:rsid w:val="006801FE"/>
    <w:rsid w:val="00680D4B"/>
    <w:rsid w:val="006826C5"/>
    <w:rsid w:val="006837F2"/>
    <w:rsid w:val="00691050"/>
    <w:rsid w:val="006911B7"/>
    <w:rsid w:val="006929D7"/>
    <w:rsid w:val="00692F59"/>
    <w:rsid w:val="0069350C"/>
    <w:rsid w:val="00694E37"/>
    <w:rsid w:val="0069663A"/>
    <w:rsid w:val="006A4488"/>
    <w:rsid w:val="006A4785"/>
    <w:rsid w:val="006A6B4D"/>
    <w:rsid w:val="006A7878"/>
    <w:rsid w:val="006B2910"/>
    <w:rsid w:val="006B3942"/>
    <w:rsid w:val="006B54F3"/>
    <w:rsid w:val="006B5E2F"/>
    <w:rsid w:val="006B6C72"/>
    <w:rsid w:val="006B7363"/>
    <w:rsid w:val="006B7908"/>
    <w:rsid w:val="006C1D5D"/>
    <w:rsid w:val="006C2EF0"/>
    <w:rsid w:val="006C5316"/>
    <w:rsid w:val="006C5563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4F72"/>
    <w:rsid w:val="006E5382"/>
    <w:rsid w:val="006E69B6"/>
    <w:rsid w:val="006F0AA1"/>
    <w:rsid w:val="006F0EA9"/>
    <w:rsid w:val="006F1DD5"/>
    <w:rsid w:val="006F40FA"/>
    <w:rsid w:val="006F6411"/>
    <w:rsid w:val="006F7378"/>
    <w:rsid w:val="00700044"/>
    <w:rsid w:val="007036F1"/>
    <w:rsid w:val="00703DE7"/>
    <w:rsid w:val="0070437A"/>
    <w:rsid w:val="007062B4"/>
    <w:rsid w:val="00706B4A"/>
    <w:rsid w:val="00710177"/>
    <w:rsid w:val="00710D7C"/>
    <w:rsid w:val="00714E25"/>
    <w:rsid w:val="007208DA"/>
    <w:rsid w:val="00721E09"/>
    <w:rsid w:val="00722C1C"/>
    <w:rsid w:val="007243A3"/>
    <w:rsid w:val="00724758"/>
    <w:rsid w:val="0072567A"/>
    <w:rsid w:val="00726E84"/>
    <w:rsid w:val="00730C50"/>
    <w:rsid w:val="00731EDB"/>
    <w:rsid w:val="007334B2"/>
    <w:rsid w:val="0073374F"/>
    <w:rsid w:val="00735A16"/>
    <w:rsid w:val="0074063E"/>
    <w:rsid w:val="00743802"/>
    <w:rsid w:val="00744A67"/>
    <w:rsid w:val="00750AA3"/>
    <w:rsid w:val="00751B6D"/>
    <w:rsid w:val="00751F73"/>
    <w:rsid w:val="007543B9"/>
    <w:rsid w:val="00755F94"/>
    <w:rsid w:val="00756A55"/>
    <w:rsid w:val="007601B8"/>
    <w:rsid w:val="007617B6"/>
    <w:rsid w:val="00762410"/>
    <w:rsid w:val="00763E7C"/>
    <w:rsid w:val="007655C4"/>
    <w:rsid w:val="0076666A"/>
    <w:rsid w:val="00767DE9"/>
    <w:rsid w:val="00771273"/>
    <w:rsid w:val="00772190"/>
    <w:rsid w:val="00773E5E"/>
    <w:rsid w:val="00774B99"/>
    <w:rsid w:val="00777016"/>
    <w:rsid w:val="0077722F"/>
    <w:rsid w:val="00780F4D"/>
    <w:rsid w:val="00781BF4"/>
    <w:rsid w:val="00781F52"/>
    <w:rsid w:val="00784171"/>
    <w:rsid w:val="0078529D"/>
    <w:rsid w:val="007864E9"/>
    <w:rsid w:val="00787312"/>
    <w:rsid w:val="00790A1F"/>
    <w:rsid w:val="007942F8"/>
    <w:rsid w:val="00795DC3"/>
    <w:rsid w:val="007A0B70"/>
    <w:rsid w:val="007A25FB"/>
    <w:rsid w:val="007A2819"/>
    <w:rsid w:val="007A35A5"/>
    <w:rsid w:val="007A38B9"/>
    <w:rsid w:val="007A6941"/>
    <w:rsid w:val="007A78C9"/>
    <w:rsid w:val="007B0F96"/>
    <w:rsid w:val="007B1253"/>
    <w:rsid w:val="007B3544"/>
    <w:rsid w:val="007B3908"/>
    <w:rsid w:val="007B3CF7"/>
    <w:rsid w:val="007B4DAB"/>
    <w:rsid w:val="007C093B"/>
    <w:rsid w:val="007C0F72"/>
    <w:rsid w:val="007C1D65"/>
    <w:rsid w:val="007C3C95"/>
    <w:rsid w:val="007C40ED"/>
    <w:rsid w:val="007C6F4C"/>
    <w:rsid w:val="007D4566"/>
    <w:rsid w:val="007D4C47"/>
    <w:rsid w:val="007D5D6F"/>
    <w:rsid w:val="007D63B5"/>
    <w:rsid w:val="007D73F7"/>
    <w:rsid w:val="007E2941"/>
    <w:rsid w:val="007E3933"/>
    <w:rsid w:val="007E50AF"/>
    <w:rsid w:val="007E6EB1"/>
    <w:rsid w:val="007E7574"/>
    <w:rsid w:val="007F7FA6"/>
    <w:rsid w:val="00800E71"/>
    <w:rsid w:val="00802E13"/>
    <w:rsid w:val="00804171"/>
    <w:rsid w:val="00811D87"/>
    <w:rsid w:val="00813619"/>
    <w:rsid w:val="00815C9A"/>
    <w:rsid w:val="0081668A"/>
    <w:rsid w:val="00816E58"/>
    <w:rsid w:val="00817683"/>
    <w:rsid w:val="008211A7"/>
    <w:rsid w:val="00821E03"/>
    <w:rsid w:val="0082270C"/>
    <w:rsid w:val="00823E44"/>
    <w:rsid w:val="008245D8"/>
    <w:rsid w:val="008247C3"/>
    <w:rsid w:val="0082581A"/>
    <w:rsid w:val="00827398"/>
    <w:rsid w:val="008353B2"/>
    <w:rsid w:val="00836766"/>
    <w:rsid w:val="00837500"/>
    <w:rsid w:val="00840059"/>
    <w:rsid w:val="00842F94"/>
    <w:rsid w:val="0085189E"/>
    <w:rsid w:val="00852727"/>
    <w:rsid w:val="00855127"/>
    <w:rsid w:val="00857834"/>
    <w:rsid w:val="00857EA3"/>
    <w:rsid w:val="00862A15"/>
    <w:rsid w:val="00862B18"/>
    <w:rsid w:val="00864037"/>
    <w:rsid w:val="00865779"/>
    <w:rsid w:val="0087229C"/>
    <w:rsid w:val="00873420"/>
    <w:rsid w:val="00873762"/>
    <w:rsid w:val="00874BB7"/>
    <w:rsid w:val="00882089"/>
    <w:rsid w:val="008820E9"/>
    <w:rsid w:val="008833CE"/>
    <w:rsid w:val="00883908"/>
    <w:rsid w:val="00893271"/>
    <w:rsid w:val="00894B8F"/>
    <w:rsid w:val="00895834"/>
    <w:rsid w:val="00895D49"/>
    <w:rsid w:val="008A18B9"/>
    <w:rsid w:val="008A27B6"/>
    <w:rsid w:val="008A30B8"/>
    <w:rsid w:val="008A5479"/>
    <w:rsid w:val="008A65D8"/>
    <w:rsid w:val="008B34D9"/>
    <w:rsid w:val="008B4BB4"/>
    <w:rsid w:val="008B5F0B"/>
    <w:rsid w:val="008B76F2"/>
    <w:rsid w:val="008C0022"/>
    <w:rsid w:val="008C2AE1"/>
    <w:rsid w:val="008C373B"/>
    <w:rsid w:val="008C48D9"/>
    <w:rsid w:val="008C7E6F"/>
    <w:rsid w:val="008D0248"/>
    <w:rsid w:val="008D245A"/>
    <w:rsid w:val="008D460B"/>
    <w:rsid w:val="008D4C09"/>
    <w:rsid w:val="008E3C7E"/>
    <w:rsid w:val="008E49E5"/>
    <w:rsid w:val="008E6361"/>
    <w:rsid w:val="008F0545"/>
    <w:rsid w:val="008F15FC"/>
    <w:rsid w:val="008F180D"/>
    <w:rsid w:val="008F3054"/>
    <w:rsid w:val="008F42D8"/>
    <w:rsid w:val="008F66F8"/>
    <w:rsid w:val="008F76D6"/>
    <w:rsid w:val="008F7E63"/>
    <w:rsid w:val="00900BF7"/>
    <w:rsid w:val="0091645E"/>
    <w:rsid w:val="00917F7A"/>
    <w:rsid w:val="00921630"/>
    <w:rsid w:val="00925C94"/>
    <w:rsid w:val="00925FFE"/>
    <w:rsid w:val="00926955"/>
    <w:rsid w:val="00926C4E"/>
    <w:rsid w:val="0093369C"/>
    <w:rsid w:val="009374C5"/>
    <w:rsid w:val="0094033F"/>
    <w:rsid w:val="00941E2A"/>
    <w:rsid w:val="00943954"/>
    <w:rsid w:val="00944201"/>
    <w:rsid w:val="00947A46"/>
    <w:rsid w:val="00951479"/>
    <w:rsid w:val="009521E1"/>
    <w:rsid w:val="0095318A"/>
    <w:rsid w:val="0095606F"/>
    <w:rsid w:val="00957926"/>
    <w:rsid w:val="00960C73"/>
    <w:rsid w:val="00964364"/>
    <w:rsid w:val="00964CF5"/>
    <w:rsid w:val="00970232"/>
    <w:rsid w:val="00970721"/>
    <w:rsid w:val="00971E6D"/>
    <w:rsid w:val="00972179"/>
    <w:rsid w:val="0098006E"/>
    <w:rsid w:val="00982E09"/>
    <w:rsid w:val="009841D3"/>
    <w:rsid w:val="009849AC"/>
    <w:rsid w:val="009860B7"/>
    <w:rsid w:val="00991523"/>
    <w:rsid w:val="00991C86"/>
    <w:rsid w:val="00991E23"/>
    <w:rsid w:val="00992755"/>
    <w:rsid w:val="00993CCF"/>
    <w:rsid w:val="00994829"/>
    <w:rsid w:val="00994E5A"/>
    <w:rsid w:val="009A01CE"/>
    <w:rsid w:val="009A1A0E"/>
    <w:rsid w:val="009A2A4C"/>
    <w:rsid w:val="009B00C1"/>
    <w:rsid w:val="009B358F"/>
    <w:rsid w:val="009C21B3"/>
    <w:rsid w:val="009C57F0"/>
    <w:rsid w:val="009D208A"/>
    <w:rsid w:val="009D3D59"/>
    <w:rsid w:val="009D6A29"/>
    <w:rsid w:val="009E07EC"/>
    <w:rsid w:val="009E2577"/>
    <w:rsid w:val="009E5E3F"/>
    <w:rsid w:val="009E7592"/>
    <w:rsid w:val="009F193B"/>
    <w:rsid w:val="009F322B"/>
    <w:rsid w:val="009F518B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7649"/>
    <w:rsid w:val="00A078D0"/>
    <w:rsid w:val="00A10654"/>
    <w:rsid w:val="00A119C6"/>
    <w:rsid w:val="00A11ACA"/>
    <w:rsid w:val="00A13267"/>
    <w:rsid w:val="00A20DBD"/>
    <w:rsid w:val="00A22409"/>
    <w:rsid w:val="00A2376C"/>
    <w:rsid w:val="00A241AD"/>
    <w:rsid w:val="00A24205"/>
    <w:rsid w:val="00A250F4"/>
    <w:rsid w:val="00A30CB4"/>
    <w:rsid w:val="00A31F44"/>
    <w:rsid w:val="00A33E57"/>
    <w:rsid w:val="00A34EB9"/>
    <w:rsid w:val="00A352BC"/>
    <w:rsid w:val="00A3766B"/>
    <w:rsid w:val="00A408AF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265A"/>
    <w:rsid w:val="00A54540"/>
    <w:rsid w:val="00A57D98"/>
    <w:rsid w:val="00A601BA"/>
    <w:rsid w:val="00A61696"/>
    <w:rsid w:val="00A61AC3"/>
    <w:rsid w:val="00A6280F"/>
    <w:rsid w:val="00A6328F"/>
    <w:rsid w:val="00A64B06"/>
    <w:rsid w:val="00A6589F"/>
    <w:rsid w:val="00A658F9"/>
    <w:rsid w:val="00A6596C"/>
    <w:rsid w:val="00A6747D"/>
    <w:rsid w:val="00A67ABE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7387"/>
    <w:rsid w:val="00A87981"/>
    <w:rsid w:val="00A9070E"/>
    <w:rsid w:val="00A91ADA"/>
    <w:rsid w:val="00A9368A"/>
    <w:rsid w:val="00A94F95"/>
    <w:rsid w:val="00A95276"/>
    <w:rsid w:val="00A96B08"/>
    <w:rsid w:val="00AA03A1"/>
    <w:rsid w:val="00AA1938"/>
    <w:rsid w:val="00AA2B26"/>
    <w:rsid w:val="00AA3794"/>
    <w:rsid w:val="00AA38DA"/>
    <w:rsid w:val="00AA5083"/>
    <w:rsid w:val="00AA5C21"/>
    <w:rsid w:val="00AA6342"/>
    <w:rsid w:val="00AA6B5E"/>
    <w:rsid w:val="00AB0215"/>
    <w:rsid w:val="00AB3EF6"/>
    <w:rsid w:val="00AB49F2"/>
    <w:rsid w:val="00AB55CE"/>
    <w:rsid w:val="00AB6572"/>
    <w:rsid w:val="00AC3ACA"/>
    <w:rsid w:val="00AC3FE4"/>
    <w:rsid w:val="00AC652B"/>
    <w:rsid w:val="00AC6755"/>
    <w:rsid w:val="00AC7D38"/>
    <w:rsid w:val="00AD0295"/>
    <w:rsid w:val="00AD0CEC"/>
    <w:rsid w:val="00AD24AF"/>
    <w:rsid w:val="00AD3BC0"/>
    <w:rsid w:val="00AD4F4C"/>
    <w:rsid w:val="00AD54E1"/>
    <w:rsid w:val="00AD73AB"/>
    <w:rsid w:val="00AE30A1"/>
    <w:rsid w:val="00AE3669"/>
    <w:rsid w:val="00AE48A2"/>
    <w:rsid w:val="00AE5701"/>
    <w:rsid w:val="00AF1937"/>
    <w:rsid w:val="00AF2EC4"/>
    <w:rsid w:val="00AF4683"/>
    <w:rsid w:val="00AF7C63"/>
    <w:rsid w:val="00B01DCB"/>
    <w:rsid w:val="00B0242E"/>
    <w:rsid w:val="00B02E40"/>
    <w:rsid w:val="00B036B0"/>
    <w:rsid w:val="00B05BC2"/>
    <w:rsid w:val="00B106C5"/>
    <w:rsid w:val="00B13605"/>
    <w:rsid w:val="00B13CF2"/>
    <w:rsid w:val="00B13FFB"/>
    <w:rsid w:val="00B162DA"/>
    <w:rsid w:val="00B23F32"/>
    <w:rsid w:val="00B255FD"/>
    <w:rsid w:val="00B27BBE"/>
    <w:rsid w:val="00B326E6"/>
    <w:rsid w:val="00B33056"/>
    <w:rsid w:val="00B35746"/>
    <w:rsid w:val="00B3688B"/>
    <w:rsid w:val="00B373E3"/>
    <w:rsid w:val="00B41747"/>
    <w:rsid w:val="00B41869"/>
    <w:rsid w:val="00B4417B"/>
    <w:rsid w:val="00B44274"/>
    <w:rsid w:val="00B4459C"/>
    <w:rsid w:val="00B45D31"/>
    <w:rsid w:val="00B47C57"/>
    <w:rsid w:val="00B47CA1"/>
    <w:rsid w:val="00B55C37"/>
    <w:rsid w:val="00B55C7C"/>
    <w:rsid w:val="00B55FC9"/>
    <w:rsid w:val="00B563B6"/>
    <w:rsid w:val="00B6000E"/>
    <w:rsid w:val="00B61832"/>
    <w:rsid w:val="00B64BE4"/>
    <w:rsid w:val="00B64F30"/>
    <w:rsid w:val="00B65FF0"/>
    <w:rsid w:val="00B67C9A"/>
    <w:rsid w:val="00B73653"/>
    <w:rsid w:val="00B758D2"/>
    <w:rsid w:val="00B76B4D"/>
    <w:rsid w:val="00B8028C"/>
    <w:rsid w:val="00B80A0E"/>
    <w:rsid w:val="00B81379"/>
    <w:rsid w:val="00B869E0"/>
    <w:rsid w:val="00B871A0"/>
    <w:rsid w:val="00B871C1"/>
    <w:rsid w:val="00B9059E"/>
    <w:rsid w:val="00B9542D"/>
    <w:rsid w:val="00B96527"/>
    <w:rsid w:val="00B96E82"/>
    <w:rsid w:val="00B97EFE"/>
    <w:rsid w:val="00BA23A7"/>
    <w:rsid w:val="00BB4334"/>
    <w:rsid w:val="00BB635A"/>
    <w:rsid w:val="00BB6E47"/>
    <w:rsid w:val="00BC0368"/>
    <w:rsid w:val="00BC4F94"/>
    <w:rsid w:val="00BD24DF"/>
    <w:rsid w:val="00BD3261"/>
    <w:rsid w:val="00BD5A44"/>
    <w:rsid w:val="00BD5AE4"/>
    <w:rsid w:val="00BD647E"/>
    <w:rsid w:val="00BD7BD3"/>
    <w:rsid w:val="00BE1403"/>
    <w:rsid w:val="00BE263D"/>
    <w:rsid w:val="00BE479C"/>
    <w:rsid w:val="00BE6D51"/>
    <w:rsid w:val="00BE7807"/>
    <w:rsid w:val="00BF3811"/>
    <w:rsid w:val="00BF3DC6"/>
    <w:rsid w:val="00BF4948"/>
    <w:rsid w:val="00C01687"/>
    <w:rsid w:val="00C04CFD"/>
    <w:rsid w:val="00C0567E"/>
    <w:rsid w:val="00C10958"/>
    <w:rsid w:val="00C1145A"/>
    <w:rsid w:val="00C12994"/>
    <w:rsid w:val="00C15F0E"/>
    <w:rsid w:val="00C15FC8"/>
    <w:rsid w:val="00C16525"/>
    <w:rsid w:val="00C17FC9"/>
    <w:rsid w:val="00C20713"/>
    <w:rsid w:val="00C2305C"/>
    <w:rsid w:val="00C23406"/>
    <w:rsid w:val="00C23729"/>
    <w:rsid w:val="00C23848"/>
    <w:rsid w:val="00C244FA"/>
    <w:rsid w:val="00C24725"/>
    <w:rsid w:val="00C25148"/>
    <w:rsid w:val="00C3370A"/>
    <w:rsid w:val="00C34638"/>
    <w:rsid w:val="00C47BC0"/>
    <w:rsid w:val="00C50138"/>
    <w:rsid w:val="00C54EFF"/>
    <w:rsid w:val="00C56C4B"/>
    <w:rsid w:val="00C61330"/>
    <w:rsid w:val="00C61E00"/>
    <w:rsid w:val="00C629C1"/>
    <w:rsid w:val="00C62D50"/>
    <w:rsid w:val="00C62DA6"/>
    <w:rsid w:val="00C6482A"/>
    <w:rsid w:val="00C70425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A0FCC"/>
    <w:rsid w:val="00CA240B"/>
    <w:rsid w:val="00CA2B25"/>
    <w:rsid w:val="00CA3C96"/>
    <w:rsid w:val="00CA41ED"/>
    <w:rsid w:val="00CA4A4E"/>
    <w:rsid w:val="00CA556E"/>
    <w:rsid w:val="00CA5D7F"/>
    <w:rsid w:val="00CA700E"/>
    <w:rsid w:val="00CB1BD4"/>
    <w:rsid w:val="00CB5E1F"/>
    <w:rsid w:val="00CC1CBF"/>
    <w:rsid w:val="00CC7113"/>
    <w:rsid w:val="00CD5933"/>
    <w:rsid w:val="00CD7531"/>
    <w:rsid w:val="00CE1498"/>
    <w:rsid w:val="00CE14EC"/>
    <w:rsid w:val="00CE3AF6"/>
    <w:rsid w:val="00CE419F"/>
    <w:rsid w:val="00CE451E"/>
    <w:rsid w:val="00CE721F"/>
    <w:rsid w:val="00CF0868"/>
    <w:rsid w:val="00CF1750"/>
    <w:rsid w:val="00CF29AC"/>
    <w:rsid w:val="00CF36D1"/>
    <w:rsid w:val="00D02C3D"/>
    <w:rsid w:val="00D05ABE"/>
    <w:rsid w:val="00D06562"/>
    <w:rsid w:val="00D107B0"/>
    <w:rsid w:val="00D13D0A"/>
    <w:rsid w:val="00D13FDD"/>
    <w:rsid w:val="00D1433A"/>
    <w:rsid w:val="00D15A42"/>
    <w:rsid w:val="00D170BC"/>
    <w:rsid w:val="00D17109"/>
    <w:rsid w:val="00D1797B"/>
    <w:rsid w:val="00D17DEA"/>
    <w:rsid w:val="00D21EDF"/>
    <w:rsid w:val="00D24884"/>
    <w:rsid w:val="00D2579D"/>
    <w:rsid w:val="00D2579E"/>
    <w:rsid w:val="00D30A10"/>
    <w:rsid w:val="00D30A39"/>
    <w:rsid w:val="00D32C1F"/>
    <w:rsid w:val="00D34650"/>
    <w:rsid w:val="00D4545E"/>
    <w:rsid w:val="00D47A20"/>
    <w:rsid w:val="00D50428"/>
    <w:rsid w:val="00D510A7"/>
    <w:rsid w:val="00D55AEE"/>
    <w:rsid w:val="00D56DB7"/>
    <w:rsid w:val="00D64599"/>
    <w:rsid w:val="00D65C3A"/>
    <w:rsid w:val="00D66CE0"/>
    <w:rsid w:val="00D70B8C"/>
    <w:rsid w:val="00D8024A"/>
    <w:rsid w:val="00D81A47"/>
    <w:rsid w:val="00D820B1"/>
    <w:rsid w:val="00D830ED"/>
    <w:rsid w:val="00D875A6"/>
    <w:rsid w:val="00D878BF"/>
    <w:rsid w:val="00D87D67"/>
    <w:rsid w:val="00D945EA"/>
    <w:rsid w:val="00D95912"/>
    <w:rsid w:val="00D95975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5EDB"/>
    <w:rsid w:val="00DC1ED8"/>
    <w:rsid w:val="00DC25FF"/>
    <w:rsid w:val="00DC6CB8"/>
    <w:rsid w:val="00DC6F6E"/>
    <w:rsid w:val="00DD75FF"/>
    <w:rsid w:val="00DD7B37"/>
    <w:rsid w:val="00DE17B0"/>
    <w:rsid w:val="00DE3A36"/>
    <w:rsid w:val="00DE3FD8"/>
    <w:rsid w:val="00DE485A"/>
    <w:rsid w:val="00DE6488"/>
    <w:rsid w:val="00DE7DF8"/>
    <w:rsid w:val="00DF352B"/>
    <w:rsid w:val="00DF4B99"/>
    <w:rsid w:val="00E00252"/>
    <w:rsid w:val="00E0283E"/>
    <w:rsid w:val="00E03858"/>
    <w:rsid w:val="00E04D75"/>
    <w:rsid w:val="00E05602"/>
    <w:rsid w:val="00E10DCF"/>
    <w:rsid w:val="00E124D8"/>
    <w:rsid w:val="00E13A42"/>
    <w:rsid w:val="00E149C8"/>
    <w:rsid w:val="00E17FAA"/>
    <w:rsid w:val="00E20D30"/>
    <w:rsid w:val="00E257DD"/>
    <w:rsid w:val="00E26F79"/>
    <w:rsid w:val="00E27478"/>
    <w:rsid w:val="00E3075B"/>
    <w:rsid w:val="00E30B9D"/>
    <w:rsid w:val="00E30CE2"/>
    <w:rsid w:val="00E315C3"/>
    <w:rsid w:val="00E337D7"/>
    <w:rsid w:val="00E342E6"/>
    <w:rsid w:val="00E34543"/>
    <w:rsid w:val="00E357BB"/>
    <w:rsid w:val="00E36003"/>
    <w:rsid w:val="00E427A2"/>
    <w:rsid w:val="00E439DF"/>
    <w:rsid w:val="00E43AFA"/>
    <w:rsid w:val="00E45A20"/>
    <w:rsid w:val="00E54A44"/>
    <w:rsid w:val="00E54BAE"/>
    <w:rsid w:val="00E57A5E"/>
    <w:rsid w:val="00E613C4"/>
    <w:rsid w:val="00E62FE3"/>
    <w:rsid w:val="00E637BA"/>
    <w:rsid w:val="00E67F9B"/>
    <w:rsid w:val="00E702E1"/>
    <w:rsid w:val="00E71136"/>
    <w:rsid w:val="00E72E30"/>
    <w:rsid w:val="00E72F3A"/>
    <w:rsid w:val="00E74443"/>
    <w:rsid w:val="00E83903"/>
    <w:rsid w:val="00E84825"/>
    <w:rsid w:val="00E849AF"/>
    <w:rsid w:val="00E85276"/>
    <w:rsid w:val="00E90444"/>
    <w:rsid w:val="00E915DB"/>
    <w:rsid w:val="00E959A9"/>
    <w:rsid w:val="00EA2122"/>
    <w:rsid w:val="00EA3894"/>
    <w:rsid w:val="00EA3F34"/>
    <w:rsid w:val="00EA4912"/>
    <w:rsid w:val="00EA4A36"/>
    <w:rsid w:val="00EA4CAD"/>
    <w:rsid w:val="00EA678F"/>
    <w:rsid w:val="00EB212A"/>
    <w:rsid w:val="00EB2AC2"/>
    <w:rsid w:val="00EB3618"/>
    <w:rsid w:val="00EB4362"/>
    <w:rsid w:val="00EB469D"/>
    <w:rsid w:val="00EB7193"/>
    <w:rsid w:val="00EB746C"/>
    <w:rsid w:val="00EC0900"/>
    <w:rsid w:val="00EC2754"/>
    <w:rsid w:val="00EC279E"/>
    <w:rsid w:val="00EC3BFD"/>
    <w:rsid w:val="00EC4F0F"/>
    <w:rsid w:val="00EC6FE2"/>
    <w:rsid w:val="00ED0DCC"/>
    <w:rsid w:val="00ED109D"/>
    <w:rsid w:val="00ED16AF"/>
    <w:rsid w:val="00ED5EFE"/>
    <w:rsid w:val="00ED70E5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4DE1"/>
    <w:rsid w:val="00F070DF"/>
    <w:rsid w:val="00F07FFC"/>
    <w:rsid w:val="00F1556A"/>
    <w:rsid w:val="00F162AF"/>
    <w:rsid w:val="00F230B4"/>
    <w:rsid w:val="00F2554A"/>
    <w:rsid w:val="00F34277"/>
    <w:rsid w:val="00F34F57"/>
    <w:rsid w:val="00F3700A"/>
    <w:rsid w:val="00F40D02"/>
    <w:rsid w:val="00F4686A"/>
    <w:rsid w:val="00F50582"/>
    <w:rsid w:val="00F52789"/>
    <w:rsid w:val="00F60762"/>
    <w:rsid w:val="00F608AF"/>
    <w:rsid w:val="00F61318"/>
    <w:rsid w:val="00F62D79"/>
    <w:rsid w:val="00F636BE"/>
    <w:rsid w:val="00F6595D"/>
    <w:rsid w:val="00F667DB"/>
    <w:rsid w:val="00F67511"/>
    <w:rsid w:val="00F67821"/>
    <w:rsid w:val="00F70D0F"/>
    <w:rsid w:val="00F723A4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700B"/>
    <w:rsid w:val="00FA108F"/>
    <w:rsid w:val="00FA11B7"/>
    <w:rsid w:val="00FA12DD"/>
    <w:rsid w:val="00FA1C25"/>
    <w:rsid w:val="00FA3BB3"/>
    <w:rsid w:val="00FB06C4"/>
    <w:rsid w:val="00FB1273"/>
    <w:rsid w:val="00FB271E"/>
    <w:rsid w:val="00FB34D9"/>
    <w:rsid w:val="00FB59D0"/>
    <w:rsid w:val="00FB76A5"/>
    <w:rsid w:val="00FC17A6"/>
    <w:rsid w:val="00FD0202"/>
    <w:rsid w:val="00FE19C1"/>
    <w:rsid w:val="00FE19E4"/>
    <w:rsid w:val="00FE1EBF"/>
    <w:rsid w:val="00FE2B19"/>
    <w:rsid w:val="00FE50E8"/>
    <w:rsid w:val="00FE60EF"/>
    <w:rsid w:val="00FE7718"/>
    <w:rsid w:val="00FF3378"/>
    <w:rsid w:val="00FF3E25"/>
    <w:rsid w:val="00FF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8B"/>
    <w:rPr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62D79"/>
    <w:rPr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62D79"/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0C5F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D5A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color w:val="000000"/>
      <w:sz w:val="2"/>
      <w:szCs w:val="2"/>
    </w:rPr>
  </w:style>
  <w:style w:type="paragraph" w:styleId="Header">
    <w:name w:val="header"/>
    <w:basedOn w:val="Normal"/>
    <w:link w:val="Head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927"/>
    <w:rPr>
      <w:color w:val="000000"/>
      <w:sz w:val="28"/>
      <w:szCs w:val="28"/>
    </w:rPr>
  </w:style>
  <w:style w:type="paragraph" w:styleId="Footer">
    <w:name w:val="footer"/>
    <w:basedOn w:val="Normal"/>
    <w:link w:val="Foot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1A31BA"/>
  </w:style>
  <w:style w:type="paragraph" w:customStyle="1" w:styleId="ConsPlusNormal">
    <w:name w:val="ConsPlusNormal"/>
    <w:uiPriority w:val="99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1A31BA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20"/>
      <w:szCs w:val="20"/>
    </w:rPr>
  </w:style>
  <w:style w:type="paragraph" w:customStyle="1" w:styleId="FR1">
    <w:name w:val="FR1"/>
    <w:uiPriority w:val="99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5C583F"/>
    <w:pPr>
      <w:ind w:firstLine="720"/>
      <w:jc w:val="both"/>
    </w:pPr>
    <w:rPr>
      <w:color w:val="aut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5C58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2029E"/>
    <w:pPr>
      <w:autoSpaceDE w:val="0"/>
      <w:autoSpaceDN w:val="0"/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12029E"/>
    <w:pPr>
      <w:widowControl w:val="0"/>
      <w:autoSpaceDE w:val="0"/>
      <w:autoSpaceDN w:val="0"/>
      <w:adjustRightInd w:val="0"/>
      <w:ind w:firstLine="720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color w:val="000000"/>
      <w:sz w:val="28"/>
      <w:szCs w:val="28"/>
    </w:rPr>
  </w:style>
  <w:style w:type="paragraph" w:customStyle="1" w:styleId="2">
    <w:name w:val="Знак2"/>
    <w:basedOn w:val="Normal"/>
    <w:uiPriority w:val="99"/>
    <w:rsid w:val="0012029E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12029E"/>
    <w:pPr>
      <w:spacing w:after="120"/>
      <w:ind w:left="283"/>
    </w:pPr>
    <w:rPr>
      <w:color w:val="auto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5C1A"/>
    <w:rPr>
      <w:sz w:val="24"/>
      <w:szCs w:val="24"/>
      <w:lang w:val="ru-RU" w:eastAsia="ru-RU"/>
    </w:rPr>
  </w:style>
  <w:style w:type="paragraph" w:customStyle="1" w:styleId="formattext">
    <w:name w:val="formattext"/>
    <w:basedOn w:val="Normal"/>
    <w:uiPriority w:val="99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uiPriority w:val="99"/>
    <w:locked/>
    <w:rsid w:val="007655C4"/>
    <w:rPr>
      <w:sz w:val="24"/>
      <w:szCs w:val="24"/>
    </w:rPr>
  </w:style>
  <w:style w:type="character" w:customStyle="1" w:styleId="4">
    <w:name w:val="Знак Знак4"/>
    <w:uiPriority w:val="99"/>
    <w:locked/>
    <w:rsid w:val="00960C73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62D79"/>
    <w:pPr>
      <w:spacing w:line="264" w:lineRule="auto"/>
      <w:jc w:val="both"/>
    </w:pPr>
    <w:rPr>
      <w:color w:val="aut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62D79"/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62D79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62D79"/>
    <w:rPr>
      <w:sz w:val="16"/>
      <w:szCs w:val="16"/>
    </w:rPr>
  </w:style>
  <w:style w:type="paragraph" w:customStyle="1" w:styleId="ConsTitle">
    <w:name w:val="ConsTitle"/>
    <w:uiPriority w:val="99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">
    <w:name w:val="Знак1"/>
    <w:basedOn w:val="Normal"/>
    <w:uiPriority w:val="99"/>
    <w:rsid w:val="00F62D79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62D79"/>
    <w:rPr>
      <w:color w:val="auto"/>
      <w:u w:val="single"/>
      <w:bdr w:val="none" w:sz="0" w:space="0" w:color="auto" w:frame="1"/>
    </w:rPr>
  </w:style>
  <w:style w:type="character" w:customStyle="1" w:styleId="apple-style-span">
    <w:name w:val="apple-style-span"/>
    <w:basedOn w:val="DefaultParagraphFont"/>
    <w:uiPriority w:val="99"/>
    <w:rsid w:val="00F62D79"/>
  </w:style>
  <w:style w:type="paragraph" w:customStyle="1" w:styleId="a0">
    <w:name w:val="Знак Знак Знак Знак"/>
    <w:basedOn w:val="Normal"/>
    <w:uiPriority w:val="99"/>
    <w:rsid w:val="00F62D79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1">
    <w:name w:val="Основной текст_"/>
    <w:link w:val="10"/>
    <w:uiPriority w:val="99"/>
    <w:locked/>
    <w:rsid w:val="00F62D79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Normal"/>
    <w:link w:val="a1"/>
    <w:uiPriority w:val="99"/>
    <w:rsid w:val="00F62D79"/>
    <w:pPr>
      <w:widowControl w:val="0"/>
      <w:shd w:val="clear" w:color="auto" w:fill="FFFFFF"/>
      <w:spacing w:line="240" w:lineRule="atLeast"/>
      <w:ind w:hanging="180"/>
    </w:pPr>
    <w:rPr>
      <w:color w:val="auto"/>
      <w:sz w:val="26"/>
      <w:szCs w:val="26"/>
    </w:rPr>
  </w:style>
  <w:style w:type="character" w:customStyle="1" w:styleId="21">
    <w:name w:val="Знак Знак21"/>
    <w:uiPriority w:val="99"/>
    <w:locked/>
    <w:rsid w:val="00F62D79"/>
    <w:rPr>
      <w:sz w:val="24"/>
      <w:szCs w:val="24"/>
    </w:rPr>
  </w:style>
  <w:style w:type="character" w:customStyle="1" w:styleId="41">
    <w:name w:val="Знак Знак41"/>
    <w:uiPriority w:val="99"/>
    <w:locked/>
    <w:rsid w:val="00F62D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31</Pages>
  <Words>8386</Words>
  <Characters>-32766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 И.В.</dc:creator>
  <cp:keywords/>
  <dc:description/>
  <cp:lastModifiedBy>Пользователь</cp:lastModifiedBy>
  <cp:revision>42</cp:revision>
  <cp:lastPrinted>2018-04-24T12:16:00Z</cp:lastPrinted>
  <dcterms:created xsi:type="dcterms:W3CDTF">2018-04-19T11:15:00Z</dcterms:created>
  <dcterms:modified xsi:type="dcterms:W3CDTF">2018-06-09T06:40:00Z</dcterms:modified>
</cp:coreProperties>
</file>