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B7" w:rsidRPr="001B57BD" w:rsidRDefault="00D370B7" w:rsidP="00B572A2">
      <w:pPr>
        <w:jc w:val="both"/>
      </w:pPr>
      <w:r>
        <w:t xml:space="preserve">ЗАКОН УЛЬЯНОВСКОЙ ОБЛАСТИ </w:t>
      </w:r>
    </w:p>
    <w:p w:rsidR="00D370B7" w:rsidRPr="001B57BD" w:rsidRDefault="00D370B7" w:rsidP="00B572A2">
      <w:pPr>
        <w:jc w:val="both"/>
      </w:pPr>
    </w:p>
    <w:p w:rsidR="00D370B7" w:rsidRPr="001B57BD" w:rsidRDefault="00D370B7" w:rsidP="00B572A2">
      <w:pPr>
        <w:jc w:val="both"/>
      </w:pPr>
    </w:p>
    <w:p w:rsidR="00D370B7" w:rsidRPr="001B57BD" w:rsidRDefault="00D370B7" w:rsidP="00B572A2">
      <w:pPr>
        <w:jc w:val="center"/>
      </w:pPr>
    </w:p>
    <w:p w:rsidR="00D370B7" w:rsidRDefault="00D370B7" w:rsidP="00B572A2">
      <w:pPr>
        <w:jc w:val="center"/>
      </w:pPr>
    </w:p>
    <w:p w:rsidR="00D370B7" w:rsidRPr="001B57BD" w:rsidRDefault="00D370B7" w:rsidP="00B572A2">
      <w:pPr>
        <w:jc w:val="center"/>
      </w:pPr>
    </w:p>
    <w:p w:rsidR="00D370B7" w:rsidRDefault="00D370B7" w:rsidP="00B572A2">
      <w:pPr>
        <w:jc w:val="center"/>
        <w:rPr>
          <w:b/>
          <w:bCs/>
        </w:rPr>
      </w:pPr>
      <w:r>
        <w:rPr>
          <w:b/>
          <w:bCs/>
        </w:rPr>
        <w:t xml:space="preserve">О внесении изменений в Кодекс Ульяновской области </w:t>
      </w:r>
    </w:p>
    <w:p w:rsidR="00D370B7" w:rsidRDefault="00D370B7" w:rsidP="00B572A2">
      <w:pPr>
        <w:jc w:val="center"/>
        <w:rPr>
          <w:b/>
          <w:bCs/>
        </w:rPr>
      </w:pPr>
      <w:r>
        <w:rPr>
          <w:b/>
          <w:bCs/>
        </w:rPr>
        <w:t>об административных правонарушениях</w:t>
      </w:r>
    </w:p>
    <w:p w:rsidR="00D370B7" w:rsidRPr="001B57BD" w:rsidRDefault="00D370B7" w:rsidP="001B57BD">
      <w:pPr>
        <w:shd w:val="clear" w:color="auto" w:fill="FFFFFF"/>
        <w:ind w:right="-1"/>
        <w:jc w:val="both"/>
        <w:rPr>
          <w:color w:val="000000"/>
        </w:rPr>
      </w:pPr>
    </w:p>
    <w:p w:rsidR="00D370B7" w:rsidRPr="001B57BD" w:rsidRDefault="00D370B7" w:rsidP="001B57BD">
      <w:pPr>
        <w:shd w:val="clear" w:color="auto" w:fill="FFFFFF"/>
        <w:ind w:right="-1"/>
        <w:jc w:val="both"/>
        <w:rPr>
          <w:color w:val="000000"/>
        </w:rPr>
      </w:pPr>
    </w:p>
    <w:p w:rsidR="00D370B7" w:rsidRDefault="00D370B7" w:rsidP="001B57BD">
      <w:pPr>
        <w:shd w:val="clear" w:color="auto" w:fill="FFFFFF"/>
        <w:ind w:right="-1"/>
        <w:jc w:val="center"/>
        <w:rPr>
          <w:b/>
          <w:bCs/>
          <w:color w:val="000000"/>
        </w:rPr>
      </w:pPr>
      <w:r>
        <w:rPr>
          <w:sz w:val="24"/>
          <w:szCs w:val="24"/>
        </w:rPr>
        <w:t>Принят Законодательным Собранием Ульяновской области 22 мая 2018 года</w:t>
      </w:r>
    </w:p>
    <w:p w:rsidR="00D370B7" w:rsidRDefault="00D370B7" w:rsidP="001B57BD">
      <w:pPr>
        <w:shd w:val="clear" w:color="auto" w:fill="FFFFFF"/>
        <w:ind w:right="-1"/>
        <w:jc w:val="both"/>
        <w:rPr>
          <w:color w:val="000000"/>
        </w:rPr>
      </w:pPr>
    </w:p>
    <w:p w:rsidR="00D370B7" w:rsidRPr="001B57BD" w:rsidRDefault="00D370B7" w:rsidP="001B57BD">
      <w:pPr>
        <w:shd w:val="clear" w:color="auto" w:fill="FFFFFF"/>
        <w:ind w:right="-1"/>
        <w:jc w:val="both"/>
        <w:rPr>
          <w:color w:val="000000"/>
        </w:rPr>
      </w:pPr>
    </w:p>
    <w:p w:rsidR="00D370B7" w:rsidRPr="001B57BD" w:rsidRDefault="00D370B7" w:rsidP="001B57BD">
      <w:pPr>
        <w:shd w:val="clear" w:color="auto" w:fill="FFFFFF"/>
        <w:ind w:right="-1"/>
        <w:jc w:val="both"/>
        <w:rPr>
          <w:color w:val="000000"/>
        </w:rPr>
      </w:pPr>
    </w:p>
    <w:p w:rsidR="00D370B7" w:rsidRPr="007C1A43" w:rsidRDefault="00D370B7" w:rsidP="00A144F8">
      <w:pPr>
        <w:autoSpaceDE w:val="0"/>
        <w:autoSpaceDN w:val="0"/>
        <w:adjustRightInd w:val="0"/>
        <w:spacing w:line="360" w:lineRule="auto"/>
        <w:ind w:firstLine="650"/>
        <w:jc w:val="both"/>
        <w:rPr>
          <w:rStyle w:val="FontStyle15"/>
          <w:sz w:val="28"/>
          <w:szCs w:val="28"/>
        </w:rPr>
      </w:pPr>
      <w:r w:rsidRPr="007C1A43">
        <w:rPr>
          <w:rStyle w:val="FontStyle15"/>
          <w:sz w:val="28"/>
          <w:szCs w:val="28"/>
        </w:rPr>
        <w:t xml:space="preserve">Внести в Кодекс Ульяновской области об административных правонарушениях </w:t>
      </w:r>
      <w:r>
        <w:t>(«Ульяновская правда» от 04.03.2011 № 23; от 12.08.2011            № 89; от 07.12.2011 № 138; от 02.03.2012 № 22; от 06.04.2012 № 36;                        от 11.04.2012 № 38; от 27.04.2012 № 44; от 24.07.2012 № 78; от 10.10.2012                 № 111; от 12.12.2012 № 138-139; от 08.02.2013 № 14; от 06.03.2013 № 25;                   от 07.09.2013 № 109; от 31.12.2013 № 174; от 24.04.2014 № 59; от 08.12.2014              № 180; от 06.04.2015 № 44; от 08.06.2015 № 76-77; от 09.07.2015 № 93;                       от 13.10.2015 № 143; от 07.12.2015 № 170; от 14.03.2016 № 31; от 06.09.2016             № 109; от 27.01.2017 № 6; от 05.09.2017 № 65; от 30.11.2017 № 89)</w:t>
      </w:r>
      <w:r w:rsidRPr="007C1A43">
        <w:rPr>
          <w:rStyle w:val="FontStyle15"/>
          <w:sz w:val="28"/>
          <w:szCs w:val="28"/>
        </w:rPr>
        <w:t xml:space="preserve"> следующие изменения:</w:t>
      </w:r>
    </w:p>
    <w:p w:rsidR="00D370B7" w:rsidRPr="00D35BFA" w:rsidRDefault="00D370B7" w:rsidP="0014527B">
      <w:pPr>
        <w:shd w:val="clear" w:color="auto" w:fill="FFFFFF"/>
        <w:spacing w:line="360" w:lineRule="auto"/>
        <w:ind w:firstLine="650"/>
        <w:jc w:val="both"/>
        <w:rPr>
          <w:color w:val="000000"/>
        </w:rPr>
      </w:pPr>
      <w:r w:rsidRPr="00D35BFA">
        <w:rPr>
          <w:color w:val="000000"/>
        </w:rPr>
        <w:t>1)</w:t>
      </w:r>
      <w:r>
        <w:rPr>
          <w:color w:val="000000"/>
        </w:rPr>
        <w:t xml:space="preserve"> </w:t>
      </w:r>
      <w:r w:rsidRPr="00D35BFA">
        <w:rPr>
          <w:color w:val="000000"/>
        </w:rPr>
        <w:t xml:space="preserve">дополнить </w:t>
      </w:r>
      <w:r>
        <w:rPr>
          <w:color w:val="000000"/>
        </w:rPr>
        <w:t>статьёй 25</w:t>
      </w:r>
      <w:r w:rsidRPr="003D5A73">
        <w:rPr>
          <w:color w:val="000000"/>
          <w:vertAlign w:val="superscript"/>
        </w:rPr>
        <w:t>2</w:t>
      </w:r>
      <w:r>
        <w:rPr>
          <w:color w:val="000000"/>
        </w:rPr>
        <w:t xml:space="preserve"> следующего содержания</w:t>
      </w:r>
      <w:r w:rsidRPr="00D35BFA">
        <w:rPr>
          <w:color w:val="000000"/>
        </w:rPr>
        <w:t>:</w:t>
      </w:r>
    </w:p>
    <w:p w:rsidR="00D370B7" w:rsidRPr="00157F8B" w:rsidRDefault="00D370B7" w:rsidP="00D51D04">
      <w:pPr>
        <w:ind w:left="2340" w:hanging="1688"/>
        <w:jc w:val="both"/>
        <w:rPr>
          <w:b/>
          <w:bCs/>
        </w:rPr>
      </w:pPr>
      <w:r>
        <w:t>«</w:t>
      </w:r>
      <w:r w:rsidRPr="00633FE2">
        <w:t>Статья</w:t>
      </w:r>
      <w:r>
        <w:t xml:space="preserve"> </w:t>
      </w:r>
      <w:r w:rsidRPr="00633FE2">
        <w:t>25</w:t>
      </w:r>
      <w:r w:rsidRPr="003D5A73">
        <w:rPr>
          <w:vertAlign w:val="superscript"/>
        </w:rPr>
        <w:t>2</w:t>
      </w:r>
      <w:r w:rsidRPr="00633FE2">
        <w:t>.</w:t>
      </w:r>
      <w:r>
        <w:t xml:space="preserve"> </w:t>
      </w:r>
      <w:r w:rsidRPr="00F26019">
        <w:rPr>
          <w:b/>
          <w:bCs/>
        </w:rPr>
        <w:t>Н</w:t>
      </w:r>
      <w:r>
        <w:rPr>
          <w:b/>
          <w:bCs/>
        </w:rPr>
        <w:t>еисполнение</w:t>
      </w:r>
      <w:r w:rsidRPr="00F26019">
        <w:rPr>
          <w:b/>
          <w:bCs/>
        </w:rPr>
        <w:t xml:space="preserve"> </w:t>
      </w:r>
      <w:r>
        <w:rPr>
          <w:b/>
          <w:bCs/>
        </w:rPr>
        <w:t>или нарушение решения коллегиального органа, координирующего и организующего деятельность по профилактике терроризма,</w:t>
      </w:r>
      <w:r w:rsidRPr="00157F8B">
        <w:t xml:space="preserve"> </w:t>
      </w:r>
      <w:r w:rsidRPr="00157F8B">
        <w:rPr>
          <w:b/>
          <w:bCs/>
        </w:rPr>
        <w:t>а такж</w:t>
      </w:r>
      <w:r>
        <w:rPr>
          <w:b/>
          <w:bCs/>
        </w:rPr>
        <w:t xml:space="preserve">е по минимизации             </w:t>
      </w:r>
      <w:r w:rsidRPr="00157F8B">
        <w:rPr>
          <w:b/>
          <w:bCs/>
        </w:rPr>
        <w:t xml:space="preserve">и ликвидации последствий его проявлений </w:t>
      </w:r>
    </w:p>
    <w:p w:rsidR="00D370B7" w:rsidRDefault="00D370B7" w:rsidP="0014527B">
      <w:pPr>
        <w:autoSpaceDE w:val="0"/>
        <w:autoSpaceDN w:val="0"/>
        <w:adjustRightInd w:val="0"/>
        <w:spacing w:line="360" w:lineRule="auto"/>
        <w:ind w:left="2080" w:hanging="1430"/>
        <w:jc w:val="both"/>
      </w:pPr>
    </w:p>
    <w:p w:rsidR="00D370B7" w:rsidRPr="00284BFF" w:rsidRDefault="00D370B7" w:rsidP="0014527B">
      <w:pPr>
        <w:autoSpaceDE w:val="0"/>
        <w:autoSpaceDN w:val="0"/>
        <w:adjustRightInd w:val="0"/>
        <w:spacing w:line="360" w:lineRule="auto"/>
        <w:ind w:firstLine="652"/>
        <w:jc w:val="both"/>
      </w:pPr>
      <w:r>
        <w:t>Неисполнение или нарушение решения сформированного в Ульяновской области коллегиального органа, координирующего и организующего деятельность территориальных органов федеральных органов исполнительной власти, исполнительных органов государственной власти Ульяновской области                     и органов местного самоуправления муниципальных образований Ульяновской области по профилактике терроризма, а также по минимизации и ликвидации последствий его проявлений, которое принято в пределах компетенции указанного коллегиального органа, –</w:t>
      </w:r>
    </w:p>
    <w:p w:rsidR="00D370B7" w:rsidRDefault="00D370B7" w:rsidP="00A144F8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284BFF">
        <w:rPr>
          <w:rFonts w:ascii="Times New Roman" w:hAnsi="Times New Roman" w:cs="Times New Roman"/>
          <w:sz w:val="28"/>
          <w:szCs w:val="28"/>
        </w:rPr>
        <w:t>влеч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4BFF">
        <w:rPr>
          <w:rFonts w:ascii="Times New Roman" w:hAnsi="Times New Roman" w:cs="Times New Roman"/>
          <w:sz w:val="28"/>
          <w:szCs w:val="28"/>
        </w:rPr>
        <w:t xml:space="preserve">т наложение административного штрафа на </w:t>
      </w:r>
      <w:r>
        <w:rPr>
          <w:rFonts w:ascii="Times New Roman" w:hAnsi="Times New Roman" w:cs="Times New Roman"/>
          <w:sz w:val="28"/>
          <w:szCs w:val="28"/>
        </w:rPr>
        <w:t xml:space="preserve">граждан в размере от двух тысяч до четырёх тысяч рублей; на </w:t>
      </w:r>
      <w:r w:rsidRPr="00284BFF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>
        <w:rPr>
          <w:rFonts w:ascii="Times New Roman" w:hAnsi="Times New Roman" w:cs="Times New Roman"/>
          <w:sz w:val="28"/>
          <w:szCs w:val="28"/>
        </w:rPr>
        <w:t xml:space="preserve">– от двадцати тысяч              до сорока тысяч рублей; на юридических лиц – от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ста тысяч до трёхсот тысяч рублей.»;</w:t>
      </w:r>
    </w:p>
    <w:p w:rsidR="00D370B7" w:rsidRPr="000C07B6" w:rsidRDefault="00D370B7" w:rsidP="00A144F8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7C1A43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C1A43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1A43">
        <w:rPr>
          <w:rFonts w:ascii="Times New Roman" w:hAnsi="Times New Roman" w:cs="Times New Roman"/>
          <w:sz w:val="28"/>
          <w:szCs w:val="28"/>
        </w:rPr>
        <w:t xml:space="preserve"> 27 </w:t>
      </w:r>
      <w:r>
        <w:rPr>
          <w:rFonts w:ascii="Times New Roman" w:hAnsi="Times New Roman" w:cs="Times New Roman"/>
          <w:sz w:val="28"/>
          <w:szCs w:val="28"/>
        </w:rPr>
        <w:t>слова «и 25» заменить цифрами «, 25», слово «настоящего» заменить словами «и 25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настоящего»;</w:t>
      </w:r>
    </w:p>
    <w:p w:rsidR="00D370B7" w:rsidRPr="004A2F6E" w:rsidRDefault="00D370B7" w:rsidP="00A144F8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4A2F6E">
        <w:rPr>
          <w:rFonts w:ascii="Times New Roman" w:hAnsi="Times New Roman" w:cs="Times New Roman"/>
          <w:sz w:val="28"/>
          <w:szCs w:val="28"/>
        </w:rPr>
        <w:t>3)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A2F6E">
        <w:rPr>
          <w:rFonts w:ascii="Times New Roman" w:hAnsi="Times New Roman" w:cs="Times New Roman"/>
          <w:sz w:val="28"/>
          <w:szCs w:val="28"/>
        </w:rPr>
        <w:t xml:space="preserve"> 2 статьи 36 дополнить пунктом 7 следующего содержания:</w:t>
      </w:r>
    </w:p>
    <w:p w:rsidR="00D370B7" w:rsidRPr="00115E3C" w:rsidRDefault="00D370B7" w:rsidP="00A144F8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15E3C">
        <w:rPr>
          <w:rFonts w:ascii="Times New Roman" w:hAnsi="Times New Roman" w:cs="Times New Roman"/>
          <w:sz w:val="28"/>
          <w:szCs w:val="28"/>
        </w:rPr>
        <w:t>«7) начальник управления по вопросам общественной безопасности администрации Губернатора Ульяновской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</w:t>
      </w:r>
      <w:r w:rsidRPr="00115E3C">
        <w:rPr>
          <w:rFonts w:ascii="Times New Roman" w:hAnsi="Times New Roman" w:cs="Times New Roman"/>
          <w:sz w:val="28"/>
          <w:szCs w:val="28"/>
        </w:rPr>
        <w:t xml:space="preserve"> начальник 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15E3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деятельности антитеррористической комиссии в Ульяновской области </w:t>
      </w:r>
      <w:r w:rsidRPr="00115E3C">
        <w:rPr>
          <w:rFonts w:ascii="Times New Roman" w:hAnsi="Times New Roman" w:cs="Times New Roman"/>
          <w:sz w:val="28"/>
          <w:szCs w:val="28"/>
        </w:rPr>
        <w:t xml:space="preserve">управления по вопросам общественной безопасности администрации Губернатора Ульяновской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15E3C">
        <w:rPr>
          <w:rFonts w:ascii="Times New Roman" w:hAnsi="Times New Roman" w:cs="Times New Roman"/>
          <w:sz w:val="28"/>
          <w:szCs w:val="28"/>
        </w:rPr>
        <w:t xml:space="preserve">главный советник и консультант указанного департамента,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15E3C">
        <w:rPr>
          <w:rFonts w:ascii="Times New Roman" w:hAnsi="Times New Roman" w:cs="Times New Roman"/>
          <w:sz w:val="28"/>
          <w:szCs w:val="28"/>
        </w:rPr>
        <w:t>об административных правонарушениях, предусмотренных стать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15E3C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15E3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15E3C">
        <w:rPr>
          <w:rFonts w:ascii="Times New Roman" w:hAnsi="Times New Roman" w:cs="Times New Roman"/>
          <w:sz w:val="28"/>
          <w:szCs w:val="28"/>
        </w:rPr>
        <w:t xml:space="preserve"> настоящего Кодекса.»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70B7" w:rsidRDefault="00D370B7" w:rsidP="001B57BD">
      <w:pPr>
        <w:shd w:val="clear" w:color="auto" w:fill="FFFFFF"/>
        <w:ind w:firstLine="709"/>
        <w:jc w:val="both"/>
        <w:rPr>
          <w:color w:val="000000"/>
        </w:rPr>
      </w:pPr>
    </w:p>
    <w:p w:rsidR="00D370B7" w:rsidRDefault="00D370B7" w:rsidP="001B57BD">
      <w:pPr>
        <w:shd w:val="clear" w:color="auto" w:fill="FFFFFF"/>
        <w:ind w:firstLine="709"/>
        <w:jc w:val="both"/>
        <w:rPr>
          <w:color w:val="000000"/>
        </w:rPr>
      </w:pPr>
    </w:p>
    <w:p w:rsidR="00D370B7" w:rsidRPr="00A74E45" w:rsidRDefault="00D370B7" w:rsidP="001B57BD">
      <w:pPr>
        <w:shd w:val="clear" w:color="auto" w:fill="FFFFFF"/>
        <w:ind w:firstLine="709"/>
        <w:jc w:val="both"/>
        <w:rPr>
          <w:color w:val="000000"/>
        </w:rPr>
      </w:pPr>
    </w:p>
    <w:p w:rsidR="00D370B7" w:rsidRPr="007F4EE0" w:rsidRDefault="00D370B7" w:rsidP="00651BF5">
      <w:pPr>
        <w:jc w:val="both"/>
      </w:pPr>
      <w:r w:rsidRPr="007F4EE0">
        <w:rPr>
          <w:b/>
          <w:bCs/>
        </w:rPr>
        <w:t>Губернатор Ульяновской области</w:t>
      </w:r>
      <w:r w:rsidRPr="007F4EE0">
        <w:rPr>
          <w:b/>
          <w:bCs/>
        </w:rPr>
        <w:tab/>
      </w:r>
      <w:r>
        <w:tab/>
      </w:r>
      <w:r>
        <w:tab/>
      </w:r>
      <w:r>
        <w:tab/>
      </w:r>
      <w:r>
        <w:tab/>
        <w:t xml:space="preserve"> </w:t>
      </w:r>
      <w:r w:rsidRPr="007F4EE0">
        <w:rPr>
          <w:b/>
          <w:bCs/>
        </w:rPr>
        <w:t>С.И.Морозов</w:t>
      </w:r>
    </w:p>
    <w:p w:rsidR="00D370B7" w:rsidRPr="007F4EE0" w:rsidRDefault="00D370B7" w:rsidP="00651BF5">
      <w:pPr>
        <w:jc w:val="both"/>
      </w:pPr>
    </w:p>
    <w:p w:rsidR="00D370B7" w:rsidRDefault="00D370B7" w:rsidP="00651BF5">
      <w:pPr>
        <w:jc w:val="both"/>
      </w:pPr>
    </w:p>
    <w:p w:rsidR="00D370B7" w:rsidRPr="007F4EE0" w:rsidRDefault="00D370B7" w:rsidP="00651BF5">
      <w:pPr>
        <w:jc w:val="both"/>
      </w:pPr>
    </w:p>
    <w:p w:rsidR="00D370B7" w:rsidRPr="007F4EE0" w:rsidRDefault="00D370B7" w:rsidP="00651BF5">
      <w:pPr>
        <w:jc w:val="center"/>
      </w:pPr>
      <w:r w:rsidRPr="007F4EE0">
        <w:t>г. Ульяновск</w:t>
      </w:r>
    </w:p>
    <w:p w:rsidR="00D370B7" w:rsidRPr="007F4EE0" w:rsidRDefault="00D370B7" w:rsidP="00651BF5">
      <w:pPr>
        <w:jc w:val="center"/>
      </w:pPr>
      <w:r>
        <w:t>28 мая</w:t>
      </w:r>
      <w:r w:rsidRPr="007F4EE0">
        <w:t xml:space="preserve"> 201</w:t>
      </w:r>
      <w:r>
        <w:t>8</w:t>
      </w:r>
      <w:r w:rsidRPr="007F4EE0">
        <w:t xml:space="preserve"> г.</w:t>
      </w:r>
    </w:p>
    <w:p w:rsidR="00D370B7" w:rsidRPr="007F4EE0" w:rsidRDefault="00D370B7" w:rsidP="00B76A16">
      <w:pPr>
        <w:jc w:val="center"/>
      </w:pPr>
      <w:r w:rsidRPr="007F4EE0">
        <w:t>№ </w:t>
      </w:r>
      <w:r>
        <w:t>45</w:t>
      </w:r>
      <w:r w:rsidRPr="007F4EE0">
        <w:t>-ЗО</w:t>
      </w:r>
    </w:p>
    <w:sectPr w:rsidR="00D370B7" w:rsidRPr="007F4EE0" w:rsidSect="002A254B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0B7" w:rsidRDefault="00D370B7">
      <w:r>
        <w:separator/>
      </w:r>
    </w:p>
  </w:endnote>
  <w:endnote w:type="continuationSeparator" w:id="0">
    <w:p w:rsidR="00D370B7" w:rsidRDefault="00D37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0B7" w:rsidRDefault="00D370B7">
      <w:r>
        <w:separator/>
      </w:r>
    </w:p>
  </w:footnote>
  <w:footnote w:type="continuationSeparator" w:id="0">
    <w:p w:rsidR="00D370B7" w:rsidRDefault="00D37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0B7" w:rsidRDefault="00D370B7" w:rsidP="009D577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370B7" w:rsidRDefault="00D370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BF5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3A1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AB7"/>
    <w:rsid w:val="00040CA9"/>
    <w:rsid w:val="00040FC6"/>
    <w:rsid w:val="000415E4"/>
    <w:rsid w:val="000419F6"/>
    <w:rsid w:val="000426AB"/>
    <w:rsid w:val="00042FB3"/>
    <w:rsid w:val="000440A4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4FF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0AE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7B6"/>
    <w:rsid w:val="000C08BA"/>
    <w:rsid w:val="000C0D1B"/>
    <w:rsid w:val="000C12BA"/>
    <w:rsid w:val="000C22F0"/>
    <w:rsid w:val="000C3840"/>
    <w:rsid w:val="000C3FCB"/>
    <w:rsid w:val="000C4403"/>
    <w:rsid w:val="000C4638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45A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EF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5E3C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3C00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27B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57F8B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0A88"/>
    <w:rsid w:val="0018154B"/>
    <w:rsid w:val="00181B04"/>
    <w:rsid w:val="0018264A"/>
    <w:rsid w:val="00182AD1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AF5"/>
    <w:rsid w:val="00185C0A"/>
    <w:rsid w:val="00186121"/>
    <w:rsid w:val="00186E12"/>
    <w:rsid w:val="001878A4"/>
    <w:rsid w:val="00187CC1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7BD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C7715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278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4D8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7E3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1F78"/>
    <w:rsid w:val="00272741"/>
    <w:rsid w:val="0027295B"/>
    <w:rsid w:val="00272A7D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4BFF"/>
    <w:rsid w:val="00285419"/>
    <w:rsid w:val="00285DD7"/>
    <w:rsid w:val="00285E55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4B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49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37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D4B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09B1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387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34B"/>
    <w:rsid w:val="003427F7"/>
    <w:rsid w:val="00342A7A"/>
    <w:rsid w:val="00342F96"/>
    <w:rsid w:val="00343033"/>
    <w:rsid w:val="003435A0"/>
    <w:rsid w:val="00343BED"/>
    <w:rsid w:val="00343C75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158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390"/>
    <w:rsid w:val="003835C9"/>
    <w:rsid w:val="003846AE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BF0"/>
    <w:rsid w:val="003A4ED4"/>
    <w:rsid w:val="003A5627"/>
    <w:rsid w:val="003A5992"/>
    <w:rsid w:val="003A5A2B"/>
    <w:rsid w:val="003A5F46"/>
    <w:rsid w:val="003A70D8"/>
    <w:rsid w:val="003A77A2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705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A73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FA"/>
    <w:rsid w:val="003F00E5"/>
    <w:rsid w:val="003F041C"/>
    <w:rsid w:val="003F05DA"/>
    <w:rsid w:val="003F0785"/>
    <w:rsid w:val="003F0F42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07F85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1A3"/>
    <w:rsid w:val="0041381B"/>
    <w:rsid w:val="00413943"/>
    <w:rsid w:val="00413B57"/>
    <w:rsid w:val="00413B82"/>
    <w:rsid w:val="00413FF8"/>
    <w:rsid w:val="004141B6"/>
    <w:rsid w:val="004149F4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05A"/>
    <w:rsid w:val="00420970"/>
    <w:rsid w:val="00421CF2"/>
    <w:rsid w:val="0042234A"/>
    <w:rsid w:val="0042239B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8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266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A1F"/>
    <w:rsid w:val="004A2CB3"/>
    <w:rsid w:val="004A2F6E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1ED1"/>
    <w:rsid w:val="004D28F6"/>
    <w:rsid w:val="004D2967"/>
    <w:rsid w:val="004D2A60"/>
    <w:rsid w:val="004D3B21"/>
    <w:rsid w:val="004D4D79"/>
    <w:rsid w:val="004D4F87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B1"/>
    <w:rsid w:val="004D79F1"/>
    <w:rsid w:val="004E0C8B"/>
    <w:rsid w:val="004E10C5"/>
    <w:rsid w:val="004E1702"/>
    <w:rsid w:val="004E1FC9"/>
    <w:rsid w:val="004E21C5"/>
    <w:rsid w:val="004E2559"/>
    <w:rsid w:val="004E25CC"/>
    <w:rsid w:val="004E296D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2C2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4DF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3D5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67917"/>
    <w:rsid w:val="00570562"/>
    <w:rsid w:val="005705A5"/>
    <w:rsid w:val="00570923"/>
    <w:rsid w:val="00570AD4"/>
    <w:rsid w:val="00570D71"/>
    <w:rsid w:val="00570E2B"/>
    <w:rsid w:val="00571289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79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3D7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38E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987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466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3FE2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721"/>
    <w:rsid w:val="006479B3"/>
    <w:rsid w:val="00647C2D"/>
    <w:rsid w:val="006518C0"/>
    <w:rsid w:val="00651BF5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BB8"/>
    <w:rsid w:val="00655E5F"/>
    <w:rsid w:val="00656C53"/>
    <w:rsid w:val="00656CDA"/>
    <w:rsid w:val="00656DE7"/>
    <w:rsid w:val="0066089B"/>
    <w:rsid w:val="00660C76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4D8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65C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609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AB2"/>
    <w:rsid w:val="006E62D5"/>
    <w:rsid w:val="006E6A80"/>
    <w:rsid w:val="006E6B51"/>
    <w:rsid w:val="006E7370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26D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1ED6"/>
    <w:rsid w:val="007122CA"/>
    <w:rsid w:val="007123EE"/>
    <w:rsid w:val="00712500"/>
    <w:rsid w:val="007125CE"/>
    <w:rsid w:val="00712644"/>
    <w:rsid w:val="00713B8E"/>
    <w:rsid w:val="00713CE4"/>
    <w:rsid w:val="00713FDD"/>
    <w:rsid w:val="00713FF7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1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889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257B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1CE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C11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81D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43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9A1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EE0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4E5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37D30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1B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20D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9C7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1FBE"/>
    <w:rsid w:val="008C2ADD"/>
    <w:rsid w:val="008C2EB4"/>
    <w:rsid w:val="008C32D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152"/>
    <w:rsid w:val="008C7C6D"/>
    <w:rsid w:val="008D16CF"/>
    <w:rsid w:val="008D21E4"/>
    <w:rsid w:val="008D21EA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510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04C"/>
    <w:rsid w:val="00907364"/>
    <w:rsid w:val="0091052D"/>
    <w:rsid w:val="0091058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12B"/>
    <w:rsid w:val="00920421"/>
    <w:rsid w:val="0092095F"/>
    <w:rsid w:val="009224B4"/>
    <w:rsid w:val="00922FC0"/>
    <w:rsid w:val="009231E3"/>
    <w:rsid w:val="00924C4A"/>
    <w:rsid w:val="00925091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1D2F"/>
    <w:rsid w:val="009A2283"/>
    <w:rsid w:val="009A24A8"/>
    <w:rsid w:val="009A2DA0"/>
    <w:rsid w:val="009A33C1"/>
    <w:rsid w:val="009A35F6"/>
    <w:rsid w:val="009A3D5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6B0"/>
    <w:rsid w:val="009C1A6F"/>
    <w:rsid w:val="009C207D"/>
    <w:rsid w:val="009C25EE"/>
    <w:rsid w:val="009C3791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775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25F"/>
    <w:rsid w:val="00A1141A"/>
    <w:rsid w:val="00A114D4"/>
    <w:rsid w:val="00A11762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F8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015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85D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25C"/>
    <w:rsid w:val="00A475F0"/>
    <w:rsid w:val="00A47861"/>
    <w:rsid w:val="00A500FD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4E45"/>
    <w:rsid w:val="00A75289"/>
    <w:rsid w:val="00A75F98"/>
    <w:rsid w:val="00A7638B"/>
    <w:rsid w:val="00A765FD"/>
    <w:rsid w:val="00A7695E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6E59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193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A12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3997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1FB"/>
    <w:rsid w:val="00B11CC1"/>
    <w:rsid w:val="00B11D79"/>
    <w:rsid w:val="00B12F1B"/>
    <w:rsid w:val="00B1368F"/>
    <w:rsid w:val="00B13B9F"/>
    <w:rsid w:val="00B13E7F"/>
    <w:rsid w:val="00B143A8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E8E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60D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637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2A2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7AA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A1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312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C4F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C34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0AF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3DB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53E1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5BFA"/>
    <w:rsid w:val="00D362CA"/>
    <w:rsid w:val="00D368D7"/>
    <w:rsid w:val="00D3703E"/>
    <w:rsid w:val="00D370B7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C3E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D04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721"/>
    <w:rsid w:val="00D7393E"/>
    <w:rsid w:val="00D73F61"/>
    <w:rsid w:val="00D74118"/>
    <w:rsid w:val="00D7468E"/>
    <w:rsid w:val="00D748A7"/>
    <w:rsid w:val="00D74D93"/>
    <w:rsid w:val="00D74F56"/>
    <w:rsid w:val="00D751A2"/>
    <w:rsid w:val="00D752DE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636"/>
    <w:rsid w:val="00D918A6"/>
    <w:rsid w:val="00D9258E"/>
    <w:rsid w:val="00D939AA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6FE9"/>
    <w:rsid w:val="00DB715D"/>
    <w:rsid w:val="00DB756E"/>
    <w:rsid w:val="00DB7A4E"/>
    <w:rsid w:val="00DB7BEB"/>
    <w:rsid w:val="00DC08DB"/>
    <w:rsid w:val="00DC0DE0"/>
    <w:rsid w:val="00DC15AC"/>
    <w:rsid w:val="00DC1E68"/>
    <w:rsid w:val="00DC23CB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3A8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3FDE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250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6563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75A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3FF6"/>
    <w:rsid w:val="00F14BF2"/>
    <w:rsid w:val="00F14F34"/>
    <w:rsid w:val="00F15417"/>
    <w:rsid w:val="00F1551D"/>
    <w:rsid w:val="00F155B2"/>
    <w:rsid w:val="00F15DF4"/>
    <w:rsid w:val="00F15E81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019"/>
    <w:rsid w:val="00F26267"/>
    <w:rsid w:val="00F264AA"/>
    <w:rsid w:val="00F26527"/>
    <w:rsid w:val="00F26B2A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6F1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388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77CCE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878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6D0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DAA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F5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51BF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43C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3C00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D43C3E"/>
  </w:style>
  <w:style w:type="paragraph" w:customStyle="1" w:styleId="Style5">
    <w:name w:val="Style5"/>
    <w:basedOn w:val="Normal"/>
    <w:uiPriority w:val="99"/>
    <w:rsid w:val="00B572A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Normal"/>
    <w:uiPriority w:val="99"/>
    <w:rsid w:val="00B572A2"/>
    <w:pPr>
      <w:widowControl w:val="0"/>
      <w:autoSpaceDE w:val="0"/>
      <w:autoSpaceDN w:val="0"/>
      <w:adjustRightInd w:val="0"/>
      <w:spacing w:line="480" w:lineRule="exact"/>
      <w:ind w:firstLine="66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B572A2"/>
    <w:rPr>
      <w:rFonts w:ascii="Arial Black" w:hAnsi="Arial Black" w:cs="Arial Black"/>
      <w:sz w:val="36"/>
      <w:szCs w:val="36"/>
    </w:rPr>
  </w:style>
  <w:style w:type="character" w:customStyle="1" w:styleId="FontStyle14">
    <w:name w:val="Font Style14"/>
    <w:uiPriority w:val="99"/>
    <w:rsid w:val="00B572A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B572A2"/>
    <w:rPr>
      <w:rFonts w:ascii="Times New Roman" w:hAnsi="Times New Roman" w:cs="Times New Roman"/>
      <w:sz w:val="26"/>
      <w:szCs w:val="26"/>
    </w:rPr>
  </w:style>
  <w:style w:type="table" w:styleId="TableGrid">
    <w:name w:val="Table Grid"/>
    <w:basedOn w:val="TableNormal"/>
    <w:uiPriority w:val="99"/>
    <w:rsid w:val="00AC2A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3C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81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411</Words>
  <Characters>2348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прокурором</dc:title>
  <dc:subject/>
  <dc:creator>user</dc:creator>
  <cp:keywords/>
  <dc:description/>
  <cp:lastModifiedBy>Пользователь</cp:lastModifiedBy>
  <cp:revision>13</cp:revision>
  <cp:lastPrinted>2018-05-22T10:20:00Z</cp:lastPrinted>
  <dcterms:created xsi:type="dcterms:W3CDTF">2018-04-17T07:39:00Z</dcterms:created>
  <dcterms:modified xsi:type="dcterms:W3CDTF">2018-06-05T05:25:00Z</dcterms:modified>
</cp:coreProperties>
</file>