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3D" w:rsidRPr="00366416" w:rsidRDefault="0098523D" w:rsidP="0036641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ЗАКОН УЛЬЯНОВСКОЙ ОБЛАСТИ</w:t>
      </w:r>
    </w:p>
    <w:p w:rsidR="0098523D" w:rsidRPr="00366416" w:rsidRDefault="0098523D" w:rsidP="0036641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523D" w:rsidRDefault="0098523D" w:rsidP="0036641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523D" w:rsidRPr="00366416" w:rsidRDefault="0098523D" w:rsidP="0036641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523D" w:rsidRPr="00366416" w:rsidRDefault="0098523D" w:rsidP="0036641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523D" w:rsidRPr="00723C82" w:rsidRDefault="0098523D" w:rsidP="00723C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Pr="00723C82">
        <w:rPr>
          <w:rFonts w:ascii="Times New Roman" w:hAnsi="Times New Roman" w:cs="Times New Roman"/>
          <w:sz w:val="28"/>
          <w:szCs w:val="28"/>
        </w:rPr>
        <w:t xml:space="preserve"> в статью 3 Закона Ульяновской области </w:t>
      </w:r>
    </w:p>
    <w:p w:rsidR="0098523D" w:rsidRPr="00723C82" w:rsidRDefault="0098523D" w:rsidP="00723C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 О</w:t>
      </w:r>
      <w:r w:rsidRPr="00723C82">
        <w:rPr>
          <w:rFonts w:ascii="Times New Roman" w:hAnsi="Times New Roman" w:cs="Times New Roman"/>
          <w:b/>
          <w:bCs/>
          <w:sz w:val="28"/>
          <w:szCs w:val="28"/>
        </w:rPr>
        <w:t>бщественной палате Ульяновской области»</w:t>
      </w:r>
    </w:p>
    <w:p w:rsidR="0098523D" w:rsidRPr="00366416" w:rsidRDefault="0098523D" w:rsidP="00366416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8523D" w:rsidRPr="00366416" w:rsidRDefault="0098523D" w:rsidP="00366416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8523D" w:rsidRDefault="0098523D" w:rsidP="00521430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18 апреля 2018 года</w:t>
      </w:r>
    </w:p>
    <w:p w:rsidR="0098523D" w:rsidRPr="00366416" w:rsidRDefault="0098523D" w:rsidP="00366416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8523D" w:rsidRPr="00366416" w:rsidRDefault="0098523D" w:rsidP="00366416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8523D" w:rsidRPr="00366416" w:rsidRDefault="0098523D" w:rsidP="00366416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8523D" w:rsidRDefault="0098523D" w:rsidP="0036641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4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пункт 14 статьи 3 </w:t>
      </w:r>
      <w:r w:rsidRPr="00EA23B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A23B4">
        <w:rPr>
          <w:rFonts w:ascii="Times New Roman" w:hAnsi="Times New Roman" w:cs="Times New Roman"/>
          <w:sz w:val="28"/>
          <w:szCs w:val="28"/>
        </w:rPr>
        <w:t xml:space="preserve"> Ульяновской области от 23 декабря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EA23B4">
        <w:rPr>
          <w:rFonts w:ascii="Times New Roman" w:hAnsi="Times New Roman" w:cs="Times New Roman"/>
          <w:sz w:val="28"/>
          <w:szCs w:val="28"/>
        </w:rPr>
        <w:t>2016 года № 202-ЗО «Об Общественной палате Ульяновской области» («Ульяновская правда» от 30.12.2016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B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B4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EA23B4">
        <w:rPr>
          <w:rFonts w:ascii="Times New Roman" w:hAnsi="Times New Roman" w:cs="Times New Roman"/>
          <w:sz w:val="28"/>
          <w:szCs w:val="28"/>
        </w:rPr>
        <w:t>от 31.03.2017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B4">
        <w:rPr>
          <w:rFonts w:ascii="Times New Roman" w:hAnsi="Times New Roman" w:cs="Times New Roman"/>
          <w:sz w:val="28"/>
          <w:szCs w:val="28"/>
        </w:rPr>
        <w:t xml:space="preserve">№ 23) </w:t>
      </w:r>
      <w:r>
        <w:rPr>
          <w:rFonts w:ascii="Times New Roman" w:hAnsi="Times New Roman" w:cs="Times New Roman"/>
          <w:sz w:val="28"/>
          <w:szCs w:val="28"/>
        </w:rPr>
        <w:t>изменение, изложив его в следующей редакции:</w:t>
      </w:r>
    </w:p>
    <w:p w:rsidR="0098523D" w:rsidRDefault="0098523D" w:rsidP="00366416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заслушивать на заседании совета Общественной палаты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до заслушивания ежегодного отчёта, указанного в </w:t>
      </w:r>
      <w:hyperlink r:id="rId6" w:history="1">
        <w:r w:rsidRPr="006D26D1">
          <w:rPr>
            <w:rFonts w:ascii="Times New Roman" w:hAnsi="Times New Roman" w:cs="Times New Roman"/>
            <w:sz w:val="28"/>
            <w:szCs w:val="28"/>
            <w:lang w:eastAsia="ru-RU"/>
          </w:rPr>
          <w:t>пункте 13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статьи, ежегодные отчёты членов Правительства Ульяновской области о результатах деятельности возглавляемых ими исполнительных органов государственной власти Ульяновской области в пределах полномочий, осуществляемых органами государственной власти субъектов Российской Федерации самостоятельно,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ежегодные отчёты заместителей Губернатора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  <w:t>о результатах их деятельности. Перечень членов Правительства Ульяновской области и заместителей Губернатора Ульяновской области, представляющих</w:t>
      </w:r>
      <w:r>
        <w:rPr>
          <w:rFonts w:ascii="Times New Roman" w:hAnsi="Times New Roman" w:cs="Times New Roman"/>
          <w:sz w:val="28"/>
          <w:szCs w:val="28"/>
        </w:rPr>
        <w:br/>
        <w:t>в Общественную палату ежегодные отчёты для их заслушивания на заседании совета Общественной палаты, утверждается Губернатором Ульяновской области;».</w:t>
      </w:r>
    </w:p>
    <w:p w:rsidR="0098523D" w:rsidRPr="00166487" w:rsidRDefault="0098523D" w:rsidP="00BB65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8523D" w:rsidRDefault="0098523D" w:rsidP="00BB65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523D" w:rsidRDefault="0098523D" w:rsidP="00BB65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523D" w:rsidRDefault="0098523D" w:rsidP="001466C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33DC"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933DC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98523D" w:rsidRDefault="0098523D" w:rsidP="009E1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523D" w:rsidRPr="00366416" w:rsidRDefault="0098523D" w:rsidP="009E1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523D" w:rsidRPr="006C7E39" w:rsidRDefault="0098523D" w:rsidP="009E1C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E39">
        <w:rPr>
          <w:rFonts w:ascii="Times New Roman" w:hAnsi="Times New Roman" w:cs="Times New Roman"/>
          <w:sz w:val="28"/>
          <w:szCs w:val="28"/>
        </w:rPr>
        <w:t>г. Ульяновск</w:t>
      </w:r>
    </w:p>
    <w:p w:rsidR="0098523D" w:rsidRPr="006C7E39" w:rsidRDefault="0098523D" w:rsidP="009E1C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апреля</w:t>
      </w:r>
      <w:r w:rsidRPr="006C7E3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C7E3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8523D" w:rsidRPr="006C7E39" w:rsidRDefault="0098523D" w:rsidP="009E1C10">
      <w:pPr>
        <w:spacing w:after="0" w:line="360" w:lineRule="auto"/>
        <w:jc w:val="center"/>
        <w:rPr>
          <w:sz w:val="28"/>
          <w:szCs w:val="28"/>
        </w:rPr>
      </w:pPr>
      <w:r w:rsidRPr="006C7E3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6C7E39">
        <w:rPr>
          <w:rFonts w:ascii="Times New Roman" w:hAnsi="Times New Roman" w:cs="Times New Roman"/>
          <w:sz w:val="28"/>
          <w:szCs w:val="28"/>
        </w:rPr>
        <w:t>-ЗО</w:t>
      </w:r>
    </w:p>
    <w:sectPr w:rsidR="0098523D" w:rsidRPr="006C7E39" w:rsidSect="0096358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23D" w:rsidRDefault="0098523D">
      <w:r>
        <w:separator/>
      </w:r>
    </w:p>
  </w:endnote>
  <w:endnote w:type="continuationSeparator" w:id="0">
    <w:p w:rsidR="0098523D" w:rsidRDefault="0098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23D" w:rsidRDefault="009852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23D" w:rsidRPr="000B26F0" w:rsidRDefault="0098523D" w:rsidP="000B26F0">
    <w:pPr>
      <w:pStyle w:val="Footer"/>
      <w:spacing w:after="0" w:line="240" w:lineRule="auto"/>
      <w:jc w:val="right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23D" w:rsidRDefault="0098523D">
      <w:r>
        <w:separator/>
      </w:r>
    </w:p>
  </w:footnote>
  <w:footnote w:type="continuationSeparator" w:id="0">
    <w:p w:rsidR="0098523D" w:rsidRDefault="0098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23D" w:rsidRPr="00CA40F1" w:rsidRDefault="0098523D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CA40F1">
      <w:rPr>
        <w:rFonts w:ascii="Times New Roman" w:hAnsi="Times New Roman" w:cs="Times New Roman"/>
        <w:sz w:val="28"/>
        <w:szCs w:val="28"/>
      </w:rPr>
      <w:fldChar w:fldCharType="begin"/>
    </w:r>
    <w:r w:rsidRPr="00CA40F1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CA40F1">
      <w:rPr>
        <w:rFonts w:ascii="Times New Roman" w:hAnsi="Times New Roman" w:cs="Times New Roman"/>
        <w:sz w:val="28"/>
        <w:szCs w:val="28"/>
      </w:rPr>
      <w:fldChar w:fldCharType="end"/>
    </w:r>
  </w:p>
  <w:p w:rsidR="0098523D" w:rsidRDefault="009852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23D" w:rsidRDefault="009852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60399"/>
    <w:rsid w:val="000607D4"/>
    <w:rsid w:val="0006170C"/>
    <w:rsid w:val="00064309"/>
    <w:rsid w:val="00064565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4DB1"/>
    <w:rsid w:val="00097F22"/>
    <w:rsid w:val="000A06EB"/>
    <w:rsid w:val="000A072E"/>
    <w:rsid w:val="000A2EE7"/>
    <w:rsid w:val="000A3127"/>
    <w:rsid w:val="000A4108"/>
    <w:rsid w:val="000A621A"/>
    <w:rsid w:val="000A6244"/>
    <w:rsid w:val="000B26F0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530"/>
    <w:rsid w:val="000E35B2"/>
    <w:rsid w:val="000E63FB"/>
    <w:rsid w:val="000E667F"/>
    <w:rsid w:val="000E6796"/>
    <w:rsid w:val="000E6868"/>
    <w:rsid w:val="00100206"/>
    <w:rsid w:val="00101ABD"/>
    <w:rsid w:val="0010434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3D81"/>
    <w:rsid w:val="00164AAB"/>
    <w:rsid w:val="00164D80"/>
    <w:rsid w:val="00166487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FB8"/>
    <w:rsid w:val="00194AFC"/>
    <w:rsid w:val="001B35FB"/>
    <w:rsid w:val="001B55EA"/>
    <w:rsid w:val="001B78AA"/>
    <w:rsid w:val="001C22D7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4FE"/>
    <w:rsid w:val="001F7657"/>
    <w:rsid w:val="001F7DB1"/>
    <w:rsid w:val="00205273"/>
    <w:rsid w:val="002076FD"/>
    <w:rsid w:val="00213ECD"/>
    <w:rsid w:val="00216A29"/>
    <w:rsid w:val="00221C3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87D6A"/>
    <w:rsid w:val="002933DC"/>
    <w:rsid w:val="0029428C"/>
    <w:rsid w:val="002946FB"/>
    <w:rsid w:val="00297807"/>
    <w:rsid w:val="002A5F3A"/>
    <w:rsid w:val="002A6525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3AFD"/>
    <w:rsid w:val="00306082"/>
    <w:rsid w:val="003074B6"/>
    <w:rsid w:val="00307638"/>
    <w:rsid w:val="003204AA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66416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53F8"/>
    <w:rsid w:val="003B672A"/>
    <w:rsid w:val="003B6CB9"/>
    <w:rsid w:val="003C0678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3F4141"/>
    <w:rsid w:val="00402210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CB0"/>
    <w:rsid w:val="004530E4"/>
    <w:rsid w:val="00455AE3"/>
    <w:rsid w:val="00464ADF"/>
    <w:rsid w:val="0046675D"/>
    <w:rsid w:val="00466D5E"/>
    <w:rsid w:val="00467601"/>
    <w:rsid w:val="00473171"/>
    <w:rsid w:val="00485EBC"/>
    <w:rsid w:val="0048711B"/>
    <w:rsid w:val="00490FBC"/>
    <w:rsid w:val="00491534"/>
    <w:rsid w:val="00494DED"/>
    <w:rsid w:val="00495D61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1430"/>
    <w:rsid w:val="005236C8"/>
    <w:rsid w:val="0053398C"/>
    <w:rsid w:val="005344BB"/>
    <w:rsid w:val="00535250"/>
    <w:rsid w:val="005419E4"/>
    <w:rsid w:val="00543E98"/>
    <w:rsid w:val="0055182A"/>
    <w:rsid w:val="00552273"/>
    <w:rsid w:val="00564661"/>
    <w:rsid w:val="00564EDF"/>
    <w:rsid w:val="00565044"/>
    <w:rsid w:val="00565F29"/>
    <w:rsid w:val="00566E65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A3322"/>
    <w:rsid w:val="005A47C4"/>
    <w:rsid w:val="005A5F88"/>
    <w:rsid w:val="005B3417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1433E"/>
    <w:rsid w:val="00621A5A"/>
    <w:rsid w:val="00622FEE"/>
    <w:rsid w:val="006235E0"/>
    <w:rsid w:val="00630FC2"/>
    <w:rsid w:val="0063308A"/>
    <w:rsid w:val="00641887"/>
    <w:rsid w:val="006444A4"/>
    <w:rsid w:val="0064473A"/>
    <w:rsid w:val="00646347"/>
    <w:rsid w:val="006505A2"/>
    <w:rsid w:val="00652C25"/>
    <w:rsid w:val="006538FE"/>
    <w:rsid w:val="00654790"/>
    <w:rsid w:val="00657A50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8732D"/>
    <w:rsid w:val="006904E0"/>
    <w:rsid w:val="00692452"/>
    <w:rsid w:val="00695666"/>
    <w:rsid w:val="006965ED"/>
    <w:rsid w:val="006A3DAF"/>
    <w:rsid w:val="006A3F70"/>
    <w:rsid w:val="006A55A3"/>
    <w:rsid w:val="006A7A9F"/>
    <w:rsid w:val="006B56DD"/>
    <w:rsid w:val="006B7775"/>
    <w:rsid w:val="006B7894"/>
    <w:rsid w:val="006C0D77"/>
    <w:rsid w:val="006C1C5F"/>
    <w:rsid w:val="006C34EA"/>
    <w:rsid w:val="006C4B62"/>
    <w:rsid w:val="006C7E39"/>
    <w:rsid w:val="006D26D1"/>
    <w:rsid w:val="006D5586"/>
    <w:rsid w:val="006E2F67"/>
    <w:rsid w:val="006E3F92"/>
    <w:rsid w:val="006E48B8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3C82"/>
    <w:rsid w:val="00724CBE"/>
    <w:rsid w:val="007268EF"/>
    <w:rsid w:val="007362D1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3B5D"/>
    <w:rsid w:val="007D7BD5"/>
    <w:rsid w:val="007E092E"/>
    <w:rsid w:val="007E120A"/>
    <w:rsid w:val="007E384B"/>
    <w:rsid w:val="007E7223"/>
    <w:rsid w:val="007F132F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3019E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616F"/>
    <w:rsid w:val="00857E68"/>
    <w:rsid w:val="00862F1F"/>
    <w:rsid w:val="0086566B"/>
    <w:rsid w:val="0086789F"/>
    <w:rsid w:val="008728C1"/>
    <w:rsid w:val="00877259"/>
    <w:rsid w:val="00877609"/>
    <w:rsid w:val="00891233"/>
    <w:rsid w:val="00891925"/>
    <w:rsid w:val="0089257F"/>
    <w:rsid w:val="00893350"/>
    <w:rsid w:val="008944E2"/>
    <w:rsid w:val="008A2C1F"/>
    <w:rsid w:val="008B2890"/>
    <w:rsid w:val="008B2D3A"/>
    <w:rsid w:val="008B5A37"/>
    <w:rsid w:val="008C1D41"/>
    <w:rsid w:val="008C3E43"/>
    <w:rsid w:val="008C4DB8"/>
    <w:rsid w:val="008C796B"/>
    <w:rsid w:val="008D2421"/>
    <w:rsid w:val="008D460B"/>
    <w:rsid w:val="008D5443"/>
    <w:rsid w:val="008E28BE"/>
    <w:rsid w:val="008E2A76"/>
    <w:rsid w:val="008E38BB"/>
    <w:rsid w:val="008E6CF2"/>
    <w:rsid w:val="008E7445"/>
    <w:rsid w:val="008F738B"/>
    <w:rsid w:val="009013CF"/>
    <w:rsid w:val="009140BC"/>
    <w:rsid w:val="00915DC6"/>
    <w:rsid w:val="00917AF2"/>
    <w:rsid w:val="00920450"/>
    <w:rsid w:val="00921639"/>
    <w:rsid w:val="0092252A"/>
    <w:rsid w:val="0092381B"/>
    <w:rsid w:val="009319FD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358A"/>
    <w:rsid w:val="009647B6"/>
    <w:rsid w:val="00965750"/>
    <w:rsid w:val="009725D0"/>
    <w:rsid w:val="00972C94"/>
    <w:rsid w:val="0097405D"/>
    <w:rsid w:val="00977196"/>
    <w:rsid w:val="00981AD0"/>
    <w:rsid w:val="009827F7"/>
    <w:rsid w:val="0098523D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59F"/>
    <w:rsid w:val="009C066C"/>
    <w:rsid w:val="009C0B8A"/>
    <w:rsid w:val="009C58AC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A01073"/>
    <w:rsid w:val="00A02605"/>
    <w:rsid w:val="00A02C7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369B7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4EBF"/>
    <w:rsid w:val="00AC5030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AF5C82"/>
    <w:rsid w:val="00B00A51"/>
    <w:rsid w:val="00B00A82"/>
    <w:rsid w:val="00B00C8E"/>
    <w:rsid w:val="00B02C33"/>
    <w:rsid w:val="00B05889"/>
    <w:rsid w:val="00B05E78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5960"/>
    <w:rsid w:val="00B57775"/>
    <w:rsid w:val="00B602ED"/>
    <w:rsid w:val="00B61FD6"/>
    <w:rsid w:val="00B656C0"/>
    <w:rsid w:val="00B66228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72B"/>
    <w:rsid w:val="00BB5A7F"/>
    <w:rsid w:val="00BB5B70"/>
    <w:rsid w:val="00BB659C"/>
    <w:rsid w:val="00BC03B6"/>
    <w:rsid w:val="00BC2C3D"/>
    <w:rsid w:val="00BC4D9F"/>
    <w:rsid w:val="00BC4F05"/>
    <w:rsid w:val="00BC5A2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31B01"/>
    <w:rsid w:val="00C32CE7"/>
    <w:rsid w:val="00C3315A"/>
    <w:rsid w:val="00C34DFC"/>
    <w:rsid w:val="00C352E0"/>
    <w:rsid w:val="00C42436"/>
    <w:rsid w:val="00C42E6D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490E"/>
    <w:rsid w:val="00C74E1A"/>
    <w:rsid w:val="00C752F9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40F1"/>
    <w:rsid w:val="00CC0634"/>
    <w:rsid w:val="00CC1FBE"/>
    <w:rsid w:val="00CC5DCA"/>
    <w:rsid w:val="00CD4C09"/>
    <w:rsid w:val="00CD50F6"/>
    <w:rsid w:val="00CD6405"/>
    <w:rsid w:val="00CE26A1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A4F"/>
    <w:rsid w:val="00D166E2"/>
    <w:rsid w:val="00D2169A"/>
    <w:rsid w:val="00D2294F"/>
    <w:rsid w:val="00D23E2C"/>
    <w:rsid w:val="00D2599B"/>
    <w:rsid w:val="00D312AE"/>
    <w:rsid w:val="00D34A60"/>
    <w:rsid w:val="00D37291"/>
    <w:rsid w:val="00D374CA"/>
    <w:rsid w:val="00D448D8"/>
    <w:rsid w:val="00D44E65"/>
    <w:rsid w:val="00D472C7"/>
    <w:rsid w:val="00D47F23"/>
    <w:rsid w:val="00D5127C"/>
    <w:rsid w:val="00D51B69"/>
    <w:rsid w:val="00D60A2B"/>
    <w:rsid w:val="00D62306"/>
    <w:rsid w:val="00D66933"/>
    <w:rsid w:val="00D706FE"/>
    <w:rsid w:val="00D7113B"/>
    <w:rsid w:val="00D749B0"/>
    <w:rsid w:val="00D77B77"/>
    <w:rsid w:val="00D804B4"/>
    <w:rsid w:val="00D80684"/>
    <w:rsid w:val="00D80718"/>
    <w:rsid w:val="00D80724"/>
    <w:rsid w:val="00D857F1"/>
    <w:rsid w:val="00D9541A"/>
    <w:rsid w:val="00D964B3"/>
    <w:rsid w:val="00DA044C"/>
    <w:rsid w:val="00DA21EE"/>
    <w:rsid w:val="00DA60E9"/>
    <w:rsid w:val="00DB27CF"/>
    <w:rsid w:val="00DB4323"/>
    <w:rsid w:val="00DB668C"/>
    <w:rsid w:val="00DC17E5"/>
    <w:rsid w:val="00DC6972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442AB"/>
    <w:rsid w:val="00E4523B"/>
    <w:rsid w:val="00E457A8"/>
    <w:rsid w:val="00E47B3C"/>
    <w:rsid w:val="00E504B3"/>
    <w:rsid w:val="00E50D65"/>
    <w:rsid w:val="00E52609"/>
    <w:rsid w:val="00E56CCB"/>
    <w:rsid w:val="00E616D9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97D4D"/>
    <w:rsid w:val="00EA23B4"/>
    <w:rsid w:val="00EA2A71"/>
    <w:rsid w:val="00EA35D5"/>
    <w:rsid w:val="00EA5D98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5DE8"/>
    <w:rsid w:val="00F56F54"/>
    <w:rsid w:val="00F64B8A"/>
    <w:rsid w:val="00F64BD6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63F"/>
    <w:rsid w:val="00FA1064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A40F1"/>
    <w:rPr>
      <w:rFonts w:ascii="Calibri" w:hAnsi="Calibri" w:cs="Calibr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5A5F88"/>
  </w:style>
  <w:style w:type="table" w:styleId="TableGrid">
    <w:name w:val="Table Grid"/>
    <w:basedOn w:val="TableNormal"/>
    <w:uiPriority w:val="99"/>
    <w:rsid w:val="005A5F88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058"/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D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058"/>
    <w:rPr>
      <w:rFonts w:ascii="Tahoma" w:hAnsi="Tahoma" w:cs="Tahoma"/>
      <w:sz w:val="16"/>
      <w:szCs w:val="16"/>
      <w:lang w:eastAsia="en-US"/>
    </w:rPr>
  </w:style>
  <w:style w:type="paragraph" w:customStyle="1" w:styleId="Style4">
    <w:name w:val="Style4"/>
    <w:basedOn w:val="Normal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character" w:styleId="Strong">
    <w:name w:val="Strong"/>
    <w:basedOn w:val="DefaultParagraphFont"/>
    <w:uiPriority w:val="99"/>
    <w:qFormat/>
    <w:rsid w:val="00565044"/>
    <w:rPr>
      <w:b/>
      <w:bCs/>
    </w:rPr>
  </w:style>
  <w:style w:type="paragraph" w:customStyle="1" w:styleId="ConsNormal">
    <w:name w:val="ConsNormal"/>
    <w:uiPriority w:val="99"/>
    <w:rsid w:val="00521430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09C4B039018A5425F62F47301DB2408044E97A348B3CB14621AE0B7EB2A94F17EDE2F840485B794769083w8M2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218</Words>
  <Characters>1249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10</cp:revision>
  <cp:lastPrinted>2018-04-17T07:07:00Z</cp:lastPrinted>
  <dcterms:created xsi:type="dcterms:W3CDTF">2018-03-23T13:41:00Z</dcterms:created>
  <dcterms:modified xsi:type="dcterms:W3CDTF">2018-04-27T13:35:00Z</dcterms:modified>
</cp:coreProperties>
</file>