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A1" w:rsidRDefault="000E04A1" w:rsidP="0042311A">
      <w:pPr>
        <w:pStyle w:val="Style5"/>
        <w:widowControl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ЗАКОН УЛЬЯНОВСКОЙ ОБЛАСТИ</w:t>
      </w:r>
    </w:p>
    <w:p w:rsidR="000E04A1" w:rsidRDefault="000E04A1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0E04A1" w:rsidRDefault="000E04A1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0E04A1" w:rsidRDefault="000E04A1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0E04A1" w:rsidRPr="004F5223" w:rsidRDefault="000E04A1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0E04A1" w:rsidRDefault="000E04A1" w:rsidP="00DA13F7">
      <w:pPr>
        <w:ind w:left="902" w:right="896"/>
        <w:jc w:val="center"/>
        <w:rPr>
          <w:b/>
          <w:bCs/>
          <w:sz w:val="28"/>
          <w:szCs w:val="28"/>
        </w:rPr>
      </w:pPr>
      <w:r w:rsidRPr="004F522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отдельные законодательные акты Ульяновской области</w:t>
      </w:r>
    </w:p>
    <w:p w:rsidR="000E04A1" w:rsidRDefault="000E04A1" w:rsidP="00774764">
      <w:pPr>
        <w:pStyle w:val="ConsPlusNormal"/>
        <w:ind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0E04A1" w:rsidRDefault="000E04A1" w:rsidP="00E34B4A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0E04A1" w:rsidRPr="00770D5D" w:rsidRDefault="000E04A1" w:rsidP="00774764">
      <w:pPr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  <w:r w:rsidRPr="00770D5D">
        <w:t>Принят Законодательным С</w:t>
      </w:r>
      <w:r>
        <w:t>обранием Ульяновской области  18 апреля 2018</w:t>
      </w:r>
      <w:r w:rsidRPr="00770D5D">
        <w:t xml:space="preserve"> года</w:t>
      </w:r>
    </w:p>
    <w:p w:rsidR="000E04A1" w:rsidRDefault="000E04A1" w:rsidP="00CD367F">
      <w:pPr>
        <w:ind w:left="900" w:right="895"/>
        <w:jc w:val="center"/>
        <w:rPr>
          <w:b/>
          <w:bCs/>
          <w:sz w:val="28"/>
          <w:szCs w:val="28"/>
        </w:rPr>
      </w:pPr>
    </w:p>
    <w:p w:rsidR="000E04A1" w:rsidRDefault="000E04A1" w:rsidP="00774764">
      <w:pPr>
        <w:ind w:left="900" w:right="895"/>
        <w:rPr>
          <w:b/>
          <w:bCs/>
          <w:sz w:val="28"/>
          <w:szCs w:val="28"/>
        </w:rPr>
      </w:pPr>
    </w:p>
    <w:p w:rsidR="000E04A1" w:rsidRPr="0058406B" w:rsidRDefault="000E04A1" w:rsidP="00E34B4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406B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0E04A1" w:rsidRDefault="000E04A1" w:rsidP="005137AF">
      <w:pPr>
        <w:ind w:left="900" w:right="895"/>
        <w:jc w:val="both"/>
        <w:rPr>
          <w:b/>
          <w:bCs/>
          <w:sz w:val="28"/>
          <w:szCs w:val="28"/>
        </w:rPr>
      </w:pPr>
    </w:p>
    <w:p w:rsidR="000E04A1" w:rsidRDefault="000E04A1" w:rsidP="005137AF">
      <w:pPr>
        <w:ind w:left="900" w:right="895"/>
        <w:jc w:val="both"/>
        <w:rPr>
          <w:b/>
          <w:bCs/>
          <w:sz w:val="28"/>
          <w:szCs w:val="28"/>
        </w:rPr>
      </w:pPr>
    </w:p>
    <w:p w:rsidR="000E04A1" w:rsidRPr="003D00B1" w:rsidRDefault="000E04A1" w:rsidP="00B849B2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в пункт 3 части 1 статьи  2 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Ульяновской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5F6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от  3  октября  2012 года № 136-ЗО </w:t>
      </w:r>
      <w:r w:rsidRPr="00535F65">
        <w:rPr>
          <w:rFonts w:ascii="Times New Roman" w:hAnsi="Times New Roman" w:cs="Times New Roman"/>
          <w:sz w:val="28"/>
          <w:szCs w:val="28"/>
        </w:rPr>
        <w:t>«</w:t>
      </w:r>
      <w:r w:rsidRPr="00EF2B1F">
        <w:rPr>
          <w:rFonts w:ascii="Times New Roman" w:hAnsi="Times New Roman" w:cs="Times New Roman"/>
          <w:sz w:val="28"/>
          <w:szCs w:val="28"/>
        </w:rPr>
        <w:t>О порядке взаимодействия органов муниципального жилищного контроля с уполномоченным органом исполнительной власти Ульяновской области, осуществляющим региональный государственный жилищный надзор на территории Ульяновской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F2B1F"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жилищного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F2B1F">
        <w:rPr>
          <w:rFonts w:ascii="Times New Roman" w:hAnsi="Times New Roman" w:cs="Times New Roman"/>
          <w:sz w:val="28"/>
          <w:szCs w:val="28"/>
        </w:rPr>
        <w:t>на территории Ульяновской области</w:t>
      </w:r>
      <w:r w:rsidRPr="00535F65">
        <w:rPr>
          <w:rFonts w:ascii="Times New Roman" w:hAnsi="Times New Roman" w:cs="Times New Roman"/>
          <w:sz w:val="28"/>
          <w:szCs w:val="28"/>
        </w:rPr>
        <w:t xml:space="preserve">» </w:t>
      </w:r>
      <w:r w:rsidRPr="000120B5">
        <w:rPr>
          <w:rFonts w:ascii="Times New Roman" w:hAnsi="Times New Roman" w:cs="Times New Roman"/>
          <w:sz w:val="28"/>
          <w:szCs w:val="28"/>
        </w:rPr>
        <w:t xml:space="preserve">(«Ульяновская правда» </w:t>
      </w:r>
      <w:r>
        <w:rPr>
          <w:rFonts w:ascii="Times New Roman" w:hAnsi="Times New Roman" w:cs="Times New Roman"/>
          <w:sz w:val="28"/>
          <w:szCs w:val="28"/>
        </w:rPr>
        <w:t>от 10.10.2012                № 111) изменение, заменив в нём слова «</w:t>
      </w:r>
      <w:r w:rsidRPr="003D00B1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OLE_LINK1"/>
      <w:r w:rsidRPr="003D00B1">
        <w:rPr>
          <w:rFonts w:ascii="Times New Roman" w:hAnsi="Times New Roman" w:cs="Times New Roman"/>
          <w:sz w:val="28"/>
          <w:szCs w:val="28"/>
        </w:rPr>
        <w:t>частями 4 и 5 статьи 9.16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» словами                          «, </w:t>
      </w:r>
      <w:r w:rsidRPr="003D00B1">
        <w:rPr>
          <w:rFonts w:ascii="Times New Roman" w:hAnsi="Times New Roman" w:cs="Times New Roman"/>
          <w:sz w:val="28"/>
          <w:szCs w:val="28"/>
        </w:rPr>
        <w:t>частями 4 и 5 статьи 9.16</w:t>
      </w:r>
      <w:r>
        <w:rPr>
          <w:rFonts w:ascii="Times New Roman" w:hAnsi="Times New Roman" w:cs="Times New Roman"/>
          <w:sz w:val="28"/>
          <w:szCs w:val="28"/>
        </w:rPr>
        <w:t>, частью 2 статьи 14.1</w:t>
      </w:r>
      <w:r w:rsidRPr="007F486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E04A1" w:rsidRDefault="000E04A1" w:rsidP="00600400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0E04A1" w:rsidRDefault="000E04A1" w:rsidP="00600400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0E04A1" w:rsidRPr="0058406B" w:rsidRDefault="000E04A1" w:rsidP="00E34B4A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58406B">
        <w:rPr>
          <w:b/>
          <w:bCs/>
          <w:color w:val="000000"/>
          <w:sz w:val="28"/>
          <w:szCs w:val="28"/>
        </w:rPr>
        <w:t>Статья 2</w:t>
      </w:r>
    </w:p>
    <w:p w:rsidR="000E04A1" w:rsidRDefault="000E04A1" w:rsidP="00E34B4A">
      <w:pPr>
        <w:ind w:firstLine="851"/>
        <w:jc w:val="both"/>
        <w:rPr>
          <w:color w:val="000000"/>
          <w:sz w:val="28"/>
          <w:szCs w:val="28"/>
        </w:rPr>
      </w:pPr>
    </w:p>
    <w:p w:rsidR="000E04A1" w:rsidRDefault="000E04A1" w:rsidP="00E34B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04A1" w:rsidRDefault="000E04A1" w:rsidP="00B849B2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пункт 1 части 1 статьи  2 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Ульяновской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5F6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 7  июля  2014 года № 104-ЗО </w:t>
      </w:r>
      <w:r w:rsidRPr="00535F65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535F65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</w:t>
      </w:r>
      <w:r w:rsidRPr="000120B5">
        <w:rPr>
          <w:rFonts w:ascii="Times New Roman" w:hAnsi="Times New Roman" w:cs="Times New Roman"/>
          <w:sz w:val="28"/>
          <w:szCs w:val="28"/>
        </w:rPr>
        <w:t>(«Ульяновская правда» от 10.07.2014 № 98; от 10.11.2014 № 163-164; от 09.11.2015 № 156;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20B5">
        <w:rPr>
          <w:rFonts w:ascii="Times New Roman" w:hAnsi="Times New Roman" w:cs="Times New Roman"/>
          <w:sz w:val="28"/>
          <w:szCs w:val="28"/>
        </w:rPr>
        <w:t xml:space="preserve"> от 07.12.2015 № 170; от 14.03.2016 № 31</w:t>
      </w:r>
      <w:r>
        <w:rPr>
          <w:rFonts w:ascii="Times New Roman" w:hAnsi="Times New Roman" w:cs="Times New Roman"/>
          <w:sz w:val="28"/>
          <w:szCs w:val="28"/>
        </w:rPr>
        <w:t>; от 04.10.2016 № 118</w:t>
      </w:r>
      <w:r w:rsidRPr="000120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Pr="00535F65">
        <w:rPr>
          <w:rFonts w:ascii="Times New Roman" w:hAnsi="Times New Roman" w:cs="Times New Roman"/>
          <w:sz w:val="28"/>
          <w:szCs w:val="28"/>
        </w:rPr>
        <w:t>:</w:t>
      </w:r>
      <w:bookmarkStart w:id="1" w:name="_GoBack"/>
      <w:bookmarkEnd w:id="1"/>
    </w:p>
    <w:p w:rsidR="000E04A1" w:rsidRDefault="000E04A1" w:rsidP="00B849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F6A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слова «, за исключением юридических лиц, индивидуальных предпринимателей, осуществляющих деятельность по управлению многоквартирными домами на основании лицензии на её осуществление,» исключить;</w:t>
      </w:r>
    </w:p>
    <w:p w:rsidR="000E04A1" w:rsidRPr="00000719" w:rsidRDefault="000E04A1" w:rsidP="00B849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после слов «жилых домах,» дополнить словами «</w:t>
      </w:r>
      <w:r w:rsidRPr="00514ABD">
        <w:rPr>
          <w:rFonts w:ascii="Times New Roman" w:hAnsi="Times New Roman" w:cs="Times New Roman"/>
          <w:sz w:val="28"/>
          <w:szCs w:val="28"/>
        </w:rPr>
        <w:t>требований правил содержания общего имущества в многоквартирном доме и правил изменения размера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ABD">
        <w:rPr>
          <w:rFonts w:ascii="Times New Roman" w:hAnsi="Times New Roman" w:cs="Times New Roman"/>
          <w:sz w:val="28"/>
          <w:szCs w:val="28"/>
        </w:rPr>
        <w:t xml:space="preserve">за содержание жилого помещения, правил предоставления, приостановки и ограничения предоставления коммунальных услуг собственникам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14ABD">
        <w:rPr>
          <w:rFonts w:ascii="Times New Roman" w:hAnsi="Times New Roman" w:cs="Times New Roman"/>
          <w:sz w:val="28"/>
          <w:szCs w:val="28"/>
        </w:rPr>
        <w:t xml:space="preserve">и пользователям </w:t>
      </w:r>
      <w:r w:rsidRPr="00082A26">
        <w:rPr>
          <w:rFonts w:ascii="Times New Roman" w:hAnsi="Times New Roman" w:cs="Times New Roman"/>
          <w:sz w:val="28"/>
          <w:szCs w:val="28"/>
        </w:rPr>
        <w:t>помещений в многоквартирных домах и жилых домах</w:t>
      </w:r>
      <w:r>
        <w:rPr>
          <w:rFonts w:ascii="Times New Roman" w:hAnsi="Times New Roman" w:cs="Times New Roman"/>
          <w:sz w:val="28"/>
          <w:szCs w:val="28"/>
        </w:rPr>
        <w:t>,».</w:t>
      </w:r>
    </w:p>
    <w:p w:rsidR="000E04A1" w:rsidRDefault="000E04A1" w:rsidP="003803B7">
      <w:pPr>
        <w:ind w:firstLine="709"/>
        <w:jc w:val="both"/>
        <w:rPr>
          <w:color w:val="000000"/>
          <w:sz w:val="28"/>
          <w:szCs w:val="28"/>
        </w:rPr>
      </w:pPr>
    </w:p>
    <w:p w:rsidR="000E04A1" w:rsidRDefault="000E04A1" w:rsidP="003803B7">
      <w:pPr>
        <w:ind w:firstLine="709"/>
        <w:jc w:val="both"/>
        <w:rPr>
          <w:color w:val="000000"/>
          <w:sz w:val="28"/>
          <w:szCs w:val="28"/>
        </w:rPr>
      </w:pPr>
    </w:p>
    <w:p w:rsidR="000E04A1" w:rsidRPr="003803B7" w:rsidRDefault="000E04A1" w:rsidP="003803B7">
      <w:pPr>
        <w:ind w:firstLine="709"/>
        <w:jc w:val="both"/>
        <w:rPr>
          <w:color w:val="000000"/>
          <w:sz w:val="20"/>
          <w:szCs w:val="20"/>
        </w:rPr>
      </w:pPr>
    </w:p>
    <w:p w:rsidR="000E04A1" w:rsidRPr="006E4624" w:rsidRDefault="000E04A1" w:rsidP="00F32598">
      <w:pPr>
        <w:ind w:right="20"/>
        <w:rPr>
          <w:b/>
          <w:bCs/>
          <w:sz w:val="28"/>
          <w:szCs w:val="28"/>
        </w:rPr>
      </w:pPr>
      <w:r w:rsidRPr="006E4624">
        <w:rPr>
          <w:b/>
          <w:bCs/>
          <w:sz w:val="28"/>
          <w:szCs w:val="28"/>
        </w:rPr>
        <w:t xml:space="preserve">Губернатор Ульяновской области               </w:t>
      </w:r>
      <w:r>
        <w:rPr>
          <w:b/>
          <w:bCs/>
          <w:sz w:val="28"/>
          <w:szCs w:val="28"/>
        </w:rPr>
        <w:t xml:space="preserve">   </w:t>
      </w:r>
      <w:r w:rsidRPr="006E46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</w:t>
      </w:r>
      <w:r w:rsidRPr="006E4624">
        <w:rPr>
          <w:b/>
          <w:bCs/>
          <w:sz w:val="28"/>
          <w:szCs w:val="28"/>
        </w:rPr>
        <w:t xml:space="preserve">С.И.Морозов </w:t>
      </w:r>
    </w:p>
    <w:p w:rsidR="000E04A1" w:rsidRPr="003803B7" w:rsidRDefault="000E04A1" w:rsidP="003803B7">
      <w:pPr>
        <w:rPr>
          <w:sz w:val="28"/>
          <w:szCs w:val="28"/>
        </w:rPr>
      </w:pPr>
    </w:p>
    <w:p w:rsidR="000E04A1" w:rsidRDefault="000E04A1" w:rsidP="003803B7">
      <w:pPr>
        <w:rPr>
          <w:sz w:val="28"/>
          <w:szCs w:val="28"/>
        </w:rPr>
      </w:pPr>
    </w:p>
    <w:p w:rsidR="000E04A1" w:rsidRPr="003803B7" w:rsidRDefault="000E04A1" w:rsidP="003803B7">
      <w:pPr>
        <w:rPr>
          <w:sz w:val="28"/>
          <w:szCs w:val="28"/>
        </w:rPr>
      </w:pPr>
    </w:p>
    <w:p w:rsidR="000E04A1" w:rsidRPr="001C3095" w:rsidRDefault="000E04A1" w:rsidP="003803B7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0E04A1" w:rsidRPr="001C3095" w:rsidRDefault="000E04A1" w:rsidP="00380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20 апреля</w:t>
      </w:r>
      <w:r w:rsidRPr="001C3095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8 </w:t>
      </w:r>
      <w:r w:rsidRPr="001C3095">
        <w:rPr>
          <w:sz w:val="28"/>
          <w:szCs w:val="28"/>
        </w:rPr>
        <w:t>г.</w:t>
      </w:r>
    </w:p>
    <w:p w:rsidR="000E04A1" w:rsidRDefault="000E04A1" w:rsidP="003803B7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 xml:space="preserve">№ </w:t>
      </w:r>
      <w:r>
        <w:rPr>
          <w:sz w:val="28"/>
          <w:szCs w:val="28"/>
        </w:rPr>
        <w:t>32</w:t>
      </w:r>
      <w:r w:rsidRPr="001C3095">
        <w:rPr>
          <w:sz w:val="28"/>
          <w:szCs w:val="28"/>
        </w:rPr>
        <w:t xml:space="preserve"> -ЗО</w:t>
      </w:r>
    </w:p>
    <w:sectPr w:rsidR="000E04A1" w:rsidSect="003803B7">
      <w:headerReference w:type="default" r:id="rId7"/>
      <w:footerReference w:type="first" r:id="rId8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4A1" w:rsidRDefault="000E04A1">
      <w:r>
        <w:separator/>
      </w:r>
    </w:p>
  </w:endnote>
  <w:endnote w:type="continuationSeparator" w:id="0">
    <w:p w:rsidR="000E04A1" w:rsidRDefault="000E0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A1" w:rsidRPr="00765B40" w:rsidRDefault="000E04A1" w:rsidP="00765B40">
    <w:pPr>
      <w:pStyle w:val="Footer"/>
      <w:jc w:val="right"/>
      <w:rPr>
        <w:sz w:val="16"/>
        <w:szCs w:val="16"/>
      </w:rPr>
    </w:pPr>
    <w:r w:rsidRPr="00765B40">
      <w:rPr>
        <w:sz w:val="16"/>
        <w:szCs w:val="16"/>
      </w:rPr>
      <w:t>2003кк1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4A1" w:rsidRDefault="000E04A1">
      <w:r>
        <w:separator/>
      </w:r>
    </w:p>
  </w:footnote>
  <w:footnote w:type="continuationSeparator" w:id="0">
    <w:p w:rsidR="000E04A1" w:rsidRDefault="000E0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A1" w:rsidRPr="005E2793" w:rsidRDefault="000E04A1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0719"/>
    <w:rsid w:val="0000517F"/>
    <w:rsid w:val="00010650"/>
    <w:rsid w:val="00011AFC"/>
    <w:rsid w:val="00012015"/>
    <w:rsid w:val="000120B5"/>
    <w:rsid w:val="00015370"/>
    <w:rsid w:val="00015BBF"/>
    <w:rsid w:val="00016653"/>
    <w:rsid w:val="000349DD"/>
    <w:rsid w:val="000352EC"/>
    <w:rsid w:val="00037C7C"/>
    <w:rsid w:val="00040ED0"/>
    <w:rsid w:val="00045D06"/>
    <w:rsid w:val="00046229"/>
    <w:rsid w:val="00055866"/>
    <w:rsid w:val="00055C51"/>
    <w:rsid w:val="00055F69"/>
    <w:rsid w:val="00062D5C"/>
    <w:rsid w:val="000631D7"/>
    <w:rsid w:val="000655B7"/>
    <w:rsid w:val="00073E59"/>
    <w:rsid w:val="00081D37"/>
    <w:rsid w:val="00082A26"/>
    <w:rsid w:val="00084216"/>
    <w:rsid w:val="0008663F"/>
    <w:rsid w:val="00086A17"/>
    <w:rsid w:val="00090676"/>
    <w:rsid w:val="00090EAB"/>
    <w:rsid w:val="0009238E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D5934"/>
    <w:rsid w:val="000E04A1"/>
    <w:rsid w:val="000E1C08"/>
    <w:rsid w:val="000F01FE"/>
    <w:rsid w:val="000F64A4"/>
    <w:rsid w:val="000F679C"/>
    <w:rsid w:val="000F6A71"/>
    <w:rsid w:val="0010469E"/>
    <w:rsid w:val="00107AB9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60F9"/>
    <w:rsid w:val="00151DB0"/>
    <w:rsid w:val="001547BA"/>
    <w:rsid w:val="00154BC7"/>
    <w:rsid w:val="00154CAE"/>
    <w:rsid w:val="00156115"/>
    <w:rsid w:val="00165908"/>
    <w:rsid w:val="0017218A"/>
    <w:rsid w:val="0017777E"/>
    <w:rsid w:val="00182FAC"/>
    <w:rsid w:val="00185695"/>
    <w:rsid w:val="001926E7"/>
    <w:rsid w:val="001A1352"/>
    <w:rsid w:val="001A27F2"/>
    <w:rsid w:val="001A35BF"/>
    <w:rsid w:val="001A37ED"/>
    <w:rsid w:val="001A54A3"/>
    <w:rsid w:val="001A6706"/>
    <w:rsid w:val="001A6933"/>
    <w:rsid w:val="001B3470"/>
    <w:rsid w:val="001B5BBD"/>
    <w:rsid w:val="001C16B8"/>
    <w:rsid w:val="001C3095"/>
    <w:rsid w:val="001C4578"/>
    <w:rsid w:val="001C5B56"/>
    <w:rsid w:val="001C7A8D"/>
    <w:rsid w:val="001D1DA9"/>
    <w:rsid w:val="001D391F"/>
    <w:rsid w:val="001D63AD"/>
    <w:rsid w:val="001E272E"/>
    <w:rsid w:val="001F0921"/>
    <w:rsid w:val="001F24EB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7DF9"/>
    <w:rsid w:val="00242045"/>
    <w:rsid w:val="00245D71"/>
    <w:rsid w:val="002472DE"/>
    <w:rsid w:val="00252183"/>
    <w:rsid w:val="002525E6"/>
    <w:rsid w:val="002556B2"/>
    <w:rsid w:val="00256678"/>
    <w:rsid w:val="002603FF"/>
    <w:rsid w:val="002625B2"/>
    <w:rsid w:val="00264B64"/>
    <w:rsid w:val="00266572"/>
    <w:rsid w:val="00266A9B"/>
    <w:rsid w:val="00267112"/>
    <w:rsid w:val="00267B77"/>
    <w:rsid w:val="002702FF"/>
    <w:rsid w:val="00271B33"/>
    <w:rsid w:val="00273E8C"/>
    <w:rsid w:val="0027440C"/>
    <w:rsid w:val="0027736F"/>
    <w:rsid w:val="0028239E"/>
    <w:rsid w:val="0028445F"/>
    <w:rsid w:val="00285601"/>
    <w:rsid w:val="00286DA1"/>
    <w:rsid w:val="00287C38"/>
    <w:rsid w:val="002936B5"/>
    <w:rsid w:val="002B1FF6"/>
    <w:rsid w:val="002B5795"/>
    <w:rsid w:val="002B64BE"/>
    <w:rsid w:val="002B762F"/>
    <w:rsid w:val="002B7DF1"/>
    <w:rsid w:val="002C2EB0"/>
    <w:rsid w:val="002C7749"/>
    <w:rsid w:val="002D561A"/>
    <w:rsid w:val="002E06B8"/>
    <w:rsid w:val="002E11B9"/>
    <w:rsid w:val="002F0252"/>
    <w:rsid w:val="002F5157"/>
    <w:rsid w:val="002F5F1A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5238F"/>
    <w:rsid w:val="00363390"/>
    <w:rsid w:val="003667A8"/>
    <w:rsid w:val="0037185F"/>
    <w:rsid w:val="00371D45"/>
    <w:rsid w:val="00372D68"/>
    <w:rsid w:val="003739CC"/>
    <w:rsid w:val="00380201"/>
    <w:rsid w:val="003803B7"/>
    <w:rsid w:val="00380C61"/>
    <w:rsid w:val="00383CBB"/>
    <w:rsid w:val="0038625B"/>
    <w:rsid w:val="003B1B27"/>
    <w:rsid w:val="003B1B45"/>
    <w:rsid w:val="003C1D1C"/>
    <w:rsid w:val="003C3F12"/>
    <w:rsid w:val="003D00B1"/>
    <w:rsid w:val="003D06AA"/>
    <w:rsid w:val="003D4345"/>
    <w:rsid w:val="003D7189"/>
    <w:rsid w:val="003D7DE7"/>
    <w:rsid w:val="003E41AB"/>
    <w:rsid w:val="003E5FA5"/>
    <w:rsid w:val="003E77E6"/>
    <w:rsid w:val="003F2082"/>
    <w:rsid w:val="00412CB4"/>
    <w:rsid w:val="0042311A"/>
    <w:rsid w:val="00423C0C"/>
    <w:rsid w:val="004246D2"/>
    <w:rsid w:val="00425A01"/>
    <w:rsid w:val="00427516"/>
    <w:rsid w:val="00433D18"/>
    <w:rsid w:val="00440A6C"/>
    <w:rsid w:val="00446920"/>
    <w:rsid w:val="00452367"/>
    <w:rsid w:val="004544B9"/>
    <w:rsid w:val="00454A90"/>
    <w:rsid w:val="00460FBA"/>
    <w:rsid w:val="004650DA"/>
    <w:rsid w:val="0047159E"/>
    <w:rsid w:val="004727AF"/>
    <w:rsid w:val="00482630"/>
    <w:rsid w:val="00484FDE"/>
    <w:rsid w:val="004909DF"/>
    <w:rsid w:val="00491F72"/>
    <w:rsid w:val="004A2857"/>
    <w:rsid w:val="004A3985"/>
    <w:rsid w:val="004A71FA"/>
    <w:rsid w:val="004B5633"/>
    <w:rsid w:val="004B6696"/>
    <w:rsid w:val="004C70F8"/>
    <w:rsid w:val="004D12B1"/>
    <w:rsid w:val="004D2695"/>
    <w:rsid w:val="004D42C0"/>
    <w:rsid w:val="004D5257"/>
    <w:rsid w:val="004E474E"/>
    <w:rsid w:val="004E7990"/>
    <w:rsid w:val="004F284B"/>
    <w:rsid w:val="004F5223"/>
    <w:rsid w:val="004F6806"/>
    <w:rsid w:val="00501CC8"/>
    <w:rsid w:val="00502C64"/>
    <w:rsid w:val="00502D38"/>
    <w:rsid w:val="005036B5"/>
    <w:rsid w:val="00513619"/>
    <w:rsid w:val="005137AF"/>
    <w:rsid w:val="005147C2"/>
    <w:rsid w:val="00514ABD"/>
    <w:rsid w:val="00514FC8"/>
    <w:rsid w:val="00517B8B"/>
    <w:rsid w:val="005243B3"/>
    <w:rsid w:val="00525919"/>
    <w:rsid w:val="005317B2"/>
    <w:rsid w:val="00535F65"/>
    <w:rsid w:val="0054128B"/>
    <w:rsid w:val="00541BB6"/>
    <w:rsid w:val="005440C4"/>
    <w:rsid w:val="00545238"/>
    <w:rsid w:val="00545A3F"/>
    <w:rsid w:val="00550E16"/>
    <w:rsid w:val="00553DD0"/>
    <w:rsid w:val="00555A88"/>
    <w:rsid w:val="005622C2"/>
    <w:rsid w:val="00562E71"/>
    <w:rsid w:val="0056575F"/>
    <w:rsid w:val="00570128"/>
    <w:rsid w:val="00576716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5839"/>
    <w:rsid w:val="005B2352"/>
    <w:rsid w:val="005B438D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5F6B8F"/>
    <w:rsid w:val="006003FA"/>
    <w:rsid w:val="00600400"/>
    <w:rsid w:val="00605321"/>
    <w:rsid w:val="00606189"/>
    <w:rsid w:val="0061145A"/>
    <w:rsid w:val="0062188E"/>
    <w:rsid w:val="0062355A"/>
    <w:rsid w:val="00625478"/>
    <w:rsid w:val="00631A02"/>
    <w:rsid w:val="00651EDE"/>
    <w:rsid w:val="0065496F"/>
    <w:rsid w:val="00654DB8"/>
    <w:rsid w:val="0067318D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68B6"/>
    <w:rsid w:val="006E1FEA"/>
    <w:rsid w:val="006E4624"/>
    <w:rsid w:val="006E5EF9"/>
    <w:rsid w:val="006F1808"/>
    <w:rsid w:val="006F207F"/>
    <w:rsid w:val="006F2DF7"/>
    <w:rsid w:val="006F3661"/>
    <w:rsid w:val="0070429C"/>
    <w:rsid w:val="007122AE"/>
    <w:rsid w:val="007163BC"/>
    <w:rsid w:val="00725DAB"/>
    <w:rsid w:val="00726021"/>
    <w:rsid w:val="00726EFB"/>
    <w:rsid w:val="0073044C"/>
    <w:rsid w:val="00730BEE"/>
    <w:rsid w:val="0073318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65B40"/>
    <w:rsid w:val="00770917"/>
    <w:rsid w:val="00770D5D"/>
    <w:rsid w:val="007713FE"/>
    <w:rsid w:val="0077288E"/>
    <w:rsid w:val="00774764"/>
    <w:rsid w:val="00776BF1"/>
    <w:rsid w:val="00776D01"/>
    <w:rsid w:val="007778BA"/>
    <w:rsid w:val="007824B1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7F486A"/>
    <w:rsid w:val="0080547E"/>
    <w:rsid w:val="008130FE"/>
    <w:rsid w:val="0081467D"/>
    <w:rsid w:val="00816FE4"/>
    <w:rsid w:val="00820920"/>
    <w:rsid w:val="008231AC"/>
    <w:rsid w:val="008242D8"/>
    <w:rsid w:val="00825F70"/>
    <w:rsid w:val="00832F8E"/>
    <w:rsid w:val="00833DC7"/>
    <w:rsid w:val="00833F36"/>
    <w:rsid w:val="00834910"/>
    <w:rsid w:val="00844241"/>
    <w:rsid w:val="008518A4"/>
    <w:rsid w:val="00854781"/>
    <w:rsid w:val="008629EF"/>
    <w:rsid w:val="00866097"/>
    <w:rsid w:val="00866725"/>
    <w:rsid w:val="00870364"/>
    <w:rsid w:val="0087084A"/>
    <w:rsid w:val="00874A3A"/>
    <w:rsid w:val="00877F05"/>
    <w:rsid w:val="0088036C"/>
    <w:rsid w:val="00880516"/>
    <w:rsid w:val="00882404"/>
    <w:rsid w:val="008824ED"/>
    <w:rsid w:val="00883FC9"/>
    <w:rsid w:val="0088772F"/>
    <w:rsid w:val="0089037D"/>
    <w:rsid w:val="00891553"/>
    <w:rsid w:val="00891E09"/>
    <w:rsid w:val="0089481D"/>
    <w:rsid w:val="0089484F"/>
    <w:rsid w:val="008A3F06"/>
    <w:rsid w:val="008C20D7"/>
    <w:rsid w:val="008C419C"/>
    <w:rsid w:val="008E2EF7"/>
    <w:rsid w:val="008E6D2A"/>
    <w:rsid w:val="008F10FD"/>
    <w:rsid w:val="008F1606"/>
    <w:rsid w:val="008F7945"/>
    <w:rsid w:val="00902D97"/>
    <w:rsid w:val="009036D5"/>
    <w:rsid w:val="0090642D"/>
    <w:rsid w:val="00910768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51011"/>
    <w:rsid w:val="0096363D"/>
    <w:rsid w:val="00964561"/>
    <w:rsid w:val="00972F52"/>
    <w:rsid w:val="0098311F"/>
    <w:rsid w:val="00997E2F"/>
    <w:rsid w:val="009A1DA4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3C71"/>
    <w:rsid w:val="009D76C0"/>
    <w:rsid w:val="009E1FA1"/>
    <w:rsid w:val="009E667D"/>
    <w:rsid w:val="009F436A"/>
    <w:rsid w:val="00A0155E"/>
    <w:rsid w:val="00A02103"/>
    <w:rsid w:val="00A05D82"/>
    <w:rsid w:val="00A07464"/>
    <w:rsid w:val="00A07CAC"/>
    <w:rsid w:val="00A27694"/>
    <w:rsid w:val="00A3462A"/>
    <w:rsid w:val="00A37F7B"/>
    <w:rsid w:val="00A406F4"/>
    <w:rsid w:val="00A43E2A"/>
    <w:rsid w:val="00A452D8"/>
    <w:rsid w:val="00A53DFA"/>
    <w:rsid w:val="00A627DB"/>
    <w:rsid w:val="00A655AB"/>
    <w:rsid w:val="00A70C74"/>
    <w:rsid w:val="00A72A17"/>
    <w:rsid w:val="00A85864"/>
    <w:rsid w:val="00A85E64"/>
    <w:rsid w:val="00A92D79"/>
    <w:rsid w:val="00AA12FF"/>
    <w:rsid w:val="00AA425D"/>
    <w:rsid w:val="00AA5C4C"/>
    <w:rsid w:val="00AB6287"/>
    <w:rsid w:val="00AC2616"/>
    <w:rsid w:val="00AC73C2"/>
    <w:rsid w:val="00AC7993"/>
    <w:rsid w:val="00AD38D3"/>
    <w:rsid w:val="00AD68EE"/>
    <w:rsid w:val="00AF28D1"/>
    <w:rsid w:val="00AF31C4"/>
    <w:rsid w:val="00AF425B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259B2"/>
    <w:rsid w:val="00B3065E"/>
    <w:rsid w:val="00B309B6"/>
    <w:rsid w:val="00B363D2"/>
    <w:rsid w:val="00B3646D"/>
    <w:rsid w:val="00B40A3C"/>
    <w:rsid w:val="00B4627E"/>
    <w:rsid w:val="00B47CA4"/>
    <w:rsid w:val="00B558AC"/>
    <w:rsid w:val="00B55D58"/>
    <w:rsid w:val="00B64213"/>
    <w:rsid w:val="00B6714E"/>
    <w:rsid w:val="00B8399B"/>
    <w:rsid w:val="00B849B2"/>
    <w:rsid w:val="00B850A2"/>
    <w:rsid w:val="00B87C38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B72D8"/>
    <w:rsid w:val="00BC0931"/>
    <w:rsid w:val="00BC10DA"/>
    <w:rsid w:val="00BD68E5"/>
    <w:rsid w:val="00BE759A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50F0"/>
    <w:rsid w:val="00C051F7"/>
    <w:rsid w:val="00C06293"/>
    <w:rsid w:val="00C0696A"/>
    <w:rsid w:val="00C104AE"/>
    <w:rsid w:val="00C15743"/>
    <w:rsid w:val="00C16CD1"/>
    <w:rsid w:val="00C171E4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3AF3"/>
    <w:rsid w:val="00C56DA5"/>
    <w:rsid w:val="00C61BDD"/>
    <w:rsid w:val="00C74623"/>
    <w:rsid w:val="00C77CAE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D367F"/>
    <w:rsid w:val="00CE63E8"/>
    <w:rsid w:val="00CE69C6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31E45"/>
    <w:rsid w:val="00D338FF"/>
    <w:rsid w:val="00D3788A"/>
    <w:rsid w:val="00D40F0D"/>
    <w:rsid w:val="00D4711C"/>
    <w:rsid w:val="00D50AED"/>
    <w:rsid w:val="00D52650"/>
    <w:rsid w:val="00D6448F"/>
    <w:rsid w:val="00D66924"/>
    <w:rsid w:val="00D87207"/>
    <w:rsid w:val="00D90059"/>
    <w:rsid w:val="00D90F56"/>
    <w:rsid w:val="00D92003"/>
    <w:rsid w:val="00D95E50"/>
    <w:rsid w:val="00DA02EE"/>
    <w:rsid w:val="00DA13F7"/>
    <w:rsid w:val="00DA54CF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16A8"/>
    <w:rsid w:val="00DF55C2"/>
    <w:rsid w:val="00E04BDE"/>
    <w:rsid w:val="00E1696C"/>
    <w:rsid w:val="00E20810"/>
    <w:rsid w:val="00E24991"/>
    <w:rsid w:val="00E27DD8"/>
    <w:rsid w:val="00E32F15"/>
    <w:rsid w:val="00E34B4A"/>
    <w:rsid w:val="00E404D5"/>
    <w:rsid w:val="00E44F17"/>
    <w:rsid w:val="00E47BC7"/>
    <w:rsid w:val="00E53377"/>
    <w:rsid w:val="00E63111"/>
    <w:rsid w:val="00E650E9"/>
    <w:rsid w:val="00E6627D"/>
    <w:rsid w:val="00E67836"/>
    <w:rsid w:val="00E67B77"/>
    <w:rsid w:val="00E70C67"/>
    <w:rsid w:val="00E72AFF"/>
    <w:rsid w:val="00E77A33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075E"/>
    <w:rsid w:val="00ED32B2"/>
    <w:rsid w:val="00ED3A0C"/>
    <w:rsid w:val="00EE3BE3"/>
    <w:rsid w:val="00EE4D83"/>
    <w:rsid w:val="00EE7FA1"/>
    <w:rsid w:val="00EF11C9"/>
    <w:rsid w:val="00EF16F9"/>
    <w:rsid w:val="00EF2B1F"/>
    <w:rsid w:val="00EF6E90"/>
    <w:rsid w:val="00EF7099"/>
    <w:rsid w:val="00F0153B"/>
    <w:rsid w:val="00F01663"/>
    <w:rsid w:val="00F05C7B"/>
    <w:rsid w:val="00F17A66"/>
    <w:rsid w:val="00F237DE"/>
    <w:rsid w:val="00F26929"/>
    <w:rsid w:val="00F32598"/>
    <w:rsid w:val="00F42DF4"/>
    <w:rsid w:val="00F43BDD"/>
    <w:rsid w:val="00F47486"/>
    <w:rsid w:val="00F47EA9"/>
    <w:rsid w:val="00F52664"/>
    <w:rsid w:val="00F60C87"/>
    <w:rsid w:val="00F624F1"/>
    <w:rsid w:val="00F62B28"/>
    <w:rsid w:val="00F63970"/>
    <w:rsid w:val="00F70A44"/>
    <w:rsid w:val="00F73AB2"/>
    <w:rsid w:val="00F7676F"/>
    <w:rsid w:val="00F83959"/>
    <w:rsid w:val="00F8423E"/>
    <w:rsid w:val="00F8449C"/>
    <w:rsid w:val="00F87686"/>
    <w:rsid w:val="00F93ECF"/>
    <w:rsid w:val="00F94E6A"/>
    <w:rsid w:val="00FA21A8"/>
    <w:rsid w:val="00FA3E36"/>
    <w:rsid w:val="00FA5D69"/>
    <w:rsid w:val="00FB2EC6"/>
    <w:rsid w:val="00FB2F98"/>
    <w:rsid w:val="00FB3199"/>
    <w:rsid w:val="00FC5AA2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A13F7"/>
  </w:style>
  <w:style w:type="character" w:customStyle="1" w:styleId="FontStyle22">
    <w:name w:val="Font Style22"/>
    <w:uiPriority w:val="99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ar-SA" w:bidi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 w:cs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331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305</Words>
  <Characters>1741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6</cp:revision>
  <cp:lastPrinted>2018-03-20T11:38:00Z</cp:lastPrinted>
  <dcterms:created xsi:type="dcterms:W3CDTF">2018-03-20T11:37:00Z</dcterms:created>
  <dcterms:modified xsi:type="dcterms:W3CDTF">2018-04-27T13:39:00Z</dcterms:modified>
</cp:coreProperties>
</file>