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C4" w:rsidRDefault="008E6CC4" w:rsidP="00984B91">
      <w:pPr>
        <w:autoSpaceDE w:val="0"/>
        <w:autoSpaceDN w:val="0"/>
        <w:adjustRightInd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ЗАКОН УЛЬЯНОВСКОЙ ОБЛАСТИ</w:t>
      </w:r>
    </w:p>
    <w:p w:rsidR="008E6CC4" w:rsidRDefault="008E6CC4" w:rsidP="00984B91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8E6CC4" w:rsidRDefault="008E6CC4" w:rsidP="00984B91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8E6CC4" w:rsidRDefault="008E6CC4" w:rsidP="00F06230">
      <w:pPr>
        <w:autoSpaceDE w:val="0"/>
        <w:autoSpaceDN w:val="0"/>
        <w:adjustRightInd w:val="0"/>
        <w:rPr>
          <w:b/>
          <w:bCs/>
          <w:sz w:val="36"/>
          <w:szCs w:val="36"/>
        </w:rPr>
      </w:pPr>
    </w:p>
    <w:p w:rsidR="008E6CC4" w:rsidRPr="006E106E" w:rsidRDefault="008E6CC4" w:rsidP="00F27760">
      <w:pPr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8E6CC4" w:rsidRDefault="008E6CC4" w:rsidP="00BB3C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B3C94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стратегическом планировании</w:t>
      </w:r>
    </w:p>
    <w:p w:rsidR="008E6CC4" w:rsidRPr="00BB3C94" w:rsidRDefault="008E6CC4" w:rsidP="00BB3C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</w:t>
      </w:r>
      <w:r w:rsidRPr="00BB3C94">
        <w:rPr>
          <w:b/>
          <w:bCs/>
          <w:sz w:val="28"/>
          <w:szCs w:val="28"/>
        </w:rPr>
        <w:t xml:space="preserve"> Ульяновской области</w:t>
      </w:r>
    </w:p>
    <w:p w:rsidR="008E6CC4" w:rsidRDefault="008E6CC4" w:rsidP="00BB3C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6CC4" w:rsidRPr="007F6E2E" w:rsidRDefault="008E6CC4" w:rsidP="00BB3C94">
      <w:pPr>
        <w:autoSpaceDE w:val="0"/>
        <w:autoSpaceDN w:val="0"/>
        <w:adjustRightInd w:val="0"/>
        <w:jc w:val="center"/>
      </w:pPr>
      <w:r>
        <w:t>Принят Законодательным Собранием Ульяновской области 18 апреля 2018 года</w:t>
      </w:r>
    </w:p>
    <w:p w:rsidR="008E6CC4" w:rsidRDefault="008E6CC4" w:rsidP="00BB3C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6CC4" w:rsidRPr="00BB3C94" w:rsidRDefault="008E6CC4" w:rsidP="00BB3C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6CC4" w:rsidRDefault="008E6CC4" w:rsidP="002A20E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A576DF">
        <w:rPr>
          <w:sz w:val="28"/>
          <w:szCs w:val="28"/>
        </w:rPr>
        <w:t>Статья 1.</w:t>
      </w:r>
      <w:r>
        <w:rPr>
          <w:b/>
          <w:bCs/>
          <w:sz w:val="28"/>
          <w:szCs w:val="28"/>
        </w:rPr>
        <w:t xml:space="preserve"> Предмет правового регулирования настоящего Закона</w:t>
      </w:r>
    </w:p>
    <w:p w:rsidR="008E6CC4" w:rsidRDefault="008E6CC4" w:rsidP="002A20E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8E6CC4" w:rsidRDefault="008E6CC4" w:rsidP="002A20E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8E6CC4" w:rsidRPr="00BB3C94" w:rsidRDefault="008E6CC4" w:rsidP="00CF5C5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в случаях и пределах, установленных Федеральным законом от 28 июня 2014 года № 172-ФЗ «О стратегическом планировании </w:t>
      </w:r>
      <w:r>
        <w:rPr>
          <w:sz w:val="28"/>
          <w:szCs w:val="28"/>
        </w:rPr>
        <w:br/>
        <w:t xml:space="preserve">в Российской Федерации» (далее – Федеральный закон «О стратегическом планировании в Российской Федерации»), устанавливает особенности осуществления </w:t>
      </w:r>
      <w:r w:rsidRPr="00BB3C94">
        <w:rPr>
          <w:sz w:val="28"/>
          <w:szCs w:val="28"/>
        </w:rPr>
        <w:t>стратегического планирования</w:t>
      </w:r>
      <w:r>
        <w:rPr>
          <w:sz w:val="28"/>
          <w:szCs w:val="28"/>
        </w:rPr>
        <w:t xml:space="preserve"> на уровне </w:t>
      </w:r>
      <w:r w:rsidRPr="007078C3"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>.</w:t>
      </w:r>
    </w:p>
    <w:p w:rsidR="008E6CC4" w:rsidRPr="002A20EA" w:rsidRDefault="008E6CC4" w:rsidP="005B3704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8E6CC4" w:rsidRDefault="008E6CC4" w:rsidP="005B37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E6CC4" w:rsidRPr="00CF5C5C" w:rsidRDefault="008E6CC4" w:rsidP="00461FDB">
      <w:pPr>
        <w:widowControl w:val="0"/>
        <w:autoSpaceDE w:val="0"/>
        <w:autoSpaceDN w:val="0"/>
        <w:adjustRightInd w:val="0"/>
        <w:ind w:left="2268" w:hanging="154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Статья 2</w:t>
      </w:r>
      <w:r w:rsidRPr="00EB66A9"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> </w:t>
      </w:r>
      <w:r w:rsidRPr="00CF5C5C">
        <w:rPr>
          <w:b/>
          <w:bCs/>
          <w:sz w:val="28"/>
          <w:szCs w:val="28"/>
        </w:rPr>
        <w:t>Полномочия отдельных участников страт</w:t>
      </w:r>
      <w:r>
        <w:rPr>
          <w:b/>
          <w:bCs/>
          <w:sz w:val="28"/>
          <w:szCs w:val="28"/>
        </w:rPr>
        <w:t xml:space="preserve">егического </w:t>
      </w:r>
      <w:r w:rsidRPr="00CF5C5C">
        <w:rPr>
          <w:b/>
          <w:bCs/>
          <w:sz w:val="28"/>
          <w:szCs w:val="28"/>
        </w:rPr>
        <w:t xml:space="preserve">планирования на уровне Ульяновской области, </w:t>
      </w:r>
      <w:r>
        <w:rPr>
          <w:b/>
          <w:bCs/>
          <w:sz w:val="28"/>
          <w:szCs w:val="28"/>
        </w:rPr>
        <w:br/>
      </w:r>
      <w:r w:rsidRPr="00CF5C5C">
        <w:rPr>
          <w:b/>
          <w:bCs/>
          <w:sz w:val="28"/>
          <w:szCs w:val="28"/>
        </w:rPr>
        <w:t>не пред</w:t>
      </w:r>
      <w:r>
        <w:rPr>
          <w:b/>
          <w:bCs/>
          <w:sz w:val="28"/>
          <w:szCs w:val="28"/>
        </w:rPr>
        <w:t xml:space="preserve">усмотренные Федеральным законом </w:t>
      </w:r>
      <w:r>
        <w:rPr>
          <w:b/>
          <w:bCs/>
          <w:sz w:val="28"/>
          <w:szCs w:val="28"/>
        </w:rPr>
        <w:br/>
      </w:r>
      <w:r w:rsidRPr="00CF5C5C">
        <w:rPr>
          <w:b/>
          <w:bCs/>
          <w:sz w:val="28"/>
          <w:szCs w:val="28"/>
        </w:rPr>
        <w:t>«О стратегическом планировании в Российской Федерации»</w:t>
      </w:r>
    </w:p>
    <w:p w:rsidR="008E6CC4" w:rsidRDefault="008E6CC4" w:rsidP="0014064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E6CC4" w:rsidRDefault="008E6CC4" w:rsidP="0014064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E6CC4" w:rsidRPr="00A40574" w:rsidRDefault="008E6CC4" w:rsidP="00A405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40574">
        <w:rPr>
          <w:sz w:val="28"/>
          <w:szCs w:val="28"/>
        </w:rPr>
        <w:t>. Губернатор Ульяновской области определяет цели и задачи стратегического управления на уровне Ульяновской области.</w:t>
      </w:r>
    </w:p>
    <w:p w:rsidR="008E6CC4" w:rsidRPr="00A40574" w:rsidRDefault="008E6CC4" w:rsidP="00A405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40574">
        <w:rPr>
          <w:sz w:val="28"/>
          <w:szCs w:val="28"/>
        </w:rPr>
        <w:t xml:space="preserve">. Правительство Ульяновской области утверждает стратегию </w:t>
      </w:r>
      <w:r>
        <w:rPr>
          <w:sz w:val="28"/>
          <w:szCs w:val="28"/>
        </w:rPr>
        <w:br/>
      </w:r>
      <w:r w:rsidRPr="00A40574">
        <w:rPr>
          <w:sz w:val="28"/>
          <w:szCs w:val="28"/>
        </w:rPr>
        <w:t xml:space="preserve">социально-экономического развития Ульяновской области, порядок разработки </w:t>
      </w:r>
      <w:r>
        <w:rPr>
          <w:sz w:val="28"/>
          <w:szCs w:val="28"/>
        </w:rPr>
        <w:br/>
      </w:r>
      <w:r w:rsidRPr="00A40574">
        <w:rPr>
          <w:sz w:val="28"/>
          <w:szCs w:val="28"/>
        </w:rPr>
        <w:t xml:space="preserve">и корректировки указанной стратегии, а также определяет на уровне </w:t>
      </w:r>
      <w:r>
        <w:rPr>
          <w:sz w:val="28"/>
          <w:szCs w:val="28"/>
        </w:rPr>
        <w:br/>
      </w:r>
      <w:r w:rsidRPr="00A40574">
        <w:rPr>
          <w:sz w:val="28"/>
          <w:szCs w:val="28"/>
        </w:rPr>
        <w:t>Ульяновской области порядок осуществления мониторинга реализации документов стратегического планирования и подготовки документов, в которых отражаются результаты мониторинга реализации документов стратегического планирования, и порядок осуществления контроля реализации документов стратегического планирования на уровне Ульяновской области.</w:t>
      </w:r>
    </w:p>
    <w:p w:rsidR="008E6CC4" w:rsidRPr="00A40574" w:rsidRDefault="008E6CC4" w:rsidP="00F312E2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40574">
        <w:rPr>
          <w:sz w:val="28"/>
          <w:szCs w:val="28"/>
        </w:rPr>
        <w:t>. Сч</w:t>
      </w:r>
      <w:r>
        <w:rPr>
          <w:sz w:val="28"/>
          <w:szCs w:val="28"/>
        </w:rPr>
        <w:t>ё</w:t>
      </w:r>
      <w:r w:rsidRPr="00A40574">
        <w:rPr>
          <w:sz w:val="28"/>
          <w:szCs w:val="28"/>
        </w:rPr>
        <w:t xml:space="preserve">тная палата Ульяновской области осуществляет полномочия </w:t>
      </w:r>
      <w:r>
        <w:rPr>
          <w:sz w:val="28"/>
          <w:szCs w:val="28"/>
        </w:rPr>
        <w:br/>
      </w:r>
      <w:r w:rsidRPr="00A40574">
        <w:rPr>
          <w:sz w:val="28"/>
          <w:szCs w:val="28"/>
        </w:rPr>
        <w:t xml:space="preserve">в сфере стратегического планирования в соответствии с </w:t>
      </w:r>
      <w:hyperlink r:id="rId7" w:history="1">
        <w:r w:rsidRPr="00A40574">
          <w:rPr>
            <w:rStyle w:val="Hyperlink"/>
            <w:sz w:val="28"/>
            <w:szCs w:val="28"/>
            <w:u w:val="none"/>
          </w:rPr>
          <w:t>Законом</w:t>
        </w:r>
      </w:hyperlink>
      <w:r w:rsidRPr="00A40574">
        <w:rPr>
          <w:sz w:val="28"/>
          <w:szCs w:val="28"/>
        </w:rPr>
        <w:t xml:space="preserve"> Ульяновской области от 10 октября 2008 года </w:t>
      </w:r>
      <w:r>
        <w:rPr>
          <w:sz w:val="28"/>
          <w:szCs w:val="28"/>
        </w:rPr>
        <w:t>№ 170-ЗО «О Счётной палате Ульяновской области»</w:t>
      </w:r>
      <w:r w:rsidRPr="00A40574">
        <w:rPr>
          <w:sz w:val="28"/>
          <w:szCs w:val="28"/>
        </w:rPr>
        <w:t>.</w:t>
      </w:r>
    </w:p>
    <w:p w:rsidR="008E6CC4" w:rsidRPr="00152804" w:rsidRDefault="008E6CC4" w:rsidP="00F312E2">
      <w:pPr>
        <w:widowControl w:val="0"/>
        <w:autoSpaceDE w:val="0"/>
        <w:autoSpaceDN w:val="0"/>
        <w:adjustRightInd w:val="0"/>
        <w:spacing w:line="245" w:lineRule="auto"/>
        <w:ind w:left="1985" w:hanging="1276"/>
        <w:jc w:val="both"/>
        <w:rPr>
          <w:sz w:val="16"/>
          <w:szCs w:val="16"/>
        </w:rPr>
      </w:pPr>
    </w:p>
    <w:p w:rsidR="008E6CC4" w:rsidRPr="00F312E2" w:rsidRDefault="008E6CC4" w:rsidP="00F312E2">
      <w:pPr>
        <w:widowControl w:val="0"/>
        <w:autoSpaceDE w:val="0"/>
        <w:autoSpaceDN w:val="0"/>
        <w:adjustRightInd w:val="0"/>
        <w:spacing w:line="245" w:lineRule="auto"/>
        <w:ind w:left="1985" w:hanging="1276"/>
        <w:jc w:val="both"/>
        <w:rPr>
          <w:sz w:val="32"/>
          <w:szCs w:val="32"/>
        </w:rPr>
      </w:pPr>
    </w:p>
    <w:p w:rsidR="008E6CC4" w:rsidRPr="00BB3C94" w:rsidRDefault="008E6CC4" w:rsidP="00F312E2">
      <w:pPr>
        <w:widowControl w:val="0"/>
        <w:autoSpaceDE w:val="0"/>
        <w:autoSpaceDN w:val="0"/>
        <w:adjustRightInd w:val="0"/>
        <w:spacing w:line="245" w:lineRule="auto"/>
        <w:ind w:left="1985" w:hanging="1276"/>
        <w:jc w:val="both"/>
        <w:rPr>
          <w:sz w:val="28"/>
          <w:szCs w:val="28"/>
        </w:rPr>
      </w:pPr>
      <w:r w:rsidRPr="00A576DF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3</w:t>
      </w:r>
      <w:r w:rsidRPr="00A576DF"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> Дополнительные положения, которые должна</w:t>
      </w:r>
      <w:r w:rsidRPr="0014064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содержать стратегия социально-экономического развития Ульяновской области </w:t>
      </w:r>
    </w:p>
    <w:p w:rsidR="008E6CC4" w:rsidRPr="00F312E2" w:rsidRDefault="008E6CC4" w:rsidP="00F312E2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sz w:val="32"/>
          <w:szCs w:val="32"/>
        </w:rPr>
      </w:pPr>
    </w:p>
    <w:p w:rsidR="008E6CC4" w:rsidRDefault="008E6CC4" w:rsidP="00F312E2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8E6CC4" w:rsidRDefault="008E6CC4" w:rsidP="00F312E2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положений, определённых частью 3 статьи 32 Федерального закона «О стратегическом планировании в Российской Федерации», стратегия социально-экономического развития Ульяновской области должна содержать следующие дополнительные положения:</w:t>
      </w:r>
    </w:p>
    <w:p w:rsidR="008E6CC4" w:rsidRDefault="008E6CC4" w:rsidP="00F312E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оценку конкурентных позиций Ульяновской области среди других субъектов Российской Федерации;</w:t>
      </w:r>
    </w:p>
    <w:p w:rsidR="008E6CC4" w:rsidRDefault="008E6CC4" w:rsidP="00F312E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долгосрочных проектах, предлагаемых к реализации Правительством Ульяновской области;</w:t>
      </w:r>
    </w:p>
    <w:p w:rsidR="008E6CC4" w:rsidRDefault="008E6CC4" w:rsidP="00F312E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стратегические направления развития государственно-частного партнёрства на территории Ульяновской области, в целях реализации которых разрабатываются мероприятия соответствующих государственных программ Ульяновской области;</w:t>
      </w:r>
    </w:p>
    <w:p w:rsidR="008E6CC4" w:rsidRDefault="008E6CC4" w:rsidP="00F312E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мероприятия, направленные на обеспечение реализации стратегии социально-экономического развития Ульяновской области.</w:t>
      </w:r>
    </w:p>
    <w:p w:rsidR="008E6CC4" w:rsidRPr="001B52F4" w:rsidRDefault="008E6CC4" w:rsidP="00F312E2">
      <w:pPr>
        <w:widowControl w:val="0"/>
        <w:autoSpaceDE w:val="0"/>
        <w:autoSpaceDN w:val="0"/>
        <w:adjustRightInd w:val="0"/>
        <w:spacing w:line="245" w:lineRule="auto"/>
        <w:jc w:val="both"/>
        <w:rPr>
          <w:sz w:val="16"/>
          <w:szCs w:val="16"/>
        </w:rPr>
      </w:pPr>
    </w:p>
    <w:p w:rsidR="008E6CC4" w:rsidRPr="00F312E2" w:rsidRDefault="008E6CC4" w:rsidP="00F312E2">
      <w:pPr>
        <w:widowControl w:val="0"/>
        <w:autoSpaceDE w:val="0"/>
        <w:autoSpaceDN w:val="0"/>
        <w:adjustRightInd w:val="0"/>
        <w:spacing w:line="245" w:lineRule="auto"/>
        <w:jc w:val="both"/>
        <w:rPr>
          <w:sz w:val="32"/>
          <w:szCs w:val="32"/>
        </w:rPr>
      </w:pPr>
    </w:p>
    <w:p w:rsidR="008E6CC4" w:rsidRPr="00DE4A68" w:rsidRDefault="008E6CC4" w:rsidP="00F312E2">
      <w:pPr>
        <w:widowControl w:val="0"/>
        <w:autoSpaceDE w:val="0"/>
        <w:autoSpaceDN w:val="0"/>
        <w:adjustRightInd w:val="0"/>
        <w:spacing w:line="245" w:lineRule="auto"/>
        <w:ind w:left="2268" w:hanging="1559"/>
        <w:jc w:val="both"/>
        <w:rPr>
          <w:b/>
          <w:bCs/>
          <w:sz w:val="28"/>
          <w:szCs w:val="28"/>
        </w:rPr>
      </w:pPr>
      <w:r w:rsidRPr="00A576DF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4</w:t>
      </w:r>
      <w:r w:rsidRPr="00A576DF"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С</w:t>
      </w:r>
      <w:r w:rsidRPr="005B1B78">
        <w:rPr>
          <w:b/>
          <w:bCs/>
          <w:sz w:val="28"/>
          <w:szCs w:val="28"/>
        </w:rPr>
        <w:t>тратеги</w:t>
      </w:r>
      <w:r>
        <w:rPr>
          <w:b/>
          <w:bCs/>
          <w:sz w:val="28"/>
          <w:szCs w:val="28"/>
        </w:rPr>
        <w:t>я</w:t>
      </w:r>
      <w:r w:rsidRPr="005B1B78">
        <w:rPr>
          <w:b/>
          <w:bCs/>
          <w:sz w:val="28"/>
          <w:szCs w:val="28"/>
        </w:rPr>
        <w:t xml:space="preserve"> со</w:t>
      </w:r>
      <w:r>
        <w:rPr>
          <w:b/>
          <w:bCs/>
          <w:sz w:val="28"/>
          <w:szCs w:val="28"/>
        </w:rPr>
        <w:t xml:space="preserve">циально-экономического развития </w:t>
      </w:r>
      <w:r w:rsidRPr="005B1B78">
        <w:rPr>
          <w:b/>
          <w:bCs/>
          <w:sz w:val="28"/>
          <w:szCs w:val="28"/>
        </w:rPr>
        <w:t>части территории Ульяновской области</w:t>
      </w:r>
    </w:p>
    <w:p w:rsidR="008E6CC4" w:rsidRPr="00F312E2" w:rsidRDefault="008E6CC4" w:rsidP="00F312E2">
      <w:pPr>
        <w:widowControl w:val="0"/>
        <w:autoSpaceDE w:val="0"/>
        <w:autoSpaceDN w:val="0"/>
        <w:adjustRightInd w:val="0"/>
        <w:spacing w:line="245" w:lineRule="auto"/>
        <w:jc w:val="both"/>
        <w:rPr>
          <w:sz w:val="32"/>
          <w:szCs w:val="32"/>
        </w:rPr>
      </w:pPr>
    </w:p>
    <w:p w:rsidR="008E6CC4" w:rsidRDefault="008E6CC4" w:rsidP="00F312E2">
      <w:pPr>
        <w:widowControl w:val="0"/>
        <w:autoSpaceDE w:val="0"/>
        <w:autoSpaceDN w:val="0"/>
        <w:adjustRightInd w:val="0"/>
        <w:spacing w:line="245" w:lineRule="auto"/>
        <w:jc w:val="both"/>
        <w:rPr>
          <w:sz w:val="28"/>
          <w:szCs w:val="28"/>
        </w:rPr>
      </w:pPr>
    </w:p>
    <w:p w:rsidR="008E6CC4" w:rsidRDefault="008E6CC4" w:rsidP="00F312E2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 решению Правительства Ульяновской области могут разрабатываться стратегии социально-экономического развития части территории Ульяновской области, социально-экономические условия в пределах которой требуют выделения отдельных направлений, приоритетов, целей и задач социально-экономического развития при разработке документов стратегического планирования Ульяновской области.</w:t>
      </w:r>
    </w:p>
    <w:p w:rsidR="008E6CC4" w:rsidRDefault="008E6CC4" w:rsidP="00DB7C1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Стратегия социально-экономического развития части территории Ульяновской области утверждается Правительством Ульяновской области.</w:t>
      </w:r>
    </w:p>
    <w:p w:rsidR="008E6CC4" w:rsidRDefault="008E6CC4" w:rsidP="00DB7C1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Требования к содержанию стратегии социально-экономического развития части территории Ульяновской области, а также порядок её разработки </w:t>
      </w:r>
      <w:r>
        <w:rPr>
          <w:sz w:val="28"/>
          <w:szCs w:val="28"/>
        </w:rPr>
        <w:br/>
        <w:t>и корректировки определяются Правительством Ульяновской области.</w:t>
      </w:r>
    </w:p>
    <w:p w:rsidR="008E6CC4" w:rsidRPr="00D81B7F" w:rsidRDefault="008E6CC4" w:rsidP="00D81B7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8E6CC4" w:rsidRPr="00054FC8" w:rsidRDefault="008E6CC4" w:rsidP="00D81B7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E6CC4" w:rsidRPr="00BB3C94" w:rsidRDefault="008E6CC4" w:rsidP="00CF5C5C">
      <w:pPr>
        <w:widowControl w:val="0"/>
        <w:autoSpaceDE w:val="0"/>
        <w:autoSpaceDN w:val="0"/>
        <w:adjustRightInd w:val="0"/>
        <w:ind w:left="1985" w:hanging="1276"/>
        <w:jc w:val="both"/>
        <w:rPr>
          <w:sz w:val="28"/>
          <w:szCs w:val="28"/>
        </w:rPr>
      </w:pPr>
      <w:r w:rsidRPr="00A576DF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5</w:t>
      </w:r>
      <w:r w:rsidRPr="00A576DF">
        <w:rPr>
          <w:sz w:val="28"/>
          <w:szCs w:val="28"/>
        </w:rPr>
        <w:t>.</w:t>
      </w:r>
      <w:r w:rsidRPr="0014064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Сводный годовой доклад о ходе реализации и об оценке эффективности государственных программ Ульяновской области и ежегодные отчёты о ходе исполнения плана мероприятий по реализации стратегии</w:t>
      </w:r>
      <w:r w:rsidRPr="005B1B78">
        <w:rPr>
          <w:b/>
          <w:bCs/>
          <w:sz w:val="28"/>
          <w:szCs w:val="28"/>
        </w:rPr>
        <w:t xml:space="preserve"> со</w:t>
      </w:r>
      <w:r>
        <w:rPr>
          <w:b/>
          <w:bCs/>
          <w:sz w:val="28"/>
          <w:szCs w:val="28"/>
        </w:rPr>
        <w:t xml:space="preserve">циально-экономического развития </w:t>
      </w:r>
      <w:r w:rsidRPr="005B1B78">
        <w:rPr>
          <w:b/>
          <w:bCs/>
          <w:sz w:val="28"/>
          <w:szCs w:val="28"/>
        </w:rPr>
        <w:t>Ульяновской области</w:t>
      </w:r>
    </w:p>
    <w:p w:rsidR="008E6CC4" w:rsidRDefault="008E6CC4" w:rsidP="009312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E6CC4" w:rsidRPr="00054FC8" w:rsidRDefault="008E6CC4" w:rsidP="009312E8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</w:p>
    <w:p w:rsidR="008E6CC4" w:rsidRDefault="008E6CC4" w:rsidP="00CD75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Сводный годовой доклад о ходе реализации и об оценке эффективности государственных программ Ульяновской области и е</w:t>
      </w:r>
      <w:r w:rsidRPr="009D2422">
        <w:rPr>
          <w:sz w:val="28"/>
          <w:szCs w:val="28"/>
        </w:rPr>
        <w:t>жегодн</w:t>
      </w:r>
      <w:r>
        <w:rPr>
          <w:sz w:val="28"/>
          <w:szCs w:val="28"/>
        </w:rPr>
        <w:t>ые</w:t>
      </w:r>
      <w:r w:rsidRPr="009D2422">
        <w:rPr>
          <w:sz w:val="28"/>
          <w:szCs w:val="28"/>
        </w:rPr>
        <w:t xml:space="preserve"> отч</w:t>
      </w:r>
      <w:r>
        <w:rPr>
          <w:sz w:val="28"/>
          <w:szCs w:val="28"/>
        </w:rPr>
        <w:t>ёты</w:t>
      </w:r>
      <w:r w:rsidRPr="009D24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ходе исполнения плана мероприятий по реализации стратегии социально-экономического развития Ульяновской области, подготовленные Правительством Ульяновской области, представляются Губернатором Ульяновской области </w:t>
      </w:r>
      <w:r>
        <w:rPr>
          <w:sz w:val="28"/>
          <w:szCs w:val="28"/>
        </w:rPr>
        <w:br/>
        <w:t>в Законодательное Собрание Ульяновской области не позднее 1 апреля года, следующего за отчётным.</w:t>
      </w:r>
    </w:p>
    <w:p w:rsidR="008E6CC4" w:rsidRDefault="008E6CC4" w:rsidP="00DA122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е</w:t>
      </w:r>
      <w:r w:rsidRPr="009D2422">
        <w:rPr>
          <w:sz w:val="28"/>
          <w:szCs w:val="28"/>
        </w:rPr>
        <w:t>жегодн</w:t>
      </w:r>
      <w:r>
        <w:rPr>
          <w:sz w:val="28"/>
          <w:szCs w:val="28"/>
        </w:rPr>
        <w:t>ых</w:t>
      </w:r>
      <w:r w:rsidRPr="009D2422">
        <w:rPr>
          <w:sz w:val="28"/>
          <w:szCs w:val="28"/>
        </w:rPr>
        <w:t xml:space="preserve"> отч</w:t>
      </w:r>
      <w:r>
        <w:rPr>
          <w:sz w:val="28"/>
          <w:szCs w:val="28"/>
        </w:rPr>
        <w:t>ётах</w:t>
      </w:r>
      <w:r w:rsidRPr="009D24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ходе исполнения плана мероприятий </w:t>
      </w:r>
      <w:r>
        <w:rPr>
          <w:sz w:val="28"/>
          <w:szCs w:val="28"/>
        </w:rPr>
        <w:br/>
        <w:t>по реализации стратегии социально-экономического развития Ульяновской области содержатся сведения:</w:t>
      </w:r>
    </w:p>
    <w:p w:rsidR="008E6CC4" w:rsidRDefault="008E6CC4" w:rsidP="00CA0F1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0F11">
        <w:rPr>
          <w:sz w:val="28"/>
          <w:szCs w:val="28"/>
        </w:rPr>
        <w:t xml:space="preserve">об основных результатах </w:t>
      </w:r>
      <w:r>
        <w:rPr>
          <w:sz w:val="28"/>
          <w:szCs w:val="28"/>
        </w:rPr>
        <w:t>исполнения плана мероприятий по реализации стратегии социально-экономического развития Ульяновской области</w:t>
      </w:r>
      <w:r w:rsidRPr="00CA0F11">
        <w:rPr>
          <w:sz w:val="28"/>
          <w:szCs w:val="28"/>
        </w:rPr>
        <w:t xml:space="preserve"> </w:t>
      </w:r>
      <w:r>
        <w:rPr>
          <w:sz w:val="28"/>
          <w:szCs w:val="28"/>
        </w:rPr>
        <w:t>за отчё</w:t>
      </w:r>
      <w:r w:rsidRPr="00CA0F11">
        <w:rPr>
          <w:sz w:val="28"/>
          <w:szCs w:val="28"/>
        </w:rPr>
        <w:t xml:space="preserve">тный </w:t>
      </w:r>
      <w:r>
        <w:rPr>
          <w:sz w:val="28"/>
          <w:szCs w:val="28"/>
        </w:rPr>
        <w:t>год</w:t>
      </w:r>
      <w:r w:rsidRPr="00CA0F11">
        <w:rPr>
          <w:sz w:val="28"/>
          <w:szCs w:val="28"/>
        </w:rPr>
        <w:t>;</w:t>
      </w:r>
    </w:p>
    <w:p w:rsidR="008E6CC4" w:rsidRPr="00CA0F11" w:rsidRDefault="008E6CC4" w:rsidP="00CA0F1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0F11">
        <w:rPr>
          <w:sz w:val="28"/>
          <w:szCs w:val="28"/>
        </w:rPr>
        <w:t xml:space="preserve">о степени соответствия установленных и достигнутых </w:t>
      </w:r>
      <w:r>
        <w:rPr>
          <w:sz w:val="28"/>
          <w:szCs w:val="28"/>
        </w:rPr>
        <w:t xml:space="preserve">значений </w:t>
      </w:r>
      <w:r>
        <w:rPr>
          <w:sz w:val="28"/>
          <w:szCs w:val="28"/>
        </w:rPr>
        <w:br/>
        <w:t>показателей достижения долгосрочных целей</w:t>
      </w:r>
      <w:r w:rsidRPr="00CA0F11">
        <w:rPr>
          <w:sz w:val="28"/>
          <w:szCs w:val="28"/>
        </w:rPr>
        <w:t xml:space="preserve"> </w:t>
      </w:r>
      <w:r w:rsidRPr="00BB3C94">
        <w:rPr>
          <w:sz w:val="28"/>
          <w:szCs w:val="28"/>
        </w:rPr>
        <w:t>социально-экономического развития Ульяновской области</w:t>
      </w:r>
      <w:r w:rsidRPr="00CA0F11">
        <w:rPr>
          <w:sz w:val="28"/>
          <w:szCs w:val="28"/>
        </w:rPr>
        <w:t xml:space="preserve"> за отч</w:t>
      </w:r>
      <w:r>
        <w:rPr>
          <w:sz w:val="28"/>
          <w:szCs w:val="28"/>
        </w:rPr>
        <w:t>ё</w:t>
      </w:r>
      <w:r w:rsidRPr="00CA0F11">
        <w:rPr>
          <w:sz w:val="28"/>
          <w:szCs w:val="28"/>
        </w:rPr>
        <w:t xml:space="preserve">тный </w:t>
      </w:r>
      <w:r>
        <w:rPr>
          <w:sz w:val="28"/>
          <w:szCs w:val="28"/>
        </w:rPr>
        <w:t>год</w:t>
      </w:r>
      <w:r w:rsidRPr="00CA0F11">
        <w:rPr>
          <w:sz w:val="28"/>
          <w:szCs w:val="28"/>
        </w:rPr>
        <w:t>;</w:t>
      </w:r>
    </w:p>
    <w:p w:rsidR="008E6CC4" w:rsidRPr="00CA0F11" w:rsidRDefault="008E6CC4" w:rsidP="00CA0F1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0F11">
        <w:rPr>
          <w:sz w:val="28"/>
          <w:szCs w:val="28"/>
        </w:rPr>
        <w:t xml:space="preserve">об </w:t>
      </w:r>
      <w:r w:rsidRPr="00BB3C94">
        <w:rPr>
          <w:sz w:val="28"/>
          <w:szCs w:val="28"/>
        </w:rPr>
        <w:t>оценк</w:t>
      </w:r>
      <w:r>
        <w:rPr>
          <w:sz w:val="28"/>
          <w:szCs w:val="28"/>
        </w:rPr>
        <w:t>е</w:t>
      </w:r>
      <w:r w:rsidRPr="00BB3C94">
        <w:rPr>
          <w:sz w:val="28"/>
          <w:szCs w:val="28"/>
        </w:rPr>
        <w:t xml:space="preserve"> качества прогнозирования и программно-целевого планирования</w:t>
      </w:r>
      <w:r>
        <w:rPr>
          <w:sz w:val="28"/>
          <w:szCs w:val="28"/>
        </w:rPr>
        <w:t xml:space="preserve"> при осуществлении </w:t>
      </w:r>
      <w:r w:rsidRPr="00BB3C94">
        <w:rPr>
          <w:sz w:val="28"/>
          <w:szCs w:val="28"/>
        </w:rPr>
        <w:t>стратегического планирования</w:t>
      </w:r>
      <w:r>
        <w:rPr>
          <w:sz w:val="28"/>
          <w:szCs w:val="28"/>
        </w:rPr>
        <w:t xml:space="preserve"> на уровне Ульяновской области.</w:t>
      </w:r>
    </w:p>
    <w:p w:rsidR="008E6CC4" w:rsidRDefault="008E6CC4" w:rsidP="005075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40574">
        <w:rPr>
          <w:sz w:val="28"/>
          <w:szCs w:val="28"/>
        </w:rPr>
        <w:t xml:space="preserve">. </w:t>
      </w:r>
      <w:r w:rsidRPr="009D2422">
        <w:rPr>
          <w:sz w:val="28"/>
          <w:szCs w:val="28"/>
        </w:rPr>
        <w:t xml:space="preserve">По итогам заслушивания </w:t>
      </w:r>
      <w:r>
        <w:rPr>
          <w:sz w:val="28"/>
          <w:szCs w:val="28"/>
        </w:rPr>
        <w:t xml:space="preserve">сводного годового доклада о ходе реализации </w:t>
      </w:r>
      <w:r>
        <w:rPr>
          <w:sz w:val="28"/>
          <w:szCs w:val="28"/>
        </w:rPr>
        <w:br/>
        <w:t xml:space="preserve">и об оценке эффективности государственных программ Ульяновской области </w:t>
      </w:r>
      <w:r>
        <w:rPr>
          <w:sz w:val="28"/>
          <w:szCs w:val="28"/>
        </w:rPr>
        <w:br/>
        <w:t xml:space="preserve">и </w:t>
      </w:r>
      <w:r w:rsidRPr="009D2422">
        <w:rPr>
          <w:sz w:val="28"/>
          <w:szCs w:val="28"/>
        </w:rPr>
        <w:t>ежегодного отч</w:t>
      </w:r>
      <w:r>
        <w:rPr>
          <w:sz w:val="28"/>
          <w:szCs w:val="28"/>
        </w:rPr>
        <w:t>ё</w:t>
      </w:r>
      <w:r w:rsidRPr="009D2422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о ходе исполнения плана мероприятий по реализации стратегии социально-экономического развития Ульяновской области </w:t>
      </w:r>
      <w:r w:rsidRPr="009D2422">
        <w:rPr>
          <w:sz w:val="28"/>
          <w:szCs w:val="28"/>
        </w:rPr>
        <w:t>Законодательно</w:t>
      </w:r>
      <w:r>
        <w:rPr>
          <w:sz w:val="28"/>
          <w:szCs w:val="28"/>
        </w:rPr>
        <w:t>е Собрание</w:t>
      </w:r>
      <w:r w:rsidRPr="009D2422">
        <w:rPr>
          <w:sz w:val="28"/>
          <w:szCs w:val="28"/>
        </w:rPr>
        <w:t xml:space="preserve"> Ульяновской области вправ</w:t>
      </w:r>
      <w:r>
        <w:rPr>
          <w:sz w:val="28"/>
          <w:szCs w:val="28"/>
        </w:rPr>
        <w:t xml:space="preserve">е принять решение </w:t>
      </w:r>
      <w:r>
        <w:rPr>
          <w:sz w:val="28"/>
          <w:szCs w:val="28"/>
        </w:rPr>
        <w:br/>
        <w:t>о ненадлежащей</w:t>
      </w:r>
      <w:r w:rsidRPr="009D2422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 государственных программ Ульяновской области, ненадлежащем исполнении указанного плана, подлежаще</w:t>
      </w:r>
      <w:r w:rsidRPr="009D2422">
        <w:rPr>
          <w:sz w:val="28"/>
          <w:szCs w:val="28"/>
        </w:rPr>
        <w:t>е обязательному рассмотрению Губернатором Ульяновской области.</w:t>
      </w:r>
    </w:p>
    <w:p w:rsidR="008E6CC4" w:rsidRPr="00F27760" w:rsidRDefault="008E6CC4" w:rsidP="00DD453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8E6CC4" w:rsidRPr="00F27760" w:rsidRDefault="008E6CC4" w:rsidP="00DD45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6CC4" w:rsidRPr="00F27760" w:rsidRDefault="008E6CC4" w:rsidP="00DD45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Layout w:type="fixed"/>
        <w:tblLook w:val="00A0"/>
      </w:tblPr>
      <w:tblGrid>
        <w:gridCol w:w="5066"/>
        <w:gridCol w:w="4965"/>
      </w:tblGrid>
      <w:tr w:rsidR="008E6CC4" w:rsidRPr="00BB3C94">
        <w:tc>
          <w:tcPr>
            <w:tcW w:w="5066" w:type="dxa"/>
          </w:tcPr>
          <w:p w:rsidR="008E6CC4" w:rsidRPr="00BB3C94" w:rsidRDefault="008E6CC4" w:rsidP="00BB3C94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BB3C94">
              <w:rPr>
                <w:b/>
                <w:bCs/>
                <w:sz w:val="28"/>
                <w:szCs w:val="28"/>
                <w:lang w:eastAsia="en-US"/>
              </w:rPr>
              <w:t>Губернатор Ульяновской области</w:t>
            </w:r>
          </w:p>
        </w:tc>
        <w:tc>
          <w:tcPr>
            <w:tcW w:w="4965" w:type="dxa"/>
          </w:tcPr>
          <w:p w:rsidR="008E6CC4" w:rsidRPr="00BB3C94" w:rsidRDefault="008E6CC4" w:rsidP="00610BAE">
            <w:pPr>
              <w:ind w:right="-108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  <w:r w:rsidRPr="00BB3C94">
              <w:rPr>
                <w:b/>
                <w:bCs/>
                <w:sz w:val="28"/>
                <w:szCs w:val="28"/>
                <w:lang w:eastAsia="en-US"/>
              </w:rPr>
              <w:t xml:space="preserve">                                     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B3C94">
              <w:rPr>
                <w:b/>
                <w:bCs/>
                <w:sz w:val="28"/>
                <w:szCs w:val="28"/>
                <w:lang w:eastAsia="en-US"/>
              </w:rPr>
              <w:t xml:space="preserve">  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B3C94">
              <w:rPr>
                <w:b/>
                <w:bCs/>
                <w:sz w:val="28"/>
                <w:szCs w:val="28"/>
                <w:lang w:eastAsia="en-US"/>
              </w:rPr>
              <w:t>С.И.Морозов</w:t>
            </w:r>
          </w:p>
        </w:tc>
      </w:tr>
    </w:tbl>
    <w:p w:rsidR="008E6CC4" w:rsidRDefault="008E6CC4" w:rsidP="00BB3C94">
      <w:pPr>
        <w:jc w:val="center"/>
        <w:rPr>
          <w:sz w:val="28"/>
          <w:szCs w:val="28"/>
          <w:lang w:eastAsia="en-US"/>
        </w:rPr>
      </w:pPr>
    </w:p>
    <w:p w:rsidR="008E6CC4" w:rsidRPr="00BB3C94" w:rsidRDefault="008E6CC4" w:rsidP="00BB3C94">
      <w:pPr>
        <w:jc w:val="center"/>
        <w:rPr>
          <w:sz w:val="28"/>
          <w:szCs w:val="28"/>
          <w:lang w:eastAsia="en-US"/>
        </w:rPr>
      </w:pPr>
    </w:p>
    <w:p w:rsidR="008E6CC4" w:rsidRPr="00BB3C94" w:rsidRDefault="008E6CC4" w:rsidP="002E7053">
      <w:pPr>
        <w:rPr>
          <w:sz w:val="28"/>
          <w:szCs w:val="28"/>
          <w:lang w:eastAsia="en-US"/>
        </w:rPr>
      </w:pPr>
    </w:p>
    <w:p w:rsidR="008E6CC4" w:rsidRPr="00BB3C94" w:rsidRDefault="008E6CC4" w:rsidP="00BB3C94">
      <w:pPr>
        <w:jc w:val="center"/>
        <w:rPr>
          <w:sz w:val="28"/>
          <w:szCs w:val="28"/>
          <w:lang w:eastAsia="en-US"/>
        </w:rPr>
      </w:pPr>
      <w:r w:rsidRPr="00BB3C94">
        <w:rPr>
          <w:sz w:val="28"/>
          <w:szCs w:val="28"/>
          <w:lang w:eastAsia="en-US"/>
        </w:rPr>
        <w:t>г. Ульяновск</w:t>
      </w:r>
    </w:p>
    <w:p w:rsidR="008E6CC4" w:rsidRPr="00BB3C94" w:rsidRDefault="008E6CC4" w:rsidP="00BB3C94">
      <w:pPr>
        <w:jc w:val="center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>20 апреля</w:t>
      </w:r>
      <w:r w:rsidRPr="00BB3C94">
        <w:rPr>
          <w:sz w:val="27"/>
          <w:szCs w:val="27"/>
          <w:lang w:eastAsia="en-US"/>
        </w:rPr>
        <w:t xml:space="preserve"> 201</w:t>
      </w:r>
      <w:r>
        <w:rPr>
          <w:sz w:val="27"/>
          <w:szCs w:val="27"/>
          <w:lang w:eastAsia="en-US"/>
        </w:rPr>
        <w:t>8</w:t>
      </w:r>
      <w:r w:rsidRPr="00BB3C94">
        <w:rPr>
          <w:sz w:val="27"/>
          <w:szCs w:val="27"/>
          <w:lang w:eastAsia="en-US"/>
        </w:rPr>
        <w:t xml:space="preserve"> г.</w:t>
      </w:r>
    </w:p>
    <w:p w:rsidR="008E6CC4" w:rsidRPr="00BB3C94" w:rsidRDefault="008E6CC4" w:rsidP="00BB3C94">
      <w:pPr>
        <w:jc w:val="center"/>
        <w:rPr>
          <w:rFonts w:ascii="Calibri" w:hAnsi="Calibri" w:cs="Calibri"/>
          <w:sz w:val="22"/>
          <w:szCs w:val="22"/>
          <w:lang w:eastAsia="en-US"/>
        </w:rPr>
      </w:pPr>
      <w:r w:rsidRPr="00BB3C94">
        <w:rPr>
          <w:sz w:val="27"/>
          <w:szCs w:val="27"/>
          <w:lang w:eastAsia="en-US"/>
        </w:rPr>
        <w:t xml:space="preserve">№ </w:t>
      </w:r>
      <w:r>
        <w:rPr>
          <w:sz w:val="27"/>
          <w:szCs w:val="27"/>
          <w:lang w:eastAsia="en-US"/>
        </w:rPr>
        <w:t>28</w:t>
      </w:r>
      <w:r w:rsidRPr="00BB3C94">
        <w:rPr>
          <w:sz w:val="27"/>
          <w:szCs w:val="27"/>
          <w:lang w:val="en-US" w:eastAsia="en-US"/>
        </w:rPr>
        <w:t>-</w:t>
      </w:r>
      <w:r w:rsidRPr="00BB3C94">
        <w:rPr>
          <w:sz w:val="27"/>
          <w:szCs w:val="27"/>
          <w:lang w:eastAsia="en-US"/>
        </w:rPr>
        <w:t>ЗО</w:t>
      </w:r>
    </w:p>
    <w:sectPr w:rsidR="008E6CC4" w:rsidRPr="00BB3C94" w:rsidSect="00F06230"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CC4" w:rsidRDefault="008E6CC4" w:rsidP="008160A3">
      <w:r>
        <w:separator/>
      </w:r>
    </w:p>
  </w:endnote>
  <w:endnote w:type="continuationSeparator" w:id="0">
    <w:p w:rsidR="008E6CC4" w:rsidRDefault="008E6CC4" w:rsidP="00816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CC4" w:rsidRPr="00DB5C3D" w:rsidRDefault="008E6CC4" w:rsidP="00DB5C3D">
    <w:pPr>
      <w:pStyle w:val="Footer"/>
      <w:jc w:val="right"/>
      <w:rPr>
        <w:sz w:val="16"/>
        <w:szCs w:val="16"/>
      </w:rPr>
    </w:pPr>
    <w:r w:rsidRPr="00DB5C3D">
      <w:rPr>
        <w:sz w:val="16"/>
        <w:szCs w:val="16"/>
      </w:rPr>
      <w:t>2603ар2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CC4" w:rsidRDefault="008E6CC4" w:rsidP="008160A3">
      <w:r>
        <w:separator/>
      </w:r>
    </w:p>
  </w:footnote>
  <w:footnote w:type="continuationSeparator" w:id="0">
    <w:p w:rsidR="008E6CC4" w:rsidRDefault="008E6CC4" w:rsidP="008160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CC4" w:rsidRPr="00152804" w:rsidRDefault="008E6CC4" w:rsidP="00152804">
    <w:pPr>
      <w:pStyle w:val="Header"/>
      <w:jc w:val="center"/>
      <w:rPr>
        <w:sz w:val="28"/>
        <w:szCs w:val="28"/>
      </w:rPr>
    </w:pPr>
    <w:r w:rsidRPr="00152804">
      <w:rPr>
        <w:sz w:val="28"/>
        <w:szCs w:val="28"/>
      </w:rPr>
      <w:fldChar w:fldCharType="begin"/>
    </w:r>
    <w:r w:rsidRPr="00152804">
      <w:rPr>
        <w:sz w:val="28"/>
        <w:szCs w:val="28"/>
      </w:rPr>
      <w:instrText>PAGE   \* MERGEFORMAT</w:instrText>
    </w:r>
    <w:r w:rsidRPr="00152804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152804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7534"/>
    <w:multiLevelType w:val="hybridMultilevel"/>
    <w:tmpl w:val="681A4F08"/>
    <w:lvl w:ilvl="0" w:tplc="ABE02A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D3AA5"/>
    <w:multiLevelType w:val="hybridMultilevel"/>
    <w:tmpl w:val="D974B72C"/>
    <w:lvl w:ilvl="0" w:tplc="3E9E8E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315355"/>
    <w:multiLevelType w:val="hybridMultilevel"/>
    <w:tmpl w:val="A7D8BCEA"/>
    <w:lvl w:ilvl="0" w:tplc="B04E2E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0E148E7"/>
    <w:multiLevelType w:val="hybridMultilevel"/>
    <w:tmpl w:val="8774F2D0"/>
    <w:lvl w:ilvl="0" w:tplc="31D89F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D8948CA"/>
    <w:multiLevelType w:val="hybridMultilevel"/>
    <w:tmpl w:val="E234810A"/>
    <w:lvl w:ilvl="0" w:tplc="21A044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EB374B5"/>
    <w:multiLevelType w:val="hybridMultilevel"/>
    <w:tmpl w:val="C54ED0C2"/>
    <w:lvl w:ilvl="0" w:tplc="4C20F1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5F88"/>
    <w:rsid w:val="00002F6C"/>
    <w:rsid w:val="00003949"/>
    <w:rsid w:val="00005745"/>
    <w:rsid w:val="00005BAB"/>
    <w:rsid w:val="000114CD"/>
    <w:rsid w:val="00011A50"/>
    <w:rsid w:val="00012B01"/>
    <w:rsid w:val="00021096"/>
    <w:rsid w:val="000210D5"/>
    <w:rsid w:val="0002213C"/>
    <w:rsid w:val="00023DB0"/>
    <w:rsid w:val="00024B41"/>
    <w:rsid w:val="00025EBB"/>
    <w:rsid w:val="00026046"/>
    <w:rsid w:val="00026521"/>
    <w:rsid w:val="000272AF"/>
    <w:rsid w:val="000303AB"/>
    <w:rsid w:val="00030792"/>
    <w:rsid w:val="00030ECD"/>
    <w:rsid w:val="000312BA"/>
    <w:rsid w:val="0003202E"/>
    <w:rsid w:val="0003506F"/>
    <w:rsid w:val="000362F2"/>
    <w:rsid w:val="000368F4"/>
    <w:rsid w:val="000402B1"/>
    <w:rsid w:val="00040CCC"/>
    <w:rsid w:val="00043361"/>
    <w:rsid w:val="00043864"/>
    <w:rsid w:val="00050055"/>
    <w:rsid w:val="00054FC8"/>
    <w:rsid w:val="00056DAA"/>
    <w:rsid w:val="00056F35"/>
    <w:rsid w:val="00062506"/>
    <w:rsid w:val="00062726"/>
    <w:rsid w:val="0006290C"/>
    <w:rsid w:val="00064B16"/>
    <w:rsid w:val="00065F72"/>
    <w:rsid w:val="0007017B"/>
    <w:rsid w:val="000707FE"/>
    <w:rsid w:val="00072550"/>
    <w:rsid w:val="00073874"/>
    <w:rsid w:val="00073A03"/>
    <w:rsid w:val="000740F9"/>
    <w:rsid w:val="00082302"/>
    <w:rsid w:val="0008364F"/>
    <w:rsid w:val="00085A34"/>
    <w:rsid w:val="0008618E"/>
    <w:rsid w:val="00090648"/>
    <w:rsid w:val="00090C76"/>
    <w:rsid w:val="00095CF6"/>
    <w:rsid w:val="000A5264"/>
    <w:rsid w:val="000A591F"/>
    <w:rsid w:val="000B0906"/>
    <w:rsid w:val="000B0B52"/>
    <w:rsid w:val="000B0C25"/>
    <w:rsid w:val="000B41A7"/>
    <w:rsid w:val="000B543A"/>
    <w:rsid w:val="000B6271"/>
    <w:rsid w:val="000B6A3E"/>
    <w:rsid w:val="000B6A4D"/>
    <w:rsid w:val="000B7686"/>
    <w:rsid w:val="000B7F31"/>
    <w:rsid w:val="000C07F1"/>
    <w:rsid w:val="000C37B1"/>
    <w:rsid w:val="000C4211"/>
    <w:rsid w:val="000C5A56"/>
    <w:rsid w:val="000C79A1"/>
    <w:rsid w:val="000D2330"/>
    <w:rsid w:val="000D2F5E"/>
    <w:rsid w:val="000D38B5"/>
    <w:rsid w:val="000F5100"/>
    <w:rsid w:val="000F78E8"/>
    <w:rsid w:val="00106A10"/>
    <w:rsid w:val="001075C4"/>
    <w:rsid w:val="00110B5F"/>
    <w:rsid w:val="001132E1"/>
    <w:rsid w:val="00113FAE"/>
    <w:rsid w:val="001146C3"/>
    <w:rsid w:val="00122771"/>
    <w:rsid w:val="00123A95"/>
    <w:rsid w:val="001250EC"/>
    <w:rsid w:val="00131452"/>
    <w:rsid w:val="00132B86"/>
    <w:rsid w:val="00133C69"/>
    <w:rsid w:val="001365DA"/>
    <w:rsid w:val="00137F01"/>
    <w:rsid w:val="00140640"/>
    <w:rsid w:val="00141181"/>
    <w:rsid w:val="00142A1B"/>
    <w:rsid w:val="001442FA"/>
    <w:rsid w:val="00145E4D"/>
    <w:rsid w:val="00146322"/>
    <w:rsid w:val="00146BEF"/>
    <w:rsid w:val="00147903"/>
    <w:rsid w:val="00147FE4"/>
    <w:rsid w:val="00152804"/>
    <w:rsid w:val="00156B27"/>
    <w:rsid w:val="00164623"/>
    <w:rsid w:val="00164943"/>
    <w:rsid w:val="00170D2E"/>
    <w:rsid w:val="00170FA9"/>
    <w:rsid w:val="0017481B"/>
    <w:rsid w:val="00174A5B"/>
    <w:rsid w:val="001750B5"/>
    <w:rsid w:val="0017596A"/>
    <w:rsid w:val="00176F3B"/>
    <w:rsid w:val="00176FB3"/>
    <w:rsid w:val="00180970"/>
    <w:rsid w:val="001840B0"/>
    <w:rsid w:val="001906BB"/>
    <w:rsid w:val="00191E8F"/>
    <w:rsid w:val="00193AEA"/>
    <w:rsid w:val="00197006"/>
    <w:rsid w:val="001A002D"/>
    <w:rsid w:val="001A06F3"/>
    <w:rsid w:val="001A40C4"/>
    <w:rsid w:val="001A4754"/>
    <w:rsid w:val="001A491A"/>
    <w:rsid w:val="001B1C50"/>
    <w:rsid w:val="001B52F4"/>
    <w:rsid w:val="001B6943"/>
    <w:rsid w:val="001B7BCD"/>
    <w:rsid w:val="001C1725"/>
    <w:rsid w:val="001C1B40"/>
    <w:rsid w:val="001C1FAC"/>
    <w:rsid w:val="001C1FE1"/>
    <w:rsid w:val="001C395B"/>
    <w:rsid w:val="001C399F"/>
    <w:rsid w:val="001C4320"/>
    <w:rsid w:val="001E1B3A"/>
    <w:rsid w:val="001E3D51"/>
    <w:rsid w:val="001E5585"/>
    <w:rsid w:val="001E5F10"/>
    <w:rsid w:val="001E6816"/>
    <w:rsid w:val="001F0A21"/>
    <w:rsid w:val="001F0FAC"/>
    <w:rsid w:val="001F55C4"/>
    <w:rsid w:val="001F723E"/>
    <w:rsid w:val="00204BEE"/>
    <w:rsid w:val="00210A01"/>
    <w:rsid w:val="00211B62"/>
    <w:rsid w:val="002126D5"/>
    <w:rsid w:val="002132FF"/>
    <w:rsid w:val="00214D1C"/>
    <w:rsid w:val="00220029"/>
    <w:rsid w:val="002208FF"/>
    <w:rsid w:val="00221E1E"/>
    <w:rsid w:val="002236BC"/>
    <w:rsid w:val="00224952"/>
    <w:rsid w:val="00225E59"/>
    <w:rsid w:val="0022784F"/>
    <w:rsid w:val="0023185E"/>
    <w:rsid w:val="0023506E"/>
    <w:rsid w:val="00235581"/>
    <w:rsid w:val="00236962"/>
    <w:rsid w:val="00236D6E"/>
    <w:rsid w:val="002418E6"/>
    <w:rsid w:val="002421C9"/>
    <w:rsid w:val="00242488"/>
    <w:rsid w:val="00242B23"/>
    <w:rsid w:val="00242F00"/>
    <w:rsid w:val="00244C9C"/>
    <w:rsid w:val="00246763"/>
    <w:rsid w:val="00251227"/>
    <w:rsid w:val="00251460"/>
    <w:rsid w:val="00253AB5"/>
    <w:rsid w:val="00253CC7"/>
    <w:rsid w:val="00254070"/>
    <w:rsid w:val="002542C6"/>
    <w:rsid w:val="0025479D"/>
    <w:rsid w:val="00255983"/>
    <w:rsid w:val="00256C6F"/>
    <w:rsid w:val="002630E2"/>
    <w:rsid w:val="00265021"/>
    <w:rsid w:val="002703FB"/>
    <w:rsid w:val="0027139C"/>
    <w:rsid w:val="00273D4C"/>
    <w:rsid w:val="00275AD3"/>
    <w:rsid w:val="002811A6"/>
    <w:rsid w:val="00296413"/>
    <w:rsid w:val="002A20EA"/>
    <w:rsid w:val="002A2239"/>
    <w:rsid w:val="002A346F"/>
    <w:rsid w:val="002A370D"/>
    <w:rsid w:val="002A4F5C"/>
    <w:rsid w:val="002A53C9"/>
    <w:rsid w:val="002A566D"/>
    <w:rsid w:val="002B14C6"/>
    <w:rsid w:val="002C00E5"/>
    <w:rsid w:val="002C723E"/>
    <w:rsid w:val="002D054E"/>
    <w:rsid w:val="002D1621"/>
    <w:rsid w:val="002D1792"/>
    <w:rsid w:val="002D2E63"/>
    <w:rsid w:val="002D328F"/>
    <w:rsid w:val="002D38D0"/>
    <w:rsid w:val="002D4BAB"/>
    <w:rsid w:val="002D4CF7"/>
    <w:rsid w:val="002E0BAA"/>
    <w:rsid w:val="002E2AEB"/>
    <w:rsid w:val="002E2C91"/>
    <w:rsid w:val="002E7053"/>
    <w:rsid w:val="002E70ED"/>
    <w:rsid w:val="002F0D24"/>
    <w:rsid w:val="00300F0C"/>
    <w:rsid w:val="003037FD"/>
    <w:rsid w:val="00306228"/>
    <w:rsid w:val="0031153A"/>
    <w:rsid w:val="003115FB"/>
    <w:rsid w:val="003130DC"/>
    <w:rsid w:val="0031611B"/>
    <w:rsid w:val="00320ABE"/>
    <w:rsid w:val="00324F17"/>
    <w:rsid w:val="00326CE8"/>
    <w:rsid w:val="00326EE3"/>
    <w:rsid w:val="0033177F"/>
    <w:rsid w:val="00332355"/>
    <w:rsid w:val="00332378"/>
    <w:rsid w:val="00334659"/>
    <w:rsid w:val="00334EA4"/>
    <w:rsid w:val="003436E4"/>
    <w:rsid w:val="003477CE"/>
    <w:rsid w:val="00352D5E"/>
    <w:rsid w:val="00354A5E"/>
    <w:rsid w:val="00356912"/>
    <w:rsid w:val="003571BC"/>
    <w:rsid w:val="00357243"/>
    <w:rsid w:val="0036021A"/>
    <w:rsid w:val="00366F35"/>
    <w:rsid w:val="00370662"/>
    <w:rsid w:val="003709DC"/>
    <w:rsid w:val="00373783"/>
    <w:rsid w:val="003747D6"/>
    <w:rsid w:val="00375916"/>
    <w:rsid w:val="003759F7"/>
    <w:rsid w:val="00381338"/>
    <w:rsid w:val="00381C90"/>
    <w:rsid w:val="00385B8D"/>
    <w:rsid w:val="00392823"/>
    <w:rsid w:val="003929C2"/>
    <w:rsid w:val="00392A0D"/>
    <w:rsid w:val="00394182"/>
    <w:rsid w:val="00394314"/>
    <w:rsid w:val="00397E9D"/>
    <w:rsid w:val="003A00D4"/>
    <w:rsid w:val="003A1020"/>
    <w:rsid w:val="003A57D5"/>
    <w:rsid w:val="003A73D3"/>
    <w:rsid w:val="003B3787"/>
    <w:rsid w:val="003B3A65"/>
    <w:rsid w:val="003B4489"/>
    <w:rsid w:val="003B4F0E"/>
    <w:rsid w:val="003B584D"/>
    <w:rsid w:val="003B745C"/>
    <w:rsid w:val="003B7C71"/>
    <w:rsid w:val="003C1752"/>
    <w:rsid w:val="003C1BA8"/>
    <w:rsid w:val="003C2E75"/>
    <w:rsid w:val="003C3D74"/>
    <w:rsid w:val="003C4E31"/>
    <w:rsid w:val="003C6A28"/>
    <w:rsid w:val="003D44A3"/>
    <w:rsid w:val="003D5A8B"/>
    <w:rsid w:val="003E056B"/>
    <w:rsid w:val="003E0B6C"/>
    <w:rsid w:val="003E3820"/>
    <w:rsid w:val="003E742E"/>
    <w:rsid w:val="003F140D"/>
    <w:rsid w:val="003F2DA4"/>
    <w:rsid w:val="003F6CE3"/>
    <w:rsid w:val="003F7479"/>
    <w:rsid w:val="003F7C76"/>
    <w:rsid w:val="004003C4"/>
    <w:rsid w:val="00401433"/>
    <w:rsid w:val="004064D1"/>
    <w:rsid w:val="00407AA3"/>
    <w:rsid w:val="00407DB0"/>
    <w:rsid w:val="004131D2"/>
    <w:rsid w:val="00413508"/>
    <w:rsid w:val="00413FD6"/>
    <w:rsid w:val="00414B6B"/>
    <w:rsid w:val="00415CD0"/>
    <w:rsid w:val="00415DC2"/>
    <w:rsid w:val="004162C3"/>
    <w:rsid w:val="004209F3"/>
    <w:rsid w:val="004214A3"/>
    <w:rsid w:val="004227E7"/>
    <w:rsid w:val="00424372"/>
    <w:rsid w:val="00424CEE"/>
    <w:rsid w:val="004250A3"/>
    <w:rsid w:val="004252C6"/>
    <w:rsid w:val="00440C12"/>
    <w:rsid w:val="00440DFA"/>
    <w:rsid w:val="00442568"/>
    <w:rsid w:val="004466FB"/>
    <w:rsid w:val="00447EE4"/>
    <w:rsid w:val="004517DB"/>
    <w:rsid w:val="00452EA8"/>
    <w:rsid w:val="00453186"/>
    <w:rsid w:val="00454A76"/>
    <w:rsid w:val="00460BA1"/>
    <w:rsid w:val="00461FDB"/>
    <w:rsid w:val="0047099E"/>
    <w:rsid w:val="0047266F"/>
    <w:rsid w:val="0047393C"/>
    <w:rsid w:val="00475031"/>
    <w:rsid w:val="0047520C"/>
    <w:rsid w:val="00476D3C"/>
    <w:rsid w:val="0048069A"/>
    <w:rsid w:val="00485B34"/>
    <w:rsid w:val="00492116"/>
    <w:rsid w:val="00492347"/>
    <w:rsid w:val="004924FB"/>
    <w:rsid w:val="00492C69"/>
    <w:rsid w:val="0049550A"/>
    <w:rsid w:val="004959F8"/>
    <w:rsid w:val="00497877"/>
    <w:rsid w:val="004A0EE8"/>
    <w:rsid w:val="004A1889"/>
    <w:rsid w:val="004A21AE"/>
    <w:rsid w:val="004A30E9"/>
    <w:rsid w:val="004A4CE4"/>
    <w:rsid w:val="004A51C7"/>
    <w:rsid w:val="004A647D"/>
    <w:rsid w:val="004A7472"/>
    <w:rsid w:val="004B314F"/>
    <w:rsid w:val="004B3422"/>
    <w:rsid w:val="004B63DB"/>
    <w:rsid w:val="004B66B2"/>
    <w:rsid w:val="004C0066"/>
    <w:rsid w:val="004C2D17"/>
    <w:rsid w:val="004C34B2"/>
    <w:rsid w:val="004C39D9"/>
    <w:rsid w:val="004C6AC9"/>
    <w:rsid w:val="004D4944"/>
    <w:rsid w:val="004D7628"/>
    <w:rsid w:val="004E005F"/>
    <w:rsid w:val="004E0C7C"/>
    <w:rsid w:val="004E1924"/>
    <w:rsid w:val="004E29C0"/>
    <w:rsid w:val="004E37B2"/>
    <w:rsid w:val="004E4470"/>
    <w:rsid w:val="004E7215"/>
    <w:rsid w:val="004F07C2"/>
    <w:rsid w:val="004F1E80"/>
    <w:rsid w:val="004F45F6"/>
    <w:rsid w:val="004F4F3D"/>
    <w:rsid w:val="004F5F2C"/>
    <w:rsid w:val="00500E58"/>
    <w:rsid w:val="005012D9"/>
    <w:rsid w:val="0050458D"/>
    <w:rsid w:val="00504DC9"/>
    <w:rsid w:val="00504F17"/>
    <w:rsid w:val="005050FB"/>
    <w:rsid w:val="00505BAA"/>
    <w:rsid w:val="0050605C"/>
    <w:rsid w:val="0050754B"/>
    <w:rsid w:val="00514A30"/>
    <w:rsid w:val="00515616"/>
    <w:rsid w:val="005161D3"/>
    <w:rsid w:val="00516606"/>
    <w:rsid w:val="00516E75"/>
    <w:rsid w:val="005173E1"/>
    <w:rsid w:val="00520B43"/>
    <w:rsid w:val="00521667"/>
    <w:rsid w:val="0052784D"/>
    <w:rsid w:val="00527D31"/>
    <w:rsid w:val="00530C31"/>
    <w:rsid w:val="00530D40"/>
    <w:rsid w:val="00532399"/>
    <w:rsid w:val="00532709"/>
    <w:rsid w:val="005328BB"/>
    <w:rsid w:val="00535662"/>
    <w:rsid w:val="00535D17"/>
    <w:rsid w:val="005361A7"/>
    <w:rsid w:val="00537D01"/>
    <w:rsid w:val="00537F31"/>
    <w:rsid w:val="00545A91"/>
    <w:rsid w:val="00550B30"/>
    <w:rsid w:val="00551DC5"/>
    <w:rsid w:val="00561B52"/>
    <w:rsid w:val="00562900"/>
    <w:rsid w:val="00564D81"/>
    <w:rsid w:val="0056612B"/>
    <w:rsid w:val="00566F87"/>
    <w:rsid w:val="00571633"/>
    <w:rsid w:val="005743DA"/>
    <w:rsid w:val="00575A00"/>
    <w:rsid w:val="00576903"/>
    <w:rsid w:val="005849B4"/>
    <w:rsid w:val="00584A3C"/>
    <w:rsid w:val="00584EBC"/>
    <w:rsid w:val="00586EDF"/>
    <w:rsid w:val="00587346"/>
    <w:rsid w:val="00587539"/>
    <w:rsid w:val="00590471"/>
    <w:rsid w:val="00591885"/>
    <w:rsid w:val="00592D76"/>
    <w:rsid w:val="00593EE0"/>
    <w:rsid w:val="005944A5"/>
    <w:rsid w:val="005950E5"/>
    <w:rsid w:val="00595ACB"/>
    <w:rsid w:val="005A66DF"/>
    <w:rsid w:val="005A6881"/>
    <w:rsid w:val="005B021B"/>
    <w:rsid w:val="005B0253"/>
    <w:rsid w:val="005B0C1C"/>
    <w:rsid w:val="005B1B78"/>
    <w:rsid w:val="005B3704"/>
    <w:rsid w:val="005C359A"/>
    <w:rsid w:val="005C54D7"/>
    <w:rsid w:val="005C636B"/>
    <w:rsid w:val="005C749B"/>
    <w:rsid w:val="005C7F75"/>
    <w:rsid w:val="005D0788"/>
    <w:rsid w:val="005D10D9"/>
    <w:rsid w:val="005D32CC"/>
    <w:rsid w:val="005D4FBB"/>
    <w:rsid w:val="005E7079"/>
    <w:rsid w:val="005F2E95"/>
    <w:rsid w:val="005F3059"/>
    <w:rsid w:val="005F352B"/>
    <w:rsid w:val="005F42FE"/>
    <w:rsid w:val="005F5955"/>
    <w:rsid w:val="005F5F26"/>
    <w:rsid w:val="005F6B53"/>
    <w:rsid w:val="005F78A9"/>
    <w:rsid w:val="005F78E6"/>
    <w:rsid w:val="0060170E"/>
    <w:rsid w:val="00603759"/>
    <w:rsid w:val="00603D02"/>
    <w:rsid w:val="00610BAE"/>
    <w:rsid w:val="00611D05"/>
    <w:rsid w:val="00612A8A"/>
    <w:rsid w:val="006140FA"/>
    <w:rsid w:val="00615D03"/>
    <w:rsid w:val="00616D81"/>
    <w:rsid w:val="0061737A"/>
    <w:rsid w:val="00624E5C"/>
    <w:rsid w:val="00624F66"/>
    <w:rsid w:val="006308B3"/>
    <w:rsid w:val="006329DD"/>
    <w:rsid w:val="00632C0C"/>
    <w:rsid w:val="00635420"/>
    <w:rsid w:val="0063639B"/>
    <w:rsid w:val="006422BA"/>
    <w:rsid w:val="006426D3"/>
    <w:rsid w:val="00643719"/>
    <w:rsid w:val="006448BC"/>
    <w:rsid w:val="00645448"/>
    <w:rsid w:val="0065175E"/>
    <w:rsid w:val="00652185"/>
    <w:rsid w:val="00653FFF"/>
    <w:rsid w:val="00654869"/>
    <w:rsid w:val="006548B4"/>
    <w:rsid w:val="00657DA8"/>
    <w:rsid w:val="0066170F"/>
    <w:rsid w:val="0066243B"/>
    <w:rsid w:val="00662881"/>
    <w:rsid w:val="00662AE2"/>
    <w:rsid w:val="00663553"/>
    <w:rsid w:val="00664985"/>
    <w:rsid w:val="006651B2"/>
    <w:rsid w:val="00667F3D"/>
    <w:rsid w:val="00670705"/>
    <w:rsid w:val="006722D0"/>
    <w:rsid w:val="00672C9B"/>
    <w:rsid w:val="00676B94"/>
    <w:rsid w:val="00677861"/>
    <w:rsid w:val="00677BBF"/>
    <w:rsid w:val="00681954"/>
    <w:rsid w:val="006824C9"/>
    <w:rsid w:val="006844F6"/>
    <w:rsid w:val="00684AE3"/>
    <w:rsid w:val="00685073"/>
    <w:rsid w:val="006860A7"/>
    <w:rsid w:val="006918DC"/>
    <w:rsid w:val="006941AA"/>
    <w:rsid w:val="00694D05"/>
    <w:rsid w:val="00695A13"/>
    <w:rsid w:val="00695A6C"/>
    <w:rsid w:val="00697021"/>
    <w:rsid w:val="006A6555"/>
    <w:rsid w:val="006A6F2D"/>
    <w:rsid w:val="006A7CF2"/>
    <w:rsid w:val="006B357D"/>
    <w:rsid w:val="006B54C2"/>
    <w:rsid w:val="006C1EC3"/>
    <w:rsid w:val="006C26C8"/>
    <w:rsid w:val="006C642D"/>
    <w:rsid w:val="006D1518"/>
    <w:rsid w:val="006D1E8B"/>
    <w:rsid w:val="006D2433"/>
    <w:rsid w:val="006D2AEF"/>
    <w:rsid w:val="006D36B9"/>
    <w:rsid w:val="006D5944"/>
    <w:rsid w:val="006E04C1"/>
    <w:rsid w:val="006E106E"/>
    <w:rsid w:val="006E141C"/>
    <w:rsid w:val="006E1518"/>
    <w:rsid w:val="006E1C49"/>
    <w:rsid w:val="006E1E18"/>
    <w:rsid w:val="006E4551"/>
    <w:rsid w:val="006E5951"/>
    <w:rsid w:val="006E6BD3"/>
    <w:rsid w:val="006E7381"/>
    <w:rsid w:val="006E7418"/>
    <w:rsid w:val="006E7E80"/>
    <w:rsid w:val="006F0C66"/>
    <w:rsid w:val="006F61B8"/>
    <w:rsid w:val="006F677F"/>
    <w:rsid w:val="00701146"/>
    <w:rsid w:val="00703052"/>
    <w:rsid w:val="00704F9D"/>
    <w:rsid w:val="007078C3"/>
    <w:rsid w:val="00707C42"/>
    <w:rsid w:val="007109DB"/>
    <w:rsid w:val="00711319"/>
    <w:rsid w:val="0071179F"/>
    <w:rsid w:val="0071642D"/>
    <w:rsid w:val="00723D3C"/>
    <w:rsid w:val="00725971"/>
    <w:rsid w:val="007311E9"/>
    <w:rsid w:val="00732233"/>
    <w:rsid w:val="0073336D"/>
    <w:rsid w:val="00733A27"/>
    <w:rsid w:val="007341C9"/>
    <w:rsid w:val="00734B80"/>
    <w:rsid w:val="00735382"/>
    <w:rsid w:val="00735844"/>
    <w:rsid w:val="0073677E"/>
    <w:rsid w:val="00736AF8"/>
    <w:rsid w:val="007401C5"/>
    <w:rsid w:val="0074536B"/>
    <w:rsid w:val="00745502"/>
    <w:rsid w:val="00745E25"/>
    <w:rsid w:val="00754821"/>
    <w:rsid w:val="007628E8"/>
    <w:rsid w:val="0076749E"/>
    <w:rsid w:val="007701B0"/>
    <w:rsid w:val="00771F30"/>
    <w:rsid w:val="00775071"/>
    <w:rsid w:val="00780393"/>
    <w:rsid w:val="0078096B"/>
    <w:rsid w:val="007873F5"/>
    <w:rsid w:val="007877A5"/>
    <w:rsid w:val="00790986"/>
    <w:rsid w:val="00792A81"/>
    <w:rsid w:val="00792D55"/>
    <w:rsid w:val="0079477F"/>
    <w:rsid w:val="007A001A"/>
    <w:rsid w:val="007A3710"/>
    <w:rsid w:val="007A460A"/>
    <w:rsid w:val="007A57B0"/>
    <w:rsid w:val="007B1C28"/>
    <w:rsid w:val="007B2278"/>
    <w:rsid w:val="007B3E27"/>
    <w:rsid w:val="007B6282"/>
    <w:rsid w:val="007C1933"/>
    <w:rsid w:val="007C5F0B"/>
    <w:rsid w:val="007C792C"/>
    <w:rsid w:val="007D162F"/>
    <w:rsid w:val="007D2280"/>
    <w:rsid w:val="007D417D"/>
    <w:rsid w:val="007E052A"/>
    <w:rsid w:val="007E1BA5"/>
    <w:rsid w:val="007E1BB6"/>
    <w:rsid w:val="007E77DE"/>
    <w:rsid w:val="007F35A0"/>
    <w:rsid w:val="007F5DA1"/>
    <w:rsid w:val="007F6E2E"/>
    <w:rsid w:val="00801B51"/>
    <w:rsid w:val="00805AB0"/>
    <w:rsid w:val="00807CE0"/>
    <w:rsid w:val="008104C6"/>
    <w:rsid w:val="00810DC4"/>
    <w:rsid w:val="008160A3"/>
    <w:rsid w:val="00816E0B"/>
    <w:rsid w:val="008236D7"/>
    <w:rsid w:val="0082379C"/>
    <w:rsid w:val="00826BE4"/>
    <w:rsid w:val="00827609"/>
    <w:rsid w:val="00830739"/>
    <w:rsid w:val="00831CC9"/>
    <w:rsid w:val="00833F2C"/>
    <w:rsid w:val="008370E5"/>
    <w:rsid w:val="00840217"/>
    <w:rsid w:val="00842823"/>
    <w:rsid w:val="00845131"/>
    <w:rsid w:val="00855959"/>
    <w:rsid w:val="0085754E"/>
    <w:rsid w:val="0086152D"/>
    <w:rsid w:val="00864183"/>
    <w:rsid w:val="0087195D"/>
    <w:rsid w:val="008729A7"/>
    <w:rsid w:val="008736E5"/>
    <w:rsid w:val="008769EF"/>
    <w:rsid w:val="00876B01"/>
    <w:rsid w:val="00880761"/>
    <w:rsid w:val="00880A0F"/>
    <w:rsid w:val="00882DEF"/>
    <w:rsid w:val="00885941"/>
    <w:rsid w:val="00894A07"/>
    <w:rsid w:val="00895F90"/>
    <w:rsid w:val="00896D37"/>
    <w:rsid w:val="0089721C"/>
    <w:rsid w:val="008978FF"/>
    <w:rsid w:val="00897BD5"/>
    <w:rsid w:val="008A07D8"/>
    <w:rsid w:val="008A2D1B"/>
    <w:rsid w:val="008A5514"/>
    <w:rsid w:val="008A56C0"/>
    <w:rsid w:val="008A59F8"/>
    <w:rsid w:val="008A723D"/>
    <w:rsid w:val="008B12CE"/>
    <w:rsid w:val="008B2B66"/>
    <w:rsid w:val="008B31FE"/>
    <w:rsid w:val="008B49FB"/>
    <w:rsid w:val="008B645D"/>
    <w:rsid w:val="008B65A6"/>
    <w:rsid w:val="008B7C74"/>
    <w:rsid w:val="008C0140"/>
    <w:rsid w:val="008C16E9"/>
    <w:rsid w:val="008C3635"/>
    <w:rsid w:val="008C3CEA"/>
    <w:rsid w:val="008C421C"/>
    <w:rsid w:val="008D149F"/>
    <w:rsid w:val="008D1A89"/>
    <w:rsid w:val="008D26D4"/>
    <w:rsid w:val="008D4B54"/>
    <w:rsid w:val="008D4D0D"/>
    <w:rsid w:val="008D4DE4"/>
    <w:rsid w:val="008D4EC2"/>
    <w:rsid w:val="008D62C3"/>
    <w:rsid w:val="008D7EEF"/>
    <w:rsid w:val="008E49C8"/>
    <w:rsid w:val="008E50AF"/>
    <w:rsid w:val="008E51CB"/>
    <w:rsid w:val="008E6C2D"/>
    <w:rsid w:val="008E6CC4"/>
    <w:rsid w:val="008E6DCB"/>
    <w:rsid w:val="008F0566"/>
    <w:rsid w:val="008F1A72"/>
    <w:rsid w:val="008F511F"/>
    <w:rsid w:val="008F5535"/>
    <w:rsid w:val="00902E1A"/>
    <w:rsid w:val="00902EAA"/>
    <w:rsid w:val="00903DD3"/>
    <w:rsid w:val="00907952"/>
    <w:rsid w:val="009154E5"/>
    <w:rsid w:val="00915AC2"/>
    <w:rsid w:val="00916FE6"/>
    <w:rsid w:val="00917BAF"/>
    <w:rsid w:val="00920FA1"/>
    <w:rsid w:val="00921F06"/>
    <w:rsid w:val="00922C1E"/>
    <w:rsid w:val="00923C8F"/>
    <w:rsid w:val="009312E8"/>
    <w:rsid w:val="00931CC3"/>
    <w:rsid w:val="00934ACA"/>
    <w:rsid w:val="00935553"/>
    <w:rsid w:val="00937010"/>
    <w:rsid w:val="009372BB"/>
    <w:rsid w:val="00937377"/>
    <w:rsid w:val="00943AB9"/>
    <w:rsid w:val="00944689"/>
    <w:rsid w:val="00945D13"/>
    <w:rsid w:val="00947439"/>
    <w:rsid w:val="009515EC"/>
    <w:rsid w:val="00956372"/>
    <w:rsid w:val="00957539"/>
    <w:rsid w:val="00961D6C"/>
    <w:rsid w:val="00963D9F"/>
    <w:rsid w:val="00967384"/>
    <w:rsid w:val="00967C2C"/>
    <w:rsid w:val="00970A69"/>
    <w:rsid w:val="00975F05"/>
    <w:rsid w:val="00981396"/>
    <w:rsid w:val="00982ED2"/>
    <w:rsid w:val="009839BC"/>
    <w:rsid w:val="00984B91"/>
    <w:rsid w:val="009901F3"/>
    <w:rsid w:val="00993F0B"/>
    <w:rsid w:val="009969EC"/>
    <w:rsid w:val="009972F9"/>
    <w:rsid w:val="00997E93"/>
    <w:rsid w:val="009A209E"/>
    <w:rsid w:val="009A43A4"/>
    <w:rsid w:val="009A61F9"/>
    <w:rsid w:val="009A7F21"/>
    <w:rsid w:val="009B0FAF"/>
    <w:rsid w:val="009B33C9"/>
    <w:rsid w:val="009B6E92"/>
    <w:rsid w:val="009C07A7"/>
    <w:rsid w:val="009C168D"/>
    <w:rsid w:val="009C1B1D"/>
    <w:rsid w:val="009C5769"/>
    <w:rsid w:val="009C7739"/>
    <w:rsid w:val="009D17AA"/>
    <w:rsid w:val="009D2422"/>
    <w:rsid w:val="009D444B"/>
    <w:rsid w:val="009D5EA2"/>
    <w:rsid w:val="009E00F0"/>
    <w:rsid w:val="009E141F"/>
    <w:rsid w:val="009E22A7"/>
    <w:rsid w:val="009E3275"/>
    <w:rsid w:val="009E38E3"/>
    <w:rsid w:val="009F09B4"/>
    <w:rsid w:val="009F0B26"/>
    <w:rsid w:val="009F26CB"/>
    <w:rsid w:val="009F3625"/>
    <w:rsid w:val="009F3D1F"/>
    <w:rsid w:val="009F5092"/>
    <w:rsid w:val="009F5ABF"/>
    <w:rsid w:val="009F6BB5"/>
    <w:rsid w:val="009F7C17"/>
    <w:rsid w:val="00A00BB0"/>
    <w:rsid w:val="00A05BE2"/>
    <w:rsid w:val="00A07EBD"/>
    <w:rsid w:val="00A11BA2"/>
    <w:rsid w:val="00A1217A"/>
    <w:rsid w:val="00A1316D"/>
    <w:rsid w:val="00A171D2"/>
    <w:rsid w:val="00A2251E"/>
    <w:rsid w:val="00A23270"/>
    <w:rsid w:val="00A240BA"/>
    <w:rsid w:val="00A25A98"/>
    <w:rsid w:val="00A2656E"/>
    <w:rsid w:val="00A27D91"/>
    <w:rsid w:val="00A30C7B"/>
    <w:rsid w:val="00A356F4"/>
    <w:rsid w:val="00A40574"/>
    <w:rsid w:val="00A50248"/>
    <w:rsid w:val="00A54140"/>
    <w:rsid w:val="00A55AF9"/>
    <w:rsid w:val="00A5697F"/>
    <w:rsid w:val="00A56DF7"/>
    <w:rsid w:val="00A576DF"/>
    <w:rsid w:val="00A577AE"/>
    <w:rsid w:val="00A57BC3"/>
    <w:rsid w:val="00A60D0A"/>
    <w:rsid w:val="00A6285B"/>
    <w:rsid w:val="00A62CAA"/>
    <w:rsid w:val="00A634B1"/>
    <w:rsid w:val="00A66E17"/>
    <w:rsid w:val="00A67111"/>
    <w:rsid w:val="00A71EB5"/>
    <w:rsid w:val="00A72813"/>
    <w:rsid w:val="00A75387"/>
    <w:rsid w:val="00A754A7"/>
    <w:rsid w:val="00A77582"/>
    <w:rsid w:val="00A81CC1"/>
    <w:rsid w:val="00A82A0A"/>
    <w:rsid w:val="00A82D3C"/>
    <w:rsid w:val="00A83093"/>
    <w:rsid w:val="00A85406"/>
    <w:rsid w:val="00A85FD3"/>
    <w:rsid w:val="00A87745"/>
    <w:rsid w:val="00A9046A"/>
    <w:rsid w:val="00A90A2D"/>
    <w:rsid w:val="00A928C2"/>
    <w:rsid w:val="00A9314E"/>
    <w:rsid w:val="00AA01AA"/>
    <w:rsid w:val="00AA28CF"/>
    <w:rsid w:val="00AA4120"/>
    <w:rsid w:val="00AA4E2E"/>
    <w:rsid w:val="00AA4F5C"/>
    <w:rsid w:val="00AA5BE4"/>
    <w:rsid w:val="00AB2240"/>
    <w:rsid w:val="00AB3419"/>
    <w:rsid w:val="00AB380A"/>
    <w:rsid w:val="00AB6301"/>
    <w:rsid w:val="00AC198C"/>
    <w:rsid w:val="00AC35AD"/>
    <w:rsid w:val="00AC4727"/>
    <w:rsid w:val="00AC5CC9"/>
    <w:rsid w:val="00AC74F1"/>
    <w:rsid w:val="00AD0A0B"/>
    <w:rsid w:val="00AE0B30"/>
    <w:rsid w:val="00AE4868"/>
    <w:rsid w:val="00AF0439"/>
    <w:rsid w:val="00AF1347"/>
    <w:rsid w:val="00AF2D13"/>
    <w:rsid w:val="00AF305B"/>
    <w:rsid w:val="00AF3755"/>
    <w:rsid w:val="00AF4A7D"/>
    <w:rsid w:val="00AF5E5B"/>
    <w:rsid w:val="00B03A7D"/>
    <w:rsid w:val="00B04AD6"/>
    <w:rsid w:val="00B064EA"/>
    <w:rsid w:val="00B111C7"/>
    <w:rsid w:val="00B11EA9"/>
    <w:rsid w:val="00B13775"/>
    <w:rsid w:val="00B16D33"/>
    <w:rsid w:val="00B17C6A"/>
    <w:rsid w:val="00B20D4E"/>
    <w:rsid w:val="00B2122E"/>
    <w:rsid w:val="00B23089"/>
    <w:rsid w:val="00B23DA8"/>
    <w:rsid w:val="00B24759"/>
    <w:rsid w:val="00B263B6"/>
    <w:rsid w:val="00B3345E"/>
    <w:rsid w:val="00B342F6"/>
    <w:rsid w:val="00B35F44"/>
    <w:rsid w:val="00B37027"/>
    <w:rsid w:val="00B42E77"/>
    <w:rsid w:val="00B4409D"/>
    <w:rsid w:val="00B46F43"/>
    <w:rsid w:val="00B47491"/>
    <w:rsid w:val="00B477FD"/>
    <w:rsid w:val="00B508CD"/>
    <w:rsid w:val="00B50A6A"/>
    <w:rsid w:val="00B574CD"/>
    <w:rsid w:val="00B57C90"/>
    <w:rsid w:val="00B62E45"/>
    <w:rsid w:val="00B71AFE"/>
    <w:rsid w:val="00B750DA"/>
    <w:rsid w:val="00B7663A"/>
    <w:rsid w:val="00B767B7"/>
    <w:rsid w:val="00B77DF8"/>
    <w:rsid w:val="00B802F3"/>
    <w:rsid w:val="00B81333"/>
    <w:rsid w:val="00B8287D"/>
    <w:rsid w:val="00B85D88"/>
    <w:rsid w:val="00B9196C"/>
    <w:rsid w:val="00B93A8B"/>
    <w:rsid w:val="00B96BF2"/>
    <w:rsid w:val="00B975FB"/>
    <w:rsid w:val="00BA3B34"/>
    <w:rsid w:val="00BB08A0"/>
    <w:rsid w:val="00BB0DEB"/>
    <w:rsid w:val="00BB1F11"/>
    <w:rsid w:val="00BB2411"/>
    <w:rsid w:val="00BB3B93"/>
    <w:rsid w:val="00BB3C94"/>
    <w:rsid w:val="00BB5A39"/>
    <w:rsid w:val="00BB5C13"/>
    <w:rsid w:val="00BB5CA8"/>
    <w:rsid w:val="00BB6448"/>
    <w:rsid w:val="00BC026D"/>
    <w:rsid w:val="00BC3B54"/>
    <w:rsid w:val="00BC5AF8"/>
    <w:rsid w:val="00BD256F"/>
    <w:rsid w:val="00BD29E4"/>
    <w:rsid w:val="00BD34B5"/>
    <w:rsid w:val="00BE20A7"/>
    <w:rsid w:val="00BE382C"/>
    <w:rsid w:val="00BE3CA9"/>
    <w:rsid w:val="00BE6C59"/>
    <w:rsid w:val="00BF3F9B"/>
    <w:rsid w:val="00BF56EC"/>
    <w:rsid w:val="00BF619D"/>
    <w:rsid w:val="00C035C2"/>
    <w:rsid w:val="00C07795"/>
    <w:rsid w:val="00C12A9F"/>
    <w:rsid w:val="00C13BFD"/>
    <w:rsid w:val="00C13D21"/>
    <w:rsid w:val="00C14B46"/>
    <w:rsid w:val="00C248D4"/>
    <w:rsid w:val="00C275FB"/>
    <w:rsid w:val="00C27A2E"/>
    <w:rsid w:val="00C4052F"/>
    <w:rsid w:val="00C42027"/>
    <w:rsid w:val="00C43FD3"/>
    <w:rsid w:val="00C46A2D"/>
    <w:rsid w:val="00C476FC"/>
    <w:rsid w:val="00C52BDC"/>
    <w:rsid w:val="00C530D7"/>
    <w:rsid w:val="00C56098"/>
    <w:rsid w:val="00C60C27"/>
    <w:rsid w:val="00C628F8"/>
    <w:rsid w:val="00C72ECA"/>
    <w:rsid w:val="00C736EC"/>
    <w:rsid w:val="00C73A72"/>
    <w:rsid w:val="00C7400A"/>
    <w:rsid w:val="00C74977"/>
    <w:rsid w:val="00C81B10"/>
    <w:rsid w:val="00C8218D"/>
    <w:rsid w:val="00C85CFC"/>
    <w:rsid w:val="00C86E3B"/>
    <w:rsid w:val="00C87CFC"/>
    <w:rsid w:val="00C911FE"/>
    <w:rsid w:val="00C93109"/>
    <w:rsid w:val="00C94873"/>
    <w:rsid w:val="00C94B04"/>
    <w:rsid w:val="00C94CE0"/>
    <w:rsid w:val="00C95D4E"/>
    <w:rsid w:val="00C974A4"/>
    <w:rsid w:val="00C97582"/>
    <w:rsid w:val="00CA0B67"/>
    <w:rsid w:val="00CA0F11"/>
    <w:rsid w:val="00CA0F90"/>
    <w:rsid w:val="00CA3115"/>
    <w:rsid w:val="00CA328A"/>
    <w:rsid w:val="00CA39A4"/>
    <w:rsid w:val="00CA47CE"/>
    <w:rsid w:val="00CA4E50"/>
    <w:rsid w:val="00CA6F46"/>
    <w:rsid w:val="00CB30AA"/>
    <w:rsid w:val="00CB31E7"/>
    <w:rsid w:val="00CB3407"/>
    <w:rsid w:val="00CB4F0F"/>
    <w:rsid w:val="00CB7128"/>
    <w:rsid w:val="00CC0194"/>
    <w:rsid w:val="00CC0652"/>
    <w:rsid w:val="00CC22FD"/>
    <w:rsid w:val="00CC444C"/>
    <w:rsid w:val="00CC6EAA"/>
    <w:rsid w:val="00CC7226"/>
    <w:rsid w:val="00CD0C0F"/>
    <w:rsid w:val="00CD1192"/>
    <w:rsid w:val="00CD3EE4"/>
    <w:rsid w:val="00CD4376"/>
    <w:rsid w:val="00CD5068"/>
    <w:rsid w:val="00CD5580"/>
    <w:rsid w:val="00CD75EC"/>
    <w:rsid w:val="00CE002D"/>
    <w:rsid w:val="00CE235E"/>
    <w:rsid w:val="00CE2F68"/>
    <w:rsid w:val="00CE36D2"/>
    <w:rsid w:val="00CE38E4"/>
    <w:rsid w:val="00CE5C0C"/>
    <w:rsid w:val="00CE6544"/>
    <w:rsid w:val="00CE6610"/>
    <w:rsid w:val="00CF1EB5"/>
    <w:rsid w:val="00CF2BAD"/>
    <w:rsid w:val="00CF2E8C"/>
    <w:rsid w:val="00CF3DE4"/>
    <w:rsid w:val="00CF5C5C"/>
    <w:rsid w:val="00D00607"/>
    <w:rsid w:val="00D01919"/>
    <w:rsid w:val="00D128C0"/>
    <w:rsid w:val="00D12D84"/>
    <w:rsid w:val="00D14D56"/>
    <w:rsid w:val="00D17F51"/>
    <w:rsid w:val="00D21CC9"/>
    <w:rsid w:val="00D24014"/>
    <w:rsid w:val="00D24496"/>
    <w:rsid w:val="00D27802"/>
    <w:rsid w:val="00D308A3"/>
    <w:rsid w:val="00D314FB"/>
    <w:rsid w:val="00D31F44"/>
    <w:rsid w:val="00D362D4"/>
    <w:rsid w:val="00D40EB1"/>
    <w:rsid w:val="00D40F3B"/>
    <w:rsid w:val="00D41F64"/>
    <w:rsid w:val="00D42337"/>
    <w:rsid w:val="00D43041"/>
    <w:rsid w:val="00D432F2"/>
    <w:rsid w:val="00D46B58"/>
    <w:rsid w:val="00D47E81"/>
    <w:rsid w:val="00D516D1"/>
    <w:rsid w:val="00D51F77"/>
    <w:rsid w:val="00D550DD"/>
    <w:rsid w:val="00D662A0"/>
    <w:rsid w:val="00D7322E"/>
    <w:rsid w:val="00D73E3C"/>
    <w:rsid w:val="00D81B7F"/>
    <w:rsid w:val="00D829BD"/>
    <w:rsid w:val="00D82F87"/>
    <w:rsid w:val="00D83BEF"/>
    <w:rsid w:val="00D8420A"/>
    <w:rsid w:val="00D861C2"/>
    <w:rsid w:val="00D92400"/>
    <w:rsid w:val="00D94C41"/>
    <w:rsid w:val="00D9528E"/>
    <w:rsid w:val="00DA122B"/>
    <w:rsid w:val="00DA1C19"/>
    <w:rsid w:val="00DA226F"/>
    <w:rsid w:val="00DA6273"/>
    <w:rsid w:val="00DA6F55"/>
    <w:rsid w:val="00DA713C"/>
    <w:rsid w:val="00DA72DF"/>
    <w:rsid w:val="00DB2BCF"/>
    <w:rsid w:val="00DB2CA7"/>
    <w:rsid w:val="00DB3A92"/>
    <w:rsid w:val="00DB5A2C"/>
    <w:rsid w:val="00DB5C3D"/>
    <w:rsid w:val="00DB6A07"/>
    <w:rsid w:val="00DB6C2F"/>
    <w:rsid w:val="00DB7C17"/>
    <w:rsid w:val="00DC0C6D"/>
    <w:rsid w:val="00DC1341"/>
    <w:rsid w:val="00DD07BD"/>
    <w:rsid w:val="00DD0BBD"/>
    <w:rsid w:val="00DD12D7"/>
    <w:rsid w:val="00DD211D"/>
    <w:rsid w:val="00DD2FCD"/>
    <w:rsid w:val="00DD3269"/>
    <w:rsid w:val="00DD453F"/>
    <w:rsid w:val="00DD6AA2"/>
    <w:rsid w:val="00DE12B6"/>
    <w:rsid w:val="00DE2159"/>
    <w:rsid w:val="00DE2FBB"/>
    <w:rsid w:val="00DE464B"/>
    <w:rsid w:val="00DE4A68"/>
    <w:rsid w:val="00DE57F7"/>
    <w:rsid w:val="00DE74D6"/>
    <w:rsid w:val="00DF271A"/>
    <w:rsid w:val="00DF3082"/>
    <w:rsid w:val="00DF338C"/>
    <w:rsid w:val="00DF3683"/>
    <w:rsid w:val="00DF4260"/>
    <w:rsid w:val="00DF7896"/>
    <w:rsid w:val="00E004CA"/>
    <w:rsid w:val="00E00759"/>
    <w:rsid w:val="00E0124D"/>
    <w:rsid w:val="00E0357F"/>
    <w:rsid w:val="00E0493E"/>
    <w:rsid w:val="00E06FB1"/>
    <w:rsid w:val="00E14680"/>
    <w:rsid w:val="00E147A8"/>
    <w:rsid w:val="00E148E3"/>
    <w:rsid w:val="00E15748"/>
    <w:rsid w:val="00E168F9"/>
    <w:rsid w:val="00E20755"/>
    <w:rsid w:val="00E22729"/>
    <w:rsid w:val="00E24D0C"/>
    <w:rsid w:val="00E24E33"/>
    <w:rsid w:val="00E250D1"/>
    <w:rsid w:val="00E269D8"/>
    <w:rsid w:val="00E27475"/>
    <w:rsid w:val="00E30FCC"/>
    <w:rsid w:val="00E32603"/>
    <w:rsid w:val="00E35B54"/>
    <w:rsid w:val="00E37A62"/>
    <w:rsid w:val="00E40723"/>
    <w:rsid w:val="00E41192"/>
    <w:rsid w:val="00E440D7"/>
    <w:rsid w:val="00E447E9"/>
    <w:rsid w:val="00E46E40"/>
    <w:rsid w:val="00E47263"/>
    <w:rsid w:val="00E53CCD"/>
    <w:rsid w:val="00E56D0C"/>
    <w:rsid w:val="00E61963"/>
    <w:rsid w:val="00E63BE1"/>
    <w:rsid w:val="00E70AEF"/>
    <w:rsid w:val="00E7243C"/>
    <w:rsid w:val="00E74BA5"/>
    <w:rsid w:val="00E75236"/>
    <w:rsid w:val="00E75DD0"/>
    <w:rsid w:val="00E763FE"/>
    <w:rsid w:val="00E807DF"/>
    <w:rsid w:val="00E812D8"/>
    <w:rsid w:val="00E83664"/>
    <w:rsid w:val="00E86175"/>
    <w:rsid w:val="00E87786"/>
    <w:rsid w:val="00E90033"/>
    <w:rsid w:val="00E909DF"/>
    <w:rsid w:val="00E91326"/>
    <w:rsid w:val="00E95F88"/>
    <w:rsid w:val="00EA4D05"/>
    <w:rsid w:val="00EA6F06"/>
    <w:rsid w:val="00EA6FB9"/>
    <w:rsid w:val="00EB03FB"/>
    <w:rsid w:val="00EB0D10"/>
    <w:rsid w:val="00EB1CC1"/>
    <w:rsid w:val="00EB3770"/>
    <w:rsid w:val="00EB4024"/>
    <w:rsid w:val="00EB41C6"/>
    <w:rsid w:val="00EB5648"/>
    <w:rsid w:val="00EB66A9"/>
    <w:rsid w:val="00EB7C9B"/>
    <w:rsid w:val="00EB7CA0"/>
    <w:rsid w:val="00EC22C0"/>
    <w:rsid w:val="00EC4697"/>
    <w:rsid w:val="00EC7573"/>
    <w:rsid w:val="00EC7651"/>
    <w:rsid w:val="00ED1B79"/>
    <w:rsid w:val="00ED251F"/>
    <w:rsid w:val="00ED5F53"/>
    <w:rsid w:val="00EE42C8"/>
    <w:rsid w:val="00EE715D"/>
    <w:rsid w:val="00EF0077"/>
    <w:rsid w:val="00EF1A84"/>
    <w:rsid w:val="00EF3870"/>
    <w:rsid w:val="00EF4C81"/>
    <w:rsid w:val="00F02B7E"/>
    <w:rsid w:val="00F02CAE"/>
    <w:rsid w:val="00F05DF0"/>
    <w:rsid w:val="00F06230"/>
    <w:rsid w:val="00F07360"/>
    <w:rsid w:val="00F108E5"/>
    <w:rsid w:val="00F11979"/>
    <w:rsid w:val="00F13144"/>
    <w:rsid w:val="00F134BC"/>
    <w:rsid w:val="00F1570B"/>
    <w:rsid w:val="00F241C0"/>
    <w:rsid w:val="00F25A69"/>
    <w:rsid w:val="00F25F99"/>
    <w:rsid w:val="00F25FA7"/>
    <w:rsid w:val="00F27760"/>
    <w:rsid w:val="00F312E2"/>
    <w:rsid w:val="00F333A2"/>
    <w:rsid w:val="00F34229"/>
    <w:rsid w:val="00F3454D"/>
    <w:rsid w:val="00F36210"/>
    <w:rsid w:val="00F37419"/>
    <w:rsid w:val="00F37BBD"/>
    <w:rsid w:val="00F405CD"/>
    <w:rsid w:val="00F415A9"/>
    <w:rsid w:val="00F421D8"/>
    <w:rsid w:val="00F4229D"/>
    <w:rsid w:val="00F44E63"/>
    <w:rsid w:val="00F529B3"/>
    <w:rsid w:val="00F56FAC"/>
    <w:rsid w:val="00F57980"/>
    <w:rsid w:val="00F608F3"/>
    <w:rsid w:val="00F62451"/>
    <w:rsid w:val="00F628A5"/>
    <w:rsid w:val="00F62B60"/>
    <w:rsid w:val="00F6675C"/>
    <w:rsid w:val="00F673DB"/>
    <w:rsid w:val="00F72AEA"/>
    <w:rsid w:val="00F77524"/>
    <w:rsid w:val="00F81CCE"/>
    <w:rsid w:val="00F83628"/>
    <w:rsid w:val="00F84075"/>
    <w:rsid w:val="00F841B3"/>
    <w:rsid w:val="00F867AD"/>
    <w:rsid w:val="00F9054F"/>
    <w:rsid w:val="00F90A62"/>
    <w:rsid w:val="00F91082"/>
    <w:rsid w:val="00FA39C3"/>
    <w:rsid w:val="00FA3C02"/>
    <w:rsid w:val="00FA4629"/>
    <w:rsid w:val="00FA4908"/>
    <w:rsid w:val="00FA506E"/>
    <w:rsid w:val="00FA55C8"/>
    <w:rsid w:val="00FB1A58"/>
    <w:rsid w:val="00FB1A84"/>
    <w:rsid w:val="00FB30ED"/>
    <w:rsid w:val="00FB3F7D"/>
    <w:rsid w:val="00FB6519"/>
    <w:rsid w:val="00FB6E2D"/>
    <w:rsid w:val="00FB7294"/>
    <w:rsid w:val="00FC04BD"/>
    <w:rsid w:val="00FC1669"/>
    <w:rsid w:val="00FC2CDC"/>
    <w:rsid w:val="00FC3AAC"/>
    <w:rsid w:val="00FC3C8C"/>
    <w:rsid w:val="00FC553D"/>
    <w:rsid w:val="00FC7BBE"/>
    <w:rsid w:val="00FD3629"/>
    <w:rsid w:val="00FD3AC5"/>
    <w:rsid w:val="00FD68E3"/>
    <w:rsid w:val="00FE147D"/>
    <w:rsid w:val="00FE1AB3"/>
    <w:rsid w:val="00FE4BDE"/>
    <w:rsid w:val="00FE6648"/>
    <w:rsid w:val="00FE6901"/>
    <w:rsid w:val="00FF49F1"/>
    <w:rsid w:val="00FF5AD3"/>
    <w:rsid w:val="00FF6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7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51F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51F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60A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160A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160A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160A3"/>
    <w:rPr>
      <w:sz w:val="24"/>
      <w:szCs w:val="24"/>
    </w:rPr>
  </w:style>
  <w:style w:type="character" w:styleId="Hyperlink">
    <w:name w:val="Hyperlink"/>
    <w:basedOn w:val="DefaultParagraphFont"/>
    <w:uiPriority w:val="99"/>
    <w:rsid w:val="00A40574"/>
    <w:rPr>
      <w:color w:val="auto"/>
      <w:u w:val="single"/>
    </w:rPr>
  </w:style>
  <w:style w:type="paragraph" w:customStyle="1" w:styleId="ConsTitle">
    <w:name w:val="ConsTitle"/>
    <w:uiPriority w:val="99"/>
    <w:rsid w:val="00984B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F2BE5CBF1D50A851FA5698207228F16C130FEF6B4029C9A0566B850B6F8BEDj9h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816</Words>
  <Characters>4654</Characters>
  <Application>Microsoft Office Outlook</Application>
  <DocSecurity>0</DocSecurity>
  <Lines>0</Lines>
  <Paragraphs>0</Paragraphs>
  <ScaleCrop>false</ScaleCrop>
  <Company>ЗСУО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УЛЬЯНОВСКОЙ ОБЛАСТИ</dc:title>
  <dc:subject/>
  <dc:creator>PC-17-4</dc:creator>
  <cp:keywords/>
  <dc:description/>
  <cp:lastModifiedBy>Пользователь</cp:lastModifiedBy>
  <cp:revision>6</cp:revision>
  <cp:lastPrinted>2018-04-18T08:16:00Z</cp:lastPrinted>
  <dcterms:created xsi:type="dcterms:W3CDTF">2018-03-28T05:49:00Z</dcterms:created>
  <dcterms:modified xsi:type="dcterms:W3CDTF">2018-04-27T13:27:00Z</dcterms:modified>
</cp:coreProperties>
</file>