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D5C" w:rsidRPr="00044431" w:rsidRDefault="00536D5C" w:rsidP="00044431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ЗАКОН УЛЬЯНОВСКОЙ ОБЛАСТИ</w:t>
      </w:r>
    </w:p>
    <w:p w:rsidR="00536D5C" w:rsidRPr="00044431" w:rsidRDefault="00536D5C" w:rsidP="00044431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36D5C" w:rsidRPr="00044431" w:rsidRDefault="00536D5C" w:rsidP="00044431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36D5C" w:rsidRPr="00044431" w:rsidRDefault="00536D5C" w:rsidP="00044431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36D5C" w:rsidRPr="00044431" w:rsidRDefault="00536D5C" w:rsidP="00044431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36D5C" w:rsidRDefault="00536D5C" w:rsidP="00951C53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2C0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отдельные </w:t>
      </w:r>
    </w:p>
    <w:p w:rsidR="00536D5C" w:rsidRDefault="00536D5C" w:rsidP="00951C53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F2C06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 xml:space="preserve">одательные акты </w:t>
      </w:r>
      <w:r w:rsidRPr="002F2C06">
        <w:rPr>
          <w:rFonts w:ascii="Times New Roman" w:hAnsi="Times New Roman" w:cs="Times New Roman"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D5C" w:rsidRPr="00044431" w:rsidRDefault="00536D5C" w:rsidP="00044431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36D5C" w:rsidRPr="00044431" w:rsidRDefault="00536D5C" w:rsidP="00044431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36D5C" w:rsidRDefault="00536D5C" w:rsidP="00044431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18 апреля 2018 года</w:t>
      </w:r>
    </w:p>
    <w:p w:rsidR="00536D5C" w:rsidRPr="00044431" w:rsidRDefault="00536D5C" w:rsidP="00044431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</w:p>
    <w:p w:rsidR="00536D5C" w:rsidRPr="00044431" w:rsidRDefault="00536D5C" w:rsidP="00044431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</w:p>
    <w:p w:rsidR="00536D5C" w:rsidRPr="00044431" w:rsidRDefault="00536D5C" w:rsidP="00044431">
      <w:pPr>
        <w:pStyle w:val="ConsTitle"/>
        <w:widowControl/>
        <w:ind w:right="2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536D5C" w:rsidRDefault="00536D5C" w:rsidP="00F02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50E4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1</w:t>
      </w:r>
    </w:p>
    <w:p w:rsidR="00536D5C" w:rsidRPr="00E72447" w:rsidRDefault="00536D5C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28"/>
          <w:szCs w:val="28"/>
        </w:rPr>
      </w:pPr>
    </w:p>
    <w:p w:rsidR="00536D5C" w:rsidRPr="00E72447" w:rsidRDefault="00536D5C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28"/>
          <w:szCs w:val="28"/>
        </w:rPr>
      </w:pPr>
    </w:p>
    <w:p w:rsidR="00536D5C" w:rsidRDefault="00536D5C" w:rsidP="003A744A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AD6C65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статью 9 Закона Ульяновской области от 17 ноября 2016 года       № 163-ЗО «О Губернаторе Ульяновской области» («Ульяновская правда»             от 22.11.2016 № 131; от 31.03.2017 № 23) следующие изменения:</w:t>
      </w:r>
    </w:p>
    <w:p w:rsidR="00536D5C" w:rsidRDefault="00536D5C" w:rsidP="003A744A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пункте 4 </w:t>
      </w:r>
      <w:r w:rsidRPr="007F74E5">
        <w:rPr>
          <w:rFonts w:ascii="Times New Roman" w:hAnsi="Times New Roman" w:cs="Times New Roman"/>
          <w:sz w:val="28"/>
          <w:szCs w:val="28"/>
        </w:rPr>
        <w:t>слова «, а также проекты программ социально-экономического развития Ульяновской области»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6D5C" w:rsidRDefault="00536D5C" w:rsidP="008C73C6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</w:t>
      </w:r>
      <w:r w:rsidRPr="007F74E5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F74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F74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слова «и </w:t>
      </w:r>
      <w:r w:rsidRPr="007F74E5">
        <w:rPr>
          <w:rFonts w:ascii="Times New Roman" w:hAnsi="Times New Roman" w:cs="Times New Roman"/>
          <w:sz w:val="28"/>
          <w:szCs w:val="28"/>
        </w:rPr>
        <w:t>отчёт</w:t>
      </w:r>
      <w:r>
        <w:rPr>
          <w:rFonts w:ascii="Times New Roman" w:hAnsi="Times New Roman" w:cs="Times New Roman"/>
          <w:sz w:val="28"/>
          <w:szCs w:val="28"/>
        </w:rPr>
        <w:t xml:space="preserve">ы о выполнении программ социально-экономического развития Ульяновской области» заменить словами «, сводный годовой </w:t>
      </w:r>
      <w:r w:rsidRPr="007F74E5">
        <w:rPr>
          <w:rFonts w:ascii="Times New Roman" w:hAnsi="Times New Roman" w:cs="Times New Roman"/>
          <w:sz w:val="28"/>
          <w:szCs w:val="28"/>
        </w:rPr>
        <w:t xml:space="preserve">доклад о ходе реализации и об оценке эффективности государственных программ Ульяновской </w:t>
      </w:r>
      <w:r>
        <w:rPr>
          <w:rFonts w:ascii="Times New Roman" w:hAnsi="Times New Roman" w:cs="Times New Roman"/>
          <w:sz w:val="28"/>
          <w:szCs w:val="28"/>
        </w:rPr>
        <w:t>области и</w:t>
      </w:r>
      <w:r w:rsidRPr="007F74E5">
        <w:rPr>
          <w:rFonts w:ascii="Times New Roman" w:hAnsi="Times New Roman" w:cs="Times New Roman"/>
          <w:sz w:val="28"/>
          <w:szCs w:val="28"/>
        </w:rPr>
        <w:t xml:space="preserve"> ежегодны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F74E5">
        <w:rPr>
          <w:rFonts w:ascii="Times New Roman" w:hAnsi="Times New Roman" w:cs="Times New Roman"/>
          <w:sz w:val="28"/>
          <w:szCs w:val="28"/>
        </w:rPr>
        <w:t xml:space="preserve"> отчёты о ходе исполнения плана мероприятий по реализации стратегии социально-экономического развития Ульяновской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36D5C" w:rsidRPr="00F02F98" w:rsidRDefault="00536D5C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14"/>
          <w:szCs w:val="14"/>
        </w:rPr>
      </w:pPr>
    </w:p>
    <w:p w:rsidR="00536D5C" w:rsidRDefault="00536D5C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28"/>
          <w:szCs w:val="28"/>
        </w:rPr>
      </w:pPr>
    </w:p>
    <w:p w:rsidR="00536D5C" w:rsidRDefault="00536D5C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E50E43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536D5C" w:rsidRDefault="00536D5C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28"/>
          <w:szCs w:val="28"/>
        </w:rPr>
      </w:pPr>
    </w:p>
    <w:p w:rsidR="00536D5C" w:rsidRDefault="00536D5C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28"/>
          <w:szCs w:val="28"/>
        </w:rPr>
      </w:pPr>
    </w:p>
    <w:p w:rsidR="00536D5C" w:rsidRDefault="00536D5C" w:rsidP="00311E7C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AD6C65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Закон Ульяновской области от 17 ноября 2016 года № 164-ЗО </w:t>
      </w:r>
      <w:r>
        <w:rPr>
          <w:rFonts w:ascii="Times New Roman" w:hAnsi="Times New Roman" w:cs="Times New Roman"/>
          <w:sz w:val="28"/>
          <w:szCs w:val="28"/>
        </w:rPr>
        <w:br/>
        <w:t xml:space="preserve">«О Правительстве Ульяновской области» («Ульяновская правда» от 22.11.2016 </w:t>
      </w:r>
      <w:r>
        <w:rPr>
          <w:rFonts w:ascii="Times New Roman" w:hAnsi="Times New Roman" w:cs="Times New Roman"/>
          <w:sz w:val="28"/>
          <w:szCs w:val="28"/>
        </w:rPr>
        <w:br/>
        <w:t>№ 131; от 31.03.2017 № 23) следующие изменения:</w:t>
      </w:r>
    </w:p>
    <w:p w:rsidR="00536D5C" w:rsidRDefault="00536D5C" w:rsidP="0092623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8:</w:t>
      </w:r>
    </w:p>
    <w:p w:rsidR="00536D5C" w:rsidRDefault="00536D5C" w:rsidP="0092623E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пункт 6 изложить в следующей редакции:</w:t>
      </w:r>
      <w:bookmarkStart w:id="0" w:name="_GoBack"/>
      <w:bookmarkEnd w:id="0"/>
    </w:p>
    <w:p w:rsidR="00536D5C" w:rsidRDefault="00536D5C" w:rsidP="00926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«6) обеспечивает реализацию государственных программ Ульяновской области и иных документов стратегического планирования, находящихся </w:t>
      </w:r>
      <w:r>
        <w:rPr>
          <w:rFonts w:ascii="Times New Roman" w:hAnsi="Times New Roman" w:cs="Times New Roman"/>
          <w:sz w:val="28"/>
          <w:szCs w:val="28"/>
        </w:rPr>
        <w:br/>
        <w:t>в ведении Правительства Ульяновской области;»;</w:t>
      </w:r>
    </w:p>
    <w:p w:rsidR="00536D5C" w:rsidRDefault="00536D5C" w:rsidP="006512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дополнить пунктом 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536D5C" w:rsidRDefault="00536D5C" w:rsidP="00A0552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«9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71DE9">
        <w:t xml:space="preserve"> </w:t>
      </w:r>
      <w:r w:rsidRPr="00FF6EDB">
        <w:rPr>
          <w:rFonts w:ascii="Times New Roman" w:hAnsi="Times New Roman" w:cs="Times New Roman"/>
          <w:sz w:val="28"/>
          <w:szCs w:val="28"/>
        </w:rPr>
        <w:t xml:space="preserve">готовит сводный годовой доклад о ходе реализации и об оценке эффективности государственных программ </w:t>
      </w:r>
      <w:r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Pr="00FF6EDB">
        <w:rPr>
          <w:rFonts w:ascii="Times New Roman" w:hAnsi="Times New Roman" w:cs="Times New Roman"/>
          <w:sz w:val="28"/>
          <w:szCs w:val="28"/>
        </w:rPr>
        <w:t>, ежегодные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F6EDB">
        <w:rPr>
          <w:rFonts w:ascii="Times New Roman" w:hAnsi="Times New Roman" w:cs="Times New Roman"/>
          <w:sz w:val="28"/>
          <w:szCs w:val="28"/>
        </w:rPr>
        <w:t>ты о ходе исполнения плана мероприятий по реализации стратегии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Pr="00FF6EDB">
        <w:rPr>
          <w:rFonts w:ascii="Times New Roman" w:hAnsi="Times New Roman" w:cs="Times New Roman"/>
          <w:sz w:val="28"/>
          <w:szCs w:val="28"/>
        </w:rPr>
        <w:t xml:space="preserve"> для представления их </w:t>
      </w:r>
      <w:r>
        <w:rPr>
          <w:rFonts w:ascii="Times New Roman" w:hAnsi="Times New Roman" w:cs="Times New Roman"/>
          <w:sz w:val="28"/>
          <w:szCs w:val="28"/>
        </w:rPr>
        <w:t>Губернатором Ульяновской области</w:t>
      </w:r>
      <w:r w:rsidRPr="00FF6ED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Законодательное Собрание Ульяновской области;»;</w:t>
      </w:r>
    </w:p>
    <w:p w:rsidR="00536D5C" w:rsidRDefault="00536D5C" w:rsidP="00FC7D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статью 9 дополнить пунктом 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2D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536D5C" w:rsidRDefault="00536D5C" w:rsidP="00A055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27ABC">
        <w:rPr>
          <w:rFonts w:ascii="Times New Roman" w:hAnsi="Times New Roman" w:cs="Times New Roman"/>
          <w:sz w:val="28"/>
          <w:szCs w:val="28"/>
        </w:rPr>
        <w:t>определяет порядок разработки и корректировки документо</w:t>
      </w:r>
      <w:r>
        <w:rPr>
          <w:rFonts w:ascii="Times New Roman" w:hAnsi="Times New Roman" w:cs="Times New Roman"/>
          <w:sz w:val="28"/>
          <w:szCs w:val="28"/>
        </w:rPr>
        <w:t xml:space="preserve">в стратегического планирования, находящихся в ведении Правительства Ульяновской области, в том числе государственных программ Ульяновской области, </w:t>
      </w:r>
      <w:r w:rsidRPr="00927ABC">
        <w:rPr>
          <w:rFonts w:ascii="Times New Roman" w:hAnsi="Times New Roman" w:cs="Times New Roman"/>
          <w:sz w:val="28"/>
          <w:szCs w:val="28"/>
        </w:rPr>
        <w:t>и утверж</w:t>
      </w:r>
      <w:r>
        <w:rPr>
          <w:rFonts w:ascii="Times New Roman" w:hAnsi="Times New Roman" w:cs="Times New Roman"/>
          <w:sz w:val="28"/>
          <w:szCs w:val="28"/>
        </w:rPr>
        <w:t>дает (одобряет) такие документы;».</w:t>
      </w:r>
    </w:p>
    <w:p w:rsidR="00536D5C" w:rsidRPr="003A16B5" w:rsidRDefault="00536D5C" w:rsidP="003A16B5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36D5C" w:rsidRDefault="00536D5C" w:rsidP="003A16B5">
      <w:pPr>
        <w:pStyle w:val="ConsNormal"/>
        <w:tabs>
          <w:tab w:val="left" w:pos="7560"/>
        </w:tabs>
        <w:ind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536D5C" w:rsidRPr="00B91A0E" w:rsidRDefault="00536D5C" w:rsidP="003A16B5">
      <w:pPr>
        <w:pStyle w:val="ConsNormal"/>
        <w:tabs>
          <w:tab w:val="left" w:pos="7560"/>
        </w:tabs>
        <w:ind w:right="2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36D5C" w:rsidRPr="00D81DD1" w:rsidRDefault="00536D5C" w:rsidP="003A16B5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1DD1">
        <w:rPr>
          <w:rFonts w:ascii="Times New Roman" w:hAnsi="Times New Roman" w:cs="Times New Roman"/>
          <w:b/>
          <w:bCs/>
          <w:sz w:val="28"/>
          <w:szCs w:val="28"/>
        </w:rPr>
        <w:t>Губерна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тор Ульяновской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Pr="00D81DD1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536D5C" w:rsidRPr="003A16B5" w:rsidRDefault="00536D5C" w:rsidP="003A16B5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36D5C" w:rsidRPr="003A16B5" w:rsidRDefault="00536D5C" w:rsidP="003A16B5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36D5C" w:rsidRPr="003A16B5" w:rsidRDefault="00536D5C" w:rsidP="003A16B5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36D5C" w:rsidRPr="003A16B5" w:rsidRDefault="00536D5C" w:rsidP="003A16B5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A16B5">
        <w:rPr>
          <w:rFonts w:ascii="Times New Roman" w:hAnsi="Times New Roman" w:cs="Times New Roman"/>
          <w:sz w:val="28"/>
          <w:szCs w:val="28"/>
        </w:rPr>
        <w:t>г. Ульяновск</w:t>
      </w:r>
    </w:p>
    <w:p w:rsidR="00536D5C" w:rsidRPr="00DB6B45" w:rsidRDefault="00536D5C" w:rsidP="003A16B5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апреля</w:t>
      </w:r>
      <w:r w:rsidRPr="00DB6B4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B6B4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36D5C" w:rsidRDefault="00536D5C" w:rsidP="003A16B5">
      <w:pPr>
        <w:pStyle w:val="ConsNormal"/>
        <w:widowControl/>
        <w:tabs>
          <w:tab w:val="left" w:pos="7560"/>
        </w:tabs>
        <w:ind w:right="23" w:firstLine="0"/>
        <w:jc w:val="center"/>
      </w:pPr>
      <w:r w:rsidRPr="00DB6B4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DB6B45">
        <w:rPr>
          <w:rFonts w:ascii="Times New Roman" w:hAnsi="Times New Roman" w:cs="Times New Roman"/>
          <w:sz w:val="28"/>
          <w:szCs w:val="28"/>
        </w:rPr>
        <w:t>-ЗО</w:t>
      </w:r>
    </w:p>
    <w:sectPr w:rsidR="00536D5C" w:rsidSect="00E72447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D5C" w:rsidRDefault="00536D5C">
      <w:r>
        <w:separator/>
      </w:r>
    </w:p>
  </w:endnote>
  <w:endnote w:type="continuationSeparator" w:id="0">
    <w:p w:rsidR="00536D5C" w:rsidRDefault="00536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D5C" w:rsidRPr="00C15157" w:rsidRDefault="00536D5C" w:rsidP="00745113">
    <w:pPr>
      <w:pStyle w:val="Footer"/>
      <w:spacing w:after="0" w:line="240" w:lineRule="auto"/>
      <w:rPr>
        <w:rFonts w:ascii="Times New Roman" w:hAnsi="Times New Roman" w:cs="Times New Roman"/>
        <w:sz w:val="14"/>
        <w:szCs w:val="1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D5C" w:rsidRPr="00044431" w:rsidRDefault="00536D5C" w:rsidP="000444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D5C" w:rsidRDefault="00536D5C">
      <w:r>
        <w:separator/>
      </w:r>
    </w:p>
  </w:footnote>
  <w:footnote w:type="continuationSeparator" w:id="0">
    <w:p w:rsidR="00536D5C" w:rsidRDefault="00536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D5C" w:rsidRPr="00C15157" w:rsidRDefault="00536D5C" w:rsidP="00745113">
    <w:pPr>
      <w:pStyle w:val="Header"/>
      <w:spacing w:after="0" w:line="240" w:lineRule="auto"/>
      <w:jc w:val="center"/>
      <w:rPr>
        <w:rStyle w:val="PageNumber"/>
        <w:rFonts w:ascii="Times New Roman" w:hAnsi="Times New Roman" w:cs="Times New Roman"/>
        <w:sz w:val="28"/>
        <w:szCs w:val="28"/>
      </w:rPr>
    </w:pPr>
    <w:r w:rsidRPr="00C1515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1515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1515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2</w:t>
    </w:r>
    <w:r w:rsidRPr="00C1515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D5C" w:rsidRDefault="00536D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4F2B50"/>
    <w:multiLevelType w:val="hybridMultilevel"/>
    <w:tmpl w:val="3D44C95E"/>
    <w:lvl w:ilvl="0" w:tplc="8494AC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11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3C4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826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73A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90D"/>
    <w:rsid w:val="00036AF0"/>
    <w:rsid w:val="00036B6D"/>
    <w:rsid w:val="00036E53"/>
    <w:rsid w:val="00037138"/>
    <w:rsid w:val="00040CA9"/>
    <w:rsid w:val="00040FC6"/>
    <w:rsid w:val="000415E4"/>
    <w:rsid w:val="000419F6"/>
    <w:rsid w:val="000426AB"/>
    <w:rsid w:val="00042FB3"/>
    <w:rsid w:val="0004434E"/>
    <w:rsid w:val="00044431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5FC8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E2A"/>
    <w:rsid w:val="000702A2"/>
    <w:rsid w:val="00070539"/>
    <w:rsid w:val="000707E7"/>
    <w:rsid w:val="0007128A"/>
    <w:rsid w:val="000717DA"/>
    <w:rsid w:val="000718D2"/>
    <w:rsid w:val="00071CF0"/>
    <w:rsid w:val="000720ED"/>
    <w:rsid w:val="0007212B"/>
    <w:rsid w:val="0007360A"/>
    <w:rsid w:val="0007397D"/>
    <w:rsid w:val="0007441E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EA0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5D56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036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5AB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70CA"/>
    <w:rsid w:val="00170130"/>
    <w:rsid w:val="00170281"/>
    <w:rsid w:val="00170300"/>
    <w:rsid w:val="00170E4E"/>
    <w:rsid w:val="00171898"/>
    <w:rsid w:val="00171C44"/>
    <w:rsid w:val="00171E30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4A51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08F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019"/>
    <w:rsid w:val="001B03C1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9F3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2FD0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062"/>
    <w:rsid w:val="001D1070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AB2"/>
    <w:rsid w:val="001F3C28"/>
    <w:rsid w:val="001F3FAA"/>
    <w:rsid w:val="001F446F"/>
    <w:rsid w:val="001F44B1"/>
    <w:rsid w:val="001F572E"/>
    <w:rsid w:val="001F5946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BEB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682"/>
    <w:rsid w:val="00236535"/>
    <w:rsid w:val="002365E4"/>
    <w:rsid w:val="00236CF2"/>
    <w:rsid w:val="00236FD8"/>
    <w:rsid w:val="00237FAB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B8A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468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B82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91E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7D6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397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1B52"/>
    <w:rsid w:val="002D1DCE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DE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C06"/>
    <w:rsid w:val="002F369A"/>
    <w:rsid w:val="002F37DC"/>
    <w:rsid w:val="002F3990"/>
    <w:rsid w:val="002F3A95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52B"/>
    <w:rsid w:val="00307755"/>
    <w:rsid w:val="003079EA"/>
    <w:rsid w:val="003104C8"/>
    <w:rsid w:val="00310F28"/>
    <w:rsid w:val="00311517"/>
    <w:rsid w:val="00311BD8"/>
    <w:rsid w:val="00311E7C"/>
    <w:rsid w:val="003126AF"/>
    <w:rsid w:val="003127C5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4FC"/>
    <w:rsid w:val="003236FF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BBF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212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D42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714"/>
    <w:rsid w:val="00394851"/>
    <w:rsid w:val="00395216"/>
    <w:rsid w:val="003952D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16B5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44A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106"/>
    <w:rsid w:val="003C2E31"/>
    <w:rsid w:val="003C2EC8"/>
    <w:rsid w:val="003C375A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442"/>
    <w:rsid w:val="003D16FF"/>
    <w:rsid w:val="003D19F6"/>
    <w:rsid w:val="003D21E1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652F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40"/>
    <w:rsid w:val="004170E9"/>
    <w:rsid w:val="0041757B"/>
    <w:rsid w:val="004178A8"/>
    <w:rsid w:val="00417E41"/>
    <w:rsid w:val="00417E8B"/>
    <w:rsid w:val="00420970"/>
    <w:rsid w:val="004214AE"/>
    <w:rsid w:val="00421CF2"/>
    <w:rsid w:val="0042234A"/>
    <w:rsid w:val="00422435"/>
    <w:rsid w:val="004226EF"/>
    <w:rsid w:val="00422B21"/>
    <w:rsid w:val="00422BE2"/>
    <w:rsid w:val="004230DC"/>
    <w:rsid w:val="00423325"/>
    <w:rsid w:val="004236AD"/>
    <w:rsid w:val="00423AB1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79E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487D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06CC"/>
    <w:rsid w:val="00441316"/>
    <w:rsid w:val="004415A4"/>
    <w:rsid w:val="00441D92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2E34"/>
    <w:rsid w:val="004732F8"/>
    <w:rsid w:val="004736E3"/>
    <w:rsid w:val="00474038"/>
    <w:rsid w:val="00474180"/>
    <w:rsid w:val="0047489F"/>
    <w:rsid w:val="00474DEE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027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22D"/>
    <w:rsid w:val="004A1416"/>
    <w:rsid w:val="004A193D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A7BC2"/>
    <w:rsid w:val="004B0633"/>
    <w:rsid w:val="004B0986"/>
    <w:rsid w:val="004B10CD"/>
    <w:rsid w:val="004B11F8"/>
    <w:rsid w:val="004B121B"/>
    <w:rsid w:val="004B14AE"/>
    <w:rsid w:val="004B1AE3"/>
    <w:rsid w:val="004B1BBB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369E"/>
    <w:rsid w:val="004F4215"/>
    <w:rsid w:val="004F57AE"/>
    <w:rsid w:val="004F605C"/>
    <w:rsid w:val="004F6342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316"/>
    <w:rsid w:val="00512487"/>
    <w:rsid w:val="00512D3C"/>
    <w:rsid w:val="005139AF"/>
    <w:rsid w:val="005139E5"/>
    <w:rsid w:val="005141F8"/>
    <w:rsid w:val="00514309"/>
    <w:rsid w:val="0051485F"/>
    <w:rsid w:val="00514915"/>
    <w:rsid w:val="00515731"/>
    <w:rsid w:val="00516094"/>
    <w:rsid w:val="00516243"/>
    <w:rsid w:val="00517336"/>
    <w:rsid w:val="005209FF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1D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D5C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2C87"/>
    <w:rsid w:val="0054356A"/>
    <w:rsid w:val="005435E7"/>
    <w:rsid w:val="0054362F"/>
    <w:rsid w:val="00544740"/>
    <w:rsid w:val="00544CA8"/>
    <w:rsid w:val="0054507B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497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879"/>
    <w:rsid w:val="00586CDC"/>
    <w:rsid w:val="00586E80"/>
    <w:rsid w:val="00586FB7"/>
    <w:rsid w:val="00587012"/>
    <w:rsid w:val="00587689"/>
    <w:rsid w:val="00590001"/>
    <w:rsid w:val="005909D8"/>
    <w:rsid w:val="00590B0D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2E28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16D3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47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0B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8D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A8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90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22B"/>
    <w:rsid w:val="006512D5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860"/>
    <w:rsid w:val="00662F6E"/>
    <w:rsid w:val="006633D1"/>
    <w:rsid w:val="00663588"/>
    <w:rsid w:val="00663E01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0FE7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10F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5F40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52E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72C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421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6E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BEB"/>
    <w:rsid w:val="007422B6"/>
    <w:rsid w:val="00742930"/>
    <w:rsid w:val="00742AC0"/>
    <w:rsid w:val="00742DD7"/>
    <w:rsid w:val="00743C65"/>
    <w:rsid w:val="007446F0"/>
    <w:rsid w:val="00744754"/>
    <w:rsid w:val="00744807"/>
    <w:rsid w:val="007449FB"/>
    <w:rsid w:val="00744DB1"/>
    <w:rsid w:val="00745113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2DF3"/>
    <w:rsid w:val="007744AF"/>
    <w:rsid w:val="00775CE4"/>
    <w:rsid w:val="0077688E"/>
    <w:rsid w:val="00777308"/>
    <w:rsid w:val="0077746F"/>
    <w:rsid w:val="007779AE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2EB4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EF3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5F2E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9F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581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4E5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8D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033"/>
    <w:rsid w:val="00847B7E"/>
    <w:rsid w:val="0085042B"/>
    <w:rsid w:val="00850E58"/>
    <w:rsid w:val="008510F0"/>
    <w:rsid w:val="008515AA"/>
    <w:rsid w:val="0085168A"/>
    <w:rsid w:val="008517EB"/>
    <w:rsid w:val="00851981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8C"/>
    <w:rsid w:val="00871BCF"/>
    <w:rsid w:val="00871DE9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094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6C5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61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3C6"/>
    <w:rsid w:val="008C7C6D"/>
    <w:rsid w:val="008D16CF"/>
    <w:rsid w:val="008D21E4"/>
    <w:rsid w:val="008D2490"/>
    <w:rsid w:val="008D257F"/>
    <w:rsid w:val="008D29B3"/>
    <w:rsid w:val="008D2AC7"/>
    <w:rsid w:val="008D2C4F"/>
    <w:rsid w:val="008D2FF7"/>
    <w:rsid w:val="008D4316"/>
    <w:rsid w:val="008D433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329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7BF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2DDF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199"/>
    <w:rsid w:val="0092623E"/>
    <w:rsid w:val="00926820"/>
    <w:rsid w:val="009269AB"/>
    <w:rsid w:val="00927727"/>
    <w:rsid w:val="00927ABC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5DC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1C53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52C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0BB"/>
    <w:rsid w:val="009759B2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1F1"/>
    <w:rsid w:val="009903B5"/>
    <w:rsid w:val="00990617"/>
    <w:rsid w:val="00990662"/>
    <w:rsid w:val="0099078A"/>
    <w:rsid w:val="00990968"/>
    <w:rsid w:val="00990A54"/>
    <w:rsid w:val="0099139B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91C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2B25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471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91A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D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9F7ECC"/>
    <w:rsid w:val="00A00707"/>
    <w:rsid w:val="00A00758"/>
    <w:rsid w:val="00A00AC1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524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8E0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78D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90F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B82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245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36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0F0E"/>
    <w:rsid w:val="00AE16BF"/>
    <w:rsid w:val="00AE170E"/>
    <w:rsid w:val="00AE1D77"/>
    <w:rsid w:val="00AE1F61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6B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4FB3"/>
    <w:rsid w:val="00B25243"/>
    <w:rsid w:val="00B258B3"/>
    <w:rsid w:val="00B261A7"/>
    <w:rsid w:val="00B26349"/>
    <w:rsid w:val="00B265C5"/>
    <w:rsid w:val="00B26B2E"/>
    <w:rsid w:val="00B2726A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309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B2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541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462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A0E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83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2B8E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FD1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157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5AC9"/>
    <w:rsid w:val="00C367B1"/>
    <w:rsid w:val="00C369F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B59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3BEC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C82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065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273E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A6C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1DD1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465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B45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0A9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083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A01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568"/>
    <w:rsid w:val="00E24BE6"/>
    <w:rsid w:val="00E24C72"/>
    <w:rsid w:val="00E250B2"/>
    <w:rsid w:val="00E25317"/>
    <w:rsid w:val="00E255DE"/>
    <w:rsid w:val="00E25663"/>
    <w:rsid w:val="00E25720"/>
    <w:rsid w:val="00E258E7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CF3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0E43"/>
    <w:rsid w:val="00E51173"/>
    <w:rsid w:val="00E5177F"/>
    <w:rsid w:val="00E51E52"/>
    <w:rsid w:val="00E524DA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44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80D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3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4A21"/>
    <w:rsid w:val="00EA58DF"/>
    <w:rsid w:val="00EA6BD2"/>
    <w:rsid w:val="00EA6E65"/>
    <w:rsid w:val="00EA7897"/>
    <w:rsid w:val="00EB02CE"/>
    <w:rsid w:val="00EB0BCC"/>
    <w:rsid w:val="00EB0FF7"/>
    <w:rsid w:val="00EB1060"/>
    <w:rsid w:val="00EB1A0B"/>
    <w:rsid w:val="00EB1C89"/>
    <w:rsid w:val="00EB1C91"/>
    <w:rsid w:val="00EB1D55"/>
    <w:rsid w:val="00EB2CB7"/>
    <w:rsid w:val="00EB43EC"/>
    <w:rsid w:val="00EB4E91"/>
    <w:rsid w:val="00EB5D29"/>
    <w:rsid w:val="00EB5D70"/>
    <w:rsid w:val="00EB72F8"/>
    <w:rsid w:val="00EB7735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2E53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C38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2F98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17C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9AE"/>
    <w:rsid w:val="00F27C1A"/>
    <w:rsid w:val="00F30782"/>
    <w:rsid w:val="00F307F6"/>
    <w:rsid w:val="00F30B81"/>
    <w:rsid w:val="00F315A5"/>
    <w:rsid w:val="00F31669"/>
    <w:rsid w:val="00F319FD"/>
    <w:rsid w:val="00F31A3F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E1F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739C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28A4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97F"/>
    <w:rsid w:val="00F75356"/>
    <w:rsid w:val="00F75D0C"/>
    <w:rsid w:val="00F7614E"/>
    <w:rsid w:val="00F768A3"/>
    <w:rsid w:val="00F76E16"/>
    <w:rsid w:val="00F77A3B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F27"/>
    <w:rsid w:val="00F935F1"/>
    <w:rsid w:val="00F93939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42A3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3F8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EE6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C7D9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A63"/>
    <w:rsid w:val="00FD6BE8"/>
    <w:rsid w:val="00FD70DF"/>
    <w:rsid w:val="00FD7CC5"/>
    <w:rsid w:val="00FE00D1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7D2"/>
    <w:rsid w:val="00FF68C9"/>
    <w:rsid w:val="00FF6DF4"/>
    <w:rsid w:val="00FF6EDB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11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45113"/>
    <w:rPr>
      <w:rFonts w:ascii="Calibri" w:hAnsi="Calibri" w:cs="Calibri"/>
      <w:sz w:val="22"/>
      <w:szCs w:val="22"/>
      <w:lang w:val="ru-RU" w:eastAsia="en-US"/>
    </w:rPr>
  </w:style>
  <w:style w:type="character" w:styleId="PageNumber">
    <w:name w:val="page number"/>
    <w:basedOn w:val="DefaultParagraphFont"/>
    <w:uiPriority w:val="99"/>
    <w:rsid w:val="00745113"/>
  </w:style>
  <w:style w:type="paragraph" w:styleId="Footer">
    <w:name w:val="footer"/>
    <w:basedOn w:val="Normal"/>
    <w:link w:val="FooterChar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45113"/>
    <w:rPr>
      <w:rFonts w:ascii="Calibri" w:hAnsi="Calibri" w:cs="Calibri"/>
      <w:sz w:val="22"/>
      <w:szCs w:val="22"/>
      <w:lang w:val="ru-RU" w:eastAsia="en-US"/>
    </w:rPr>
  </w:style>
  <w:style w:type="paragraph" w:customStyle="1" w:styleId="ConsPlusNormal">
    <w:name w:val="ConsPlusNormal"/>
    <w:uiPriority w:val="99"/>
    <w:rsid w:val="0074511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45113"/>
    <w:rPr>
      <w:rFonts w:ascii="Tahoma" w:hAnsi="Tahoma" w:cs="Tahoma"/>
      <w:sz w:val="16"/>
      <w:szCs w:val="16"/>
      <w:lang w:val="ru-RU" w:eastAsia="en-US"/>
    </w:rPr>
  </w:style>
  <w:style w:type="paragraph" w:customStyle="1" w:styleId="ConsPlusNonformat">
    <w:name w:val="ConsPlusNonformat"/>
    <w:uiPriority w:val="99"/>
    <w:rsid w:val="0074511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B1C8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321</Words>
  <Characters>1832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user</dc:creator>
  <cp:keywords/>
  <dc:description/>
  <cp:lastModifiedBy>Пользователь</cp:lastModifiedBy>
  <cp:revision>7</cp:revision>
  <cp:lastPrinted>2018-04-17T07:39:00Z</cp:lastPrinted>
  <dcterms:created xsi:type="dcterms:W3CDTF">2018-04-02T13:43:00Z</dcterms:created>
  <dcterms:modified xsi:type="dcterms:W3CDTF">2018-04-27T13:34:00Z</dcterms:modified>
</cp:coreProperties>
</file>