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019" w:rsidRDefault="00083019" w:rsidP="0076062F">
      <w:pPr>
        <w:autoSpaceDE w:val="0"/>
        <w:autoSpaceDN w:val="0"/>
        <w:adjustRightInd w:val="0"/>
        <w:jc w:val="center"/>
      </w:pPr>
      <w:r>
        <w:t>ЗАКОН УЛЬЯНОВСКОЙ ОБЛАСТИ</w:t>
      </w:r>
    </w:p>
    <w:p w:rsidR="00083019" w:rsidRDefault="00083019" w:rsidP="00215CB4">
      <w:pPr>
        <w:autoSpaceDE w:val="0"/>
        <w:autoSpaceDN w:val="0"/>
        <w:adjustRightInd w:val="0"/>
        <w:jc w:val="both"/>
      </w:pPr>
    </w:p>
    <w:p w:rsidR="00083019" w:rsidRDefault="00083019" w:rsidP="00215CB4">
      <w:pPr>
        <w:autoSpaceDE w:val="0"/>
        <w:autoSpaceDN w:val="0"/>
        <w:adjustRightInd w:val="0"/>
        <w:jc w:val="both"/>
      </w:pPr>
    </w:p>
    <w:p w:rsidR="00083019" w:rsidRDefault="00083019" w:rsidP="00BA5DE8">
      <w:pPr>
        <w:autoSpaceDE w:val="0"/>
        <w:autoSpaceDN w:val="0"/>
        <w:adjustRightInd w:val="0"/>
        <w:jc w:val="both"/>
      </w:pPr>
    </w:p>
    <w:p w:rsidR="00083019" w:rsidRDefault="00083019" w:rsidP="00BA5DE8">
      <w:pPr>
        <w:autoSpaceDE w:val="0"/>
        <w:autoSpaceDN w:val="0"/>
        <w:adjustRightInd w:val="0"/>
        <w:jc w:val="both"/>
      </w:pPr>
    </w:p>
    <w:p w:rsidR="00083019" w:rsidRDefault="00083019" w:rsidP="00BA5DE8">
      <w:pPr>
        <w:autoSpaceDE w:val="0"/>
        <w:autoSpaceDN w:val="0"/>
        <w:adjustRightInd w:val="0"/>
        <w:jc w:val="both"/>
      </w:pPr>
    </w:p>
    <w:p w:rsidR="00083019" w:rsidRDefault="00083019" w:rsidP="00215CB4">
      <w:pPr>
        <w:autoSpaceDE w:val="0"/>
        <w:autoSpaceDN w:val="0"/>
        <w:adjustRightInd w:val="0"/>
        <w:jc w:val="center"/>
        <w:rPr>
          <w:b/>
          <w:bCs/>
        </w:rPr>
      </w:pPr>
      <w:r w:rsidRPr="002C4276">
        <w:rPr>
          <w:b/>
          <w:bCs/>
        </w:rPr>
        <w:t xml:space="preserve">О внесении изменения в статью 2 Закона Ульяновской области                                    «О предоставлении членам гаражных кооперативов земельных участков, </w:t>
      </w:r>
    </w:p>
    <w:p w:rsidR="00083019" w:rsidRPr="002C4276" w:rsidRDefault="00083019" w:rsidP="00215CB4">
      <w:pPr>
        <w:autoSpaceDE w:val="0"/>
        <w:autoSpaceDN w:val="0"/>
        <w:adjustRightInd w:val="0"/>
        <w:jc w:val="center"/>
        <w:rPr>
          <w:b/>
          <w:bCs/>
        </w:rPr>
      </w:pPr>
      <w:r w:rsidRPr="002C4276">
        <w:rPr>
          <w:b/>
          <w:bCs/>
        </w:rPr>
        <w:t>на которых расположены гаражи, в собственность бесплатно»</w:t>
      </w:r>
    </w:p>
    <w:p w:rsidR="00083019" w:rsidRDefault="00083019" w:rsidP="00215CB4">
      <w:pPr>
        <w:autoSpaceDE w:val="0"/>
        <w:autoSpaceDN w:val="0"/>
        <w:adjustRightInd w:val="0"/>
        <w:jc w:val="both"/>
      </w:pPr>
    </w:p>
    <w:p w:rsidR="00083019" w:rsidRDefault="00083019" w:rsidP="00215CB4">
      <w:pPr>
        <w:autoSpaceDE w:val="0"/>
        <w:autoSpaceDN w:val="0"/>
        <w:adjustRightInd w:val="0"/>
        <w:jc w:val="both"/>
      </w:pPr>
    </w:p>
    <w:p w:rsidR="00083019" w:rsidRPr="007207BB" w:rsidRDefault="00083019" w:rsidP="00B11FE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207BB">
        <w:rPr>
          <w:sz w:val="24"/>
          <w:szCs w:val="24"/>
        </w:rPr>
        <w:t xml:space="preserve">Принят Законодательным Собранием Ульяновской области </w:t>
      </w:r>
      <w:r>
        <w:rPr>
          <w:sz w:val="24"/>
          <w:szCs w:val="24"/>
        </w:rPr>
        <w:t>5 апреля</w:t>
      </w:r>
      <w:r w:rsidRPr="007207BB">
        <w:rPr>
          <w:sz w:val="24"/>
          <w:szCs w:val="24"/>
        </w:rPr>
        <w:t xml:space="preserve"> 2018 года</w:t>
      </w:r>
    </w:p>
    <w:p w:rsidR="00083019" w:rsidRDefault="00083019" w:rsidP="00215CB4">
      <w:pPr>
        <w:autoSpaceDE w:val="0"/>
        <w:autoSpaceDN w:val="0"/>
        <w:adjustRightInd w:val="0"/>
        <w:jc w:val="both"/>
      </w:pPr>
    </w:p>
    <w:p w:rsidR="00083019" w:rsidRDefault="00083019" w:rsidP="00215CB4">
      <w:pPr>
        <w:autoSpaceDE w:val="0"/>
        <w:autoSpaceDN w:val="0"/>
        <w:adjustRightInd w:val="0"/>
        <w:jc w:val="both"/>
      </w:pPr>
    </w:p>
    <w:p w:rsidR="00083019" w:rsidRDefault="00083019" w:rsidP="00215CB4">
      <w:pPr>
        <w:autoSpaceDE w:val="0"/>
        <w:autoSpaceDN w:val="0"/>
        <w:adjustRightInd w:val="0"/>
        <w:spacing w:line="360" w:lineRule="auto"/>
        <w:ind w:firstLine="697"/>
        <w:jc w:val="both"/>
      </w:pPr>
      <w:r>
        <w:t xml:space="preserve">Внести в часть 4 статьи 2 Закона Ульяновской области от 21 июня 2016 года № 84-ЗО «О предоставлении членам гаражных кооперативов земельных участков, на которых расположены гаражи, в собственность бесплатно» («Ульяновская правда» от 28.06.2016 № 86; от 27.12.2016 № 140; от 30.06.2017 № 47; </w:t>
      </w:r>
      <w:r>
        <w:br/>
        <w:t>от 05.12.2017 № 91) изменение, изложив её в следующей редакции:</w:t>
      </w:r>
    </w:p>
    <w:p w:rsidR="00083019" w:rsidRDefault="00083019" w:rsidP="00215CB4">
      <w:pPr>
        <w:autoSpaceDE w:val="0"/>
        <w:autoSpaceDN w:val="0"/>
        <w:adjustRightInd w:val="0"/>
        <w:spacing w:line="360" w:lineRule="auto"/>
        <w:ind w:firstLine="697"/>
        <w:jc w:val="both"/>
      </w:pPr>
      <w:r>
        <w:t xml:space="preserve">«4. Предельный размер предоставляемого гражданам в собственность бесплатно земельного участка определяется исходя из площади территории, занятой боксами в гараже (при этом максимальная площадь одного бокса                    в гараже не должна превышать пятидесяти квадратных метров), и площади территории, используемой для прохода, проезда и в иных целях, связанных </w:t>
      </w:r>
      <w:r>
        <w:br/>
        <w:t xml:space="preserve">с использованием боксов по назначению.». </w:t>
      </w:r>
    </w:p>
    <w:p w:rsidR="00083019" w:rsidRPr="00E85711" w:rsidRDefault="00083019" w:rsidP="00215CB4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83019" w:rsidRDefault="00083019" w:rsidP="00215CB4">
      <w:pPr>
        <w:autoSpaceDE w:val="0"/>
        <w:autoSpaceDN w:val="0"/>
        <w:adjustRightInd w:val="0"/>
        <w:ind w:firstLine="540"/>
        <w:jc w:val="both"/>
      </w:pPr>
    </w:p>
    <w:p w:rsidR="00083019" w:rsidRDefault="00083019" w:rsidP="00215CB4">
      <w:pPr>
        <w:autoSpaceDE w:val="0"/>
        <w:autoSpaceDN w:val="0"/>
        <w:adjustRightInd w:val="0"/>
        <w:ind w:firstLine="540"/>
        <w:jc w:val="both"/>
      </w:pPr>
    </w:p>
    <w:tbl>
      <w:tblPr>
        <w:tblW w:w="10173" w:type="dxa"/>
        <w:tblInd w:w="-106" w:type="dxa"/>
        <w:tblLook w:val="01E0"/>
      </w:tblPr>
      <w:tblGrid>
        <w:gridCol w:w="5008"/>
        <w:gridCol w:w="5165"/>
      </w:tblGrid>
      <w:tr w:rsidR="00083019" w:rsidRPr="00716478">
        <w:tc>
          <w:tcPr>
            <w:tcW w:w="5008" w:type="dxa"/>
          </w:tcPr>
          <w:p w:rsidR="00083019" w:rsidRPr="00716478" w:rsidRDefault="00083019" w:rsidP="00283D19">
            <w:r w:rsidRPr="00CF0826">
              <w:rPr>
                <w:b/>
                <w:bCs/>
              </w:rPr>
              <w:t>Губернатор Ульяновской области</w:t>
            </w:r>
          </w:p>
        </w:tc>
        <w:tc>
          <w:tcPr>
            <w:tcW w:w="5165" w:type="dxa"/>
          </w:tcPr>
          <w:p w:rsidR="00083019" w:rsidRPr="00CF0826" w:rsidRDefault="00083019" w:rsidP="00CF0826">
            <w:pPr>
              <w:jc w:val="right"/>
              <w:rPr>
                <w:b/>
                <w:bCs/>
              </w:rPr>
            </w:pPr>
            <w:r w:rsidRPr="00CF0826">
              <w:rPr>
                <w:b/>
                <w:bCs/>
              </w:rPr>
              <w:t>С.И.Морозов</w:t>
            </w:r>
          </w:p>
        </w:tc>
      </w:tr>
    </w:tbl>
    <w:p w:rsidR="00083019" w:rsidRDefault="00083019" w:rsidP="00215CB4"/>
    <w:p w:rsidR="00083019" w:rsidRDefault="00083019" w:rsidP="00215CB4"/>
    <w:p w:rsidR="00083019" w:rsidRDefault="00083019" w:rsidP="00215CB4"/>
    <w:p w:rsidR="00083019" w:rsidRPr="00716478" w:rsidRDefault="00083019" w:rsidP="00215CB4">
      <w:pPr>
        <w:jc w:val="center"/>
      </w:pPr>
      <w:r w:rsidRPr="00716478">
        <w:t>г. Ульяновск</w:t>
      </w:r>
    </w:p>
    <w:p w:rsidR="00083019" w:rsidRPr="00716478" w:rsidRDefault="00083019" w:rsidP="00215CB4">
      <w:pPr>
        <w:jc w:val="center"/>
      </w:pPr>
      <w:r>
        <w:t>9 апреля</w:t>
      </w:r>
      <w:r w:rsidRPr="00716478">
        <w:t xml:space="preserve"> 201</w:t>
      </w:r>
      <w:r>
        <w:t>8</w:t>
      </w:r>
      <w:r w:rsidRPr="00716478">
        <w:t xml:space="preserve"> г.</w:t>
      </w:r>
    </w:p>
    <w:p w:rsidR="00083019" w:rsidRDefault="00083019" w:rsidP="00215CB4">
      <w:pPr>
        <w:jc w:val="center"/>
      </w:pPr>
      <w:r w:rsidRPr="00716478">
        <w:t xml:space="preserve">№ </w:t>
      </w:r>
      <w:r>
        <w:t>24</w:t>
      </w:r>
      <w:r w:rsidRPr="00716478">
        <w:t>-ЗО</w:t>
      </w:r>
    </w:p>
    <w:p w:rsidR="00083019" w:rsidRDefault="00083019" w:rsidP="00215CB4"/>
    <w:p w:rsidR="00083019" w:rsidRDefault="00083019">
      <w:bookmarkStart w:id="0" w:name="_GoBack"/>
      <w:bookmarkEnd w:id="0"/>
    </w:p>
    <w:sectPr w:rsidR="00083019" w:rsidSect="00BA5DE8">
      <w:footerReference w:type="default" r:id="rId6"/>
      <w:pgSz w:w="11905" w:h="16838" w:code="9"/>
      <w:pgMar w:top="1134" w:right="567" w:bottom="1134" w:left="1418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019" w:rsidRDefault="00083019">
      <w:r>
        <w:separator/>
      </w:r>
    </w:p>
  </w:endnote>
  <w:endnote w:type="continuationSeparator" w:id="0">
    <w:p w:rsidR="00083019" w:rsidRDefault="00083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19" w:rsidRPr="00EA63AE" w:rsidRDefault="00083019" w:rsidP="00EA63AE">
    <w:pPr>
      <w:pStyle w:val="Footer"/>
      <w:jc w:val="right"/>
      <w:rPr>
        <w:sz w:val="16"/>
        <w:szCs w:val="16"/>
      </w:rPr>
    </w:pPr>
    <w:r w:rsidRPr="00EA63AE">
      <w:rPr>
        <w:sz w:val="16"/>
        <w:szCs w:val="16"/>
      </w:rPr>
      <w:t>1503ар1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019" w:rsidRDefault="00083019">
      <w:r>
        <w:separator/>
      </w:r>
    </w:p>
  </w:footnote>
  <w:footnote w:type="continuationSeparator" w:id="0">
    <w:p w:rsidR="00083019" w:rsidRDefault="000830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CB4"/>
    <w:rsid w:val="00083019"/>
    <w:rsid w:val="000F3617"/>
    <w:rsid w:val="00180955"/>
    <w:rsid w:val="00215CB4"/>
    <w:rsid w:val="00242290"/>
    <w:rsid w:val="00283D19"/>
    <w:rsid w:val="002C4276"/>
    <w:rsid w:val="00325845"/>
    <w:rsid w:val="00325EFC"/>
    <w:rsid w:val="00360AEE"/>
    <w:rsid w:val="00502971"/>
    <w:rsid w:val="0056611C"/>
    <w:rsid w:val="0062019D"/>
    <w:rsid w:val="00640CD3"/>
    <w:rsid w:val="00681909"/>
    <w:rsid w:val="006E6C96"/>
    <w:rsid w:val="00700F1C"/>
    <w:rsid w:val="00716478"/>
    <w:rsid w:val="0071790C"/>
    <w:rsid w:val="007207BB"/>
    <w:rsid w:val="0076062F"/>
    <w:rsid w:val="00773FB1"/>
    <w:rsid w:val="007A7461"/>
    <w:rsid w:val="00A84D9C"/>
    <w:rsid w:val="00B11FEA"/>
    <w:rsid w:val="00BA5DE8"/>
    <w:rsid w:val="00C31385"/>
    <w:rsid w:val="00C733A1"/>
    <w:rsid w:val="00CF0826"/>
    <w:rsid w:val="00D14520"/>
    <w:rsid w:val="00E85711"/>
    <w:rsid w:val="00EA0727"/>
    <w:rsid w:val="00EA63AE"/>
    <w:rsid w:val="00F70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CB4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15C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A63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A63A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A63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A63A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176</Words>
  <Characters>1007</Characters>
  <Application>Microsoft Office Outlook</Application>
  <DocSecurity>0</DocSecurity>
  <Lines>0</Lines>
  <Paragraphs>0</Paragraphs>
  <ScaleCrop>false</ScaleCrop>
  <Company>ЗСУО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Ульяновской области</dc:title>
  <dc:subject/>
  <dc:creator>chekmareva</dc:creator>
  <cp:keywords/>
  <dc:description/>
  <cp:lastModifiedBy>Пользователь</cp:lastModifiedBy>
  <cp:revision>14</cp:revision>
  <cp:lastPrinted>2018-03-20T08:33:00Z</cp:lastPrinted>
  <dcterms:created xsi:type="dcterms:W3CDTF">2018-03-15T08:11:00Z</dcterms:created>
  <dcterms:modified xsi:type="dcterms:W3CDTF">2018-04-16T07:09:00Z</dcterms:modified>
</cp:coreProperties>
</file>