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1AF" w:rsidRDefault="00B031AF" w:rsidP="007B5BD1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B031AF" w:rsidRDefault="00B031AF" w:rsidP="007B5BD1">
      <w:pPr>
        <w:suppressAutoHyphens/>
        <w:jc w:val="center"/>
        <w:rPr>
          <w:b/>
          <w:bCs/>
          <w:sz w:val="28"/>
          <w:szCs w:val="28"/>
        </w:rPr>
      </w:pPr>
    </w:p>
    <w:p w:rsidR="00B031AF" w:rsidRDefault="00B031AF" w:rsidP="007B5BD1">
      <w:pPr>
        <w:suppressAutoHyphens/>
        <w:jc w:val="center"/>
        <w:rPr>
          <w:b/>
          <w:bCs/>
          <w:sz w:val="28"/>
          <w:szCs w:val="28"/>
        </w:rPr>
      </w:pPr>
    </w:p>
    <w:p w:rsidR="00B031AF" w:rsidRDefault="00B031AF" w:rsidP="007B5BD1">
      <w:pPr>
        <w:suppressAutoHyphens/>
        <w:jc w:val="center"/>
        <w:rPr>
          <w:b/>
          <w:bCs/>
          <w:sz w:val="28"/>
          <w:szCs w:val="28"/>
        </w:rPr>
      </w:pPr>
    </w:p>
    <w:p w:rsidR="00B031AF" w:rsidRPr="00091668" w:rsidRDefault="00B031AF" w:rsidP="00091668">
      <w:pPr>
        <w:suppressAutoHyphens/>
        <w:jc w:val="center"/>
        <w:rPr>
          <w:b/>
          <w:bCs/>
          <w:sz w:val="36"/>
          <w:szCs w:val="36"/>
        </w:rPr>
      </w:pPr>
    </w:p>
    <w:p w:rsidR="00B031AF" w:rsidRPr="003118C4" w:rsidRDefault="00B031AF" w:rsidP="007B5BD1">
      <w:pPr>
        <w:suppressAutoHyphens/>
        <w:jc w:val="center"/>
        <w:rPr>
          <w:b/>
          <w:bCs/>
          <w:sz w:val="28"/>
          <w:szCs w:val="28"/>
        </w:rPr>
      </w:pPr>
      <w:r w:rsidRPr="003118C4">
        <w:rPr>
          <w:b/>
          <w:bCs/>
          <w:sz w:val="28"/>
          <w:szCs w:val="28"/>
        </w:rPr>
        <w:t>О внесении изменени</w:t>
      </w:r>
      <w:r>
        <w:rPr>
          <w:b/>
          <w:bCs/>
          <w:sz w:val="28"/>
          <w:szCs w:val="28"/>
        </w:rPr>
        <w:t>я</w:t>
      </w:r>
      <w:r w:rsidRPr="003118C4">
        <w:rPr>
          <w:b/>
          <w:bCs/>
          <w:sz w:val="28"/>
          <w:szCs w:val="28"/>
        </w:rPr>
        <w:t xml:space="preserve"> в Закон Ульяновской области </w:t>
      </w:r>
      <w:r w:rsidRPr="003118C4">
        <w:rPr>
          <w:b/>
          <w:bCs/>
          <w:sz w:val="28"/>
          <w:szCs w:val="28"/>
        </w:rPr>
        <w:br/>
        <w:t>«Об утверждении Программы управления государственной</w:t>
      </w:r>
    </w:p>
    <w:p w:rsidR="00B031AF" w:rsidRDefault="00B031AF" w:rsidP="007B5BD1">
      <w:pPr>
        <w:suppressAutoHyphens/>
        <w:jc w:val="center"/>
        <w:rPr>
          <w:sz w:val="28"/>
          <w:szCs w:val="28"/>
        </w:rPr>
      </w:pPr>
      <w:r w:rsidRPr="003118C4">
        <w:rPr>
          <w:b/>
          <w:bCs/>
          <w:sz w:val="28"/>
          <w:szCs w:val="28"/>
        </w:rPr>
        <w:t>собственностью Ульяновской области на 201</w:t>
      </w:r>
      <w:r>
        <w:rPr>
          <w:b/>
          <w:bCs/>
          <w:sz w:val="28"/>
          <w:szCs w:val="28"/>
        </w:rPr>
        <w:t>8</w:t>
      </w:r>
      <w:r w:rsidRPr="003118C4">
        <w:rPr>
          <w:b/>
          <w:bCs/>
          <w:sz w:val="28"/>
          <w:szCs w:val="28"/>
        </w:rPr>
        <w:t xml:space="preserve"> год»</w:t>
      </w:r>
    </w:p>
    <w:p w:rsidR="00B031AF" w:rsidRPr="00091668" w:rsidRDefault="00B031AF" w:rsidP="007B5BD1">
      <w:pPr>
        <w:suppressAutoHyphens/>
        <w:rPr>
          <w:sz w:val="28"/>
          <w:szCs w:val="28"/>
        </w:rPr>
      </w:pPr>
    </w:p>
    <w:p w:rsidR="00B031AF" w:rsidRDefault="00B031AF" w:rsidP="0009166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31AF" w:rsidRPr="005E74E6" w:rsidRDefault="00B031AF" w:rsidP="005E74E6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19 декабря 2018 года</w:t>
      </w:r>
    </w:p>
    <w:p w:rsidR="00B031AF" w:rsidRPr="00F6322B" w:rsidRDefault="00B031AF" w:rsidP="0009166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031AF" w:rsidRPr="00091668" w:rsidRDefault="00B031AF" w:rsidP="007B5BD1">
      <w:pPr>
        <w:suppressAutoHyphens/>
        <w:rPr>
          <w:sz w:val="28"/>
          <w:szCs w:val="28"/>
        </w:rPr>
      </w:pPr>
    </w:p>
    <w:p w:rsidR="00B031AF" w:rsidRPr="00091668" w:rsidRDefault="00B031AF" w:rsidP="007B5BD1">
      <w:pPr>
        <w:suppressAutoHyphens/>
        <w:rPr>
          <w:sz w:val="28"/>
          <w:szCs w:val="28"/>
        </w:rPr>
      </w:pPr>
    </w:p>
    <w:p w:rsidR="00B031AF" w:rsidRDefault="00B031AF" w:rsidP="00091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раздел 3 Программы управления государственной собственностью Ульяновской области на 2018 год, утверждённой Законом Ульяновской области от 27 ноября 2017 года № 155-ЗО «Об утверждении Программы управления государственной собственностью Ульяновской области на 2018 год»</w:t>
      </w:r>
      <w:r w:rsidRPr="000012F7">
        <w:rPr>
          <w:sz w:val="28"/>
          <w:szCs w:val="28"/>
        </w:rPr>
        <w:t xml:space="preserve"> </w:t>
      </w:r>
      <w:r>
        <w:rPr>
          <w:sz w:val="28"/>
          <w:szCs w:val="28"/>
        </w:rPr>
        <w:t>(«Ульяновская правда» от 30.11.2017 № 89;</w:t>
      </w:r>
      <w:r w:rsidRPr="00DD386F">
        <w:rPr>
          <w:sz w:val="28"/>
          <w:szCs w:val="28"/>
        </w:rPr>
        <w:t xml:space="preserve"> </w:t>
      </w:r>
      <w:r>
        <w:rPr>
          <w:sz w:val="28"/>
          <w:szCs w:val="28"/>
        </w:rPr>
        <w:t>от 30.01.2018 № 6;</w:t>
      </w:r>
      <w:r>
        <w:rPr>
          <w:sz w:val="28"/>
          <w:szCs w:val="28"/>
        </w:rPr>
        <w:br/>
        <w:t>от 30.03.2018 № 21;</w:t>
      </w:r>
      <w:r w:rsidRPr="004918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13.04.2018 № 25; </w:t>
      </w:r>
      <w:r w:rsidRPr="00270CFA">
        <w:rPr>
          <w:sz w:val="28"/>
          <w:szCs w:val="28"/>
        </w:rPr>
        <w:t>от 01.06.2018 № 36</w:t>
      </w:r>
      <w:r>
        <w:rPr>
          <w:sz w:val="28"/>
          <w:szCs w:val="28"/>
        </w:rPr>
        <w:t>;</w:t>
      </w:r>
      <w:r w:rsidRPr="00555BA8">
        <w:rPr>
          <w:sz w:val="28"/>
          <w:szCs w:val="28"/>
        </w:rPr>
        <w:t xml:space="preserve"> </w:t>
      </w:r>
      <w:r w:rsidRPr="00270CFA">
        <w:rPr>
          <w:sz w:val="28"/>
          <w:szCs w:val="28"/>
        </w:rPr>
        <w:t>от 1</w:t>
      </w:r>
      <w:r>
        <w:rPr>
          <w:sz w:val="28"/>
          <w:szCs w:val="28"/>
        </w:rPr>
        <w:t>9</w:t>
      </w:r>
      <w:r w:rsidRPr="00270CFA">
        <w:rPr>
          <w:sz w:val="28"/>
          <w:szCs w:val="28"/>
        </w:rPr>
        <w:t xml:space="preserve">.06.2018 </w:t>
      </w:r>
      <w:r>
        <w:rPr>
          <w:sz w:val="28"/>
          <w:szCs w:val="28"/>
        </w:rPr>
        <w:br/>
      </w:r>
      <w:r w:rsidRPr="00270CFA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  <w:r w:rsidRPr="00270CFA">
        <w:rPr>
          <w:sz w:val="28"/>
          <w:szCs w:val="28"/>
        </w:rPr>
        <w:t>3</w:t>
      </w:r>
      <w:r>
        <w:rPr>
          <w:sz w:val="28"/>
          <w:szCs w:val="28"/>
        </w:rPr>
        <w:t>; от 04.09.2018 № 64; от 02.11.2018 № 81), изменение, дополнив его пунктом 3.8 следующего содержания:</w:t>
      </w:r>
    </w:p>
    <w:p w:rsidR="00B031AF" w:rsidRDefault="00B031AF" w:rsidP="00091668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«3.8. Планируется безвозмездно передать</w:t>
      </w:r>
      <w:r w:rsidRPr="00304781">
        <w:rPr>
          <w:sz w:val="28"/>
          <w:szCs w:val="28"/>
        </w:rPr>
        <w:t xml:space="preserve"> в собственность</w:t>
      </w:r>
      <w:r>
        <w:rPr>
          <w:sz w:val="28"/>
          <w:szCs w:val="28"/>
        </w:rPr>
        <w:t xml:space="preserve"> муниципального</w:t>
      </w:r>
      <w:r w:rsidRPr="003047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«город Ульяновск» 11 вагонов трамвайных пассажирских четырёхосных модели 71-153, год выпуска 2010, инвентарные номера 042, 043, 045, 046, 048-050, 053, 057, 059 и 060, находящихся </w:t>
      </w:r>
      <w:r>
        <w:rPr>
          <w:sz w:val="28"/>
          <w:szCs w:val="28"/>
        </w:rPr>
        <w:br/>
        <w:t xml:space="preserve">в государственной собственности Ульяновской области.». </w:t>
      </w:r>
    </w:p>
    <w:p w:rsidR="00B031AF" w:rsidRPr="00091668" w:rsidRDefault="00B031AF" w:rsidP="00DE0731">
      <w:pPr>
        <w:widowControl w:val="0"/>
        <w:jc w:val="both"/>
        <w:rPr>
          <w:b/>
          <w:bCs/>
          <w:sz w:val="16"/>
          <w:szCs w:val="16"/>
        </w:rPr>
      </w:pPr>
    </w:p>
    <w:p w:rsidR="00B031AF" w:rsidRPr="00091668" w:rsidRDefault="00B031AF" w:rsidP="00DE0731">
      <w:pPr>
        <w:widowControl w:val="0"/>
        <w:jc w:val="both"/>
        <w:rPr>
          <w:b/>
          <w:bCs/>
          <w:sz w:val="28"/>
          <w:szCs w:val="28"/>
        </w:rPr>
      </w:pPr>
    </w:p>
    <w:p w:rsidR="00B031AF" w:rsidRPr="00091668" w:rsidRDefault="00B031AF" w:rsidP="00DE0731">
      <w:pPr>
        <w:widowControl w:val="0"/>
        <w:jc w:val="both"/>
        <w:rPr>
          <w:b/>
          <w:bCs/>
          <w:sz w:val="28"/>
          <w:szCs w:val="28"/>
        </w:rPr>
      </w:pPr>
    </w:p>
    <w:p w:rsidR="00B031AF" w:rsidRPr="00536833" w:rsidRDefault="00B031AF" w:rsidP="00DE0731">
      <w:pPr>
        <w:suppressAutoHyphens/>
        <w:spacing w:line="232" w:lineRule="auto"/>
        <w:ind w:right="21"/>
        <w:jc w:val="both"/>
        <w:rPr>
          <w:b/>
          <w:bCs/>
          <w:sz w:val="28"/>
          <w:szCs w:val="28"/>
        </w:rPr>
      </w:pPr>
      <w:r w:rsidRPr="00536833">
        <w:rPr>
          <w:b/>
          <w:bCs/>
          <w:sz w:val="28"/>
          <w:szCs w:val="28"/>
        </w:rPr>
        <w:t xml:space="preserve">Губернатор Ульяновской области </w:t>
      </w:r>
      <w:r w:rsidRPr="00536833">
        <w:rPr>
          <w:b/>
          <w:bCs/>
          <w:sz w:val="28"/>
          <w:szCs w:val="28"/>
        </w:rPr>
        <w:tab/>
      </w:r>
      <w:r w:rsidRPr="00536833">
        <w:rPr>
          <w:b/>
          <w:bCs/>
          <w:sz w:val="28"/>
          <w:szCs w:val="28"/>
        </w:rPr>
        <w:tab/>
      </w:r>
      <w:r w:rsidRPr="00536833">
        <w:rPr>
          <w:b/>
          <w:bCs/>
          <w:sz w:val="28"/>
          <w:szCs w:val="28"/>
        </w:rPr>
        <w:tab/>
      </w:r>
      <w:r w:rsidRPr="00536833">
        <w:rPr>
          <w:b/>
          <w:bCs/>
          <w:sz w:val="28"/>
          <w:szCs w:val="28"/>
        </w:rPr>
        <w:tab/>
        <w:t xml:space="preserve">          </w:t>
      </w:r>
      <w:r w:rsidRPr="0053683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</w:t>
      </w:r>
      <w:r w:rsidRPr="00536833">
        <w:rPr>
          <w:b/>
          <w:bCs/>
          <w:sz w:val="28"/>
          <w:szCs w:val="28"/>
        </w:rPr>
        <w:t>С.И.Морозов</w:t>
      </w:r>
    </w:p>
    <w:p w:rsidR="00B031AF" w:rsidRPr="00536833" w:rsidRDefault="00B031AF" w:rsidP="00DE0731">
      <w:pPr>
        <w:suppressAutoHyphens/>
        <w:spacing w:line="232" w:lineRule="auto"/>
        <w:rPr>
          <w:sz w:val="28"/>
          <w:szCs w:val="28"/>
        </w:rPr>
      </w:pPr>
    </w:p>
    <w:p w:rsidR="00B031AF" w:rsidRPr="00536833" w:rsidRDefault="00B031AF" w:rsidP="00DE0731">
      <w:pPr>
        <w:suppressAutoHyphens/>
        <w:spacing w:line="232" w:lineRule="auto"/>
        <w:rPr>
          <w:sz w:val="28"/>
          <w:szCs w:val="28"/>
        </w:rPr>
      </w:pPr>
    </w:p>
    <w:p w:rsidR="00B031AF" w:rsidRPr="00536833" w:rsidRDefault="00B031AF" w:rsidP="00DE0731">
      <w:pPr>
        <w:suppressAutoHyphens/>
        <w:spacing w:line="232" w:lineRule="auto"/>
        <w:rPr>
          <w:sz w:val="28"/>
          <w:szCs w:val="28"/>
        </w:rPr>
      </w:pPr>
    </w:p>
    <w:p w:rsidR="00B031AF" w:rsidRPr="00536833" w:rsidRDefault="00B031AF" w:rsidP="00536833">
      <w:pPr>
        <w:suppressAutoHyphens/>
        <w:jc w:val="center"/>
        <w:rPr>
          <w:sz w:val="28"/>
          <w:szCs w:val="28"/>
        </w:rPr>
      </w:pPr>
      <w:r w:rsidRPr="00536833">
        <w:rPr>
          <w:sz w:val="28"/>
          <w:szCs w:val="28"/>
        </w:rPr>
        <w:t>г. Ульяновск</w:t>
      </w:r>
    </w:p>
    <w:p w:rsidR="00B031AF" w:rsidRPr="00536833" w:rsidRDefault="00B031AF" w:rsidP="0053683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21 декабря</w:t>
      </w:r>
      <w:r w:rsidRPr="00536833">
        <w:rPr>
          <w:sz w:val="28"/>
          <w:szCs w:val="28"/>
        </w:rPr>
        <w:t xml:space="preserve"> 2018 г.</w:t>
      </w:r>
    </w:p>
    <w:p w:rsidR="00B031AF" w:rsidRPr="00536833" w:rsidRDefault="00B031AF" w:rsidP="00536833">
      <w:pPr>
        <w:suppressAutoHyphens/>
        <w:jc w:val="center"/>
        <w:rPr>
          <w:sz w:val="28"/>
          <w:szCs w:val="28"/>
        </w:rPr>
      </w:pPr>
      <w:r w:rsidRPr="00536833">
        <w:rPr>
          <w:sz w:val="28"/>
          <w:szCs w:val="28"/>
        </w:rPr>
        <w:t xml:space="preserve">№ </w:t>
      </w:r>
      <w:r>
        <w:rPr>
          <w:sz w:val="28"/>
          <w:szCs w:val="28"/>
        </w:rPr>
        <w:t>171</w:t>
      </w:r>
      <w:r w:rsidRPr="00536833">
        <w:rPr>
          <w:sz w:val="28"/>
          <w:szCs w:val="28"/>
        </w:rPr>
        <w:t>-ЗО</w:t>
      </w:r>
      <w:bookmarkStart w:id="0" w:name="_GoBack"/>
      <w:bookmarkEnd w:id="0"/>
    </w:p>
    <w:sectPr w:rsidR="00B031AF" w:rsidRPr="00536833" w:rsidSect="00091668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1AF" w:rsidRDefault="00B031AF">
      <w:r>
        <w:separator/>
      </w:r>
    </w:p>
  </w:endnote>
  <w:endnote w:type="continuationSeparator" w:id="0">
    <w:p w:rsidR="00B031AF" w:rsidRDefault="00B03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1AF" w:rsidRPr="00091668" w:rsidRDefault="00B031AF" w:rsidP="00091668">
    <w:pPr>
      <w:pStyle w:val="Footer"/>
      <w:jc w:val="right"/>
      <w:rPr>
        <w:sz w:val="16"/>
        <w:szCs w:val="16"/>
      </w:rPr>
    </w:pPr>
    <w:r w:rsidRPr="00091668">
      <w:rPr>
        <w:sz w:val="16"/>
        <w:szCs w:val="16"/>
      </w:rPr>
      <w:t>3011ан1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1AF" w:rsidRDefault="00B031AF">
      <w:r>
        <w:separator/>
      </w:r>
    </w:p>
  </w:footnote>
  <w:footnote w:type="continuationSeparator" w:id="0">
    <w:p w:rsidR="00B031AF" w:rsidRDefault="00B03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1AF" w:rsidRPr="00A9420A" w:rsidRDefault="00B031AF" w:rsidP="00B26AE6">
    <w:pPr>
      <w:pStyle w:val="Header"/>
      <w:jc w:val="center"/>
      <w:rPr>
        <w:rStyle w:val="PageNumber"/>
        <w:sz w:val="28"/>
        <w:szCs w:val="28"/>
      </w:rPr>
    </w:pPr>
    <w:r w:rsidRPr="00A9420A">
      <w:rPr>
        <w:rStyle w:val="PageNumber"/>
        <w:sz w:val="28"/>
        <w:szCs w:val="28"/>
      </w:rPr>
      <w:fldChar w:fldCharType="begin"/>
    </w:r>
    <w:r w:rsidRPr="00A9420A">
      <w:rPr>
        <w:rStyle w:val="PageNumber"/>
        <w:sz w:val="28"/>
        <w:szCs w:val="28"/>
      </w:rPr>
      <w:instrText xml:space="preserve">PAGE  </w:instrText>
    </w:r>
    <w:r w:rsidRPr="00A9420A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4</w:t>
    </w:r>
    <w:r w:rsidRPr="00A9420A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BD1"/>
    <w:rsid w:val="000012F7"/>
    <w:rsid w:val="00010FE8"/>
    <w:rsid w:val="00011E36"/>
    <w:rsid w:val="00012E86"/>
    <w:rsid w:val="00020F38"/>
    <w:rsid w:val="00034D1D"/>
    <w:rsid w:val="00054EFB"/>
    <w:rsid w:val="00055918"/>
    <w:rsid w:val="00060456"/>
    <w:rsid w:val="0006090C"/>
    <w:rsid w:val="00064A7E"/>
    <w:rsid w:val="00091668"/>
    <w:rsid w:val="000A41C8"/>
    <w:rsid w:val="000A72A9"/>
    <w:rsid w:val="000B7400"/>
    <w:rsid w:val="000C16E0"/>
    <w:rsid w:val="000C6257"/>
    <w:rsid w:val="000C6426"/>
    <w:rsid w:val="000E13FB"/>
    <w:rsid w:val="000E2DEE"/>
    <w:rsid w:val="00104CD7"/>
    <w:rsid w:val="001100DD"/>
    <w:rsid w:val="00116661"/>
    <w:rsid w:val="00131E21"/>
    <w:rsid w:val="001348CE"/>
    <w:rsid w:val="00145988"/>
    <w:rsid w:val="00151C9C"/>
    <w:rsid w:val="0015387A"/>
    <w:rsid w:val="00172D7B"/>
    <w:rsid w:val="00175C1C"/>
    <w:rsid w:val="00186494"/>
    <w:rsid w:val="00193538"/>
    <w:rsid w:val="001A69C0"/>
    <w:rsid w:val="001B58C5"/>
    <w:rsid w:val="001E2425"/>
    <w:rsid w:val="002143E9"/>
    <w:rsid w:val="00223E40"/>
    <w:rsid w:val="0022456A"/>
    <w:rsid w:val="00252848"/>
    <w:rsid w:val="0025345D"/>
    <w:rsid w:val="002610DD"/>
    <w:rsid w:val="00265A3F"/>
    <w:rsid w:val="00270CFA"/>
    <w:rsid w:val="00270E35"/>
    <w:rsid w:val="0027712A"/>
    <w:rsid w:val="00281062"/>
    <w:rsid w:val="002A2341"/>
    <w:rsid w:val="002E06EA"/>
    <w:rsid w:val="002F1618"/>
    <w:rsid w:val="002F288D"/>
    <w:rsid w:val="00304781"/>
    <w:rsid w:val="003118C4"/>
    <w:rsid w:val="00313F0B"/>
    <w:rsid w:val="00342DDD"/>
    <w:rsid w:val="00344077"/>
    <w:rsid w:val="00361FC9"/>
    <w:rsid w:val="003654B6"/>
    <w:rsid w:val="0037670C"/>
    <w:rsid w:val="0038000C"/>
    <w:rsid w:val="00395EA1"/>
    <w:rsid w:val="003B1D51"/>
    <w:rsid w:val="003B42AC"/>
    <w:rsid w:val="003B6115"/>
    <w:rsid w:val="003C0068"/>
    <w:rsid w:val="003D41AB"/>
    <w:rsid w:val="003E17EE"/>
    <w:rsid w:val="003E7A28"/>
    <w:rsid w:val="003F2D3B"/>
    <w:rsid w:val="003F7656"/>
    <w:rsid w:val="00400031"/>
    <w:rsid w:val="00406CBC"/>
    <w:rsid w:val="004076A4"/>
    <w:rsid w:val="00411077"/>
    <w:rsid w:val="00430158"/>
    <w:rsid w:val="004367A4"/>
    <w:rsid w:val="00445B5E"/>
    <w:rsid w:val="00445FDB"/>
    <w:rsid w:val="00447899"/>
    <w:rsid w:val="00451B82"/>
    <w:rsid w:val="004550FE"/>
    <w:rsid w:val="00470E3B"/>
    <w:rsid w:val="00471CB4"/>
    <w:rsid w:val="004723B6"/>
    <w:rsid w:val="00475861"/>
    <w:rsid w:val="00482758"/>
    <w:rsid w:val="00484CF7"/>
    <w:rsid w:val="00487556"/>
    <w:rsid w:val="00491826"/>
    <w:rsid w:val="00492063"/>
    <w:rsid w:val="004B085D"/>
    <w:rsid w:val="004C480C"/>
    <w:rsid w:val="004D39F5"/>
    <w:rsid w:val="004D6D6A"/>
    <w:rsid w:val="004E13D5"/>
    <w:rsid w:val="00507A64"/>
    <w:rsid w:val="00511A65"/>
    <w:rsid w:val="005139BF"/>
    <w:rsid w:val="00536833"/>
    <w:rsid w:val="005407A6"/>
    <w:rsid w:val="00555BA8"/>
    <w:rsid w:val="00597588"/>
    <w:rsid w:val="005D79C8"/>
    <w:rsid w:val="005E74E6"/>
    <w:rsid w:val="006047CF"/>
    <w:rsid w:val="00612E47"/>
    <w:rsid w:val="006162BC"/>
    <w:rsid w:val="006247CF"/>
    <w:rsid w:val="006302CA"/>
    <w:rsid w:val="006309EA"/>
    <w:rsid w:val="00661139"/>
    <w:rsid w:val="0066182E"/>
    <w:rsid w:val="0068239C"/>
    <w:rsid w:val="00684D93"/>
    <w:rsid w:val="006C2C92"/>
    <w:rsid w:val="006C6F6D"/>
    <w:rsid w:val="006D3746"/>
    <w:rsid w:val="006D5AFF"/>
    <w:rsid w:val="006E4F02"/>
    <w:rsid w:val="007079AF"/>
    <w:rsid w:val="0071372A"/>
    <w:rsid w:val="00730872"/>
    <w:rsid w:val="00731B84"/>
    <w:rsid w:val="0073319A"/>
    <w:rsid w:val="007403B6"/>
    <w:rsid w:val="007414CC"/>
    <w:rsid w:val="007429A3"/>
    <w:rsid w:val="00753450"/>
    <w:rsid w:val="00754794"/>
    <w:rsid w:val="007604BE"/>
    <w:rsid w:val="007615CB"/>
    <w:rsid w:val="0078466F"/>
    <w:rsid w:val="00786605"/>
    <w:rsid w:val="007B5BD1"/>
    <w:rsid w:val="007C0CF2"/>
    <w:rsid w:val="007C36BB"/>
    <w:rsid w:val="007C3D6B"/>
    <w:rsid w:val="007D7F21"/>
    <w:rsid w:val="007E6370"/>
    <w:rsid w:val="00821272"/>
    <w:rsid w:val="00821291"/>
    <w:rsid w:val="008219C3"/>
    <w:rsid w:val="008453AB"/>
    <w:rsid w:val="00846663"/>
    <w:rsid w:val="00854905"/>
    <w:rsid w:val="0086008D"/>
    <w:rsid w:val="00862209"/>
    <w:rsid w:val="00873F1A"/>
    <w:rsid w:val="00877E3B"/>
    <w:rsid w:val="00880BA9"/>
    <w:rsid w:val="00882F6C"/>
    <w:rsid w:val="008A627D"/>
    <w:rsid w:val="008C3FE3"/>
    <w:rsid w:val="008F0CC2"/>
    <w:rsid w:val="008F5AF9"/>
    <w:rsid w:val="009004F8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81082"/>
    <w:rsid w:val="00991E68"/>
    <w:rsid w:val="009A2E7A"/>
    <w:rsid w:val="009C15B3"/>
    <w:rsid w:val="009C6635"/>
    <w:rsid w:val="009D4541"/>
    <w:rsid w:val="009E0DFF"/>
    <w:rsid w:val="009F51E1"/>
    <w:rsid w:val="009F54AB"/>
    <w:rsid w:val="00A02831"/>
    <w:rsid w:val="00A50A11"/>
    <w:rsid w:val="00A54632"/>
    <w:rsid w:val="00A804AE"/>
    <w:rsid w:val="00A81A17"/>
    <w:rsid w:val="00A86835"/>
    <w:rsid w:val="00A9420A"/>
    <w:rsid w:val="00AB7112"/>
    <w:rsid w:val="00AC3327"/>
    <w:rsid w:val="00AE6003"/>
    <w:rsid w:val="00B031AF"/>
    <w:rsid w:val="00B03786"/>
    <w:rsid w:val="00B04D9E"/>
    <w:rsid w:val="00B072D7"/>
    <w:rsid w:val="00B26AE6"/>
    <w:rsid w:val="00B31493"/>
    <w:rsid w:val="00B34980"/>
    <w:rsid w:val="00B35DE7"/>
    <w:rsid w:val="00B40C26"/>
    <w:rsid w:val="00B95FB4"/>
    <w:rsid w:val="00BA39A9"/>
    <w:rsid w:val="00BB063E"/>
    <w:rsid w:val="00BB1D95"/>
    <w:rsid w:val="00BC6785"/>
    <w:rsid w:val="00BD01F2"/>
    <w:rsid w:val="00BE3D70"/>
    <w:rsid w:val="00BF0EA2"/>
    <w:rsid w:val="00BF2DD2"/>
    <w:rsid w:val="00BF4328"/>
    <w:rsid w:val="00C2384B"/>
    <w:rsid w:val="00C2759A"/>
    <w:rsid w:val="00C304B5"/>
    <w:rsid w:val="00C50079"/>
    <w:rsid w:val="00C616DA"/>
    <w:rsid w:val="00C869F3"/>
    <w:rsid w:val="00CC4DB2"/>
    <w:rsid w:val="00CD5CC4"/>
    <w:rsid w:val="00CD66A6"/>
    <w:rsid w:val="00CE1F9B"/>
    <w:rsid w:val="00D04334"/>
    <w:rsid w:val="00D066FD"/>
    <w:rsid w:val="00D10BE6"/>
    <w:rsid w:val="00D1469A"/>
    <w:rsid w:val="00D15912"/>
    <w:rsid w:val="00D20953"/>
    <w:rsid w:val="00D20FCD"/>
    <w:rsid w:val="00D22C21"/>
    <w:rsid w:val="00D259DE"/>
    <w:rsid w:val="00D328D6"/>
    <w:rsid w:val="00D36C3A"/>
    <w:rsid w:val="00D44357"/>
    <w:rsid w:val="00D46E8E"/>
    <w:rsid w:val="00D47989"/>
    <w:rsid w:val="00D5258D"/>
    <w:rsid w:val="00D53579"/>
    <w:rsid w:val="00D623FD"/>
    <w:rsid w:val="00D624F3"/>
    <w:rsid w:val="00D62D47"/>
    <w:rsid w:val="00D703CF"/>
    <w:rsid w:val="00D84DF1"/>
    <w:rsid w:val="00DA16ED"/>
    <w:rsid w:val="00DA2FE0"/>
    <w:rsid w:val="00DB1093"/>
    <w:rsid w:val="00DB3F19"/>
    <w:rsid w:val="00DD2F63"/>
    <w:rsid w:val="00DD386F"/>
    <w:rsid w:val="00DE0731"/>
    <w:rsid w:val="00DE6182"/>
    <w:rsid w:val="00E15588"/>
    <w:rsid w:val="00E20641"/>
    <w:rsid w:val="00E332DB"/>
    <w:rsid w:val="00E42ADA"/>
    <w:rsid w:val="00E439A0"/>
    <w:rsid w:val="00E55200"/>
    <w:rsid w:val="00E701E7"/>
    <w:rsid w:val="00E93159"/>
    <w:rsid w:val="00EA4080"/>
    <w:rsid w:val="00EB23EF"/>
    <w:rsid w:val="00EC3A30"/>
    <w:rsid w:val="00EE041B"/>
    <w:rsid w:val="00F006F4"/>
    <w:rsid w:val="00F00D2B"/>
    <w:rsid w:val="00F00D47"/>
    <w:rsid w:val="00F019EE"/>
    <w:rsid w:val="00F02518"/>
    <w:rsid w:val="00F054C4"/>
    <w:rsid w:val="00F05EB6"/>
    <w:rsid w:val="00F05F07"/>
    <w:rsid w:val="00F10C4A"/>
    <w:rsid w:val="00F3046D"/>
    <w:rsid w:val="00F31A81"/>
    <w:rsid w:val="00F6322B"/>
    <w:rsid w:val="00F66DCD"/>
    <w:rsid w:val="00F7392B"/>
    <w:rsid w:val="00F74D69"/>
    <w:rsid w:val="00F87F8A"/>
    <w:rsid w:val="00FA0AEE"/>
    <w:rsid w:val="00FA1586"/>
    <w:rsid w:val="00FA1731"/>
    <w:rsid w:val="00FA5623"/>
    <w:rsid w:val="00FC3A6C"/>
    <w:rsid w:val="00FD1EA9"/>
    <w:rsid w:val="00FD1F91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BD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7B5BD1"/>
  </w:style>
  <w:style w:type="paragraph" w:customStyle="1" w:styleId="a">
    <w:name w:val="Знак Знак Знак Знак"/>
    <w:basedOn w:val="Normal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Footer">
    <w:name w:val="footer"/>
    <w:basedOn w:val="Normal"/>
    <w:link w:val="FooterChar"/>
    <w:uiPriority w:val="99"/>
    <w:rsid w:val="004301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3015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180</Words>
  <Characters>1026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10</cp:revision>
  <cp:lastPrinted>2018-11-20T12:29:00Z</cp:lastPrinted>
  <dcterms:created xsi:type="dcterms:W3CDTF">2018-11-30T06:30:00Z</dcterms:created>
  <dcterms:modified xsi:type="dcterms:W3CDTF">2018-12-28T05:48:00Z</dcterms:modified>
</cp:coreProperties>
</file>