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491" w:rsidRDefault="00890491" w:rsidP="006D418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890491" w:rsidRDefault="00890491" w:rsidP="009423CA">
      <w:pPr>
        <w:rPr>
          <w:b/>
          <w:bCs/>
          <w:sz w:val="28"/>
          <w:szCs w:val="28"/>
        </w:rPr>
      </w:pPr>
    </w:p>
    <w:p w:rsidR="00890491" w:rsidRDefault="00890491" w:rsidP="009423CA">
      <w:pPr>
        <w:rPr>
          <w:b/>
          <w:bCs/>
          <w:sz w:val="28"/>
          <w:szCs w:val="28"/>
        </w:rPr>
      </w:pPr>
    </w:p>
    <w:p w:rsidR="00890491" w:rsidRDefault="00890491" w:rsidP="009423CA">
      <w:pPr>
        <w:rPr>
          <w:b/>
          <w:bCs/>
          <w:sz w:val="28"/>
          <w:szCs w:val="28"/>
        </w:rPr>
      </w:pPr>
    </w:p>
    <w:p w:rsidR="00890491" w:rsidRPr="007267A8" w:rsidRDefault="00890491" w:rsidP="007267A8">
      <w:pPr>
        <w:rPr>
          <w:b/>
          <w:bCs/>
          <w:sz w:val="28"/>
          <w:szCs w:val="28"/>
        </w:rPr>
      </w:pPr>
    </w:p>
    <w:p w:rsidR="00890491" w:rsidRDefault="00890491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890491" w:rsidRDefault="00890491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890491" w:rsidRDefault="00890491" w:rsidP="00A64E4F">
      <w:pPr>
        <w:jc w:val="both"/>
        <w:rPr>
          <w:sz w:val="28"/>
          <w:szCs w:val="28"/>
        </w:rPr>
      </w:pPr>
    </w:p>
    <w:p w:rsidR="00890491" w:rsidRPr="00202EE0" w:rsidRDefault="00890491" w:rsidP="00202EE0">
      <w:pPr>
        <w:jc w:val="center"/>
      </w:pPr>
      <w:r>
        <w:t>Принят Законодательным Собранием Ульяновской области 19 декабря 2018 года</w:t>
      </w:r>
    </w:p>
    <w:p w:rsidR="00890491" w:rsidRPr="007267A8" w:rsidRDefault="00890491" w:rsidP="00202EE0">
      <w:pPr>
        <w:jc w:val="center"/>
        <w:rPr>
          <w:sz w:val="28"/>
          <w:szCs w:val="28"/>
        </w:rPr>
      </w:pPr>
    </w:p>
    <w:p w:rsidR="00890491" w:rsidRPr="007267A8" w:rsidRDefault="00890491" w:rsidP="0000445C">
      <w:pPr>
        <w:suppressAutoHyphens/>
        <w:spacing w:line="360" w:lineRule="auto"/>
        <w:jc w:val="both"/>
        <w:rPr>
          <w:sz w:val="28"/>
          <w:szCs w:val="28"/>
        </w:rPr>
      </w:pPr>
    </w:p>
    <w:p w:rsidR="00890491" w:rsidRDefault="00890491" w:rsidP="007267A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3 к </w:t>
      </w:r>
      <w:r w:rsidRPr="00E41DF2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 xml:space="preserve">Ульяновская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>89; от 30.01.2018 № 6;</w:t>
      </w:r>
      <w:r>
        <w:rPr>
          <w:sz w:val="28"/>
          <w:szCs w:val="28"/>
        </w:rPr>
        <w:br/>
        <w:t xml:space="preserve">от 30.03.2018 № 21; от 13.04.2018 № 25; от 01.06.2018 № 36; от 19.06.2018 </w:t>
      </w:r>
      <w:r>
        <w:rPr>
          <w:sz w:val="28"/>
          <w:szCs w:val="28"/>
        </w:rPr>
        <w:br/>
        <w:t>№ 43;</w:t>
      </w:r>
      <w:r w:rsidRPr="00093456">
        <w:rPr>
          <w:sz w:val="28"/>
          <w:szCs w:val="28"/>
        </w:rPr>
        <w:t xml:space="preserve"> </w:t>
      </w:r>
      <w:r>
        <w:rPr>
          <w:sz w:val="28"/>
          <w:szCs w:val="28"/>
        </w:rPr>
        <w:t>от 04.09.2018 № 64; от 02.11.2018 № 81</w:t>
      </w:r>
      <w:r w:rsidRPr="00E41DF2">
        <w:rPr>
          <w:sz w:val="28"/>
          <w:szCs w:val="28"/>
        </w:rPr>
        <w:t xml:space="preserve">), </w:t>
      </w:r>
      <w:r>
        <w:rPr>
          <w:sz w:val="28"/>
          <w:szCs w:val="28"/>
        </w:rPr>
        <w:t>следующие изменения:</w:t>
      </w:r>
    </w:p>
    <w:p w:rsidR="00890491" w:rsidRDefault="00890491" w:rsidP="007267A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дополнить строкой 72 следующего содержания: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"/>
        <w:gridCol w:w="566"/>
        <w:gridCol w:w="2244"/>
        <w:gridCol w:w="2552"/>
        <w:gridCol w:w="2856"/>
        <w:gridCol w:w="846"/>
        <w:gridCol w:w="434"/>
      </w:tblGrid>
      <w:tr w:rsidR="00890491" w:rsidRPr="00263B79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890491" w:rsidRPr="00263B79" w:rsidRDefault="00890491" w:rsidP="00A97C83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</w:tcPr>
          <w:p w:rsidR="00890491" w:rsidRPr="00263B79" w:rsidRDefault="00890491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Pr="00263B79">
              <w:rPr>
                <w:sz w:val="28"/>
                <w:szCs w:val="28"/>
              </w:rPr>
              <w:t>.</w:t>
            </w:r>
          </w:p>
        </w:tc>
        <w:tc>
          <w:tcPr>
            <w:tcW w:w="2299" w:type="dxa"/>
          </w:tcPr>
          <w:p w:rsidR="00890491" w:rsidRDefault="00890491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Ульяновская область, Улья-новский район, </w:t>
            </w:r>
            <w:r>
              <w:rPr>
                <w:sz w:val="28"/>
                <w:szCs w:val="28"/>
              </w:rPr>
              <w:br/>
              <w:t xml:space="preserve">с. Тетюшское, </w:t>
            </w:r>
            <w:r>
              <w:rPr>
                <w:sz w:val="28"/>
                <w:szCs w:val="28"/>
              </w:rPr>
              <w:br/>
              <w:t xml:space="preserve">ул. Калинина, </w:t>
            </w:r>
          </w:p>
          <w:p w:rsidR="00890491" w:rsidRPr="00263B79" w:rsidRDefault="00890491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15а</w:t>
            </w:r>
          </w:p>
        </w:tc>
        <w:tc>
          <w:tcPr>
            <w:tcW w:w="2591" w:type="dxa"/>
          </w:tcPr>
          <w:p w:rsidR="00890491" w:rsidRPr="007267A8" w:rsidRDefault="00890491" w:rsidP="007267A8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7267A8">
              <w:rPr>
                <w:spacing w:val="-4"/>
                <w:sz w:val="28"/>
                <w:szCs w:val="28"/>
              </w:rPr>
              <w:t>Государственное учреждение здраво</w:t>
            </w:r>
            <w:r>
              <w:rPr>
                <w:spacing w:val="-4"/>
                <w:sz w:val="28"/>
                <w:szCs w:val="28"/>
              </w:rPr>
              <w:t>-</w:t>
            </w:r>
            <w:r w:rsidRPr="007267A8">
              <w:rPr>
                <w:spacing w:val="-4"/>
                <w:sz w:val="28"/>
                <w:szCs w:val="28"/>
              </w:rPr>
              <w:t>охранения «Уль</w:t>
            </w:r>
            <w:r>
              <w:rPr>
                <w:spacing w:val="-4"/>
                <w:sz w:val="28"/>
                <w:szCs w:val="28"/>
              </w:rPr>
              <w:t>я-</w:t>
            </w:r>
            <w:r w:rsidRPr="007267A8">
              <w:rPr>
                <w:spacing w:val="-4"/>
                <w:sz w:val="28"/>
                <w:szCs w:val="28"/>
              </w:rPr>
              <w:t>новская районная больница»</w:t>
            </w:r>
          </w:p>
        </w:tc>
        <w:tc>
          <w:tcPr>
            <w:tcW w:w="2938" w:type="dxa"/>
          </w:tcPr>
          <w:p w:rsidR="00890491" w:rsidRPr="007267A8" w:rsidRDefault="00890491" w:rsidP="00A97C83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7267A8">
              <w:rPr>
                <w:spacing w:val="-4"/>
                <w:sz w:val="28"/>
                <w:szCs w:val="28"/>
              </w:rPr>
              <w:t>Муниципальное уч</w:t>
            </w:r>
            <w:r>
              <w:rPr>
                <w:spacing w:val="-4"/>
                <w:sz w:val="28"/>
                <w:szCs w:val="28"/>
              </w:rPr>
              <w:t>-</w:t>
            </w:r>
            <w:r w:rsidRPr="007267A8">
              <w:rPr>
                <w:spacing w:val="-4"/>
                <w:sz w:val="28"/>
                <w:szCs w:val="28"/>
              </w:rPr>
              <w:t>реждение Админист</w:t>
            </w:r>
            <w:r>
              <w:rPr>
                <w:spacing w:val="-4"/>
                <w:sz w:val="28"/>
                <w:szCs w:val="28"/>
              </w:rPr>
              <w:t>-</w:t>
            </w:r>
            <w:r w:rsidRPr="007267A8">
              <w:rPr>
                <w:spacing w:val="-4"/>
                <w:sz w:val="28"/>
                <w:szCs w:val="28"/>
              </w:rPr>
              <w:t>рация муниципально</w:t>
            </w:r>
            <w:r>
              <w:rPr>
                <w:spacing w:val="-4"/>
                <w:sz w:val="28"/>
                <w:szCs w:val="28"/>
              </w:rPr>
              <w:t>-</w:t>
            </w:r>
            <w:r w:rsidRPr="007267A8">
              <w:rPr>
                <w:spacing w:val="-4"/>
                <w:sz w:val="28"/>
                <w:szCs w:val="28"/>
              </w:rPr>
              <w:t>го образования «Те</w:t>
            </w:r>
            <w:r>
              <w:rPr>
                <w:spacing w:val="-4"/>
                <w:sz w:val="28"/>
                <w:szCs w:val="28"/>
              </w:rPr>
              <w:t>-</w:t>
            </w:r>
            <w:r w:rsidRPr="007267A8">
              <w:rPr>
                <w:spacing w:val="-4"/>
                <w:sz w:val="28"/>
                <w:szCs w:val="28"/>
              </w:rPr>
              <w:t>тюшское сельское поселение» Ульяно</w:t>
            </w:r>
            <w:r w:rsidRPr="007267A8">
              <w:rPr>
                <w:spacing w:val="-6"/>
                <w:sz w:val="28"/>
                <w:szCs w:val="28"/>
              </w:rPr>
              <w:t>в</w:t>
            </w:r>
            <w:r>
              <w:rPr>
                <w:spacing w:val="-6"/>
                <w:sz w:val="28"/>
                <w:szCs w:val="28"/>
              </w:rPr>
              <w:t>-</w:t>
            </w:r>
            <w:r w:rsidRPr="00643609">
              <w:rPr>
                <w:spacing w:val="-6"/>
                <w:sz w:val="28"/>
                <w:szCs w:val="28"/>
              </w:rPr>
              <w:t>ского района Ульяно</w:t>
            </w:r>
            <w:r>
              <w:rPr>
                <w:spacing w:val="-6"/>
                <w:sz w:val="28"/>
                <w:szCs w:val="28"/>
              </w:rPr>
              <w:t>в</w:t>
            </w:r>
            <w:r w:rsidRPr="00643609">
              <w:rPr>
                <w:spacing w:val="-6"/>
                <w:sz w:val="28"/>
                <w:szCs w:val="28"/>
              </w:rPr>
              <w:t>-ской области</w:t>
            </w:r>
            <w:r w:rsidRPr="007267A8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846" w:type="dxa"/>
          </w:tcPr>
          <w:p w:rsidR="00890491" w:rsidRPr="00263B79" w:rsidRDefault="00890491" w:rsidP="00A97C8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103,3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890491" w:rsidRPr="00263B79" w:rsidRDefault="00890491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890491" w:rsidRPr="00263B79" w:rsidRDefault="00890491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890491" w:rsidRPr="00263B79" w:rsidRDefault="00890491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890491" w:rsidRPr="00263B79" w:rsidRDefault="00890491" w:rsidP="00A97C83">
            <w:pPr>
              <w:suppressAutoHyphens/>
              <w:jc w:val="right"/>
              <w:rPr>
                <w:sz w:val="28"/>
                <w:szCs w:val="28"/>
              </w:rPr>
            </w:pPr>
          </w:p>
          <w:p w:rsidR="00890491" w:rsidRPr="00263B79" w:rsidRDefault="00890491" w:rsidP="00A97C83">
            <w:pPr>
              <w:suppressAutoHyphens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90491" w:rsidRPr="00BF7615" w:rsidRDefault="00890491" w:rsidP="00AB1C11">
      <w:pPr>
        <w:suppressAutoHyphens/>
        <w:spacing w:line="360" w:lineRule="auto"/>
        <w:jc w:val="both"/>
        <w:rPr>
          <w:sz w:val="20"/>
          <w:szCs w:val="20"/>
        </w:rPr>
      </w:pPr>
    </w:p>
    <w:p w:rsidR="00890491" w:rsidRDefault="00890491" w:rsidP="007D122D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 строке «Итого» цифры «32891,49» заменить цифрами «32994,79</w:t>
      </w:r>
      <w:bookmarkStart w:id="0" w:name="_GoBack"/>
      <w:bookmarkEnd w:id="0"/>
      <w:r>
        <w:rPr>
          <w:sz w:val="28"/>
          <w:szCs w:val="28"/>
        </w:rPr>
        <w:t>».</w:t>
      </w:r>
    </w:p>
    <w:p w:rsidR="00890491" w:rsidRPr="007267A8" w:rsidRDefault="00890491" w:rsidP="00A64E4F">
      <w:pPr>
        <w:suppressAutoHyphens/>
        <w:spacing w:line="235" w:lineRule="auto"/>
        <w:ind w:right="21"/>
        <w:jc w:val="both"/>
        <w:rPr>
          <w:b/>
          <w:bCs/>
          <w:sz w:val="16"/>
          <w:szCs w:val="16"/>
        </w:rPr>
      </w:pPr>
    </w:p>
    <w:p w:rsidR="00890491" w:rsidRDefault="00890491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890491" w:rsidRPr="009423CA" w:rsidRDefault="00890491" w:rsidP="00A64E4F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890491" w:rsidRPr="00E41DF2" w:rsidRDefault="00890491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</w:t>
      </w:r>
      <w:r w:rsidRPr="00E41DF2">
        <w:rPr>
          <w:b/>
          <w:bCs/>
          <w:sz w:val="28"/>
          <w:szCs w:val="28"/>
        </w:rPr>
        <w:t>С.И.Морозов</w:t>
      </w:r>
    </w:p>
    <w:p w:rsidR="00890491" w:rsidRDefault="00890491" w:rsidP="007267A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90491" w:rsidRDefault="00890491" w:rsidP="007267A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90491" w:rsidRDefault="00890491" w:rsidP="007267A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90491" w:rsidRPr="00DD1577" w:rsidRDefault="00890491" w:rsidP="007267A8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890491" w:rsidRPr="00DD1577" w:rsidRDefault="00890491" w:rsidP="007267A8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0491" w:rsidRPr="00FC14A8" w:rsidRDefault="00890491" w:rsidP="007267A8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C14A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168</w:t>
      </w:r>
      <w:r w:rsidRPr="00FC14A8">
        <w:rPr>
          <w:rFonts w:ascii="Times New Roman" w:hAnsi="Times New Roman" w:cs="Times New Roman"/>
          <w:sz w:val="28"/>
          <w:szCs w:val="28"/>
        </w:rPr>
        <w:t>-ЗО</w:t>
      </w:r>
    </w:p>
    <w:sectPr w:rsidR="00890491" w:rsidRPr="00FC14A8" w:rsidSect="007267A8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491" w:rsidRDefault="00890491">
      <w:r>
        <w:separator/>
      </w:r>
    </w:p>
  </w:endnote>
  <w:endnote w:type="continuationSeparator" w:id="0">
    <w:p w:rsidR="00890491" w:rsidRDefault="00890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491" w:rsidRPr="009423CA" w:rsidRDefault="00890491" w:rsidP="009423C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2911ан2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491" w:rsidRDefault="00890491">
      <w:r>
        <w:separator/>
      </w:r>
    </w:p>
  </w:footnote>
  <w:footnote w:type="continuationSeparator" w:id="0">
    <w:p w:rsidR="00890491" w:rsidRDefault="008904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491" w:rsidRPr="009423CA" w:rsidRDefault="00890491" w:rsidP="009423CA">
    <w:pPr>
      <w:pStyle w:val="Header"/>
      <w:jc w:val="center"/>
      <w:rPr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01890"/>
    <w:rsid w:val="0000445C"/>
    <w:rsid w:val="00005FA6"/>
    <w:rsid w:val="00010FE8"/>
    <w:rsid w:val="00011E36"/>
    <w:rsid w:val="00012E86"/>
    <w:rsid w:val="000148B6"/>
    <w:rsid w:val="00020C08"/>
    <w:rsid w:val="00027636"/>
    <w:rsid w:val="0003441C"/>
    <w:rsid w:val="00043E35"/>
    <w:rsid w:val="0004584D"/>
    <w:rsid w:val="00052D63"/>
    <w:rsid w:val="000600EE"/>
    <w:rsid w:val="00060456"/>
    <w:rsid w:val="00066E6B"/>
    <w:rsid w:val="00087309"/>
    <w:rsid w:val="00093456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0F0B52"/>
    <w:rsid w:val="000F103C"/>
    <w:rsid w:val="00103A85"/>
    <w:rsid w:val="00104CD7"/>
    <w:rsid w:val="00120527"/>
    <w:rsid w:val="0012502D"/>
    <w:rsid w:val="00131E21"/>
    <w:rsid w:val="001348CF"/>
    <w:rsid w:val="001360C4"/>
    <w:rsid w:val="00140B74"/>
    <w:rsid w:val="00145988"/>
    <w:rsid w:val="0015387A"/>
    <w:rsid w:val="00164E62"/>
    <w:rsid w:val="00166D14"/>
    <w:rsid w:val="0017346B"/>
    <w:rsid w:val="00175C1C"/>
    <w:rsid w:val="00186494"/>
    <w:rsid w:val="0019297A"/>
    <w:rsid w:val="00193538"/>
    <w:rsid w:val="001956E3"/>
    <w:rsid w:val="001A4EA2"/>
    <w:rsid w:val="001A549F"/>
    <w:rsid w:val="001A5D6F"/>
    <w:rsid w:val="001B58C5"/>
    <w:rsid w:val="001C0BFB"/>
    <w:rsid w:val="001D7B06"/>
    <w:rsid w:val="001E1489"/>
    <w:rsid w:val="001E4105"/>
    <w:rsid w:val="001E5D46"/>
    <w:rsid w:val="001E784E"/>
    <w:rsid w:val="00202EE0"/>
    <w:rsid w:val="00234145"/>
    <w:rsid w:val="00234782"/>
    <w:rsid w:val="0024361D"/>
    <w:rsid w:val="00250F43"/>
    <w:rsid w:val="00263B79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3D08"/>
    <w:rsid w:val="002D53FC"/>
    <w:rsid w:val="002D6EB0"/>
    <w:rsid w:val="002D77C5"/>
    <w:rsid w:val="002E06EA"/>
    <w:rsid w:val="002E6EA7"/>
    <w:rsid w:val="002E7A85"/>
    <w:rsid w:val="002F1618"/>
    <w:rsid w:val="002F288D"/>
    <w:rsid w:val="00313B5F"/>
    <w:rsid w:val="00315598"/>
    <w:rsid w:val="00315EB0"/>
    <w:rsid w:val="00322A04"/>
    <w:rsid w:val="00336BEB"/>
    <w:rsid w:val="003371D2"/>
    <w:rsid w:val="00340383"/>
    <w:rsid w:val="00342DDD"/>
    <w:rsid w:val="00344CF3"/>
    <w:rsid w:val="00361FC9"/>
    <w:rsid w:val="0037670C"/>
    <w:rsid w:val="00385375"/>
    <w:rsid w:val="0039583D"/>
    <w:rsid w:val="00395EA1"/>
    <w:rsid w:val="0039799B"/>
    <w:rsid w:val="003A7513"/>
    <w:rsid w:val="003B20A7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F7656"/>
    <w:rsid w:val="003F79F5"/>
    <w:rsid w:val="00400031"/>
    <w:rsid w:val="004056D6"/>
    <w:rsid w:val="004074BB"/>
    <w:rsid w:val="00411077"/>
    <w:rsid w:val="004367A4"/>
    <w:rsid w:val="0043719F"/>
    <w:rsid w:val="00437562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B27"/>
    <w:rsid w:val="00484CF7"/>
    <w:rsid w:val="00487556"/>
    <w:rsid w:val="0049090E"/>
    <w:rsid w:val="004917D7"/>
    <w:rsid w:val="004961C5"/>
    <w:rsid w:val="004C0BC2"/>
    <w:rsid w:val="004C480C"/>
    <w:rsid w:val="004D39F5"/>
    <w:rsid w:val="004D6D6A"/>
    <w:rsid w:val="004E1347"/>
    <w:rsid w:val="004E13D5"/>
    <w:rsid w:val="004F0688"/>
    <w:rsid w:val="005014A3"/>
    <w:rsid w:val="005016A4"/>
    <w:rsid w:val="00507467"/>
    <w:rsid w:val="00511A65"/>
    <w:rsid w:val="0051409F"/>
    <w:rsid w:val="00522AA7"/>
    <w:rsid w:val="00575AA1"/>
    <w:rsid w:val="00591C90"/>
    <w:rsid w:val="00592D93"/>
    <w:rsid w:val="00594A46"/>
    <w:rsid w:val="0059506B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12E47"/>
    <w:rsid w:val="00615924"/>
    <w:rsid w:val="006162BC"/>
    <w:rsid w:val="006278B2"/>
    <w:rsid w:val="00630887"/>
    <w:rsid w:val="00643609"/>
    <w:rsid w:val="00643C88"/>
    <w:rsid w:val="00645A07"/>
    <w:rsid w:val="006504FD"/>
    <w:rsid w:val="00651E50"/>
    <w:rsid w:val="00684D93"/>
    <w:rsid w:val="006A0685"/>
    <w:rsid w:val="006A1762"/>
    <w:rsid w:val="006B0634"/>
    <w:rsid w:val="006B0C1C"/>
    <w:rsid w:val="006C2C92"/>
    <w:rsid w:val="006C6F6D"/>
    <w:rsid w:val="006C75C9"/>
    <w:rsid w:val="006D3746"/>
    <w:rsid w:val="006D418F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67A8"/>
    <w:rsid w:val="00727860"/>
    <w:rsid w:val="00731B0E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4D7E"/>
    <w:rsid w:val="00796DBD"/>
    <w:rsid w:val="007A72C6"/>
    <w:rsid w:val="007C200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3D10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90491"/>
    <w:rsid w:val="008A2363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2335"/>
    <w:rsid w:val="008D42F7"/>
    <w:rsid w:val="008D4AA7"/>
    <w:rsid w:val="008D76C9"/>
    <w:rsid w:val="008E3D8B"/>
    <w:rsid w:val="008F0CC2"/>
    <w:rsid w:val="00900809"/>
    <w:rsid w:val="00920FA4"/>
    <w:rsid w:val="00930782"/>
    <w:rsid w:val="009339EE"/>
    <w:rsid w:val="00936956"/>
    <w:rsid w:val="00941FFF"/>
    <w:rsid w:val="00942265"/>
    <w:rsid w:val="009423CA"/>
    <w:rsid w:val="00961CE1"/>
    <w:rsid w:val="009649A4"/>
    <w:rsid w:val="009671CF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B5A04"/>
    <w:rsid w:val="009C0346"/>
    <w:rsid w:val="009C13B3"/>
    <w:rsid w:val="009C15B3"/>
    <w:rsid w:val="009C6635"/>
    <w:rsid w:val="009D09F3"/>
    <w:rsid w:val="009D4541"/>
    <w:rsid w:val="009E7C99"/>
    <w:rsid w:val="009F37E1"/>
    <w:rsid w:val="009F51E1"/>
    <w:rsid w:val="00A009C1"/>
    <w:rsid w:val="00A11C6F"/>
    <w:rsid w:val="00A1657E"/>
    <w:rsid w:val="00A225B6"/>
    <w:rsid w:val="00A518C1"/>
    <w:rsid w:val="00A55FAC"/>
    <w:rsid w:val="00A61DC5"/>
    <w:rsid w:val="00A64E4F"/>
    <w:rsid w:val="00A76FF7"/>
    <w:rsid w:val="00A804AE"/>
    <w:rsid w:val="00A80D66"/>
    <w:rsid w:val="00A823B2"/>
    <w:rsid w:val="00A91B01"/>
    <w:rsid w:val="00A927C6"/>
    <w:rsid w:val="00A92F6C"/>
    <w:rsid w:val="00A97C83"/>
    <w:rsid w:val="00AB1C11"/>
    <w:rsid w:val="00AB6471"/>
    <w:rsid w:val="00AB7112"/>
    <w:rsid w:val="00AC23ED"/>
    <w:rsid w:val="00AC2C84"/>
    <w:rsid w:val="00AC3327"/>
    <w:rsid w:val="00AC4814"/>
    <w:rsid w:val="00AC640B"/>
    <w:rsid w:val="00AE24FF"/>
    <w:rsid w:val="00AF5CCD"/>
    <w:rsid w:val="00B03CBF"/>
    <w:rsid w:val="00B15403"/>
    <w:rsid w:val="00B23F0A"/>
    <w:rsid w:val="00B40C26"/>
    <w:rsid w:val="00B40C90"/>
    <w:rsid w:val="00B60867"/>
    <w:rsid w:val="00B62406"/>
    <w:rsid w:val="00B66C69"/>
    <w:rsid w:val="00B900C9"/>
    <w:rsid w:val="00B92061"/>
    <w:rsid w:val="00B979E2"/>
    <w:rsid w:val="00BB063E"/>
    <w:rsid w:val="00BB0900"/>
    <w:rsid w:val="00BB1D95"/>
    <w:rsid w:val="00BB39DB"/>
    <w:rsid w:val="00BB651C"/>
    <w:rsid w:val="00BD53BF"/>
    <w:rsid w:val="00BE0A2B"/>
    <w:rsid w:val="00BF7615"/>
    <w:rsid w:val="00C50079"/>
    <w:rsid w:val="00C553F8"/>
    <w:rsid w:val="00C616DA"/>
    <w:rsid w:val="00C64118"/>
    <w:rsid w:val="00C75EFC"/>
    <w:rsid w:val="00C7609D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1F9B"/>
    <w:rsid w:val="00D04334"/>
    <w:rsid w:val="00D109FE"/>
    <w:rsid w:val="00D15912"/>
    <w:rsid w:val="00D20FCD"/>
    <w:rsid w:val="00D259DE"/>
    <w:rsid w:val="00D30274"/>
    <w:rsid w:val="00D328D6"/>
    <w:rsid w:val="00D46A87"/>
    <w:rsid w:val="00D47989"/>
    <w:rsid w:val="00D5258D"/>
    <w:rsid w:val="00D53246"/>
    <w:rsid w:val="00D55E8E"/>
    <w:rsid w:val="00D6037F"/>
    <w:rsid w:val="00D617F6"/>
    <w:rsid w:val="00D623FD"/>
    <w:rsid w:val="00DA2FE0"/>
    <w:rsid w:val="00DB0605"/>
    <w:rsid w:val="00DB1093"/>
    <w:rsid w:val="00DB6E0E"/>
    <w:rsid w:val="00DC2601"/>
    <w:rsid w:val="00DC5ADB"/>
    <w:rsid w:val="00DD08AC"/>
    <w:rsid w:val="00DD1577"/>
    <w:rsid w:val="00DE38AF"/>
    <w:rsid w:val="00DE6182"/>
    <w:rsid w:val="00DF0334"/>
    <w:rsid w:val="00DF2F9D"/>
    <w:rsid w:val="00DF5E12"/>
    <w:rsid w:val="00E00BB6"/>
    <w:rsid w:val="00E03BAA"/>
    <w:rsid w:val="00E14248"/>
    <w:rsid w:val="00E15588"/>
    <w:rsid w:val="00E2715B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80FF1"/>
    <w:rsid w:val="00E85E04"/>
    <w:rsid w:val="00E85F08"/>
    <w:rsid w:val="00E93159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54E6"/>
    <w:rsid w:val="00F478DC"/>
    <w:rsid w:val="00F6463F"/>
    <w:rsid w:val="00F66687"/>
    <w:rsid w:val="00F66D68"/>
    <w:rsid w:val="00FA1731"/>
    <w:rsid w:val="00FB5993"/>
    <w:rsid w:val="00FC14A8"/>
    <w:rsid w:val="00FC3A6C"/>
    <w:rsid w:val="00FD1F91"/>
    <w:rsid w:val="00FD7DFA"/>
    <w:rsid w:val="00FE0C24"/>
    <w:rsid w:val="00FE1818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657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  <w:szCs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191</Words>
  <Characters>1093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7</cp:revision>
  <cp:lastPrinted>2018-12-19T08:34:00Z</cp:lastPrinted>
  <dcterms:created xsi:type="dcterms:W3CDTF">2018-11-29T11:28:00Z</dcterms:created>
  <dcterms:modified xsi:type="dcterms:W3CDTF">2018-12-28T05:46:00Z</dcterms:modified>
</cp:coreProperties>
</file>