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A0" w:rsidRDefault="00D76EA0" w:rsidP="00A75BB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ЗАКОН УЛЬЯНОВСКОЙ ОБЛАСТИ</w:t>
      </w:r>
    </w:p>
    <w:p w:rsidR="00D76EA0" w:rsidRDefault="00D76EA0" w:rsidP="006D399C">
      <w:pPr>
        <w:rPr>
          <w:b/>
          <w:bCs/>
          <w:sz w:val="28"/>
          <w:szCs w:val="28"/>
        </w:rPr>
      </w:pPr>
    </w:p>
    <w:p w:rsidR="00D76EA0" w:rsidRDefault="00D76EA0" w:rsidP="006D399C">
      <w:pPr>
        <w:rPr>
          <w:b/>
          <w:bCs/>
          <w:sz w:val="28"/>
          <w:szCs w:val="28"/>
        </w:rPr>
      </w:pPr>
    </w:p>
    <w:p w:rsidR="00D76EA0" w:rsidRDefault="00D76EA0" w:rsidP="006D399C">
      <w:pPr>
        <w:rPr>
          <w:b/>
          <w:bCs/>
          <w:sz w:val="28"/>
          <w:szCs w:val="28"/>
        </w:rPr>
      </w:pPr>
    </w:p>
    <w:p w:rsidR="00D76EA0" w:rsidRDefault="00D76EA0" w:rsidP="006D399C">
      <w:pPr>
        <w:rPr>
          <w:b/>
          <w:bCs/>
          <w:sz w:val="28"/>
          <w:szCs w:val="28"/>
        </w:rPr>
      </w:pPr>
    </w:p>
    <w:p w:rsidR="00D76EA0" w:rsidRPr="001F25BE" w:rsidRDefault="00D76EA0" w:rsidP="006D399C">
      <w:pPr>
        <w:rPr>
          <w:b/>
          <w:bCs/>
          <w:sz w:val="28"/>
          <w:szCs w:val="28"/>
        </w:rPr>
      </w:pPr>
    </w:p>
    <w:p w:rsidR="00D76EA0" w:rsidRDefault="00D76EA0" w:rsidP="006D39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Закон Ульяновской области </w:t>
      </w:r>
    </w:p>
    <w:p w:rsidR="00D76EA0" w:rsidRDefault="00D76EA0" w:rsidP="006D399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«Об утверждении Программы управления государственной собственностью Ульяновской области на 2018 год»</w:t>
      </w:r>
    </w:p>
    <w:p w:rsidR="00D76EA0" w:rsidRPr="001F25BE" w:rsidRDefault="00D76EA0" w:rsidP="00FD4D19">
      <w:pPr>
        <w:jc w:val="both"/>
        <w:rPr>
          <w:b/>
          <w:bCs/>
          <w:sz w:val="22"/>
          <w:szCs w:val="22"/>
        </w:rPr>
      </w:pPr>
    </w:p>
    <w:p w:rsidR="00D76EA0" w:rsidRDefault="00D76EA0" w:rsidP="00FD4D19">
      <w:pPr>
        <w:suppressAutoHyphens/>
        <w:ind w:firstLine="709"/>
        <w:jc w:val="both"/>
        <w:rPr>
          <w:sz w:val="28"/>
          <w:szCs w:val="28"/>
        </w:rPr>
      </w:pPr>
    </w:p>
    <w:p w:rsidR="00D76EA0" w:rsidRPr="00636050" w:rsidRDefault="00D76EA0" w:rsidP="00636050">
      <w:pPr>
        <w:suppressAutoHyphens/>
        <w:ind w:firstLine="709"/>
        <w:jc w:val="center"/>
      </w:pPr>
      <w:r>
        <w:t>Принят Законодательным Собранием Ульяновской области 19 декабря 2018 года</w:t>
      </w:r>
    </w:p>
    <w:p w:rsidR="00D76EA0" w:rsidRDefault="00D76EA0" w:rsidP="00FD4D19">
      <w:pPr>
        <w:suppressAutoHyphens/>
        <w:ind w:firstLine="709"/>
        <w:jc w:val="both"/>
        <w:rPr>
          <w:sz w:val="28"/>
          <w:szCs w:val="28"/>
        </w:rPr>
      </w:pPr>
    </w:p>
    <w:p w:rsidR="00D76EA0" w:rsidRDefault="00D76EA0" w:rsidP="00FD4D19">
      <w:pPr>
        <w:suppressAutoHyphens/>
        <w:ind w:firstLine="709"/>
        <w:jc w:val="both"/>
        <w:rPr>
          <w:sz w:val="28"/>
          <w:szCs w:val="28"/>
        </w:rPr>
      </w:pPr>
    </w:p>
    <w:p w:rsidR="00D76EA0" w:rsidRDefault="00D76EA0" w:rsidP="00FD4D19">
      <w:pPr>
        <w:suppressAutoHyphens/>
        <w:ind w:firstLine="709"/>
        <w:jc w:val="both"/>
        <w:rPr>
          <w:sz w:val="28"/>
          <w:szCs w:val="28"/>
        </w:rPr>
      </w:pPr>
    </w:p>
    <w:p w:rsidR="00D76EA0" w:rsidRDefault="00D76EA0" w:rsidP="00FD4D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41DF2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приложение 3 к </w:t>
      </w:r>
      <w:r w:rsidRPr="00E41DF2">
        <w:rPr>
          <w:sz w:val="28"/>
          <w:szCs w:val="28"/>
        </w:rPr>
        <w:t>Программ</w:t>
      </w:r>
      <w:r>
        <w:rPr>
          <w:sz w:val="28"/>
          <w:szCs w:val="28"/>
        </w:rPr>
        <w:t>е</w:t>
      </w:r>
      <w:r w:rsidRPr="00E41DF2">
        <w:rPr>
          <w:sz w:val="28"/>
          <w:szCs w:val="28"/>
        </w:rPr>
        <w:t xml:space="preserve">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год, утверждённ</w:t>
      </w:r>
      <w:r>
        <w:rPr>
          <w:sz w:val="28"/>
          <w:szCs w:val="28"/>
        </w:rPr>
        <w:t>ой</w:t>
      </w:r>
      <w:r w:rsidRPr="00E41DF2">
        <w:rPr>
          <w:sz w:val="28"/>
          <w:szCs w:val="28"/>
        </w:rPr>
        <w:t xml:space="preserve"> Законом Ульяновской области от </w:t>
      </w:r>
      <w:r>
        <w:rPr>
          <w:sz w:val="28"/>
          <w:szCs w:val="28"/>
        </w:rPr>
        <w:t>27 ноября 2017</w:t>
      </w:r>
      <w:r w:rsidRPr="00E41DF2">
        <w:rPr>
          <w:sz w:val="28"/>
          <w:szCs w:val="28"/>
        </w:rPr>
        <w:t xml:space="preserve"> года № 1</w:t>
      </w:r>
      <w:r>
        <w:rPr>
          <w:sz w:val="28"/>
          <w:szCs w:val="28"/>
        </w:rPr>
        <w:t>55</w:t>
      </w:r>
      <w:r w:rsidRPr="00E41DF2">
        <w:rPr>
          <w:sz w:val="28"/>
          <w:szCs w:val="28"/>
        </w:rPr>
        <w:t>-ЗО «Об утверждении Программы управления государственной собственностью Ульяновской области на 201</w:t>
      </w:r>
      <w:r>
        <w:rPr>
          <w:sz w:val="28"/>
          <w:szCs w:val="28"/>
        </w:rPr>
        <w:t>8</w:t>
      </w:r>
      <w:r w:rsidRPr="00E41DF2">
        <w:rPr>
          <w:sz w:val="28"/>
          <w:szCs w:val="28"/>
        </w:rPr>
        <w:t xml:space="preserve"> год» </w:t>
      </w:r>
      <w:r w:rsidRPr="00B979E2">
        <w:rPr>
          <w:sz w:val="28"/>
          <w:szCs w:val="28"/>
        </w:rPr>
        <w:t>(«</w:t>
      </w:r>
      <w:r w:rsidRPr="00E80FF1">
        <w:rPr>
          <w:sz w:val="28"/>
          <w:szCs w:val="28"/>
        </w:rPr>
        <w:t xml:space="preserve">Ульяновская правда» </w:t>
      </w:r>
      <w:r>
        <w:rPr>
          <w:sz w:val="28"/>
          <w:szCs w:val="28"/>
        </w:rPr>
        <w:t xml:space="preserve">от 30.11.2017 </w:t>
      </w:r>
      <w:r w:rsidRPr="00B979E2">
        <w:rPr>
          <w:sz w:val="28"/>
          <w:szCs w:val="28"/>
        </w:rPr>
        <w:t xml:space="preserve">№ </w:t>
      </w:r>
      <w:r>
        <w:rPr>
          <w:sz w:val="28"/>
          <w:szCs w:val="28"/>
        </w:rPr>
        <w:t>89; от 30.01.2018 № 6;</w:t>
      </w:r>
      <w:r>
        <w:rPr>
          <w:sz w:val="28"/>
          <w:szCs w:val="28"/>
        </w:rPr>
        <w:br/>
        <w:t>от 30.03.2018 № 21; от 13.04.2018 № 25; от 01.06.2018 № 36; от 19.06.2018</w:t>
      </w:r>
      <w:r>
        <w:rPr>
          <w:sz w:val="28"/>
          <w:szCs w:val="28"/>
        </w:rPr>
        <w:br/>
        <w:t>№ 43; от 04.09.2018 № 64; от 02.11.2018 № 81</w:t>
      </w:r>
      <w:r w:rsidRPr="00E41DF2">
        <w:rPr>
          <w:sz w:val="28"/>
          <w:szCs w:val="28"/>
        </w:rPr>
        <w:t xml:space="preserve">), </w:t>
      </w:r>
      <w:r>
        <w:rPr>
          <w:sz w:val="28"/>
          <w:szCs w:val="28"/>
        </w:rPr>
        <w:t>следующие изменения:</w:t>
      </w:r>
    </w:p>
    <w:p w:rsidR="00D76EA0" w:rsidRDefault="00D76EA0" w:rsidP="00FD4D19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дополнить строкой 71 следующего содержания: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56"/>
        <w:gridCol w:w="461"/>
        <w:gridCol w:w="1985"/>
        <w:gridCol w:w="3969"/>
        <w:gridCol w:w="1842"/>
        <w:gridCol w:w="851"/>
        <w:gridCol w:w="544"/>
      </w:tblGrid>
      <w:tr w:rsidR="00D76EA0" w:rsidRPr="00263B79"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D76EA0" w:rsidRPr="00263B79" w:rsidRDefault="00D76EA0" w:rsidP="006D399C">
            <w:pPr>
              <w:suppressAutoHyphens/>
              <w:rPr>
                <w:sz w:val="28"/>
                <w:szCs w:val="28"/>
              </w:rPr>
            </w:pPr>
            <w:r w:rsidRPr="00263B79">
              <w:rPr>
                <w:sz w:val="28"/>
                <w:szCs w:val="28"/>
              </w:rPr>
              <w:t>«</w:t>
            </w:r>
          </w:p>
        </w:tc>
        <w:tc>
          <w:tcPr>
            <w:tcW w:w="461" w:type="dxa"/>
          </w:tcPr>
          <w:p w:rsidR="00D76EA0" w:rsidRPr="006D399C" w:rsidRDefault="00D76EA0" w:rsidP="00BB27B3">
            <w:pPr>
              <w:suppressAutoHyphens/>
              <w:ind w:left="-57" w:right="-57"/>
              <w:jc w:val="center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7</w:t>
            </w:r>
            <w:r>
              <w:rPr>
                <w:spacing w:val="-4"/>
                <w:sz w:val="28"/>
                <w:szCs w:val="28"/>
              </w:rPr>
              <w:t>1</w:t>
            </w:r>
            <w:r w:rsidRPr="006D399C">
              <w:rPr>
                <w:spacing w:val="-4"/>
                <w:sz w:val="28"/>
                <w:szCs w:val="28"/>
              </w:rPr>
              <w:t>.</w:t>
            </w:r>
          </w:p>
        </w:tc>
        <w:tc>
          <w:tcPr>
            <w:tcW w:w="1985" w:type="dxa"/>
          </w:tcPr>
          <w:p w:rsidR="00D76EA0" w:rsidRPr="006D399C" w:rsidRDefault="00D76EA0" w:rsidP="006D399C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 xml:space="preserve">г. Ульяновск, </w:t>
            </w:r>
            <w:r w:rsidRPr="006D399C">
              <w:rPr>
                <w:spacing w:val="-4"/>
                <w:sz w:val="28"/>
                <w:szCs w:val="28"/>
              </w:rPr>
              <w:br/>
              <w:t xml:space="preserve">ул. Гончарова, </w:t>
            </w:r>
          </w:p>
          <w:p w:rsidR="00D76EA0" w:rsidRPr="00263B79" w:rsidRDefault="00D76EA0" w:rsidP="006D399C">
            <w:pPr>
              <w:suppressAutoHyphens/>
              <w:jc w:val="both"/>
              <w:rPr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д. 13/91А</w:t>
            </w:r>
          </w:p>
        </w:tc>
        <w:tc>
          <w:tcPr>
            <w:tcW w:w="3969" w:type="dxa"/>
          </w:tcPr>
          <w:p w:rsidR="00D76EA0" w:rsidRPr="006D399C" w:rsidRDefault="00D76EA0" w:rsidP="006D399C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Областное государственное бюджетное учреждение «Науч</w:t>
            </w:r>
            <w:r>
              <w:rPr>
                <w:spacing w:val="-4"/>
                <w:sz w:val="28"/>
                <w:szCs w:val="28"/>
              </w:rPr>
              <w:softHyphen/>
            </w:r>
            <w:r w:rsidRPr="006D399C">
              <w:rPr>
                <w:spacing w:val="-4"/>
                <w:sz w:val="28"/>
                <w:szCs w:val="28"/>
              </w:rPr>
              <w:t>но-исследовательский институт экономики, истории и культуры Ульяновской области имени Н.М.Карамзина»</w:t>
            </w:r>
          </w:p>
        </w:tc>
        <w:tc>
          <w:tcPr>
            <w:tcW w:w="1842" w:type="dxa"/>
          </w:tcPr>
          <w:p w:rsidR="00D76EA0" w:rsidRPr="006D399C" w:rsidRDefault="00D76EA0" w:rsidP="006D399C">
            <w:pPr>
              <w:suppressAutoHyphens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Фонд «Ульяновск – культурная столица»</w:t>
            </w:r>
          </w:p>
        </w:tc>
        <w:tc>
          <w:tcPr>
            <w:tcW w:w="851" w:type="dxa"/>
          </w:tcPr>
          <w:p w:rsidR="00D76EA0" w:rsidRPr="006D399C" w:rsidRDefault="00D76EA0" w:rsidP="006D399C">
            <w:pPr>
              <w:suppressAutoHyphens/>
              <w:ind w:left="-57" w:right="-57"/>
              <w:jc w:val="both"/>
              <w:rPr>
                <w:spacing w:val="-4"/>
                <w:sz w:val="28"/>
                <w:szCs w:val="28"/>
              </w:rPr>
            </w:pPr>
            <w:r w:rsidRPr="006D399C">
              <w:rPr>
                <w:spacing w:val="-4"/>
                <w:sz w:val="28"/>
                <w:szCs w:val="28"/>
              </w:rPr>
              <w:t>230,73</w:t>
            </w:r>
          </w:p>
        </w:tc>
        <w:tc>
          <w:tcPr>
            <w:tcW w:w="544" w:type="dxa"/>
            <w:tcBorders>
              <w:top w:val="nil"/>
              <w:bottom w:val="nil"/>
              <w:right w:val="nil"/>
            </w:tcBorders>
            <w:vAlign w:val="bottom"/>
          </w:tcPr>
          <w:p w:rsidR="00D76EA0" w:rsidRPr="00263B79" w:rsidRDefault="00D76EA0" w:rsidP="006D399C">
            <w:pPr>
              <w:suppressAutoHyphens/>
              <w:jc w:val="right"/>
              <w:rPr>
                <w:sz w:val="28"/>
                <w:szCs w:val="28"/>
              </w:rPr>
            </w:pPr>
          </w:p>
          <w:p w:rsidR="00D76EA0" w:rsidRPr="00263B79" w:rsidRDefault="00D76EA0" w:rsidP="006D399C">
            <w:pPr>
              <w:suppressAutoHyphens/>
              <w:jc w:val="right"/>
              <w:rPr>
                <w:sz w:val="28"/>
                <w:szCs w:val="28"/>
              </w:rPr>
            </w:pPr>
          </w:p>
          <w:p w:rsidR="00D76EA0" w:rsidRPr="00263B79" w:rsidRDefault="00D76EA0" w:rsidP="006D399C">
            <w:pPr>
              <w:suppressAutoHyphens/>
              <w:jc w:val="right"/>
              <w:rPr>
                <w:sz w:val="28"/>
                <w:szCs w:val="28"/>
              </w:rPr>
            </w:pPr>
          </w:p>
          <w:p w:rsidR="00D76EA0" w:rsidRPr="00263B79" w:rsidRDefault="00D76EA0" w:rsidP="006D399C">
            <w:pPr>
              <w:tabs>
                <w:tab w:val="left" w:pos="147"/>
              </w:tabs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D76EA0" w:rsidRPr="00044B90" w:rsidRDefault="00D76EA0" w:rsidP="00044B90">
      <w:pPr>
        <w:suppressAutoHyphens/>
        <w:jc w:val="both"/>
        <w:rPr>
          <w:sz w:val="28"/>
          <w:szCs w:val="28"/>
        </w:rPr>
      </w:pPr>
    </w:p>
    <w:p w:rsidR="00D76EA0" w:rsidRDefault="00D76EA0" w:rsidP="00044B90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в строке «Итого» цифры «32660,76» заменить цифрами «32891,49</w:t>
      </w:r>
      <w:bookmarkStart w:id="0" w:name="_GoBack"/>
      <w:bookmarkEnd w:id="0"/>
      <w:r>
        <w:rPr>
          <w:sz w:val="28"/>
          <w:szCs w:val="28"/>
        </w:rPr>
        <w:t>».</w:t>
      </w:r>
    </w:p>
    <w:p w:rsidR="00D76EA0" w:rsidRPr="00044B90" w:rsidRDefault="00D76EA0" w:rsidP="006D399C">
      <w:pPr>
        <w:suppressAutoHyphens/>
        <w:spacing w:line="235" w:lineRule="auto"/>
        <w:ind w:right="21"/>
        <w:jc w:val="both"/>
        <w:rPr>
          <w:b/>
          <w:bCs/>
          <w:sz w:val="16"/>
          <w:szCs w:val="16"/>
        </w:rPr>
      </w:pPr>
    </w:p>
    <w:p w:rsidR="00D76EA0" w:rsidRDefault="00D76EA0" w:rsidP="006D399C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D76EA0" w:rsidRPr="00B76C8A" w:rsidRDefault="00D76EA0" w:rsidP="006D399C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</w:p>
    <w:p w:rsidR="00D76EA0" w:rsidRPr="00E41DF2" w:rsidRDefault="00D76EA0" w:rsidP="006D399C">
      <w:pPr>
        <w:suppressAutoHyphens/>
        <w:spacing w:line="235" w:lineRule="auto"/>
        <w:ind w:right="2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Губернатор</w:t>
      </w:r>
      <w:r w:rsidRPr="00E41DF2">
        <w:rPr>
          <w:b/>
          <w:bCs/>
          <w:sz w:val="28"/>
          <w:szCs w:val="28"/>
        </w:rPr>
        <w:t xml:space="preserve"> Ульяновской области </w:t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 w:rsidRPr="00E41DF2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            </w:t>
      </w:r>
      <w:r w:rsidRPr="00E41DF2">
        <w:rPr>
          <w:b/>
          <w:bCs/>
          <w:sz w:val="28"/>
          <w:szCs w:val="28"/>
        </w:rPr>
        <w:t>С.И.Морозов</w:t>
      </w:r>
    </w:p>
    <w:p w:rsidR="00D76EA0" w:rsidRDefault="00D76EA0" w:rsidP="006D399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76EA0" w:rsidRDefault="00D76EA0" w:rsidP="006D399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76EA0" w:rsidRPr="00B76C8A" w:rsidRDefault="00D76EA0" w:rsidP="006D399C">
      <w:pPr>
        <w:pStyle w:val="ConsNormal"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D76EA0" w:rsidRPr="00044B90" w:rsidRDefault="00D76EA0" w:rsidP="006D399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B90">
        <w:rPr>
          <w:rFonts w:ascii="Times New Roman" w:hAnsi="Times New Roman" w:cs="Times New Roman"/>
          <w:sz w:val="28"/>
          <w:szCs w:val="28"/>
        </w:rPr>
        <w:t>г. Ульяновск</w:t>
      </w:r>
    </w:p>
    <w:p w:rsidR="00D76EA0" w:rsidRPr="00044B90" w:rsidRDefault="00D76EA0" w:rsidP="006D399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декабря </w:t>
      </w:r>
      <w:r w:rsidRPr="00044B90">
        <w:rPr>
          <w:rFonts w:ascii="Times New Roman" w:hAnsi="Times New Roman" w:cs="Times New Roman"/>
          <w:sz w:val="28"/>
          <w:szCs w:val="28"/>
        </w:rPr>
        <w:t>2018 г.</w:t>
      </w:r>
    </w:p>
    <w:p w:rsidR="00D76EA0" w:rsidRPr="00044B90" w:rsidRDefault="00D76EA0" w:rsidP="006D399C">
      <w:pPr>
        <w:pStyle w:val="ConsNormal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44B9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167</w:t>
      </w:r>
      <w:r w:rsidRPr="00044B90">
        <w:rPr>
          <w:rFonts w:ascii="Times New Roman" w:hAnsi="Times New Roman" w:cs="Times New Roman"/>
          <w:sz w:val="28"/>
          <w:szCs w:val="28"/>
        </w:rPr>
        <w:t>-ЗО</w:t>
      </w:r>
    </w:p>
    <w:sectPr w:rsidR="00D76EA0" w:rsidRPr="00044B90" w:rsidSect="006D399C">
      <w:headerReference w:type="default" r:id="rId7"/>
      <w:footerReference w:type="first" r:id="rId8"/>
      <w:pgSz w:w="11906" w:h="16838" w:code="9"/>
      <w:pgMar w:top="1134" w:right="567" w:bottom="1134" w:left="1701" w:header="709" w:footer="709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6EA0" w:rsidRDefault="00D76EA0">
      <w:r>
        <w:separator/>
      </w:r>
    </w:p>
  </w:endnote>
  <w:endnote w:type="continuationSeparator" w:id="0">
    <w:p w:rsidR="00D76EA0" w:rsidRDefault="00D76E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EA0" w:rsidRPr="009423CA" w:rsidRDefault="00D76EA0" w:rsidP="009423CA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0512мм1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6EA0" w:rsidRDefault="00D76EA0">
      <w:r>
        <w:separator/>
      </w:r>
    </w:p>
  </w:footnote>
  <w:footnote w:type="continuationSeparator" w:id="0">
    <w:p w:rsidR="00D76EA0" w:rsidRDefault="00D76E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EA0" w:rsidRPr="009423CA" w:rsidRDefault="00D76EA0" w:rsidP="009423CA">
    <w:pPr>
      <w:pStyle w:val="Header"/>
      <w:jc w:val="center"/>
      <w:rPr>
        <w:sz w:val="28"/>
        <w:szCs w:val="28"/>
      </w:rPr>
    </w:pPr>
    <w:r w:rsidRPr="006E1A46">
      <w:rPr>
        <w:rStyle w:val="PageNumber"/>
        <w:sz w:val="28"/>
        <w:szCs w:val="28"/>
      </w:rPr>
      <w:fldChar w:fldCharType="begin"/>
    </w:r>
    <w:r w:rsidRPr="006E1A46">
      <w:rPr>
        <w:rStyle w:val="PageNumber"/>
        <w:sz w:val="28"/>
        <w:szCs w:val="28"/>
      </w:rPr>
      <w:instrText xml:space="preserve">PAGE  </w:instrText>
    </w:r>
    <w:r w:rsidRPr="006E1A46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2</w:t>
    </w:r>
    <w:r w:rsidRPr="006E1A46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73387"/>
    <w:multiLevelType w:val="hybridMultilevel"/>
    <w:tmpl w:val="A3C420A4"/>
    <w:lvl w:ilvl="0" w:tplc="11E858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5B3117"/>
    <w:multiLevelType w:val="hybridMultilevel"/>
    <w:tmpl w:val="7F822F58"/>
    <w:lvl w:ilvl="0" w:tplc="5D0CE958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2BB1DAB"/>
    <w:multiLevelType w:val="hybridMultilevel"/>
    <w:tmpl w:val="1F46095C"/>
    <w:lvl w:ilvl="0" w:tplc="B3FA07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F952FF8"/>
    <w:multiLevelType w:val="hybridMultilevel"/>
    <w:tmpl w:val="3A448A60"/>
    <w:lvl w:ilvl="0" w:tplc="FA3A1B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3B75D0"/>
    <w:multiLevelType w:val="hybridMultilevel"/>
    <w:tmpl w:val="5A70E7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FA1625"/>
    <w:multiLevelType w:val="hybridMultilevel"/>
    <w:tmpl w:val="8AF8DD38"/>
    <w:lvl w:ilvl="0" w:tplc="B4FCC7D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79BF6D59"/>
    <w:multiLevelType w:val="hybridMultilevel"/>
    <w:tmpl w:val="EFD8C262"/>
    <w:lvl w:ilvl="0" w:tplc="AA4A70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E4F"/>
    <w:rsid w:val="00001890"/>
    <w:rsid w:val="0000445C"/>
    <w:rsid w:val="00005FA6"/>
    <w:rsid w:val="000103C2"/>
    <w:rsid w:val="00010FE8"/>
    <w:rsid w:val="00011E36"/>
    <w:rsid w:val="00012E86"/>
    <w:rsid w:val="00020C08"/>
    <w:rsid w:val="00027636"/>
    <w:rsid w:val="0003441C"/>
    <w:rsid w:val="00044B90"/>
    <w:rsid w:val="00052D63"/>
    <w:rsid w:val="000600EE"/>
    <w:rsid w:val="00060456"/>
    <w:rsid w:val="00066E6B"/>
    <w:rsid w:val="00087309"/>
    <w:rsid w:val="000A092A"/>
    <w:rsid w:val="000A267F"/>
    <w:rsid w:val="000A41C8"/>
    <w:rsid w:val="000A72A9"/>
    <w:rsid w:val="000B7400"/>
    <w:rsid w:val="000C16E0"/>
    <w:rsid w:val="000E0C6F"/>
    <w:rsid w:val="000E13FB"/>
    <w:rsid w:val="000E48F0"/>
    <w:rsid w:val="000E5A36"/>
    <w:rsid w:val="000F0B52"/>
    <w:rsid w:val="000F103C"/>
    <w:rsid w:val="00103A85"/>
    <w:rsid w:val="00104CD7"/>
    <w:rsid w:val="0012502D"/>
    <w:rsid w:val="00131E21"/>
    <w:rsid w:val="001348CF"/>
    <w:rsid w:val="001360C4"/>
    <w:rsid w:val="00140B74"/>
    <w:rsid w:val="00145988"/>
    <w:rsid w:val="0015387A"/>
    <w:rsid w:val="00164E62"/>
    <w:rsid w:val="00166D14"/>
    <w:rsid w:val="0017346B"/>
    <w:rsid w:val="00175C1C"/>
    <w:rsid w:val="001839C2"/>
    <w:rsid w:val="00184D77"/>
    <w:rsid w:val="00186494"/>
    <w:rsid w:val="0019297A"/>
    <w:rsid w:val="00193538"/>
    <w:rsid w:val="001956E3"/>
    <w:rsid w:val="001A4EA2"/>
    <w:rsid w:val="001A549F"/>
    <w:rsid w:val="001B58C5"/>
    <w:rsid w:val="001C0BFB"/>
    <w:rsid w:val="001D7B06"/>
    <w:rsid w:val="001E1489"/>
    <w:rsid w:val="001E4105"/>
    <w:rsid w:val="001E784E"/>
    <w:rsid w:val="001F25BE"/>
    <w:rsid w:val="0020405B"/>
    <w:rsid w:val="00206CD4"/>
    <w:rsid w:val="00234145"/>
    <w:rsid w:val="00234782"/>
    <w:rsid w:val="0024361D"/>
    <w:rsid w:val="00250F43"/>
    <w:rsid w:val="00263B79"/>
    <w:rsid w:val="00265CE3"/>
    <w:rsid w:val="00270756"/>
    <w:rsid w:val="00282CBF"/>
    <w:rsid w:val="002854ED"/>
    <w:rsid w:val="00290AEE"/>
    <w:rsid w:val="002A1257"/>
    <w:rsid w:val="002A2341"/>
    <w:rsid w:val="002B03BB"/>
    <w:rsid w:val="002B4F33"/>
    <w:rsid w:val="002C461A"/>
    <w:rsid w:val="002D1D14"/>
    <w:rsid w:val="002D3BAC"/>
    <w:rsid w:val="002D3D08"/>
    <w:rsid w:val="002D77C5"/>
    <w:rsid w:val="002E06EA"/>
    <w:rsid w:val="002E6EA7"/>
    <w:rsid w:val="002E7A85"/>
    <w:rsid w:val="002F1618"/>
    <w:rsid w:val="002F288D"/>
    <w:rsid w:val="00304B0A"/>
    <w:rsid w:val="00315598"/>
    <w:rsid w:val="00315EB0"/>
    <w:rsid w:val="00322A04"/>
    <w:rsid w:val="00335E90"/>
    <w:rsid w:val="00336BEB"/>
    <w:rsid w:val="003371D2"/>
    <w:rsid w:val="00340383"/>
    <w:rsid w:val="00342DDD"/>
    <w:rsid w:val="00344CF3"/>
    <w:rsid w:val="00361FC9"/>
    <w:rsid w:val="00362830"/>
    <w:rsid w:val="0036787D"/>
    <w:rsid w:val="0037670C"/>
    <w:rsid w:val="00385375"/>
    <w:rsid w:val="0039583D"/>
    <w:rsid w:val="00395EA1"/>
    <w:rsid w:val="0039799B"/>
    <w:rsid w:val="003A7513"/>
    <w:rsid w:val="003B42AC"/>
    <w:rsid w:val="003B5EFB"/>
    <w:rsid w:val="003B6115"/>
    <w:rsid w:val="003B6682"/>
    <w:rsid w:val="003B6FE4"/>
    <w:rsid w:val="003B70F6"/>
    <w:rsid w:val="003C0068"/>
    <w:rsid w:val="003C39FA"/>
    <w:rsid w:val="003D14A0"/>
    <w:rsid w:val="003E17EE"/>
    <w:rsid w:val="003E344E"/>
    <w:rsid w:val="003F7656"/>
    <w:rsid w:val="003F79F5"/>
    <w:rsid w:val="00400031"/>
    <w:rsid w:val="004056D6"/>
    <w:rsid w:val="004074BB"/>
    <w:rsid w:val="00411077"/>
    <w:rsid w:val="00432039"/>
    <w:rsid w:val="004367A4"/>
    <w:rsid w:val="0043719F"/>
    <w:rsid w:val="00437562"/>
    <w:rsid w:val="00445B5E"/>
    <w:rsid w:val="00445C59"/>
    <w:rsid w:val="00445FDB"/>
    <w:rsid w:val="004545BB"/>
    <w:rsid w:val="004603C6"/>
    <w:rsid w:val="00460EED"/>
    <w:rsid w:val="00467761"/>
    <w:rsid w:val="004718E7"/>
    <w:rsid w:val="00471CB4"/>
    <w:rsid w:val="0047664F"/>
    <w:rsid w:val="00484B27"/>
    <w:rsid w:val="00484CF7"/>
    <w:rsid w:val="00487556"/>
    <w:rsid w:val="0049090E"/>
    <w:rsid w:val="004917D7"/>
    <w:rsid w:val="004961C5"/>
    <w:rsid w:val="004A565E"/>
    <w:rsid w:val="004A62C4"/>
    <w:rsid w:val="004C0BC2"/>
    <w:rsid w:val="004C480C"/>
    <w:rsid w:val="004D39F5"/>
    <w:rsid w:val="004D6D6A"/>
    <w:rsid w:val="004E1347"/>
    <w:rsid w:val="004E13D5"/>
    <w:rsid w:val="004F0688"/>
    <w:rsid w:val="005016A4"/>
    <w:rsid w:val="00507467"/>
    <w:rsid w:val="00511A65"/>
    <w:rsid w:val="0051409F"/>
    <w:rsid w:val="00522AA7"/>
    <w:rsid w:val="0054438B"/>
    <w:rsid w:val="00575AA1"/>
    <w:rsid w:val="00591C90"/>
    <w:rsid w:val="00592D93"/>
    <w:rsid w:val="00594A46"/>
    <w:rsid w:val="00597588"/>
    <w:rsid w:val="00597AC5"/>
    <w:rsid w:val="005A0887"/>
    <w:rsid w:val="005A1099"/>
    <w:rsid w:val="005A7DA9"/>
    <w:rsid w:val="005C0F34"/>
    <w:rsid w:val="005C53A4"/>
    <w:rsid w:val="005C5623"/>
    <w:rsid w:val="005D79C8"/>
    <w:rsid w:val="005E11F2"/>
    <w:rsid w:val="005E2407"/>
    <w:rsid w:val="005E7AF1"/>
    <w:rsid w:val="005E7C86"/>
    <w:rsid w:val="005F0383"/>
    <w:rsid w:val="0060655B"/>
    <w:rsid w:val="00612E47"/>
    <w:rsid w:val="00615924"/>
    <w:rsid w:val="006162BC"/>
    <w:rsid w:val="006278B2"/>
    <w:rsid w:val="00630887"/>
    <w:rsid w:val="00636050"/>
    <w:rsid w:val="00643C88"/>
    <w:rsid w:val="00645A07"/>
    <w:rsid w:val="006504FD"/>
    <w:rsid w:val="00651E50"/>
    <w:rsid w:val="00684D93"/>
    <w:rsid w:val="006A0685"/>
    <w:rsid w:val="006A1762"/>
    <w:rsid w:val="006B0634"/>
    <w:rsid w:val="006B0C1C"/>
    <w:rsid w:val="006C2C92"/>
    <w:rsid w:val="006C6F6D"/>
    <w:rsid w:val="006D3746"/>
    <w:rsid w:val="006D399C"/>
    <w:rsid w:val="006D5AFF"/>
    <w:rsid w:val="006D5C97"/>
    <w:rsid w:val="006E1A46"/>
    <w:rsid w:val="006E66EC"/>
    <w:rsid w:val="006F2543"/>
    <w:rsid w:val="006F423A"/>
    <w:rsid w:val="00703DC2"/>
    <w:rsid w:val="00705B79"/>
    <w:rsid w:val="007079AF"/>
    <w:rsid w:val="00717452"/>
    <w:rsid w:val="00721930"/>
    <w:rsid w:val="00727860"/>
    <w:rsid w:val="00731B0E"/>
    <w:rsid w:val="00731B84"/>
    <w:rsid w:val="00737907"/>
    <w:rsid w:val="0073793F"/>
    <w:rsid w:val="007403B6"/>
    <w:rsid w:val="0074586F"/>
    <w:rsid w:val="00747D2D"/>
    <w:rsid w:val="0075001B"/>
    <w:rsid w:val="00754794"/>
    <w:rsid w:val="007604BE"/>
    <w:rsid w:val="007615CB"/>
    <w:rsid w:val="007645CB"/>
    <w:rsid w:val="0078466F"/>
    <w:rsid w:val="00786605"/>
    <w:rsid w:val="00794B72"/>
    <w:rsid w:val="00794D7E"/>
    <w:rsid w:val="00796DBD"/>
    <w:rsid w:val="007A72C6"/>
    <w:rsid w:val="007C2006"/>
    <w:rsid w:val="007C2041"/>
    <w:rsid w:val="007C36BB"/>
    <w:rsid w:val="007C3D6B"/>
    <w:rsid w:val="007C5AE8"/>
    <w:rsid w:val="007C6AAF"/>
    <w:rsid w:val="007C7D9E"/>
    <w:rsid w:val="007D122D"/>
    <w:rsid w:val="007D45B6"/>
    <w:rsid w:val="007D7F21"/>
    <w:rsid w:val="007E0501"/>
    <w:rsid w:val="007E09C6"/>
    <w:rsid w:val="007E6370"/>
    <w:rsid w:val="00806494"/>
    <w:rsid w:val="008124FC"/>
    <w:rsid w:val="00821272"/>
    <w:rsid w:val="00821291"/>
    <w:rsid w:val="008453AB"/>
    <w:rsid w:val="00852C00"/>
    <w:rsid w:val="00854905"/>
    <w:rsid w:val="0086008D"/>
    <w:rsid w:val="00862209"/>
    <w:rsid w:val="00864B40"/>
    <w:rsid w:val="00870BB7"/>
    <w:rsid w:val="00873450"/>
    <w:rsid w:val="00877E3B"/>
    <w:rsid w:val="00881FB6"/>
    <w:rsid w:val="008A2363"/>
    <w:rsid w:val="008A24A8"/>
    <w:rsid w:val="008A627D"/>
    <w:rsid w:val="008B0CF0"/>
    <w:rsid w:val="008B2AA9"/>
    <w:rsid w:val="008B483B"/>
    <w:rsid w:val="008B6CF3"/>
    <w:rsid w:val="008C3282"/>
    <w:rsid w:val="008C376F"/>
    <w:rsid w:val="008C3FE3"/>
    <w:rsid w:val="008C6F68"/>
    <w:rsid w:val="008D0A5C"/>
    <w:rsid w:val="008D42F7"/>
    <w:rsid w:val="008D4AA7"/>
    <w:rsid w:val="008E3D8B"/>
    <w:rsid w:val="008F0CC2"/>
    <w:rsid w:val="008F61B0"/>
    <w:rsid w:val="00900809"/>
    <w:rsid w:val="00920FA4"/>
    <w:rsid w:val="00930782"/>
    <w:rsid w:val="009339EE"/>
    <w:rsid w:val="00936956"/>
    <w:rsid w:val="00941FFF"/>
    <w:rsid w:val="00942265"/>
    <w:rsid w:val="009423CA"/>
    <w:rsid w:val="00961CE1"/>
    <w:rsid w:val="009649A4"/>
    <w:rsid w:val="009671CF"/>
    <w:rsid w:val="00970057"/>
    <w:rsid w:val="009708BE"/>
    <w:rsid w:val="00970932"/>
    <w:rsid w:val="009757A4"/>
    <w:rsid w:val="00976620"/>
    <w:rsid w:val="00982681"/>
    <w:rsid w:val="00991E68"/>
    <w:rsid w:val="009964B6"/>
    <w:rsid w:val="009A17B1"/>
    <w:rsid w:val="009A1D4E"/>
    <w:rsid w:val="009A2E7A"/>
    <w:rsid w:val="009A5A4D"/>
    <w:rsid w:val="009C0346"/>
    <w:rsid w:val="009C13B3"/>
    <w:rsid w:val="009C15B3"/>
    <w:rsid w:val="009C6635"/>
    <w:rsid w:val="009D09F3"/>
    <w:rsid w:val="009D4541"/>
    <w:rsid w:val="009E7C99"/>
    <w:rsid w:val="009F37E1"/>
    <w:rsid w:val="009F51E1"/>
    <w:rsid w:val="00A009C1"/>
    <w:rsid w:val="00A11C6F"/>
    <w:rsid w:val="00A1657E"/>
    <w:rsid w:val="00A225B6"/>
    <w:rsid w:val="00A518C1"/>
    <w:rsid w:val="00A55FAC"/>
    <w:rsid w:val="00A61DC5"/>
    <w:rsid w:val="00A64E4F"/>
    <w:rsid w:val="00A67F55"/>
    <w:rsid w:val="00A75BB4"/>
    <w:rsid w:val="00A76FF7"/>
    <w:rsid w:val="00A804AE"/>
    <w:rsid w:val="00A80D66"/>
    <w:rsid w:val="00A91B01"/>
    <w:rsid w:val="00A927C6"/>
    <w:rsid w:val="00A92F6C"/>
    <w:rsid w:val="00A97C83"/>
    <w:rsid w:val="00AB1C11"/>
    <w:rsid w:val="00AB7112"/>
    <w:rsid w:val="00AC23ED"/>
    <w:rsid w:val="00AC2C84"/>
    <w:rsid w:val="00AC3327"/>
    <w:rsid w:val="00AC4814"/>
    <w:rsid w:val="00AC640B"/>
    <w:rsid w:val="00AE24FF"/>
    <w:rsid w:val="00AF4EF0"/>
    <w:rsid w:val="00AF5CCD"/>
    <w:rsid w:val="00B03CBF"/>
    <w:rsid w:val="00B15403"/>
    <w:rsid w:val="00B23F0A"/>
    <w:rsid w:val="00B40C26"/>
    <w:rsid w:val="00B40C90"/>
    <w:rsid w:val="00B60867"/>
    <w:rsid w:val="00B62406"/>
    <w:rsid w:val="00B66C69"/>
    <w:rsid w:val="00B76C8A"/>
    <w:rsid w:val="00B900C9"/>
    <w:rsid w:val="00B92061"/>
    <w:rsid w:val="00B979E2"/>
    <w:rsid w:val="00BA3E86"/>
    <w:rsid w:val="00BB063E"/>
    <w:rsid w:val="00BB0900"/>
    <w:rsid w:val="00BB1D95"/>
    <w:rsid w:val="00BB27B3"/>
    <w:rsid w:val="00BB39DB"/>
    <w:rsid w:val="00BB651C"/>
    <w:rsid w:val="00BD53BF"/>
    <w:rsid w:val="00BE0A2B"/>
    <w:rsid w:val="00C35C06"/>
    <w:rsid w:val="00C373AE"/>
    <w:rsid w:val="00C50079"/>
    <w:rsid w:val="00C553F8"/>
    <w:rsid w:val="00C616DA"/>
    <w:rsid w:val="00C64118"/>
    <w:rsid w:val="00C75EFC"/>
    <w:rsid w:val="00C7609D"/>
    <w:rsid w:val="00C90D8A"/>
    <w:rsid w:val="00C9436E"/>
    <w:rsid w:val="00C95AB3"/>
    <w:rsid w:val="00CB1554"/>
    <w:rsid w:val="00CB6E25"/>
    <w:rsid w:val="00CC4DB2"/>
    <w:rsid w:val="00CC7A62"/>
    <w:rsid w:val="00CD46C6"/>
    <w:rsid w:val="00CD5CC4"/>
    <w:rsid w:val="00CD66A6"/>
    <w:rsid w:val="00CE06E3"/>
    <w:rsid w:val="00CE1F9B"/>
    <w:rsid w:val="00D04334"/>
    <w:rsid w:val="00D109FE"/>
    <w:rsid w:val="00D15912"/>
    <w:rsid w:val="00D20FCD"/>
    <w:rsid w:val="00D259DE"/>
    <w:rsid w:val="00D30274"/>
    <w:rsid w:val="00D328D6"/>
    <w:rsid w:val="00D46A87"/>
    <w:rsid w:val="00D47989"/>
    <w:rsid w:val="00D5258D"/>
    <w:rsid w:val="00D53246"/>
    <w:rsid w:val="00D6037F"/>
    <w:rsid w:val="00D617F6"/>
    <w:rsid w:val="00D623FD"/>
    <w:rsid w:val="00D76EA0"/>
    <w:rsid w:val="00DA2FE0"/>
    <w:rsid w:val="00DB0605"/>
    <w:rsid w:val="00DB1093"/>
    <w:rsid w:val="00DB6E0E"/>
    <w:rsid w:val="00DD08AC"/>
    <w:rsid w:val="00DD1577"/>
    <w:rsid w:val="00DE38AF"/>
    <w:rsid w:val="00DE6182"/>
    <w:rsid w:val="00DF0334"/>
    <w:rsid w:val="00DF2F9D"/>
    <w:rsid w:val="00DF5E12"/>
    <w:rsid w:val="00E03BAA"/>
    <w:rsid w:val="00E14248"/>
    <w:rsid w:val="00E15588"/>
    <w:rsid w:val="00E306DB"/>
    <w:rsid w:val="00E3644A"/>
    <w:rsid w:val="00E37132"/>
    <w:rsid w:val="00E41DF2"/>
    <w:rsid w:val="00E42ADA"/>
    <w:rsid w:val="00E439A0"/>
    <w:rsid w:val="00E55200"/>
    <w:rsid w:val="00E632FE"/>
    <w:rsid w:val="00E715CC"/>
    <w:rsid w:val="00E71CFA"/>
    <w:rsid w:val="00E778DF"/>
    <w:rsid w:val="00E80FF1"/>
    <w:rsid w:val="00E85E04"/>
    <w:rsid w:val="00E85F08"/>
    <w:rsid w:val="00E93159"/>
    <w:rsid w:val="00E978E4"/>
    <w:rsid w:val="00EA4080"/>
    <w:rsid w:val="00EA7C47"/>
    <w:rsid w:val="00EB2318"/>
    <w:rsid w:val="00EC3A30"/>
    <w:rsid w:val="00EC45E4"/>
    <w:rsid w:val="00EF453B"/>
    <w:rsid w:val="00F006F4"/>
    <w:rsid w:val="00F009EC"/>
    <w:rsid w:val="00F00D47"/>
    <w:rsid w:val="00F02518"/>
    <w:rsid w:val="00F05F07"/>
    <w:rsid w:val="00F10C4A"/>
    <w:rsid w:val="00F25462"/>
    <w:rsid w:val="00F266DC"/>
    <w:rsid w:val="00F3046D"/>
    <w:rsid w:val="00F31A81"/>
    <w:rsid w:val="00F32144"/>
    <w:rsid w:val="00F346D8"/>
    <w:rsid w:val="00F34BC7"/>
    <w:rsid w:val="00F40721"/>
    <w:rsid w:val="00F454E6"/>
    <w:rsid w:val="00F478DC"/>
    <w:rsid w:val="00F6463F"/>
    <w:rsid w:val="00F66687"/>
    <w:rsid w:val="00F66D68"/>
    <w:rsid w:val="00F66E1E"/>
    <w:rsid w:val="00FA1731"/>
    <w:rsid w:val="00FB5993"/>
    <w:rsid w:val="00FC14A8"/>
    <w:rsid w:val="00FC3A6C"/>
    <w:rsid w:val="00FD1F91"/>
    <w:rsid w:val="00FD4D19"/>
    <w:rsid w:val="00FD7DFA"/>
    <w:rsid w:val="00FE0C24"/>
    <w:rsid w:val="00FE1818"/>
    <w:rsid w:val="00FF2AF8"/>
    <w:rsid w:val="00FF7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E4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Title">
    <w:name w:val="ConsTitle"/>
    <w:uiPriority w:val="99"/>
    <w:rsid w:val="00A64E4F"/>
    <w:pPr>
      <w:suppressAutoHyphens/>
      <w:autoSpaceDE w:val="0"/>
      <w:ind w:right="19772"/>
    </w:pPr>
    <w:rPr>
      <w:rFonts w:ascii="Arial" w:hAnsi="Arial" w:cs="Arial"/>
      <w:b/>
      <w:bCs/>
      <w:sz w:val="20"/>
      <w:szCs w:val="20"/>
      <w:lang w:eastAsia="ar-SA"/>
    </w:rPr>
  </w:style>
  <w:style w:type="paragraph" w:customStyle="1" w:styleId="a">
    <w:name w:val="Знак Знак Знак Знак"/>
    <w:basedOn w:val="Normal"/>
    <w:uiPriority w:val="99"/>
    <w:rsid w:val="00A64E4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A64E4F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A64E4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1657E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64E4F"/>
  </w:style>
  <w:style w:type="paragraph" w:customStyle="1" w:styleId="ConsPlusNormal">
    <w:name w:val="ConsPlusNormal"/>
    <w:uiPriority w:val="99"/>
    <w:rsid w:val="007645CB"/>
    <w:pPr>
      <w:autoSpaceDE w:val="0"/>
      <w:autoSpaceDN w:val="0"/>
      <w:adjustRightInd w:val="0"/>
    </w:pPr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7A72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A72C6"/>
    <w:rPr>
      <w:sz w:val="24"/>
      <w:szCs w:val="24"/>
    </w:rPr>
  </w:style>
  <w:style w:type="paragraph" w:customStyle="1" w:styleId="ConsPlusNonformat">
    <w:name w:val="ConsPlusNonformat"/>
    <w:uiPriority w:val="99"/>
    <w:rsid w:val="007A72C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A1D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A1D4E"/>
    <w:rPr>
      <w:rFonts w:ascii="Tahoma" w:hAnsi="Tahoma" w:cs="Tahoma"/>
      <w:sz w:val="16"/>
      <w:szCs w:val="16"/>
    </w:rPr>
  </w:style>
  <w:style w:type="paragraph" w:customStyle="1" w:styleId="a0">
    <w:name w:val="Знак"/>
    <w:basedOn w:val="Normal"/>
    <w:uiPriority w:val="99"/>
    <w:rsid w:val="00E1424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odyTextIndent">
    <w:name w:val="Body Text Indent"/>
    <w:basedOn w:val="Normal"/>
    <w:link w:val="BodyTextIndentChar"/>
    <w:uiPriority w:val="99"/>
    <w:rsid w:val="00E1424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E14248"/>
    <w:rPr>
      <w:sz w:val="24"/>
      <w:szCs w:val="24"/>
    </w:rPr>
  </w:style>
  <w:style w:type="table" w:styleId="TableGrid">
    <w:name w:val="Table Grid"/>
    <w:basedOn w:val="TableNormal"/>
    <w:uiPriority w:val="99"/>
    <w:rsid w:val="009339E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91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181</Words>
  <Characters>1038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Пользователь</cp:lastModifiedBy>
  <cp:revision>7</cp:revision>
  <cp:lastPrinted>2018-12-19T08:52:00Z</cp:lastPrinted>
  <dcterms:created xsi:type="dcterms:W3CDTF">2018-12-05T06:13:00Z</dcterms:created>
  <dcterms:modified xsi:type="dcterms:W3CDTF">2018-12-28T05:47:00Z</dcterms:modified>
</cp:coreProperties>
</file>