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28" w:rsidRDefault="0008562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ЗАКОН УЛЬЯНОВСКОЙ ОБЛАСТИ</w:t>
      </w:r>
    </w:p>
    <w:p w:rsidR="00085628" w:rsidRDefault="0008562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85628" w:rsidRDefault="0008562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85628" w:rsidRDefault="00085628" w:rsidP="00671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85628" w:rsidRDefault="00085628" w:rsidP="00671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85628" w:rsidRPr="00814A51" w:rsidRDefault="0008562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12242970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E3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Закон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«О правовом регулировании отдельных вопросов, связанных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 участием Ульяновской области в соглашениях о государственно-частном партнёрстве и концессионных соглашениях»</w:t>
      </w:r>
    </w:p>
    <w:p w:rsidR="00085628" w:rsidRDefault="00085628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trong"/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ru-RU"/>
        </w:rPr>
      </w:pPr>
      <w:bookmarkStart w:id="1" w:name="_GoBack"/>
      <w:bookmarkEnd w:id="0"/>
      <w:bookmarkEnd w:id="1"/>
    </w:p>
    <w:p w:rsidR="00085628" w:rsidRPr="00B47B2C" w:rsidRDefault="00085628" w:rsidP="00B47B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Принят Законодательным Собранием Ульяновской области 19 декабря 2018 года</w:t>
      </w:r>
    </w:p>
    <w:p w:rsidR="00085628" w:rsidRPr="00B47B2C" w:rsidRDefault="00085628" w:rsidP="00B47B2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085628" w:rsidRPr="00252A95" w:rsidRDefault="00085628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18"/>
        </w:rPr>
      </w:pPr>
    </w:p>
    <w:p w:rsidR="00085628" w:rsidRPr="00252A95" w:rsidRDefault="00085628" w:rsidP="000179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085628" w:rsidRDefault="00085628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31 мая 2016 года № 76-ЗО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правовом регулировании отдельных вопросов, связанных с участием </w:t>
      </w:r>
      <w:r>
        <w:rPr>
          <w:rFonts w:ascii="Times New Roman" w:hAnsi="Times New Roman" w:cs="Times New Roman"/>
          <w:sz w:val="28"/>
          <w:szCs w:val="28"/>
        </w:rPr>
        <w:br/>
        <w:t xml:space="preserve">Ульяновской области в соглашениях о государственно-частном партнёрстве </w:t>
      </w:r>
      <w:r>
        <w:rPr>
          <w:rFonts w:ascii="Times New Roman" w:hAnsi="Times New Roman" w:cs="Times New Roman"/>
          <w:sz w:val="28"/>
          <w:szCs w:val="28"/>
        </w:rPr>
        <w:br/>
        <w:t>и концессионных соглашениях» («</w:t>
      </w:r>
      <w:r w:rsidRPr="00BE4BFA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 от 06.06.2016 №</w:t>
      </w:r>
      <w:r w:rsidRPr="00BE4BFA">
        <w:rPr>
          <w:rFonts w:ascii="Times New Roman" w:hAnsi="Times New Roman" w:cs="Times New Roman"/>
          <w:sz w:val="28"/>
          <w:szCs w:val="28"/>
        </w:rPr>
        <w:t xml:space="preserve"> 75-76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  <w:t>от 04.09.2018</w:t>
      </w:r>
      <w:r w:rsidRPr="006D1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6F65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085628" w:rsidRDefault="00085628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F31C0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ю 3 дополнить частями 7 и 8 следующего содержания:</w:t>
      </w:r>
    </w:p>
    <w:p w:rsidR="00085628" w:rsidRDefault="00085628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r w:rsidRPr="00DD70F0">
        <w:rPr>
          <w:rFonts w:ascii="Times New Roman" w:hAnsi="Times New Roman" w:cs="Times New Roman"/>
          <w:sz w:val="28"/>
          <w:szCs w:val="28"/>
        </w:rPr>
        <w:t xml:space="preserve">Порядок </w:t>
      </w:r>
      <w:bookmarkStart w:id="2" w:name="_Hlk527117396"/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  <w:bookmarkStart w:id="3" w:name="_Hlk526515067"/>
      <w:r>
        <w:rPr>
          <w:rFonts w:ascii="Times New Roman" w:hAnsi="Times New Roman" w:cs="Times New Roman"/>
          <w:sz w:val="28"/>
          <w:szCs w:val="28"/>
        </w:rPr>
        <w:t xml:space="preserve">Ульяновской областью </w:t>
      </w:r>
      <w:r w:rsidRPr="00DD70F0">
        <w:rPr>
          <w:rFonts w:ascii="Times New Roman" w:hAnsi="Times New Roman" w:cs="Times New Roman"/>
          <w:sz w:val="28"/>
          <w:szCs w:val="28"/>
        </w:rPr>
        <w:t>концессионных соглашений</w:t>
      </w:r>
      <w:bookmarkStart w:id="4" w:name="_Hlk52736367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D70F0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ами которых являются объекты </w:t>
      </w:r>
      <w:r w:rsidRPr="00DD70F0">
        <w:rPr>
          <w:rFonts w:ascii="Times New Roman" w:hAnsi="Times New Roman" w:cs="Times New Roman"/>
          <w:sz w:val="28"/>
          <w:szCs w:val="28"/>
        </w:rPr>
        <w:t>теплоснабжения, централизованны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0F0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70F0">
        <w:rPr>
          <w:rFonts w:ascii="Times New Roman" w:hAnsi="Times New Roman" w:cs="Times New Roman"/>
          <w:sz w:val="28"/>
          <w:szCs w:val="28"/>
        </w:rPr>
        <w:t xml:space="preserve"> горячего водоснабжения, холодного водоснабжения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D70F0">
        <w:rPr>
          <w:rFonts w:ascii="Times New Roman" w:hAnsi="Times New Roman" w:cs="Times New Roman"/>
          <w:sz w:val="28"/>
          <w:szCs w:val="28"/>
        </w:rPr>
        <w:t>и (или) водоотведения, отдельны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0F0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70F0">
        <w:rPr>
          <w:rFonts w:ascii="Times New Roman" w:hAnsi="Times New Roman" w:cs="Times New Roman"/>
          <w:sz w:val="28"/>
          <w:szCs w:val="28"/>
        </w:rPr>
        <w:t xml:space="preserve"> таких систем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D70F0">
        <w:rPr>
          <w:rFonts w:ascii="Times New Roman" w:hAnsi="Times New Roman" w:cs="Times New Roman"/>
          <w:sz w:val="28"/>
          <w:szCs w:val="28"/>
        </w:rPr>
        <w:t xml:space="preserve"> концедентами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DD70F0">
        <w:rPr>
          <w:rFonts w:ascii="Times New Roman" w:hAnsi="Times New Roman" w:cs="Times New Roman"/>
          <w:sz w:val="28"/>
          <w:szCs w:val="28"/>
        </w:rPr>
        <w:t xml:space="preserve">по которым выступают муниципальные образования Ульяновской области, </w:t>
      </w:r>
      <w:r>
        <w:rPr>
          <w:rFonts w:ascii="Times New Roman" w:hAnsi="Times New Roman" w:cs="Times New Roman"/>
          <w:sz w:val="28"/>
          <w:szCs w:val="28"/>
        </w:rPr>
        <w:br/>
        <w:t xml:space="preserve">а третьей стороной – </w:t>
      </w:r>
      <w:r w:rsidRPr="00DD70F0">
        <w:rPr>
          <w:rFonts w:ascii="Times New Roman" w:hAnsi="Times New Roman" w:cs="Times New Roman"/>
          <w:sz w:val="28"/>
          <w:szCs w:val="28"/>
        </w:rPr>
        <w:t>Ульяновская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70F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изменений, вносимых в указанные соглашения, порядок предварительного согласования Ульяновской областью проектов этих соглашений и изменений, а также дополнительные права </w:t>
      </w:r>
      <w:r>
        <w:rPr>
          <w:rFonts w:ascii="Times New Roman" w:hAnsi="Times New Roman" w:cs="Times New Roman"/>
          <w:sz w:val="28"/>
          <w:szCs w:val="28"/>
        </w:rPr>
        <w:br/>
        <w:t>и обязанности Ульяновской области по таким соглашениям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устанавливаются Губернатором Ульяновской области.</w:t>
      </w:r>
    </w:p>
    <w:p w:rsidR="00085628" w:rsidRDefault="00085628" w:rsidP="00252A95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Условием подписания Ульяновской областью указанных в части 7 </w:t>
      </w:r>
      <w:r>
        <w:rPr>
          <w:rFonts w:ascii="Times New Roman" w:hAnsi="Times New Roman" w:cs="Times New Roman"/>
          <w:sz w:val="28"/>
          <w:szCs w:val="28"/>
        </w:rPr>
        <w:br/>
        <w:t xml:space="preserve">настоящей статьи концессионных соглашений и вносимых в них изменений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является предварительное согласование Ульяновской областью проектов этих соглашений и изменений в установленном Губернатором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порядке.»;</w:t>
      </w:r>
    </w:p>
    <w:p w:rsidR="00085628" w:rsidRDefault="00085628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статье 4:</w:t>
      </w:r>
    </w:p>
    <w:p w:rsidR="00085628" w:rsidRDefault="00085628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часть 1 после слов «с заключением» дополнить словами «, изменением </w:t>
      </w:r>
      <w:r>
        <w:rPr>
          <w:rFonts w:ascii="Times New Roman" w:hAnsi="Times New Roman" w:cs="Times New Roman"/>
          <w:sz w:val="28"/>
          <w:szCs w:val="28"/>
        </w:rPr>
        <w:br/>
        <w:t>и прекращением»;</w:t>
      </w:r>
    </w:p>
    <w:p w:rsidR="00085628" w:rsidRDefault="00085628" w:rsidP="006C3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дополнить пунктом 4</w:t>
      </w:r>
      <w:r w:rsidRPr="006C37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85628" w:rsidRDefault="00085628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6C37A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27FA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участие в процедурах, связанных с подписанием концессионных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соглашений, указанных в части 7 статьи 3 настоящего Закона, внесением </w:t>
      </w:r>
      <w:r>
        <w:rPr>
          <w:rFonts w:ascii="Times New Roman" w:hAnsi="Times New Roman" w:cs="Times New Roman"/>
          <w:sz w:val="28"/>
          <w:szCs w:val="28"/>
        </w:rPr>
        <w:br/>
        <w:t>в них изменений и их прекращением;»;</w:t>
      </w:r>
    </w:p>
    <w:p w:rsidR="00085628" w:rsidRDefault="00085628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2 статьи 6 дополнить пунктом 5 следующего содержания:</w:t>
      </w:r>
    </w:p>
    <w:p w:rsidR="00085628" w:rsidRDefault="00085628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участие в установленном Губернатором Ульяновской области порядке </w:t>
      </w:r>
      <w:r>
        <w:rPr>
          <w:rFonts w:ascii="Times New Roman" w:hAnsi="Times New Roman" w:cs="Times New Roman"/>
          <w:sz w:val="28"/>
          <w:szCs w:val="28"/>
        </w:rPr>
        <w:br/>
        <w:t xml:space="preserve">в организации межведомственного взаимодействия по вопросам согласования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D41E3">
        <w:rPr>
          <w:rFonts w:ascii="Times New Roman" w:hAnsi="Times New Roman" w:cs="Times New Roman"/>
          <w:sz w:val="28"/>
          <w:szCs w:val="28"/>
        </w:rPr>
        <w:t>проектов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части 7 статьи 3 настоящего </w:t>
      </w:r>
      <w:r>
        <w:rPr>
          <w:rFonts w:ascii="Times New Roman" w:hAnsi="Times New Roman" w:cs="Times New Roman"/>
          <w:sz w:val="28"/>
          <w:szCs w:val="28"/>
        </w:rPr>
        <w:br/>
        <w:t>Закона, и проектов вносимых в такие соглашения изменений.».</w:t>
      </w:r>
    </w:p>
    <w:p w:rsidR="00085628" w:rsidRPr="00671532" w:rsidRDefault="00085628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85628" w:rsidRDefault="00085628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28" w:rsidRDefault="00085628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28" w:rsidRDefault="00085628" w:rsidP="00DC0CCD">
      <w:pPr>
        <w:pStyle w:val="ListParagraph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С.И.Морозов</w:t>
      </w:r>
    </w:p>
    <w:p w:rsidR="00085628" w:rsidRDefault="0008562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5628" w:rsidRDefault="0008562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5628" w:rsidRDefault="0008562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85628" w:rsidRDefault="00085628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085628" w:rsidRDefault="00085628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2018 г.</w:t>
      </w:r>
    </w:p>
    <w:p w:rsidR="00085628" w:rsidRPr="009B75F6" w:rsidRDefault="00085628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75F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166</w:t>
      </w:r>
      <w:r w:rsidRPr="009B75F6">
        <w:rPr>
          <w:rFonts w:ascii="Times New Roman" w:hAnsi="Times New Roman" w:cs="Times New Roman"/>
          <w:sz w:val="28"/>
          <w:szCs w:val="28"/>
        </w:rPr>
        <w:t>-ЗО</w:t>
      </w:r>
    </w:p>
    <w:sectPr w:rsidR="00085628" w:rsidRPr="009B75F6" w:rsidSect="00252A95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28" w:rsidRDefault="00085628">
      <w:r>
        <w:separator/>
      </w:r>
    </w:p>
  </w:endnote>
  <w:endnote w:type="continuationSeparator" w:id="0">
    <w:p w:rsidR="00085628" w:rsidRDefault="00085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28" w:rsidRPr="00671532" w:rsidRDefault="00085628" w:rsidP="00671532">
    <w:pPr>
      <w:pStyle w:val="Footer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1412км1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28" w:rsidRDefault="00085628">
      <w:r>
        <w:separator/>
      </w:r>
    </w:p>
  </w:footnote>
  <w:footnote w:type="continuationSeparator" w:id="0">
    <w:p w:rsidR="00085628" w:rsidRDefault="00085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28" w:rsidRPr="00360854" w:rsidRDefault="0008562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9"/>
  <w:hyphenationZone w:val="357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4F42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910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09F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4A20"/>
    <w:rsid w:val="0008508A"/>
    <w:rsid w:val="00085628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2F6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2D4D"/>
    <w:rsid w:val="001037A6"/>
    <w:rsid w:val="00103C5A"/>
    <w:rsid w:val="00103C90"/>
    <w:rsid w:val="00103D41"/>
    <w:rsid w:val="00104B1D"/>
    <w:rsid w:val="00104C76"/>
    <w:rsid w:val="00105343"/>
    <w:rsid w:val="0010634F"/>
    <w:rsid w:val="001069EE"/>
    <w:rsid w:val="001072E8"/>
    <w:rsid w:val="00110552"/>
    <w:rsid w:val="00110565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F3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0FD"/>
    <w:rsid w:val="00127802"/>
    <w:rsid w:val="00127F1F"/>
    <w:rsid w:val="00127FAD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D0D"/>
    <w:rsid w:val="00154FDA"/>
    <w:rsid w:val="0015513E"/>
    <w:rsid w:val="0015588F"/>
    <w:rsid w:val="00155BC8"/>
    <w:rsid w:val="001562F2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2C"/>
    <w:rsid w:val="001805F6"/>
    <w:rsid w:val="0018095A"/>
    <w:rsid w:val="00180A13"/>
    <w:rsid w:val="0018154B"/>
    <w:rsid w:val="00181B04"/>
    <w:rsid w:val="00181CE6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99B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25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072E"/>
    <w:rsid w:val="001B16FF"/>
    <w:rsid w:val="001B185D"/>
    <w:rsid w:val="001B1A3B"/>
    <w:rsid w:val="001B1B4F"/>
    <w:rsid w:val="001B2B1D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5F18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732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A98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A95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A6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52"/>
    <w:rsid w:val="002934E9"/>
    <w:rsid w:val="002937E0"/>
    <w:rsid w:val="0029383D"/>
    <w:rsid w:val="00293A82"/>
    <w:rsid w:val="00293CFC"/>
    <w:rsid w:val="00293E2A"/>
    <w:rsid w:val="0029402E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FC"/>
    <w:rsid w:val="002B2AA1"/>
    <w:rsid w:val="002B2BB4"/>
    <w:rsid w:val="002B4323"/>
    <w:rsid w:val="002B4706"/>
    <w:rsid w:val="002B4BD3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4FFF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18A"/>
    <w:rsid w:val="002E3373"/>
    <w:rsid w:val="002E3B23"/>
    <w:rsid w:val="002E3CD6"/>
    <w:rsid w:val="002E4287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0F4"/>
    <w:rsid w:val="002E748C"/>
    <w:rsid w:val="002E7598"/>
    <w:rsid w:val="002E7784"/>
    <w:rsid w:val="002F03DB"/>
    <w:rsid w:val="002F0A3D"/>
    <w:rsid w:val="002F0CA8"/>
    <w:rsid w:val="002F136C"/>
    <w:rsid w:val="002F152E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72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4EBF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E82"/>
    <w:rsid w:val="003240CD"/>
    <w:rsid w:val="00324D25"/>
    <w:rsid w:val="00325708"/>
    <w:rsid w:val="003260AE"/>
    <w:rsid w:val="003278C9"/>
    <w:rsid w:val="00327CD9"/>
    <w:rsid w:val="003302A2"/>
    <w:rsid w:val="0033067A"/>
    <w:rsid w:val="00330B91"/>
    <w:rsid w:val="003315DA"/>
    <w:rsid w:val="00332AF7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84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CF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4B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1E3"/>
    <w:rsid w:val="003D4515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0BE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3C44"/>
    <w:rsid w:val="004044D0"/>
    <w:rsid w:val="004069B1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75B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33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9C1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980"/>
    <w:rsid w:val="00452A22"/>
    <w:rsid w:val="00452EF3"/>
    <w:rsid w:val="00453AB7"/>
    <w:rsid w:val="00454121"/>
    <w:rsid w:val="00454370"/>
    <w:rsid w:val="00454A10"/>
    <w:rsid w:val="00454E11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7E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5DF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1E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32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5D7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94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BB9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E57"/>
    <w:rsid w:val="004E1FC9"/>
    <w:rsid w:val="004E21C5"/>
    <w:rsid w:val="004E2559"/>
    <w:rsid w:val="004E25CC"/>
    <w:rsid w:val="004E2CB9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46F3"/>
    <w:rsid w:val="004F5776"/>
    <w:rsid w:val="004F57AE"/>
    <w:rsid w:val="004F605C"/>
    <w:rsid w:val="004F616D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9C7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D6D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14B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B5A"/>
    <w:rsid w:val="005813AE"/>
    <w:rsid w:val="005814FC"/>
    <w:rsid w:val="00581660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25E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A0"/>
    <w:rsid w:val="005C51EE"/>
    <w:rsid w:val="005C5225"/>
    <w:rsid w:val="005C53D1"/>
    <w:rsid w:val="005C57D9"/>
    <w:rsid w:val="005C5E04"/>
    <w:rsid w:val="005C64F7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41D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2C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3EE3"/>
    <w:rsid w:val="005E53BE"/>
    <w:rsid w:val="005E5B4A"/>
    <w:rsid w:val="005E60EA"/>
    <w:rsid w:val="005E6128"/>
    <w:rsid w:val="005E62F5"/>
    <w:rsid w:val="005E6845"/>
    <w:rsid w:val="005E6E40"/>
    <w:rsid w:val="005E6F71"/>
    <w:rsid w:val="005F000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3C3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1F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711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32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AE3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6FE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3F42"/>
    <w:rsid w:val="00694149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7AC"/>
    <w:rsid w:val="006C3861"/>
    <w:rsid w:val="006C3D99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8DD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3A6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66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1510"/>
    <w:rsid w:val="00722298"/>
    <w:rsid w:val="0072281D"/>
    <w:rsid w:val="00723177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D7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171"/>
    <w:rsid w:val="00750324"/>
    <w:rsid w:val="00750378"/>
    <w:rsid w:val="00750422"/>
    <w:rsid w:val="00750C34"/>
    <w:rsid w:val="0075184E"/>
    <w:rsid w:val="00751D1B"/>
    <w:rsid w:val="007524C5"/>
    <w:rsid w:val="00752933"/>
    <w:rsid w:val="00752EFA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4B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468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989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7F7E59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6DD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2D6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DBC"/>
    <w:rsid w:val="008A2E8B"/>
    <w:rsid w:val="008A3028"/>
    <w:rsid w:val="008A36B4"/>
    <w:rsid w:val="008A3E9D"/>
    <w:rsid w:val="008A4038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441C"/>
    <w:rsid w:val="008F5609"/>
    <w:rsid w:val="008F578D"/>
    <w:rsid w:val="008F57F7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1E56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27FFA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E24"/>
    <w:rsid w:val="00936F65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2EE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B3C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3BC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C61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E8A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0F82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49"/>
    <w:rsid w:val="00A22110"/>
    <w:rsid w:val="00A22CFD"/>
    <w:rsid w:val="00A22DF9"/>
    <w:rsid w:val="00A22FD8"/>
    <w:rsid w:val="00A23282"/>
    <w:rsid w:val="00A236DD"/>
    <w:rsid w:val="00A23B83"/>
    <w:rsid w:val="00A23BAB"/>
    <w:rsid w:val="00A248A6"/>
    <w:rsid w:val="00A24A9F"/>
    <w:rsid w:val="00A24BDA"/>
    <w:rsid w:val="00A254E3"/>
    <w:rsid w:val="00A2554C"/>
    <w:rsid w:val="00A257FE"/>
    <w:rsid w:val="00A25F84"/>
    <w:rsid w:val="00A25FCF"/>
    <w:rsid w:val="00A26156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7A2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3BB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D0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961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2E20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7F0"/>
    <w:rsid w:val="00AD4B3A"/>
    <w:rsid w:val="00AD50CF"/>
    <w:rsid w:val="00AD5530"/>
    <w:rsid w:val="00AD592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E77BD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AF7E8C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0CD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3E7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2C"/>
    <w:rsid w:val="00B503B3"/>
    <w:rsid w:val="00B5067C"/>
    <w:rsid w:val="00B51156"/>
    <w:rsid w:val="00B518F4"/>
    <w:rsid w:val="00B51A94"/>
    <w:rsid w:val="00B51BEC"/>
    <w:rsid w:val="00B51ED7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608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DF1"/>
    <w:rsid w:val="00B61F8D"/>
    <w:rsid w:val="00B623C0"/>
    <w:rsid w:val="00B63987"/>
    <w:rsid w:val="00B63A05"/>
    <w:rsid w:val="00B63B6F"/>
    <w:rsid w:val="00B63D77"/>
    <w:rsid w:val="00B63E22"/>
    <w:rsid w:val="00B64B36"/>
    <w:rsid w:val="00B64C2E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67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A10"/>
    <w:rsid w:val="00BA4C0B"/>
    <w:rsid w:val="00BA4E7F"/>
    <w:rsid w:val="00BA507E"/>
    <w:rsid w:val="00BA5474"/>
    <w:rsid w:val="00BA5600"/>
    <w:rsid w:val="00BA5792"/>
    <w:rsid w:val="00BA57BB"/>
    <w:rsid w:val="00BA5C91"/>
    <w:rsid w:val="00BA61FB"/>
    <w:rsid w:val="00BA6BA4"/>
    <w:rsid w:val="00BA6DE6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5CA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C5E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BFA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1C0"/>
    <w:rsid w:val="00BF3589"/>
    <w:rsid w:val="00BF3979"/>
    <w:rsid w:val="00BF3A5A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27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80B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422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4E9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7D"/>
    <w:rsid w:val="00C77BFF"/>
    <w:rsid w:val="00C77F87"/>
    <w:rsid w:val="00C77F93"/>
    <w:rsid w:val="00C805BE"/>
    <w:rsid w:val="00C808E9"/>
    <w:rsid w:val="00C80E09"/>
    <w:rsid w:val="00C81057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5CFD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84E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2A5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57B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796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90"/>
    <w:rsid w:val="00CE28C9"/>
    <w:rsid w:val="00CE2979"/>
    <w:rsid w:val="00CE313D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079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9FB"/>
    <w:rsid w:val="00D45CC8"/>
    <w:rsid w:val="00D46349"/>
    <w:rsid w:val="00D46A35"/>
    <w:rsid w:val="00D46EFD"/>
    <w:rsid w:val="00D47071"/>
    <w:rsid w:val="00D47093"/>
    <w:rsid w:val="00D471C8"/>
    <w:rsid w:val="00D478B2"/>
    <w:rsid w:val="00D50180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57F40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97A"/>
    <w:rsid w:val="00D81231"/>
    <w:rsid w:val="00D818BC"/>
    <w:rsid w:val="00D81C8B"/>
    <w:rsid w:val="00D825A0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FF0"/>
    <w:rsid w:val="00D8767B"/>
    <w:rsid w:val="00D87857"/>
    <w:rsid w:val="00D87F07"/>
    <w:rsid w:val="00D90058"/>
    <w:rsid w:val="00D906F8"/>
    <w:rsid w:val="00D90BB0"/>
    <w:rsid w:val="00D918A6"/>
    <w:rsid w:val="00D91CFA"/>
    <w:rsid w:val="00D9258E"/>
    <w:rsid w:val="00D93A7F"/>
    <w:rsid w:val="00D94AB3"/>
    <w:rsid w:val="00D95912"/>
    <w:rsid w:val="00D95B3C"/>
    <w:rsid w:val="00D95CCD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04B7"/>
    <w:rsid w:val="00DB17A4"/>
    <w:rsid w:val="00DB197C"/>
    <w:rsid w:val="00DB1B01"/>
    <w:rsid w:val="00DB1B7C"/>
    <w:rsid w:val="00DB1DAD"/>
    <w:rsid w:val="00DB22B3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7FF"/>
    <w:rsid w:val="00DC38E6"/>
    <w:rsid w:val="00DC3C97"/>
    <w:rsid w:val="00DC3DD8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0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1D0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BD3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04C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6F2"/>
    <w:rsid w:val="00E845A5"/>
    <w:rsid w:val="00E854DB"/>
    <w:rsid w:val="00E85C58"/>
    <w:rsid w:val="00E871CF"/>
    <w:rsid w:val="00E874C0"/>
    <w:rsid w:val="00E87CA8"/>
    <w:rsid w:val="00E90041"/>
    <w:rsid w:val="00E900B7"/>
    <w:rsid w:val="00E90532"/>
    <w:rsid w:val="00E916E8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3F46"/>
    <w:rsid w:val="00EE42A5"/>
    <w:rsid w:val="00EE4560"/>
    <w:rsid w:val="00EE4E9F"/>
    <w:rsid w:val="00EE538E"/>
    <w:rsid w:val="00EE5A10"/>
    <w:rsid w:val="00EE5C2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34"/>
    <w:rsid w:val="00EF5779"/>
    <w:rsid w:val="00EF74B0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5EC"/>
    <w:rsid w:val="00F227C6"/>
    <w:rsid w:val="00F227E9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2F6"/>
    <w:rsid w:val="00F41395"/>
    <w:rsid w:val="00F41FB7"/>
    <w:rsid w:val="00F42B27"/>
    <w:rsid w:val="00F42E93"/>
    <w:rsid w:val="00F42FD7"/>
    <w:rsid w:val="00F43238"/>
    <w:rsid w:val="00F448CF"/>
    <w:rsid w:val="00F44925"/>
    <w:rsid w:val="00F44A11"/>
    <w:rsid w:val="00F44C17"/>
    <w:rsid w:val="00F44DD9"/>
    <w:rsid w:val="00F450E0"/>
    <w:rsid w:val="00F4513C"/>
    <w:rsid w:val="00F453C1"/>
    <w:rsid w:val="00F459AD"/>
    <w:rsid w:val="00F47F30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7BE"/>
    <w:rsid w:val="00F53E77"/>
    <w:rsid w:val="00F53ED5"/>
    <w:rsid w:val="00F542D7"/>
    <w:rsid w:val="00F545CC"/>
    <w:rsid w:val="00F5488E"/>
    <w:rsid w:val="00F549E0"/>
    <w:rsid w:val="00F55144"/>
    <w:rsid w:val="00F56EC6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99C"/>
    <w:rsid w:val="00F75D0C"/>
    <w:rsid w:val="00F7614E"/>
    <w:rsid w:val="00F7656A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138"/>
    <w:rsid w:val="00F918EF"/>
    <w:rsid w:val="00F92816"/>
    <w:rsid w:val="00F92AAE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0AB"/>
    <w:rsid w:val="00FA0217"/>
    <w:rsid w:val="00FA0ACA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8F0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B7EA3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EC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438A"/>
    <w:rsid w:val="00FD6038"/>
    <w:rsid w:val="00FD6A63"/>
    <w:rsid w:val="00FD6B09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1D72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5D75C3"/>
    <w:pPr>
      <w:ind w:left="720"/>
    </w:pPr>
  </w:style>
  <w:style w:type="paragraph" w:styleId="Header">
    <w:name w:val="header"/>
    <w:basedOn w:val="Normal"/>
    <w:link w:val="HeaderChar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75C3"/>
    <w:rPr>
      <w:rFonts w:ascii="Calibri" w:hAnsi="Calibri" w:cs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57F"/>
    <w:rPr>
      <w:rFonts w:cs="Times New Roman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10CD"/>
    <w:rPr>
      <w:sz w:val="2"/>
      <w:szCs w:val="2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  <w:style w:type="paragraph" w:styleId="Footer">
    <w:name w:val="footer"/>
    <w:basedOn w:val="Normal"/>
    <w:link w:val="FooterChar"/>
    <w:uiPriority w:val="99"/>
    <w:rsid w:val="006110C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10CD"/>
    <w:rPr>
      <w:rFonts w:ascii="Calibri" w:hAnsi="Calibri" w:cs="Calibri"/>
      <w:lang w:eastAsia="en-US"/>
    </w:rPr>
  </w:style>
  <w:style w:type="table" w:styleId="TableGrid">
    <w:name w:val="Table Grid"/>
    <w:basedOn w:val="TableNormal"/>
    <w:uiPriority w:val="99"/>
    <w:rsid w:val="00763D37"/>
    <w:pPr>
      <w:spacing w:after="200" w:line="276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367</Words>
  <Characters>2097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dc:description/>
  <cp:lastModifiedBy>Пользователь</cp:lastModifiedBy>
  <cp:revision>8</cp:revision>
  <cp:lastPrinted>2018-12-14T13:11:00Z</cp:lastPrinted>
  <dcterms:created xsi:type="dcterms:W3CDTF">2018-12-14T12:43:00Z</dcterms:created>
  <dcterms:modified xsi:type="dcterms:W3CDTF">2018-12-28T05:45:00Z</dcterms:modified>
</cp:coreProperties>
</file>