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6F5" w:rsidRDefault="004D66F5" w:rsidP="000D1E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ЗАКОН УЛЬЯНОВСКОЙ ОБЛАСТИ</w:t>
      </w:r>
    </w:p>
    <w:p w:rsidR="004D66F5" w:rsidRDefault="004D66F5" w:rsidP="000D1E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D66F5" w:rsidRDefault="004D66F5" w:rsidP="000D1E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D66F5" w:rsidRDefault="004D66F5" w:rsidP="000D1E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D66F5" w:rsidRPr="00121158" w:rsidRDefault="004D66F5" w:rsidP="00121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4D66F5" w:rsidRDefault="004D66F5" w:rsidP="000D1E65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139E">
        <w:rPr>
          <w:rFonts w:ascii="Times New Roman" w:hAnsi="Times New Roman" w:cs="Times New Roman"/>
          <w:b/>
          <w:bCs/>
          <w:sz w:val="28"/>
          <w:szCs w:val="28"/>
        </w:rPr>
        <w:t>О порядке определения органами местного самоуправления</w:t>
      </w:r>
    </w:p>
    <w:p w:rsidR="004D66F5" w:rsidRDefault="004D66F5" w:rsidP="000D1E65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139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поселений  и городских округов Ульяновской</w:t>
      </w:r>
      <w:r w:rsidRPr="00B5139E">
        <w:rPr>
          <w:rFonts w:ascii="Times New Roman" w:hAnsi="Times New Roman" w:cs="Times New Roman"/>
          <w:b/>
          <w:bCs/>
          <w:sz w:val="28"/>
          <w:szCs w:val="28"/>
        </w:rPr>
        <w:t xml:space="preserve"> области </w:t>
      </w:r>
    </w:p>
    <w:p w:rsidR="004D66F5" w:rsidRPr="000D1E65" w:rsidRDefault="004D66F5" w:rsidP="000D1E65">
      <w:pPr>
        <w:pStyle w:val="NoSpacing"/>
        <w:jc w:val="center"/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</w:pPr>
      <w:r w:rsidRPr="00B5139E">
        <w:rPr>
          <w:rFonts w:ascii="Times New Roman" w:hAnsi="Times New Roman" w:cs="Times New Roman"/>
          <w:b/>
          <w:bCs/>
          <w:sz w:val="28"/>
          <w:szCs w:val="28"/>
        </w:rPr>
        <w:t>границ прилегающих территорий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D66F5" w:rsidRDefault="004D66F5" w:rsidP="00170F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66F5" w:rsidRDefault="004D66F5" w:rsidP="00170F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66F5" w:rsidRPr="0049523E" w:rsidRDefault="004D66F5" w:rsidP="00170F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523E">
        <w:rPr>
          <w:rFonts w:ascii="Times New Roman" w:hAnsi="Times New Roman" w:cs="Times New Roman"/>
          <w:sz w:val="24"/>
          <w:szCs w:val="24"/>
        </w:rPr>
        <w:t>Принят Законодательным Собранием Ульяновской области 19 декабря 2018 года</w:t>
      </w:r>
    </w:p>
    <w:p w:rsidR="004D66F5" w:rsidRPr="00F86854" w:rsidRDefault="004D66F5" w:rsidP="00170F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4D66F5" w:rsidRDefault="004D66F5" w:rsidP="00170F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66F5" w:rsidRPr="0049523E" w:rsidRDefault="004D66F5" w:rsidP="00170F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66F5" w:rsidRPr="00F1419F" w:rsidRDefault="004D66F5" w:rsidP="00121158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6795D">
        <w:rPr>
          <w:rFonts w:ascii="Times New Roman" w:hAnsi="Times New Roman" w:cs="Times New Roman"/>
          <w:sz w:val="28"/>
          <w:szCs w:val="28"/>
        </w:rPr>
        <w:t>Статья 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6407">
        <w:rPr>
          <w:rFonts w:ascii="Times New Roman" w:hAnsi="Times New Roman" w:cs="Times New Roman"/>
          <w:b/>
          <w:bCs/>
          <w:sz w:val="28"/>
          <w:szCs w:val="28"/>
        </w:rPr>
        <w:t>Предмет правового регулирования настоящего Закона</w:t>
      </w:r>
    </w:p>
    <w:p w:rsidR="004D66F5" w:rsidRDefault="004D66F5" w:rsidP="0012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66F5" w:rsidRDefault="004D66F5" w:rsidP="0012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66F5" w:rsidRDefault="004D66F5" w:rsidP="009D0EE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2F3">
        <w:rPr>
          <w:rFonts w:ascii="Times New Roman" w:hAnsi="Times New Roman" w:cs="Times New Roman"/>
          <w:sz w:val="28"/>
          <w:szCs w:val="28"/>
        </w:rPr>
        <w:t xml:space="preserve">Настоящий Закон </w:t>
      </w:r>
      <w:r>
        <w:rPr>
          <w:rFonts w:ascii="Times New Roman" w:hAnsi="Times New Roman" w:cs="Times New Roman"/>
          <w:sz w:val="28"/>
          <w:szCs w:val="28"/>
        </w:rPr>
        <w:t>в соответствии с пунктом 37 статьи 1 Градостроительного кодекса Российской</w:t>
      </w:r>
      <w:r w:rsidRPr="00B912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Pr="00B912F3">
        <w:rPr>
          <w:rFonts w:ascii="Times New Roman" w:hAnsi="Times New Roman" w:cs="Times New Roman"/>
          <w:sz w:val="28"/>
          <w:szCs w:val="28"/>
        </w:rPr>
        <w:t xml:space="preserve">устанавливает порядок определения </w:t>
      </w:r>
      <w:r>
        <w:rPr>
          <w:rFonts w:ascii="Times New Roman" w:hAnsi="Times New Roman" w:cs="Times New Roman"/>
          <w:sz w:val="28"/>
          <w:szCs w:val="28"/>
        </w:rPr>
        <w:t>органами местного самоуправления поселений и городских округов Ульяновской области границ прилегающих территорий.</w:t>
      </w:r>
    </w:p>
    <w:p w:rsidR="004D66F5" w:rsidRPr="00121158" w:rsidRDefault="004D66F5" w:rsidP="0012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4D66F5" w:rsidRDefault="004D66F5" w:rsidP="0012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D66F5" w:rsidRPr="00F1419F" w:rsidRDefault="004D66F5" w:rsidP="0012115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6795D">
        <w:rPr>
          <w:rFonts w:ascii="Times New Roman" w:hAnsi="Times New Roman" w:cs="Times New Roman"/>
          <w:sz w:val="28"/>
          <w:szCs w:val="28"/>
        </w:rPr>
        <w:t>Статья 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6407">
        <w:rPr>
          <w:rFonts w:ascii="Times New Roman" w:hAnsi="Times New Roman" w:cs="Times New Roman"/>
          <w:b/>
          <w:bCs/>
          <w:sz w:val="28"/>
          <w:szCs w:val="28"/>
        </w:rPr>
        <w:t>Порядок определения границ прилегающих территорий</w:t>
      </w:r>
      <w:r w:rsidRPr="004D5EE2">
        <w:t xml:space="preserve"> </w:t>
      </w:r>
    </w:p>
    <w:p w:rsidR="004D66F5" w:rsidRDefault="004D66F5" w:rsidP="001211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D66F5" w:rsidRPr="00235ADA" w:rsidRDefault="004D66F5" w:rsidP="001211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D66F5" w:rsidRPr="0006522B" w:rsidRDefault="004D66F5" w:rsidP="00121158">
      <w:pPr>
        <w:pStyle w:val="NoSpacing"/>
        <w:spacing w:line="36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522B">
        <w:rPr>
          <w:rFonts w:ascii="Times New Roman" w:hAnsi="Times New Roman" w:cs="Times New Roman"/>
          <w:sz w:val="28"/>
          <w:szCs w:val="28"/>
        </w:rPr>
        <w:t>1. Границы прилегающ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06522B">
        <w:rPr>
          <w:rFonts w:ascii="Times New Roman" w:hAnsi="Times New Roman" w:cs="Times New Roman"/>
          <w:sz w:val="28"/>
          <w:szCs w:val="28"/>
        </w:rPr>
        <w:t xml:space="preserve"> территори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6522B">
        <w:rPr>
          <w:rFonts w:ascii="Times New Roman" w:hAnsi="Times New Roman" w:cs="Times New Roman"/>
          <w:sz w:val="28"/>
          <w:szCs w:val="28"/>
        </w:rPr>
        <w:t xml:space="preserve"> определяются прави</w:t>
      </w:r>
      <w:r>
        <w:rPr>
          <w:rFonts w:ascii="Times New Roman" w:hAnsi="Times New Roman" w:cs="Times New Roman"/>
          <w:sz w:val="28"/>
          <w:szCs w:val="28"/>
        </w:rPr>
        <w:t xml:space="preserve">лами благоустройства территорий поселений и городских округов </w:t>
      </w:r>
      <w:r w:rsidRPr="0006522B">
        <w:rPr>
          <w:rFonts w:ascii="Times New Roman" w:hAnsi="Times New Roman" w:cs="Times New Roman"/>
          <w:sz w:val="28"/>
          <w:szCs w:val="28"/>
        </w:rPr>
        <w:t>Ульяновской области от границ земельных участков, образованных в установленном земельн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06522B">
        <w:rPr>
          <w:rFonts w:ascii="Times New Roman" w:hAnsi="Times New Roman" w:cs="Times New Roman"/>
          <w:sz w:val="28"/>
          <w:szCs w:val="28"/>
        </w:rPr>
        <w:t xml:space="preserve"> законодательств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6522B">
        <w:rPr>
          <w:rFonts w:ascii="Times New Roman" w:hAnsi="Times New Roman" w:cs="Times New Roman"/>
          <w:sz w:val="28"/>
          <w:szCs w:val="28"/>
        </w:rPr>
        <w:t xml:space="preserve"> 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6178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A6178">
        <w:rPr>
          <w:rFonts w:ascii="Times New Roman" w:hAnsi="Times New Roman" w:cs="Times New Roman"/>
          <w:sz w:val="28"/>
          <w:szCs w:val="28"/>
        </w:rPr>
        <w:t xml:space="preserve"> земельны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7A6178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ки</w:t>
      </w:r>
      <w:r w:rsidRPr="007A6178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 xml:space="preserve">к которым </w:t>
      </w:r>
      <w:r w:rsidRPr="0006522B">
        <w:rPr>
          <w:rFonts w:ascii="Times New Roman" w:hAnsi="Times New Roman" w:cs="Times New Roman"/>
          <w:sz w:val="28"/>
          <w:szCs w:val="28"/>
        </w:rPr>
        <w:t>прилега</w:t>
      </w:r>
      <w:r>
        <w:rPr>
          <w:rFonts w:ascii="Times New Roman" w:hAnsi="Times New Roman" w:cs="Times New Roman"/>
          <w:sz w:val="28"/>
          <w:szCs w:val="28"/>
        </w:rPr>
        <w:t>ют</w:t>
      </w:r>
      <w:r w:rsidRPr="0006522B">
        <w:rPr>
          <w:rFonts w:ascii="Times New Roman" w:hAnsi="Times New Roman" w:cs="Times New Roman"/>
          <w:sz w:val="28"/>
          <w:szCs w:val="28"/>
        </w:rPr>
        <w:t xml:space="preserve"> территори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6522B">
        <w:rPr>
          <w:rFonts w:ascii="Times New Roman" w:hAnsi="Times New Roman" w:cs="Times New Roman"/>
          <w:sz w:val="28"/>
          <w:szCs w:val="28"/>
        </w:rPr>
        <w:t xml:space="preserve"> общего пользования, либо от </w:t>
      </w:r>
      <w:r>
        <w:rPr>
          <w:rFonts w:ascii="Times New Roman" w:hAnsi="Times New Roman" w:cs="Times New Roman"/>
          <w:sz w:val="28"/>
          <w:szCs w:val="28"/>
        </w:rPr>
        <w:t>контура</w:t>
      </w:r>
      <w:r w:rsidRPr="0006522B">
        <w:rPr>
          <w:rFonts w:ascii="Times New Roman" w:hAnsi="Times New Roman" w:cs="Times New Roman"/>
          <w:sz w:val="28"/>
          <w:szCs w:val="28"/>
        </w:rPr>
        <w:t xml:space="preserve"> зданий, строений, сооружений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6522B">
        <w:rPr>
          <w:rFonts w:ascii="Times New Roman" w:hAnsi="Times New Roman" w:cs="Times New Roman"/>
          <w:sz w:val="28"/>
          <w:szCs w:val="28"/>
        </w:rPr>
        <w:t xml:space="preserve"> расположенных на земельных участках, не образованн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0652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06522B">
        <w:rPr>
          <w:rFonts w:ascii="Times New Roman" w:hAnsi="Times New Roman" w:cs="Times New Roman"/>
          <w:sz w:val="28"/>
          <w:szCs w:val="28"/>
        </w:rPr>
        <w:t>в у</w:t>
      </w:r>
      <w:r>
        <w:rPr>
          <w:rFonts w:ascii="Times New Roman" w:hAnsi="Times New Roman" w:cs="Times New Roman"/>
          <w:sz w:val="28"/>
          <w:szCs w:val="28"/>
        </w:rPr>
        <w:t>становленном земельным</w:t>
      </w:r>
      <w:r w:rsidRPr="0006522B">
        <w:rPr>
          <w:rFonts w:ascii="Times New Roman" w:hAnsi="Times New Roman" w:cs="Times New Roman"/>
          <w:sz w:val="28"/>
          <w:szCs w:val="28"/>
        </w:rPr>
        <w:t xml:space="preserve"> законодательств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6522B">
        <w:rPr>
          <w:rFonts w:ascii="Times New Roman" w:hAnsi="Times New Roman" w:cs="Times New Roman"/>
          <w:sz w:val="28"/>
          <w:szCs w:val="28"/>
        </w:rPr>
        <w:t xml:space="preserve"> порядке, если к таким зданиям, строениям, сооружениям прилега</w:t>
      </w:r>
      <w:r>
        <w:rPr>
          <w:rFonts w:ascii="Times New Roman" w:hAnsi="Times New Roman" w:cs="Times New Roman"/>
          <w:sz w:val="28"/>
          <w:szCs w:val="28"/>
        </w:rPr>
        <w:t>ют</w:t>
      </w:r>
      <w:r w:rsidRPr="0006522B">
        <w:rPr>
          <w:rFonts w:ascii="Times New Roman" w:hAnsi="Times New Roman" w:cs="Times New Roman"/>
          <w:sz w:val="28"/>
          <w:szCs w:val="28"/>
        </w:rPr>
        <w:t xml:space="preserve"> территори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6522B">
        <w:rPr>
          <w:rFonts w:ascii="Times New Roman" w:hAnsi="Times New Roman" w:cs="Times New Roman"/>
          <w:sz w:val="28"/>
          <w:szCs w:val="28"/>
        </w:rPr>
        <w:t xml:space="preserve"> общего 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(далее также – здания, строения, сооружения)</w:t>
      </w:r>
      <w:r w:rsidRPr="0006522B">
        <w:rPr>
          <w:rFonts w:ascii="Times New Roman" w:hAnsi="Times New Roman" w:cs="Times New Roman"/>
          <w:sz w:val="28"/>
          <w:szCs w:val="28"/>
        </w:rPr>
        <w:t>.</w:t>
      </w:r>
    </w:p>
    <w:p w:rsidR="004D66F5" w:rsidRPr="00235ADA" w:rsidRDefault="004D66F5" w:rsidP="00121158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235ADA">
        <w:rPr>
          <w:rFonts w:ascii="Times New Roman" w:hAnsi="Times New Roman" w:cs="Times New Roman"/>
          <w:sz w:val="28"/>
          <w:szCs w:val="28"/>
        </w:rPr>
        <w:t xml:space="preserve">. Определение границ прилегающих территорий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235ADA">
        <w:rPr>
          <w:rFonts w:ascii="Times New Roman" w:hAnsi="Times New Roman" w:cs="Times New Roman"/>
          <w:sz w:val="28"/>
          <w:szCs w:val="28"/>
        </w:rPr>
        <w:t>с учётом следующих требований:</w:t>
      </w:r>
    </w:p>
    <w:p w:rsidR="004D66F5" w:rsidRPr="00235ADA" w:rsidRDefault="004D66F5" w:rsidP="008121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ADA">
        <w:rPr>
          <w:rFonts w:ascii="Times New Roman" w:hAnsi="Times New Roman" w:cs="Times New Roman"/>
          <w:sz w:val="28"/>
          <w:szCs w:val="28"/>
        </w:rPr>
        <w:t xml:space="preserve">1) граница прилегающей территории </w:t>
      </w:r>
      <w:r>
        <w:rPr>
          <w:rFonts w:ascii="Times New Roman" w:hAnsi="Times New Roman" w:cs="Times New Roman"/>
          <w:sz w:val="28"/>
          <w:szCs w:val="28"/>
        </w:rPr>
        <w:t>определяется применительно                     к</w:t>
      </w:r>
      <w:r w:rsidRPr="00235ADA">
        <w:rPr>
          <w:rFonts w:ascii="Times New Roman" w:hAnsi="Times New Roman" w:cs="Times New Roman"/>
          <w:sz w:val="28"/>
          <w:szCs w:val="28"/>
        </w:rPr>
        <w:t xml:space="preserve"> каждо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235ADA">
        <w:rPr>
          <w:rFonts w:ascii="Times New Roman" w:hAnsi="Times New Roman" w:cs="Times New Roman"/>
          <w:sz w:val="28"/>
          <w:szCs w:val="28"/>
        </w:rPr>
        <w:t xml:space="preserve"> здани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35ADA">
        <w:rPr>
          <w:rFonts w:ascii="Times New Roman" w:hAnsi="Times New Roman" w:cs="Times New Roman"/>
          <w:sz w:val="28"/>
          <w:szCs w:val="28"/>
        </w:rPr>
        <w:t>, строени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35ADA">
        <w:rPr>
          <w:rFonts w:ascii="Times New Roman" w:hAnsi="Times New Roman" w:cs="Times New Roman"/>
          <w:sz w:val="28"/>
          <w:szCs w:val="28"/>
        </w:rPr>
        <w:t>, сооружени</w:t>
      </w:r>
      <w:r>
        <w:rPr>
          <w:rFonts w:ascii="Times New Roman" w:hAnsi="Times New Roman" w:cs="Times New Roman"/>
          <w:sz w:val="28"/>
          <w:szCs w:val="28"/>
        </w:rPr>
        <w:t>ю или</w:t>
      </w:r>
      <w:r w:rsidRPr="00235ADA">
        <w:rPr>
          <w:rFonts w:ascii="Times New Roman" w:hAnsi="Times New Roman" w:cs="Times New Roman"/>
          <w:sz w:val="28"/>
          <w:szCs w:val="28"/>
        </w:rPr>
        <w:t xml:space="preserve"> земельно</w:t>
      </w:r>
      <w:r>
        <w:rPr>
          <w:rFonts w:ascii="Times New Roman" w:hAnsi="Times New Roman" w:cs="Times New Roman"/>
          <w:sz w:val="28"/>
          <w:szCs w:val="28"/>
        </w:rPr>
        <w:t>му участку</w:t>
      </w:r>
      <w:r w:rsidRPr="00235ADA">
        <w:rPr>
          <w:rFonts w:ascii="Times New Roman" w:hAnsi="Times New Roman" w:cs="Times New Roman"/>
          <w:sz w:val="28"/>
          <w:szCs w:val="28"/>
        </w:rPr>
        <w:t>;</w:t>
      </w:r>
    </w:p>
    <w:p w:rsidR="004D66F5" w:rsidRDefault="004D66F5" w:rsidP="008121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235ADA">
        <w:rPr>
          <w:rFonts w:ascii="Times New Roman" w:hAnsi="Times New Roman" w:cs="Times New Roman"/>
          <w:sz w:val="28"/>
          <w:szCs w:val="28"/>
        </w:rPr>
        <w:t>) пересечени</w:t>
      </w:r>
      <w:r>
        <w:rPr>
          <w:rFonts w:ascii="Times New Roman" w:hAnsi="Times New Roman" w:cs="Times New Roman"/>
          <w:sz w:val="28"/>
          <w:szCs w:val="28"/>
        </w:rPr>
        <w:t>е границ прилегающих территорий или наложение границ прилегающих территорий на границы других прилегающих территорий                       не допускается;</w:t>
      </w:r>
    </w:p>
    <w:p w:rsidR="004D66F5" w:rsidRPr="00235ADA" w:rsidRDefault="004D66F5" w:rsidP="008121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границы прилегающей территории не включаются территории, занимаемые линейными объектами.</w:t>
      </w:r>
    </w:p>
    <w:p w:rsidR="004D66F5" w:rsidRDefault="004D66F5" w:rsidP="008121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00D0E">
        <w:rPr>
          <w:rFonts w:ascii="Times New Roman" w:hAnsi="Times New Roman" w:cs="Times New Roman"/>
          <w:sz w:val="28"/>
          <w:szCs w:val="28"/>
        </w:rPr>
        <w:t>Границы прилегающ</w:t>
      </w:r>
      <w:r>
        <w:rPr>
          <w:rFonts w:ascii="Times New Roman" w:hAnsi="Times New Roman" w:cs="Times New Roman"/>
          <w:sz w:val="28"/>
          <w:szCs w:val="28"/>
        </w:rPr>
        <w:t>ей территории</w:t>
      </w:r>
      <w:r w:rsidRPr="00B00D0E">
        <w:rPr>
          <w:rFonts w:ascii="Times New Roman" w:hAnsi="Times New Roman" w:cs="Times New Roman"/>
          <w:sz w:val="28"/>
          <w:szCs w:val="28"/>
        </w:rPr>
        <w:t xml:space="preserve"> определяются 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сведений о земельном участке, содержащихся в Едином государственном реестре недвижимости, на расстоянии, не превышающем</w:t>
      </w:r>
      <w:r w:rsidRPr="00B00D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B00D0E">
        <w:rPr>
          <w:rFonts w:ascii="Times New Roman" w:hAnsi="Times New Roman" w:cs="Times New Roman"/>
          <w:sz w:val="28"/>
          <w:szCs w:val="28"/>
        </w:rPr>
        <w:t xml:space="preserve"> метров от границ земельн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00D0E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 xml:space="preserve">а, либо </w:t>
      </w:r>
      <w:r w:rsidRPr="00943E15">
        <w:rPr>
          <w:rFonts w:ascii="Times New Roman" w:hAnsi="Times New Roman" w:cs="Times New Roman"/>
          <w:sz w:val="28"/>
          <w:szCs w:val="28"/>
        </w:rPr>
        <w:t xml:space="preserve">на расстоянии, не превышающем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B00D0E">
        <w:rPr>
          <w:rFonts w:ascii="Times New Roman" w:hAnsi="Times New Roman" w:cs="Times New Roman"/>
          <w:sz w:val="28"/>
          <w:szCs w:val="28"/>
        </w:rPr>
        <w:t xml:space="preserve"> метр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00D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B00D0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контура </w:t>
      </w:r>
      <w:r w:rsidRPr="008169A8">
        <w:rPr>
          <w:rFonts w:ascii="Times New Roman" w:hAnsi="Times New Roman" w:cs="Times New Roman"/>
          <w:sz w:val="28"/>
          <w:szCs w:val="28"/>
        </w:rPr>
        <w:t>здани</w:t>
      </w:r>
      <w:r>
        <w:rPr>
          <w:rFonts w:ascii="Times New Roman" w:hAnsi="Times New Roman" w:cs="Times New Roman"/>
          <w:sz w:val="28"/>
          <w:szCs w:val="28"/>
        </w:rPr>
        <w:t>я, строения, сооружения, если иное не установлено статьёй 3 настоящего Закона.</w:t>
      </w:r>
    </w:p>
    <w:p w:rsidR="004D66F5" w:rsidRPr="008121E3" w:rsidRDefault="004D66F5" w:rsidP="008121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1E3">
        <w:rPr>
          <w:rFonts w:ascii="Times New Roman" w:hAnsi="Times New Roman" w:cs="Times New Roman"/>
          <w:sz w:val="28"/>
          <w:szCs w:val="28"/>
        </w:rPr>
        <w:t xml:space="preserve">4. В случае определения границ прилегающих территорий </w:t>
      </w:r>
      <w:r w:rsidRPr="008121E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применительно </w:t>
      </w:r>
      <w:r w:rsidRPr="008121E3">
        <w:rPr>
          <w:rFonts w:ascii="Times New Roman" w:hAnsi="Times New Roman" w:cs="Times New Roman"/>
          <w:sz w:val="28"/>
          <w:szCs w:val="28"/>
        </w:rPr>
        <w:t xml:space="preserve">к смежным зданиям, строениям, сооружениям, земельным участкам </w:t>
      </w:r>
      <w:r>
        <w:rPr>
          <w:rFonts w:ascii="Times New Roman" w:hAnsi="Times New Roman" w:cs="Times New Roman"/>
          <w:sz w:val="28"/>
          <w:szCs w:val="28"/>
        </w:rPr>
        <w:t xml:space="preserve">указанные границы </w:t>
      </w:r>
      <w:r w:rsidRPr="008121E3">
        <w:rPr>
          <w:rFonts w:ascii="Times New Roman" w:hAnsi="Times New Roman" w:cs="Times New Roman"/>
          <w:sz w:val="28"/>
          <w:szCs w:val="28"/>
        </w:rPr>
        <w:t xml:space="preserve">определяются на равном удалении от контуров соответствующих зданий, строений, сооружений и границ земельных </w:t>
      </w:r>
      <w:r>
        <w:rPr>
          <w:rFonts w:ascii="Times New Roman" w:hAnsi="Times New Roman" w:cs="Times New Roman"/>
          <w:sz w:val="28"/>
          <w:szCs w:val="28"/>
        </w:rPr>
        <w:br/>
      </w:r>
      <w:r w:rsidRPr="008121E3">
        <w:rPr>
          <w:rFonts w:ascii="Times New Roman" w:hAnsi="Times New Roman" w:cs="Times New Roman"/>
          <w:sz w:val="28"/>
          <w:szCs w:val="28"/>
        </w:rPr>
        <w:t>участков.</w:t>
      </w:r>
    </w:p>
    <w:p w:rsidR="004D66F5" w:rsidRPr="008121E3" w:rsidRDefault="004D66F5" w:rsidP="008121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4D66F5" w:rsidRDefault="004D66F5" w:rsidP="008121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2127"/>
        <w:gridCol w:w="7619"/>
      </w:tblGrid>
      <w:tr w:rsidR="004D66F5" w:rsidRPr="003677B0">
        <w:tc>
          <w:tcPr>
            <w:tcW w:w="2127" w:type="dxa"/>
          </w:tcPr>
          <w:p w:rsidR="004D66F5" w:rsidRPr="003677B0" w:rsidRDefault="004D66F5" w:rsidP="003677B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77B0">
              <w:rPr>
                <w:rFonts w:ascii="Times New Roman" w:hAnsi="Times New Roman" w:cs="Times New Roman"/>
                <w:sz w:val="28"/>
                <w:szCs w:val="28"/>
              </w:rPr>
              <w:t>Статья 3.</w:t>
            </w:r>
          </w:p>
        </w:tc>
        <w:tc>
          <w:tcPr>
            <w:tcW w:w="7619" w:type="dxa"/>
          </w:tcPr>
          <w:p w:rsidR="004D66F5" w:rsidRPr="003677B0" w:rsidRDefault="004D66F5" w:rsidP="003677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77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Особенности определения границ прилегающих  территорий применительно к отдельным зданиям, строениям, сооружениям или земельным участкам</w:t>
            </w:r>
          </w:p>
        </w:tc>
      </w:tr>
    </w:tbl>
    <w:p w:rsidR="004D66F5" w:rsidRDefault="004D66F5" w:rsidP="0012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66F5" w:rsidRDefault="004D66F5" w:rsidP="0012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66F5" w:rsidRPr="00B00D0E" w:rsidRDefault="004D66F5" w:rsidP="008121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B00D0E">
        <w:rPr>
          <w:rFonts w:ascii="Times New Roman" w:hAnsi="Times New Roman" w:cs="Times New Roman"/>
          <w:sz w:val="28"/>
          <w:szCs w:val="28"/>
        </w:rPr>
        <w:t xml:space="preserve">Границы прилегающей территории </w:t>
      </w:r>
      <w:r>
        <w:rPr>
          <w:rFonts w:ascii="Times New Roman" w:hAnsi="Times New Roman" w:cs="Times New Roman"/>
          <w:sz w:val="28"/>
          <w:szCs w:val="28"/>
        </w:rPr>
        <w:t xml:space="preserve">применительно к объекту индивидуального жилищного строительства </w:t>
      </w:r>
      <w:r w:rsidRPr="00B00D0E">
        <w:rPr>
          <w:rFonts w:ascii="Times New Roman" w:hAnsi="Times New Roman" w:cs="Times New Roman"/>
          <w:sz w:val="28"/>
          <w:szCs w:val="28"/>
        </w:rPr>
        <w:t xml:space="preserve">определяются </w:t>
      </w:r>
      <w:r w:rsidRPr="00943E15">
        <w:rPr>
          <w:rFonts w:ascii="Times New Roman" w:hAnsi="Times New Roman" w:cs="Times New Roman"/>
          <w:sz w:val="28"/>
          <w:szCs w:val="28"/>
        </w:rPr>
        <w:t xml:space="preserve">на расстоянии, </w:t>
      </w:r>
      <w:r>
        <w:rPr>
          <w:rFonts w:ascii="Times New Roman" w:hAnsi="Times New Roman" w:cs="Times New Roman"/>
          <w:sz w:val="28"/>
          <w:szCs w:val="28"/>
        </w:rPr>
        <w:br/>
      </w:r>
      <w:r w:rsidRPr="00943E15">
        <w:rPr>
          <w:rFonts w:ascii="Times New Roman" w:hAnsi="Times New Roman" w:cs="Times New Roman"/>
          <w:sz w:val="28"/>
          <w:szCs w:val="28"/>
        </w:rPr>
        <w:t xml:space="preserve">не превышающем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00D0E">
        <w:rPr>
          <w:rFonts w:ascii="Times New Roman" w:hAnsi="Times New Roman" w:cs="Times New Roman"/>
          <w:sz w:val="28"/>
          <w:szCs w:val="28"/>
        </w:rPr>
        <w:t xml:space="preserve"> метров от</w:t>
      </w:r>
      <w:r>
        <w:rPr>
          <w:rFonts w:ascii="Times New Roman" w:hAnsi="Times New Roman" w:cs="Times New Roman"/>
          <w:sz w:val="28"/>
          <w:szCs w:val="28"/>
        </w:rPr>
        <w:t xml:space="preserve"> границ</w:t>
      </w:r>
      <w:r w:rsidRPr="00B00D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земельного участка, либо на расстоянии, не превышающем 20 метров от контура </w:t>
      </w:r>
      <w:r w:rsidRPr="0006522B">
        <w:rPr>
          <w:rFonts w:ascii="Times New Roman" w:hAnsi="Times New Roman" w:cs="Times New Roman"/>
          <w:sz w:val="28"/>
          <w:szCs w:val="28"/>
        </w:rPr>
        <w:t>здани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6522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являющегося объектом индивидуального жилищного строительства. </w:t>
      </w:r>
    </w:p>
    <w:p w:rsidR="004D66F5" w:rsidRDefault="004D66F5" w:rsidP="008121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00D0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3F70F8">
        <w:rPr>
          <w:rFonts w:ascii="Times New Roman" w:hAnsi="Times New Roman" w:cs="Times New Roman"/>
          <w:sz w:val="28"/>
          <w:szCs w:val="28"/>
        </w:rPr>
        <w:t xml:space="preserve">раницы прилегающей территории </w:t>
      </w:r>
      <w:r>
        <w:rPr>
          <w:rFonts w:ascii="Times New Roman" w:hAnsi="Times New Roman" w:cs="Times New Roman"/>
          <w:sz w:val="28"/>
          <w:szCs w:val="28"/>
        </w:rPr>
        <w:t xml:space="preserve">применительно к </w:t>
      </w:r>
      <w:r w:rsidRPr="00457C8F">
        <w:rPr>
          <w:rFonts w:ascii="Times New Roman" w:hAnsi="Times New Roman" w:cs="Times New Roman"/>
          <w:sz w:val="28"/>
          <w:szCs w:val="28"/>
        </w:rPr>
        <w:t>торгов</w:t>
      </w:r>
      <w:r>
        <w:rPr>
          <w:rFonts w:ascii="Times New Roman" w:hAnsi="Times New Roman" w:cs="Times New Roman"/>
          <w:sz w:val="28"/>
          <w:szCs w:val="28"/>
        </w:rPr>
        <w:t>ому, торгово-развлекательному</w:t>
      </w:r>
      <w:r w:rsidRPr="00457C8F">
        <w:rPr>
          <w:rFonts w:ascii="Times New Roman" w:hAnsi="Times New Roman" w:cs="Times New Roman"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sz w:val="28"/>
          <w:szCs w:val="28"/>
        </w:rPr>
        <w:t>у или</w:t>
      </w:r>
      <w:r w:rsidRPr="00457C8F">
        <w:rPr>
          <w:rFonts w:ascii="Times New Roman" w:hAnsi="Times New Roman" w:cs="Times New Roman"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57C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общественного питания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в зависимости от площади соответствующего объекта </w:t>
      </w:r>
      <w:r w:rsidRPr="00B00D0E">
        <w:rPr>
          <w:rFonts w:ascii="Times New Roman" w:hAnsi="Times New Roman" w:cs="Times New Roman"/>
          <w:sz w:val="28"/>
          <w:szCs w:val="28"/>
        </w:rPr>
        <w:t>определяются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D66F5" w:rsidRDefault="004D66F5" w:rsidP="00311F11">
      <w:pPr>
        <w:widowControl w:val="0"/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расстоянии, не превышающем 10 метров от контура нестационарного торгового объекта, расположенного на земельном участке,     не образованном в установленном земельным законодательством порядке;</w:t>
      </w:r>
    </w:p>
    <w:p w:rsidR="004D66F5" w:rsidRPr="00B00D0E" w:rsidRDefault="004D66F5" w:rsidP="00311F11">
      <w:pPr>
        <w:widowControl w:val="0"/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на расстоянии, не превышающем 15 метров от границ земельного участка, на котором расположен этот объект, либо на расстоянии, </w:t>
      </w:r>
      <w:r>
        <w:rPr>
          <w:rFonts w:ascii="Times New Roman" w:hAnsi="Times New Roman" w:cs="Times New Roman"/>
          <w:sz w:val="28"/>
          <w:szCs w:val="28"/>
        </w:rPr>
        <w:br/>
        <w:t xml:space="preserve">не </w:t>
      </w:r>
      <w:r w:rsidRPr="00063254">
        <w:rPr>
          <w:rFonts w:ascii="Times New Roman" w:hAnsi="Times New Roman" w:cs="Times New Roman"/>
          <w:sz w:val="28"/>
          <w:szCs w:val="28"/>
        </w:rPr>
        <w:t xml:space="preserve">превышающем </w:t>
      </w:r>
      <w:r>
        <w:rPr>
          <w:rFonts w:ascii="Times New Roman" w:hAnsi="Times New Roman" w:cs="Times New Roman"/>
          <w:sz w:val="28"/>
          <w:szCs w:val="28"/>
        </w:rPr>
        <w:t>25 метров от его контура, – если площадь объекта составляет не более 500 кв. метров;</w:t>
      </w:r>
    </w:p>
    <w:p w:rsidR="004D66F5" w:rsidRPr="00B00D0E" w:rsidRDefault="004D66F5" w:rsidP="00311F11">
      <w:pPr>
        <w:widowControl w:val="0"/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на расстоянии, не превышающем 30 метров от границ земельного участка, на котором расположен этот объект, либо на расстоянии, </w:t>
      </w:r>
      <w:r>
        <w:rPr>
          <w:rFonts w:ascii="Times New Roman" w:hAnsi="Times New Roman" w:cs="Times New Roman"/>
          <w:sz w:val="28"/>
          <w:szCs w:val="28"/>
        </w:rPr>
        <w:br/>
        <w:t xml:space="preserve">не </w:t>
      </w:r>
      <w:r w:rsidRPr="00063254">
        <w:rPr>
          <w:rFonts w:ascii="Times New Roman" w:hAnsi="Times New Roman" w:cs="Times New Roman"/>
          <w:sz w:val="28"/>
          <w:szCs w:val="28"/>
        </w:rPr>
        <w:t xml:space="preserve">превышающем </w:t>
      </w:r>
      <w:r>
        <w:rPr>
          <w:rFonts w:ascii="Times New Roman" w:hAnsi="Times New Roman" w:cs="Times New Roman"/>
          <w:sz w:val="28"/>
          <w:szCs w:val="28"/>
        </w:rPr>
        <w:t xml:space="preserve">50 метров от его контура, – если площадь объекта составляет более 500, но не  более 1000 кв. метров; </w:t>
      </w:r>
    </w:p>
    <w:p w:rsidR="004D66F5" w:rsidRPr="00B00D0E" w:rsidRDefault="004D66F5" w:rsidP="00311F11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на расстоянии, не превышающем 50 метров от границ земельного участка, на котором расположен этот объект, либо на расстоянии, </w:t>
      </w:r>
      <w:r>
        <w:rPr>
          <w:rFonts w:ascii="Times New Roman" w:hAnsi="Times New Roman" w:cs="Times New Roman"/>
          <w:sz w:val="28"/>
          <w:szCs w:val="28"/>
        </w:rPr>
        <w:br/>
        <w:t xml:space="preserve">не </w:t>
      </w:r>
      <w:r w:rsidRPr="00063254">
        <w:rPr>
          <w:rFonts w:ascii="Times New Roman" w:hAnsi="Times New Roman" w:cs="Times New Roman"/>
          <w:sz w:val="28"/>
          <w:szCs w:val="28"/>
        </w:rPr>
        <w:t xml:space="preserve">превышающем </w:t>
      </w:r>
      <w:r>
        <w:rPr>
          <w:rFonts w:ascii="Times New Roman" w:hAnsi="Times New Roman" w:cs="Times New Roman"/>
          <w:sz w:val="28"/>
          <w:szCs w:val="28"/>
        </w:rPr>
        <w:t>80 метров от его контура, – если площадь объекта составляет более 1000, но не  более 3000 кв. метров;</w:t>
      </w:r>
    </w:p>
    <w:p w:rsidR="004D66F5" w:rsidRPr="00B00D0E" w:rsidRDefault="004D66F5" w:rsidP="00311F11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на расстоянии, не превышающем 75 метров от границ земельного участка, на котором расположен этот объект, либо на расстоянии, </w:t>
      </w:r>
      <w:r>
        <w:rPr>
          <w:rFonts w:ascii="Times New Roman" w:hAnsi="Times New Roman" w:cs="Times New Roman"/>
          <w:sz w:val="28"/>
          <w:szCs w:val="28"/>
        </w:rPr>
        <w:br/>
        <w:t xml:space="preserve">не </w:t>
      </w:r>
      <w:r w:rsidRPr="00063254">
        <w:rPr>
          <w:rFonts w:ascii="Times New Roman" w:hAnsi="Times New Roman" w:cs="Times New Roman"/>
          <w:sz w:val="28"/>
          <w:szCs w:val="28"/>
        </w:rPr>
        <w:t xml:space="preserve">превышающем </w:t>
      </w:r>
      <w:r>
        <w:rPr>
          <w:rFonts w:ascii="Times New Roman" w:hAnsi="Times New Roman" w:cs="Times New Roman"/>
          <w:sz w:val="28"/>
          <w:szCs w:val="28"/>
        </w:rPr>
        <w:t>100 метров от его контура, – если площадь объекта составляет более 3000 кв. метров.</w:t>
      </w:r>
    </w:p>
    <w:p w:rsidR="004D66F5" w:rsidRPr="00311F11" w:rsidRDefault="004D66F5" w:rsidP="00311F11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311F11">
        <w:rPr>
          <w:rFonts w:ascii="Times New Roman" w:hAnsi="Times New Roman" w:cs="Times New Roman"/>
          <w:spacing w:val="-4"/>
          <w:sz w:val="28"/>
          <w:szCs w:val="28"/>
        </w:rPr>
        <w:t xml:space="preserve">Границы прилегающей территории применительно к зданию, строению, сооружению, являющемуся объектом спорта, определяются на расстоянии, </w:t>
      </w:r>
      <w:r>
        <w:rPr>
          <w:rFonts w:ascii="Times New Roman" w:hAnsi="Times New Roman" w:cs="Times New Roman"/>
          <w:spacing w:val="-4"/>
          <w:sz w:val="28"/>
          <w:szCs w:val="28"/>
        </w:rPr>
        <w:br/>
      </w:r>
      <w:r w:rsidRPr="00311F11">
        <w:rPr>
          <w:rFonts w:ascii="Times New Roman" w:hAnsi="Times New Roman" w:cs="Times New Roman"/>
          <w:spacing w:val="-4"/>
          <w:sz w:val="28"/>
          <w:szCs w:val="28"/>
        </w:rPr>
        <w:t>не превышающем 20 метров от контура соответствующего здания, строения, сооружения.</w:t>
      </w:r>
    </w:p>
    <w:p w:rsidR="004D66F5" w:rsidRDefault="004D66F5" w:rsidP="00311F11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063254">
        <w:rPr>
          <w:rFonts w:ascii="Times New Roman" w:hAnsi="Times New Roman" w:cs="Times New Roman"/>
          <w:sz w:val="28"/>
          <w:szCs w:val="28"/>
        </w:rPr>
        <w:t>Границы прилегающей территории применительно к</w:t>
      </w:r>
      <w:r>
        <w:rPr>
          <w:rFonts w:ascii="Times New Roman" w:hAnsi="Times New Roman" w:cs="Times New Roman"/>
          <w:sz w:val="28"/>
          <w:szCs w:val="28"/>
        </w:rPr>
        <w:t xml:space="preserve"> земельному участку, на котором расположена автозаправочная станция либо автомобильная газозаправочная станция, определяются на расстоянии, не превышающем </w:t>
      </w:r>
      <w:r>
        <w:rPr>
          <w:rFonts w:ascii="Times New Roman" w:hAnsi="Times New Roman" w:cs="Times New Roman"/>
          <w:sz w:val="28"/>
          <w:szCs w:val="28"/>
        </w:rPr>
        <w:br/>
        <w:t>50 метров от границ такого земельного участка.</w:t>
      </w:r>
    </w:p>
    <w:p w:rsidR="004D66F5" w:rsidRPr="00B40ABE" w:rsidRDefault="004D66F5" w:rsidP="00311F11">
      <w:pPr>
        <w:autoSpaceDE w:val="0"/>
        <w:autoSpaceDN w:val="0"/>
        <w:adjustRightInd w:val="0"/>
        <w:spacing w:after="0" w:line="353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40ABE">
        <w:rPr>
          <w:rFonts w:ascii="Times New Roman" w:hAnsi="Times New Roman" w:cs="Times New Roman"/>
          <w:spacing w:val="-4"/>
          <w:sz w:val="28"/>
          <w:szCs w:val="28"/>
        </w:rPr>
        <w:t>5. Границы прилегающей территории применительно к трансформаторной или электрической подстанции определяются на расстоянии</w:t>
      </w:r>
      <w:r>
        <w:rPr>
          <w:rFonts w:ascii="Times New Roman" w:hAnsi="Times New Roman" w:cs="Times New Roman"/>
          <w:spacing w:val="-4"/>
          <w:sz w:val="28"/>
          <w:szCs w:val="28"/>
        </w:rPr>
        <w:t>,</w:t>
      </w:r>
      <w:r w:rsidRPr="00B40ABE">
        <w:rPr>
          <w:rFonts w:ascii="Times New Roman" w:hAnsi="Times New Roman" w:cs="Times New Roman"/>
          <w:spacing w:val="-4"/>
          <w:sz w:val="28"/>
          <w:szCs w:val="28"/>
        </w:rPr>
        <w:t xml:space="preserve"> не превышающем </w:t>
      </w:r>
      <w:r>
        <w:rPr>
          <w:rFonts w:ascii="Times New Roman" w:hAnsi="Times New Roman" w:cs="Times New Roman"/>
          <w:spacing w:val="-4"/>
          <w:sz w:val="28"/>
          <w:szCs w:val="28"/>
        </w:rPr>
        <w:br/>
      </w:r>
      <w:r w:rsidRPr="00B40ABE">
        <w:rPr>
          <w:rFonts w:ascii="Times New Roman" w:hAnsi="Times New Roman" w:cs="Times New Roman"/>
          <w:spacing w:val="-4"/>
          <w:sz w:val="28"/>
          <w:szCs w:val="28"/>
        </w:rPr>
        <w:t xml:space="preserve">7 метров от границ земельного участка, на котором она расположена, либо </w:t>
      </w:r>
      <w:r>
        <w:rPr>
          <w:rFonts w:ascii="Times New Roman" w:hAnsi="Times New Roman" w:cs="Times New Roman"/>
          <w:spacing w:val="-4"/>
          <w:sz w:val="28"/>
          <w:szCs w:val="28"/>
        </w:rPr>
        <w:br/>
      </w:r>
      <w:r w:rsidRPr="00B40ABE">
        <w:rPr>
          <w:rFonts w:ascii="Times New Roman" w:hAnsi="Times New Roman" w:cs="Times New Roman"/>
          <w:spacing w:val="-4"/>
          <w:sz w:val="28"/>
          <w:szCs w:val="28"/>
        </w:rPr>
        <w:t>на расстоянии, не превышающем 10 метров от её контура.</w:t>
      </w:r>
    </w:p>
    <w:p w:rsidR="004D66F5" w:rsidRDefault="004D66F5" w:rsidP="00B40ABE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5261AC">
        <w:rPr>
          <w:rFonts w:ascii="Times New Roman" w:hAnsi="Times New Roman" w:cs="Times New Roman"/>
          <w:sz w:val="28"/>
          <w:szCs w:val="28"/>
        </w:rPr>
        <w:t>Границы прилегающей территории применительно к земельному участку, на котором расположен</w:t>
      </w:r>
      <w:r>
        <w:rPr>
          <w:rFonts w:ascii="Times New Roman" w:hAnsi="Times New Roman" w:cs="Times New Roman"/>
          <w:sz w:val="28"/>
          <w:szCs w:val="28"/>
        </w:rPr>
        <w:t>о кладбище,</w:t>
      </w:r>
      <w:r w:rsidRPr="005261AC">
        <w:rPr>
          <w:rFonts w:ascii="Times New Roman" w:hAnsi="Times New Roman" w:cs="Times New Roman"/>
          <w:sz w:val="28"/>
          <w:szCs w:val="28"/>
        </w:rPr>
        <w:t xml:space="preserve"> определяются на расстоянии,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261AC">
        <w:rPr>
          <w:rFonts w:ascii="Times New Roman" w:hAnsi="Times New Roman" w:cs="Times New Roman"/>
          <w:sz w:val="28"/>
          <w:szCs w:val="28"/>
        </w:rPr>
        <w:t xml:space="preserve">не превышающем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261AC">
        <w:rPr>
          <w:rFonts w:ascii="Times New Roman" w:hAnsi="Times New Roman" w:cs="Times New Roman"/>
          <w:sz w:val="28"/>
          <w:szCs w:val="28"/>
        </w:rPr>
        <w:t>5 метров от границ такого земельного участка.</w:t>
      </w:r>
    </w:p>
    <w:p w:rsidR="004D66F5" w:rsidRPr="005261AC" w:rsidRDefault="004D66F5" w:rsidP="00B40ABE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5261AC">
        <w:rPr>
          <w:rFonts w:ascii="Times New Roman" w:hAnsi="Times New Roman" w:cs="Times New Roman"/>
          <w:sz w:val="28"/>
          <w:szCs w:val="28"/>
        </w:rPr>
        <w:t xml:space="preserve">Границы прилегающей территории </w:t>
      </w:r>
      <w:r>
        <w:rPr>
          <w:rFonts w:ascii="Times New Roman" w:hAnsi="Times New Roman" w:cs="Times New Roman"/>
          <w:sz w:val="28"/>
          <w:szCs w:val="28"/>
        </w:rPr>
        <w:t xml:space="preserve">применительно к </w:t>
      </w:r>
      <w:r w:rsidRPr="005261AC">
        <w:rPr>
          <w:rFonts w:ascii="Times New Roman" w:hAnsi="Times New Roman" w:cs="Times New Roman"/>
          <w:sz w:val="28"/>
          <w:szCs w:val="28"/>
        </w:rPr>
        <w:t>автомобильной дорог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261AC">
        <w:rPr>
          <w:rFonts w:ascii="Times New Roman" w:hAnsi="Times New Roman" w:cs="Times New Roman"/>
          <w:sz w:val="28"/>
          <w:szCs w:val="28"/>
        </w:rPr>
        <w:t xml:space="preserve"> определяются в границах полосы отвода</w:t>
      </w:r>
      <w:r>
        <w:rPr>
          <w:rFonts w:ascii="Times New Roman" w:hAnsi="Times New Roman" w:cs="Times New Roman"/>
          <w:sz w:val="28"/>
          <w:szCs w:val="28"/>
        </w:rPr>
        <w:t xml:space="preserve"> данной </w:t>
      </w:r>
      <w:r w:rsidRPr="005261AC">
        <w:rPr>
          <w:rFonts w:ascii="Times New Roman" w:hAnsi="Times New Roman" w:cs="Times New Roman"/>
          <w:sz w:val="28"/>
          <w:szCs w:val="28"/>
        </w:rPr>
        <w:t>автомобильной дороги.</w:t>
      </w:r>
    </w:p>
    <w:p w:rsidR="004D66F5" w:rsidRDefault="004D66F5" w:rsidP="00B40ABE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158">
        <w:rPr>
          <w:rFonts w:ascii="Times New Roman" w:hAnsi="Times New Roman" w:cs="Times New Roman"/>
          <w:spacing w:val="-4"/>
          <w:sz w:val="28"/>
          <w:szCs w:val="28"/>
        </w:rPr>
        <w:t>8. Границы прилегающей территории применительно к железнодорожным</w:t>
      </w:r>
      <w:r>
        <w:rPr>
          <w:rFonts w:ascii="Times New Roman" w:hAnsi="Times New Roman" w:cs="Times New Roman"/>
          <w:sz w:val="28"/>
          <w:szCs w:val="28"/>
        </w:rPr>
        <w:t xml:space="preserve"> путям</w:t>
      </w:r>
      <w:r w:rsidRPr="005261AC">
        <w:rPr>
          <w:rFonts w:ascii="Times New Roman" w:hAnsi="Times New Roman" w:cs="Times New Roman"/>
          <w:sz w:val="28"/>
          <w:szCs w:val="28"/>
        </w:rPr>
        <w:t>, железнодорожны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261AC">
        <w:rPr>
          <w:rFonts w:ascii="Times New Roman" w:hAnsi="Times New Roman" w:cs="Times New Roman"/>
          <w:sz w:val="28"/>
          <w:szCs w:val="28"/>
        </w:rPr>
        <w:t xml:space="preserve"> станци</w:t>
      </w:r>
      <w:r>
        <w:rPr>
          <w:rFonts w:ascii="Times New Roman" w:hAnsi="Times New Roman" w:cs="Times New Roman"/>
          <w:sz w:val="28"/>
          <w:szCs w:val="28"/>
        </w:rPr>
        <w:t>ям, водоотводным и укрепительным</w:t>
      </w:r>
      <w:r w:rsidRPr="005261AC">
        <w:rPr>
          <w:rFonts w:ascii="Times New Roman" w:hAnsi="Times New Roman" w:cs="Times New Roman"/>
          <w:sz w:val="28"/>
          <w:szCs w:val="28"/>
        </w:rPr>
        <w:t xml:space="preserve"> устройств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5261AC">
        <w:rPr>
          <w:rFonts w:ascii="Times New Roman" w:hAnsi="Times New Roman" w:cs="Times New Roman"/>
          <w:sz w:val="28"/>
          <w:szCs w:val="28"/>
        </w:rPr>
        <w:t>, защитны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261AC">
        <w:rPr>
          <w:rFonts w:ascii="Times New Roman" w:hAnsi="Times New Roman" w:cs="Times New Roman"/>
          <w:sz w:val="28"/>
          <w:szCs w:val="28"/>
        </w:rPr>
        <w:t xml:space="preserve"> полос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5261AC">
        <w:rPr>
          <w:rFonts w:ascii="Times New Roman" w:hAnsi="Times New Roman" w:cs="Times New Roman"/>
          <w:sz w:val="28"/>
          <w:szCs w:val="28"/>
        </w:rPr>
        <w:t xml:space="preserve"> лесов вд</w:t>
      </w:r>
      <w:r>
        <w:rPr>
          <w:rFonts w:ascii="Times New Roman" w:hAnsi="Times New Roman" w:cs="Times New Roman"/>
          <w:sz w:val="28"/>
          <w:szCs w:val="28"/>
        </w:rPr>
        <w:t>оль железнодорожных путей, линиям</w:t>
      </w:r>
      <w:r w:rsidRPr="005261AC">
        <w:rPr>
          <w:rFonts w:ascii="Times New Roman" w:hAnsi="Times New Roman" w:cs="Times New Roman"/>
          <w:sz w:val="28"/>
          <w:szCs w:val="28"/>
        </w:rPr>
        <w:t xml:space="preserve"> связи, устройств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5261AC">
        <w:rPr>
          <w:rFonts w:ascii="Times New Roman" w:hAnsi="Times New Roman" w:cs="Times New Roman"/>
          <w:sz w:val="28"/>
          <w:szCs w:val="28"/>
        </w:rPr>
        <w:t xml:space="preserve"> эл</w:t>
      </w:r>
      <w:r>
        <w:rPr>
          <w:rFonts w:ascii="Times New Roman" w:hAnsi="Times New Roman" w:cs="Times New Roman"/>
          <w:sz w:val="28"/>
          <w:szCs w:val="28"/>
        </w:rPr>
        <w:t>ектроснабжения, производственным</w:t>
      </w:r>
      <w:r w:rsidRPr="005261AC">
        <w:rPr>
          <w:rFonts w:ascii="Times New Roman" w:hAnsi="Times New Roman" w:cs="Times New Roman"/>
          <w:sz w:val="28"/>
          <w:szCs w:val="28"/>
        </w:rPr>
        <w:t xml:space="preserve"> и ины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261AC">
        <w:rPr>
          <w:rFonts w:ascii="Times New Roman" w:hAnsi="Times New Roman" w:cs="Times New Roman"/>
          <w:sz w:val="28"/>
          <w:szCs w:val="28"/>
        </w:rPr>
        <w:t xml:space="preserve"> здани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5261AC">
        <w:rPr>
          <w:rFonts w:ascii="Times New Roman" w:hAnsi="Times New Roman" w:cs="Times New Roman"/>
          <w:sz w:val="28"/>
          <w:szCs w:val="28"/>
        </w:rPr>
        <w:t>, строени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5261AC">
        <w:rPr>
          <w:rFonts w:ascii="Times New Roman" w:hAnsi="Times New Roman" w:cs="Times New Roman"/>
          <w:sz w:val="28"/>
          <w:szCs w:val="28"/>
        </w:rPr>
        <w:t>, сооружени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5261AC">
        <w:rPr>
          <w:rFonts w:ascii="Times New Roman" w:hAnsi="Times New Roman" w:cs="Times New Roman"/>
          <w:sz w:val="28"/>
          <w:szCs w:val="28"/>
        </w:rPr>
        <w:t>, устройств</w:t>
      </w:r>
      <w:r>
        <w:rPr>
          <w:rFonts w:ascii="Times New Roman" w:hAnsi="Times New Roman" w:cs="Times New Roman"/>
          <w:sz w:val="28"/>
          <w:szCs w:val="28"/>
        </w:rPr>
        <w:t>ам и другим объектам</w:t>
      </w:r>
      <w:r w:rsidRPr="005261AC">
        <w:rPr>
          <w:rFonts w:ascii="Times New Roman" w:hAnsi="Times New Roman" w:cs="Times New Roman"/>
          <w:sz w:val="28"/>
          <w:szCs w:val="28"/>
        </w:rPr>
        <w:t xml:space="preserve"> железнодорожного транспорта определяются в пределах полосы отвода железной дороги.</w:t>
      </w:r>
    </w:p>
    <w:p w:rsidR="004D66F5" w:rsidRPr="00121158" w:rsidRDefault="004D66F5" w:rsidP="0061339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16"/>
          <w:szCs w:val="16"/>
        </w:rPr>
      </w:pPr>
    </w:p>
    <w:p w:rsidR="004D66F5" w:rsidRDefault="004D66F5" w:rsidP="0012115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4D66F5" w:rsidRPr="0061339D" w:rsidRDefault="004D66F5" w:rsidP="0012115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4D66F5" w:rsidRPr="0061339D" w:rsidRDefault="004D66F5" w:rsidP="00121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133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Губернатор Ульяновской области                                                    С.И.Морозов</w:t>
      </w:r>
    </w:p>
    <w:p w:rsidR="004D66F5" w:rsidRDefault="004D66F5" w:rsidP="00121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D66F5" w:rsidRDefault="004D66F5" w:rsidP="00121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D66F5" w:rsidRPr="0061339D" w:rsidRDefault="004D66F5" w:rsidP="00121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D66F5" w:rsidRPr="0061339D" w:rsidRDefault="004D66F5" w:rsidP="00121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1339D">
        <w:rPr>
          <w:rFonts w:ascii="Times New Roman" w:hAnsi="Times New Roman" w:cs="Times New Roman"/>
          <w:color w:val="000000"/>
          <w:sz w:val="28"/>
          <w:szCs w:val="28"/>
        </w:rPr>
        <w:t>г. Ульяновск</w:t>
      </w:r>
    </w:p>
    <w:p w:rsidR="004D66F5" w:rsidRPr="0061339D" w:rsidRDefault="004D66F5" w:rsidP="00121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 декабря </w:t>
      </w:r>
      <w:r w:rsidRPr="0061339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1339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D66F5" w:rsidRPr="0061339D" w:rsidRDefault="004D66F5" w:rsidP="00121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№164</w:t>
      </w:r>
      <w:r w:rsidRPr="0061339D">
        <w:rPr>
          <w:rFonts w:ascii="Times New Roman" w:hAnsi="Times New Roman" w:cs="Times New Roman"/>
          <w:sz w:val="28"/>
          <w:szCs w:val="28"/>
        </w:rPr>
        <w:t>-ЗО</w:t>
      </w:r>
    </w:p>
    <w:sectPr w:rsidR="004D66F5" w:rsidRPr="0061339D" w:rsidSect="00EC3BC6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6F5" w:rsidRDefault="004D66F5" w:rsidP="001A1DE7">
      <w:pPr>
        <w:spacing w:after="0" w:line="240" w:lineRule="auto"/>
      </w:pPr>
      <w:r>
        <w:separator/>
      </w:r>
    </w:p>
  </w:endnote>
  <w:endnote w:type="continuationSeparator" w:id="0">
    <w:p w:rsidR="004D66F5" w:rsidRDefault="004D66F5" w:rsidP="001A1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6F5" w:rsidRPr="00E822EE" w:rsidRDefault="004D66F5" w:rsidP="00E822EE">
    <w:pPr>
      <w:pStyle w:val="Footer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1909км2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6F5" w:rsidRDefault="004D66F5" w:rsidP="001A1DE7">
      <w:pPr>
        <w:spacing w:after="0" w:line="240" w:lineRule="auto"/>
      </w:pPr>
      <w:r>
        <w:separator/>
      </w:r>
    </w:p>
  </w:footnote>
  <w:footnote w:type="continuationSeparator" w:id="0">
    <w:p w:rsidR="004D66F5" w:rsidRDefault="004D66F5" w:rsidP="001A1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6F5" w:rsidRPr="00121158" w:rsidRDefault="004D66F5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121158">
      <w:rPr>
        <w:rFonts w:ascii="Times New Roman" w:hAnsi="Times New Roman" w:cs="Times New Roman"/>
        <w:sz w:val="28"/>
        <w:szCs w:val="28"/>
      </w:rPr>
      <w:fldChar w:fldCharType="begin"/>
    </w:r>
    <w:r w:rsidRPr="00121158">
      <w:rPr>
        <w:rFonts w:ascii="Times New Roman" w:hAnsi="Times New Roman" w:cs="Times New Roman"/>
        <w:sz w:val="28"/>
        <w:szCs w:val="28"/>
      </w:rPr>
      <w:instrText>PAGE   \* MERGEFORMAT</w:instrText>
    </w:r>
    <w:r w:rsidRPr="00121158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4</w:t>
    </w:r>
    <w:r w:rsidRPr="00121158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F5474B"/>
    <w:multiLevelType w:val="hybridMultilevel"/>
    <w:tmpl w:val="6C4AB2AA"/>
    <w:lvl w:ilvl="0" w:tplc="A464260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4C36"/>
    <w:rsid w:val="00022F20"/>
    <w:rsid w:val="00024F41"/>
    <w:rsid w:val="00033FB2"/>
    <w:rsid w:val="000361DE"/>
    <w:rsid w:val="00042C37"/>
    <w:rsid w:val="00060786"/>
    <w:rsid w:val="00063254"/>
    <w:rsid w:val="0006522B"/>
    <w:rsid w:val="00066407"/>
    <w:rsid w:val="00077FCF"/>
    <w:rsid w:val="00081170"/>
    <w:rsid w:val="000940F5"/>
    <w:rsid w:val="000A4014"/>
    <w:rsid w:val="000A4720"/>
    <w:rsid w:val="000B246A"/>
    <w:rsid w:val="000B6773"/>
    <w:rsid w:val="000B7FD7"/>
    <w:rsid w:val="000D1E65"/>
    <w:rsid w:val="000F558D"/>
    <w:rsid w:val="000F7C50"/>
    <w:rsid w:val="00104771"/>
    <w:rsid w:val="0011436E"/>
    <w:rsid w:val="00121158"/>
    <w:rsid w:val="001244B5"/>
    <w:rsid w:val="0012453A"/>
    <w:rsid w:val="00126AD1"/>
    <w:rsid w:val="00126BE7"/>
    <w:rsid w:val="0012700E"/>
    <w:rsid w:val="00132F3D"/>
    <w:rsid w:val="00140C1B"/>
    <w:rsid w:val="0014108F"/>
    <w:rsid w:val="00152A73"/>
    <w:rsid w:val="00170FF2"/>
    <w:rsid w:val="001718AE"/>
    <w:rsid w:val="00172D76"/>
    <w:rsid w:val="00176F9A"/>
    <w:rsid w:val="001807BC"/>
    <w:rsid w:val="001872CE"/>
    <w:rsid w:val="001A1DE7"/>
    <w:rsid w:val="001B0661"/>
    <w:rsid w:val="001B70F5"/>
    <w:rsid w:val="001C29DE"/>
    <w:rsid w:val="001D3201"/>
    <w:rsid w:val="001D7BB1"/>
    <w:rsid w:val="001F146D"/>
    <w:rsid w:val="001F238F"/>
    <w:rsid w:val="001F30D6"/>
    <w:rsid w:val="001F7D77"/>
    <w:rsid w:val="002018B1"/>
    <w:rsid w:val="00201F22"/>
    <w:rsid w:val="0020724F"/>
    <w:rsid w:val="00215A8F"/>
    <w:rsid w:val="002178B8"/>
    <w:rsid w:val="00223474"/>
    <w:rsid w:val="00224821"/>
    <w:rsid w:val="00234C36"/>
    <w:rsid w:val="00234FF0"/>
    <w:rsid w:val="00235ADA"/>
    <w:rsid w:val="00236660"/>
    <w:rsid w:val="002505E3"/>
    <w:rsid w:val="002549D2"/>
    <w:rsid w:val="002647BF"/>
    <w:rsid w:val="002808CF"/>
    <w:rsid w:val="002922D9"/>
    <w:rsid w:val="00293579"/>
    <w:rsid w:val="002B2E32"/>
    <w:rsid w:val="002C047D"/>
    <w:rsid w:val="002C3497"/>
    <w:rsid w:val="002E4C7A"/>
    <w:rsid w:val="002E7EE8"/>
    <w:rsid w:val="002F2BB2"/>
    <w:rsid w:val="002F5D49"/>
    <w:rsid w:val="00304D2A"/>
    <w:rsid w:val="003061A2"/>
    <w:rsid w:val="00311273"/>
    <w:rsid w:val="00311F11"/>
    <w:rsid w:val="00316FCD"/>
    <w:rsid w:val="00323C5D"/>
    <w:rsid w:val="0032499F"/>
    <w:rsid w:val="003426F8"/>
    <w:rsid w:val="00345C6B"/>
    <w:rsid w:val="003677B0"/>
    <w:rsid w:val="00371027"/>
    <w:rsid w:val="00390DAD"/>
    <w:rsid w:val="003A4850"/>
    <w:rsid w:val="003B2C75"/>
    <w:rsid w:val="003B5655"/>
    <w:rsid w:val="003C7792"/>
    <w:rsid w:val="003D1CFB"/>
    <w:rsid w:val="003D1FED"/>
    <w:rsid w:val="003D50A3"/>
    <w:rsid w:val="003D60EA"/>
    <w:rsid w:val="003F70F8"/>
    <w:rsid w:val="00405092"/>
    <w:rsid w:val="00405938"/>
    <w:rsid w:val="00421337"/>
    <w:rsid w:val="00426ECF"/>
    <w:rsid w:val="00441DDF"/>
    <w:rsid w:val="00442DD9"/>
    <w:rsid w:val="0044335F"/>
    <w:rsid w:val="00452A39"/>
    <w:rsid w:val="00457C8F"/>
    <w:rsid w:val="004751D0"/>
    <w:rsid w:val="0049523E"/>
    <w:rsid w:val="004A352B"/>
    <w:rsid w:val="004A5429"/>
    <w:rsid w:val="004A6EC3"/>
    <w:rsid w:val="004D0A7A"/>
    <w:rsid w:val="004D5AE1"/>
    <w:rsid w:val="004D5EE2"/>
    <w:rsid w:val="004D66F5"/>
    <w:rsid w:val="004E221D"/>
    <w:rsid w:val="004F24B0"/>
    <w:rsid w:val="004F7CA5"/>
    <w:rsid w:val="00507633"/>
    <w:rsid w:val="00507A40"/>
    <w:rsid w:val="005261AC"/>
    <w:rsid w:val="00533BAF"/>
    <w:rsid w:val="00537983"/>
    <w:rsid w:val="00561BD8"/>
    <w:rsid w:val="005844C5"/>
    <w:rsid w:val="00591A4A"/>
    <w:rsid w:val="005A2F3A"/>
    <w:rsid w:val="005D364F"/>
    <w:rsid w:val="005E2717"/>
    <w:rsid w:val="005E5E6B"/>
    <w:rsid w:val="005E61ED"/>
    <w:rsid w:val="005F4FEF"/>
    <w:rsid w:val="005F6C9C"/>
    <w:rsid w:val="006006B2"/>
    <w:rsid w:val="0061339D"/>
    <w:rsid w:val="00627E9F"/>
    <w:rsid w:val="00640A9B"/>
    <w:rsid w:val="006429A7"/>
    <w:rsid w:val="00642E72"/>
    <w:rsid w:val="006642E1"/>
    <w:rsid w:val="00664D76"/>
    <w:rsid w:val="0066795D"/>
    <w:rsid w:val="006730AE"/>
    <w:rsid w:val="006803BB"/>
    <w:rsid w:val="00681CF0"/>
    <w:rsid w:val="00684011"/>
    <w:rsid w:val="0068663D"/>
    <w:rsid w:val="006B1EA4"/>
    <w:rsid w:val="006B245C"/>
    <w:rsid w:val="006B6256"/>
    <w:rsid w:val="006C7F21"/>
    <w:rsid w:val="006D20CE"/>
    <w:rsid w:val="006D3FD1"/>
    <w:rsid w:val="006E2031"/>
    <w:rsid w:val="0071290B"/>
    <w:rsid w:val="0072370B"/>
    <w:rsid w:val="00737781"/>
    <w:rsid w:val="007445BF"/>
    <w:rsid w:val="00750E5F"/>
    <w:rsid w:val="00761ABC"/>
    <w:rsid w:val="007648CF"/>
    <w:rsid w:val="0077299B"/>
    <w:rsid w:val="00787FCD"/>
    <w:rsid w:val="007A6178"/>
    <w:rsid w:val="007A71B7"/>
    <w:rsid w:val="007B2087"/>
    <w:rsid w:val="007B7330"/>
    <w:rsid w:val="007C39B6"/>
    <w:rsid w:val="007C4C79"/>
    <w:rsid w:val="007D2344"/>
    <w:rsid w:val="007D49DF"/>
    <w:rsid w:val="007E4AAC"/>
    <w:rsid w:val="007F02D8"/>
    <w:rsid w:val="007F198B"/>
    <w:rsid w:val="007F19B0"/>
    <w:rsid w:val="007F4D3E"/>
    <w:rsid w:val="008009B7"/>
    <w:rsid w:val="0080165E"/>
    <w:rsid w:val="0080663C"/>
    <w:rsid w:val="008121E3"/>
    <w:rsid w:val="0081557B"/>
    <w:rsid w:val="008169A8"/>
    <w:rsid w:val="00817C07"/>
    <w:rsid w:val="008231C5"/>
    <w:rsid w:val="00827935"/>
    <w:rsid w:val="0083005B"/>
    <w:rsid w:val="008435C8"/>
    <w:rsid w:val="008532C4"/>
    <w:rsid w:val="00866203"/>
    <w:rsid w:val="008735E9"/>
    <w:rsid w:val="00875503"/>
    <w:rsid w:val="00880CDB"/>
    <w:rsid w:val="008915B3"/>
    <w:rsid w:val="00893019"/>
    <w:rsid w:val="008A3CE8"/>
    <w:rsid w:val="008A7251"/>
    <w:rsid w:val="008C1495"/>
    <w:rsid w:val="008C48ED"/>
    <w:rsid w:val="008D0012"/>
    <w:rsid w:val="008F023C"/>
    <w:rsid w:val="00905BE1"/>
    <w:rsid w:val="00922F2F"/>
    <w:rsid w:val="00923304"/>
    <w:rsid w:val="00937760"/>
    <w:rsid w:val="00943845"/>
    <w:rsid w:val="00943E15"/>
    <w:rsid w:val="00946892"/>
    <w:rsid w:val="00952298"/>
    <w:rsid w:val="00964B52"/>
    <w:rsid w:val="00971505"/>
    <w:rsid w:val="00985F46"/>
    <w:rsid w:val="00986C0A"/>
    <w:rsid w:val="00987DF6"/>
    <w:rsid w:val="009B77D7"/>
    <w:rsid w:val="009D0EE4"/>
    <w:rsid w:val="009D4661"/>
    <w:rsid w:val="009D59FB"/>
    <w:rsid w:val="009D6593"/>
    <w:rsid w:val="009E28DC"/>
    <w:rsid w:val="00A05A91"/>
    <w:rsid w:val="00A145E9"/>
    <w:rsid w:val="00A16D96"/>
    <w:rsid w:val="00A2562E"/>
    <w:rsid w:val="00A26792"/>
    <w:rsid w:val="00A306F7"/>
    <w:rsid w:val="00A32D8F"/>
    <w:rsid w:val="00A3781F"/>
    <w:rsid w:val="00A5242C"/>
    <w:rsid w:val="00A601EE"/>
    <w:rsid w:val="00A63908"/>
    <w:rsid w:val="00A67C12"/>
    <w:rsid w:val="00A838A9"/>
    <w:rsid w:val="00A85ABD"/>
    <w:rsid w:val="00AB23DF"/>
    <w:rsid w:val="00AB3333"/>
    <w:rsid w:val="00AB58BA"/>
    <w:rsid w:val="00AB6AC1"/>
    <w:rsid w:val="00AC40A5"/>
    <w:rsid w:val="00AF0218"/>
    <w:rsid w:val="00AF124C"/>
    <w:rsid w:val="00B00D0E"/>
    <w:rsid w:val="00B00F03"/>
    <w:rsid w:val="00B07282"/>
    <w:rsid w:val="00B14CAE"/>
    <w:rsid w:val="00B22D08"/>
    <w:rsid w:val="00B266C6"/>
    <w:rsid w:val="00B4012C"/>
    <w:rsid w:val="00B40ABE"/>
    <w:rsid w:val="00B50925"/>
    <w:rsid w:val="00B5139E"/>
    <w:rsid w:val="00B525D1"/>
    <w:rsid w:val="00B5339E"/>
    <w:rsid w:val="00B85FEB"/>
    <w:rsid w:val="00B912F3"/>
    <w:rsid w:val="00B97082"/>
    <w:rsid w:val="00BA508A"/>
    <w:rsid w:val="00BB0213"/>
    <w:rsid w:val="00BC496C"/>
    <w:rsid w:val="00BE0CE9"/>
    <w:rsid w:val="00BE119F"/>
    <w:rsid w:val="00BE27E7"/>
    <w:rsid w:val="00BF31B5"/>
    <w:rsid w:val="00C050DF"/>
    <w:rsid w:val="00C15668"/>
    <w:rsid w:val="00C30844"/>
    <w:rsid w:val="00C33043"/>
    <w:rsid w:val="00C412B3"/>
    <w:rsid w:val="00C41322"/>
    <w:rsid w:val="00C65FCF"/>
    <w:rsid w:val="00C733AA"/>
    <w:rsid w:val="00C77488"/>
    <w:rsid w:val="00C878C6"/>
    <w:rsid w:val="00C93B32"/>
    <w:rsid w:val="00CB1D32"/>
    <w:rsid w:val="00CC0683"/>
    <w:rsid w:val="00CC6BF8"/>
    <w:rsid w:val="00CC6FFB"/>
    <w:rsid w:val="00CD0B8D"/>
    <w:rsid w:val="00D03FC1"/>
    <w:rsid w:val="00D10F0B"/>
    <w:rsid w:val="00D12D62"/>
    <w:rsid w:val="00D14A9A"/>
    <w:rsid w:val="00D24C78"/>
    <w:rsid w:val="00D403CB"/>
    <w:rsid w:val="00D454D4"/>
    <w:rsid w:val="00D57E9C"/>
    <w:rsid w:val="00D6318E"/>
    <w:rsid w:val="00D802E7"/>
    <w:rsid w:val="00D81E81"/>
    <w:rsid w:val="00D94F3F"/>
    <w:rsid w:val="00DA6A00"/>
    <w:rsid w:val="00DC290F"/>
    <w:rsid w:val="00DC53DD"/>
    <w:rsid w:val="00DE56E7"/>
    <w:rsid w:val="00DE60E5"/>
    <w:rsid w:val="00DF73AF"/>
    <w:rsid w:val="00E12DD3"/>
    <w:rsid w:val="00E21EBE"/>
    <w:rsid w:val="00E36EB0"/>
    <w:rsid w:val="00E45966"/>
    <w:rsid w:val="00E61BE0"/>
    <w:rsid w:val="00E62314"/>
    <w:rsid w:val="00E6582A"/>
    <w:rsid w:val="00E67455"/>
    <w:rsid w:val="00E734EE"/>
    <w:rsid w:val="00E814FF"/>
    <w:rsid w:val="00E822EE"/>
    <w:rsid w:val="00EA738F"/>
    <w:rsid w:val="00EB1CDA"/>
    <w:rsid w:val="00EB3C86"/>
    <w:rsid w:val="00EC3BC6"/>
    <w:rsid w:val="00EC3E23"/>
    <w:rsid w:val="00EC442E"/>
    <w:rsid w:val="00EC531A"/>
    <w:rsid w:val="00ED6B84"/>
    <w:rsid w:val="00EF68C9"/>
    <w:rsid w:val="00F0172F"/>
    <w:rsid w:val="00F07093"/>
    <w:rsid w:val="00F12167"/>
    <w:rsid w:val="00F1419F"/>
    <w:rsid w:val="00F4483F"/>
    <w:rsid w:val="00F449AC"/>
    <w:rsid w:val="00F44F58"/>
    <w:rsid w:val="00F86854"/>
    <w:rsid w:val="00F92445"/>
    <w:rsid w:val="00F934D6"/>
    <w:rsid w:val="00F94061"/>
    <w:rsid w:val="00F94E0D"/>
    <w:rsid w:val="00FB226B"/>
    <w:rsid w:val="00FB3768"/>
    <w:rsid w:val="00FC3E87"/>
    <w:rsid w:val="00FC7209"/>
    <w:rsid w:val="00FC7FCD"/>
    <w:rsid w:val="00FD5A52"/>
    <w:rsid w:val="00FE4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D3E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C412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12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412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12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412B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C41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12B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033FB2"/>
    <w:pPr>
      <w:ind w:left="720"/>
    </w:pPr>
  </w:style>
  <w:style w:type="paragraph" w:styleId="Header">
    <w:name w:val="header"/>
    <w:basedOn w:val="Normal"/>
    <w:link w:val="HeaderChar"/>
    <w:uiPriority w:val="99"/>
    <w:rsid w:val="001A1D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A1DE7"/>
  </w:style>
  <w:style w:type="paragraph" w:styleId="Footer">
    <w:name w:val="footer"/>
    <w:basedOn w:val="Normal"/>
    <w:link w:val="FooterChar"/>
    <w:uiPriority w:val="99"/>
    <w:rsid w:val="001A1D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A1DE7"/>
  </w:style>
  <w:style w:type="paragraph" w:styleId="NoSpacing">
    <w:name w:val="No Spacing"/>
    <w:uiPriority w:val="99"/>
    <w:qFormat/>
    <w:rsid w:val="000D1E65"/>
    <w:rPr>
      <w:rFonts w:cs="Calibri"/>
      <w:lang w:eastAsia="en-US"/>
    </w:rPr>
  </w:style>
  <w:style w:type="table" w:styleId="TableGrid">
    <w:name w:val="Table Grid"/>
    <w:basedOn w:val="TableNormal"/>
    <w:uiPriority w:val="99"/>
    <w:rsid w:val="00121158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605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4</Pages>
  <Words>865</Words>
  <Characters>4936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Тетушкина Екатерина Евгеньевна</dc:creator>
  <cp:keywords/>
  <dc:description/>
  <cp:lastModifiedBy>Пользователь</cp:lastModifiedBy>
  <cp:revision>7</cp:revision>
  <cp:lastPrinted>2018-12-18T12:33:00Z</cp:lastPrinted>
  <dcterms:created xsi:type="dcterms:W3CDTF">2018-12-18T09:45:00Z</dcterms:created>
  <dcterms:modified xsi:type="dcterms:W3CDTF">2018-12-28T05:56:00Z</dcterms:modified>
</cp:coreProperties>
</file>