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E7" w:rsidRDefault="003B25E7" w:rsidP="002339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3B25E7" w:rsidRDefault="003B25E7" w:rsidP="009423CA">
      <w:pPr>
        <w:rPr>
          <w:b/>
          <w:bCs/>
          <w:sz w:val="28"/>
          <w:szCs w:val="28"/>
        </w:rPr>
      </w:pPr>
    </w:p>
    <w:p w:rsidR="003B25E7" w:rsidRDefault="003B25E7" w:rsidP="009423CA">
      <w:pPr>
        <w:rPr>
          <w:b/>
          <w:bCs/>
          <w:sz w:val="28"/>
          <w:szCs w:val="28"/>
        </w:rPr>
      </w:pPr>
    </w:p>
    <w:p w:rsidR="003B25E7" w:rsidRPr="00AE4D6F" w:rsidRDefault="003B25E7" w:rsidP="009423CA">
      <w:pPr>
        <w:rPr>
          <w:b/>
          <w:bCs/>
          <w:sz w:val="20"/>
          <w:szCs w:val="20"/>
        </w:rPr>
      </w:pPr>
    </w:p>
    <w:p w:rsidR="003B25E7" w:rsidRPr="00AE4D6F" w:rsidRDefault="003B25E7" w:rsidP="00AE4D6F">
      <w:pPr>
        <w:rPr>
          <w:b/>
          <w:bCs/>
          <w:sz w:val="28"/>
          <w:szCs w:val="28"/>
        </w:rPr>
      </w:pPr>
    </w:p>
    <w:p w:rsidR="003B25E7" w:rsidRDefault="003B25E7" w:rsidP="00A15FF0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3B25E7" w:rsidRDefault="003B25E7" w:rsidP="00A15FF0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3B25E7" w:rsidRDefault="003B25E7" w:rsidP="00A64E4F">
      <w:pPr>
        <w:jc w:val="both"/>
        <w:rPr>
          <w:sz w:val="28"/>
          <w:szCs w:val="28"/>
        </w:rPr>
      </w:pPr>
    </w:p>
    <w:p w:rsidR="003B25E7" w:rsidRDefault="003B25E7" w:rsidP="00FA2104">
      <w:pPr>
        <w:jc w:val="center"/>
      </w:pPr>
    </w:p>
    <w:p w:rsidR="003B25E7" w:rsidRDefault="003B25E7" w:rsidP="00FA2104">
      <w:pPr>
        <w:jc w:val="center"/>
      </w:pPr>
      <w:r>
        <w:t>Принят Законодательным Собранием Ульяновской области 13 декабря 2018 года</w:t>
      </w:r>
    </w:p>
    <w:p w:rsidR="003B25E7" w:rsidRPr="00CE5048" w:rsidRDefault="003B25E7" w:rsidP="00FA2104">
      <w:pPr>
        <w:jc w:val="center"/>
      </w:pPr>
    </w:p>
    <w:p w:rsidR="003B25E7" w:rsidRPr="00AE4D6F" w:rsidRDefault="003B25E7" w:rsidP="0000445C">
      <w:pPr>
        <w:suppressAutoHyphens/>
        <w:spacing w:line="360" w:lineRule="auto"/>
        <w:jc w:val="both"/>
        <w:rPr>
          <w:sz w:val="28"/>
          <w:szCs w:val="28"/>
        </w:rPr>
      </w:pPr>
    </w:p>
    <w:p w:rsidR="003B25E7" w:rsidRDefault="003B25E7" w:rsidP="00A15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5 к </w:t>
      </w:r>
      <w:r w:rsidRPr="00E41DF2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 xml:space="preserve">Ульяновская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>89; от 30.01.2018 № 6;</w:t>
      </w:r>
      <w:r>
        <w:rPr>
          <w:sz w:val="28"/>
          <w:szCs w:val="28"/>
        </w:rPr>
        <w:br/>
        <w:t xml:space="preserve">от 30.03.2018 № 21; от 13.04.2018 № 25; от 01.06.2018 № 36; от 19.06.2018 </w:t>
      </w:r>
      <w:r>
        <w:rPr>
          <w:sz w:val="28"/>
          <w:szCs w:val="28"/>
        </w:rPr>
        <w:br/>
        <w:t>№ 43; от 04.09.2018 № 64; от 02.11.2018 № 81</w:t>
      </w:r>
      <w:r w:rsidRPr="00E41DF2">
        <w:rPr>
          <w:sz w:val="28"/>
          <w:szCs w:val="28"/>
        </w:rPr>
        <w:t>),</w:t>
      </w:r>
      <w:r w:rsidRPr="00D35D5F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изменение, дополнив его строкой 10 следующего содержания:</w:t>
      </w:r>
    </w:p>
    <w:p w:rsidR="003B25E7" w:rsidRPr="00761BA3" w:rsidRDefault="003B25E7" w:rsidP="006C4AD7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"/>
        <w:gridCol w:w="566"/>
        <w:gridCol w:w="2868"/>
        <w:gridCol w:w="2836"/>
        <w:gridCol w:w="2795"/>
        <w:gridCol w:w="433"/>
      </w:tblGrid>
      <w:tr w:rsidR="003B25E7" w:rsidRPr="00263B79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3B25E7" w:rsidRPr="00263B79" w:rsidRDefault="003B25E7" w:rsidP="006C4AD7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</w:tcPr>
          <w:p w:rsidR="003B25E7" w:rsidRPr="00263B79" w:rsidRDefault="003B25E7" w:rsidP="006C4AD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263B79">
              <w:rPr>
                <w:sz w:val="28"/>
                <w:szCs w:val="28"/>
              </w:rPr>
              <w:t>.</w:t>
            </w:r>
          </w:p>
        </w:tc>
        <w:tc>
          <w:tcPr>
            <w:tcW w:w="2966" w:type="dxa"/>
          </w:tcPr>
          <w:p w:rsidR="003B25E7" w:rsidRDefault="003B25E7" w:rsidP="00A15F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помещение, назначение: нежилое помещение, площадь 138,0 кв. м, этаж № 1, кадастровый номер: 73:24:010208:37</w:t>
            </w:r>
          </w:p>
        </w:tc>
        <w:tc>
          <w:tcPr>
            <w:tcW w:w="2880" w:type="dxa"/>
          </w:tcPr>
          <w:p w:rsidR="003B25E7" w:rsidRPr="00A15FF0" w:rsidRDefault="003B25E7" w:rsidP="00A15FF0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15FF0">
              <w:rPr>
                <w:spacing w:val="-4"/>
                <w:sz w:val="28"/>
                <w:szCs w:val="28"/>
              </w:rPr>
              <w:t xml:space="preserve">Российская Федерация, Ульяновская область, г. Ульяновск, </w:t>
            </w:r>
            <w:r>
              <w:rPr>
                <w:spacing w:val="-4"/>
                <w:sz w:val="28"/>
                <w:szCs w:val="28"/>
              </w:rPr>
              <w:br/>
            </w:r>
            <w:r w:rsidRPr="00A15FF0">
              <w:rPr>
                <w:spacing w:val="-4"/>
                <w:sz w:val="28"/>
                <w:szCs w:val="28"/>
              </w:rPr>
              <w:t>р-н Железнодорожный, ул. 12 Сентября, д. 90, пом. 3-10</w:t>
            </w:r>
          </w:p>
        </w:tc>
        <w:tc>
          <w:tcPr>
            <w:tcW w:w="2880" w:type="dxa"/>
          </w:tcPr>
          <w:p w:rsidR="003B25E7" w:rsidRDefault="003B25E7" w:rsidP="00A15F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«город Ульяновск»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3B25E7" w:rsidRPr="00263B79" w:rsidRDefault="003B25E7" w:rsidP="006C4AD7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3B25E7" w:rsidRPr="00AE4D6F" w:rsidRDefault="003B25E7" w:rsidP="00AE4D6F">
      <w:pPr>
        <w:suppressAutoHyphens/>
        <w:jc w:val="both"/>
        <w:rPr>
          <w:sz w:val="16"/>
          <w:szCs w:val="16"/>
        </w:rPr>
      </w:pPr>
    </w:p>
    <w:p w:rsidR="003B25E7" w:rsidRDefault="003B25E7" w:rsidP="00AE4D6F">
      <w:pPr>
        <w:suppressAutoHyphens/>
        <w:ind w:right="21"/>
        <w:jc w:val="both"/>
        <w:rPr>
          <w:b/>
          <w:bCs/>
          <w:sz w:val="28"/>
          <w:szCs w:val="28"/>
        </w:rPr>
      </w:pPr>
    </w:p>
    <w:p w:rsidR="003B25E7" w:rsidRPr="009423CA" w:rsidRDefault="003B25E7" w:rsidP="00AE4D6F">
      <w:pPr>
        <w:suppressAutoHyphens/>
        <w:ind w:right="21"/>
        <w:jc w:val="both"/>
        <w:rPr>
          <w:b/>
          <w:bCs/>
          <w:sz w:val="28"/>
          <w:szCs w:val="28"/>
        </w:rPr>
      </w:pPr>
    </w:p>
    <w:p w:rsidR="003B25E7" w:rsidRPr="00E41DF2" w:rsidRDefault="003B25E7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  </w:t>
      </w:r>
      <w:r w:rsidRPr="00E41DF2">
        <w:rPr>
          <w:b/>
          <w:bCs/>
          <w:sz w:val="28"/>
          <w:szCs w:val="28"/>
        </w:rPr>
        <w:t>С.И.Морозов</w:t>
      </w:r>
    </w:p>
    <w:p w:rsidR="003B25E7" w:rsidRDefault="003B25E7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B25E7" w:rsidRDefault="003B25E7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B25E7" w:rsidRDefault="003B25E7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B25E7" w:rsidRPr="00DD1577" w:rsidRDefault="003B25E7" w:rsidP="00AE4D6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3B25E7" w:rsidRPr="00DD1577" w:rsidRDefault="003B25E7" w:rsidP="00AE4D6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декабря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B25E7" w:rsidRPr="00FC14A8" w:rsidRDefault="003B25E7" w:rsidP="00AE4D6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155-</w:t>
      </w:r>
      <w:r w:rsidRPr="00FC14A8">
        <w:rPr>
          <w:rFonts w:ascii="Times New Roman" w:hAnsi="Times New Roman" w:cs="Times New Roman"/>
          <w:sz w:val="28"/>
          <w:szCs w:val="28"/>
        </w:rPr>
        <w:t>ЗО</w:t>
      </w:r>
    </w:p>
    <w:sectPr w:rsidR="003B25E7" w:rsidRPr="00FC14A8" w:rsidSect="00AE4D6F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5E7" w:rsidRDefault="003B25E7">
      <w:r>
        <w:separator/>
      </w:r>
    </w:p>
  </w:endnote>
  <w:endnote w:type="continuationSeparator" w:id="0">
    <w:p w:rsidR="003B25E7" w:rsidRDefault="003B2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5E7" w:rsidRPr="009423CA" w:rsidRDefault="003B25E7" w:rsidP="009423C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0911ан2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5E7" w:rsidRDefault="003B25E7">
      <w:r>
        <w:separator/>
      </w:r>
    </w:p>
  </w:footnote>
  <w:footnote w:type="continuationSeparator" w:id="0">
    <w:p w:rsidR="003B25E7" w:rsidRDefault="003B2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5E7" w:rsidRPr="009423CA" w:rsidRDefault="003B25E7" w:rsidP="009423CA">
    <w:pPr>
      <w:pStyle w:val="Header"/>
      <w:jc w:val="center"/>
      <w:rPr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37FE"/>
    <w:rsid w:val="000B7400"/>
    <w:rsid w:val="000C16E0"/>
    <w:rsid w:val="000E13FB"/>
    <w:rsid w:val="000E48F0"/>
    <w:rsid w:val="000E5A36"/>
    <w:rsid w:val="000F0B52"/>
    <w:rsid w:val="000F103C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014C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561A"/>
    <w:rsid w:val="001E784E"/>
    <w:rsid w:val="002339E6"/>
    <w:rsid w:val="00234145"/>
    <w:rsid w:val="00234782"/>
    <w:rsid w:val="0024361D"/>
    <w:rsid w:val="00250F43"/>
    <w:rsid w:val="00263B79"/>
    <w:rsid w:val="0026463C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2A0B"/>
    <w:rsid w:val="002E6EA7"/>
    <w:rsid w:val="002E7A85"/>
    <w:rsid w:val="002F1618"/>
    <w:rsid w:val="002F288D"/>
    <w:rsid w:val="00315598"/>
    <w:rsid w:val="00315EB0"/>
    <w:rsid w:val="00322A04"/>
    <w:rsid w:val="00336BEB"/>
    <w:rsid w:val="003371D2"/>
    <w:rsid w:val="00340383"/>
    <w:rsid w:val="00342DDD"/>
    <w:rsid w:val="00344CF3"/>
    <w:rsid w:val="00353A43"/>
    <w:rsid w:val="00361FC9"/>
    <w:rsid w:val="0037670C"/>
    <w:rsid w:val="00385375"/>
    <w:rsid w:val="0039583D"/>
    <w:rsid w:val="00395EA1"/>
    <w:rsid w:val="0039799B"/>
    <w:rsid w:val="003A1315"/>
    <w:rsid w:val="003A7513"/>
    <w:rsid w:val="003B25E7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B27"/>
    <w:rsid w:val="00484CF7"/>
    <w:rsid w:val="00486816"/>
    <w:rsid w:val="00487556"/>
    <w:rsid w:val="0049090E"/>
    <w:rsid w:val="004917D7"/>
    <w:rsid w:val="004961C5"/>
    <w:rsid w:val="004C0BC2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16B92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A1DBD"/>
    <w:rsid w:val="006B0634"/>
    <w:rsid w:val="006B0C1C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1BA3"/>
    <w:rsid w:val="007645CB"/>
    <w:rsid w:val="0078466F"/>
    <w:rsid w:val="00786605"/>
    <w:rsid w:val="00791A76"/>
    <w:rsid w:val="00794D7E"/>
    <w:rsid w:val="00796DBD"/>
    <w:rsid w:val="007A72C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368F"/>
    <w:rsid w:val="00877E3B"/>
    <w:rsid w:val="00881FB6"/>
    <w:rsid w:val="008A2363"/>
    <w:rsid w:val="008A4C3C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4159"/>
    <w:rsid w:val="00936956"/>
    <w:rsid w:val="00941FFF"/>
    <w:rsid w:val="00942265"/>
    <w:rsid w:val="009423CA"/>
    <w:rsid w:val="00961CE1"/>
    <w:rsid w:val="009649A4"/>
    <w:rsid w:val="00970057"/>
    <w:rsid w:val="009708BE"/>
    <w:rsid w:val="00970932"/>
    <w:rsid w:val="0097575E"/>
    <w:rsid w:val="009757A4"/>
    <w:rsid w:val="00975B70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4644"/>
    <w:rsid w:val="009E7C99"/>
    <w:rsid w:val="009F37E1"/>
    <w:rsid w:val="009F51E1"/>
    <w:rsid w:val="00A009C1"/>
    <w:rsid w:val="00A11C6F"/>
    <w:rsid w:val="00A15FF0"/>
    <w:rsid w:val="00A1657E"/>
    <w:rsid w:val="00A225B6"/>
    <w:rsid w:val="00A55FAC"/>
    <w:rsid w:val="00A61DC5"/>
    <w:rsid w:val="00A64E4F"/>
    <w:rsid w:val="00A7002F"/>
    <w:rsid w:val="00A76FF7"/>
    <w:rsid w:val="00A804AE"/>
    <w:rsid w:val="00A80D66"/>
    <w:rsid w:val="00A91B01"/>
    <w:rsid w:val="00A92F6C"/>
    <w:rsid w:val="00A97C83"/>
    <w:rsid w:val="00AA6294"/>
    <w:rsid w:val="00AB1C11"/>
    <w:rsid w:val="00AB7112"/>
    <w:rsid w:val="00AC23ED"/>
    <w:rsid w:val="00AC2C84"/>
    <w:rsid w:val="00AC3327"/>
    <w:rsid w:val="00AC4814"/>
    <w:rsid w:val="00AC640B"/>
    <w:rsid w:val="00AE24FF"/>
    <w:rsid w:val="00AE4D6F"/>
    <w:rsid w:val="00AF5CCD"/>
    <w:rsid w:val="00B03CBF"/>
    <w:rsid w:val="00B15403"/>
    <w:rsid w:val="00B23F0A"/>
    <w:rsid w:val="00B3348C"/>
    <w:rsid w:val="00B400BE"/>
    <w:rsid w:val="00B40C26"/>
    <w:rsid w:val="00B40C90"/>
    <w:rsid w:val="00B60867"/>
    <w:rsid w:val="00B62406"/>
    <w:rsid w:val="00B66C69"/>
    <w:rsid w:val="00B900C9"/>
    <w:rsid w:val="00B92061"/>
    <w:rsid w:val="00B979E2"/>
    <w:rsid w:val="00BA49DA"/>
    <w:rsid w:val="00BB063E"/>
    <w:rsid w:val="00BB0900"/>
    <w:rsid w:val="00BB1D95"/>
    <w:rsid w:val="00BB39DB"/>
    <w:rsid w:val="00BB651C"/>
    <w:rsid w:val="00BD53BF"/>
    <w:rsid w:val="00BE0A2B"/>
    <w:rsid w:val="00C057BD"/>
    <w:rsid w:val="00C317E5"/>
    <w:rsid w:val="00C50079"/>
    <w:rsid w:val="00C553F8"/>
    <w:rsid w:val="00C616DA"/>
    <w:rsid w:val="00C64118"/>
    <w:rsid w:val="00C75EFC"/>
    <w:rsid w:val="00C7609D"/>
    <w:rsid w:val="00C84D63"/>
    <w:rsid w:val="00C90D8A"/>
    <w:rsid w:val="00C9436E"/>
    <w:rsid w:val="00C95AB3"/>
    <w:rsid w:val="00C978DB"/>
    <w:rsid w:val="00CB1554"/>
    <w:rsid w:val="00CB6E25"/>
    <w:rsid w:val="00CC4DB2"/>
    <w:rsid w:val="00CC7A62"/>
    <w:rsid w:val="00CD46C6"/>
    <w:rsid w:val="00CD5CC4"/>
    <w:rsid w:val="00CD66A6"/>
    <w:rsid w:val="00CE1F9B"/>
    <w:rsid w:val="00CE5048"/>
    <w:rsid w:val="00D04334"/>
    <w:rsid w:val="00D109FE"/>
    <w:rsid w:val="00D15912"/>
    <w:rsid w:val="00D20FCD"/>
    <w:rsid w:val="00D259DE"/>
    <w:rsid w:val="00D30274"/>
    <w:rsid w:val="00D328D6"/>
    <w:rsid w:val="00D35D5F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1577"/>
    <w:rsid w:val="00DE38AF"/>
    <w:rsid w:val="00DE6182"/>
    <w:rsid w:val="00DF0334"/>
    <w:rsid w:val="00DF2F9D"/>
    <w:rsid w:val="00DF5E12"/>
    <w:rsid w:val="00E03BAA"/>
    <w:rsid w:val="00E14248"/>
    <w:rsid w:val="00E1488C"/>
    <w:rsid w:val="00E15588"/>
    <w:rsid w:val="00E17C95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3D9B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37846"/>
    <w:rsid w:val="00F40721"/>
    <w:rsid w:val="00F440E7"/>
    <w:rsid w:val="00F454E6"/>
    <w:rsid w:val="00F478DC"/>
    <w:rsid w:val="00F6463F"/>
    <w:rsid w:val="00F66687"/>
    <w:rsid w:val="00F66D68"/>
    <w:rsid w:val="00FA1731"/>
    <w:rsid w:val="00FA2104"/>
    <w:rsid w:val="00FB5993"/>
    <w:rsid w:val="00FC14A8"/>
    <w:rsid w:val="00FC3A6C"/>
    <w:rsid w:val="00FD1F91"/>
    <w:rsid w:val="00FD7DFA"/>
    <w:rsid w:val="00FE0C24"/>
    <w:rsid w:val="00FE1818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657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  <w:szCs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175</Words>
  <Characters>998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9</cp:revision>
  <cp:lastPrinted>2018-11-09T10:40:00Z</cp:lastPrinted>
  <dcterms:created xsi:type="dcterms:W3CDTF">2018-11-09T12:19:00Z</dcterms:created>
  <dcterms:modified xsi:type="dcterms:W3CDTF">2018-12-24T07:44:00Z</dcterms:modified>
</cp:coreProperties>
</file>