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064" w:rsidRDefault="00C76064" w:rsidP="007B5BD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C76064" w:rsidRDefault="00C76064" w:rsidP="007B5BD1">
      <w:pPr>
        <w:suppressAutoHyphens/>
        <w:jc w:val="center"/>
        <w:rPr>
          <w:b/>
          <w:bCs/>
          <w:sz w:val="28"/>
          <w:szCs w:val="28"/>
        </w:rPr>
      </w:pPr>
    </w:p>
    <w:p w:rsidR="00C76064" w:rsidRDefault="00C76064" w:rsidP="007B5BD1">
      <w:pPr>
        <w:suppressAutoHyphens/>
        <w:jc w:val="center"/>
        <w:rPr>
          <w:b/>
          <w:bCs/>
          <w:sz w:val="28"/>
          <w:szCs w:val="28"/>
        </w:rPr>
      </w:pPr>
    </w:p>
    <w:p w:rsidR="00C76064" w:rsidRDefault="00C76064" w:rsidP="007B5BD1">
      <w:pPr>
        <w:suppressAutoHyphens/>
        <w:jc w:val="center"/>
        <w:rPr>
          <w:b/>
          <w:bCs/>
          <w:sz w:val="28"/>
          <w:szCs w:val="28"/>
        </w:rPr>
      </w:pPr>
    </w:p>
    <w:p w:rsidR="00C76064" w:rsidRPr="003216D7" w:rsidRDefault="00C76064" w:rsidP="003216D7">
      <w:pPr>
        <w:suppressAutoHyphens/>
        <w:jc w:val="center"/>
        <w:rPr>
          <w:b/>
          <w:bCs/>
          <w:sz w:val="36"/>
          <w:szCs w:val="36"/>
        </w:rPr>
      </w:pPr>
    </w:p>
    <w:p w:rsidR="00C76064" w:rsidRPr="003118C4" w:rsidRDefault="00C76064" w:rsidP="007B5BD1">
      <w:pPr>
        <w:suppressAutoHyphens/>
        <w:jc w:val="center"/>
        <w:rPr>
          <w:b/>
          <w:bCs/>
          <w:sz w:val="28"/>
          <w:szCs w:val="28"/>
        </w:rPr>
      </w:pPr>
      <w:r w:rsidRPr="003118C4"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я</w:t>
      </w:r>
      <w:r w:rsidRPr="003118C4">
        <w:rPr>
          <w:b/>
          <w:bCs/>
          <w:sz w:val="28"/>
          <w:szCs w:val="28"/>
        </w:rPr>
        <w:t xml:space="preserve"> в Закон Ульяновской области </w:t>
      </w:r>
      <w:r w:rsidRPr="003118C4">
        <w:rPr>
          <w:b/>
          <w:bCs/>
          <w:sz w:val="28"/>
          <w:szCs w:val="28"/>
        </w:rPr>
        <w:br/>
        <w:t>«Об утверждении Программы управления государственной</w:t>
      </w:r>
    </w:p>
    <w:p w:rsidR="00C76064" w:rsidRDefault="00C76064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bCs/>
          <w:sz w:val="28"/>
          <w:szCs w:val="28"/>
        </w:rPr>
        <w:t>собственностью Ульяновской области на 201</w:t>
      </w:r>
      <w:r>
        <w:rPr>
          <w:b/>
          <w:bCs/>
          <w:sz w:val="28"/>
          <w:szCs w:val="28"/>
        </w:rPr>
        <w:t>8</w:t>
      </w:r>
      <w:r w:rsidRPr="003118C4">
        <w:rPr>
          <w:b/>
          <w:bCs/>
          <w:sz w:val="28"/>
          <w:szCs w:val="28"/>
        </w:rPr>
        <w:t xml:space="preserve"> год» </w:t>
      </w:r>
    </w:p>
    <w:p w:rsidR="00C76064" w:rsidRDefault="00C76064" w:rsidP="007B5BD1">
      <w:pPr>
        <w:suppressAutoHyphens/>
      </w:pPr>
    </w:p>
    <w:p w:rsidR="00C76064" w:rsidRDefault="00C76064" w:rsidP="007B5BD1">
      <w:pPr>
        <w:suppressAutoHyphens/>
      </w:pPr>
    </w:p>
    <w:p w:rsidR="00C76064" w:rsidRDefault="00C76064" w:rsidP="007B5BD1">
      <w:pPr>
        <w:suppressAutoHyphens/>
      </w:pPr>
    </w:p>
    <w:p w:rsidR="00C76064" w:rsidRDefault="00C76064" w:rsidP="007B5BD1">
      <w:pPr>
        <w:suppressAutoHyphens/>
      </w:pPr>
    </w:p>
    <w:p w:rsidR="00C76064" w:rsidRDefault="00C76064" w:rsidP="00614A0F">
      <w:pPr>
        <w:suppressAutoHyphens/>
        <w:jc w:val="center"/>
      </w:pPr>
      <w:r>
        <w:t>Принят Законодательным Собранием Ульяновской области 13 декабря 2018 года</w:t>
      </w:r>
    </w:p>
    <w:p w:rsidR="00C76064" w:rsidRDefault="00C76064" w:rsidP="007B5BD1">
      <w:pPr>
        <w:suppressAutoHyphens/>
      </w:pPr>
    </w:p>
    <w:p w:rsidR="00C76064" w:rsidRDefault="00C76064" w:rsidP="007B5BD1">
      <w:pPr>
        <w:suppressAutoHyphens/>
      </w:pPr>
    </w:p>
    <w:p w:rsidR="00C76064" w:rsidRDefault="00C76064" w:rsidP="007B5BD1">
      <w:pPr>
        <w:suppressAutoHyphens/>
      </w:pPr>
    </w:p>
    <w:p w:rsidR="00C76064" w:rsidRPr="006457F0" w:rsidRDefault="00C76064" w:rsidP="007B5BD1">
      <w:pPr>
        <w:suppressAutoHyphens/>
        <w:rPr>
          <w:sz w:val="2"/>
          <w:szCs w:val="2"/>
        </w:rPr>
      </w:pPr>
    </w:p>
    <w:p w:rsidR="00C76064" w:rsidRDefault="00C76064" w:rsidP="003216D7">
      <w:pPr>
        <w:suppressAutoHyphens/>
      </w:pPr>
    </w:p>
    <w:p w:rsidR="00C76064" w:rsidRDefault="00C76064" w:rsidP="003216D7">
      <w:pPr>
        <w:suppressAutoHyphens/>
      </w:pPr>
    </w:p>
    <w:p w:rsidR="00C76064" w:rsidRDefault="00C76064" w:rsidP="003216D7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4 к Программе управления государственной собственностью Ульяновской области на 2018 год, утверждённой Законом Ульяновской области от 27 ноября 2017 года № 155-ЗО «Об утверждении Программы управления государс</w:t>
      </w:r>
      <w:bookmarkStart w:id="0" w:name="_GoBack"/>
      <w:bookmarkEnd w:id="0"/>
      <w:r>
        <w:rPr>
          <w:sz w:val="28"/>
          <w:szCs w:val="28"/>
        </w:rPr>
        <w:t>твенной собственностью Ульяновской области</w:t>
      </w:r>
      <w:r>
        <w:rPr>
          <w:sz w:val="28"/>
          <w:szCs w:val="28"/>
        </w:rPr>
        <w:br/>
        <w:t>на 2018 год»</w:t>
      </w:r>
      <w:r w:rsidRPr="000012F7">
        <w:rPr>
          <w:sz w:val="28"/>
          <w:szCs w:val="28"/>
        </w:rPr>
        <w:t xml:space="preserve"> </w:t>
      </w:r>
      <w:r>
        <w:rPr>
          <w:sz w:val="28"/>
          <w:szCs w:val="28"/>
        </w:rPr>
        <w:t>(«Ульяновская правда» от 30.11.2017 № 89;</w:t>
      </w:r>
      <w:r w:rsidRPr="00DD386F">
        <w:rPr>
          <w:sz w:val="28"/>
          <w:szCs w:val="28"/>
        </w:rPr>
        <w:t xml:space="preserve"> </w:t>
      </w:r>
      <w:r>
        <w:rPr>
          <w:sz w:val="28"/>
          <w:szCs w:val="28"/>
        </w:rPr>
        <w:t>от 30.01.2018 № 6;</w:t>
      </w:r>
      <w:r>
        <w:rPr>
          <w:sz w:val="28"/>
          <w:szCs w:val="28"/>
        </w:rPr>
        <w:br/>
        <w:t>от 30.03.2018 № 21;</w:t>
      </w:r>
      <w:r w:rsidRPr="004918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13.04.2018 № 25; </w:t>
      </w:r>
      <w:r w:rsidRPr="00270CFA">
        <w:rPr>
          <w:sz w:val="28"/>
          <w:szCs w:val="28"/>
        </w:rPr>
        <w:t>от 01.06.2018 № 36</w:t>
      </w:r>
      <w:r>
        <w:rPr>
          <w:sz w:val="28"/>
          <w:szCs w:val="28"/>
        </w:rPr>
        <w:t xml:space="preserve">; </w:t>
      </w:r>
      <w:r w:rsidRPr="00270CFA">
        <w:rPr>
          <w:sz w:val="28"/>
          <w:szCs w:val="28"/>
        </w:rPr>
        <w:t>от 1</w:t>
      </w:r>
      <w:r>
        <w:rPr>
          <w:sz w:val="28"/>
          <w:szCs w:val="28"/>
        </w:rPr>
        <w:t>9</w:t>
      </w:r>
      <w:r w:rsidRPr="00270CFA">
        <w:rPr>
          <w:sz w:val="28"/>
          <w:szCs w:val="28"/>
        </w:rPr>
        <w:t xml:space="preserve">.06.2018 </w:t>
      </w:r>
      <w:r>
        <w:rPr>
          <w:sz w:val="28"/>
          <w:szCs w:val="28"/>
        </w:rPr>
        <w:br/>
      </w:r>
      <w:r w:rsidRPr="00270CFA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270CFA">
        <w:rPr>
          <w:sz w:val="28"/>
          <w:szCs w:val="28"/>
        </w:rPr>
        <w:t>3</w:t>
      </w:r>
      <w:r>
        <w:rPr>
          <w:sz w:val="28"/>
          <w:szCs w:val="28"/>
        </w:rPr>
        <w:t>;</w:t>
      </w:r>
      <w:r w:rsidRPr="006457F0">
        <w:rPr>
          <w:sz w:val="28"/>
          <w:szCs w:val="28"/>
        </w:rPr>
        <w:t xml:space="preserve"> </w:t>
      </w:r>
      <w:r>
        <w:rPr>
          <w:sz w:val="28"/>
          <w:szCs w:val="28"/>
        </w:rPr>
        <w:t>от 04.09.2018 № 64; от 02.11.2018 № 81),</w:t>
      </w:r>
      <w:r w:rsidRPr="00AC0B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изменение, </w:t>
      </w:r>
      <w:r w:rsidRPr="00DD1577">
        <w:rPr>
          <w:sz w:val="28"/>
          <w:szCs w:val="28"/>
        </w:rPr>
        <w:t>дополнив его строк</w:t>
      </w:r>
      <w:r>
        <w:rPr>
          <w:sz w:val="28"/>
          <w:szCs w:val="28"/>
        </w:rPr>
        <w:t>ами</w:t>
      </w:r>
      <w:r w:rsidRPr="00DD1577">
        <w:rPr>
          <w:sz w:val="28"/>
          <w:szCs w:val="28"/>
        </w:rPr>
        <w:t xml:space="preserve"> </w:t>
      </w:r>
      <w:r>
        <w:rPr>
          <w:sz w:val="28"/>
          <w:szCs w:val="28"/>
        </w:rPr>
        <w:t>7 и 8</w:t>
      </w:r>
      <w:r w:rsidRPr="00DD1577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tbl>
      <w:tblPr>
        <w:tblW w:w="108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26"/>
        <w:gridCol w:w="2409"/>
        <w:gridCol w:w="142"/>
        <w:gridCol w:w="2410"/>
        <w:gridCol w:w="2693"/>
        <w:gridCol w:w="1559"/>
        <w:gridCol w:w="693"/>
      </w:tblGrid>
      <w:tr w:rsidR="00C76064" w:rsidRPr="000B422D">
        <w:trPr>
          <w:trHeight w:val="273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76064" w:rsidRPr="00FC4B1E" w:rsidRDefault="00C76064" w:rsidP="00467302">
            <w:pPr>
              <w:pStyle w:val="ConsPlusNormal"/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4B1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</w:tcPr>
          <w:p w:rsidR="00C76064" w:rsidRPr="001E1474" w:rsidRDefault="00C76064" w:rsidP="000D5F7F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C76064" w:rsidRPr="00B5210A" w:rsidRDefault="00C76064" w:rsidP="00B5210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5210A">
              <w:rPr>
                <w:spacing w:val="-4"/>
                <w:sz w:val="28"/>
                <w:szCs w:val="28"/>
              </w:rPr>
              <w:t xml:space="preserve">Здание, назначение: нежилое здание, площадь </w:t>
            </w:r>
            <w:r w:rsidRPr="00B5210A">
              <w:rPr>
                <w:spacing w:val="-4"/>
                <w:sz w:val="28"/>
                <w:szCs w:val="28"/>
              </w:rPr>
              <w:br/>
              <w:t>9,9 кв. м, количество этажей: 1, кадастровый номер: 73:19:110301:200</w:t>
            </w:r>
          </w:p>
        </w:tc>
        <w:tc>
          <w:tcPr>
            <w:tcW w:w="2552" w:type="dxa"/>
            <w:gridSpan w:val="2"/>
          </w:tcPr>
          <w:p w:rsidR="00C76064" w:rsidRPr="00A161AF" w:rsidRDefault="00C76064" w:rsidP="00A161AF">
            <w:pPr>
              <w:widowControl w:val="0"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A161AF">
              <w:rPr>
                <w:spacing w:val="-4"/>
                <w:sz w:val="28"/>
                <w:szCs w:val="28"/>
              </w:rPr>
              <w:t xml:space="preserve">Ульяновская область, Ульяновский район, с. Ивановка, ул. Школьная </w:t>
            </w:r>
          </w:p>
          <w:p w:rsidR="00C76064" w:rsidRPr="001E1474" w:rsidRDefault="00C76064" w:rsidP="00A161A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C76064" w:rsidRPr="00E40AF7" w:rsidRDefault="00C76064" w:rsidP="000801FF">
            <w:pPr>
              <w:pStyle w:val="ConsPlusNormal"/>
              <w:widowControl w:val="0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40AF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Областное государственное казённое учреждение для детей-сирот и детей, оставшихся без попечения родителей – «Ивановский специальный (коррекционный) детский дом для детей с ограниченными возможностями здоровья имени Героя Советского Союза А.Матросова – Центр патриотического воспитания»</w:t>
            </w:r>
          </w:p>
        </w:tc>
        <w:tc>
          <w:tcPr>
            <w:tcW w:w="1559" w:type="dxa"/>
          </w:tcPr>
          <w:p w:rsidR="00C76064" w:rsidRPr="00467302" w:rsidRDefault="00C76064" w:rsidP="00A161AF">
            <w:pPr>
              <w:pStyle w:val="ConsPlusNormal"/>
              <w:widowControl w:val="0"/>
              <w:ind w:right="-108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Муниципальное образование «Ульяновский район» Ульяновской области</w:t>
            </w: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C76064" w:rsidRPr="000B422D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064" w:rsidRPr="000B422D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064" w:rsidRPr="000B422D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064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064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064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064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064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6064" w:rsidRPr="000B422D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064" w:rsidRPr="00FC4B1E">
        <w:trPr>
          <w:trHeight w:val="1832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C76064" w:rsidRDefault="00C76064" w:rsidP="00A161AF">
            <w:pPr>
              <w:pStyle w:val="ConsPlusNormal"/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</w:tcPr>
          <w:p w:rsidR="00C76064" w:rsidRDefault="00C76064" w:rsidP="00A161AF">
            <w:pPr>
              <w:pStyle w:val="ConsPlusNormal"/>
              <w:widowControl w:val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51" w:type="dxa"/>
            <w:gridSpan w:val="2"/>
          </w:tcPr>
          <w:p w:rsidR="00C76064" w:rsidRPr="001F655A" w:rsidRDefault="00C76064" w:rsidP="00467302">
            <w:pPr>
              <w:widowControl w:val="0"/>
              <w:jc w:val="both"/>
              <w:rPr>
                <w:sz w:val="28"/>
                <w:szCs w:val="28"/>
              </w:rPr>
            </w:pPr>
            <w:r w:rsidRPr="001F655A">
              <w:rPr>
                <w:sz w:val="28"/>
                <w:szCs w:val="28"/>
              </w:rPr>
              <w:t xml:space="preserve">Земельный участок, категория земель: земли сельскохозяйственного назначения, разрешённое использование: для ведения сельскохозяйственного </w:t>
            </w:r>
            <w:r w:rsidRPr="001F655A">
              <w:rPr>
                <w:spacing w:val="-4"/>
                <w:sz w:val="28"/>
                <w:szCs w:val="28"/>
              </w:rPr>
              <w:t>производства, площадь 46 кв. м, кадастровый номер:</w:t>
            </w:r>
          </w:p>
          <w:p w:rsidR="00C76064" w:rsidRPr="005C32A4" w:rsidRDefault="00C76064" w:rsidP="00467302">
            <w:pPr>
              <w:widowControl w:val="0"/>
              <w:jc w:val="both"/>
              <w:rPr>
                <w:sz w:val="27"/>
                <w:szCs w:val="27"/>
              </w:rPr>
            </w:pPr>
            <w:r w:rsidRPr="001F655A">
              <w:rPr>
                <w:sz w:val="28"/>
                <w:szCs w:val="28"/>
              </w:rPr>
              <w:t>73:19:110301:173</w:t>
            </w:r>
          </w:p>
        </w:tc>
        <w:tc>
          <w:tcPr>
            <w:tcW w:w="2410" w:type="dxa"/>
          </w:tcPr>
          <w:p w:rsidR="00C76064" w:rsidRPr="00467302" w:rsidRDefault="00C76064" w:rsidP="00B44DBD">
            <w:pPr>
              <w:widowControl w:val="0"/>
              <w:ind w:left="-57" w:right="-57"/>
              <w:jc w:val="both"/>
              <w:rPr>
                <w:spacing w:val="-6"/>
                <w:sz w:val="28"/>
                <w:szCs w:val="28"/>
              </w:rPr>
            </w:pPr>
            <w:r w:rsidRPr="00467302">
              <w:rPr>
                <w:spacing w:val="-6"/>
                <w:sz w:val="28"/>
                <w:szCs w:val="28"/>
              </w:rPr>
              <w:t>Ульяновская область, Ульяновский район, с. Иванов</w:t>
            </w:r>
            <w:r>
              <w:rPr>
                <w:spacing w:val="-6"/>
                <w:sz w:val="28"/>
                <w:szCs w:val="28"/>
              </w:rPr>
              <w:t xml:space="preserve">- </w:t>
            </w:r>
            <w:r w:rsidRPr="00467302">
              <w:rPr>
                <w:spacing w:val="-6"/>
                <w:sz w:val="28"/>
                <w:szCs w:val="28"/>
              </w:rPr>
              <w:t>ка, ул. Школьная,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</w:rPr>
              <w:br/>
            </w:r>
            <w:r w:rsidRPr="00467302">
              <w:rPr>
                <w:spacing w:val="-6"/>
                <w:sz w:val="28"/>
                <w:szCs w:val="28"/>
              </w:rPr>
              <w:t>д. 26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 w:rsidRPr="00467302">
              <w:rPr>
                <w:spacing w:val="-6"/>
                <w:sz w:val="28"/>
                <w:szCs w:val="28"/>
              </w:rPr>
              <w:t xml:space="preserve">Б </w:t>
            </w:r>
          </w:p>
          <w:p w:rsidR="00C76064" w:rsidRPr="00094922" w:rsidRDefault="00C76064" w:rsidP="00467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C76064" w:rsidRPr="00094922" w:rsidRDefault="00C76064" w:rsidP="000801FF">
            <w:pPr>
              <w:widowControl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1559" w:type="dxa"/>
          </w:tcPr>
          <w:p w:rsidR="00C76064" w:rsidRPr="000801FF" w:rsidRDefault="00C76064" w:rsidP="000801FF">
            <w:pPr>
              <w:pStyle w:val="ConsPlusNormal"/>
              <w:widowControl w:val="0"/>
              <w:ind w:left="-57" w:right="-57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673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Муниципальное образование «Ульяновский район» Ульяновской области</w:t>
            </w: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064" w:rsidRPr="00FC4B1E" w:rsidRDefault="00C76064" w:rsidP="00A161AF">
            <w:pPr>
              <w:pStyle w:val="ConsPlusNormal"/>
              <w:widowControl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B1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C76064" w:rsidRDefault="00C76064" w:rsidP="00DE0731">
      <w:pPr>
        <w:widowControl w:val="0"/>
        <w:jc w:val="both"/>
        <w:rPr>
          <w:b/>
          <w:bCs/>
          <w:sz w:val="27"/>
          <w:szCs w:val="27"/>
        </w:rPr>
      </w:pPr>
    </w:p>
    <w:p w:rsidR="00C76064" w:rsidRPr="00CA20D0" w:rsidRDefault="00C76064" w:rsidP="00DE0731">
      <w:pPr>
        <w:widowControl w:val="0"/>
        <w:jc w:val="both"/>
        <w:rPr>
          <w:b/>
          <w:bCs/>
          <w:sz w:val="28"/>
          <w:szCs w:val="28"/>
        </w:rPr>
      </w:pPr>
    </w:p>
    <w:p w:rsidR="00C76064" w:rsidRPr="00CA20D0" w:rsidRDefault="00C76064" w:rsidP="003216D7">
      <w:pPr>
        <w:widowControl w:val="0"/>
        <w:jc w:val="both"/>
        <w:rPr>
          <w:b/>
          <w:bCs/>
          <w:sz w:val="28"/>
          <w:szCs w:val="28"/>
        </w:rPr>
      </w:pPr>
    </w:p>
    <w:p w:rsidR="00C76064" w:rsidRPr="00CA20D0" w:rsidRDefault="00C76064" w:rsidP="003216D7">
      <w:pPr>
        <w:suppressAutoHyphens/>
        <w:ind w:right="21"/>
        <w:jc w:val="both"/>
        <w:rPr>
          <w:b/>
          <w:bCs/>
          <w:sz w:val="28"/>
          <w:szCs w:val="28"/>
        </w:rPr>
      </w:pPr>
      <w:r w:rsidRPr="00CA20D0">
        <w:rPr>
          <w:b/>
          <w:bCs/>
          <w:sz w:val="28"/>
          <w:szCs w:val="28"/>
        </w:rPr>
        <w:t xml:space="preserve">Губернатор Ульяновской области </w:t>
      </w:r>
      <w:r w:rsidRPr="00CA20D0">
        <w:rPr>
          <w:b/>
          <w:bCs/>
          <w:sz w:val="28"/>
          <w:szCs w:val="28"/>
        </w:rPr>
        <w:tab/>
      </w:r>
      <w:r w:rsidRPr="00CA20D0">
        <w:rPr>
          <w:b/>
          <w:bCs/>
          <w:sz w:val="28"/>
          <w:szCs w:val="28"/>
        </w:rPr>
        <w:tab/>
      </w:r>
      <w:r w:rsidRPr="00CA20D0">
        <w:rPr>
          <w:b/>
          <w:bCs/>
          <w:sz w:val="28"/>
          <w:szCs w:val="28"/>
        </w:rPr>
        <w:tab/>
        <w:t xml:space="preserve">          </w:t>
      </w:r>
      <w:r w:rsidRPr="00CA20D0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</w:t>
      </w:r>
      <w:r w:rsidRPr="00CA20D0">
        <w:rPr>
          <w:b/>
          <w:bCs/>
          <w:sz w:val="28"/>
          <w:szCs w:val="28"/>
        </w:rPr>
        <w:t xml:space="preserve">      С.И.Морозов</w:t>
      </w:r>
    </w:p>
    <w:p w:rsidR="00C76064" w:rsidRPr="00CA20D0" w:rsidRDefault="00C76064" w:rsidP="003216D7">
      <w:pPr>
        <w:suppressAutoHyphens/>
        <w:rPr>
          <w:sz w:val="28"/>
          <w:szCs w:val="28"/>
        </w:rPr>
      </w:pPr>
    </w:p>
    <w:p w:rsidR="00C76064" w:rsidRPr="00CA20D0" w:rsidRDefault="00C76064" w:rsidP="003216D7">
      <w:pPr>
        <w:suppressAutoHyphens/>
        <w:rPr>
          <w:sz w:val="28"/>
          <w:szCs w:val="28"/>
        </w:rPr>
      </w:pPr>
    </w:p>
    <w:p w:rsidR="00C76064" w:rsidRPr="00CA20D0" w:rsidRDefault="00C76064" w:rsidP="003216D7">
      <w:pPr>
        <w:suppressAutoHyphens/>
        <w:rPr>
          <w:sz w:val="28"/>
          <w:szCs w:val="28"/>
        </w:rPr>
      </w:pPr>
    </w:p>
    <w:p w:rsidR="00C76064" w:rsidRPr="00CA20D0" w:rsidRDefault="00C76064" w:rsidP="003216D7">
      <w:pPr>
        <w:suppressAutoHyphens/>
        <w:jc w:val="center"/>
        <w:rPr>
          <w:sz w:val="28"/>
          <w:szCs w:val="28"/>
        </w:rPr>
      </w:pPr>
      <w:r w:rsidRPr="00CA20D0">
        <w:rPr>
          <w:sz w:val="28"/>
          <w:szCs w:val="28"/>
        </w:rPr>
        <w:t>г. Ульяновск</w:t>
      </w:r>
    </w:p>
    <w:p w:rsidR="00C76064" w:rsidRPr="00CA20D0" w:rsidRDefault="00C76064" w:rsidP="003216D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13 декабря</w:t>
      </w:r>
      <w:r w:rsidRPr="00CA20D0">
        <w:rPr>
          <w:sz w:val="28"/>
          <w:szCs w:val="28"/>
        </w:rPr>
        <w:t xml:space="preserve"> 2018 г.</w:t>
      </w:r>
    </w:p>
    <w:p w:rsidR="00C76064" w:rsidRPr="00CA20D0" w:rsidRDefault="00C76064" w:rsidP="003216D7">
      <w:pPr>
        <w:suppressAutoHyphens/>
        <w:jc w:val="center"/>
        <w:rPr>
          <w:sz w:val="28"/>
          <w:szCs w:val="28"/>
        </w:rPr>
      </w:pPr>
      <w:r w:rsidRPr="00CA20D0">
        <w:rPr>
          <w:sz w:val="28"/>
          <w:szCs w:val="28"/>
        </w:rPr>
        <w:t xml:space="preserve">№ </w:t>
      </w:r>
      <w:r>
        <w:rPr>
          <w:sz w:val="28"/>
          <w:szCs w:val="28"/>
        </w:rPr>
        <w:t>154-</w:t>
      </w:r>
      <w:r w:rsidRPr="00CA20D0">
        <w:rPr>
          <w:sz w:val="28"/>
          <w:szCs w:val="28"/>
        </w:rPr>
        <w:t>ЗО</w:t>
      </w:r>
    </w:p>
    <w:sectPr w:rsidR="00C76064" w:rsidRPr="00CA20D0" w:rsidSect="00454F7D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064" w:rsidRDefault="00C76064">
      <w:r>
        <w:separator/>
      </w:r>
    </w:p>
  </w:endnote>
  <w:endnote w:type="continuationSeparator" w:id="0">
    <w:p w:rsidR="00C76064" w:rsidRDefault="00C76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064" w:rsidRPr="003216D7" w:rsidRDefault="00C76064" w:rsidP="003216D7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1710мм1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064" w:rsidRDefault="00C76064">
      <w:r>
        <w:separator/>
      </w:r>
    </w:p>
  </w:footnote>
  <w:footnote w:type="continuationSeparator" w:id="0">
    <w:p w:rsidR="00C76064" w:rsidRDefault="00C760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064" w:rsidRPr="00A9420A" w:rsidRDefault="00C76064" w:rsidP="00B26AE6">
    <w:pPr>
      <w:pStyle w:val="Header"/>
      <w:jc w:val="center"/>
      <w:rPr>
        <w:rStyle w:val="PageNumber"/>
        <w:sz w:val="28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012F7"/>
    <w:rsid w:val="00010FE8"/>
    <w:rsid w:val="00011E36"/>
    <w:rsid w:val="00012E86"/>
    <w:rsid w:val="00034D1D"/>
    <w:rsid w:val="00050A3C"/>
    <w:rsid w:val="00055918"/>
    <w:rsid w:val="00060456"/>
    <w:rsid w:val="0006090C"/>
    <w:rsid w:val="000801FF"/>
    <w:rsid w:val="0008461C"/>
    <w:rsid w:val="00094922"/>
    <w:rsid w:val="000A41C8"/>
    <w:rsid w:val="000A72A9"/>
    <w:rsid w:val="000B422D"/>
    <w:rsid w:val="000B7400"/>
    <w:rsid w:val="000C16E0"/>
    <w:rsid w:val="000C4D4C"/>
    <w:rsid w:val="000C6257"/>
    <w:rsid w:val="000C6426"/>
    <w:rsid w:val="000D5F7F"/>
    <w:rsid w:val="000E13FB"/>
    <w:rsid w:val="00104CD7"/>
    <w:rsid w:val="001100DD"/>
    <w:rsid w:val="00116661"/>
    <w:rsid w:val="00131E21"/>
    <w:rsid w:val="001348CE"/>
    <w:rsid w:val="00145988"/>
    <w:rsid w:val="00151C9C"/>
    <w:rsid w:val="0015387A"/>
    <w:rsid w:val="00172D7B"/>
    <w:rsid w:val="00175C1C"/>
    <w:rsid w:val="00186494"/>
    <w:rsid w:val="00193538"/>
    <w:rsid w:val="001B58C5"/>
    <w:rsid w:val="001E1474"/>
    <w:rsid w:val="001E2425"/>
    <w:rsid w:val="001F655A"/>
    <w:rsid w:val="002041B1"/>
    <w:rsid w:val="002143E9"/>
    <w:rsid w:val="00223E40"/>
    <w:rsid w:val="0022456A"/>
    <w:rsid w:val="00252848"/>
    <w:rsid w:val="002610DD"/>
    <w:rsid w:val="00265A3F"/>
    <w:rsid w:val="00270CFA"/>
    <w:rsid w:val="00270E35"/>
    <w:rsid w:val="0027712A"/>
    <w:rsid w:val="00281062"/>
    <w:rsid w:val="002A2341"/>
    <w:rsid w:val="002C43BD"/>
    <w:rsid w:val="002E06EA"/>
    <w:rsid w:val="002F1618"/>
    <w:rsid w:val="002F288D"/>
    <w:rsid w:val="00304781"/>
    <w:rsid w:val="00306D3B"/>
    <w:rsid w:val="003118C4"/>
    <w:rsid w:val="00313F0B"/>
    <w:rsid w:val="003216D7"/>
    <w:rsid w:val="00342DDD"/>
    <w:rsid w:val="00361FC9"/>
    <w:rsid w:val="0037670C"/>
    <w:rsid w:val="0038000C"/>
    <w:rsid w:val="00395EA1"/>
    <w:rsid w:val="003B1D51"/>
    <w:rsid w:val="003B42AC"/>
    <w:rsid w:val="003B6115"/>
    <w:rsid w:val="003C0068"/>
    <w:rsid w:val="003D41AB"/>
    <w:rsid w:val="003E17EE"/>
    <w:rsid w:val="003E7A28"/>
    <w:rsid w:val="003F2D3B"/>
    <w:rsid w:val="003F7656"/>
    <w:rsid w:val="00400031"/>
    <w:rsid w:val="00406CBC"/>
    <w:rsid w:val="004076A4"/>
    <w:rsid w:val="00411077"/>
    <w:rsid w:val="00430158"/>
    <w:rsid w:val="004367A4"/>
    <w:rsid w:val="00445B5E"/>
    <w:rsid w:val="00445FDB"/>
    <w:rsid w:val="00447899"/>
    <w:rsid w:val="00454F7D"/>
    <w:rsid w:val="00460550"/>
    <w:rsid w:val="00467302"/>
    <w:rsid w:val="00470E3B"/>
    <w:rsid w:val="00471CB4"/>
    <w:rsid w:val="00475861"/>
    <w:rsid w:val="00482758"/>
    <w:rsid w:val="00484CF7"/>
    <w:rsid w:val="00487556"/>
    <w:rsid w:val="00491826"/>
    <w:rsid w:val="00492063"/>
    <w:rsid w:val="004A12C9"/>
    <w:rsid w:val="004B085D"/>
    <w:rsid w:val="004C480C"/>
    <w:rsid w:val="004D39F5"/>
    <w:rsid w:val="004D6D6A"/>
    <w:rsid w:val="004E13D5"/>
    <w:rsid w:val="004E3659"/>
    <w:rsid w:val="004F6EE3"/>
    <w:rsid w:val="00507A64"/>
    <w:rsid w:val="00511A65"/>
    <w:rsid w:val="00597588"/>
    <w:rsid w:val="005C32A4"/>
    <w:rsid w:val="005D79C8"/>
    <w:rsid w:val="006047CF"/>
    <w:rsid w:val="00612E47"/>
    <w:rsid w:val="00614A0F"/>
    <w:rsid w:val="006162BC"/>
    <w:rsid w:val="006247CF"/>
    <w:rsid w:val="006457F0"/>
    <w:rsid w:val="006520FA"/>
    <w:rsid w:val="00661139"/>
    <w:rsid w:val="006736E4"/>
    <w:rsid w:val="0068239C"/>
    <w:rsid w:val="00684D93"/>
    <w:rsid w:val="006911BE"/>
    <w:rsid w:val="006C2C92"/>
    <w:rsid w:val="006C6F6D"/>
    <w:rsid w:val="006D3746"/>
    <w:rsid w:val="006D5AFF"/>
    <w:rsid w:val="007079AF"/>
    <w:rsid w:val="0071372A"/>
    <w:rsid w:val="00730872"/>
    <w:rsid w:val="00731B84"/>
    <w:rsid w:val="00734124"/>
    <w:rsid w:val="007403B6"/>
    <w:rsid w:val="007429A3"/>
    <w:rsid w:val="0074671B"/>
    <w:rsid w:val="007471D3"/>
    <w:rsid w:val="00753450"/>
    <w:rsid w:val="00754794"/>
    <w:rsid w:val="007604BE"/>
    <w:rsid w:val="007615CB"/>
    <w:rsid w:val="0078466F"/>
    <w:rsid w:val="00786605"/>
    <w:rsid w:val="007B5BD1"/>
    <w:rsid w:val="007C36BB"/>
    <w:rsid w:val="007C3D6B"/>
    <w:rsid w:val="007D7F21"/>
    <w:rsid w:val="007E6370"/>
    <w:rsid w:val="00821272"/>
    <w:rsid w:val="00821291"/>
    <w:rsid w:val="008219C3"/>
    <w:rsid w:val="008453AB"/>
    <w:rsid w:val="00846663"/>
    <w:rsid w:val="00854905"/>
    <w:rsid w:val="0086008D"/>
    <w:rsid w:val="00862209"/>
    <w:rsid w:val="00873F1A"/>
    <w:rsid w:val="00877E3B"/>
    <w:rsid w:val="00880BA9"/>
    <w:rsid w:val="00882F6C"/>
    <w:rsid w:val="008A627D"/>
    <w:rsid w:val="008C3FE3"/>
    <w:rsid w:val="008F0CC2"/>
    <w:rsid w:val="008F1395"/>
    <w:rsid w:val="008F2B18"/>
    <w:rsid w:val="008F510F"/>
    <w:rsid w:val="008F5AF9"/>
    <w:rsid w:val="009004F8"/>
    <w:rsid w:val="00904E83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1082"/>
    <w:rsid w:val="00991E68"/>
    <w:rsid w:val="009A2E7A"/>
    <w:rsid w:val="009A60FE"/>
    <w:rsid w:val="009C01FC"/>
    <w:rsid w:val="009C15B3"/>
    <w:rsid w:val="009C6635"/>
    <w:rsid w:val="009D4541"/>
    <w:rsid w:val="009E0DFF"/>
    <w:rsid w:val="009F51E1"/>
    <w:rsid w:val="009F54AB"/>
    <w:rsid w:val="00A02831"/>
    <w:rsid w:val="00A154B1"/>
    <w:rsid w:val="00A161AF"/>
    <w:rsid w:val="00A40172"/>
    <w:rsid w:val="00A50A11"/>
    <w:rsid w:val="00A804AE"/>
    <w:rsid w:val="00A8186B"/>
    <w:rsid w:val="00A81A17"/>
    <w:rsid w:val="00A86835"/>
    <w:rsid w:val="00A9420A"/>
    <w:rsid w:val="00A94A81"/>
    <w:rsid w:val="00AB7112"/>
    <w:rsid w:val="00AC0BBE"/>
    <w:rsid w:val="00AC3327"/>
    <w:rsid w:val="00AF7B8C"/>
    <w:rsid w:val="00B03786"/>
    <w:rsid w:val="00B26AE6"/>
    <w:rsid w:val="00B34980"/>
    <w:rsid w:val="00B35DE7"/>
    <w:rsid w:val="00B40C26"/>
    <w:rsid w:val="00B44DBD"/>
    <w:rsid w:val="00B5210A"/>
    <w:rsid w:val="00B95FB4"/>
    <w:rsid w:val="00BB063E"/>
    <w:rsid w:val="00BB1D95"/>
    <w:rsid w:val="00BC6785"/>
    <w:rsid w:val="00BD01F2"/>
    <w:rsid w:val="00BE3D70"/>
    <w:rsid w:val="00BF0EA2"/>
    <w:rsid w:val="00BF4328"/>
    <w:rsid w:val="00C002D9"/>
    <w:rsid w:val="00C10195"/>
    <w:rsid w:val="00C50079"/>
    <w:rsid w:val="00C616DA"/>
    <w:rsid w:val="00C76064"/>
    <w:rsid w:val="00CA20D0"/>
    <w:rsid w:val="00CC07F1"/>
    <w:rsid w:val="00CC4DB2"/>
    <w:rsid w:val="00CD5CC4"/>
    <w:rsid w:val="00CD66A6"/>
    <w:rsid w:val="00CE1F9B"/>
    <w:rsid w:val="00D04334"/>
    <w:rsid w:val="00D066FD"/>
    <w:rsid w:val="00D1469A"/>
    <w:rsid w:val="00D15912"/>
    <w:rsid w:val="00D20953"/>
    <w:rsid w:val="00D20FCD"/>
    <w:rsid w:val="00D259DE"/>
    <w:rsid w:val="00D328D6"/>
    <w:rsid w:val="00D36C3A"/>
    <w:rsid w:val="00D44357"/>
    <w:rsid w:val="00D46E8E"/>
    <w:rsid w:val="00D47989"/>
    <w:rsid w:val="00D5258D"/>
    <w:rsid w:val="00D53579"/>
    <w:rsid w:val="00D623FD"/>
    <w:rsid w:val="00D624F3"/>
    <w:rsid w:val="00D62D47"/>
    <w:rsid w:val="00D703CF"/>
    <w:rsid w:val="00D84DF1"/>
    <w:rsid w:val="00DA16ED"/>
    <w:rsid w:val="00DA2FE0"/>
    <w:rsid w:val="00DB1093"/>
    <w:rsid w:val="00DB3F19"/>
    <w:rsid w:val="00DB5F37"/>
    <w:rsid w:val="00DC1D84"/>
    <w:rsid w:val="00DD1577"/>
    <w:rsid w:val="00DD2F63"/>
    <w:rsid w:val="00DD386F"/>
    <w:rsid w:val="00DE0731"/>
    <w:rsid w:val="00DE229D"/>
    <w:rsid w:val="00DE44D4"/>
    <w:rsid w:val="00DE6182"/>
    <w:rsid w:val="00E15588"/>
    <w:rsid w:val="00E332DB"/>
    <w:rsid w:val="00E40AF7"/>
    <w:rsid w:val="00E41C5A"/>
    <w:rsid w:val="00E42ADA"/>
    <w:rsid w:val="00E439A0"/>
    <w:rsid w:val="00E55200"/>
    <w:rsid w:val="00E5649E"/>
    <w:rsid w:val="00E63969"/>
    <w:rsid w:val="00E701E7"/>
    <w:rsid w:val="00E93159"/>
    <w:rsid w:val="00EA4080"/>
    <w:rsid w:val="00EB6C79"/>
    <w:rsid w:val="00EB6E08"/>
    <w:rsid w:val="00EC3A30"/>
    <w:rsid w:val="00F006F4"/>
    <w:rsid w:val="00F00D2B"/>
    <w:rsid w:val="00F00D47"/>
    <w:rsid w:val="00F019EE"/>
    <w:rsid w:val="00F02518"/>
    <w:rsid w:val="00F054C4"/>
    <w:rsid w:val="00F05EB6"/>
    <w:rsid w:val="00F05F07"/>
    <w:rsid w:val="00F10C4A"/>
    <w:rsid w:val="00F3046D"/>
    <w:rsid w:val="00F31A81"/>
    <w:rsid w:val="00F5045F"/>
    <w:rsid w:val="00F7392B"/>
    <w:rsid w:val="00F74488"/>
    <w:rsid w:val="00F74D69"/>
    <w:rsid w:val="00F87F8A"/>
    <w:rsid w:val="00FA0AEE"/>
    <w:rsid w:val="00FA1586"/>
    <w:rsid w:val="00FA1731"/>
    <w:rsid w:val="00FA5623"/>
    <w:rsid w:val="00FC3A6C"/>
    <w:rsid w:val="00FC4B1E"/>
    <w:rsid w:val="00FD1F91"/>
    <w:rsid w:val="00FD75B5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301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277</Words>
  <Characters>1579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17</cp:revision>
  <cp:lastPrinted>2018-11-30T07:15:00Z</cp:lastPrinted>
  <dcterms:created xsi:type="dcterms:W3CDTF">2018-10-17T12:49:00Z</dcterms:created>
  <dcterms:modified xsi:type="dcterms:W3CDTF">2018-12-24T07:41:00Z</dcterms:modified>
</cp:coreProperties>
</file>