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A6" w:rsidRPr="00626808" w:rsidRDefault="008700A6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8700A6" w:rsidRPr="00626808" w:rsidRDefault="008700A6" w:rsidP="007B5BD1">
      <w:pPr>
        <w:suppressAutoHyphens/>
        <w:jc w:val="center"/>
        <w:rPr>
          <w:b/>
          <w:bCs/>
          <w:sz w:val="28"/>
          <w:szCs w:val="28"/>
        </w:rPr>
      </w:pPr>
    </w:p>
    <w:p w:rsidR="008700A6" w:rsidRPr="00626808" w:rsidRDefault="008700A6" w:rsidP="007B5BD1">
      <w:pPr>
        <w:suppressAutoHyphens/>
        <w:jc w:val="center"/>
        <w:rPr>
          <w:b/>
          <w:bCs/>
          <w:sz w:val="28"/>
          <w:szCs w:val="28"/>
        </w:rPr>
      </w:pPr>
    </w:p>
    <w:p w:rsidR="008700A6" w:rsidRPr="00626808" w:rsidRDefault="008700A6" w:rsidP="007B5BD1">
      <w:pPr>
        <w:suppressAutoHyphens/>
        <w:jc w:val="center"/>
        <w:rPr>
          <w:b/>
          <w:bCs/>
          <w:sz w:val="28"/>
          <w:szCs w:val="28"/>
        </w:rPr>
      </w:pPr>
    </w:p>
    <w:p w:rsidR="008700A6" w:rsidRPr="00626808" w:rsidRDefault="008700A6" w:rsidP="00B977D7">
      <w:pPr>
        <w:suppressAutoHyphens/>
        <w:jc w:val="center"/>
        <w:rPr>
          <w:b/>
          <w:bCs/>
          <w:sz w:val="18"/>
          <w:szCs w:val="18"/>
        </w:rPr>
      </w:pPr>
    </w:p>
    <w:p w:rsidR="008700A6" w:rsidRPr="00626808" w:rsidRDefault="008700A6" w:rsidP="00B977D7">
      <w:pPr>
        <w:suppressAutoHyphens/>
        <w:jc w:val="center"/>
        <w:rPr>
          <w:b/>
          <w:bCs/>
          <w:sz w:val="28"/>
          <w:szCs w:val="28"/>
        </w:rPr>
      </w:pPr>
    </w:p>
    <w:p w:rsidR="008700A6" w:rsidRPr="00626808" w:rsidRDefault="008700A6" w:rsidP="007B5BD1">
      <w:pPr>
        <w:suppressAutoHyphens/>
        <w:jc w:val="center"/>
        <w:rPr>
          <w:b/>
          <w:bCs/>
          <w:sz w:val="28"/>
          <w:szCs w:val="28"/>
        </w:rPr>
      </w:pPr>
      <w:r w:rsidRPr="00626808"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626808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8700A6" w:rsidRPr="00626808" w:rsidRDefault="008700A6" w:rsidP="007B5BD1">
      <w:pPr>
        <w:suppressAutoHyphens/>
        <w:jc w:val="center"/>
        <w:rPr>
          <w:sz w:val="28"/>
          <w:szCs w:val="28"/>
        </w:rPr>
      </w:pPr>
      <w:r w:rsidRPr="00626808">
        <w:rPr>
          <w:b/>
          <w:bCs/>
          <w:sz w:val="28"/>
          <w:szCs w:val="28"/>
        </w:rPr>
        <w:t xml:space="preserve">собственностью Ульяновской области на 2018 год» </w:t>
      </w:r>
    </w:p>
    <w:p w:rsidR="008700A6" w:rsidRPr="00626808" w:rsidRDefault="008700A6" w:rsidP="007B5BD1">
      <w:pPr>
        <w:suppressAutoHyphens/>
      </w:pPr>
    </w:p>
    <w:p w:rsidR="008700A6" w:rsidRPr="00626808" w:rsidRDefault="008700A6" w:rsidP="007B5BD1">
      <w:pPr>
        <w:suppressAutoHyphens/>
      </w:pPr>
    </w:p>
    <w:p w:rsidR="008700A6" w:rsidRPr="003D7ED4" w:rsidRDefault="008700A6" w:rsidP="007B5BD1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13 декабря 2018 года</w:t>
      </w:r>
    </w:p>
    <w:p w:rsidR="008700A6" w:rsidRPr="00626808" w:rsidRDefault="008700A6" w:rsidP="007B5BD1">
      <w:pPr>
        <w:suppressAutoHyphens/>
        <w:rPr>
          <w:sz w:val="32"/>
          <w:szCs w:val="32"/>
        </w:rPr>
      </w:pPr>
    </w:p>
    <w:p w:rsidR="008700A6" w:rsidRPr="00626808" w:rsidRDefault="008700A6" w:rsidP="007B5BD1">
      <w:pPr>
        <w:suppressAutoHyphens/>
        <w:rPr>
          <w:sz w:val="32"/>
          <w:szCs w:val="32"/>
        </w:rPr>
      </w:pPr>
    </w:p>
    <w:p w:rsidR="008700A6" w:rsidRPr="00626808" w:rsidRDefault="008700A6" w:rsidP="00D60162">
      <w:pPr>
        <w:suppressAutoHyphens/>
        <w:ind w:firstLine="709"/>
      </w:pPr>
    </w:p>
    <w:p w:rsidR="008700A6" w:rsidRPr="00626808" w:rsidRDefault="008700A6" w:rsidP="00D60162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</w:t>
      </w:r>
      <w:r w:rsidRPr="00626808">
        <w:rPr>
          <w:sz w:val="28"/>
          <w:szCs w:val="28"/>
        </w:rPr>
        <w:br/>
        <w:t>на 2018 год» («Ульяновская правда» от 30.11.2017 № 89; от 30.01.2018 № 6;</w:t>
      </w:r>
      <w:r w:rsidRPr="00626808">
        <w:rPr>
          <w:sz w:val="28"/>
          <w:szCs w:val="28"/>
        </w:rPr>
        <w:br/>
      </w:r>
      <w:r w:rsidRPr="00626808">
        <w:rPr>
          <w:spacing w:val="-4"/>
          <w:sz w:val="28"/>
          <w:szCs w:val="28"/>
        </w:rPr>
        <w:t>от 30.03.2018 № 21; от 13.04.2018 № 25; от 01.06.2018 № 36; от 19.06.2018 № 43;</w:t>
      </w:r>
      <w:r w:rsidRPr="00626808">
        <w:rPr>
          <w:sz w:val="28"/>
          <w:szCs w:val="28"/>
        </w:rPr>
        <w:br/>
        <w:t>от 04.09.2018 № 64; от 0</w:t>
      </w:r>
      <w:r>
        <w:rPr>
          <w:sz w:val="28"/>
          <w:szCs w:val="28"/>
        </w:rPr>
        <w:t>2</w:t>
      </w:r>
      <w:r w:rsidRPr="00626808">
        <w:rPr>
          <w:sz w:val="28"/>
          <w:szCs w:val="28"/>
        </w:rPr>
        <w:t>.11.2018 № 81), следующие изменения:</w:t>
      </w:r>
    </w:p>
    <w:p w:rsidR="008700A6" w:rsidRPr="00626808" w:rsidRDefault="008700A6" w:rsidP="00D60162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>1) дополнить строкой 70 следующего содержания:</w:t>
      </w:r>
    </w:p>
    <w:tbl>
      <w:tblPr>
        <w:tblW w:w="12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3"/>
        <w:gridCol w:w="634"/>
        <w:gridCol w:w="2268"/>
        <w:gridCol w:w="3119"/>
        <w:gridCol w:w="2977"/>
        <w:gridCol w:w="708"/>
        <w:gridCol w:w="2797"/>
      </w:tblGrid>
      <w:tr w:rsidR="008700A6" w:rsidRPr="00626808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</w:tcBorders>
          </w:tcPr>
          <w:p w:rsidR="008700A6" w:rsidRPr="00626808" w:rsidRDefault="008700A6" w:rsidP="00C82B83">
            <w:pPr>
              <w:widowControl w:val="0"/>
              <w:jc w:val="center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«</w:t>
            </w:r>
          </w:p>
        </w:tc>
        <w:tc>
          <w:tcPr>
            <w:tcW w:w="634" w:type="dxa"/>
          </w:tcPr>
          <w:p w:rsidR="008700A6" w:rsidRPr="00626808" w:rsidRDefault="008700A6" w:rsidP="00783E4B">
            <w:pPr>
              <w:widowControl w:val="0"/>
              <w:jc w:val="center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70.</w:t>
            </w:r>
          </w:p>
        </w:tc>
        <w:tc>
          <w:tcPr>
            <w:tcW w:w="2268" w:type="dxa"/>
          </w:tcPr>
          <w:p w:rsidR="008700A6" w:rsidRPr="00626808" w:rsidRDefault="008700A6" w:rsidP="00FD7046">
            <w:pPr>
              <w:widowControl w:val="0"/>
              <w:ind w:right="-14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 xml:space="preserve">г. Ульяновск, </w:t>
            </w:r>
            <w:r w:rsidRPr="00626808">
              <w:rPr>
                <w:sz w:val="27"/>
                <w:szCs w:val="27"/>
              </w:rPr>
              <w:br/>
              <w:t xml:space="preserve">ул. Хрустальная, </w:t>
            </w:r>
            <w:r w:rsidRPr="00626808">
              <w:rPr>
                <w:sz w:val="27"/>
                <w:szCs w:val="27"/>
              </w:rPr>
              <w:br/>
              <w:t>д. 3А</w:t>
            </w:r>
          </w:p>
        </w:tc>
        <w:tc>
          <w:tcPr>
            <w:tcW w:w="3119" w:type="dxa"/>
          </w:tcPr>
          <w:p w:rsidR="008700A6" w:rsidRPr="00626808" w:rsidRDefault="008700A6" w:rsidP="00FD7046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Государственное учре</w:t>
            </w:r>
            <w:r w:rsidRPr="00626808">
              <w:rPr>
                <w:sz w:val="27"/>
                <w:szCs w:val="27"/>
              </w:rPr>
              <w:softHyphen/>
              <w:t>ждение здравоохранения «Областной кардиоло</w:t>
            </w:r>
            <w:r w:rsidRPr="00626808">
              <w:rPr>
                <w:sz w:val="27"/>
                <w:szCs w:val="27"/>
              </w:rPr>
              <w:softHyphen/>
              <w:t xml:space="preserve">гический диспансер» </w:t>
            </w:r>
          </w:p>
        </w:tc>
        <w:tc>
          <w:tcPr>
            <w:tcW w:w="2977" w:type="dxa"/>
          </w:tcPr>
          <w:p w:rsidR="008700A6" w:rsidRPr="00626808" w:rsidRDefault="008700A6" w:rsidP="00FD7046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Федеральное государ</w:t>
            </w:r>
            <w:r w:rsidRPr="00626808">
              <w:rPr>
                <w:sz w:val="27"/>
                <w:szCs w:val="27"/>
              </w:rPr>
              <w:softHyphen/>
              <w:t>ственное бюджетное образовательное учре</w:t>
            </w:r>
            <w:r w:rsidRPr="00626808">
              <w:rPr>
                <w:sz w:val="27"/>
                <w:szCs w:val="27"/>
              </w:rPr>
              <w:softHyphen/>
              <w:t>ждение высшего обра</w:t>
            </w:r>
            <w:r w:rsidRPr="00626808">
              <w:rPr>
                <w:sz w:val="27"/>
                <w:szCs w:val="27"/>
              </w:rPr>
              <w:softHyphen/>
              <w:t>зования «Ульяновский государственный университет»</w:t>
            </w:r>
          </w:p>
        </w:tc>
        <w:tc>
          <w:tcPr>
            <w:tcW w:w="708" w:type="dxa"/>
          </w:tcPr>
          <w:p w:rsidR="008700A6" w:rsidRPr="00783E4B" w:rsidRDefault="008700A6" w:rsidP="00783E4B">
            <w:pPr>
              <w:widowControl w:val="0"/>
              <w:suppressAutoHyphens/>
              <w:ind w:left="-57" w:right="-57"/>
              <w:jc w:val="center"/>
              <w:rPr>
                <w:spacing w:val="-4"/>
                <w:sz w:val="27"/>
                <w:szCs w:val="27"/>
              </w:rPr>
            </w:pPr>
            <w:r w:rsidRPr="00783E4B">
              <w:rPr>
                <w:spacing w:val="-4"/>
                <w:sz w:val="27"/>
                <w:szCs w:val="27"/>
              </w:rPr>
              <w:t>56,05</w:t>
            </w:r>
          </w:p>
        </w:tc>
        <w:tc>
          <w:tcPr>
            <w:tcW w:w="2797" w:type="dxa"/>
            <w:tcBorders>
              <w:top w:val="nil"/>
              <w:bottom w:val="nil"/>
              <w:right w:val="nil"/>
            </w:tcBorders>
            <w:vAlign w:val="bottom"/>
          </w:tcPr>
          <w:p w:rsidR="008700A6" w:rsidRPr="00626808" w:rsidRDefault="008700A6" w:rsidP="00CA1341">
            <w:pPr>
              <w:widowControl w:val="0"/>
              <w:ind w:right="-167"/>
              <w:rPr>
                <w:spacing w:val="-6"/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»;</w:t>
            </w:r>
          </w:p>
        </w:tc>
      </w:tr>
    </w:tbl>
    <w:p w:rsidR="008700A6" w:rsidRPr="00626808" w:rsidRDefault="008700A6" w:rsidP="00116661">
      <w:pPr>
        <w:widowControl w:val="0"/>
        <w:spacing w:line="360" w:lineRule="auto"/>
        <w:ind w:firstLine="720"/>
        <w:jc w:val="both"/>
        <w:rPr>
          <w:sz w:val="2"/>
          <w:szCs w:val="2"/>
        </w:rPr>
      </w:pPr>
    </w:p>
    <w:p w:rsidR="008700A6" w:rsidRPr="00626808" w:rsidRDefault="008700A6" w:rsidP="00B14F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00A6" w:rsidRPr="00626808" w:rsidRDefault="008700A6" w:rsidP="00783E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 xml:space="preserve">2) в строке «Итого» </w:t>
      </w:r>
      <w:hyperlink r:id="rId7" w:history="1">
        <w:r w:rsidRPr="00626808">
          <w:rPr>
            <w:sz w:val="28"/>
            <w:szCs w:val="28"/>
          </w:rPr>
          <w:t>цифры</w:t>
        </w:r>
      </w:hyperlink>
      <w:r w:rsidRPr="00626808">
        <w:rPr>
          <w:sz w:val="28"/>
          <w:szCs w:val="28"/>
        </w:rPr>
        <w:t xml:space="preserve"> «32604,71» заменить цифрами «32660,76».</w:t>
      </w:r>
    </w:p>
    <w:p w:rsidR="008700A6" w:rsidRPr="00626808" w:rsidRDefault="008700A6" w:rsidP="00DE0731">
      <w:pPr>
        <w:widowControl w:val="0"/>
        <w:jc w:val="both"/>
        <w:rPr>
          <w:b/>
          <w:bCs/>
          <w:sz w:val="28"/>
          <w:szCs w:val="28"/>
        </w:rPr>
      </w:pPr>
    </w:p>
    <w:p w:rsidR="008700A6" w:rsidRPr="00626808" w:rsidRDefault="008700A6" w:rsidP="00DE0731">
      <w:pPr>
        <w:widowControl w:val="0"/>
        <w:jc w:val="both"/>
        <w:rPr>
          <w:b/>
          <w:bCs/>
          <w:sz w:val="28"/>
          <w:szCs w:val="28"/>
        </w:rPr>
      </w:pPr>
    </w:p>
    <w:p w:rsidR="008700A6" w:rsidRPr="00626808" w:rsidRDefault="008700A6" w:rsidP="00DE0731">
      <w:pPr>
        <w:widowControl w:val="0"/>
        <w:jc w:val="both"/>
        <w:rPr>
          <w:b/>
          <w:bCs/>
          <w:sz w:val="28"/>
          <w:szCs w:val="28"/>
        </w:rPr>
      </w:pPr>
    </w:p>
    <w:p w:rsidR="008700A6" w:rsidRPr="00626808" w:rsidRDefault="008700A6" w:rsidP="00DE0731">
      <w:pPr>
        <w:suppressAutoHyphens/>
        <w:spacing w:line="232" w:lineRule="auto"/>
        <w:ind w:right="21"/>
        <w:jc w:val="both"/>
        <w:rPr>
          <w:b/>
          <w:bCs/>
          <w:sz w:val="27"/>
          <w:szCs w:val="27"/>
        </w:rPr>
      </w:pPr>
      <w:r w:rsidRPr="00626808">
        <w:rPr>
          <w:b/>
          <w:bCs/>
          <w:sz w:val="27"/>
          <w:szCs w:val="27"/>
        </w:rPr>
        <w:t xml:space="preserve">Губернатор Ульяновской области </w:t>
      </w:r>
      <w:r w:rsidRPr="00626808">
        <w:rPr>
          <w:b/>
          <w:bCs/>
          <w:sz w:val="27"/>
          <w:szCs w:val="27"/>
        </w:rPr>
        <w:tab/>
      </w:r>
      <w:r w:rsidRPr="00626808">
        <w:rPr>
          <w:b/>
          <w:bCs/>
          <w:sz w:val="27"/>
          <w:szCs w:val="27"/>
        </w:rPr>
        <w:tab/>
      </w:r>
      <w:r w:rsidRPr="00626808">
        <w:rPr>
          <w:b/>
          <w:bCs/>
          <w:sz w:val="27"/>
          <w:szCs w:val="27"/>
        </w:rPr>
        <w:tab/>
      </w:r>
      <w:r w:rsidRPr="00626808">
        <w:rPr>
          <w:b/>
          <w:bCs/>
          <w:sz w:val="27"/>
          <w:szCs w:val="27"/>
        </w:rPr>
        <w:tab/>
        <w:t xml:space="preserve">          </w:t>
      </w:r>
      <w:r w:rsidRPr="00626808">
        <w:rPr>
          <w:b/>
          <w:bCs/>
          <w:sz w:val="27"/>
          <w:szCs w:val="27"/>
        </w:rPr>
        <w:tab/>
      </w:r>
      <w:r w:rsidRPr="00626808">
        <w:rPr>
          <w:b/>
          <w:bCs/>
          <w:sz w:val="27"/>
          <w:szCs w:val="27"/>
        </w:rPr>
        <w:tab/>
        <w:t xml:space="preserve">   С.И.Морозов</w:t>
      </w:r>
    </w:p>
    <w:p w:rsidR="008700A6" w:rsidRPr="00626808" w:rsidRDefault="008700A6" w:rsidP="00DE0731">
      <w:pPr>
        <w:suppressAutoHyphens/>
        <w:spacing w:line="232" w:lineRule="auto"/>
        <w:rPr>
          <w:sz w:val="27"/>
          <w:szCs w:val="27"/>
        </w:rPr>
      </w:pPr>
    </w:p>
    <w:p w:rsidR="008700A6" w:rsidRPr="00626808" w:rsidRDefault="008700A6" w:rsidP="00DE0731">
      <w:pPr>
        <w:suppressAutoHyphens/>
        <w:spacing w:line="232" w:lineRule="auto"/>
        <w:rPr>
          <w:sz w:val="27"/>
          <w:szCs w:val="27"/>
        </w:rPr>
      </w:pPr>
    </w:p>
    <w:p w:rsidR="008700A6" w:rsidRPr="00626808" w:rsidRDefault="008700A6" w:rsidP="00DE0731">
      <w:pPr>
        <w:suppressAutoHyphens/>
        <w:spacing w:line="232" w:lineRule="auto"/>
        <w:rPr>
          <w:sz w:val="27"/>
          <w:szCs w:val="27"/>
        </w:rPr>
      </w:pPr>
    </w:p>
    <w:p w:rsidR="008700A6" w:rsidRPr="004636C1" w:rsidRDefault="008700A6" w:rsidP="00DE0731">
      <w:pPr>
        <w:suppressAutoHyphens/>
        <w:spacing w:line="232" w:lineRule="auto"/>
        <w:jc w:val="center"/>
        <w:rPr>
          <w:sz w:val="28"/>
          <w:szCs w:val="28"/>
        </w:rPr>
      </w:pPr>
      <w:r w:rsidRPr="004636C1">
        <w:rPr>
          <w:sz w:val="28"/>
          <w:szCs w:val="28"/>
        </w:rPr>
        <w:t>г. Ульяновск</w:t>
      </w:r>
    </w:p>
    <w:p w:rsidR="008700A6" w:rsidRPr="004636C1" w:rsidRDefault="008700A6" w:rsidP="00DE0731">
      <w:pPr>
        <w:suppressAutoHyphens/>
        <w:spacing w:line="2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13 декабря</w:t>
      </w:r>
      <w:r w:rsidRPr="004636C1">
        <w:rPr>
          <w:sz w:val="28"/>
          <w:szCs w:val="28"/>
        </w:rPr>
        <w:t xml:space="preserve"> 2018 г.</w:t>
      </w:r>
    </w:p>
    <w:p w:rsidR="008700A6" w:rsidRPr="004636C1" w:rsidRDefault="008700A6" w:rsidP="001E2425">
      <w:pPr>
        <w:suppressAutoHyphens/>
        <w:spacing w:line="232" w:lineRule="auto"/>
        <w:jc w:val="center"/>
        <w:rPr>
          <w:sz w:val="28"/>
          <w:szCs w:val="28"/>
        </w:rPr>
      </w:pPr>
      <w:r w:rsidRPr="004636C1">
        <w:rPr>
          <w:sz w:val="28"/>
          <w:szCs w:val="28"/>
        </w:rPr>
        <w:t xml:space="preserve">№ </w:t>
      </w:r>
      <w:r>
        <w:rPr>
          <w:sz w:val="28"/>
          <w:szCs w:val="28"/>
        </w:rPr>
        <w:t>153-</w:t>
      </w:r>
      <w:r w:rsidRPr="004636C1">
        <w:rPr>
          <w:sz w:val="28"/>
          <w:szCs w:val="28"/>
        </w:rPr>
        <w:t>ЗО</w:t>
      </w:r>
      <w:bookmarkStart w:id="0" w:name="_GoBack"/>
      <w:bookmarkEnd w:id="0"/>
    </w:p>
    <w:sectPr w:rsidR="008700A6" w:rsidRPr="004636C1" w:rsidSect="00D6016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0A6" w:rsidRDefault="008700A6">
      <w:r>
        <w:separator/>
      </w:r>
    </w:p>
  </w:endnote>
  <w:endnote w:type="continuationSeparator" w:id="0">
    <w:p w:rsidR="008700A6" w:rsidRDefault="00870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0A6" w:rsidRPr="00626808" w:rsidRDefault="008700A6" w:rsidP="0062680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1211мм2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0A6" w:rsidRDefault="008700A6">
      <w:r>
        <w:separator/>
      </w:r>
    </w:p>
  </w:footnote>
  <w:footnote w:type="continuationSeparator" w:id="0">
    <w:p w:rsidR="008700A6" w:rsidRDefault="00870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0A6" w:rsidRPr="00A9420A" w:rsidRDefault="008700A6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10FE8"/>
    <w:rsid w:val="00011E36"/>
    <w:rsid w:val="00012E86"/>
    <w:rsid w:val="000320A9"/>
    <w:rsid w:val="00034D1D"/>
    <w:rsid w:val="00055918"/>
    <w:rsid w:val="00060456"/>
    <w:rsid w:val="0006090C"/>
    <w:rsid w:val="00073680"/>
    <w:rsid w:val="00085674"/>
    <w:rsid w:val="000A41C8"/>
    <w:rsid w:val="000A72A9"/>
    <w:rsid w:val="000B7400"/>
    <w:rsid w:val="000C0D45"/>
    <w:rsid w:val="000C16E0"/>
    <w:rsid w:val="000C6257"/>
    <w:rsid w:val="000C6426"/>
    <w:rsid w:val="000C69E4"/>
    <w:rsid w:val="000E13FB"/>
    <w:rsid w:val="00104CD7"/>
    <w:rsid w:val="001100DD"/>
    <w:rsid w:val="00116661"/>
    <w:rsid w:val="00131E21"/>
    <w:rsid w:val="001348CE"/>
    <w:rsid w:val="001412F5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D087E"/>
    <w:rsid w:val="001E2425"/>
    <w:rsid w:val="002143E9"/>
    <w:rsid w:val="0022456A"/>
    <w:rsid w:val="0022484F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A6004"/>
    <w:rsid w:val="003B0C01"/>
    <w:rsid w:val="003B1D51"/>
    <w:rsid w:val="003B42AC"/>
    <w:rsid w:val="003B5DDE"/>
    <w:rsid w:val="003B6115"/>
    <w:rsid w:val="003C0068"/>
    <w:rsid w:val="003C66EC"/>
    <w:rsid w:val="003D41AB"/>
    <w:rsid w:val="003D7ED4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3E89"/>
    <w:rsid w:val="004636C1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15A4C"/>
    <w:rsid w:val="00523484"/>
    <w:rsid w:val="00523AF1"/>
    <w:rsid w:val="0053092E"/>
    <w:rsid w:val="00544250"/>
    <w:rsid w:val="00555BA8"/>
    <w:rsid w:val="005657B2"/>
    <w:rsid w:val="00594E60"/>
    <w:rsid w:val="00597588"/>
    <w:rsid w:val="005D79C8"/>
    <w:rsid w:val="00612E47"/>
    <w:rsid w:val="006162BC"/>
    <w:rsid w:val="00626808"/>
    <w:rsid w:val="006428F8"/>
    <w:rsid w:val="00661139"/>
    <w:rsid w:val="00684D93"/>
    <w:rsid w:val="006C2C92"/>
    <w:rsid w:val="006C6F6D"/>
    <w:rsid w:val="006D3746"/>
    <w:rsid w:val="006D5AFF"/>
    <w:rsid w:val="007079AF"/>
    <w:rsid w:val="0071372A"/>
    <w:rsid w:val="0071542E"/>
    <w:rsid w:val="00730872"/>
    <w:rsid w:val="00731B84"/>
    <w:rsid w:val="00732C18"/>
    <w:rsid w:val="007403B6"/>
    <w:rsid w:val="007429A3"/>
    <w:rsid w:val="00752802"/>
    <w:rsid w:val="00754794"/>
    <w:rsid w:val="007604BE"/>
    <w:rsid w:val="007615CB"/>
    <w:rsid w:val="007811E1"/>
    <w:rsid w:val="00783E4B"/>
    <w:rsid w:val="0078466F"/>
    <w:rsid w:val="00785536"/>
    <w:rsid w:val="00786605"/>
    <w:rsid w:val="007B5BD1"/>
    <w:rsid w:val="007C36BB"/>
    <w:rsid w:val="007C3D6B"/>
    <w:rsid w:val="007D7F21"/>
    <w:rsid w:val="007E30E6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00A6"/>
    <w:rsid w:val="00873F1A"/>
    <w:rsid w:val="00877E3B"/>
    <w:rsid w:val="00880BA9"/>
    <w:rsid w:val="00882F6C"/>
    <w:rsid w:val="008A627D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3D3C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355CB"/>
    <w:rsid w:val="00A50A11"/>
    <w:rsid w:val="00A804AE"/>
    <w:rsid w:val="00A81A17"/>
    <w:rsid w:val="00A86835"/>
    <w:rsid w:val="00A9420A"/>
    <w:rsid w:val="00AB7112"/>
    <w:rsid w:val="00AC3327"/>
    <w:rsid w:val="00B03786"/>
    <w:rsid w:val="00B14FFB"/>
    <w:rsid w:val="00B205C9"/>
    <w:rsid w:val="00B23E48"/>
    <w:rsid w:val="00B26AE6"/>
    <w:rsid w:val="00B32EF3"/>
    <w:rsid w:val="00B34980"/>
    <w:rsid w:val="00B35DE7"/>
    <w:rsid w:val="00B40C26"/>
    <w:rsid w:val="00B977D7"/>
    <w:rsid w:val="00BA0C8B"/>
    <w:rsid w:val="00BB063E"/>
    <w:rsid w:val="00BB1D95"/>
    <w:rsid w:val="00BD01F2"/>
    <w:rsid w:val="00BF0EA2"/>
    <w:rsid w:val="00BF4328"/>
    <w:rsid w:val="00C50079"/>
    <w:rsid w:val="00C616DA"/>
    <w:rsid w:val="00C82B83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0162"/>
    <w:rsid w:val="00D623FD"/>
    <w:rsid w:val="00D624F3"/>
    <w:rsid w:val="00D62D47"/>
    <w:rsid w:val="00D703CF"/>
    <w:rsid w:val="00D84DF1"/>
    <w:rsid w:val="00DA16ED"/>
    <w:rsid w:val="00DA2FE0"/>
    <w:rsid w:val="00DB1093"/>
    <w:rsid w:val="00DD16A9"/>
    <w:rsid w:val="00DD2F63"/>
    <w:rsid w:val="00DE0731"/>
    <w:rsid w:val="00DE6182"/>
    <w:rsid w:val="00DF1482"/>
    <w:rsid w:val="00E15588"/>
    <w:rsid w:val="00E332DB"/>
    <w:rsid w:val="00E42ADA"/>
    <w:rsid w:val="00E439A0"/>
    <w:rsid w:val="00E55200"/>
    <w:rsid w:val="00E82B0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51942"/>
    <w:rsid w:val="00F7392B"/>
    <w:rsid w:val="00F74D69"/>
    <w:rsid w:val="00F83815"/>
    <w:rsid w:val="00F87F8A"/>
    <w:rsid w:val="00FA0AEE"/>
    <w:rsid w:val="00FA1586"/>
    <w:rsid w:val="00FA1731"/>
    <w:rsid w:val="00FB1BC3"/>
    <w:rsid w:val="00FC3A6C"/>
    <w:rsid w:val="00FC6DD9"/>
    <w:rsid w:val="00FD1F91"/>
    <w:rsid w:val="00FD7046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46B0341241D7438496DA3D7E7F8B7DD9910A9E76873A52A463FD2BF49E7E6E384A3BB97D47D38D94CA21T7K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205</Words>
  <Characters>1173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12</cp:revision>
  <cp:lastPrinted>2018-11-30T06:29:00Z</cp:lastPrinted>
  <dcterms:created xsi:type="dcterms:W3CDTF">2018-11-12T11:44:00Z</dcterms:created>
  <dcterms:modified xsi:type="dcterms:W3CDTF">2018-12-24T07:43:00Z</dcterms:modified>
</cp:coreProperties>
</file>