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72B" w:rsidRDefault="007A472B" w:rsidP="00E6482A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ЗАКОН УЛЬЯНОВСКОЙ ОБЛАСТИ</w:t>
      </w:r>
    </w:p>
    <w:p w:rsidR="007A472B" w:rsidRDefault="007A472B" w:rsidP="00E6482A">
      <w:pPr>
        <w:suppressAutoHyphens/>
        <w:jc w:val="center"/>
        <w:rPr>
          <w:b/>
          <w:bCs/>
          <w:sz w:val="28"/>
          <w:szCs w:val="28"/>
        </w:rPr>
      </w:pPr>
    </w:p>
    <w:p w:rsidR="007A472B" w:rsidRDefault="007A472B" w:rsidP="00E6482A">
      <w:pPr>
        <w:suppressAutoHyphens/>
        <w:jc w:val="center"/>
        <w:rPr>
          <w:b/>
          <w:bCs/>
          <w:sz w:val="28"/>
          <w:szCs w:val="28"/>
        </w:rPr>
      </w:pPr>
    </w:p>
    <w:p w:rsidR="007A472B" w:rsidRDefault="007A472B" w:rsidP="00E6482A">
      <w:pPr>
        <w:suppressAutoHyphens/>
        <w:jc w:val="center"/>
        <w:rPr>
          <w:b/>
          <w:bCs/>
          <w:sz w:val="28"/>
          <w:szCs w:val="28"/>
        </w:rPr>
      </w:pPr>
    </w:p>
    <w:p w:rsidR="007A472B" w:rsidRDefault="007A472B" w:rsidP="00E6482A">
      <w:pPr>
        <w:suppressAutoHyphens/>
        <w:jc w:val="center"/>
        <w:rPr>
          <w:b/>
          <w:bCs/>
          <w:sz w:val="28"/>
          <w:szCs w:val="28"/>
        </w:rPr>
      </w:pPr>
    </w:p>
    <w:p w:rsidR="007A472B" w:rsidRPr="007A534C" w:rsidRDefault="007A472B" w:rsidP="007A534C">
      <w:pPr>
        <w:suppressAutoHyphens/>
        <w:jc w:val="center"/>
        <w:rPr>
          <w:b/>
          <w:bCs/>
          <w:sz w:val="16"/>
          <w:szCs w:val="16"/>
        </w:rPr>
      </w:pPr>
    </w:p>
    <w:p w:rsidR="007A472B" w:rsidRPr="003118C4" w:rsidRDefault="007A472B" w:rsidP="00E6482A">
      <w:pPr>
        <w:suppressAutoHyphens/>
        <w:jc w:val="center"/>
        <w:rPr>
          <w:b/>
          <w:bCs/>
          <w:sz w:val="28"/>
          <w:szCs w:val="28"/>
        </w:rPr>
      </w:pPr>
      <w:r w:rsidRPr="003118C4">
        <w:rPr>
          <w:b/>
          <w:bCs/>
          <w:sz w:val="28"/>
          <w:szCs w:val="28"/>
        </w:rPr>
        <w:t>О внесении изменени</w:t>
      </w:r>
      <w:r>
        <w:rPr>
          <w:b/>
          <w:bCs/>
          <w:sz w:val="28"/>
          <w:szCs w:val="28"/>
        </w:rPr>
        <w:t>й</w:t>
      </w:r>
      <w:r w:rsidRPr="003118C4">
        <w:rPr>
          <w:b/>
          <w:bCs/>
          <w:sz w:val="28"/>
          <w:szCs w:val="28"/>
        </w:rPr>
        <w:t xml:space="preserve"> в Закон Ульяновской области </w:t>
      </w:r>
      <w:r w:rsidRPr="003118C4">
        <w:rPr>
          <w:b/>
          <w:bCs/>
          <w:sz w:val="28"/>
          <w:szCs w:val="28"/>
        </w:rPr>
        <w:br/>
        <w:t>«Об утверждении Программы управления государственной</w:t>
      </w:r>
    </w:p>
    <w:p w:rsidR="007A472B" w:rsidRDefault="007A472B" w:rsidP="00E6482A">
      <w:pPr>
        <w:suppressAutoHyphens/>
        <w:jc w:val="center"/>
        <w:rPr>
          <w:sz w:val="28"/>
          <w:szCs w:val="28"/>
        </w:rPr>
      </w:pPr>
      <w:r w:rsidRPr="003118C4">
        <w:rPr>
          <w:b/>
          <w:bCs/>
          <w:sz w:val="28"/>
          <w:szCs w:val="28"/>
        </w:rPr>
        <w:t>собственностью Ульяновской области на 201</w:t>
      </w:r>
      <w:r>
        <w:rPr>
          <w:b/>
          <w:bCs/>
          <w:sz w:val="28"/>
          <w:szCs w:val="28"/>
        </w:rPr>
        <w:t>8 год»</w:t>
      </w:r>
      <w:r w:rsidRPr="003118C4">
        <w:rPr>
          <w:b/>
          <w:bCs/>
          <w:sz w:val="28"/>
          <w:szCs w:val="28"/>
        </w:rPr>
        <w:t xml:space="preserve"> </w:t>
      </w:r>
    </w:p>
    <w:p w:rsidR="007A472B" w:rsidRPr="007A534C" w:rsidRDefault="007A472B" w:rsidP="00E6482A">
      <w:pPr>
        <w:suppressAutoHyphens/>
        <w:rPr>
          <w:sz w:val="28"/>
          <w:szCs w:val="28"/>
        </w:rPr>
      </w:pPr>
    </w:p>
    <w:p w:rsidR="007A472B" w:rsidRPr="007A534C" w:rsidRDefault="007A472B" w:rsidP="007A534C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7A472B" w:rsidRPr="00117837" w:rsidRDefault="007A472B" w:rsidP="00117837">
      <w:pPr>
        <w:jc w:val="center"/>
      </w:pPr>
      <w:r>
        <w:t>Принят Законодательным Собранием Ульяновской области 13 декабря 2018 года</w:t>
      </w:r>
    </w:p>
    <w:p w:rsidR="007A472B" w:rsidRPr="007A534C" w:rsidRDefault="007A472B" w:rsidP="00E6482A">
      <w:pPr>
        <w:jc w:val="both"/>
        <w:rPr>
          <w:sz w:val="28"/>
          <w:szCs w:val="28"/>
        </w:rPr>
      </w:pPr>
    </w:p>
    <w:p w:rsidR="007A472B" w:rsidRPr="007A534C" w:rsidRDefault="007A472B" w:rsidP="00E6482A">
      <w:pPr>
        <w:suppressAutoHyphens/>
        <w:rPr>
          <w:sz w:val="28"/>
          <w:szCs w:val="28"/>
        </w:rPr>
      </w:pPr>
    </w:p>
    <w:p w:rsidR="007A472B" w:rsidRPr="003D3472" w:rsidRDefault="007A472B" w:rsidP="007A534C">
      <w:pPr>
        <w:widowControl w:val="0"/>
        <w:suppressAutoHyphens/>
        <w:spacing w:line="367" w:lineRule="auto"/>
        <w:ind w:firstLine="709"/>
        <w:jc w:val="both"/>
        <w:rPr>
          <w:spacing w:val="-4"/>
          <w:sz w:val="28"/>
          <w:szCs w:val="28"/>
        </w:rPr>
      </w:pPr>
      <w:r w:rsidRPr="003D3472">
        <w:rPr>
          <w:spacing w:val="-4"/>
          <w:sz w:val="28"/>
          <w:szCs w:val="28"/>
        </w:rPr>
        <w:t xml:space="preserve">Внести в Программу управления государственной собственностью Ульяновской области на 2018 год, утверждённую Законом Ульяновской области от 27 ноября 2017 года № 155-ЗО «Об утверждении Программы управления государственной собственностью Ульяновской области на 2018 год» («Ульяновская правда» от 30.11.2017 № 89; от 30.01.2018 № 6; от 30.03.2018 № 21; от 13.04.2018 № 25; от 01.06.2018 № 36; </w:t>
      </w:r>
      <w:r>
        <w:rPr>
          <w:spacing w:val="-4"/>
          <w:sz w:val="28"/>
          <w:szCs w:val="28"/>
        </w:rPr>
        <w:t xml:space="preserve">от </w:t>
      </w:r>
      <w:r w:rsidRPr="003D3472">
        <w:rPr>
          <w:spacing w:val="-4"/>
          <w:sz w:val="28"/>
          <w:szCs w:val="28"/>
        </w:rPr>
        <w:t xml:space="preserve">19.06.2018 № 43; от 04.09.2018 № 64; </w:t>
      </w:r>
      <w:r>
        <w:rPr>
          <w:spacing w:val="-4"/>
          <w:sz w:val="28"/>
          <w:szCs w:val="28"/>
        </w:rPr>
        <w:br/>
      </w:r>
      <w:r w:rsidRPr="003D3472">
        <w:rPr>
          <w:spacing w:val="-4"/>
          <w:sz w:val="28"/>
          <w:szCs w:val="28"/>
        </w:rPr>
        <w:t xml:space="preserve">от </w:t>
      </w:r>
      <w:r>
        <w:rPr>
          <w:spacing w:val="-4"/>
          <w:sz w:val="28"/>
          <w:szCs w:val="28"/>
        </w:rPr>
        <w:t>02</w:t>
      </w:r>
      <w:bookmarkStart w:id="0" w:name="_GoBack"/>
      <w:bookmarkEnd w:id="0"/>
      <w:r w:rsidRPr="003D3472">
        <w:rPr>
          <w:spacing w:val="-4"/>
          <w:sz w:val="28"/>
          <w:szCs w:val="28"/>
        </w:rPr>
        <w:t>.11.2018 № 81), следующие изменения:</w:t>
      </w:r>
    </w:p>
    <w:p w:rsidR="007A472B" w:rsidRPr="007A534C" w:rsidRDefault="007A472B" w:rsidP="005A096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A534C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7A534C">
        <w:rPr>
          <w:sz w:val="28"/>
          <w:szCs w:val="28"/>
        </w:rPr>
        <w:t xml:space="preserve">в </w:t>
      </w:r>
      <w:hyperlink r:id="rId7" w:history="1">
        <w:r w:rsidRPr="007A534C">
          <w:rPr>
            <w:sz w:val="28"/>
            <w:szCs w:val="28"/>
          </w:rPr>
          <w:t>пункте 2.1 раздела 2</w:t>
        </w:r>
      </w:hyperlink>
      <w:r w:rsidRPr="007A534C">
        <w:rPr>
          <w:sz w:val="28"/>
          <w:szCs w:val="28"/>
        </w:rPr>
        <w:t xml:space="preserve"> цифры «112520,5</w:t>
      </w:r>
      <w:r>
        <w:rPr>
          <w:sz w:val="28"/>
          <w:szCs w:val="28"/>
        </w:rPr>
        <w:t xml:space="preserve">» заменить цифрами </w:t>
      </w:r>
      <w:r w:rsidRPr="007A534C">
        <w:rPr>
          <w:sz w:val="28"/>
          <w:szCs w:val="28"/>
        </w:rPr>
        <w:t>«112787,5»;</w:t>
      </w:r>
    </w:p>
    <w:p w:rsidR="007A472B" w:rsidRDefault="007A472B" w:rsidP="007A534C">
      <w:pPr>
        <w:widowControl w:val="0"/>
        <w:suppressAutoHyphens/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2) в приложении 1:</w:t>
      </w:r>
    </w:p>
    <w:p w:rsidR="007A472B" w:rsidRDefault="007A472B" w:rsidP="007A534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дополнить строкой 8 следующего содержания:</w:t>
      </w:r>
    </w:p>
    <w:tbl>
      <w:tblPr>
        <w:tblW w:w="1075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"/>
        <w:gridCol w:w="7513"/>
        <w:gridCol w:w="1134"/>
        <w:gridCol w:w="1401"/>
      </w:tblGrid>
      <w:tr w:rsidR="007A472B" w:rsidRPr="00171CE4">
        <w:trPr>
          <w:trHeight w:val="20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7A472B" w:rsidRPr="006D0330" w:rsidRDefault="007A472B" w:rsidP="00FD1CC8">
            <w:pPr>
              <w:pStyle w:val="ConsPlusNormal"/>
              <w:widowControl/>
              <w:ind w:left="-108" w:right="-108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A534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425" w:type="dxa"/>
          </w:tcPr>
          <w:p w:rsidR="007A472B" w:rsidRPr="00FD1CC8" w:rsidRDefault="007A472B" w:rsidP="005A09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FD1CC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8.</w:t>
            </w:r>
          </w:p>
        </w:tc>
        <w:tc>
          <w:tcPr>
            <w:tcW w:w="7513" w:type="dxa"/>
          </w:tcPr>
          <w:p w:rsidR="007A472B" w:rsidRPr="00310BBB" w:rsidRDefault="007A472B" w:rsidP="0086035C">
            <w:pPr>
              <w:pStyle w:val="ConsPlusNormal"/>
              <w:widowControl/>
              <w:ind w:righ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1134" w:type="dxa"/>
          </w:tcPr>
          <w:p w:rsidR="007A472B" w:rsidRPr="00310BBB" w:rsidRDefault="007A472B" w:rsidP="00F807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267,0</w:t>
            </w:r>
          </w:p>
        </w:tc>
        <w:tc>
          <w:tcPr>
            <w:tcW w:w="1401" w:type="dxa"/>
            <w:tcBorders>
              <w:top w:val="nil"/>
              <w:bottom w:val="nil"/>
              <w:right w:val="nil"/>
            </w:tcBorders>
            <w:vAlign w:val="bottom"/>
          </w:tcPr>
          <w:p w:rsidR="007A472B" w:rsidRPr="006D784C" w:rsidRDefault="007A472B" w:rsidP="007A534C">
            <w:pPr>
              <w:pStyle w:val="BodyTextIndent"/>
              <w:spacing w:after="0"/>
              <w:ind w:left="0"/>
              <w:rPr>
                <w:sz w:val="26"/>
                <w:szCs w:val="26"/>
              </w:rPr>
            </w:pPr>
            <w:r w:rsidRPr="007A534C">
              <w:rPr>
                <w:sz w:val="28"/>
                <w:szCs w:val="28"/>
              </w:rPr>
              <w:t>»;</w:t>
            </w:r>
          </w:p>
        </w:tc>
      </w:tr>
    </w:tbl>
    <w:p w:rsidR="007A472B" w:rsidRPr="00FD1CC8" w:rsidRDefault="007A472B" w:rsidP="00FD1CC8">
      <w:pPr>
        <w:widowControl w:val="0"/>
        <w:suppressAutoHyphens/>
        <w:spacing w:line="360" w:lineRule="auto"/>
        <w:ind w:firstLine="709"/>
        <w:jc w:val="both"/>
        <w:rPr>
          <w:sz w:val="10"/>
          <w:szCs w:val="10"/>
        </w:rPr>
      </w:pPr>
    </w:p>
    <w:p w:rsidR="007A472B" w:rsidRDefault="007A472B" w:rsidP="00FD1CC8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строке «Итого»</w:t>
      </w:r>
      <w:r w:rsidRPr="00101E32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«112520,5» заменить цифрами «112787,5».</w:t>
      </w:r>
    </w:p>
    <w:p w:rsidR="007A472B" w:rsidRPr="007A534C" w:rsidRDefault="007A472B" w:rsidP="007A534C">
      <w:pPr>
        <w:widowControl w:val="0"/>
        <w:suppressAutoHyphens/>
        <w:jc w:val="both"/>
        <w:rPr>
          <w:sz w:val="16"/>
          <w:szCs w:val="16"/>
        </w:rPr>
      </w:pPr>
    </w:p>
    <w:p w:rsidR="007A472B" w:rsidRPr="007A534C" w:rsidRDefault="007A472B" w:rsidP="007A534C">
      <w:pPr>
        <w:suppressAutoHyphens/>
        <w:jc w:val="both"/>
        <w:rPr>
          <w:sz w:val="28"/>
          <w:szCs w:val="28"/>
        </w:rPr>
      </w:pPr>
    </w:p>
    <w:p w:rsidR="007A472B" w:rsidRPr="007A534C" w:rsidRDefault="007A472B" w:rsidP="007A534C">
      <w:pPr>
        <w:suppressAutoHyphens/>
        <w:jc w:val="both"/>
        <w:rPr>
          <w:sz w:val="28"/>
          <w:szCs w:val="28"/>
        </w:rPr>
      </w:pPr>
    </w:p>
    <w:p w:rsidR="007A472B" w:rsidRPr="00E41DF2" w:rsidRDefault="007A472B" w:rsidP="003D77AE">
      <w:pPr>
        <w:suppressAutoHyphens/>
        <w:spacing w:line="235" w:lineRule="auto"/>
        <w:ind w:right="2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Губернатор</w:t>
      </w:r>
      <w:r w:rsidRPr="00E41DF2">
        <w:rPr>
          <w:b/>
          <w:bCs/>
          <w:sz w:val="28"/>
          <w:szCs w:val="28"/>
        </w:rPr>
        <w:t xml:space="preserve"> Ульяновской области </w:t>
      </w:r>
      <w:r w:rsidRPr="00E41DF2">
        <w:rPr>
          <w:b/>
          <w:bCs/>
          <w:sz w:val="28"/>
          <w:szCs w:val="28"/>
        </w:rPr>
        <w:tab/>
      </w:r>
      <w:r w:rsidRPr="00E41DF2">
        <w:rPr>
          <w:b/>
          <w:bCs/>
          <w:sz w:val="28"/>
          <w:szCs w:val="28"/>
        </w:rPr>
        <w:tab/>
      </w:r>
      <w:r w:rsidRPr="00E41DF2">
        <w:rPr>
          <w:b/>
          <w:bCs/>
          <w:sz w:val="28"/>
          <w:szCs w:val="28"/>
        </w:rPr>
        <w:tab/>
      </w:r>
      <w:r w:rsidRPr="00E41DF2">
        <w:rPr>
          <w:b/>
          <w:bCs/>
          <w:sz w:val="28"/>
          <w:szCs w:val="28"/>
        </w:rPr>
        <w:tab/>
        <w:t xml:space="preserve">        </w:t>
      </w:r>
      <w:r>
        <w:rPr>
          <w:b/>
          <w:bCs/>
          <w:sz w:val="28"/>
          <w:szCs w:val="28"/>
        </w:rPr>
        <w:t xml:space="preserve">   </w:t>
      </w:r>
      <w:r w:rsidRPr="00E41DF2">
        <w:rPr>
          <w:b/>
          <w:bCs/>
          <w:sz w:val="28"/>
          <w:szCs w:val="28"/>
        </w:rPr>
        <w:t xml:space="preserve"> С.И.Морозов</w:t>
      </w:r>
    </w:p>
    <w:p w:rsidR="007A472B" w:rsidRDefault="007A472B" w:rsidP="007A534C">
      <w:pPr>
        <w:suppressAutoHyphens/>
        <w:jc w:val="center"/>
        <w:rPr>
          <w:sz w:val="28"/>
          <w:szCs w:val="28"/>
        </w:rPr>
      </w:pPr>
    </w:p>
    <w:p w:rsidR="007A472B" w:rsidRDefault="007A472B" w:rsidP="007A534C">
      <w:pPr>
        <w:suppressAutoHyphens/>
        <w:jc w:val="center"/>
        <w:rPr>
          <w:sz w:val="28"/>
          <w:szCs w:val="28"/>
        </w:rPr>
      </w:pPr>
    </w:p>
    <w:p w:rsidR="007A472B" w:rsidRDefault="007A472B" w:rsidP="007A534C">
      <w:pPr>
        <w:suppressAutoHyphens/>
        <w:jc w:val="center"/>
        <w:rPr>
          <w:sz w:val="28"/>
          <w:szCs w:val="28"/>
        </w:rPr>
      </w:pPr>
    </w:p>
    <w:p w:rsidR="007A472B" w:rsidRPr="00724543" w:rsidRDefault="007A472B" w:rsidP="007A534C">
      <w:pPr>
        <w:suppressAutoHyphens/>
        <w:jc w:val="center"/>
        <w:rPr>
          <w:sz w:val="28"/>
          <w:szCs w:val="28"/>
        </w:rPr>
      </w:pPr>
      <w:r w:rsidRPr="00724543">
        <w:rPr>
          <w:sz w:val="28"/>
          <w:szCs w:val="28"/>
        </w:rPr>
        <w:t>г. Ульяновск</w:t>
      </w:r>
    </w:p>
    <w:p w:rsidR="007A472B" w:rsidRPr="00724543" w:rsidRDefault="007A472B" w:rsidP="007A534C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13 декабря</w:t>
      </w:r>
      <w:r w:rsidRPr="00724543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724543">
        <w:rPr>
          <w:sz w:val="28"/>
          <w:szCs w:val="28"/>
        </w:rPr>
        <w:t xml:space="preserve"> г.</w:t>
      </w:r>
    </w:p>
    <w:p w:rsidR="007A472B" w:rsidRDefault="007A472B" w:rsidP="007A534C">
      <w:pPr>
        <w:suppressAutoHyphens/>
        <w:jc w:val="center"/>
      </w:pPr>
      <w:r w:rsidRPr="00724543">
        <w:rPr>
          <w:sz w:val="28"/>
          <w:szCs w:val="28"/>
        </w:rPr>
        <w:t xml:space="preserve">№ </w:t>
      </w:r>
      <w:r>
        <w:rPr>
          <w:sz w:val="28"/>
          <w:szCs w:val="28"/>
        </w:rPr>
        <w:t>151-</w:t>
      </w:r>
      <w:r w:rsidRPr="00724543">
        <w:rPr>
          <w:sz w:val="28"/>
          <w:szCs w:val="28"/>
        </w:rPr>
        <w:t>ЗО</w:t>
      </w:r>
    </w:p>
    <w:p w:rsidR="007A472B" w:rsidRDefault="007A472B"/>
    <w:sectPr w:rsidR="007A472B" w:rsidSect="007A534C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472B" w:rsidRDefault="007A472B">
      <w:r>
        <w:separator/>
      </w:r>
    </w:p>
  </w:endnote>
  <w:endnote w:type="continuationSeparator" w:id="0">
    <w:p w:rsidR="007A472B" w:rsidRDefault="007A47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72B" w:rsidRPr="00821C61" w:rsidRDefault="007A472B" w:rsidP="00821C61">
    <w:pPr>
      <w:pStyle w:val="Footer"/>
      <w:jc w:val="right"/>
      <w:rPr>
        <w:sz w:val="16"/>
        <w:szCs w:val="16"/>
      </w:rPr>
    </w:pPr>
    <w:r w:rsidRPr="00821C61">
      <w:rPr>
        <w:sz w:val="16"/>
        <w:szCs w:val="16"/>
      </w:rPr>
      <w:t>0911ан1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472B" w:rsidRDefault="007A472B">
      <w:r>
        <w:separator/>
      </w:r>
    </w:p>
  </w:footnote>
  <w:footnote w:type="continuationSeparator" w:id="0">
    <w:p w:rsidR="007A472B" w:rsidRDefault="007A47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72B" w:rsidRPr="00972DC0" w:rsidRDefault="007A472B" w:rsidP="00A75630">
    <w:pPr>
      <w:pStyle w:val="Header"/>
      <w:jc w:val="center"/>
      <w:rPr>
        <w:sz w:val="28"/>
        <w:szCs w:val="28"/>
      </w:rPr>
    </w:pPr>
    <w:r w:rsidRPr="000053C7">
      <w:rPr>
        <w:rStyle w:val="PageNumber"/>
        <w:sz w:val="28"/>
        <w:szCs w:val="28"/>
      </w:rPr>
      <w:fldChar w:fldCharType="begin"/>
    </w:r>
    <w:r w:rsidRPr="000053C7">
      <w:rPr>
        <w:rStyle w:val="PageNumber"/>
        <w:sz w:val="28"/>
        <w:szCs w:val="28"/>
      </w:rPr>
      <w:instrText xml:space="preserve">PAGE  </w:instrText>
    </w:r>
    <w:r w:rsidRPr="000053C7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0053C7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A9441F"/>
    <w:multiLevelType w:val="hybridMultilevel"/>
    <w:tmpl w:val="B6AC58AE"/>
    <w:lvl w:ilvl="0" w:tplc="061257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F8D4E08"/>
    <w:multiLevelType w:val="hybridMultilevel"/>
    <w:tmpl w:val="231C6126"/>
    <w:lvl w:ilvl="0" w:tplc="DFAA029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482A"/>
    <w:rsid w:val="000053C7"/>
    <w:rsid w:val="000277C1"/>
    <w:rsid w:val="000355D7"/>
    <w:rsid w:val="000828EC"/>
    <w:rsid w:val="00083160"/>
    <w:rsid w:val="000A1928"/>
    <w:rsid w:val="000B422D"/>
    <w:rsid w:val="000F06B2"/>
    <w:rsid w:val="00101E32"/>
    <w:rsid w:val="00117837"/>
    <w:rsid w:val="00156619"/>
    <w:rsid w:val="00171CE4"/>
    <w:rsid w:val="001A655D"/>
    <w:rsid w:val="001B5FEB"/>
    <w:rsid w:val="001C2190"/>
    <w:rsid w:val="001E1474"/>
    <w:rsid w:val="001F3D8C"/>
    <w:rsid w:val="002354EC"/>
    <w:rsid w:val="002536B6"/>
    <w:rsid w:val="00254C36"/>
    <w:rsid w:val="002575AD"/>
    <w:rsid w:val="00257D78"/>
    <w:rsid w:val="00274F4D"/>
    <w:rsid w:val="002868E1"/>
    <w:rsid w:val="002A1F67"/>
    <w:rsid w:val="002E7D1C"/>
    <w:rsid w:val="00310BBB"/>
    <w:rsid w:val="00310EB9"/>
    <w:rsid w:val="003118C4"/>
    <w:rsid w:val="00316887"/>
    <w:rsid w:val="003238C8"/>
    <w:rsid w:val="00345C74"/>
    <w:rsid w:val="003526A5"/>
    <w:rsid w:val="00380A30"/>
    <w:rsid w:val="00382236"/>
    <w:rsid w:val="003A7036"/>
    <w:rsid w:val="003C663C"/>
    <w:rsid w:val="003D3472"/>
    <w:rsid w:val="003D77AE"/>
    <w:rsid w:val="003F03C7"/>
    <w:rsid w:val="003F1472"/>
    <w:rsid w:val="003F6BEF"/>
    <w:rsid w:val="00410C53"/>
    <w:rsid w:val="004250C2"/>
    <w:rsid w:val="0046239A"/>
    <w:rsid w:val="004F665A"/>
    <w:rsid w:val="005122F2"/>
    <w:rsid w:val="0054285D"/>
    <w:rsid w:val="00573223"/>
    <w:rsid w:val="00575F37"/>
    <w:rsid w:val="005805F8"/>
    <w:rsid w:val="005A096F"/>
    <w:rsid w:val="00610E05"/>
    <w:rsid w:val="0063065C"/>
    <w:rsid w:val="00640FED"/>
    <w:rsid w:val="0065156E"/>
    <w:rsid w:val="0065481C"/>
    <w:rsid w:val="006929B5"/>
    <w:rsid w:val="006B04AB"/>
    <w:rsid w:val="006D0330"/>
    <w:rsid w:val="006D5781"/>
    <w:rsid w:val="006D784C"/>
    <w:rsid w:val="00703DD5"/>
    <w:rsid w:val="00715696"/>
    <w:rsid w:val="00724543"/>
    <w:rsid w:val="00725B3A"/>
    <w:rsid w:val="007262F7"/>
    <w:rsid w:val="007730D3"/>
    <w:rsid w:val="007A1DD1"/>
    <w:rsid w:val="007A472B"/>
    <w:rsid w:val="007A534C"/>
    <w:rsid w:val="007F5DB5"/>
    <w:rsid w:val="00821C61"/>
    <w:rsid w:val="00826DD7"/>
    <w:rsid w:val="008337B8"/>
    <w:rsid w:val="00844057"/>
    <w:rsid w:val="0086035C"/>
    <w:rsid w:val="00866796"/>
    <w:rsid w:val="00874639"/>
    <w:rsid w:val="00900D2E"/>
    <w:rsid w:val="00907B3A"/>
    <w:rsid w:val="009271BA"/>
    <w:rsid w:val="00970B3A"/>
    <w:rsid w:val="00972DC0"/>
    <w:rsid w:val="0097712E"/>
    <w:rsid w:val="009925F6"/>
    <w:rsid w:val="009C7C6C"/>
    <w:rsid w:val="009D1A6B"/>
    <w:rsid w:val="009F0B13"/>
    <w:rsid w:val="00A062B1"/>
    <w:rsid w:val="00A35D76"/>
    <w:rsid w:val="00A50F80"/>
    <w:rsid w:val="00A75630"/>
    <w:rsid w:val="00A946A9"/>
    <w:rsid w:val="00AD2F36"/>
    <w:rsid w:val="00B139EA"/>
    <w:rsid w:val="00B20647"/>
    <w:rsid w:val="00B47D90"/>
    <w:rsid w:val="00B52876"/>
    <w:rsid w:val="00B56398"/>
    <w:rsid w:val="00B5675F"/>
    <w:rsid w:val="00BC02CB"/>
    <w:rsid w:val="00BC34B6"/>
    <w:rsid w:val="00BE35FD"/>
    <w:rsid w:val="00C06F5B"/>
    <w:rsid w:val="00C53A48"/>
    <w:rsid w:val="00CA0632"/>
    <w:rsid w:val="00CE099C"/>
    <w:rsid w:val="00D076FC"/>
    <w:rsid w:val="00D13963"/>
    <w:rsid w:val="00D352F2"/>
    <w:rsid w:val="00D5442E"/>
    <w:rsid w:val="00D86DFF"/>
    <w:rsid w:val="00D922A6"/>
    <w:rsid w:val="00D94A04"/>
    <w:rsid w:val="00DE244B"/>
    <w:rsid w:val="00DF1F0E"/>
    <w:rsid w:val="00E12DFF"/>
    <w:rsid w:val="00E41DF2"/>
    <w:rsid w:val="00E62AD4"/>
    <w:rsid w:val="00E6482A"/>
    <w:rsid w:val="00E70AF4"/>
    <w:rsid w:val="00EC703B"/>
    <w:rsid w:val="00ED1F0B"/>
    <w:rsid w:val="00F12EAC"/>
    <w:rsid w:val="00F16CDF"/>
    <w:rsid w:val="00F1746D"/>
    <w:rsid w:val="00F3671C"/>
    <w:rsid w:val="00F80346"/>
    <w:rsid w:val="00F80715"/>
    <w:rsid w:val="00F949BF"/>
    <w:rsid w:val="00FD1CC8"/>
    <w:rsid w:val="00FD2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82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"/>
    <w:basedOn w:val="Normal"/>
    <w:uiPriority w:val="99"/>
    <w:rsid w:val="00E6482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E6482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6482A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E6482A"/>
  </w:style>
  <w:style w:type="paragraph" w:styleId="BodyTextIndent">
    <w:name w:val="Body Text Indent"/>
    <w:basedOn w:val="Normal"/>
    <w:link w:val="BodyTextIndentChar"/>
    <w:uiPriority w:val="99"/>
    <w:rsid w:val="00E6482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6482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E6482A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character" w:styleId="Hyperlink">
    <w:name w:val="Hyperlink"/>
    <w:basedOn w:val="DefaultParagraphFont"/>
    <w:uiPriority w:val="99"/>
    <w:rsid w:val="00E6482A"/>
    <w:rPr>
      <w:color w:val="0000FF"/>
      <w:u w:val="single"/>
    </w:rPr>
  </w:style>
  <w:style w:type="paragraph" w:customStyle="1" w:styleId="ConsPlusNormal">
    <w:name w:val="ConsPlusNormal"/>
    <w:uiPriority w:val="99"/>
    <w:rsid w:val="00E648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0">
    <w:name w:val="Знак Знак Знак Знак"/>
    <w:basedOn w:val="Normal"/>
    <w:uiPriority w:val="99"/>
    <w:rsid w:val="00F3671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907B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7B3A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310BB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10BBB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7A534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D0D5EF0EF0D60EB56460A2A2A2725877321178A69E0ACBF9E187A77E4CE4164387A8127C0E885C58BF0B1VAS7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189</Words>
  <Characters>1082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GOS-23</dc:creator>
  <cp:keywords/>
  <dc:description/>
  <cp:lastModifiedBy>Пользователь</cp:lastModifiedBy>
  <cp:revision>11</cp:revision>
  <cp:lastPrinted>2018-11-09T13:01:00Z</cp:lastPrinted>
  <dcterms:created xsi:type="dcterms:W3CDTF">2018-11-09T06:42:00Z</dcterms:created>
  <dcterms:modified xsi:type="dcterms:W3CDTF">2018-12-24T07:42:00Z</dcterms:modified>
</cp:coreProperties>
</file>