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C79" w:rsidRDefault="00740C79" w:rsidP="00AB549A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</w:t>
      </w:r>
    </w:p>
    <w:p w:rsidR="00740C79" w:rsidRDefault="00740C79" w:rsidP="00AB549A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0C79" w:rsidRDefault="00740C79" w:rsidP="00AB549A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0C79" w:rsidRDefault="00740C79" w:rsidP="00473E08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0C79" w:rsidRPr="00473E08" w:rsidRDefault="00740C79" w:rsidP="00F37848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0C79" w:rsidRPr="00EE43D5" w:rsidRDefault="00740C79" w:rsidP="00D1525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3D5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статью 3 Закона Ульяновской области</w:t>
      </w:r>
    </w:p>
    <w:p w:rsidR="00740C79" w:rsidRPr="00EE43D5" w:rsidRDefault="00740C79" w:rsidP="00A008F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3D5">
        <w:rPr>
          <w:rFonts w:ascii="Times New Roman" w:hAnsi="Times New Roman" w:cs="Times New Roman"/>
          <w:b/>
          <w:bCs/>
          <w:sz w:val="28"/>
          <w:szCs w:val="28"/>
        </w:rPr>
        <w:t xml:space="preserve">«О единовременной социальной выплате, предоставляемой отдельным работникам организаций, осуществляющих на территории </w:t>
      </w:r>
    </w:p>
    <w:p w:rsidR="00740C79" w:rsidRPr="00EE43D5" w:rsidRDefault="00740C79" w:rsidP="00A008F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3D5">
        <w:rPr>
          <w:rFonts w:ascii="Times New Roman" w:hAnsi="Times New Roman" w:cs="Times New Roman"/>
          <w:b/>
          <w:bCs/>
          <w:sz w:val="28"/>
          <w:szCs w:val="28"/>
        </w:rPr>
        <w:t xml:space="preserve">Ульяновской области деятельность в сфере </w:t>
      </w:r>
    </w:p>
    <w:p w:rsidR="00740C79" w:rsidRPr="00EE43D5" w:rsidRDefault="00740C79" w:rsidP="00A008F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3D5">
        <w:rPr>
          <w:rFonts w:ascii="Times New Roman" w:hAnsi="Times New Roman" w:cs="Times New Roman"/>
          <w:b/>
          <w:bCs/>
          <w:sz w:val="28"/>
          <w:szCs w:val="28"/>
        </w:rPr>
        <w:t>информационных технологий»</w:t>
      </w:r>
    </w:p>
    <w:p w:rsidR="00740C79" w:rsidRDefault="00740C79" w:rsidP="00D15253">
      <w:pPr>
        <w:ind w:firstLine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40C79" w:rsidRPr="009C4D38" w:rsidRDefault="00740C79" w:rsidP="00D15253">
      <w:pPr>
        <w:ind w:firstLine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40C79" w:rsidRPr="009C4D38" w:rsidRDefault="00740C79" w:rsidP="009C4D3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C4D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 Законодательным Собранием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</w:t>
      </w:r>
      <w:r w:rsidRPr="009C4D38">
        <w:rPr>
          <w:rFonts w:ascii="Times New Roman" w:hAnsi="Times New Roman" w:cs="Times New Roman"/>
          <w:b w:val="0"/>
          <w:bCs w:val="0"/>
          <w:sz w:val="24"/>
          <w:szCs w:val="24"/>
        </w:rPr>
        <w:t>льяновской области 13 декабря 2018 года</w:t>
      </w:r>
    </w:p>
    <w:p w:rsidR="00740C79" w:rsidRDefault="00740C79" w:rsidP="00473E08">
      <w:pPr>
        <w:pStyle w:val="ConsPlusTitle"/>
        <w:rPr>
          <w:rFonts w:ascii="Times New Roman" w:hAnsi="Times New Roman" w:cs="Times New Roman"/>
          <w:b w:val="0"/>
          <w:bCs w:val="0"/>
          <w:sz w:val="18"/>
          <w:szCs w:val="18"/>
        </w:rPr>
      </w:pPr>
    </w:p>
    <w:p w:rsidR="00740C79" w:rsidRDefault="00740C79" w:rsidP="00473E08">
      <w:pPr>
        <w:pStyle w:val="ConsPlusTitle"/>
        <w:rPr>
          <w:rFonts w:ascii="Times New Roman" w:hAnsi="Times New Roman" w:cs="Times New Roman"/>
          <w:b w:val="0"/>
          <w:bCs w:val="0"/>
          <w:sz w:val="18"/>
          <w:szCs w:val="18"/>
        </w:rPr>
      </w:pPr>
    </w:p>
    <w:p w:rsidR="00740C79" w:rsidRPr="009C4D38" w:rsidRDefault="00740C79" w:rsidP="00473E08">
      <w:pPr>
        <w:pStyle w:val="ConsPlusTitle"/>
        <w:rPr>
          <w:rFonts w:ascii="Times New Roman" w:hAnsi="Times New Roman" w:cs="Times New Roman"/>
          <w:b w:val="0"/>
          <w:bCs w:val="0"/>
          <w:sz w:val="18"/>
          <w:szCs w:val="18"/>
        </w:rPr>
      </w:pPr>
    </w:p>
    <w:p w:rsidR="00740C79" w:rsidRDefault="00740C79" w:rsidP="00423FC8">
      <w:pPr>
        <w:widowControl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1 </w:t>
      </w:r>
    </w:p>
    <w:p w:rsidR="00740C79" w:rsidRDefault="00740C79" w:rsidP="00423FC8">
      <w:pPr>
        <w:widowControl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40C79" w:rsidRDefault="00740C79" w:rsidP="00423FC8">
      <w:pPr>
        <w:widowControl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40C79" w:rsidRDefault="00740C79" w:rsidP="00423FC8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часть 1 статьи 3 </w:t>
      </w:r>
      <w:r w:rsidRPr="00034568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кона Ульяновской области от 5 ноября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5B292A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5B292A">
        <w:rPr>
          <w:rFonts w:ascii="Times New Roman" w:hAnsi="Times New Roman" w:cs="Times New Roman"/>
          <w:sz w:val="28"/>
          <w:szCs w:val="28"/>
        </w:rPr>
        <w:t xml:space="preserve"> 159-ЗО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292A">
        <w:rPr>
          <w:rFonts w:ascii="Times New Roman" w:hAnsi="Times New Roman" w:cs="Times New Roman"/>
          <w:sz w:val="28"/>
          <w:szCs w:val="28"/>
        </w:rPr>
        <w:t>О единовременной социальной выплате, предоставляемой отдельным работникам организаций, осуществляющих на территории Ульяновской области деятельность в сфере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4B1C">
        <w:t xml:space="preserve"> </w:t>
      </w:r>
      <w:r>
        <w:rPr>
          <w:rFonts w:ascii="Times New Roman" w:hAnsi="Times New Roman" w:cs="Times New Roman"/>
          <w:sz w:val="28"/>
          <w:szCs w:val="28"/>
        </w:rPr>
        <w:t>(«Ульяновская правда» от</w:t>
      </w:r>
      <w:r w:rsidRPr="009E4EB8">
        <w:rPr>
          <w:rFonts w:ascii="Times New Roman" w:hAnsi="Times New Roman" w:cs="Times New Roman"/>
          <w:sz w:val="28"/>
          <w:szCs w:val="28"/>
        </w:rPr>
        <w:t xml:space="preserve"> </w:t>
      </w:r>
      <w:r w:rsidRPr="005B292A">
        <w:rPr>
          <w:rFonts w:ascii="Times New Roman" w:hAnsi="Times New Roman" w:cs="Times New Roman"/>
          <w:sz w:val="28"/>
          <w:szCs w:val="28"/>
        </w:rPr>
        <w:t>09.11.2015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9E4E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156; от </w:t>
      </w:r>
      <w:r w:rsidRPr="009B6953">
        <w:rPr>
          <w:rFonts w:ascii="Times New Roman" w:hAnsi="Times New Roman" w:cs="Times New Roman"/>
          <w:sz w:val="28"/>
          <w:szCs w:val="28"/>
        </w:rPr>
        <w:t>01.06.2018</w:t>
      </w:r>
      <w:r>
        <w:rPr>
          <w:rFonts w:ascii="Times New Roman" w:hAnsi="Times New Roman" w:cs="Times New Roman"/>
          <w:sz w:val="28"/>
          <w:szCs w:val="28"/>
        </w:rPr>
        <w:t xml:space="preserve"> № 36) следующие изменения:</w:t>
      </w:r>
    </w:p>
    <w:p w:rsidR="00740C79" w:rsidRDefault="00740C79" w:rsidP="00473E08">
      <w:pPr>
        <w:widowControl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2 признать утратившим силу;</w:t>
      </w:r>
    </w:p>
    <w:p w:rsidR="00740C79" w:rsidRDefault="00740C79" w:rsidP="00473E0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пункте 3:</w:t>
      </w:r>
    </w:p>
    <w:p w:rsidR="00740C79" w:rsidRDefault="00740C79" w:rsidP="00473E0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подпункте «д» слово «(программист)» заменить словами </w:t>
      </w:r>
      <w:r>
        <w:rPr>
          <w:rFonts w:ascii="Times New Roman" w:hAnsi="Times New Roman" w:cs="Times New Roman"/>
          <w:sz w:val="28"/>
          <w:szCs w:val="28"/>
        </w:rPr>
        <w:br/>
        <w:t>«(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категории,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категории, главный, ведущий)»;</w:t>
      </w:r>
    </w:p>
    <w:p w:rsidR="00740C79" w:rsidRDefault="00740C79" w:rsidP="00473E0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дополнить подпунктами «к»-«м» следующего содержания:</w:t>
      </w:r>
    </w:p>
    <w:p w:rsidR="00740C79" w:rsidRDefault="00740C79" w:rsidP="00473E0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«к) программист (ведущий, старший, младший);</w:t>
      </w:r>
    </w:p>
    <w:p w:rsidR="00740C79" w:rsidRDefault="00740C79" w:rsidP="00473E0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главный специалист по защите информации;</w:t>
      </w:r>
    </w:p>
    <w:p w:rsidR="00740C79" w:rsidRDefault="00740C79" w:rsidP="00473E0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инженер – системный программист.».</w:t>
      </w:r>
    </w:p>
    <w:p w:rsidR="00740C79" w:rsidRPr="00F37848" w:rsidRDefault="00740C79" w:rsidP="00F37848">
      <w:pPr>
        <w:ind w:firstLine="709"/>
        <w:rPr>
          <w:rFonts w:ascii="Times New Roman" w:hAnsi="Times New Roman" w:cs="Times New Roman"/>
          <w:sz w:val="16"/>
          <w:szCs w:val="16"/>
        </w:rPr>
      </w:pPr>
    </w:p>
    <w:p w:rsidR="00740C79" w:rsidRDefault="00740C79" w:rsidP="00F3784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40C79" w:rsidRDefault="00740C79" w:rsidP="00423FC8">
      <w:pPr>
        <w:widowControl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ья 2 </w:t>
      </w:r>
    </w:p>
    <w:p w:rsidR="00740C79" w:rsidRPr="00F37848" w:rsidRDefault="00740C79" w:rsidP="00423FC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40C79" w:rsidRDefault="00740C79" w:rsidP="00423FC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40C79" w:rsidRDefault="00740C79" w:rsidP="00423FC8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rFonts w:ascii="Times New Roman" w:hAnsi="Times New Roman" w:cs="Times New Roman"/>
          <w:sz w:val="28"/>
          <w:szCs w:val="28"/>
        </w:rPr>
        <w:br/>
        <w:t>с исполнением</w:t>
      </w:r>
      <w:r w:rsidRPr="00C452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статьи 3 </w:t>
      </w:r>
      <w:r w:rsidRPr="00034568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кона Ульяновской области от 5 ноября </w:t>
      </w:r>
      <w:r w:rsidRPr="005B292A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B292A">
        <w:rPr>
          <w:rFonts w:ascii="Times New Roman" w:hAnsi="Times New Roman" w:cs="Times New Roman"/>
          <w:sz w:val="28"/>
          <w:szCs w:val="28"/>
        </w:rPr>
        <w:t xml:space="preserve"> 159-ЗО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292A">
        <w:rPr>
          <w:rFonts w:ascii="Times New Roman" w:hAnsi="Times New Roman" w:cs="Times New Roman"/>
          <w:sz w:val="28"/>
          <w:szCs w:val="28"/>
        </w:rPr>
        <w:t xml:space="preserve">О единовременной социальной выплате, предоставляемой отдельным работникам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осуществляющих </w:t>
      </w:r>
      <w:r w:rsidRPr="005B292A">
        <w:rPr>
          <w:rFonts w:ascii="Times New Roman" w:hAnsi="Times New Roman" w:cs="Times New Roman"/>
          <w:sz w:val="28"/>
          <w:szCs w:val="28"/>
        </w:rPr>
        <w:t>на территории Ульяновской области деятельность в сфере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  <w:r w:rsidRPr="00C452DB">
        <w:rPr>
          <w:rFonts w:ascii="Times New Roman" w:hAnsi="Times New Roman" w:cs="Times New Roman"/>
          <w:sz w:val="28"/>
          <w:szCs w:val="28"/>
        </w:rPr>
        <w:t xml:space="preserve">(в редакции настоящего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Pr="00C452DB">
        <w:rPr>
          <w:rFonts w:ascii="Times New Roman" w:hAnsi="Times New Roman" w:cs="Times New Roman"/>
          <w:sz w:val="28"/>
          <w:szCs w:val="28"/>
        </w:rPr>
        <w:t xml:space="preserve">), </w:t>
      </w:r>
      <w:r w:rsidRPr="005B292A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C452DB">
        <w:rPr>
          <w:rFonts w:ascii="Times New Roman" w:hAnsi="Times New Roman" w:cs="Times New Roman"/>
          <w:sz w:val="28"/>
          <w:szCs w:val="28"/>
        </w:rPr>
        <w:t xml:space="preserve"> в установленном Правительством Ульяновской области порядке за счёт бюджетных ассигнований областного бюджета Ульяновской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0C79" w:rsidRPr="00473E08" w:rsidRDefault="00740C79" w:rsidP="00F37848">
      <w:pPr>
        <w:pStyle w:val="NormalWeb"/>
        <w:spacing w:before="0" w:beforeAutospacing="0" w:after="0" w:afterAutospacing="0"/>
        <w:ind w:firstLine="709"/>
        <w:jc w:val="both"/>
        <w:rPr>
          <w:b/>
          <w:bCs/>
          <w:sz w:val="16"/>
          <w:szCs w:val="16"/>
        </w:rPr>
      </w:pPr>
    </w:p>
    <w:p w:rsidR="00740C79" w:rsidRDefault="00740C79" w:rsidP="00F37848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740C79" w:rsidRDefault="00740C79" w:rsidP="00F37848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740C79" w:rsidRPr="00936F41" w:rsidRDefault="00740C79" w:rsidP="00F37848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B1E18">
        <w:rPr>
          <w:b/>
          <w:bCs/>
          <w:sz w:val="28"/>
          <w:szCs w:val="28"/>
        </w:rPr>
        <w:t xml:space="preserve">Губернатор </w:t>
      </w:r>
      <w:r>
        <w:rPr>
          <w:b/>
          <w:bCs/>
          <w:sz w:val="28"/>
          <w:szCs w:val="28"/>
        </w:rPr>
        <w:t xml:space="preserve">Ульяновской </w:t>
      </w:r>
      <w:r w:rsidRPr="00DB1E18">
        <w:rPr>
          <w:b/>
          <w:bCs/>
          <w:sz w:val="28"/>
          <w:szCs w:val="28"/>
        </w:rPr>
        <w:t>области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ab/>
        <w:t xml:space="preserve">                                           </w:t>
      </w:r>
      <w:r w:rsidRPr="00DB1E18">
        <w:rPr>
          <w:b/>
          <w:bCs/>
          <w:sz w:val="28"/>
          <w:szCs w:val="28"/>
        </w:rPr>
        <w:t>С.И.Морозов</w:t>
      </w:r>
    </w:p>
    <w:p w:rsidR="00740C79" w:rsidRDefault="00740C79" w:rsidP="0047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0C79" w:rsidRDefault="00740C79" w:rsidP="0047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0C79" w:rsidRDefault="00740C79" w:rsidP="00473E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0C79" w:rsidRDefault="00740C79" w:rsidP="00473E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942781">
        <w:rPr>
          <w:rFonts w:ascii="Times New Roman" w:hAnsi="Times New Roman" w:cs="Times New Roman"/>
          <w:sz w:val="28"/>
          <w:szCs w:val="28"/>
        </w:rPr>
        <w:t>Ульяновск</w:t>
      </w:r>
    </w:p>
    <w:p w:rsidR="00740C79" w:rsidRPr="00942781" w:rsidRDefault="00740C79" w:rsidP="00473E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декабря </w:t>
      </w:r>
      <w:r w:rsidRPr="0094278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942781">
        <w:rPr>
          <w:rFonts w:ascii="Times New Roman" w:hAnsi="Times New Roman" w:cs="Times New Roman"/>
          <w:sz w:val="28"/>
          <w:szCs w:val="28"/>
        </w:rPr>
        <w:t>г.</w:t>
      </w:r>
    </w:p>
    <w:p w:rsidR="00740C79" w:rsidRPr="00481CA2" w:rsidRDefault="00740C79" w:rsidP="00473E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4278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147</w:t>
      </w:r>
      <w:r w:rsidRPr="00942781">
        <w:rPr>
          <w:rFonts w:ascii="Times New Roman" w:hAnsi="Times New Roman" w:cs="Times New Roman"/>
          <w:sz w:val="28"/>
          <w:szCs w:val="28"/>
        </w:rPr>
        <w:t>-ЗО</w:t>
      </w:r>
    </w:p>
    <w:sectPr w:rsidR="00740C79" w:rsidRPr="00481CA2" w:rsidSect="00473E08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C79" w:rsidRDefault="00740C79">
      <w:r>
        <w:separator/>
      </w:r>
    </w:p>
  </w:endnote>
  <w:endnote w:type="continuationSeparator" w:id="0">
    <w:p w:rsidR="00740C79" w:rsidRDefault="00740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C79" w:rsidRPr="00473E08" w:rsidRDefault="00740C79" w:rsidP="00473E08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0811мм2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C79" w:rsidRDefault="00740C79">
      <w:r>
        <w:separator/>
      </w:r>
    </w:p>
  </w:footnote>
  <w:footnote w:type="continuationSeparator" w:id="0">
    <w:p w:rsidR="00740C79" w:rsidRDefault="00740C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C79" w:rsidRPr="00473E08" w:rsidRDefault="00740C79" w:rsidP="00473E08">
    <w:pPr>
      <w:pStyle w:val="Header"/>
      <w:ind w:firstLine="0"/>
      <w:jc w:val="center"/>
      <w:rPr>
        <w:rFonts w:ascii="Times New Roman" w:hAnsi="Times New Roman" w:cs="Times New Roman"/>
        <w:sz w:val="28"/>
        <w:szCs w:val="28"/>
      </w:rPr>
    </w:pPr>
    <w:r w:rsidRPr="00473E08">
      <w:rPr>
        <w:rFonts w:ascii="Times New Roman" w:hAnsi="Times New Roman" w:cs="Times New Roman"/>
        <w:sz w:val="28"/>
        <w:szCs w:val="28"/>
      </w:rPr>
      <w:fldChar w:fldCharType="begin"/>
    </w:r>
    <w:r w:rsidRPr="00473E08">
      <w:rPr>
        <w:rFonts w:ascii="Times New Roman" w:hAnsi="Times New Roman" w:cs="Times New Roman"/>
        <w:sz w:val="28"/>
        <w:szCs w:val="28"/>
      </w:rPr>
      <w:instrText>PAGE   \* MERGEFORMAT</w:instrText>
    </w:r>
    <w:r w:rsidRPr="00473E08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473E08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49A"/>
    <w:rsid w:val="00022EC3"/>
    <w:rsid w:val="00033E68"/>
    <w:rsid w:val="00034568"/>
    <w:rsid w:val="000467AB"/>
    <w:rsid w:val="00067F71"/>
    <w:rsid w:val="000976D1"/>
    <w:rsid w:val="000A0E99"/>
    <w:rsid w:val="000D194F"/>
    <w:rsid w:val="001600C0"/>
    <w:rsid w:val="00170A8C"/>
    <w:rsid w:val="001B7FFA"/>
    <w:rsid w:val="001D4410"/>
    <w:rsid w:val="0024569F"/>
    <w:rsid w:val="00285948"/>
    <w:rsid w:val="002B0F4C"/>
    <w:rsid w:val="002D7F5B"/>
    <w:rsid w:val="002F493F"/>
    <w:rsid w:val="0032339B"/>
    <w:rsid w:val="003E3E53"/>
    <w:rsid w:val="00400162"/>
    <w:rsid w:val="00423FC8"/>
    <w:rsid w:val="004532E9"/>
    <w:rsid w:val="00473E08"/>
    <w:rsid w:val="00481CA2"/>
    <w:rsid w:val="00490495"/>
    <w:rsid w:val="004D4906"/>
    <w:rsid w:val="004F0E8C"/>
    <w:rsid w:val="0051671D"/>
    <w:rsid w:val="00564810"/>
    <w:rsid w:val="005A0F7D"/>
    <w:rsid w:val="005B292A"/>
    <w:rsid w:val="005D7F6E"/>
    <w:rsid w:val="006510DE"/>
    <w:rsid w:val="00680228"/>
    <w:rsid w:val="006E5D7C"/>
    <w:rsid w:val="007221E7"/>
    <w:rsid w:val="00740C79"/>
    <w:rsid w:val="007448D7"/>
    <w:rsid w:val="00750595"/>
    <w:rsid w:val="00817523"/>
    <w:rsid w:val="00834B1C"/>
    <w:rsid w:val="00841A95"/>
    <w:rsid w:val="0091084A"/>
    <w:rsid w:val="0092130E"/>
    <w:rsid w:val="00936F41"/>
    <w:rsid w:val="00942781"/>
    <w:rsid w:val="009521ED"/>
    <w:rsid w:val="00974FAD"/>
    <w:rsid w:val="009A5668"/>
    <w:rsid w:val="009B6953"/>
    <w:rsid w:val="009C4D38"/>
    <w:rsid w:val="009E4EB8"/>
    <w:rsid w:val="00A008FB"/>
    <w:rsid w:val="00A16CCD"/>
    <w:rsid w:val="00A32BFA"/>
    <w:rsid w:val="00AB1CD3"/>
    <w:rsid w:val="00AB549A"/>
    <w:rsid w:val="00AD39FF"/>
    <w:rsid w:val="00AD6A73"/>
    <w:rsid w:val="00B2507E"/>
    <w:rsid w:val="00B5308A"/>
    <w:rsid w:val="00B77C4C"/>
    <w:rsid w:val="00B9090A"/>
    <w:rsid w:val="00BD28A4"/>
    <w:rsid w:val="00C452DB"/>
    <w:rsid w:val="00C672CD"/>
    <w:rsid w:val="00CF3DB8"/>
    <w:rsid w:val="00CF4550"/>
    <w:rsid w:val="00D15253"/>
    <w:rsid w:val="00D46258"/>
    <w:rsid w:val="00D77AD7"/>
    <w:rsid w:val="00DB1E18"/>
    <w:rsid w:val="00E2159D"/>
    <w:rsid w:val="00E26619"/>
    <w:rsid w:val="00E85717"/>
    <w:rsid w:val="00EB2A77"/>
    <w:rsid w:val="00EB66C1"/>
    <w:rsid w:val="00EC1A6B"/>
    <w:rsid w:val="00ED28E4"/>
    <w:rsid w:val="00EE43D5"/>
    <w:rsid w:val="00F251F2"/>
    <w:rsid w:val="00F37848"/>
    <w:rsid w:val="00F97658"/>
    <w:rsid w:val="00FB4D88"/>
    <w:rsid w:val="00FB6B54"/>
    <w:rsid w:val="00FE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</w:rPr>
  </w:style>
  <w:style w:type="paragraph" w:customStyle="1" w:styleId="ConsPlusTitle">
    <w:name w:val="ConsPlusTitle"/>
    <w:uiPriority w:val="99"/>
    <w:rsid w:val="00AB549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AB549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1525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73E08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D15253"/>
  </w:style>
  <w:style w:type="paragraph" w:styleId="Footer">
    <w:name w:val="footer"/>
    <w:basedOn w:val="Normal"/>
    <w:link w:val="FooterChar"/>
    <w:uiPriority w:val="99"/>
    <w:rsid w:val="0049049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90495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1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258</Words>
  <Characters>1472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jadnova</dc:creator>
  <cp:keywords/>
  <dc:description/>
  <cp:lastModifiedBy>Пользователь</cp:lastModifiedBy>
  <cp:revision>9</cp:revision>
  <cp:lastPrinted>2018-11-08T12:21:00Z</cp:lastPrinted>
  <dcterms:created xsi:type="dcterms:W3CDTF">2018-11-08T11:36:00Z</dcterms:created>
  <dcterms:modified xsi:type="dcterms:W3CDTF">2018-12-24T07:50:00Z</dcterms:modified>
</cp:coreProperties>
</file>