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A83" w:rsidRPr="00DB68A9" w:rsidRDefault="00811A83" w:rsidP="00F76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ЗАКОН УЛЬЯНОВСКОЙ ОБЛАСТИ</w:t>
      </w:r>
    </w:p>
    <w:p w:rsidR="00811A83" w:rsidRDefault="00811A83" w:rsidP="00DB6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11A83" w:rsidRPr="00DB68A9" w:rsidRDefault="00811A83" w:rsidP="00DB6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4"/>
          <w:szCs w:val="14"/>
        </w:rPr>
      </w:pPr>
    </w:p>
    <w:p w:rsidR="00811A83" w:rsidRDefault="00811A83" w:rsidP="00DB6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11A83" w:rsidRDefault="00811A83" w:rsidP="00DB6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11A83" w:rsidRPr="00DB68A9" w:rsidRDefault="00811A83" w:rsidP="00DB6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11A83" w:rsidRDefault="00811A83" w:rsidP="00691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22F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422FD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статью 2</w:t>
      </w:r>
      <w:r w:rsidRPr="00422FD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</w:t>
      </w:r>
      <w:r w:rsidRPr="00422F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акон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422FD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Ульяновской области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422FD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«О перераспределении полномочий в области градостроительной </w:t>
      </w:r>
    </w:p>
    <w:p w:rsidR="00811A83" w:rsidRPr="00422FD6" w:rsidRDefault="00811A83" w:rsidP="00691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22FD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деятельности между органами местного самоуправления муниципальных образований Ульяновской области 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органами государственной власти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422F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Ульяновской области»</w:t>
      </w:r>
    </w:p>
    <w:p w:rsidR="00811A83" w:rsidRDefault="00811A83" w:rsidP="00EF7E79">
      <w:pPr>
        <w:pStyle w:val="Heading1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color w:val="000000"/>
        </w:rPr>
      </w:pPr>
    </w:p>
    <w:p w:rsidR="00811A83" w:rsidRDefault="00811A83" w:rsidP="00DB68A9">
      <w:pPr>
        <w:spacing w:after="0" w:line="240" w:lineRule="auto"/>
        <w:rPr>
          <w:rFonts w:ascii="Times New Roman" w:hAnsi="Times New Roman" w:cs="Times New Roman"/>
        </w:rPr>
      </w:pPr>
    </w:p>
    <w:p w:rsidR="00811A83" w:rsidRPr="009C4D38" w:rsidRDefault="00811A83" w:rsidP="00BD72F2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C4D3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Принят Законодательным Собранием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</w:t>
      </w:r>
      <w:r w:rsidRPr="009C4D38">
        <w:rPr>
          <w:rFonts w:ascii="Times New Roman" w:hAnsi="Times New Roman" w:cs="Times New Roman"/>
          <w:b w:val="0"/>
          <w:bCs w:val="0"/>
          <w:sz w:val="24"/>
          <w:szCs w:val="24"/>
        </w:rPr>
        <w:t>льяновской области 13 декабря 2018 года</w:t>
      </w:r>
    </w:p>
    <w:p w:rsidR="00811A83" w:rsidRDefault="00811A83" w:rsidP="00DB68A9">
      <w:pPr>
        <w:spacing w:after="0" w:line="240" w:lineRule="auto"/>
        <w:rPr>
          <w:rFonts w:ascii="Times New Roman" w:hAnsi="Times New Roman" w:cs="Times New Roman"/>
        </w:rPr>
      </w:pPr>
    </w:p>
    <w:p w:rsidR="00811A83" w:rsidRPr="00DB68A9" w:rsidRDefault="00811A83" w:rsidP="00DB68A9">
      <w:pPr>
        <w:spacing w:after="0" w:line="240" w:lineRule="auto"/>
        <w:rPr>
          <w:rFonts w:ascii="Times New Roman" w:hAnsi="Times New Roman" w:cs="Times New Roman"/>
        </w:rPr>
      </w:pPr>
    </w:p>
    <w:p w:rsidR="00811A83" w:rsidRPr="00DB68A9" w:rsidRDefault="00811A83" w:rsidP="00DB68A9">
      <w:pPr>
        <w:spacing w:after="0" w:line="240" w:lineRule="auto"/>
        <w:rPr>
          <w:rFonts w:ascii="Times New Roman" w:hAnsi="Times New Roman" w:cs="Times New Roman"/>
        </w:rPr>
      </w:pPr>
    </w:p>
    <w:p w:rsidR="00811A83" w:rsidRPr="00DB68A9" w:rsidRDefault="00811A83" w:rsidP="00DB68A9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DB68A9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811A83" w:rsidRDefault="00811A83" w:rsidP="00907C27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811A83" w:rsidRDefault="00811A83" w:rsidP="00907C27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811A83" w:rsidRDefault="00811A83" w:rsidP="00DB68A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2FD6">
        <w:rPr>
          <w:rFonts w:ascii="Times New Roman" w:hAnsi="Times New Roman" w:cs="Times New Roman"/>
          <w:color w:val="000000"/>
          <w:sz w:val="28"/>
          <w:szCs w:val="28"/>
        </w:rPr>
        <w:t>Внести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статью 2</w:t>
      </w:r>
      <w:r w:rsidRPr="00422FD6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22FD6">
        <w:rPr>
          <w:rFonts w:ascii="Times New Roman" w:hAnsi="Times New Roman" w:cs="Times New Roman"/>
          <w:color w:val="000000"/>
          <w:sz w:val="28"/>
          <w:szCs w:val="28"/>
        </w:rPr>
        <w:t> Ул</w:t>
      </w:r>
      <w:r>
        <w:rPr>
          <w:rFonts w:ascii="Times New Roman" w:hAnsi="Times New Roman" w:cs="Times New Roman"/>
          <w:color w:val="000000"/>
          <w:sz w:val="28"/>
          <w:szCs w:val="28"/>
        </w:rPr>
        <w:t>ьяновской области от 18 декабря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22FD6">
        <w:rPr>
          <w:rFonts w:ascii="Times New Roman" w:hAnsi="Times New Roman" w:cs="Times New Roman"/>
          <w:color w:val="000000"/>
          <w:sz w:val="28"/>
          <w:szCs w:val="28"/>
        </w:rPr>
        <w:t>2014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22FD6">
        <w:rPr>
          <w:rFonts w:ascii="Times New Roman" w:hAnsi="Times New Roman" w:cs="Times New Roman"/>
          <w:color w:val="000000"/>
          <w:sz w:val="28"/>
          <w:szCs w:val="28"/>
        </w:rPr>
        <w:t xml:space="preserve">№ 210-ЗО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(«Ульяновская правда»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от 19.12.2014 № 188-189; от 19.12.2015 № 183; от 27.12.2016 № 140;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от 22.12.2017 № 97) изменение, заменив в ней цифры «2019» цифрами «2020».</w:t>
      </w:r>
    </w:p>
    <w:p w:rsidR="00811A83" w:rsidRDefault="00811A83" w:rsidP="00DB68A9">
      <w:pPr>
        <w:tabs>
          <w:tab w:val="left" w:pos="6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11A83" w:rsidRDefault="00811A83" w:rsidP="00DB68A9">
      <w:pPr>
        <w:tabs>
          <w:tab w:val="left" w:pos="61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11A83" w:rsidRDefault="00811A83" w:rsidP="00AC6FAD">
      <w:pPr>
        <w:tabs>
          <w:tab w:val="left" w:pos="615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61069A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811A83" w:rsidRDefault="00811A83" w:rsidP="00AC6FAD">
      <w:pPr>
        <w:tabs>
          <w:tab w:val="left" w:pos="615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811A83" w:rsidRDefault="00811A83" w:rsidP="00AC6FAD">
      <w:pPr>
        <w:tabs>
          <w:tab w:val="left" w:pos="615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811A83" w:rsidRPr="009C48F2" w:rsidRDefault="00811A83" w:rsidP="00047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8F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астоящий Закон вступает в силу с 1 января 2019 года.</w:t>
      </w:r>
    </w:p>
    <w:p w:rsidR="00811A83" w:rsidRPr="00DB68A9" w:rsidRDefault="00811A83" w:rsidP="009374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16"/>
          <w:szCs w:val="16"/>
        </w:rPr>
      </w:pPr>
    </w:p>
    <w:p w:rsidR="00811A83" w:rsidRDefault="00811A83" w:rsidP="009374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811A83" w:rsidRPr="00422FD6" w:rsidRDefault="00811A83" w:rsidP="009374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811A83" w:rsidRDefault="00811A83" w:rsidP="009374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41A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Губернатор Ульяновской области                                                    С.И.Морозов</w:t>
      </w:r>
    </w:p>
    <w:p w:rsidR="00811A83" w:rsidRPr="00DB68A9" w:rsidRDefault="00811A83" w:rsidP="00141A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11A83" w:rsidRPr="00DB68A9" w:rsidRDefault="00811A83" w:rsidP="00141A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11A83" w:rsidRPr="00DB68A9" w:rsidRDefault="00811A83" w:rsidP="00141A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11A83" w:rsidRPr="003F1A6E" w:rsidRDefault="00811A83" w:rsidP="003F1A6E">
      <w:pPr>
        <w:spacing w:after="0" w:line="240" w:lineRule="auto"/>
        <w:ind w:right="2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F1A6E">
        <w:rPr>
          <w:rFonts w:ascii="Times New Roman" w:hAnsi="Times New Roman" w:cs="Times New Roman"/>
          <w:sz w:val="28"/>
          <w:szCs w:val="28"/>
          <w:lang w:eastAsia="ru-RU"/>
        </w:rPr>
        <w:t>г. Ульяновск</w:t>
      </w:r>
    </w:p>
    <w:p w:rsidR="00811A83" w:rsidRPr="003F1A6E" w:rsidRDefault="00811A83" w:rsidP="003F1A6E">
      <w:pPr>
        <w:spacing w:after="0" w:line="240" w:lineRule="auto"/>
        <w:ind w:right="2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13 декабря </w:t>
      </w:r>
      <w:r w:rsidRPr="003F1A6E">
        <w:rPr>
          <w:rFonts w:ascii="Times New Roman" w:hAnsi="Times New Roman" w:cs="Times New Roman"/>
          <w:sz w:val="28"/>
          <w:szCs w:val="28"/>
          <w:lang w:eastAsia="ru-RU"/>
        </w:rPr>
        <w:t>2018 г.</w:t>
      </w:r>
    </w:p>
    <w:p w:rsidR="00811A83" w:rsidRPr="00237D76" w:rsidRDefault="00811A83" w:rsidP="003F1A6E">
      <w:pPr>
        <w:spacing w:after="0" w:line="240" w:lineRule="auto"/>
        <w:ind w:right="2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№ 146-</w:t>
      </w:r>
      <w:r w:rsidRPr="003F1A6E">
        <w:rPr>
          <w:rFonts w:ascii="Times New Roman" w:hAnsi="Times New Roman" w:cs="Times New Roman"/>
          <w:sz w:val="28"/>
          <w:szCs w:val="28"/>
          <w:lang w:eastAsia="ru-RU"/>
        </w:rPr>
        <w:t>ЗО</w:t>
      </w:r>
    </w:p>
    <w:sectPr w:rsidR="00811A83" w:rsidRPr="00237D76" w:rsidSect="00DB68A9">
      <w:footerReference w:type="default" r:id="rId7"/>
      <w:pgSz w:w="11905" w:h="16838" w:code="9"/>
      <w:pgMar w:top="1134" w:right="567" w:bottom="1134" w:left="1701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A83" w:rsidRDefault="00811A83" w:rsidP="00237D76">
      <w:pPr>
        <w:spacing w:after="0" w:line="240" w:lineRule="auto"/>
      </w:pPr>
      <w:r>
        <w:separator/>
      </w:r>
    </w:p>
  </w:endnote>
  <w:endnote w:type="continuationSeparator" w:id="0">
    <w:p w:rsidR="00811A83" w:rsidRDefault="00811A83" w:rsidP="00237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A83" w:rsidRPr="00237D76" w:rsidRDefault="00811A83" w:rsidP="00237D76">
    <w:pPr>
      <w:pStyle w:val="Footer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3011мм1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A83" w:rsidRDefault="00811A83" w:rsidP="00237D76">
      <w:pPr>
        <w:spacing w:after="0" w:line="240" w:lineRule="auto"/>
      </w:pPr>
      <w:r>
        <w:separator/>
      </w:r>
    </w:p>
  </w:footnote>
  <w:footnote w:type="continuationSeparator" w:id="0">
    <w:p w:rsidR="00811A83" w:rsidRDefault="00811A83" w:rsidP="00237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46769"/>
    <w:multiLevelType w:val="hybridMultilevel"/>
    <w:tmpl w:val="E1DE8006"/>
    <w:lvl w:ilvl="0" w:tplc="F5C654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875E12"/>
    <w:multiLevelType w:val="hybridMultilevel"/>
    <w:tmpl w:val="70920E3C"/>
    <w:lvl w:ilvl="0" w:tplc="FB8A97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B745397"/>
    <w:multiLevelType w:val="hybridMultilevel"/>
    <w:tmpl w:val="4FB67E10"/>
    <w:lvl w:ilvl="0" w:tplc="8F38D1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1850"/>
    <w:rsid w:val="0002244A"/>
    <w:rsid w:val="000254CC"/>
    <w:rsid w:val="000473C0"/>
    <w:rsid w:val="00050F8F"/>
    <w:rsid w:val="00087EA3"/>
    <w:rsid w:val="000A7974"/>
    <w:rsid w:val="000C6D55"/>
    <w:rsid w:val="000E2AF1"/>
    <w:rsid w:val="0013304E"/>
    <w:rsid w:val="00141A59"/>
    <w:rsid w:val="00154460"/>
    <w:rsid w:val="00193789"/>
    <w:rsid w:val="001A4F19"/>
    <w:rsid w:val="001D0897"/>
    <w:rsid w:val="001D2828"/>
    <w:rsid w:val="00206460"/>
    <w:rsid w:val="00213EBD"/>
    <w:rsid w:val="00217299"/>
    <w:rsid w:val="00225A1B"/>
    <w:rsid w:val="00231C8C"/>
    <w:rsid w:val="00237D76"/>
    <w:rsid w:val="002466A2"/>
    <w:rsid w:val="0027342E"/>
    <w:rsid w:val="002953A6"/>
    <w:rsid w:val="002B4AF6"/>
    <w:rsid w:val="002C5C8A"/>
    <w:rsid w:val="002D4E7F"/>
    <w:rsid w:val="00300E07"/>
    <w:rsid w:val="00344CEC"/>
    <w:rsid w:val="003E0C74"/>
    <w:rsid w:val="003F1A6E"/>
    <w:rsid w:val="004006FA"/>
    <w:rsid w:val="004109A4"/>
    <w:rsid w:val="00411DFB"/>
    <w:rsid w:val="00422FD6"/>
    <w:rsid w:val="00451119"/>
    <w:rsid w:val="004A742B"/>
    <w:rsid w:val="004D0EE1"/>
    <w:rsid w:val="004F7B98"/>
    <w:rsid w:val="0054421A"/>
    <w:rsid w:val="005A7ECF"/>
    <w:rsid w:val="005B2AC6"/>
    <w:rsid w:val="005D35B9"/>
    <w:rsid w:val="0061069A"/>
    <w:rsid w:val="00650875"/>
    <w:rsid w:val="00675526"/>
    <w:rsid w:val="0069151A"/>
    <w:rsid w:val="006D2976"/>
    <w:rsid w:val="00746DD4"/>
    <w:rsid w:val="007608CB"/>
    <w:rsid w:val="007F36DC"/>
    <w:rsid w:val="00811A83"/>
    <w:rsid w:val="00813B46"/>
    <w:rsid w:val="00816252"/>
    <w:rsid w:val="00824942"/>
    <w:rsid w:val="00871F12"/>
    <w:rsid w:val="00881836"/>
    <w:rsid w:val="008A49A4"/>
    <w:rsid w:val="008C38A4"/>
    <w:rsid w:val="00907C27"/>
    <w:rsid w:val="00925B2E"/>
    <w:rsid w:val="009326E6"/>
    <w:rsid w:val="009374F0"/>
    <w:rsid w:val="0096757C"/>
    <w:rsid w:val="00995F1C"/>
    <w:rsid w:val="009A23C6"/>
    <w:rsid w:val="009A7758"/>
    <w:rsid w:val="009B6F37"/>
    <w:rsid w:val="009C4006"/>
    <w:rsid w:val="009C4623"/>
    <w:rsid w:val="009C48F2"/>
    <w:rsid w:val="009C4D38"/>
    <w:rsid w:val="009F1E52"/>
    <w:rsid w:val="00A00587"/>
    <w:rsid w:val="00A06189"/>
    <w:rsid w:val="00A249DD"/>
    <w:rsid w:val="00A740CE"/>
    <w:rsid w:val="00A920F2"/>
    <w:rsid w:val="00AA1980"/>
    <w:rsid w:val="00AA5CBA"/>
    <w:rsid w:val="00AC24F6"/>
    <w:rsid w:val="00AC4A9F"/>
    <w:rsid w:val="00AC6FAD"/>
    <w:rsid w:val="00AE61D2"/>
    <w:rsid w:val="00B142BF"/>
    <w:rsid w:val="00B173ED"/>
    <w:rsid w:val="00B41FAC"/>
    <w:rsid w:val="00B51850"/>
    <w:rsid w:val="00B740CD"/>
    <w:rsid w:val="00BA3794"/>
    <w:rsid w:val="00BB0528"/>
    <w:rsid w:val="00BD3428"/>
    <w:rsid w:val="00BD72F2"/>
    <w:rsid w:val="00BF125D"/>
    <w:rsid w:val="00C161CE"/>
    <w:rsid w:val="00C212CA"/>
    <w:rsid w:val="00C40994"/>
    <w:rsid w:val="00C46C66"/>
    <w:rsid w:val="00C666B6"/>
    <w:rsid w:val="00C66F8E"/>
    <w:rsid w:val="00C757E7"/>
    <w:rsid w:val="00C8796D"/>
    <w:rsid w:val="00CF5EEB"/>
    <w:rsid w:val="00D41C68"/>
    <w:rsid w:val="00D66F84"/>
    <w:rsid w:val="00D72427"/>
    <w:rsid w:val="00D76E51"/>
    <w:rsid w:val="00D804EE"/>
    <w:rsid w:val="00D84D3F"/>
    <w:rsid w:val="00DB67E5"/>
    <w:rsid w:val="00DB68A9"/>
    <w:rsid w:val="00DD6D47"/>
    <w:rsid w:val="00DF1DF4"/>
    <w:rsid w:val="00DF5F19"/>
    <w:rsid w:val="00E014DE"/>
    <w:rsid w:val="00E12CCF"/>
    <w:rsid w:val="00E27A0A"/>
    <w:rsid w:val="00E737F5"/>
    <w:rsid w:val="00EF7E79"/>
    <w:rsid w:val="00F11A0C"/>
    <w:rsid w:val="00F17AE4"/>
    <w:rsid w:val="00F46DE9"/>
    <w:rsid w:val="00F5314A"/>
    <w:rsid w:val="00F73238"/>
    <w:rsid w:val="00F763A0"/>
    <w:rsid w:val="00F83004"/>
    <w:rsid w:val="00FD550C"/>
    <w:rsid w:val="00FF1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794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F7E79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F7E79"/>
    <w:rPr>
      <w:rFonts w:ascii="Cambria" w:hAnsi="Cambria" w:cs="Cambria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99"/>
    <w:qFormat/>
    <w:rsid w:val="00F5314A"/>
    <w:pPr>
      <w:ind w:left="720"/>
    </w:pPr>
  </w:style>
  <w:style w:type="paragraph" w:customStyle="1" w:styleId="formattext">
    <w:name w:val="formattext"/>
    <w:basedOn w:val="Normal"/>
    <w:uiPriority w:val="99"/>
    <w:rsid w:val="00AC2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41A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7ECF"/>
    <w:rPr>
      <w:rFonts w:ascii="Times New Roman" w:hAnsi="Times New Roman" w:cs="Times New Roman"/>
      <w:sz w:val="2"/>
      <w:szCs w:val="2"/>
      <w:lang w:eastAsia="en-US"/>
    </w:rPr>
  </w:style>
  <w:style w:type="paragraph" w:styleId="Header">
    <w:name w:val="header"/>
    <w:basedOn w:val="Normal"/>
    <w:link w:val="HeaderChar"/>
    <w:uiPriority w:val="99"/>
    <w:rsid w:val="00237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37D76"/>
    <w:rPr>
      <w:lang w:eastAsia="en-US"/>
    </w:rPr>
  </w:style>
  <w:style w:type="paragraph" w:styleId="Footer">
    <w:name w:val="footer"/>
    <w:basedOn w:val="Normal"/>
    <w:link w:val="FooterChar"/>
    <w:uiPriority w:val="99"/>
    <w:rsid w:val="00237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37D76"/>
    <w:rPr>
      <w:lang w:eastAsia="en-US"/>
    </w:rPr>
  </w:style>
  <w:style w:type="paragraph" w:customStyle="1" w:styleId="ConsPlusTitle">
    <w:name w:val="ConsPlusTitle"/>
    <w:uiPriority w:val="99"/>
    <w:rsid w:val="00BD72F2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08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157</Words>
  <Characters>901</Characters>
  <Application>Microsoft Office Outlook</Application>
  <DocSecurity>0</DocSecurity>
  <Lines>0</Lines>
  <Paragraphs>0</Paragraphs>
  <ScaleCrop>false</ScaleCrop>
  <Company>ЗСУО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Пользователь</cp:lastModifiedBy>
  <cp:revision>9</cp:revision>
  <cp:lastPrinted>2018-12-11T07:21:00Z</cp:lastPrinted>
  <dcterms:created xsi:type="dcterms:W3CDTF">2018-11-30T12:16:00Z</dcterms:created>
  <dcterms:modified xsi:type="dcterms:W3CDTF">2018-12-24T07:53:00Z</dcterms:modified>
</cp:coreProperties>
</file>