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C44A89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C44A89" w:rsidRDefault="006B695D" w:rsidP="00D2598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B695D" w:rsidRPr="00C44A89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C44A89" w:rsidRDefault="006B695D" w:rsidP="004129FB">
            <w:pPr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332FFD" w:rsidRDefault="00332FF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 xml:space="preserve">Председателю 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</w:p>
          <w:p w:rsidR="006B695D" w:rsidRPr="006B695D" w:rsidRDefault="006A79A6" w:rsidP="006B69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Малышеву В.В.</w:t>
            </w: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C44A89" w:rsidRDefault="006B695D" w:rsidP="004129FB">
            <w:pPr>
              <w:rPr>
                <w:b/>
                <w:sz w:val="28"/>
                <w:szCs w:val="28"/>
              </w:rPr>
            </w:pPr>
          </w:p>
        </w:tc>
      </w:tr>
      <w:tr w:rsidR="006B695D" w:rsidRPr="00C44A89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6A79A6">
        <w:rPr>
          <w:b/>
          <w:sz w:val="28"/>
        </w:rPr>
        <w:t>Валерий Васильевич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C93ECF" w:rsidRPr="00992F4B" w:rsidRDefault="00C93ECF" w:rsidP="006B695D">
      <w:pPr>
        <w:ind w:firstLine="709"/>
        <w:jc w:val="both"/>
        <w:rPr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>области проект закона Ульяновской области «О внесении изменени</w:t>
      </w:r>
      <w:r w:rsidR="005F117E">
        <w:rPr>
          <w:sz w:val="28"/>
        </w:rPr>
        <w:t>й</w:t>
      </w:r>
      <w:r w:rsidRPr="00992F4B">
        <w:rPr>
          <w:sz w:val="28"/>
        </w:rPr>
        <w:t xml:space="preserve"> в</w:t>
      </w:r>
      <w:r w:rsidR="008A69BB">
        <w:rPr>
          <w:sz w:val="28"/>
        </w:rPr>
        <w:t xml:space="preserve"> </w:t>
      </w:r>
      <w:r w:rsidRPr="00992F4B">
        <w:rPr>
          <w:sz w:val="28"/>
        </w:rPr>
        <w:t>Закон Ульяновской области «Об областном бюд</w:t>
      </w:r>
      <w:r w:rsidR="00FE096A" w:rsidRPr="00992F4B">
        <w:rPr>
          <w:sz w:val="28"/>
        </w:rPr>
        <w:t>жете Ульяновской области на 20</w:t>
      </w:r>
      <w:r w:rsidR="00613790" w:rsidRPr="00992F4B">
        <w:rPr>
          <w:sz w:val="28"/>
        </w:rPr>
        <w:t>1</w:t>
      </w:r>
      <w:r w:rsidR="00565EA5">
        <w:rPr>
          <w:sz w:val="28"/>
        </w:rPr>
        <w:t>8</w:t>
      </w:r>
      <w:r w:rsidRPr="00992F4B">
        <w:rPr>
          <w:sz w:val="28"/>
        </w:rPr>
        <w:t xml:space="preserve"> год</w:t>
      </w:r>
      <w:r w:rsidR="009160BC">
        <w:rPr>
          <w:sz w:val="28"/>
        </w:rPr>
        <w:t xml:space="preserve"> и на плановый период 201</w:t>
      </w:r>
      <w:r w:rsidR="00565EA5">
        <w:rPr>
          <w:sz w:val="28"/>
        </w:rPr>
        <w:t>9</w:t>
      </w:r>
      <w:r w:rsidR="009160BC">
        <w:rPr>
          <w:sz w:val="28"/>
        </w:rPr>
        <w:t xml:space="preserve"> и 20</w:t>
      </w:r>
      <w:r w:rsidR="00565EA5">
        <w:rPr>
          <w:sz w:val="28"/>
        </w:rPr>
        <w:t>20</w:t>
      </w:r>
      <w:r w:rsidR="009160BC">
        <w:rPr>
          <w:sz w:val="28"/>
        </w:rPr>
        <w:t xml:space="preserve"> годов</w:t>
      </w:r>
      <w:r w:rsidRPr="00992F4B">
        <w:rPr>
          <w:sz w:val="28"/>
        </w:rPr>
        <w:t>».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B43033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Проект закона на </w:t>
            </w:r>
            <w:r w:rsidR="00B43033">
              <w:rPr>
                <w:sz w:val="28"/>
              </w:rPr>
              <w:t xml:space="preserve">   </w:t>
            </w:r>
            <w:r w:rsidR="00257125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 </w:t>
            </w:r>
            <w:r w:rsidR="000A5B5F">
              <w:rPr>
                <w:sz w:val="28"/>
              </w:rPr>
              <w:t xml:space="preserve">  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565EA5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>Сопроводительные документы к проекту закона на</w:t>
            </w:r>
            <w:r w:rsidR="00B62335">
              <w:rPr>
                <w:sz w:val="28"/>
              </w:rPr>
              <w:t xml:space="preserve"> </w:t>
            </w:r>
            <w:r w:rsidR="00565EA5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 л.</w:t>
            </w:r>
            <w:r w:rsidR="00065E69">
              <w:rPr>
                <w:sz w:val="28"/>
              </w:rPr>
              <w:t xml:space="preserve"> </w:t>
            </w:r>
            <w:r w:rsidR="004129F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1519BF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1519BF">
              <w:rPr>
                <w:sz w:val="28"/>
              </w:rPr>
              <w:t>1</w:t>
            </w:r>
            <w:r w:rsidR="00D4383B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9160BC" w:rsidP="00565EA5">
            <w:pPr>
              <w:ind w:left="-91"/>
              <w:jc w:val="both"/>
              <w:rPr>
                <w:sz w:val="28"/>
              </w:rPr>
            </w:pPr>
            <w:r>
              <w:rPr>
                <w:sz w:val="28"/>
              </w:rPr>
              <w:t>Копия распоряжения Губернатора</w:t>
            </w:r>
            <w:r w:rsidR="00DC2128" w:rsidRPr="00992F4B">
              <w:rPr>
                <w:sz w:val="28"/>
              </w:rPr>
              <w:t xml:space="preserve"> Ульяновской области </w:t>
            </w:r>
            <w:r w:rsidR="00DC2128" w:rsidRPr="00992F4B">
              <w:rPr>
                <w:sz w:val="28"/>
              </w:rPr>
              <w:br/>
              <w:t>«О проекте закона Ульяновской области «О внесении изменени</w:t>
            </w:r>
            <w:r w:rsidR="005F117E">
              <w:rPr>
                <w:sz w:val="28"/>
              </w:rPr>
              <w:t>й</w:t>
            </w:r>
            <w:r w:rsidR="00DC2128" w:rsidRPr="00992F4B">
              <w:rPr>
                <w:sz w:val="28"/>
              </w:rPr>
              <w:t xml:space="preserve"> в Закон Ульяновской области «Об областном бюджете Ульяновской области на </w:t>
            </w:r>
            <w:r w:rsidRPr="00992F4B">
              <w:rPr>
                <w:sz w:val="28"/>
              </w:rPr>
              <w:t>201</w:t>
            </w:r>
            <w:r w:rsidR="00565EA5">
              <w:rPr>
                <w:sz w:val="28"/>
              </w:rPr>
              <w:t>8</w:t>
            </w:r>
            <w:r w:rsidRPr="00992F4B">
              <w:rPr>
                <w:sz w:val="28"/>
              </w:rPr>
              <w:t xml:space="preserve"> год</w:t>
            </w:r>
            <w:r>
              <w:rPr>
                <w:sz w:val="28"/>
              </w:rPr>
              <w:t xml:space="preserve"> и на плановый период 201</w:t>
            </w:r>
            <w:r w:rsidR="00565EA5">
              <w:rPr>
                <w:sz w:val="28"/>
              </w:rPr>
              <w:t>9</w:t>
            </w:r>
            <w:r>
              <w:rPr>
                <w:sz w:val="28"/>
              </w:rPr>
              <w:t xml:space="preserve"> и 20</w:t>
            </w:r>
            <w:r w:rsidR="00565EA5">
              <w:rPr>
                <w:sz w:val="28"/>
              </w:rPr>
              <w:t>20</w:t>
            </w:r>
            <w:r>
              <w:rPr>
                <w:sz w:val="28"/>
              </w:rPr>
              <w:t xml:space="preserve"> годов</w:t>
            </w:r>
            <w:r w:rsidR="00DC2128" w:rsidRPr="00992F4B">
              <w:rPr>
                <w:sz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992F4B">
                <w:rPr>
                  <w:sz w:val="28"/>
                </w:rPr>
                <w:t>1 л</w:t>
              </w:r>
            </w:smartTag>
            <w:r w:rsidR="00DC2128" w:rsidRPr="00992F4B">
              <w:rPr>
                <w:sz w:val="28"/>
              </w:rPr>
              <w:t>. в 1 экз.</w:t>
            </w:r>
          </w:p>
        </w:tc>
      </w:tr>
    </w:tbl>
    <w:p w:rsidR="00C93ECF" w:rsidRPr="00992F4B" w:rsidRDefault="00C93ECF" w:rsidP="00992F4B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737DAD" w:rsidRDefault="00737DAD" w:rsidP="00737DAD">
      <w:pPr>
        <w:jc w:val="both"/>
        <w:rPr>
          <w:sz w:val="28"/>
        </w:rPr>
      </w:pPr>
    </w:p>
    <w:p w:rsidR="00461B8C" w:rsidRDefault="009160BC" w:rsidP="00461B8C">
      <w:pPr>
        <w:jc w:val="right"/>
        <w:rPr>
          <w:sz w:val="28"/>
          <w:szCs w:val="28"/>
        </w:rPr>
        <w:sectPr w:rsidR="00461B8C" w:rsidSect="00332FFD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r>
        <w:rPr>
          <w:sz w:val="28"/>
          <w:szCs w:val="28"/>
        </w:rPr>
        <w:t>С.И.Морозов</w:t>
      </w:r>
    </w:p>
    <w:p w:rsidR="00737DAD" w:rsidRDefault="00737DAD" w:rsidP="00461B8C">
      <w:pPr>
        <w:jc w:val="right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461B8C" w:rsidRPr="00461B8C" w:rsidRDefault="00461B8C" w:rsidP="0057004F">
      <w:pPr>
        <w:jc w:val="both"/>
        <w:rPr>
          <w:sz w:val="10"/>
        </w:rPr>
      </w:pPr>
    </w:p>
    <w:p w:rsidR="00C93ECF" w:rsidRDefault="00C93ECF" w:rsidP="0057004F">
      <w:pPr>
        <w:jc w:val="both"/>
        <w:rPr>
          <w:sz w:val="28"/>
        </w:rPr>
      </w:pPr>
    </w:p>
    <w:p w:rsidR="00FE7455" w:rsidRDefault="00FE7455" w:rsidP="0057004F">
      <w:pPr>
        <w:jc w:val="both"/>
        <w:rPr>
          <w:sz w:val="28"/>
        </w:rPr>
      </w:pPr>
    </w:p>
    <w:p w:rsidR="00986931" w:rsidRDefault="00986931" w:rsidP="0057004F">
      <w:pPr>
        <w:jc w:val="both"/>
        <w:rPr>
          <w:sz w:val="28"/>
        </w:rPr>
      </w:pPr>
    </w:p>
    <w:p w:rsidR="00295F0C" w:rsidRPr="003F1A2A" w:rsidRDefault="00295F0C" w:rsidP="00F10F13">
      <w:pPr>
        <w:rPr>
          <w:sz w:val="48"/>
          <w:szCs w:val="24"/>
        </w:rPr>
      </w:pPr>
    </w:p>
    <w:p w:rsidR="00295F0C" w:rsidRPr="006B695D" w:rsidRDefault="00295F0C" w:rsidP="00F10F13">
      <w:pPr>
        <w:rPr>
          <w:sz w:val="28"/>
          <w:szCs w:val="24"/>
        </w:rPr>
      </w:pPr>
    </w:p>
    <w:p w:rsidR="00C93ECF" w:rsidRPr="006B695D" w:rsidRDefault="00B653AC" w:rsidP="00F10F13">
      <w:pPr>
        <w:rPr>
          <w:szCs w:val="24"/>
        </w:rPr>
      </w:pPr>
      <w:proofErr w:type="spellStart"/>
      <w:r>
        <w:rPr>
          <w:szCs w:val="24"/>
        </w:rPr>
        <w:t>Буцкая</w:t>
      </w:r>
      <w:proofErr w:type="spellEnd"/>
      <w:r>
        <w:rPr>
          <w:szCs w:val="24"/>
        </w:rPr>
        <w:t xml:space="preserve"> Екатерина Владимировна</w:t>
      </w:r>
    </w:p>
    <w:p w:rsidR="00472849" w:rsidRDefault="007304FB" w:rsidP="0057004F">
      <w:pPr>
        <w:jc w:val="both"/>
        <w:rPr>
          <w:szCs w:val="24"/>
        </w:rPr>
      </w:pPr>
      <w:r w:rsidRPr="006B695D">
        <w:rPr>
          <w:szCs w:val="24"/>
        </w:rPr>
        <w:t>44-06-99</w:t>
      </w:r>
    </w:p>
    <w:p w:rsidR="009B2C39" w:rsidRDefault="009B2C39" w:rsidP="0057004F">
      <w:pPr>
        <w:jc w:val="both"/>
        <w:rPr>
          <w:szCs w:val="24"/>
        </w:rPr>
      </w:pPr>
      <w:bookmarkStart w:id="0" w:name="_GoBack"/>
      <w:bookmarkEnd w:id="0"/>
    </w:p>
    <w:sectPr w:rsidR="009B2C39" w:rsidSect="00332FFD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A5B5F"/>
    <w:rsid w:val="000C626F"/>
    <w:rsid w:val="000F5AB2"/>
    <w:rsid w:val="00121321"/>
    <w:rsid w:val="0015183E"/>
    <w:rsid w:val="001519BF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57125"/>
    <w:rsid w:val="00271998"/>
    <w:rsid w:val="00276876"/>
    <w:rsid w:val="00277DBE"/>
    <w:rsid w:val="00284C01"/>
    <w:rsid w:val="00291741"/>
    <w:rsid w:val="00295F0C"/>
    <w:rsid w:val="002C1FAB"/>
    <w:rsid w:val="002E06B8"/>
    <w:rsid w:val="002E0AC6"/>
    <w:rsid w:val="002F0CFF"/>
    <w:rsid w:val="002F248D"/>
    <w:rsid w:val="002F3426"/>
    <w:rsid w:val="002F60B4"/>
    <w:rsid w:val="003038B6"/>
    <w:rsid w:val="00315102"/>
    <w:rsid w:val="00332FFD"/>
    <w:rsid w:val="003350B5"/>
    <w:rsid w:val="003726B3"/>
    <w:rsid w:val="00384F7A"/>
    <w:rsid w:val="00393F6B"/>
    <w:rsid w:val="003975C5"/>
    <w:rsid w:val="003F1A2A"/>
    <w:rsid w:val="00401621"/>
    <w:rsid w:val="00401F6E"/>
    <w:rsid w:val="004108DF"/>
    <w:rsid w:val="004129FB"/>
    <w:rsid w:val="0042007E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A4CF7"/>
    <w:rsid w:val="004D2E8B"/>
    <w:rsid w:val="005007F7"/>
    <w:rsid w:val="0050715E"/>
    <w:rsid w:val="00543F54"/>
    <w:rsid w:val="00544CB0"/>
    <w:rsid w:val="00561825"/>
    <w:rsid w:val="00565EA5"/>
    <w:rsid w:val="005679AF"/>
    <w:rsid w:val="00567B63"/>
    <w:rsid w:val="0057004F"/>
    <w:rsid w:val="005923DF"/>
    <w:rsid w:val="005971D8"/>
    <w:rsid w:val="005B4F61"/>
    <w:rsid w:val="005C231A"/>
    <w:rsid w:val="005F117E"/>
    <w:rsid w:val="00613790"/>
    <w:rsid w:val="006353CC"/>
    <w:rsid w:val="00650C6A"/>
    <w:rsid w:val="0065237F"/>
    <w:rsid w:val="00667E8C"/>
    <w:rsid w:val="006A79A6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0C4A"/>
    <w:rsid w:val="0086262B"/>
    <w:rsid w:val="00871782"/>
    <w:rsid w:val="00875F3D"/>
    <w:rsid w:val="008772B6"/>
    <w:rsid w:val="0088392E"/>
    <w:rsid w:val="0088471F"/>
    <w:rsid w:val="008A69BB"/>
    <w:rsid w:val="008B08DE"/>
    <w:rsid w:val="008D100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2F4B"/>
    <w:rsid w:val="009B2C39"/>
    <w:rsid w:val="009B5709"/>
    <w:rsid w:val="009D37F9"/>
    <w:rsid w:val="009E5487"/>
    <w:rsid w:val="00A1332A"/>
    <w:rsid w:val="00A23364"/>
    <w:rsid w:val="00A443F1"/>
    <w:rsid w:val="00A453B0"/>
    <w:rsid w:val="00A51C0B"/>
    <w:rsid w:val="00A6200F"/>
    <w:rsid w:val="00A866C2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43033"/>
    <w:rsid w:val="00B61D61"/>
    <w:rsid w:val="00B62335"/>
    <w:rsid w:val="00B653AC"/>
    <w:rsid w:val="00B76AC1"/>
    <w:rsid w:val="00B8793A"/>
    <w:rsid w:val="00B94FBD"/>
    <w:rsid w:val="00BC7AD2"/>
    <w:rsid w:val="00BD1F5B"/>
    <w:rsid w:val="00BF389C"/>
    <w:rsid w:val="00BF6BFC"/>
    <w:rsid w:val="00C222D7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0DA"/>
    <w:rsid w:val="00CC7753"/>
    <w:rsid w:val="00CD3B3C"/>
    <w:rsid w:val="00CF4D6A"/>
    <w:rsid w:val="00CF6C56"/>
    <w:rsid w:val="00D05F13"/>
    <w:rsid w:val="00D12058"/>
    <w:rsid w:val="00D251A5"/>
    <w:rsid w:val="00D25988"/>
    <w:rsid w:val="00D4383B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10F13"/>
    <w:rsid w:val="00F11C40"/>
    <w:rsid w:val="00F34E28"/>
    <w:rsid w:val="00F61B1D"/>
    <w:rsid w:val="00F70D6A"/>
    <w:rsid w:val="00F73379"/>
    <w:rsid w:val="00F81A75"/>
    <w:rsid w:val="00F84EB5"/>
    <w:rsid w:val="00F93E58"/>
    <w:rsid w:val="00FB5ECD"/>
    <w:rsid w:val="00FB738B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1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u60</cp:lastModifiedBy>
  <cp:revision>5</cp:revision>
  <cp:lastPrinted>2018-11-14T07:51:00Z</cp:lastPrinted>
  <dcterms:created xsi:type="dcterms:W3CDTF">2018-11-14T07:49:00Z</dcterms:created>
  <dcterms:modified xsi:type="dcterms:W3CDTF">2018-11-29T05:45:00Z</dcterms:modified>
</cp:coreProperties>
</file>