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D2" w:rsidRDefault="00762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7622D2" w:rsidRDefault="00762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2D2" w:rsidRDefault="00762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2D2" w:rsidRDefault="00762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2D2" w:rsidRDefault="007622D2" w:rsidP="005F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2D2" w:rsidRDefault="007622D2" w:rsidP="005F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22D2" w:rsidRDefault="007622D2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CA2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внесении изменения в статью 1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Закона Ульяновской области</w:t>
      </w:r>
    </w:p>
    <w:p w:rsidR="007622D2" w:rsidRDefault="007622D2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налоговых ставках налога, взимаемого в связи с применением упрощённой системы налогообложения, на территории </w:t>
      </w:r>
    </w:p>
    <w:p w:rsidR="007622D2" w:rsidRDefault="007622D2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622D2" w:rsidRDefault="007622D2" w:rsidP="00AC4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D2" w:rsidRPr="00FE5516" w:rsidRDefault="007622D2" w:rsidP="00AC4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21 ноября 2018 года</w:t>
      </w:r>
    </w:p>
    <w:p w:rsidR="007622D2" w:rsidRPr="00FE5516" w:rsidRDefault="007622D2" w:rsidP="00AC4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D2" w:rsidRDefault="007622D2" w:rsidP="00AC4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22D2" w:rsidRDefault="007622D2" w:rsidP="005F0A52">
      <w:pPr>
        <w:pStyle w:val="ConsPlusNormal"/>
        <w:ind w:firstLine="709"/>
        <w:jc w:val="both"/>
        <w:rPr>
          <w:lang w:eastAsia="en-US"/>
        </w:rPr>
      </w:pPr>
      <w:bookmarkStart w:id="1" w:name="Par17"/>
      <w:bookmarkEnd w:id="1"/>
      <w:r w:rsidRPr="00AC4B2B">
        <w:rPr>
          <w:lang w:eastAsia="en-US"/>
        </w:rPr>
        <w:t>Статья 1</w:t>
      </w:r>
    </w:p>
    <w:p w:rsidR="007622D2" w:rsidRDefault="007622D2" w:rsidP="005F0A52">
      <w:pPr>
        <w:pStyle w:val="ConsPlusNormal"/>
        <w:ind w:firstLine="709"/>
        <w:jc w:val="both"/>
        <w:rPr>
          <w:lang w:eastAsia="en-US"/>
        </w:rPr>
      </w:pPr>
    </w:p>
    <w:p w:rsidR="007622D2" w:rsidRDefault="007622D2" w:rsidP="005F0A52">
      <w:pPr>
        <w:pStyle w:val="ConsPlusNormal"/>
        <w:ind w:firstLine="709"/>
        <w:jc w:val="both"/>
        <w:rPr>
          <w:lang w:eastAsia="en-US"/>
        </w:rPr>
      </w:pPr>
    </w:p>
    <w:p w:rsidR="007622D2" w:rsidRDefault="007622D2" w:rsidP="005F0A52">
      <w:pPr>
        <w:pStyle w:val="ConsPlusNormal"/>
        <w:spacing w:line="360" w:lineRule="auto"/>
        <w:ind w:firstLine="709"/>
        <w:jc w:val="both"/>
        <w:rPr>
          <w:lang w:eastAsia="en-US"/>
        </w:rPr>
      </w:pPr>
      <w:r w:rsidRPr="00A84A5A">
        <w:rPr>
          <w:b w:val="0"/>
          <w:bCs w:val="0"/>
          <w:lang w:eastAsia="en-US"/>
        </w:rPr>
        <w:t>Внести в</w:t>
      </w:r>
      <w:r>
        <w:rPr>
          <w:b w:val="0"/>
          <w:bCs w:val="0"/>
          <w:lang w:eastAsia="en-US"/>
        </w:rPr>
        <w:t xml:space="preserve"> абзац третий </w:t>
      </w:r>
      <w:r w:rsidRPr="00A84A5A">
        <w:rPr>
          <w:b w:val="0"/>
          <w:bCs w:val="0"/>
          <w:lang w:eastAsia="en-US"/>
        </w:rPr>
        <w:t>част</w:t>
      </w:r>
      <w:r>
        <w:rPr>
          <w:b w:val="0"/>
          <w:bCs w:val="0"/>
          <w:lang w:eastAsia="en-US"/>
        </w:rPr>
        <w:t>и</w:t>
      </w:r>
      <w:r w:rsidRPr="00A84A5A">
        <w:rPr>
          <w:b w:val="0"/>
          <w:bCs w:val="0"/>
          <w:lang w:eastAsia="en-US"/>
        </w:rPr>
        <w:t xml:space="preserve"> 1 статьи 1</w:t>
      </w:r>
      <w:r w:rsidRPr="00A84A5A">
        <w:rPr>
          <w:b w:val="0"/>
          <w:bCs w:val="0"/>
          <w:vertAlign w:val="superscript"/>
          <w:lang w:eastAsia="en-US"/>
        </w:rPr>
        <w:t>1</w:t>
      </w:r>
      <w:r w:rsidRPr="00A84A5A">
        <w:rPr>
          <w:b w:val="0"/>
          <w:bCs w:val="0"/>
          <w:lang w:eastAsia="en-US"/>
        </w:rPr>
        <w:t xml:space="preserve"> Закона Ульяновской области </w:t>
      </w:r>
      <w:r>
        <w:rPr>
          <w:b w:val="0"/>
          <w:bCs w:val="0"/>
          <w:lang w:eastAsia="en-US"/>
        </w:rPr>
        <w:br/>
      </w:r>
      <w:r w:rsidRPr="00A84A5A">
        <w:rPr>
          <w:b w:val="0"/>
          <w:bCs w:val="0"/>
          <w:lang w:eastAsia="en-US"/>
        </w:rPr>
        <w:t xml:space="preserve">от 3 марта 2009 года № 13-ЗО «О налоговых ставках налога, взимаемого в связи </w:t>
      </w:r>
      <w:r w:rsidRPr="00A84A5A">
        <w:rPr>
          <w:b w:val="0"/>
          <w:bCs w:val="0"/>
          <w:lang w:eastAsia="en-US"/>
        </w:rPr>
        <w:br/>
        <w:t xml:space="preserve">с применением упрощённой системы налогообложения, на территории Ульяновской области» </w:t>
      </w:r>
      <w:r w:rsidRPr="00A0065C">
        <w:rPr>
          <w:b w:val="0"/>
          <w:bCs w:val="0"/>
          <w:lang w:eastAsia="en-US"/>
        </w:rPr>
        <w:t xml:space="preserve">(«Ульяновская правда» от 06.03.2009 № 17; </w:t>
      </w:r>
      <w:r>
        <w:rPr>
          <w:b w:val="0"/>
          <w:bCs w:val="0"/>
          <w:lang w:eastAsia="en-US"/>
        </w:rPr>
        <w:br/>
      </w:r>
      <w:r w:rsidRPr="00A0065C">
        <w:rPr>
          <w:b w:val="0"/>
          <w:bCs w:val="0"/>
          <w:lang w:eastAsia="en-US"/>
        </w:rPr>
        <w:t xml:space="preserve">от 06.08.2010 № 64; от 06.10.2010 № 81; от 07.10.2011 № 113; от 02.03.2012 </w:t>
      </w:r>
      <w:r>
        <w:rPr>
          <w:b w:val="0"/>
          <w:bCs w:val="0"/>
          <w:lang w:eastAsia="en-US"/>
        </w:rPr>
        <w:br/>
      </w:r>
      <w:r w:rsidRPr="00A0065C">
        <w:rPr>
          <w:b w:val="0"/>
          <w:bCs w:val="0"/>
          <w:lang w:eastAsia="en-US"/>
        </w:rPr>
        <w:t>№ 22; от 08.12.2014 № 180; от 06.04.2015 № 44; от 05.10.2015 № 139</w:t>
      </w:r>
      <w:r>
        <w:rPr>
          <w:b w:val="0"/>
          <w:bCs w:val="0"/>
          <w:lang w:eastAsia="en-US"/>
        </w:rPr>
        <w:t xml:space="preserve">; </w:t>
      </w:r>
      <w:r>
        <w:rPr>
          <w:b w:val="0"/>
          <w:bCs w:val="0"/>
          <w:lang w:eastAsia="en-US"/>
        </w:rPr>
        <w:br/>
        <w:t>от 30.12.2015 № 192; от 08.11.2016 № 127; от 07.03.2017 № 16</w:t>
      </w:r>
      <w:r w:rsidRPr="00A0065C">
        <w:rPr>
          <w:b w:val="0"/>
          <w:bCs w:val="0"/>
          <w:lang w:eastAsia="en-US"/>
        </w:rPr>
        <w:t>) изменение</w:t>
      </w:r>
      <w:r w:rsidRPr="00A84A5A">
        <w:rPr>
          <w:b w:val="0"/>
          <w:bCs w:val="0"/>
          <w:lang w:eastAsia="en-US"/>
        </w:rPr>
        <w:t>,</w:t>
      </w:r>
      <w:r>
        <w:rPr>
          <w:b w:val="0"/>
          <w:bCs w:val="0"/>
          <w:lang w:eastAsia="en-US"/>
        </w:rPr>
        <w:t xml:space="preserve"> заменив в нём цифры «26» цифрами «24».</w:t>
      </w:r>
    </w:p>
    <w:p w:rsidR="007622D2" w:rsidRDefault="007622D2" w:rsidP="005F0A52">
      <w:pPr>
        <w:pStyle w:val="ConsPlusNormal"/>
        <w:ind w:firstLine="709"/>
        <w:jc w:val="both"/>
        <w:rPr>
          <w:lang w:eastAsia="en-US"/>
        </w:rPr>
      </w:pPr>
    </w:p>
    <w:p w:rsidR="007622D2" w:rsidRPr="00AC4B2B" w:rsidRDefault="007622D2" w:rsidP="005F0A52">
      <w:pPr>
        <w:pStyle w:val="ConsPlusNormal"/>
        <w:jc w:val="both"/>
        <w:rPr>
          <w:lang w:eastAsia="en-US"/>
        </w:rPr>
      </w:pPr>
    </w:p>
    <w:p w:rsidR="007622D2" w:rsidRPr="00AC4B2B" w:rsidRDefault="007622D2" w:rsidP="00A00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4B2B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7622D2" w:rsidRDefault="007622D2" w:rsidP="00AC4B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2D2" w:rsidRDefault="007622D2" w:rsidP="00AC4B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2D2" w:rsidRDefault="007622D2" w:rsidP="00DC7C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1 января 2019 года.</w:t>
      </w:r>
    </w:p>
    <w:p w:rsidR="007622D2" w:rsidRPr="005F0A52" w:rsidRDefault="007622D2" w:rsidP="00AC4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622D2" w:rsidRDefault="007622D2" w:rsidP="00AC4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D2" w:rsidRPr="002317CE" w:rsidRDefault="007622D2" w:rsidP="00AC4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2D2" w:rsidRPr="00AC4B2B" w:rsidRDefault="007622D2" w:rsidP="00AC4B2B">
      <w:pPr>
        <w:pStyle w:val="BodyText"/>
        <w:tabs>
          <w:tab w:val="left" w:pos="8100"/>
        </w:tabs>
        <w:jc w:val="left"/>
        <w:rPr>
          <w:b/>
          <w:bCs/>
        </w:rPr>
      </w:pPr>
      <w:r w:rsidRPr="00532A17">
        <w:rPr>
          <w:b/>
          <w:bCs/>
        </w:rPr>
        <w:t xml:space="preserve">Губернатор Ульяновской области               </w:t>
      </w:r>
      <w:r>
        <w:rPr>
          <w:b/>
          <w:bCs/>
        </w:rPr>
        <w:t xml:space="preserve"> </w:t>
      </w:r>
      <w:r w:rsidRPr="00532A17">
        <w:rPr>
          <w:b/>
          <w:bCs/>
        </w:rPr>
        <w:t xml:space="preserve">       </w:t>
      </w:r>
      <w:r>
        <w:rPr>
          <w:b/>
          <w:bCs/>
        </w:rPr>
        <w:t xml:space="preserve"> </w:t>
      </w:r>
      <w:r w:rsidRPr="00532A17">
        <w:rPr>
          <w:b/>
          <w:bCs/>
        </w:rPr>
        <w:t xml:space="preserve">                            С.И.Морозов</w:t>
      </w:r>
    </w:p>
    <w:p w:rsidR="007622D2" w:rsidRDefault="007622D2" w:rsidP="005D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D2" w:rsidRDefault="007622D2" w:rsidP="005D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D2" w:rsidRPr="005F0A52" w:rsidRDefault="007622D2" w:rsidP="005D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2D2" w:rsidRPr="00475591" w:rsidRDefault="007622D2" w:rsidP="005D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591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622D2" w:rsidRPr="00475591" w:rsidRDefault="007622D2" w:rsidP="005D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ноября </w:t>
      </w:r>
      <w:r w:rsidRPr="0047559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7559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622D2" w:rsidRPr="00481CA2" w:rsidRDefault="007622D2" w:rsidP="005F0A52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59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139-</w:t>
      </w:r>
      <w:r w:rsidRPr="00475591">
        <w:rPr>
          <w:rFonts w:ascii="Times New Roman" w:hAnsi="Times New Roman" w:cs="Times New Roman"/>
          <w:sz w:val="28"/>
          <w:szCs w:val="28"/>
        </w:rPr>
        <w:t>-ЗО</w:t>
      </w:r>
    </w:p>
    <w:sectPr w:rsidR="007622D2" w:rsidRPr="00481CA2" w:rsidSect="005F0A52">
      <w:footerReference w:type="default" r:id="rId6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2D2" w:rsidRDefault="007622D2" w:rsidP="00CA6D59">
      <w:pPr>
        <w:spacing w:after="0" w:line="240" w:lineRule="auto"/>
      </w:pPr>
      <w:r>
        <w:separator/>
      </w:r>
    </w:p>
  </w:endnote>
  <w:endnote w:type="continuationSeparator" w:id="0">
    <w:p w:rsidR="007622D2" w:rsidRDefault="007622D2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D2" w:rsidRPr="005F0A52" w:rsidRDefault="007622D2" w:rsidP="005F0A52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0911мм1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2D2" w:rsidRDefault="007622D2" w:rsidP="00CA6D59">
      <w:pPr>
        <w:spacing w:after="0" w:line="240" w:lineRule="auto"/>
      </w:pPr>
      <w:r>
        <w:separator/>
      </w:r>
    </w:p>
  </w:footnote>
  <w:footnote w:type="continuationSeparator" w:id="0">
    <w:p w:rsidR="007622D2" w:rsidRDefault="007622D2" w:rsidP="00CA6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6EF"/>
    <w:rsid w:val="000837CC"/>
    <w:rsid w:val="00094FB5"/>
    <w:rsid w:val="000C2467"/>
    <w:rsid w:val="000D306F"/>
    <w:rsid w:val="001047C9"/>
    <w:rsid w:val="00105EF3"/>
    <w:rsid w:val="001304C8"/>
    <w:rsid w:val="00132641"/>
    <w:rsid w:val="00141DD8"/>
    <w:rsid w:val="001968AE"/>
    <w:rsid w:val="001A21FF"/>
    <w:rsid w:val="002073CA"/>
    <w:rsid w:val="002149D9"/>
    <w:rsid w:val="00215AC9"/>
    <w:rsid w:val="002317CE"/>
    <w:rsid w:val="00247073"/>
    <w:rsid w:val="00252B43"/>
    <w:rsid w:val="00273635"/>
    <w:rsid w:val="002742D9"/>
    <w:rsid w:val="00276BAE"/>
    <w:rsid w:val="00285BBA"/>
    <w:rsid w:val="0029483E"/>
    <w:rsid w:val="002A1705"/>
    <w:rsid w:val="002E1FB8"/>
    <w:rsid w:val="002E6F4B"/>
    <w:rsid w:val="003501A2"/>
    <w:rsid w:val="00351DD6"/>
    <w:rsid w:val="00360879"/>
    <w:rsid w:val="003632BE"/>
    <w:rsid w:val="00397C04"/>
    <w:rsid w:val="003E277F"/>
    <w:rsid w:val="003E4671"/>
    <w:rsid w:val="004346EF"/>
    <w:rsid w:val="004436D7"/>
    <w:rsid w:val="00456B18"/>
    <w:rsid w:val="00466FB8"/>
    <w:rsid w:val="00472B1F"/>
    <w:rsid w:val="00475591"/>
    <w:rsid w:val="00480B1B"/>
    <w:rsid w:val="00481CA2"/>
    <w:rsid w:val="004C61B6"/>
    <w:rsid w:val="004F758D"/>
    <w:rsid w:val="0050044C"/>
    <w:rsid w:val="00517D47"/>
    <w:rsid w:val="00532A17"/>
    <w:rsid w:val="00552561"/>
    <w:rsid w:val="005547CA"/>
    <w:rsid w:val="00556958"/>
    <w:rsid w:val="005934B2"/>
    <w:rsid w:val="005C4043"/>
    <w:rsid w:val="005C6D31"/>
    <w:rsid w:val="005D7230"/>
    <w:rsid w:val="005F0A52"/>
    <w:rsid w:val="005F76D7"/>
    <w:rsid w:val="00611C16"/>
    <w:rsid w:val="00620B0E"/>
    <w:rsid w:val="006700FD"/>
    <w:rsid w:val="00674EDE"/>
    <w:rsid w:val="006F014F"/>
    <w:rsid w:val="006F1142"/>
    <w:rsid w:val="006F1EDF"/>
    <w:rsid w:val="00760962"/>
    <w:rsid w:val="00760C54"/>
    <w:rsid w:val="007622D2"/>
    <w:rsid w:val="007C0993"/>
    <w:rsid w:val="007D0A59"/>
    <w:rsid w:val="00815B00"/>
    <w:rsid w:val="00841BDE"/>
    <w:rsid w:val="00882E48"/>
    <w:rsid w:val="008D56C0"/>
    <w:rsid w:val="008E1DC3"/>
    <w:rsid w:val="008E280C"/>
    <w:rsid w:val="008F707D"/>
    <w:rsid w:val="00942781"/>
    <w:rsid w:val="00974146"/>
    <w:rsid w:val="0098097F"/>
    <w:rsid w:val="00996173"/>
    <w:rsid w:val="00A0065C"/>
    <w:rsid w:val="00A415D0"/>
    <w:rsid w:val="00A41DC2"/>
    <w:rsid w:val="00A435C3"/>
    <w:rsid w:val="00A84A5A"/>
    <w:rsid w:val="00AC4B2B"/>
    <w:rsid w:val="00B566FA"/>
    <w:rsid w:val="00B70831"/>
    <w:rsid w:val="00B87DA4"/>
    <w:rsid w:val="00BD182D"/>
    <w:rsid w:val="00C05765"/>
    <w:rsid w:val="00C17076"/>
    <w:rsid w:val="00C305B6"/>
    <w:rsid w:val="00C46A45"/>
    <w:rsid w:val="00C51E75"/>
    <w:rsid w:val="00C6468A"/>
    <w:rsid w:val="00C77143"/>
    <w:rsid w:val="00CA6D59"/>
    <w:rsid w:val="00CF49E6"/>
    <w:rsid w:val="00D0667B"/>
    <w:rsid w:val="00D150AC"/>
    <w:rsid w:val="00D460D5"/>
    <w:rsid w:val="00D6174B"/>
    <w:rsid w:val="00D669C5"/>
    <w:rsid w:val="00DB3DD0"/>
    <w:rsid w:val="00DC7C1C"/>
    <w:rsid w:val="00DD1836"/>
    <w:rsid w:val="00DF4ECA"/>
    <w:rsid w:val="00E80F5F"/>
    <w:rsid w:val="00E843CF"/>
    <w:rsid w:val="00EA4EAC"/>
    <w:rsid w:val="00EE0F36"/>
    <w:rsid w:val="00EF5E89"/>
    <w:rsid w:val="00EF6EF4"/>
    <w:rsid w:val="00F73B66"/>
    <w:rsid w:val="00F812AB"/>
    <w:rsid w:val="00FB7399"/>
    <w:rsid w:val="00FC371B"/>
    <w:rsid w:val="00FD2E94"/>
    <w:rsid w:val="00FE01AE"/>
    <w:rsid w:val="00FE5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EF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1CA2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6D59"/>
  </w:style>
  <w:style w:type="paragraph" w:styleId="Footer">
    <w:name w:val="footer"/>
    <w:basedOn w:val="Normal"/>
    <w:link w:val="Foot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6D59"/>
  </w:style>
  <w:style w:type="paragraph" w:styleId="BalloonText">
    <w:name w:val="Balloon Text"/>
    <w:basedOn w:val="Normal"/>
    <w:link w:val="BalloonTextChar"/>
    <w:uiPriority w:val="99"/>
    <w:semiHidden/>
    <w:rsid w:val="00CA6D5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uiPriority w:val="99"/>
    <w:rsid w:val="00A84A5A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84A5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AC4B2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156</Words>
  <Characters>894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А. Черненко</dc:creator>
  <cp:keywords/>
  <dc:description/>
  <cp:lastModifiedBy>Пользователь</cp:lastModifiedBy>
  <cp:revision>7</cp:revision>
  <cp:lastPrinted>2018-11-09T06:23:00Z</cp:lastPrinted>
  <dcterms:created xsi:type="dcterms:W3CDTF">2018-11-09T06:19:00Z</dcterms:created>
  <dcterms:modified xsi:type="dcterms:W3CDTF">2018-12-14T08:00:00Z</dcterms:modified>
</cp:coreProperties>
</file>