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320" w:rsidRDefault="006B3320" w:rsidP="00A64E4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 УЛЬЯНОВСКОЙ ОБЛАСТИ</w:t>
      </w:r>
    </w:p>
    <w:p w:rsidR="006B3320" w:rsidRDefault="006B3320" w:rsidP="00A64E4F">
      <w:pPr>
        <w:rPr>
          <w:b/>
          <w:bCs/>
          <w:sz w:val="28"/>
          <w:szCs w:val="28"/>
        </w:rPr>
      </w:pPr>
    </w:p>
    <w:p w:rsidR="006B3320" w:rsidRDefault="006B3320" w:rsidP="00A64E4F">
      <w:pPr>
        <w:rPr>
          <w:b/>
          <w:bCs/>
          <w:sz w:val="28"/>
          <w:szCs w:val="28"/>
        </w:rPr>
      </w:pPr>
    </w:p>
    <w:p w:rsidR="006B3320" w:rsidRDefault="006B3320" w:rsidP="00784522">
      <w:pPr>
        <w:rPr>
          <w:b/>
          <w:bCs/>
          <w:sz w:val="28"/>
          <w:szCs w:val="28"/>
        </w:rPr>
      </w:pPr>
    </w:p>
    <w:p w:rsidR="006B3320" w:rsidRDefault="006B3320" w:rsidP="00784522">
      <w:pPr>
        <w:rPr>
          <w:b/>
          <w:bCs/>
          <w:sz w:val="28"/>
          <w:szCs w:val="28"/>
        </w:rPr>
      </w:pPr>
    </w:p>
    <w:p w:rsidR="006B3320" w:rsidRPr="00784522" w:rsidRDefault="006B3320" w:rsidP="00784522">
      <w:pPr>
        <w:rPr>
          <w:b/>
          <w:bCs/>
          <w:sz w:val="20"/>
          <w:szCs w:val="20"/>
        </w:rPr>
      </w:pPr>
    </w:p>
    <w:p w:rsidR="006B3320" w:rsidRDefault="006B3320" w:rsidP="00A64E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изменения в Закон Ульяновской области </w:t>
      </w:r>
    </w:p>
    <w:p w:rsidR="006B3320" w:rsidRDefault="006B3320" w:rsidP="00A61DC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«Об утверждении Программы управления государственной </w:t>
      </w:r>
    </w:p>
    <w:p w:rsidR="006B3320" w:rsidRDefault="006B3320" w:rsidP="00A61DC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собственностью Ульяновской области на 2018 год»</w:t>
      </w:r>
    </w:p>
    <w:p w:rsidR="006B3320" w:rsidRDefault="006B3320" w:rsidP="0000445C">
      <w:pPr>
        <w:suppressAutoHyphens/>
        <w:spacing w:line="360" w:lineRule="auto"/>
        <w:jc w:val="both"/>
        <w:rPr>
          <w:b/>
          <w:bCs/>
          <w:sz w:val="28"/>
          <w:szCs w:val="28"/>
        </w:rPr>
      </w:pPr>
    </w:p>
    <w:p w:rsidR="006B3320" w:rsidRPr="00B44F0D" w:rsidRDefault="006B3320" w:rsidP="00B44F0D">
      <w:pPr>
        <w:suppressAutoHyphens/>
        <w:spacing w:line="360" w:lineRule="auto"/>
        <w:jc w:val="center"/>
      </w:pPr>
      <w:r>
        <w:t>Принят Законодательным Собранием Ульяновской области 24 октября 2018 года</w:t>
      </w:r>
    </w:p>
    <w:p w:rsidR="006B3320" w:rsidRDefault="006B3320" w:rsidP="00784522">
      <w:pPr>
        <w:suppressAutoHyphens/>
        <w:spacing w:line="360" w:lineRule="auto"/>
        <w:jc w:val="both"/>
        <w:rPr>
          <w:sz w:val="28"/>
          <w:szCs w:val="28"/>
        </w:rPr>
      </w:pPr>
    </w:p>
    <w:p w:rsidR="006B3320" w:rsidRPr="00EB2318" w:rsidRDefault="006B3320" w:rsidP="00F2357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F2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 xml:space="preserve">приложение 4 к </w:t>
      </w:r>
      <w:r w:rsidRPr="00E41DF2">
        <w:rPr>
          <w:sz w:val="28"/>
          <w:szCs w:val="28"/>
        </w:rPr>
        <w:t>Программ</w:t>
      </w:r>
      <w:r>
        <w:rPr>
          <w:sz w:val="28"/>
          <w:szCs w:val="28"/>
        </w:rPr>
        <w:t>е</w:t>
      </w:r>
      <w:r w:rsidRPr="00E41DF2">
        <w:rPr>
          <w:sz w:val="28"/>
          <w:szCs w:val="28"/>
        </w:rPr>
        <w:t xml:space="preserve"> управления государственной собственностью Ульяновской области на 201</w:t>
      </w:r>
      <w:r>
        <w:rPr>
          <w:sz w:val="28"/>
          <w:szCs w:val="28"/>
        </w:rPr>
        <w:t>8</w:t>
      </w:r>
      <w:r w:rsidRPr="00E41DF2">
        <w:rPr>
          <w:sz w:val="28"/>
          <w:szCs w:val="28"/>
        </w:rPr>
        <w:t xml:space="preserve"> год, утверждённ</w:t>
      </w:r>
      <w:r>
        <w:rPr>
          <w:sz w:val="28"/>
          <w:szCs w:val="28"/>
        </w:rPr>
        <w:t>ой</w:t>
      </w:r>
      <w:r w:rsidRPr="00E41DF2">
        <w:rPr>
          <w:sz w:val="28"/>
          <w:szCs w:val="28"/>
        </w:rPr>
        <w:t xml:space="preserve"> Законом Ульяновской области от </w:t>
      </w:r>
      <w:r>
        <w:rPr>
          <w:sz w:val="28"/>
          <w:szCs w:val="28"/>
        </w:rPr>
        <w:t>27 ноября 2017</w:t>
      </w:r>
      <w:r w:rsidRPr="00E41DF2">
        <w:rPr>
          <w:sz w:val="28"/>
          <w:szCs w:val="28"/>
        </w:rPr>
        <w:t xml:space="preserve"> года № 1</w:t>
      </w:r>
      <w:r>
        <w:rPr>
          <w:sz w:val="28"/>
          <w:szCs w:val="28"/>
        </w:rPr>
        <w:t>55</w:t>
      </w:r>
      <w:r w:rsidRPr="00E41DF2">
        <w:rPr>
          <w:sz w:val="28"/>
          <w:szCs w:val="28"/>
        </w:rPr>
        <w:t>-ЗО «Об утверждении Программы управления государственной собственностью Ульяновской области на 201</w:t>
      </w:r>
      <w:r>
        <w:rPr>
          <w:sz w:val="28"/>
          <w:szCs w:val="28"/>
        </w:rPr>
        <w:t>8</w:t>
      </w:r>
      <w:r w:rsidRPr="00E41DF2">
        <w:rPr>
          <w:sz w:val="28"/>
          <w:szCs w:val="28"/>
        </w:rPr>
        <w:t xml:space="preserve"> год» </w:t>
      </w:r>
      <w:r w:rsidRPr="00B979E2">
        <w:rPr>
          <w:sz w:val="28"/>
          <w:szCs w:val="28"/>
        </w:rPr>
        <w:t>(«</w:t>
      </w:r>
      <w:r w:rsidRPr="00E80FF1">
        <w:rPr>
          <w:sz w:val="28"/>
          <w:szCs w:val="28"/>
        </w:rPr>
        <w:t xml:space="preserve">Ульяновская правда» </w:t>
      </w:r>
      <w:r>
        <w:rPr>
          <w:sz w:val="28"/>
          <w:szCs w:val="28"/>
        </w:rPr>
        <w:t xml:space="preserve">от 30.11.2017 </w:t>
      </w:r>
      <w:r w:rsidRPr="00B979E2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89; от 30.01.2018 № 6; </w:t>
      </w:r>
      <w:r>
        <w:rPr>
          <w:sz w:val="28"/>
          <w:szCs w:val="28"/>
        </w:rPr>
        <w:br/>
        <w:t xml:space="preserve">от 30.03.2018 № 21; от 13.04.2018 № 25; от 01.06.2018 № 36; от 19.06.2018 </w:t>
      </w:r>
      <w:r>
        <w:rPr>
          <w:sz w:val="28"/>
          <w:szCs w:val="28"/>
        </w:rPr>
        <w:br/>
        <w:t>№ 43;</w:t>
      </w:r>
      <w:bookmarkStart w:id="0" w:name="_GoBack"/>
      <w:bookmarkEnd w:id="0"/>
      <w:r>
        <w:rPr>
          <w:sz w:val="28"/>
          <w:szCs w:val="28"/>
        </w:rPr>
        <w:t xml:space="preserve"> от 04.09.2018 № 64), </w:t>
      </w:r>
      <w:r w:rsidRPr="00DD1577">
        <w:rPr>
          <w:sz w:val="28"/>
          <w:szCs w:val="28"/>
        </w:rPr>
        <w:t>изменени</w:t>
      </w:r>
      <w:r>
        <w:rPr>
          <w:sz w:val="28"/>
          <w:szCs w:val="28"/>
        </w:rPr>
        <w:t>е, дополнив его строкой 4 следующего содержания:</w:t>
      </w:r>
    </w:p>
    <w:tbl>
      <w:tblPr>
        <w:tblW w:w="1049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4"/>
        <w:gridCol w:w="426"/>
        <w:gridCol w:w="2410"/>
        <w:gridCol w:w="2126"/>
        <w:gridCol w:w="2551"/>
        <w:gridCol w:w="2127"/>
        <w:gridCol w:w="567"/>
      </w:tblGrid>
      <w:tr w:rsidR="006B3320" w:rsidRPr="00263B79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6B3320" w:rsidRPr="00263B79" w:rsidRDefault="006B3320" w:rsidP="00263B79">
            <w:pPr>
              <w:suppressAutoHyphens/>
              <w:rPr>
                <w:sz w:val="28"/>
                <w:szCs w:val="28"/>
              </w:rPr>
            </w:pPr>
            <w:r w:rsidRPr="00263B79">
              <w:rPr>
                <w:sz w:val="28"/>
                <w:szCs w:val="28"/>
              </w:rPr>
              <w:t>«</w:t>
            </w:r>
          </w:p>
        </w:tc>
        <w:tc>
          <w:tcPr>
            <w:tcW w:w="426" w:type="dxa"/>
          </w:tcPr>
          <w:p w:rsidR="006B3320" w:rsidRPr="00263B79" w:rsidRDefault="006B3320" w:rsidP="00F2357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263B79">
              <w:rPr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6B3320" w:rsidRPr="00427095" w:rsidRDefault="006B3320" w:rsidP="00784522">
            <w:pPr>
              <w:jc w:val="both"/>
              <w:rPr>
                <w:spacing w:val="-4"/>
                <w:sz w:val="28"/>
                <w:szCs w:val="28"/>
              </w:rPr>
            </w:pPr>
            <w:r w:rsidRPr="00427095">
              <w:rPr>
                <w:spacing w:val="-4"/>
                <w:sz w:val="28"/>
                <w:szCs w:val="28"/>
              </w:rPr>
              <w:t>Водонапорная башня, назначение: 10.1. Сооружения водо-заборные, объём 78 куб. м, кадастровый номер: 73:02:040501:327</w:t>
            </w:r>
          </w:p>
        </w:tc>
        <w:tc>
          <w:tcPr>
            <w:tcW w:w="2126" w:type="dxa"/>
          </w:tcPr>
          <w:p w:rsidR="006B3320" w:rsidRPr="00784522" w:rsidRDefault="006B3320" w:rsidP="009D2181">
            <w:pPr>
              <w:jc w:val="both"/>
              <w:rPr>
                <w:spacing w:val="-4"/>
                <w:sz w:val="28"/>
                <w:szCs w:val="28"/>
              </w:rPr>
            </w:pPr>
            <w:r w:rsidRPr="009D2181">
              <w:rPr>
                <w:spacing w:val="-6"/>
                <w:sz w:val="28"/>
                <w:szCs w:val="28"/>
              </w:rPr>
              <w:t xml:space="preserve">Ульяновская </w:t>
            </w:r>
            <w:r>
              <w:rPr>
                <w:spacing w:val="-6"/>
                <w:sz w:val="28"/>
                <w:szCs w:val="28"/>
              </w:rPr>
              <w:br/>
            </w:r>
            <w:r w:rsidRPr="009D2181">
              <w:rPr>
                <w:spacing w:val="-6"/>
                <w:sz w:val="28"/>
                <w:szCs w:val="28"/>
              </w:rPr>
              <w:t>область, Барыш-ский</w:t>
            </w:r>
            <w:r w:rsidRPr="00784522">
              <w:rPr>
                <w:spacing w:val="-4"/>
                <w:sz w:val="28"/>
                <w:szCs w:val="28"/>
              </w:rPr>
              <w:t xml:space="preserve"> район, </w:t>
            </w:r>
            <w:r>
              <w:rPr>
                <w:spacing w:val="-4"/>
                <w:sz w:val="28"/>
                <w:szCs w:val="28"/>
              </w:rPr>
              <w:br/>
            </w:r>
            <w:r w:rsidRPr="00784522">
              <w:rPr>
                <w:spacing w:val="-4"/>
                <w:sz w:val="28"/>
                <w:szCs w:val="28"/>
              </w:rPr>
              <w:t>п. Самородки</w:t>
            </w:r>
          </w:p>
        </w:tc>
        <w:tc>
          <w:tcPr>
            <w:tcW w:w="2551" w:type="dxa"/>
          </w:tcPr>
          <w:p w:rsidR="006B3320" w:rsidRPr="00263B79" w:rsidRDefault="006B3320" w:rsidP="007845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Областное государственное бюджетное профес-</w:t>
            </w:r>
            <w:r w:rsidRPr="009D2181">
              <w:rPr>
                <w:spacing w:val="-4"/>
                <w:sz w:val="28"/>
                <w:szCs w:val="28"/>
              </w:rPr>
              <w:t>сиональное образовательное учреж-</w:t>
            </w:r>
            <w:r>
              <w:rPr>
                <w:sz w:val="28"/>
                <w:szCs w:val="28"/>
              </w:rPr>
              <w:t>дение «Жадовский сельскохозяйствен-ный техникум»</w:t>
            </w:r>
          </w:p>
        </w:tc>
        <w:tc>
          <w:tcPr>
            <w:tcW w:w="2127" w:type="dxa"/>
          </w:tcPr>
          <w:p w:rsidR="006B3320" w:rsidRPr="00B64F1D" w:rsidRDefault="006B3320" w:rsidP="00B64F1D">
            <w:pPr>
              <w:jc w:val="both"/>
              <w:rPr>
                <w:spacing w:val="-4"/>
                <w:sz w:val="28"/>
                <w:szCs w:val="28"/>
              </w:rPr>
            </w:pPr>
            <w:r w:rsidRPr="00B64F1D">
              <w:rPr>
                <w:spacing w:val="-4"/>
                <w:sz w:val="28"/>
                <w:szCs w:val="28"/>
              </w:rPr>
              <w:t>Муниципальное образование «Жадовское городское поселение» Барышского района Ульяновской области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6B3320" w:rsidRPr="00263B79" w:rsidRDefault="006B3320" w:rsidP="009D2181">
            <w:pPr>
              <w:suppressAutoHyphens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F23571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6B3320" w:rsidRDefault="006B3320" w:rsidP="00784522">
      <w:pPr>
        <w:suppressAutoHyphens/>
        <w:jc w:val="both"/>
        <w:rPr>
          <w:sz w:val="28"/>
          <w:szCs w:val="28"/>
        </w:rPr>
      </w:pPr>
    </w:p>
    <w:p w:rsidR="006B3320" w:rsidRDefault="006B3320" w:rsidP="00784522">
      <w:pPr>
        <w:suppressAutoHyphens/>
        <w:jc w:val="both"/>
        <w:rPr>
          <w:b/>
          <w:bCs/>
          <w:sz w:val="28"/>
          <w:szCs w:val="28"/>
        </w:rPr>
      </w:pPr>
    </w:p>
    <w:p w:rsidR="006B3320" w:rsidRDefault="006B3320" w:rsidP="00784522">
      <w:pPr>
        <w:suppressAutoHyphens/>
        <w:ind w:right="21"/>
        <w:jc w:val="both"/>
        <w:rPr>
          <w:b/>
          <w:bCs/>
          <w:sz w:val="28"/>
          <w:szCs w:val="28"/>
        </w:rPr>
      </w:pPr>
    </w:p>
    <w:p w:rsidR="006B3320" w:rsidRPr="00E41DF2" w:rsidRDefault="006B3320" w:rsidP="00784522">
      <w:pPr>
        <w:suppressAutoHyphens/>
        <w:ind w:right="2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Губернатор</w:t>
      </w:r>
      <w:r w:rsidRPr="00E41DF2">
        <w:rPr>
          <w:b/>
          <w:bCs/>
          <w:sz w:val="28"/>
          <w:szCs w:val="28"/>
        </w:rPr>
        <w:t xml:space="preserve"> Ульяновс</w:t>
      </w:r>
      <w:r>
        <w:rPr>
          <w:b/>
          <w:bCs/>
          <w:sz w:val="28"/>
          <w:szCs w:val="28"/>
        </w:rPr>
        <w:t xml:space="preserve">кой области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</w:t>
      </w:r>
      <w:r w:rsidRPr="00E41DF2">
        <w:rPr>
          <w:b/>
          <w:bCs/>
          <w:sz w:val="28"/>
          <w:szCs w:val="28"/>
        </w:rPr>
        <w:t>С.И.Морозов</w:t>
      </w:r>
    </w:p>
    <w:p w:rsidR="006B3320" w:rsidRDefault="006B3320" w:rsidP="00784522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6B3320" w:rsidRDefault="006B3320" w:rsidP="00784522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6B3320" w:rsidRDefault="006B3320" w:rsidP="00784522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6B3320" w:rsidRPr="00DD1577" w:rsidRDefault="006B3320" w:rsidP="00784522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г. Ульяновск</w:t>
      </w:r>
    </w:p>
    <w:p w:rsidR="006B3320" w:rsidRPr="00DD1577" w:rsidRDefault="006B3320" w:rsidP="00784522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 октября</w:t>
      </w:r>
      <w:r w:rsidRPr="00DD1577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D157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B3320" w:rsidRPr="00AA7A8D" w:rsidRDefault="006B3320" w:rsidP="00784522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7075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122-</w:t>
      </w:r>
      <w:r w:rsidRPr="00270756">
        <w:rPr>
          <w:rFonts w:ascii="Times New Roman" w:hAnsi="Times New Roman" w:cs="Times New Roman"/>
          <w:sz w:val="28"/>
          <w:szCs w:val="28"/>
        </w:rPr>
        <w:t>ЗО</w:t>
      </w:r>
    </w:p>
    <w:sectPr w:rsidR="006B3320" w:rsidRPr="00AA7A8D" w:rsidSect="00784522">
      <w:headerReference w:type="default" r:id="rId7"/>
      <w:footerReference w:type="first" r:id="rId8"/>
      <w:pgSz w:w="11906" w:h="16838" w:code="9"/>
      <w:pgMar w:top="1134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320" w:rsidRDefault="006B3320">
      <w:r>
        <w:separator/>
      </w:r>
    </w:p>
  </w:endnote>
  <w:endnote w:type="continuationSeparator" w:id="0">
    <w:p w:rsidR="006B3320" w:rsidRDefault="006B33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320" w:rsidRPr="00784522" w:rsidRDefault="006B3320" w:rsidP="00784522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3108км1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320" w:rsidRDefault="006B3320">
      <w:r>
        <w:separator/>
      </w:r>
    </w:p>
  </w:footnote>
  <w:footnote w:type="continuationSeparator" w:id="0">
    <w:p w:rsidR="006B3320" w:rsidRDefault="006B33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320" w:rsidRPr="006E1A46" w:rsidRDefault="006B3320" w:rsidP="00A64E4F">
    <w:pPr>
      <w:pStyle w:val="Header"/>
      <w:framePr w:wrap="auto" w:vAnchor="text" w:hAnchor="margin" w:xAlign="center" w:y="1"/>
      <w:rPr>
        <w:rStyle w:val="PageNumber"/>
        <w:sz w:val="28"/>
        <w:szCs w:val="28"/>
      </w:rPr>
    </w:pPr>
    <w:r w:rsidRPr="006E1A46">
      <w:rPr>
        <w:rStyle w:val="PageNumber"/>
        <w:sz w:val="28"/>
        <w:szCs w:val="28"/>
      </w:rPr>
      <w:fldChar w:fldCharType="begin"/>
    </w:r>
    <w:r w:rsidRPr="006E1A46">
      <w:rPr>
        <w:rStyle w:val="PageNumber"/>
        <w:sz w:val="28"/>
        <w:szCs w:val="28"/>
      </w:rPr>
      <w:instrText xml:space="preserve">PAGE  </w:instrText>
    </w:r>
    <w:r w:rsidRPr="006E1A46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6E1A46">
      <w:rPr>
        <w:rStyle w:val="PageNumber"/>
        <w:sz w:val="28"/>
        <w:szCs w:val="28"/>
      </w:rPr>
      <w:fldChar w:fldCharType="end"/>
    </w:r>
  </w:p>
  <w:p w:rsidR="006B3320" w:rsidRDefault="006B332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73387"/>
    <w:multiLevelType w:val="hybridMultilevel"/>
    <w:tmpl w:val="A3C420A4"/>
    <w:lvl w:ilvl="0" w:tplc="11E858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5B3117"/>
    <w:multiLevelType w:val="hybridMultilevel"/>
    <w:tmpl w:val="7F822F58"/>
    <w:lvl w:ilvl="0" w:tplc="5D0CE958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52BB1DAB"/>
    <w:multiLevelType w:val="hybridMultilevel"/>
    <w:tmpl w:val="1F46095C"/>
    <w:lvl w:ilvl="0" w:tplc="B3FA07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F952FF8"/>
    <w:multiLevelType w:val="hybridMultilevel"/>
    <w:tmpl w:val="3A448A60"/>
    <w:lvl w:ilvl="0" w:tplc="FA3A1B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F3B75D0"/>
    <w:multiLevelType w:val="hybridMultilevel"/>
    <w:tmpl w:val="5A70E7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FA1625"/>
    <w:multiLevelType w:val="hybridMultilevel"/>
    <w:tmpl w:val="8AF8DD38"/>
    <w:lvl w:ilvl="0" w:tplc="B4FCC7D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79BF6D59"/>
    <w:multiLevelType w:val="hybridMultilevel"/>
    <w:tmpl w:val="EFD8C262"/>
    <w:lvl w:ilvl="0" w:tplc="AA4A70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4E4F"/>
    <w:rsid w:val="00001890"/>
    <w:rsid w:val="0000445C"/>
    <w:rsid w:val="000062EF"/>
    <w:rsid w:val="00010FE8"/>
    <w:rsid w:val="00011E36"/>
    <w:rsid w:val="00012E86"/>
    <w:rsid w:val="00020C08"/>
    <w:rsid w:val="00027636"/>
    <w:rsid w:val="0003441C"/>
    <w:rsid w:val="000442B4"/>
    <w:rsid w:val="000600EE"/>
    <w:rsid w:val="00060456"/>
    <w:rsid w:val="00066E6B"/>
    <w:rsid w:val="00087309"/>
    <w:rsid w:val="000A092A"/>
    <w:rsid w:val="000A267F"/>
    <w:rsid w:val="000A41C8"/>
    <w:rsid w:val="000A72A9"/>
    <w:rsid w:val="000B7400"/>
    <w:rsid w:val="000C16E0"/>
    <w:rsid w:val="000E092D"/>
    <w:rsid w:val="000E13FB"/>
    <w:rsid w:val="000E16BD"/>
    <w:rsid w:val="000E48F0"/>
    <w:rsid w:val="000E5A36"/>
    <w:rsid w:val="000F1726"/>
    <w:rsid w:val="00103A85"/>
    <w:rsid w:val="00104CD7"/>
    <w:rsid w:val="0012502D"/>
    <w:rsid w:val="00131E21"/>
    <w:rsid w:val="001348CF"/>
    <w:rsid w:val="00145988"/>
    <w:rsid w:val="0015387A"/>
    <w:rsid w:val="0017346B"/>
    <w:rsid w:val="00175C1C"/>
    <w:rsid w:val="00186494"/>
    <w:rsid w:val="00191EC3"/>
    <w:rsid w:val="0019297A"/>
    <w:rsid w:val="00193538"/>
    <w:rsid w:val="001956E3"/>
    <w:rsid w:val="001A549F"/>
    <w:rsid w:val="001B58C5"/>
    <w:rsid w:val="001D7B06"/>
    <w:rsid w:val="001E1489"/>
    <w:rsid w:val="001E784E"/>
    <w:rsid w:val="00213BE0"/>
    <w:rsid w:val="00234782"/>
    <w:rsid w:val="0024361D"/>
    <w:rsid w:val="00250F43"/>
    <w:rsid w:val="00263B79"/>
    <w:rsid w:val="00270756"/>
    <w:rsid w:val="002860EB"/>
    <w:rsid w:val="002A1257"/>
    <w:rsid w:val="002A2341"/>
    <w:rsid w:val="002B4F33"/>
    <w:rsid w:val="002C461A"/>
    <w:rsid w:val="002D3D08"/>
    <w:rsid w:val="002E06EA"/>
    <w:rsid w:val="002E6EA7"/>
    <w:rsid w:val="002E7A85"/>
    <w:rsid w:val="002F1618"/>
    <w:rsid w:val="002F288D"/>
    <w:rsid w:val="002F4C9E"/>
    <w:rsid w:val="00315EB0"/>
    <w:rsid w:val="00336BEB"/>
    <w:rsid w:val="00342DDD"/>
    <w:rsid w:val="00344CF3"/>
    <w:rsid w:val="00361FC9"/>
    <w:rsid w:val="00362951"/>
    <w:rsid w:val="0037670C"/>
    <w:rsid w:val="00395EA1"/>
    <w:rsid w:val="0039799B"/>
    <w:rsid w:val="003A7513"/>
    <w:rsid w:val="003B42AC"/>
    <w:rsid w:val="003B54C7"/>
    <w:rsid w:val="003B5EFB"/>
    <w:rsid w:val="003B6115"/>
    <w:rsid w:val="003B6682"/>
    <w:rsid w:val="003B6FE4"/>
    <w:rsid w:val="003C0068"/>
    <w:rsid w:val="003E17EE"/>
    <w:rsid w:val="003E6181"/>
    <w:rsid w:val="003F7656"/>
    <w:rsid w:val="003F79F5"/>
    <w:rsid w:val="00400031"/>
    <w:rsid w:val="004056D6"/>
    <w:rsid w:val="004074BB"/>
    <w:rsid w:val="00411077"/>
    <w:rsid w:val="00427095"/>
    <w:rsid w:val="00430BF6"/>
    <w:rsid w:val="004367A4"/>
    <w:rsid w:val="0043719F"/>
    <w:rsid w:val="00437562"/>
    <w:rsid w:val="00445B5E"/>
    <w:rsid w:val="00445C59"/>
    <w:rsid w:val="00445FDB"/>
    <w:rsid w:val="004545BB"/>
    <w:rsid w:val="00460EED"/>
    <w:rsid w:val="00471CB4"/>
    <w:rsid w:val="00484B27"/>
    <w:rsid w:val="00484CF7"/>
    <w:rsid w:val="00487556"/>
    <w:rsid w:val="0049090E"/>
    <w:rsid w:val="004917D7"/>
    <w:rsid w:val="004961C5"/>
    <w:rsid w:val="004A77D9"/>
    <w:rsid w:val="004C480C"/>
    <w:rsid w:val="004D39F5"/>
    <w:rsid w:val="004D6D6A"/>
    <w:rsid w:val="004E13D5"/>
    <w:rsid w:val="005016A4"/>
    <w:rsid w:val="00507467"/>
    <w:rsid w:val="00511A65"/>
    <w:rsid w:val="00522AA7"/>
    <w:rsid w:val="00556F52"/>
    <w:rsid w:val="00575AA1"/>
    <w:rsid w:val="005801A4"/>
    <w:rsid w:val="00591C90"/>
    <w:rsid w:val="00592D93"/>
    <w:rsid w:val="00597588"/>
    <w:rsid w:val="00597AC5"/>
    <w:rsid w:val="005A0887"/>
    <w:rsid w:val="005A1099"/>
    <w:rsid w:val="005A7DA9"/>
    <w:rsid w:val="005B30EC"/>
    <w:rsid w:val="005C53A4"/>
    <w:rsid w:val="005D79C8"/>
    <w:rsid w:val="005E7C86"/>
    <w:rsid w:val="005F0383"/>
    <w:rsid w:val="005F5EA5"/>
    <w:rsid w:val="00612E47"/>
    <w:rsid w:val="00615924"/>
    <w:rsid w:val="006162BC"/>
    <w:rsid w:val="00617C0D"/>
    <w:rsid w:val="00630887"/>
    <w:rsid w:val="00640159"/>
    <w:rsid w:val="006504FD"/>
    <w:rsid w:val="00651E50"/>
    <w:rsid w:val="00684D93"/>
    <w:rsid w:val="006901D1"/>
    <w:rsid w:val="006A1762"/>
    <w:rsid w:val="006B0634"/>
    <w:rsid w:val="006B0C1C"/>
    <w:rsid w:val="006B3320"/>
    <w:rsid w:val="006C2C92"/>
    <w:rsid w:val="006C6F6D"/>
    <w:rsid w:val="006D3746"/>
    <w:rsid w:val="006D5AFF"/>
    <w:rsid w:val="006D5C97"/>
    <w:rsid w:val="006E1A46"/>
    <w:rsid w:val="006E66EC"/>
    <w:rsid w:val="006F2543"/>
    <w:rsid w:val="00700A04"/>
    <w:rsid w:val="007030A5"/>
    <w:rsid w:val="00703DC2"/>
    <w:rsid w:val="00705B79"/>
    <w:rsid w:val="007079AF"/>
    <w:rsid w:val="00717452"/>
    <w:rsid w:val="0072529A"/>
    <w:rsid w:val="00727860"/>
    <w:rsid w:val="00731B84"/>
    <w:rsid w:val="00733135"/>
    <w:rsid w:val="00737907"/>
    <w:rsid w:val="007403B6"/>
    <w:rsid w:val="00747D2D"/>
    <w:rsid w:val="00754794"/>
    <w:rsid w:val="007604BE"/>
    <w:rsid w:val="007615CB"/>
    <w:rsid w:val="007645CB"/>
    <w:rsid w:val="00784522"/>
    <w:rsid w:val="0078466F"/>
    <w:rsid w:val="00786605"/>
    <w:rsid w:val="00794D7E"/>
    <w:rsid w:val="00796DBD"/>
    <w:rsid w:val="007A72C6"/>
    <w:rsid w:val="007C2041"/>
    <w:rsid w:val="007C36BB"/>
    <w:rsid w:val="007C3D6B"/>
    <w:rsid w:val="007C6AAF"/>
    <w:rsid w:val="007C7D9E"/>
    <w:rsid w:val="007D45B6"/>
    <w:rsid w:val="007D7F21"/>
    <w:rsid w:val="007E0501"/>
    <w:rsid w:val="007E6370"/>
    <w:rsid w:val="00806494"/>
    <w:rsid w:val="008124FC"/>
    <w:rsid w:val="00821272"/>
    <w:rsid w:val="00821291"/>
    <w:rsid w:val="008453AB"/>
    <w:rsid w:val="00852C00"/>
    <w:rsid w:val="00854905"/>
    <w:rsid w:val="0086008D"/>
    <w:rsid w:val="00862209"/>
    <w:rsid w:val="00870BB7"/>
    <w:rsid w:val="00873450"/>
    <w:rsid w:val="00877E3B"/>
    <w:rsid w:val="008A2363"/>
    <w:rsid w:val="008A627D"/>
    <w:rsid w:val="008B0CF0"/>
    <w:rsid w:val="008B2AA9"/>
    <w:rsid w:val="008B6CF3"/>
    <w:rsid w:val="008C3282"/>
    <w:rsid w:val="008C3FE3"/>
    <w:rsid w:val="008C6F68"/>
    <w:rsid w:val="008D0A5C"/>
    <w:rsid w:val="008D42F7"/>
    <w:rsid w:val="008D4AA7"/>
    <w:rsid w:val="008F0CC2"/>
    <w:rsid w:val="00900809"/>
    <w:rsid w:val="00920FA4"/>
    <w:rsid w:val="00930782"/>
    <w:rsid w:val="009339EE"/>
    <w:rsid w:val="00936956"/>
    <w:rsid w:val="00941FFF"/>
    <w:rsid w:val="00942265"/>
    <w:rsid w:val="0095425E"/>
    <w:rsid w:val="009649A4"/>
    <w:rsid w:val="009708BE"/>
    <w:rsid w:val="00970932"/>
    <w:rsid w:val="009757A4"/>
    <w:rsid w:val="00982681"/>
    <w:rsid w:val="00991E68"/>
    <w:rsid w:val="009964B6"/>
    <w:rsid w:val="009A17B1"/>
    <w:rsid w:val="009A1D4E"/>
    <w:rsid w:val="009A2E7A"/>
    <w:rsid w:val="009A5A4D"/>
    <w:rsid w:val="009C13B3"/>
    <w:rsid w:val="009C15B3"/>
    <w:rsid w:val="009C6635"/>
    <w:rsid w:val="009D09F3"/>
    <w:rsid w:val="009D2181"/>
    <w:rsid w:val="009D4541"/>
    <w:rsid w:val="009F51E1"/>
    <w:rsid w:val="00A225B6"/>
    <w:rsid w:val="00A55FAC"/>
    <w:rsid w:val="00A61DC5"/>
    <w:rsid w:val="00A64E4F"/>
    <w:rsid w:val="00A76FF7"/>
    <w:rsid w:val="00A804AE"/>
    <w:rsid w:val="00A91B01"/>
    <w:rsid w:val="00A92F6C"/>
    <w:rsid w:val="00AA7A8D"/>
    <w:rsid w:val="00AB7112"/>
    <w:rsid w:val="00AC1C56"/>
    <w:rsid w:val="00AC23ED"/>
    <w:rsid w:val="00AC3327"/>
    <w:rsid w:val="00AC640B"/>
    <w:rsid w:val="00AE24FF"/>
    <w:rsid w:val="00B15403"/>
    <w:rsid w:val="00B23F0A"/>
    <w:rsid w:val="00B40C26"/>
    <w:rsid w:val="00B44F0D"/>
    <w:rsid w:val="00B62406"/>
    <w:rsid w:val="00B64F1D"/>
    <w:rsid w:val="00B900C9"/>
    <w:rsid w:val="00B979E2"/>
    <w:rsid w:val="00BB063E"/>
    <w:rsid w:val="00BB0900"/>
    <w:rsid w:val="00BB1D95"/>
    <w:rsid w:val="00BB39DB"/>
    <w:rsid w:val="00BD1BBF"/>
    <w:rsid w:val="00BD53BF"/>
    <w:rsid w:val="00BE03B6"/>
    <w:rsid w:val="00C50079"/>
    <w:rsid w:val="00C616DA"/>
    <w:rsid w:val="00C64118"/>
    <w:rsid w:val="00C72D97"/>
    <w:rsid w:val="00C75C88"/>
    <w:rsid w:val="00C75EFC"/>
    <w:rsid w:val="00C90D8A"/>
    <w:rsid w:val="00C95AB3"/>
    <w:rsid w:val="00CB1554"/>
    <w:rsid w:val="00CB6E25"/>
    <w:rsid w:val="00CC4DB2"/>
    <w:rsid w:val="00CD1F53"/>
    <w:rsid w:val="00CD5CC4"/>
    <w:rsid w:val="00CD66A6"/>
    <w:rsid w:val="00CE1F9B"/>
    <w:rsid w:val="00D04334"/>
    <w:rsid w:val="00D068C1"/>
    <w:rsid w:val="00D15912"/>
    <w:rsid w:val="00D20FCD"/>
    <w:rsid w:val="00D259DE"/>
    <w:rsid w:val="00D30274"/>
    <w:rsid w:val="00D328D6"/>
    <w:rsid w:val="00D4230E"/>
    <w:rsid w:val="00D47989"/>
    <w:rsid w:val="00D5258D"/>
    <w:rsid w:val="00D617F6"/>
    <w:rsid w:val="00D623FD"/>
    <w:rsid w:val="00D656BB"/>
    <w:rsid w:val="00DA2FE0"/>
    <w:rsid w:val="00DB1093"/>
    <w:rsid w:val="00DB6E0E"/>
    <w:rsid w:val="00DD08AC"/>
    <w:rsid w:val="00DD1577"/>
    <w:rsid w:val="00DE38AF"/>
    <w:rsid w:val="00DE6182"/>
    <w:rsid w:val="00DF0334"/>
    <w:rsid w:val="00DF2F9D"/>
    <w:rsid w:val="00E03BAA"/>
    <w:rsid w:val="00E14248"/>
    <w:rsid w:val="00E15588"/>
    <w:rsid w:val="00E37132"/>
    <w:rsid w:val="00E41DF2"/>
    <w:rsid w:val="00E42ADA"/>
    <w:rsid w:val="00E439A0"/>
    <w:rsid w:val="00E500E0"/>
    <w:rsid w:val="00E55200"/>
    <w:rsid w:val="00E715CC"/>
    <w:rsid w:val="00E71CFA"/>
    <w:rsid w:val="00E755A5"/>
    <w:rsid w:val="00E80FF1"/>
    <w:rsid w:val="00E85E04"/>
    <w:rsid w:val="00E85F08"/>
    <w:rsid w:val="00E93159"/>
    <w:rsid w:val="00EA4080"/>
    <w:rsid w:val="00EA7C47"/>
    <w:rsid w:val="00EB07C6"/>
    <w:rsid w:val="00EB2318"/>
    <w:rsid w:val="00EC3A30"/>
    <w:rsid w:val="00EC45E4"/>
    <w:rsid w:val="00EE63D8"/>
    <w:rsid w:val="00F006F4"/>
    <w:rsid w:val="00F009EC"/>
    <w:rsid w:val="00F00D47"/>
    <w:rsid w:val="00F02518"/>
    <w:rsid w:val="00F05F07"/>
    <w:rsid w:val="00F10C4A"/>
    <w:rsid w:val="00F23571"/>
    <w:rsid w:val="00F25462"/>
    <w:rsid w:val="00F266DC"/>
    <w:rsid w:val="00F3046D"/>
    <w:rsid w:val="00F31A81"/>
    <w:rsid w:val="00F32144"/>
    <w:rsid w:val="00F346D8"/>
    <w:rsid w:val="00F34BC7"/>
    <w:rsid w:val="00F40721"/>
    <w:rsid w:val="00F478DC"/>
    <w:rsid w:val="00F66687"/>
    <w:rsid w:val="00F66D68"/>
    <w:rsid w:val="00FA1731"/>
    <w:rsid w:val="00FB760E"/>
    <w:rsid w:val="00FC3A6C"/>
    <w:rsid w:val="00FD1F91"/>
    <w:rsid w:val="00FE1818"/>
    <w:rsid w:val="00FF2AF8"/>
    <w:rsid w:val="00FF7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E4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A64E4F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">
    <w:name w:val="Знак Знак Знак Знак"/>
    <w:basedOn w:val="Normal"/>
    <w:uiPriority w:val="99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A64E4F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A64E4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szCs w:val="24"/>
    </w:rPr>
  </w:style>
  <w:style w:type="character" w:styleId="PageNumber">
    <w:name w:val="page number"/>
    <w:basedOn w:val="DefaultParagraphFont"/>
    <w:uiPriority w:val="99"/>
    <w:rsid w:val="00A64E4F"/>
  </w:style>
  <w:style w:type="paragraph" w:customStyle="1" w:styleId="ConsPlusNormal">
    <w:name w:val="ConsPlusNormal"/>
    <w:uiPriority w:val="99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Footer">
    <w:name w:val="footer"/>
    <w:basedOn w:val="Normal"/>
    <w:link w:val="FooterChar"/>
    <w:uiPriority w:val="99"/>
    <w:rsid w:val="007A72C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A72C6"/>
    <w:rPr>
      <w:sz w:val="24"/>
      <w:szCs w:val="24"/>
    </w:rPr>
  </w:style>
  <w:style w:type="paragraph" w:customStyle="1" w:styleId="ConsPlusNonformat">
    <w:name w:val="ConsPlusNonformat"/>
    <w:uiPriority w:val="99"/>
    <w:rsid w:val="007A72C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A1D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A1D4E"/>
    <w:rPr>
      <w:rFonts w:ascii="Tahoma" w:hAnsi="Tahoma" w:cs="Tahoma"/>
      <w:sz w:val="16"/>
      <w:szCs w:val="16"/>
    </w:rPr>
  </w:style>
  <w:style w:type="paragraph" w:customStyle="1" w:styleId="a0">
    <w:name w:val="Знак"/>
    <w:basedOn w:val="Normal"/>
    <w:uiPriority w:val="99"/>
    <w:rsid w:val="00E142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E1424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14248"/>
    <w:rPr>
      <w:sz w:val="24"/>
      <w:szCs w:val="24"/>
    </w:rPr>
  </w:style>
  <w:style w:type="table" w:styleId="TableGrid">
    <w:name w:val="Table Grid"/>
    <w:basedOn w:val="TableNormal"/>
    <w:uiPriority w:val="99"/>
    <w:rsid w:val="009339E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23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189</Words>
  <Characters>1081</Characters>
  <Application>Microsoft Office Outlook</Application>
  <DocSecurity>0</DocSecurity>
  <Lines>0</Lines>
  <Paragraphs>0</Paragraphs>
  <ScaleCrop>false</ScaleCrop>
  <Company>DGIZO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Ju5u</dc:creator>
  <cp:keywords/>
  <dc:description/>
  <cp:lastModifiedBy>Пользователь</cp:lastModifiedBy>
  <cp:revision>11</cp:revision>
  <cp:lastPrinted>2018-08-31T12:00:00Z</cp:lastPrinted>
  <dcterms:created xsi:type="dcterms:W3CDTF">2018-08-31T11:43:00Z</dcterms:created>
  <dcterms:modified xsi:type="dcterms:W3CDTF">2018-11-02T12:15:00Z</dcterms:modified>
</cp:coreProperties>
</file>