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0DF8" w:rsidRDefault="00290DF8" w:rsidP="00A64E4F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ЗАКОН УЛЬЯНОВСКОЙ ОБЛАСТИ</w:t>
      </w:r>
    </w:p>
    <w:p w:rsidR="00290DF8" w:rsidRDefault="00290DF8" w:rsidP="00A64E4F">
      <w:pPr>
        <w:rPr>
          <w:b/>
          <w:bCs/>
          <w:sz w:val="28"/>
          <w:szCs w:val="28"/>
        </w:rPr>
      </w:pPr>
    </w:p>
    <w:p w:rsidR="00290DF8" w:rsidRDefault="00290DF8" w:rsidP="00A64E4F">
      <w:pPr>
        <w:rPr>
          <w:b/>
          <w:bCs/>
          <w:sz w:val="28"/>
          <w:szCs w:val="28"/>
        </w:rPr>
      </w:pPr>
    </w:p>
    <w:p w:rsidR="00290DF8" w:rsidRDefault="00290DF8" w:rsidP="00A64E4F">
      <w:pPr>
        <w:rPr>
          <w:b/>
          <w:bCs/>
          <w:sz w:val="28"/>
          <w:szCs w:val="28"/>
        </w:rPr>
      </w:pPr>
    </w:p>
    <w:p w:rsidR="00290DF8" w:rsidRDefault="00290DF8" w:rsidP="00A64E4F">
      <w:pPr>
        <w:rPr>
          <w:b/>
          <w:bCs/>
          <w:sz w:val="28"/>
          <w:szCs w:val="28"/>
        </w:rPr>
      </w:pPr>
    </w:p>
    <w:p w:rsidR="00290DF8" w:rsidRDefault="00290DF8" w:rsidP="002F292D">
      <w:pPr>
        <w:rPr>
          <w:b/>
          <w:bCs/>
          <w:sz w:val="28"/>
          <w:szCs w:val="28"/>
        </w:rPr>
      </w:pPr>
    </w:p>
    <w:p w:rsidR="00290DF8" w:rsidRPr="00663CDB" w:rsidRDefault="00290DF8" w:rsidP="00A64E4F">
      <w:pPr>
        <w:jc w:val="center"/>
        <w:rPr>
          <w:b/>
          <w:bCs/>
          <w:spacing w:val="-4"/>
          <w:sz w:val="28"/>
          <w:szCs w:val="28"/>
        </w:rPr>
      </w:pPr>
      <w:r w:rsidRPr="00663CDB">
        <w:rPr>
          <w:b/>
          <w:bCs/>
          <w:spacing w:val="-4"/>
          <w:sz w:val="28"/>
          <w:szCs w:val="28"/>
        </w:rPr>
        <w:t xml:space="preserve">О внесении изменения в Закон Ульяновской области </w:t>
      </w:r>
    </w:p>
    <w:p w:rsidR="00290DF8" w:rsidRPr="00663CDB" w:rsidRDefault="00290DF8" w:rsidP="00A61DC5">
      <w:pPr>
        <w:jc w:val="center"/>
        <w:rPr>
          <w:b/>
          <w:bCs/>
          <w:spacing w:val="-4"/>
          <w:sz w:val="28"/>
          <w:szCs w:val="28"/>
        </w:rPr>
      </w:pPr>
      <w:r w:rsidRPr="00663CDB">
        <w:rPr>
          <w:b/>
          <w:bCs/>
          <w:spacing w:val="-4"/>
          <w:sz w:val="28"/>
          <w:szCs w:val="28"/>
        </w:rPr>
        <w:t>«Об утверждении Программы управления государственной собственностью Ульяновской области на 2018 год»</w:t>
      </w:r>
    </w:p>
    <w:p w:rsidR="00290DF8" w:rsidRPr="00C216FD" w:rsidRDefault="00290DF8" w:rsidP="00A64E4F">
      <w:pPr>
        <w:jc w:val="center"/>
        <w:rPr>
          <w:b/>
          <w:bCs/>
          <w:sz w:val="28"/>
          <w:szCs w:val="28"/>
        </w:rPr>
      </w:pPr>
      <w:bookmarkStart w:id="0" w:name="_GoBack"/>
      <w:bookmarkEnd w:id="0"/>
    </w:p>
    <w:p w:rsidR="00290DF8" w:rsidRDefault="00290DF8" w:rsidP="00D56818">
      <w:pPr>
        <w:jc w:val="both"/>
        <w:rPr>
          <w:sz w:val="28"/>
          <w:szCs w:val="28"/>
        </w:rPr>
      </w:pPr>
    </w:p>
    <w:p w:rsidR="00290DF8" w:rsidRPr="00D56818" w:rsidRDefault="00290DF8" w:rsidP="00E61687">
      <w:pPr>
        <w:jc w:val="center"/>
        <w:rPr>
          <w:sz w:val="28"/>
          <w:szCs w:val="28"/>
        </w:rPr>
      </w:pPr>
    </w:p>
    <w:p w:rsidR="00290DF8" w:rsidRPr="00E61687" w:rsidRDefault="00290DF8" w:rsidP="00E61687">
      <w:pPr>
        <w:suppressAutoHyphens/>
        <w:jc w:val="center"/>
      </w:pPr>
      <w:r>
        <w:t>Принят Законодательным Собранием Ульяновской области 24 октября 2018 года</w:t>
      </w:r>
    </w:p>
    <w:p w:rsidR="00290DF8" w:rsidRDefault="00290DF8" w:rsidP="00D56818">
      <w:pPr>
        <w:suppressAutoHyphens/>
        <w:jc w:val="both"/>
        <w:rPr>
          <w:sz w:val="28"/>
          <w:szCs w:val="28"/>
        </w:rPr>
      </w:pPr>
    </w:p>
    <w:p w:rsidR="00290DF8" w:rsidRDefault="00290DF8" w:rsidP="00D56818">
      <w:pPr>
        <w:suppressAutoHyphens/>
        <w:jc w:val="both"/>
        <w:rPr>
          <w:sz w:val="28"/>
          <w:szCs w:val="28"/>
        </w:rPr>
      </w:pPr>
    </w:p>
    <w:p w:rsidR="00290DF8" w:rsidRDefault="00290DF8" w:rsidP="00D56818">
      <w:pPr>
        <w:suppressAutoHyphens/>
        <w:jc w:val="both"/>
        <w:rPr>
          <w:sz w:val="28"/>
          <w:szCs w:val="28"/>
        </w:rPr>
      </w:pPr>
    </w:p>
    <w:p w:rsidR="00290DF8" w:rsidRDefault="00290DF8" w:rsidP="00D5681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41DF2">
        <w:rPr>
          <w:sz w:val="28"/>
          <w:szCs w:val="28"/>
        </w:rPr>
        <w:t xml:space="preserve">Внести в </w:t>
      </w:r>
      <w:r>
        <w:rPr>
          <w:sz w:val="28"/>
          <w:szCs w:val="28"/>
        </w:rPr>
        <w:t xml:space="preserve">раздел 4 </w:t>
      </w:r>
      <w:r w:rsidRPr="00E41DF2">
        <w:rPr>
          <w:sz w:val="28"/>
          <w:szCs w:val="28"/>
        </w:rPr>
        <w:t>Программ</w:t>
      </w:r>
      <w:r>
        <w:rPr>
          <w:sz w:val="28"/>
          <w:szCs w:val="28"/>
        </w:rPr>
        <w:t>ы</w:t>
      </w:r>
      <w:r w:rsidRPr="00E41DF2">
        <w:rPr>
          <w:sz w:val="28"/>
          <w:szCs w:val="28"/>
        </w:rPr>
        <w:t xml:space="preserve"> управления государственной собственностью Ульяновской области на 201</w:t>
      </w:r>
      <w:r>
        <w:rPr>
          <w:sz w:val="28"/>
          <w:szCs w:val="28"/>
        </w:rPr>
        <w:t>8</w:t>
      </w:r>
      <w:r w:rsidRPr="00E41DF2">
        <w:rPr>
          <w:sz w:val="28"/>
          <w:szCs w:val="28"/>
        </w:rPr>
        <w:t xml:space="preserve"> год, утверждённ</w:t>
      </w:r>
      <w:r>
        <w:rPr>
          <w:sz w:val="28"/>
          <w:szCs w:val="28"/>
        </w:rPr>
        <w:t>ой</w:t>
      </w:r>
      <w:r w:rsidRPr="00E41DF2">
        <w:rPr>
          <w:sz w:val="28"/>
          <w:szCs w:val="28"/>
        </w:rPr>
        <w:t xml:space="preserve"> Законом Ульяновской области от </w:t>
      </w:r>
      <w:r>
        <w:rPr>
          <w:sz w:val="28"/>
          <w:szCs w:val="28"/>
        </w:rPr>
        <w:t>27 ноября 2017</w:t>
      </w:r>
      <w:r w:rsidRPr="00E41DF2">
        <w:rPr>
          <w:sz w:val="28"/>
          <w:szCs w:val="28"/>
        </w:rPr>
        <w:t xml:space="preserve"> года № 1</w:t>
      </w:r>
      <w:r>
        <w:rPr>
          <w:sz w:val="28"/>
          <w:szCs w:val="28"/>
        </w:rPr>
        <w:t>55</w:t>
      </w:r>
      <w:r w:rsidRPr="00E41DF2">
        <w:rPr>
          <w:sz w:val="28"/>
          <w:szCs w:val="28"/>
        </w:rPr>
        <w:t>-ЗО «Об утверждении Программы управления государственной собственностью Ульяновской области на 201</w:t>
      </w:r>
      <w:r>
        <w:rPr>
          <w:sz w:val="28"/>
          <w:szCs w:val="28"/>
        </w:rPr>
        <w:t>8</w:t>
      </w:r>
      <w:r w:rsidRPr="00E41DF2">
        <w:rPr>
          <w:sz w:val="28"/>
          <w:szCs w:val="28"/>
        </w:rPr>
        <w:t xml:space="preserve"> год» </w:t>
      </w:r>
      <w:r w:rsidRPr="00B979E2">
        <w:rPr>
          <w:sz w:val="28"/>
          <w:szCs w:val="28"/>
        </w:rPr>
        <w:t>(«</w:t>
      </w:r>
      <w:r w:rsidRPr="00E80FF1">
        <w:rPr>
          <w:sz w:val="28"/>
          <w:szCs w:val="28"/>
        </w:rPr>
        <w:t xml:space="preserve">Ульяновская правда» </w:t>
      </w:r>
      <w:r>
        <w:rPr>
          <w:sz w:val="28"/>
          <w:szCs w:val="28"/>
        </w:rPr>
        <w:t xml:space="preserve">от 30.11.2017 </w:t>
      </w:r>
      <w:r w:rsidRPr="00B979E2">
        <w:rPr>
          <w:sz w:val="28"/>
          <w:szCs w:val="28"/>
        </w:rPr>
        <w:t xml:space="preserve">№ </w:t>
      </w:r>
      <w:r>
        <w:rPr>
          <w:sz w:val="28"/>
          <w:szCs w:val="28"/>
        </w:rPr>
        <w:t xml:space="preserve">89; от 30.01.2018 № 6; </w:t>
      </w:r>
      <w:r>
        <w:rPr>
          <w:sz w:val="28"/>
          <w:szCs w:val="28"/>
        </w:rPr>
        <w:br/>
        <w:t xml:space="preserve">от 30.03.2018 № 21; от 13.04.2018 № 25; от 01.06.2018 № 36; </w:t>
      </w:r>
      <w:r>
        <w:rPr>
          <w:sz w:val="28"/>
          <w:szCs w:val="28"/>
        </w:rPr>
        <w:br/>
        <w:t>от 19.06.2018 № 43; от 04.09.2018 № 64</w:t>
      </w:r>
      <w:r w:rsidRPr="00E41DF2">
        <w:rPr>
          <w:sz w:val="28"/>
          <w:szCs w:val="28"/>
        </w:rPr>
        <w:t xml:space="preserve">), </w:t>
      </w:r>
      <w:r>
        <w:rPr>
          <w:sz w:val="28"/>
          <w:szCs w:val="28"/>
        </w:rPr>
        <w:t>изменение, дополнив его пунктом 4.5 следующего содержания:</w:t>
      </w:r>
    </w:p>
    <w:p w:rsidR="00290DF8" w:rsidRPr="00BD4E24" w:rsidRDefault="00290DF8" w:rsidP="00D5681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D4E24">
        <w:rPr>
          <w:sz w:val="28"/>
          <w:szCs w:val="28"/>
        </w:rPr>
        <w:t>«4.5. Планируется принятие в государственную собственность Ульяновской области гаража на 10 мест площадью 466,1 кв. м, назначение: нежилое здание, инв. №</w:t>
      </w:r>
      <w:r>
        <w:rPr>
          <w:sz w:val="28"/>
          <w:szCs w:val="28"/>
        </w:rPr>
        <w:t xml:space="preserve"> </w:t>
      </w:r>
      <w:r w:rsidRPr="00BD4E24">
        <w:rPr>
          <w:sz w:val="28"/>
          <w:szCs w:val="28"/>
        </w:rPr>
        <w:t xml:space="preserve">004395, количество этажей: 1, </w:t>
      </w:r>
      <w:r>
        <w:rPr>
          <w:sz w:val="28"/>
          <w:szCs w:val="28"/>
        </w:rPr>
        <w:t xml:space="preserve">а также подземных 0, </w:t>
      </w:r>
      <w:r w:rsidRPr="00BD4E24">
        <w:rPr>
          <w:sz w:val="28"/>
          <w:szCs w:val="28"/>
        </w:rPr>
        <w:t xml:space="preserve">кадастровый номер: 73:04:021901:1354, расположенного по </w:t>
      </w:r>
      <w:r>
        <w:rPr>
          <w:sz w:val="28"/>
          <w:szCs w:val="28"/>
        </w:rPr>
        <w:t xml:space="preserve">адресу: </w:t>
      </w:r>
      <w:r w:rsidRPr="00BD4E24">
        <w:rPr>
          <w:sz w:val="28"/>
          <w:szCs w:val="28"/>
        </w:rPr>
        <w:t>Ульяновская область, Инзенский район, г. Инза, ул. Лесхозная, д. 3Д; пожарно-химической станции площадь</w:t>
      </w:r>
      <w:r>
        <w:rPr>
          <w:sz w:val="28"/>
          <w:szCs w:val="28"/>
        </w:rPr>
        <w:t>ю</w:t>
      </w:r>
      <w:r w:rsidRPr="00BD4E24">
        <w:rPr>
          <w:sz w:val="28"/>
          <w:szCs w:val="28"/>
        </w:rPr>
        <w:t xml:space="preserve"> 129,4 кв. м, назначение: нежилое здание, </w:t>
      </w:r>
      <w:r>
        <w:rPr>
          <w:sz w:val="28"/>
          <w:szCs w:val="28"/>
        </w:rPr>
        <w:br/>
      </w:r>
      <w:r w:rsidRPr="00BD4E24">
        <w:rPr>
          <w:sz w:val="28"/>
          <w:szCs w:val="28"/>
        </w:rPr>
        <w:t xml:space="preserve">инв. № 4394, количество этажей: 1, кадастровый номер: 73:04:030105:143, расположенной по адресу: Ульяновская область, Инзенский район, г. Инза, </w:t>
      </w:r>
      <w:r>
        <w:rPr>
          <w:sz w:val="28"/>
          <w:szCs w:val="28"/>
        </w:rPr>
        <w:br/>
      </w:r>
      <w:r w:rsidRPr="00BD4E24">
        <w:rPr>
          <w:sz w:val="28"/>
          <w:szCs w:val="28"/>
        </w:rPr>
        <w:t>ул. Шоссейная, д. 56А; трансформаторной подстанции ТП 160 пло</w:t>
      </w:r>
      <w:r>
        <w:rPr>
          <w:sz w:val="28"/>
          <w:szCs w:val="28"/>
        </w:rPr>
        <w:t xml:space="preserve">щадью </w:t>
      </w:r>
      <w:r>
        <w:rPr>
          <w:sz w:val="28"/>
          <w:szCs w:val="28"/>
        </w:rPr>
        <w:br/>
        <w:t>24,</w:t>
      </w:r>
      <w:r w:rsidRPr="00BD4E24">
        <w:rPr>
          <w:sz w:val="28"/>
          <w:szCs w:val="28"/>
        </w:rPr>
        <w:t>6 кв. м, на</w:t>
      </w:r>
      <w:r>
        <w:rPr>
          <w:sz w:val="28"/>
          <w:szCs w:val="28"/>
        </w:rPr>
        <w:t>значение: нежилое, инв. №-, 1-э</w:t>
      </w:r>
      <w:r w:rsidRPr="00BD4E24">
        <w:rPr>
          <w:sz w:val="28"/>
          <w:szCs w:val="28"/>
        </w:rPr>
        <w:t>тажный, кадастровый номер: 73:04:021901:1398, расположенной по адресу: Ульяновская область, Инзенский район</w:t>
      </w:r>
      <w:r>
        <w:rPr>
          <w:sz w:val="28"/>
          <w:szCs w:val="28"/>
        </w:rPr>
        <w:t>, г. Инза, ул. Лесхозная, д. 3Е;</w:t>
      </w:r>
      <w:r w:rsidRPr="00BD4E24">
        <w:rPr>
          <w:sz w:val="28"/>
          <w:szCs w:val="28"/>
        </w:rPr>
        <w:t xml:space="preserve"> котельной площадью 139</w:t>
      </w:r>
      <w:r>
        <w:rPr>
          <w:sz w:val="28"/>
          <w:szCs w:val="28"/>
        </w:rPr>
        <w:t>,0</w:t>
      </w:r>
      <w:r w:rsidRPr="00BD4E24">
        <w:rPr>
          <w:sz w:val="28"/>
          <w:szCs w:val="28"/>
        </w:rPr>
        <w:t xml:space="preserve"> кв. м, </w:t>
      </w:r>
      <w:r>
        <w:rPr>
          <w:sz w:val="28"/>
          <w:szCs w:val="28"/>
        </w:rPr>
        <w:t xml:space="preserve">назначение: нежилое здание, инв. № </w:t>
      </w:r>
      <w:r w:rsidRPr="00BD4E24">
        <w:rPr>
          <w:sz w:val="28"/>
          <w:szCs w:val="28"/>
        </w:rPr>
        <w:t xml:space="preserve">4393, количество этажей: 1, кадастровый номер: 73:04:030104:109, расположенной по адресу: Ульяновская область, Инзенский район, г. Инза, ул. Лесхозная, д. 3А, которые безвозмездно передаются обществом с ограниченной ответственностью «Инзенский лесхоз» </w:t>
      </w:r>
      <w:r>
        <w:rPr>
          <w:sz w:val="28"/>
          <w:szCs w:val="28"/>
        </w:rPr>
        <w:br/>
      </w:r>
      <w:r w:rsidRPr="00BD4E24">
        <w:rPr>
          <w:sz w:val="28"/>
          <w:szCs w:val="28"/>
        </w:rPr>
        <w:t>в государственную собств</w:t>
      </w:r>
      <w:r>
        <w:rPr>
          <w:sz w:val="28"/>
          <w:szCs w:val="28"/>
        </w:rPr>
        <w:t>енность Ульяновской области.».</w:t>
      </w:r>
    </w:p>
    <w:p w:rsidR="00290DF8" w:rsidRPr="00BD4E24" w:rsidRDefault="00290DF8" w:rsidP="00D56818">
      <w:pPr>
        <w:suppressAutoHyphens/>
        <w:jc w:val="both"/>
        <w:rPr>
          <w:sz w:val="28"/>
          <w:szCs w:val="28"/>
        </w:rPr>
      </w:pPr>
    </w:p>
    <w:p w:rsidR="00290DF8" w:rsidRPr="00D56818" w:rsidRDefault="00290DF8" w:rsidP="00D56818">
      <w:pPr>
        <w:suppressAutoHyphens/>
        <w:ind w:right="21"/>
        <w:jc w:val="both"/>
        <w:rPr>
          <w:sz w:val="28"/>
          <w:szCs w:val="28"/>
        </w:rPr>
      </w:pPr>
    </w:p>
    <w:p w:rsidR="00290DF8" w:rsidRPr="00D56818" w:rsidRDefault="00290DF8" w:rsidP="00D56818">
      <w:pPr>
        <w:suppressAutoHyphens/>
        <w:ind w:right="21"/>
        <w:jc w:val="both"/>
        <w:rPr>
          <w:sz w:val="28"/>
          <w:szCs w:val="28"/>
        </w:rPr>
      </w:pPr>
    </w:p>
    <w:p w:rsidR="00290DF8" w:rsidRPr="00E41DF2" w:rsidRDefault="00290DF8" w:rsidP="00D56818">
      <w:pPr>
        <w:suppressAutoHyphens/>
        <w:spacing w:line="235" w:lineRule="auto"/>
        <w:ind w:right="21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Губернатор</w:t>
      </w:r>
      <w:r w:rsidRPr="00E41DF2">
        <w:rPr>
          <w:b/>
          <w:bCs/>
          <w:sz w:val="28"/>
          <w:szCs w:val="28"/>
        </w:rPr>
        <w:t xml:space="preserve"> Ульяновской области </w:t>
      </w:r>
      <w:r w:rsidRPr="00E41DF2">
        <w:rPr>
          <w:b/>
          <w:bCs/>
          <w:sz w:val="28"/>
          <w:szCs w:val="28"/>
        </w:rPr>
        <w:tab/>
      </w:r>
      <w:r w:rsidRPr="00E41DF2">
        <w:rPr>
          <w:b/>
          <w:bCs/>
          <w:sz w:val="28"/>
          <w:szCs w:val="28"/>
        </w:rPr>
        <w:tab/>
      </w:r>
      <w:r w:rsidRPr="00E41DF2">
        <w:rPr>
          <w:b/>
          <w:bCs/>
          <w:sz w:val="28"/>
          <w:szCs w:val="28"/>
        </w:rPr>
        <w:tab/>
      </w:r>
      <w:r w:rsidRPr="00E41DF2">
        <w:rPr>
          <w:b/>
          <w:bCs/>
          <w:sz w:val="28"/>
          <w:szCs w:val="28"/>
        </w:rPr>
        <w:tab/>
        <w:t xml:space="preserve">            С.И.Морозов</w:t>
      </w:r>
    </w:p>
    <w:p w:rsidR="00290DF8" w:rsidRDefault="00290DF8" w:rsidP="00D56818">
      <w:pPr>
        <w:pStyle w:val="ConsNormal"/>
        <w:ind w:right="0" w:firstLine="0"/>
        <w:rPr>
          <w:rFonts w:ascii="Times New Roman" w:hAnsi="Times New Roman" w:cs="Times New Roman"/>
          <w:sz w:val="28"/>
          <w:szCs w:val="28"/>
        </w:rPr>
      </w:pPr>
    </w:p>
    <w:p w:rsidR="00290DF8" w:rsidRDefault="00290DF8" w:rsidP="00D56818">
      <w:pPr>
        <w:pStyle w:val="ConsNormal"/>
        <w:ind w:right="0" w:firstLine="0"/>
        <w:rPr>
          <w:rFonts w:ascii="Times New Roman" w:hAnsi="Times New Roman" w:cs="Times New Roman"/>
          <w:sz w:val="28"/>
          <w:szCs w:val="28"/>
        </w:rPr>
      </w:pPr>
    </w:p>
    <w:p w:rsidR="00290DF8" w:rsidRDefault="00290DF8" w:rsidP="00A64E4F">
      <w:pPr>
        <w:pStyle w:val="ConsNormal"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290DF8" w:rsidRPr="00DD1577" w:rsidRDefault="00290DF8" w:rsidP="00A64E4F">
      <w:pPr>
        <w:pStyle w:val="ConsNormal"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DD1577">
        <w:rPr>
          <w:rFonts w:ascii="Times New Roman" w:hAnsi="Times New Roman" w:cs="Times New Roman"/>
          <w:sz w:val="28"/>
          <w:szCs w:val="28"/>
        </w:rPr>
        <w:t>г. Ульяновск</w:t>
      </w:r>
    </w:p>
    <w:p w:rsidR="00290DF8" w:rsidRPr="00DD1577" w:rsidRDefault="00290DF8" w:rsidP="00A64E4F">
      <w:pPr>
        <w:pStyle w:val="ConsNormal"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29 октября</w:t>
      </w:r>
      <w:r w:rsidRPr="00DD1577">
        <w:rPr>
          <w:rFonts w:ascii="Times New Roman" w:hAnsi="Times New Roman" w:cs="Times New Roman"/>
          <w:sz w:val="28"/>
          <w:szCs w:val="28"/>
        </w:rPr>
        <w:t xml:space="preserve"> 201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DD1577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290DF8" w:rsidRPr="00270756" w:rsidRDefault="00290DF8" w:rsidP="00A64E4F">
      <w:pPr>
        <w:pStyle w:val="ConsNormal"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270756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>120</w:t>
      </w:r>
      <w:r w:rsidRPr="00270756">
        <w:rPr>
          <w:rFonts w:ascii="Times New Roman" w:hAnsi="Times New Roman" w:cs="Times New Roman"/>
          <w:sz w:val="28"/>
          <w:szCs w:val="28"/>
        </w:rPr>
        <w:t>-ЗО</w:t>
      </w:r>
    </w:p>
    <w:p w:rsidR="00290DF8" w:rsidRDefault="00290DF8"/>
    <w:sectPr w:rsidR="00290DF8" w:rsidSect="00D56818">
      <w:headerReference w:type="default" r:id="rId7"/>
      <w:footerReference w:type="first" r:id="rId8"/>
      <w:pgSz w:w="11906" w:h="16838" w:code="9"/>
      <w:pgMar w:top="1134" w:right="567" w:bottom="1134" w:left="1701" w:header="709" w:footer="709" w:gutter="0"/>
      <w:cols w:space="720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90DF8" w:rsidRDefault="00290DF8">
      <w:r>
        <w:separator/>
      </w:r>
    </w:p>
  </w:endnote>
  <w:endnote w:type="continuationSeparator" w:id="0">
    <w:p w:rsidR="00290DF8" w:rsidRDefault="00290DF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0DF8" w:rsidRPr="00CD2C2A" w:rsidRDefault="00290DF8" w:rsidP="00CD2C2A">
    <w:pPr>
      <w:pStyle w:val="Footer"/>
      <w:jc w:val="right"/>
      <w:rPr>
        <w:sz w:val="16"/>
        <w:szCs w:val="16"/>
      </w:rPr>
    </w:pPr>
    <w:r w:rsidRPr="00CD2C2A">
      <w:rPr>
        <w:sz w:val="16"/>
        <w:szCs w:val="16"/>
      </w:rPr>
      <w:t>1409ан1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90DF8" w:rsidRDefault="00290DF8">
      <w:r>
        <w:separator/>
      </w:r>
    </w:p>
  </w:footnote>
  <w:footnote w:type="continuationSeparator" w:id="0">
    <w:p w:rsidR="00290DF8" w:rsidRDefault="00290DF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0DF8" w:rsidRPr="00D56818" w:rsidRDefault="00290DF8" w:rsidP="00D56818">
    <w:pPr>
      <w:pStyle w:val="Header"/>
      <w:jc w:val="center"/>
      <w:rPr>
        <w:sz w:val="28"/>
        <w:szCs w:val="28"/>
      </w:rPr>
    </w:pPr>
    <w:r w:rsidRPr="00D56818">
      <w:rPr>
        <w:sz w:val="28"/>
        <w:szCs w:val="28"/>
      </w:rPr>
      <w:fldChar w:fldCharType="begin"/>
    </w:r>
    <w:r w:rsidRPr="00D56818">
      <w:rPr>
        <w:sz w:val="28"/>
        <w:szCs w:val="28"/>
      </w:rPr>
      <w:instrText>PAGE   \* MERGEFORMAT</w:instrText>
    </w:r>
    <w:r w:rsidRPr="00D56818">
      <w:rPr>
        <w:sz w:val="28"/>
        <w:szCs w:val="28"/>
      </w:rPr>
      <w:fldChar w:fldCharType="separate"/>
    </w:r>
    <w:r>
      <w:rPr>
        <w:noProof/>
        <w:sz w:val="28"/>
        <w:szCs w:val="28"/>
      </w:rPr>
      <w:t>2</w:t>
    </w:r>
    <w:r w:rsidRPr="00D56818">
      <w:rPr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473387"/>
    <w:multiLevelType w:val="hybridMultilevel"/>
    <w:tmpl w:val="A3C420A4"/>
    <w:lvl w:ilvl="0" w:tplc="11E8588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25B3117"/>
    <w:multiLevelType w:val="hybridMultilevel"/>
    <w:tmpl w:val="7F822F58"/>
    <w:lvl w:ilvl="0" w:tplc="5D0CE958">
      <w:start w:val="4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>
      <w:start w:val="1"/>
      <w:numFmt w:val="decimal"/>
      <w:lvlText w:val="%4."/>
      <w:lvlJc w:val="left"/>
      <w:pPr>
        <w:ind w:left="3230" w:hanging="360"/>
      </w:pPr>
    </w:lvl>
    <w:lvl w:ilvl="4" w:tplc="04190019">
      <w:start w:val="1"/>
      <w:numFmt w:val="lowerLetter"/>
      <w:lvlText w:val="%5."/>
      <w:lvlJc w:val="left"/>
      <w:pPr>
        <w:ind w:left="3950" w:hanging="360"/>
      </w:pPr>
    </w:lvl>
    <w:lvl w:ilvl="5" w:tplc="0419001B">
      <w:start w:val="1"/>
      <w:numFmt w:val="lowerRoman"/>
      <w:lvlText w:val="%6."/>
      <w:lvlJc w:val="right"/>
      <w:pPr>
        <w:ind w:left="4670" w:hanging="180"/>
      </w:pPr>
    </w:lvl>
    <w:lvl w:ilvl="6" w:tplc="0419000F">
      <w:start w:val="1"/>
      <w:numFmt w:val="decimal"/>
      <w:lvlText w:val="%7."/>
      <w:lvlJc w:val="left"/>
      <w:pPr>
        <w:ind w:left="5390" w:hanging="360"/>
      </w:pPr>
    </w:lvl>
    <w:lvl w:ilvl="7" w:tplc="04190019">
      <w:start w:val="1"/>
      <w:numFmt w:val="lowerLetter"/>
      <w:lvlText w:val="%8."/>
      <w:lvlJc w:val="left"/>
      <w:pPr>
        <w:ind w:left="6110" w:hanging="360"/>
      </w:pPr>
    </w:lvl>
    <w:lvl w:ilvl="8" w:tplc="0419001B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52BB1DAB"/>
    <w:multiLevelType w:val="hybridMultilevel"/>
    <w:tmpl w:val="1F46095C"/>
    <w:lvl w:ilvl="0" w:tplc="B3FA07C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5F952FF8"/>
    <w:multiLevelType w:val="hybridMultilevel"/>
    <w:tmpl w:val="3A448A60"/>
    <w:lvl w:ilvl="0" w:tplc="FA3A1B7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F3B75D0"/>
    <w:multiLevelType w:val="hybridMultilevel"/>
    <w:tmpl w:val="5A70E7D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3FA1625"/>
    <w:multiLevelType w:val="hybridMultilevel"/>
    <w:tmpl w:val="8AF8DD38"/>
    <w:lvl w:ilvl="0" w:tplc="B4FCC7D4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>
      <w:start w:val="1"/>
      <w:numFmt w:val="decimal"/>
      <w:lvlText w:val="%4."/>
      <w:lvlJc w:val="left"/>
      <w:pPr>
        <w:ind w:left="3230" w:hanging="360"/>
      </w:pPr>
    </w:lvl>
    <w:lvl w:ilvl="4" w:tplc="04190019">
      <w:start w:val="1"/>
      <w:numFmt w:val="lowerLetter"/>
      <w:lvlText w:val="%5."/>
      <w:lvlJc w:val="left"/>
      <w:pPr>
        <w:ind w:left="3950" w:hanging="360"/>
      </w:pPr>
    </w:lvl>
    <w:lvl w:ilvl="5" w:tplc="0419001B">
      <w:start w:val="1"/>
      <w:numFmt w:val="lowerRoman"/>
      <w:lvlText w:val="%6."/>
      <w:lvlJc w:val="right"/>
      <w:pPr>
        <w:ind w:left="4670" w:hanging="180"/>
      </w:pPr>
    </w:lvl>
    <w:lvl w:ilvl="6" w:tplc="0419000F">
      <w:start w:val="1"/>
      <w:numFmt w:val="decimal"/>
      <w:lvlText w:val="%7."/>
      <w:lvlJc w:val="left"/>
      <w:pPr>
        <w:ind w:left="5390" w:hanging="360"/>
      </w:pPr>
    </w:lvl>
    <w:lvl w:ilvl="7" w:tplc="04190019">
      <w:start w:val="1"/>
      <w:numFmt w:val="lowerLetter"/>
      <w:lvlText w:val="%8."/>
      <w:lvlJc w:val="left"/>
      <w:pPr>
        <w:ind w:left="6110" w:hanging="360"/>
      </w:pPr>
    </w:lvl>
    <w:lvl w:ilvl="8" w:tplc="0419001B">
      <w:start w:val="1"/>
      <w:numFmt w:val="lowerRoman"/>
      <w:lvlText w:val="%9."/>
      <w:lvlJc w:val="right"/>
      <w:pPr>
        <w:ind w:left="6830" w:hanging="180"/>
      </w:pPr>
    </w:lvl>
  </w:abstractNum>
  <w:abstractNum w:abstractNumId="6">
    <w:nsid w:val="79BF6D59"/>
    <w:multiLevelType w:val="hybridMultilevel"/>
    <w:tmpl w:val="EFD8C262"/>
    <w:lvl w:ilvl="0" w:tplc="AA4A70E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4"/>
  </w:num>
  <w:num w:numId="5">
    <w:abstractNumId w:val="2"/>
  </w:num>
  <w:num w:numId="6">
    <w:abstractNumId w:val="5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defaultTabStop w:val="708"/>
  <w:autoHyphenation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64E4F"/>
    <w:rsid w:val="00001890"/>
    <w:rsid w:val="0000445C"/>
    <w:rsid w:val="00010FE8"/>
    <w:rsid w:val="00011E36"/>
    <w:rsid w:val="00012E86"/>
    <w:rsid w:val="00020C08"/>
    <w:rsid w:val="00027636"/>
    <w:rsid w:val="0003441C"/>
    <w:rsid w:val="000600EE"/>
    <w:rsid w:val="00060456"/>
    <w:rsid w:val="00066E6B"/>
    <w:rsid w:val="000742BF"/>
    <w:rsid w:val="00087309"/>
    <w:rsid w:val="000A092A"/>
    <w:rsid w:val="000A267F"/>
    <w:rsid w:val="000A41C8"/>
    <w:rsid w:val="000A72A9"/>
    <w:rsid w:val="000B7400"/>
    <w:rsid w:val="000C16E0"/>
    <w:rsid w:val="000E13FB"/>
    <w:rsid w:val="000E48F0"/>
    <w:rsid w:val="000E5A36"/>
    <w:rsid w:val="00103A85"/>
    <w:rsid w:val="00104CD7"/>
    <w:rsid w:val="0012502D"/>
    <w:rsid w:val="00131E21"/>
    <w:rsid w:val="001348CF"/>
    <w:rsid w:val="00140EFA"/>
    <w:rsid w:val="00145988"/>
    <w:rsid w:val="0015387A"/>
    <w:rsid w:val="0017346B"/>
    <w:rsid w:val="00175C1C"/>
    <w:rsid w:val="00181769"/>
    <w:rsid w:val="00186494"/>
    <w:rsid w:val="0019297A"/>
    <w:rsid w:val="00193538"/>
    <w:rsid w:val="001956E3"/>
    <w:rsid w:val="001A549F"/>
    <w:rsid w:val="001B58C5"/>
    <w:rsid w:val="001C2661"/>
    <w:rsid w:val="001D7B06"/>
    <w:rsid w:val="001E1489"/>
    <w:rsid w:val="001E784E"/>
    <w:rsid w:val="00221288"/>
    <w:rsid w:val="00223159"/>
    <w:rsid w:val="00234782"/>
    <w:rsid w:val="0024361D"/>
    <w:rsid w:val="00250F43"/>
    <w:rsid w:val="00263B79"/>
    <w:rsid w:val="00270756"/>
    <w:rsid w:val="0027584C"/>
    <w:rsid w:val="002906EF"/>
    <w:rsid w:val="00290DF8"/>
    <w:rsid w:val="00294DFF"/>
    <w:rsid w:val="002A1257"/>
    <w:rsid w:val="002A2341"/>
    <w:rsid w:val="002B4F33"/>
    <w:rsid w:val="002C461A"/>
    <w:rsid w:val="002D3D08"/>
    <w:rsid w:val="002E06EA"/>
    <w:rsid w:val="002E6EA7"/>
    <w:rsid w:val="002E7A85"/>
    <w:rsid w:val="002F1618"/>
    <w:rsid w:val="002F288D"/>
    <w:rsid w:val="002F292D"/>
    <w:rsid w:val="0030265E"/>
    <w:rsid w:val="00303F03"/>
    <w:rsid w:val="00315EB0"/>
    <w:rsid w:val="00336BEB"/>
    <w:rsid w:val="00342DDD"/>
    <w:rsid w:val="00344CF3"/>
    <w:rsid w:val="00361FC9"/>
    <w:rsid w:val="0037670C"/>
    <w:rsid w:val="00395EA1"/>
    <w:rsid w:val="0039799B"/>
    <w:rsid w:val="003A7513"/>
    <w:rsid w:val="003B42AC"/>
    <w:rsid w:val="003B5EFB"/>
    <w:rsid w:val="003B6115"/>
    <w:rsid w:val="003B6682"/>
    <w:rsid w:val="003B6FE4"/>
    <w:rsid w:val="003C0068"/>
    <w:rsid w:val="003C7119"/>
    <w:rsid w:val="003E17EE"/>
    <w:rsid w:val="003F7656"/>
    <w:rsid w:val="003F79F5"/>
    <w:rsid w:val="00400031"/>
    <w:rsid w:val="004056D6"/>
    <w:rsid w:val="004074BB"/>
    <w:rsid w:val="00411077"/>
    <w:rsid w:val="004333B0"/>
    <w:rsid w:val="004367A4"/>
    <w:rsid w:val="0043719F"/>
    <w:rsid w:val="00437562"/>
    <w:rsid w:val="00444EB3"/>
    <w:rsid w:val="00445B5E"/>
    <w:rsid w:val="00445C59"/>
    <w:rsid w:val="00445FDB"/>
    <w:rsid w:val="004545BB"/>
    <w:rsid w:val="00457C00"/>
    <w:rsid w:val="00460EED"/>
    <w:rsid w:val="0046227C"/>
    <w:rsid w:val="00471CB4"/>
    <w:rsid w:val="00484B27"/>
    <w:rsid w:val="00484CF7"/>
    <w:rsid w:val="00487556"/>
    <w:rsid w:val="0049090E"/>
    <w:rsid w:val="004917D7"/>
    <w:rsid w:val="004961C5"/>
    <w:rsid w:val="004C480C"/>
    <w:rsid w:val="004D39F5"/>
    <w:rsid w:val="004D6D6A"/>
    <w:rsid w:val="004E13D5"/>
    <w:rsid w:val="005016A4"/>
    <w:rsid w:val="00507467"/>
    <w:rsid w:val="00511A65"/>
    <w:rsid w:val="00522AA7"/>
    <w:rsid w:val="00575AA1"/>
    <w:rsid w:val="00591C90"/>
    <w:rsid w:val="00592D93"/>
    <w:rsid w:val="00597588"/>
    <w:rsid w:val="00597AC5"/>
    <w:rsid w:val="005A0887"/>
    <w:rsid w:val="005A1099"/>
    <w:rsid w:val="005A7DA9"/>
    <w:rsid w:val="005C53A4"/>
    <w:rsid w:val="005D79C8"/>
    <w:rsid w:val="005E7C86"/>
    <w:rsid w:val="005F0383"/>
    <w:rsid w:val="00612E47"/>
    <w:rsid w:val="00615924"/>
    <w:rsid w:val="006162BC"/>
    <w:rsid w:val="0062612C"/>
    <w:rsid w:val="00630887"/>
    <w:rsid w:val="00632C0A"/>
    <w:rsid w:val="00635CF0"/>
    <w:rsid w:val="006504FD"/>
    <w:rsid w:val="00651E50"/>
    <w:rsid w:val="00663CDB"/>
    <w:rsid w:val="00684D93"/>
    <w:rsid w:val="006A1762"/>
    <w:rsid w:val="006B0634"/>
    <w:rsid w:val="006B0C1C"/>
    <w:rsid w:val="006C2C92"/>
    <w:rsid w:val="006C6F6D"/>
    <w:rsid w:val="006D3746"/>
    <w:rsid w:val="006D56F3"/>
    <w:rsid w:val="006D5AFF"/>
    <w:rsid w:val="006D5C97"/>
    <w:rsid w:val="006E66EC"/>
    <w:rsid w:val="006F2543"/>
    <w:rsid w:val="00700836"/>
    <w:rsid w:val="00703DC2"/>
    <w:rsid w:val="00705B79"/>
    <w:rsid w:val="007079AF"/>
    <w:rsid w:val="00717452"/>
    <w:rsid w:val="00727860"/>
    <w:rsid w:val="00731B84"/>
    <w:rsid w:val="00737907"/>
    <w:rsid w:val="007403B6"/>
    <w:rsid w:val="00747D2D"/>
    <w:rsid w:val="00753FBB"/>
    <w:rsid w:val="00754794"/>
    <w:rsid w:val="007604BE"/>
    <w:rsid w:val="007615CB"/>
    <w:rsid w:val="007645CB"/>
    <w:rsid w:val="0078466F"/>
    <w:rsid w:val="00786605"/>
    <w:rsid w:val="00794D7E"/>
    <w:rsid w:val="00796DBD"/>
    <w:rsid w:val="007A72C6"/>
    <w:rsid w:val="007C2041"/>
    <w:rsid w:val="007C36BB"/>
    <w:rsid w:val="007C3D6B"/>
    <w:rsid w:val="007C6AAF"/>
    <w:rsid w:val="007C7D9E"/>
    <w:rsid w:val="007D45B6"/>
    <w:rsid w:val="007D7F21"/>
    <w:rsid w:val="007E0501"/>
    <w:rsid w:val="007E6370"/>
    <w:rsid w:val="0080467B"/>
    <w:rsid w:val="00806494"/>
    <w:rsid w:val="008124FC"/>
    <w:rsid w:val="00821272"/>
    <w:rsid w:val="00821291"/>
    <w:rsid w:val="008453AB"/>
    <w:rsid w:val="00852C00"/>
    <w:rsid w:val="00854905"/>
    <w:rsid w:val="0086008D"/>
    <w:rsid w:val="00862209"/>
    <w:rsid w:val="00870BB7"/>
    <w:rsid w:val="00873450"/>
    <w:rsid w:val="00877E3B"/>
    <w:rsid w:val="008A1F06"/>
    <w:rsid w:val="008A2363"/>
    <w:rsid w:val="008A627D"/>
    <w:rsid w:val="008B0CF0"/>
    <w:rsid w:val="008B2AA9"/>
    <w:rsid w:val="008B6CF3"/>
    <w:rsid w:val="008C3282"/>
    <w:rsid w:val="008C3FE3"/>
    <w:rsid w:val="008C6F68"/>
    <w:rsid w:val="008D0A5C"/>
    <w:rsid w:val="008D42F7"/>
    <w:rsid w:val="008D4AA7"/>
    <w:rsid w:val="008F0CC2"/>
    <w:rsid w:val="00900809"/>
    <w:rsid w:val="00920FA4"/>
    <w:rsid w:val="00930782"/>
    <w:rsid w:val="009339EE"/>
    <w:rsid w:val="00936956"/>
    <w:rsid w:val="00941E8B"/>
    <w:rsid w:val="00941FFF"/>
    <w:rsid w:val="00942265"/>
    <w:rsid w:val="009649A4"/>
    <w:rsid w:val="009708BE"/>
    <w:rsid w:val="00970932"/>
    <w:rsid w:val="009757A4"/>
    <w:rsid w:val="00982681"/>
    <w:rsid w:val="00991E68"/>
    <w:rsid w:val="009964B6"/>
    <w:rsid w:val="009A17B1"/>
    <w:rsid w:val="009A1D4E"/>
    <w:rsid w:val="009A2E7A"/>
    <w:rsid w:val="009A5A4D"/>
    <w:rsid w:val="009C13B3"/>
    <w:rsid w:val="009C15B3"/>
    <w:rsid w:val="009C6635"/>
    <w:rsid w:val="009D09F3"/>
    <w:rsid w:val="009D4541"/>
    <w:rsid w:val="009E4A05"/>
    <w:rsid w:val="009F51E1"/>
    <w:rsid w:val="00A225B6"/>
    <w:rsid w:val="00A55FAC"/>
    <w:rsid w:val="00A61DC5"/>
    <w:rsid w:val="00A64E4F"/>
    <w:rsid w:val="00A76FF7"/>
    <w:rsid w:val="00A804AE"/>
    <w:rsid w:val="00A91B01"/>
    <w:rsid w:val="00A92F6C"/>
    <w:rsid w:val="00AA295B"/>
    <w:rsid w:val="00AA4884"/>
    <w:rsid w:val="00AB7112"/>
    <w:rsid w:val="00AC23ED"/>
    <w:rsid w:val="00AC3327"/>
    <w:rsid w:val="00AC640B"/>
    <w:rsid w:val="00AD3570"/>
    <w:rsid w:val="00AE24FF"/>
    <w:rsid w:val="00B15403"/>
    <w:rsid w:val="00B2347F"/>
    <w:rsid w:val="00B23F0A"/>
    <w:rsid w:val="00B40C26"/>
    <w:rsid w:val="00B47E54"/>
    <w:rsid w:val="00B62406"/>
    <w:rsid w:val="00B900C9"/>
    <w:rsid w:val="00B979E2"/>
    <w:rsid w:val="00BB063E"/>
    <w:rsid w:val="00BB0900"/>
    <w:rsid w:val="00BB1D95"/>
    <w:rsid w:val="00BB39DB"/>
    <w:rsid w:val="00BD4E24"/>
    <w:rsid w:val="00BD53BF"/>
    <w:rsid w:val="00BF2B8E"/>
    <w:rsid w:val="00C1338F"/>
    <w:rsid w:val="00C216FD"/>
    <w:rsid w:val="00C50079"/>
    <w:rsid w:val="00C616DA"/>
    <w:rsid w:val="00C64118"/>
    <w:rsid w:val="00C75EFC"/>
    <w:rsid w:val="00C90D8A"/>
    <w:rsid w:val="00C95AB3"/>
    <w:rsid w:val="00CB1554"/>
    <w:rsid w:val="00CB6E25"/>
    <w:rsid w:val="00CC4DB2"/>
    <w:rsid w:val="00CD2C2A"/>
    <w:rsid w:val="00CD5CC4"/>
    <w:rsid w:val="00CD66A6"/>
    <w:rsid w:val="00CE1F9B"/>
    <w:rsid w:val="00D04334"/>
    <w:rsid w:val="00D15912"/>
    <w:rsid w:val="00D20FCD"/>
    <w:rsid w:val="00D259DE"/>
    <w:rsid w:val="00D30274"/>
    <w:rsid w:val="00D328D6"/>
    <w:rsid w:val="00D47989"/>
    <w:rsid w:val="00D5258D"/>
    <w:rsid w:val="00D56818"/>
    <w:rsid w:val="00D617F6"/>
    <w:rsid w:val="00D623FD"/>
    <w:rsid w:val="00D74973"/>
    <w:rsid w:val="00D94575"/>
    <w:rsid w:val="00DA2FE0"/>
    <w:rsid w:val="00DB1093"/>
    <w:rsid w:val="00DB6E0E"/>
    <w:rsid w:val="00DD08AC"/>
    <w:rsid w:val="00DD1577"/>
    <w:rsid w:val="00DE38AF"/>
    <w:rsid w:val="00DE6182"/>
    <w:rsid w:val="00DF0334"/>
    <w:rsid w:val="00DF2F9D"/>
    <w:rsid w:val="00E03BAA"/>
    <w:rsid w:val="00E14248"/>
    <w:rsid w:val="00E14B89"/>
    <w:rsid w:val="00E15588"/>
    <w:rsid w:val="00E37132"/>
    <w:rsid w:val="00E41DF2"/>
    <w:rsid w:val="00E42ADA"/>
    <w:rsid w:val="00E439A0"/>
    <w:rsid w:val="00E55200"/>
    <w:rsid w:val="00E61687"/>
    <w:rsid w:val="00E715CC"/>
    <w:rsid w:val="00E71CFA"/>
    <w:rsid w:val="00E80FF1"/>
    <w:rsid w:val="00E85E04"/>
    <w:rsid w:val="00E85F08"/>
    <w:rsid w:val="00E93159"/>
    <w:rsid w:val="00EA4080"/>
    <w:rsid w:val="00EA7C47"/>
    <w:rsid w:val="00EB2318"/>
    <w:rsid w:val="00EC3A30"/>
    <w:rsid w:val="00EC45E4"/>
    <w:rsid w:val="00F006F4"/>
    <w:rsid w:val="00F009EC"/>
    <w:rsid w:val="00F00D47"/>
    <w:rsid w:val="00F02518"/>
    <w:rsid w:val="00F05F07"/>
    <w:rsid w:val="00F10C4A"/>
    <w:rsid w:val="00F23015"/>
    <w:rsid w:val="00F25462"/>
    <w:rsid w:val="00F266DC"/>
    <w:rsid w:val="00F3046D"/>
    <w:rsid w:val="00F31A81"/>
    <w:rsid w:val="00F32144"/>
    <w:rsid w:val="00F346D8"/>
    <w:rsid w:val="00F34BC7"/>
    <w:rsid w:val="00F40721"/>
    <w:rsid w:val="00F478DC"/>
    <w:rsid w:val="00F66687"/>
    <w:rsid w:val="00F66D68"/>
    <w:rsid w:val="00F752DD"/>
    <w:rsid w:val="00FA1731"/>
    <w:rsid w:val="00FA502B"/>
    <w:rsid w:val="00FC3A6C"/>
    <w:rsid w:val="00FD1F91"/>
    <w:rsid w:val="00FD41C7"/>
    <w:rsid w:val="00FE1818"/>
    <w:rsid w:val="00FF2AF8"/>
    <w:rsid w:val="00FF73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4E4F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Title">
    <w:name w:val="ConsTitle"/>
    <w:uiPriority w:val="99"/>
    <w:rsid w:val="00A64E4F"/>
    <w:pPr>
      <w:suppressAutoHyphens/>
      <w:autoSpaceDE w:val="0"/>
      <w:ind w:right="19772"/>
    </w:pPr>
    <w:rPr>
      <w:rFonts w:ascii="Arial" w:hAnsi="Arial" w:cs="Arial"/>
      <w:b/>
      <w:bCs/>
      <w:sz w:val="20"/>
      <w:szCs w:val="20"/>
      <w:lang w:eastAsia="ar-SA"/>
    </w:rPr>
  </w:style>
  <w:style w:type="paragraph" w:customStyle="1" w:styleId="a">
    <w:name w:val="Знак Знак Знак Знак"/>
    <w:basedOn w:val="Normal"/>
    <w:uiPriority w:val="99"/>
    <w:rsid w:val="00A64E4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uiPriority w:val="99"/>
    <w:rsid w:val="00A64E4F"/>
    <w:pPr>
      <w:suppressAutoHyphens/>
      <w:autoSpaceDE w:val="0"/>
      <w:ind w:right="19772" w:firstLine="720"/>
    </w:pPr>
    <w:rPr>
      <w:rFonts w:ascii="Arial" w:hAnsi="Arial" w:cs="Arial"/>
      <w:sz w:val="20"/>
      <w:szCs w:val="20"/>
      <w:lang w:eastAsia="ar-SA"/>
    </w:rPr>
  </w:style>
  <w:style w:type="paragraph" w:styleId="Header">
    <w:name w:val="header"/>
    <w:basedOn w:val="Normal"/>
    <w:link w:val="HeaderChar"/>
    <w:uiPriority w:val="99"/>
    <w:rsid w:val="00A64E4F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D56818"/>
    <w:rPr>
      <w:sz w:val="24"/>
      <w:szCs w:val="24"/>
    </w:rPr>
  </w:style>
  <w:style w:type="character" w:styleId="PageNumber">
    <w:name w:val="page number"/>
    <w:basedOn w:val="DefaultParagraphFont"/>
    <w:uiPriority w:val="99"/>
    <w:rsid w:val="00A64E4F"/>
  </w:style>
  <w:style w:type="paragraph" w:customStyle="1" w:styleId="ConsPlusNormal">
    <w:name w:val="ConsPlusNormal"/>
    <w:uiPriority w:val="99"/>
    <w:rsid w:val="007645CB"/>
    <w:pPr>
      <w:autoSpaceDE w:val="0"/>
      <w:autoSpaceDN w:val="0"/>
      <w:adjustRightInd w:val="0"/>
    </w:pPr>
    <w:rPr>
      <w:sz w:val="28"/>
      <w:szCs w:val="28"/>
    </w:rPr>
  </w:style>
  <w:style w:type="paragraph" w:styleId="Footer">
    <w:name w:val="footer"/>
    <w:basedOn w:val="Normal"/>
    <w:link w:val="FooterChar"/>
    <w:uiPriority w:val="99"/>
    <w:rsid w:val="007A72C6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7A72C6"/>
    <w:rPr>
      <w:sz w:val="24"/>
      <w:szCs w:val="24"/>
    </w:rPr>
  </w:style>
  <w:style w:type="paragraph" w:customStyle="1" w:styleId="ConsPlusNonformat">
    <w:name w:val="ConsPlusNonformat"/>
    <w:uiPriority w:val="99"/>
    <w:rsid w:val="007A72C6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9A1D4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9A1D4E"/>
    <w:rPr>
      <w:rFonts w:ascii="Tahoma" w:hAnsi="Tahoma" w:cs="Tahoma"/>
      <w:sz w:val="16"/>
      <w:szCs w:val="16"/>
    </w:rPr>
  </w:style>
  <w:style w:type="paragraph" w:customStyle="1" w:styleId="a0">
    <w:name w:val="Знак"/>
    <w:basedOn w:val="Normal"/>
    <w:uiPriority w:val="99"/>
    <w:rsid w:val="00E14248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BodyTextIndent">
    <w:name w:val="Body Text Indent"/>
    <w:basedOn w:val="Normal"/>
    <w:link w:val="BodyTextIndentChar"/>
    <w:uiPriority w:val="99"/>
    <w:rsid w:val="00E14248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E14248"/>
    <w:rPr>
      <w:sz w:val="24"/>
      <w:szCs w:val="24"/>
    </w:rPr>
  </w:style>
  <w:style w:type="table" w:styleId="TableGrid">
    <w:name w:val="Table Grid"/>
    <w:basedOn w:val="TableNormal"/>
    <w:uiPriority w:val="99"/>
    <w:rsid w:val="009339EE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1043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8</TotalTime>
  <Pages>2</Pages>
  <Words>307</Words>
  <Characters>1750</Characters>
  <Application>Microsoft Office Outlook</Application>
  <DocSecurity>0</DocSecurity>
  <Lines>0</Lines>
  <Paragraphs>0</Paragraphs>
  <ScaleCrop>false</ScaleCrop>
  <Company>DGIZO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subject/>
  <dc:creator>Ju5u</dc:creator>
  <cp:keywords/>
  <dc:description/>
  <cp:lastModifiedBy>Пользователь</cp:lastModifiedBy>
  <cp:revision>10</cp:revision>
  <cp:lastPrinted>2018-09-13T10:08:00Z</cp:lastPrinted>
  <dcterms:created xsi:type="dcterms:W3CDTF">2018-09-14T13:06:00Z</dcterms:created>
  <dcterms:modified xsi:type="dcterms:W3CDTF">2018-11-02T12:13:00Z</dcterms:modified>
</cp:coreProperties>
</file>