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C3" w:rsidRPr="00E41E3F" w:rsidRDefault="00802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802BC3" w:rsidRPr="00E41E3F" w:rsidRDefault="00802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BC3" w:rsidRPr="00E41E3F" w:rsidRDefault="00802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BC3" w:rsidRPr="00E41E3F" w:rsidRDefault="00802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BC3" w:rsidRDefault="00802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BC3" w:rsidRPr="00E41E3F" w:rsidRDefault="00802BC3" w:rsidP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BC3" w:rsidRDefault="00802BC3" w:rsidP="00E41E3F">
      <w:pPr>
        <w:pStyle w:val="ConsPlusNormal"/>
        <w:tabs>
          <w:tab w:val="center" w:pos="5144"/>
        </w:tabs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 старостах сельских населённых пунктов (сельских старостах)</w:t>
      </w:r>
    </w:p>
    <w:p w:rsidR="00802BC3" w:rsidRPr="00E41E3F" w:rsidRDefault="00802BC3" w:rsidP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 Ульяновской области</w:t>
      </w:r>
    </w:p>
    <w:p w:rsidR="00802BC3" w:rsidRPr="00E41E3F" w:rsidRDefault="00802BC3" w:rsidP="00E41E3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02BC3" w:rsidRPr="006A19EB" w:rsidRDefault="00802BC3" w:rsidP="00E41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BC3" w:rsidRPr="00E52E68" w:rsidRDefault="00802BC3" w:rsidP="00CC2F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52E68">
        <w:rPr>
          <w:rFonts w:ascii="Times New Roman" w:hAnsi="Times New Roman" w:cs="Times New Roman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</w:rPr>
        <w:t>24</w:t>
      </w:r>
      <w:r w:rsidRPr="00E52E68">
        <w:rPr>
          <w:rFonts w:ascii="Times New Roman" w:hAnsi="Times New Roman" w:cs="Times New Roman"/>
        </w:rPr>
        <w:t xml:space="preserve"> октября 2018 года</w:t>
      </w:r>
    </w:p>
    <w:p w:rsidR="00802BC3" w:rsidRDefault="00802BC3">
      <w:pPr>
        <w:rPr>
          <w:rFonts w:ascii="Times New Roman" w:hAnsi="Times New Roman" w:cs="Times New Roman"/>
          <w:sz w:val="28"/>
          <w:szCs w:val="28"/>
        </w:rPr>
      </w:pPr>
    </w:p>
    <w:p w:rsidR="00802BC3" w:rsidRPr="00E41E3F" w:rsidRDefault="00802BC3">
      <w:pPr>
        <w:rPr>
          <w:rFonts w:ascii="Times New Roman" w:hAnsi="Times New Roman" w:cs="Times New Roman"/>
          <w:sz w:val="28"/>
          <w:szCs w:val="28"/>
        </w:rPr>
      </w:pPr>
    </w:p>
    <w:p w:rsidR="00802BC3" w:rsidRDefault="00802BC3" w:rsidP="00D853C7">
      <w:pPr>
        <w:pStyle w:val="ConsPlusNormal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Статья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Предмет правового регулирования настоящего Закона</w:t>
      </w:r>
    </w:p>
    <w:p w:rsidR="00802BC3" w:rsidRPr="008407E6" w:rsidRDefault="00802BC3" w:rsidP="00D853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6A19EB" w:rsidRDefault="00802BC3">
      <w:pPr>
        <w:pStyle w:val="ConsPlusNormal"/>
        <w:ind w:firstLine="650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Закон в соответствии со статьёй 27</w:t>
      </w:r>
      <w:r w:rsidRPr="008407E6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  <w:t>от 6 октября 2003 года № 131-ФЗ «Об общих принципах организации местного самоуправления в Российской Федерации» (далее – Федеральный закон</w:t>
      </w:r>
      <w:r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br/>
        <w:t>в Российской Федерации») устанавливает наименование должности старосты сельского населённого пункта в Ульяновской области, а также дополнительные полномочия, гарантии деятельности и иные вопросы его статуса.</w:t>
      </w: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6A19EB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D853C7" w:rsidRDefault="00802BC3" w:rsidP="00D853C7">
      <w:pPr>
        <w:pStyle w:val="ConsPlusNormal"/>
        <w:ind w:left="1985" w:hanging="1276"/>
        <w:jc w:val="both"/>
        <w:rPr>
          <w:rFonts w:cs="Times New Roman"/>
          <w:spacing w:val="-4"/>
        </w:rPr>
      </w:pPr>
      <w:r w:rsidRPr="00D853C7">
        <w:rPr>
          <w:rFonts w:ascii="Times New Roman" w:hAnsi="Times New Roman" w:cs="Times New Roman"/>
          <w:spacing w:val="-4"/>
          <w:sz w:val="28"/>
          <w:szCs w:val="28"/>
        </w:rPr>
        <w:t>Статья 2.</w:t>
      </w:r>
      <w:r w:rsidRPr="00D853C7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Староста сельского населённого пункта в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Ульяновской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br/>
        <w:t xml:space="preserve">  </w:t>
      </w:r>
      <w:bookmarkStart w:id="0" w:name="_GoBack"/>
      <w:bookmarkEnd w:id="0"/>
      <w:r w:rsidRPr="00D853C7">
        <w:rPr>
          <w:rFonts w:ascii="Times New Roman" w:hAnsi="Times New Roman" w:cs="Times New Roman"/>
          <w:b/>
          <w:bCs/>
          <w:spacing w:val="-4"/>
          <w:sz w:val="28"/>
          <w:szCs w:val="28"/>
        </w:rPr>
        <w:t>области</w:t>
      </w:r>
    </w:p>
    <w:p w:rsidR="00802BC3" w:rsidRPr="008407E6" w:rsidRDefault="00802BC3" w:rsidP="00321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6A19EB" w:rsidRDefault="00802BC3" w:rsidP="00321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Должность старосты сельского населённого пункта в Ульяновской области и лицо, назначенное на эту должность, именуются «сельский староста».</w:t>
      </w: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Сельский староста назначается представительным органом поселения или городского округа Ульяновской области, в состав которого входит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Полномочия сельского старосты прекращаются досрочно</w:t>
      </w:r>
      <w:r>
        <w:rPr>
          <w:rFonts w:ascii="Times New Roman" w:hAnsi="Times New Roman" w:cs="Times New Roman"/>
          <w:sz w:val="28"/>
          <w:szCs w:val="28"/>
        </w:rPr>
        <w:br/>
        <w:t>по решению представительного органа поселения или городского округа Ульяновской области, в состав которого входит данный сельский населённый пункт, по представлению схода граждан сельского населённого пункта,</w:t>
      </w:r>
      <w:r>
        <w:rPr>
          <w:rFonts w:ascii="Times New Roman" w:hAnsi="Times New Roman" w:cs="Times New Roman"/>
          <w:sz w:val="28"/>
          <w:szCs w:val="28"/>
        </w:rPr>
        <w:br/>
        <w:t>а также в случаях, установленных пунктами 1-7 части 10 статьи 40 Федерального закона «Об общих принципах организации местного самоуправления в Российской Федерации».</w:t>
      </w:r>
    </w:p>
    <w:p w:rsidR="00802BC3" w:rsidRPr="006A19EB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6A19EB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pStyle w:val="ConsPlusNormal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полномочия сельского старосты</w:t>
      </w:r>
    </w:p>
    <w:p w:rsidR="00802BC3" w:rsidRPr="006A19EB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6A19EB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поселения или городского округа Ульяновской области и (или) нормативным правовым актом представительного органа поселения или городского округа </w:t>
      </w:r>
      <w:bookmarkStart w:id="1" w:name="__DdeLink__568_379384043"/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, наряду </w:t>
      </w:r>
      <w:r>
        <w:rPr>
          <w:rFonts w:ascii="Times New Roman" w:hAnsi="Times New Roman" w:cs="Times New Roman"/>
          <w:sz w:val="28"/>
          <w:szCs w:val="28"/>
        </w:rPr>
        <w:br/>
        <w:t>с полномочиями, установленными частью 6 статьи 27</w:t>
      </w:r>
      <w:r w:rsidRPr="00DD0039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Федерации», сельский староста может наделяться следующими полномочиями:</w:t>
      </w:r>
    </w:p>
    <w:p w:rsidR="00802BC3" w:rsidRDefault="00802BC3" w:rsidP="00321C16">
      <w:pPr>
        <w:pStyle w:val="ConsPlusNormal"/>
        <w:spacing w:line="360" w:lineRule="auto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1) оказание органам местного самоуправления содействия</w:t>
      </w:r>
      <w:r>
        <w:rPr>
          <w:rFonts w:ascii="Times New Roman" w:hAnsi="Times New Roman" w:cs="Times New Roman"/>
          <w:sz w:val="28"/>
          <w:szCs w:val="28"/>
        </w:rPr>
        <w:br/>
        <w:t>в создании условий для организации добровольной пожарной охраны</w:t>
      </w:r>
      <w:r>
        <w:rPr>
          <w:rFonts w:ascii="Times New Roman" w:hAnsi="Times New Roman" w:cs="Times New Roman"/>
          <w:sz w:val="28"/>
          <w:szCs w:val="28"/>
        </w:rPr>
        <w:br/>
        <w:t>в границах данного сельского населённого пункта, а также для участия граждан в обеспечении первичных мер пожарной безопасности в границах данного сельского населённого пункта в иных формах;</w:t>
      </w: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оказание органам местного самоуправления содействия</w:t>
      </w:r>
      <w:r>
        <w:rPr>
          <w:rFonts w:ascii="Times New Roman" w:hAnsi="Times New Roman" w:cs="Times New Roman"/>
          <w:sz w:val="28"/>
          <w:szCs w:val="28"/>
        </w:rPr>
        <w:br/>
        <w:t>в организации досуга граждан, проведении культурных и досуговых мероприятий в границах данного сельского населённого пункта;</w:t>
      </w:r>
    </w:p>
    <w:p w:rsidR="00802BC3" w:rsidRDefault="00802BC3" w:rsidP="00321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оказание органам местного самоуправления содействия в развитии</w:t>
      </w:r>
      <w:r>
        <w:rPr>
          <w:rFonts w:ascii="Times New Roman" w:hAnsi="Times New Roman" w:cs="Times New Roman"/>
          <w:sz w:val="28"/>
          <w:szCs w:val="28"/>
        </w:rPr>
        <w:br/>
        <w:t>в границах данного сельского населённого пункта физической культуры</w:t>
      </w:r>
      <w:r>
        <w:rPr>
          <w:rFonts w:ascii="Times New Roman" w:hAnsi="Times New Roman" w:cs="Times New Roman"/>
          <w:sz w:val="28"/>
          <w:szCs w:val="28"/>
        </w:rPr>
        <w:br/>
        <w:t>и спорта, в том числе в организации и проведении физкультурных                                и спортивных мероприятий;</w:t>
      </w:r>
    </w:p>
    <w:p w:rsidR="00802BC3" w:rsidRDefault="00802BC3" w:rsidP="00321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участие в подготовке предложений по вопросам благоустройства территории данного сельского населённого пункта; </w:t>
      </w: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 участие в организации и осуществлении мероприятий по работе</w:t>
      </w:r>
      <w:r>
        <w:rPr>
          <w:rFonts w:ascii="Times New Roman" w:hAnsi="Times New Roman" w:cs="Times New Roman"/>
          <w:sz w:val="28"/>
          <w:szCs w:val="28"/>
        </w:rPr>
        <w:br/>
        <w:t>с детьми и молодёжью в границах данного сельского населённого пункта.</w:t>
      </w: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4. </w:t>
      </w:r>
      <w:r>
        <w:rPr>
          <w:rFonts w:ascii="Times New Roman" w:hAnsi="Times New Roman" w:cs="Times New Roman"/>
          <w:b/>
          <w:bCs/>
          <w:sz w:val="28"/>
          <w:szCs w:val="28"/>
        </w:rPr>
        <w:t>Удостоверение сельского старосты</w:t>
      </w:r>
    </w:p>
    <w:p w:rsidR="00802BC3" w:rsidRPr="008407E6" w:rsidRDefault="00802BC3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2BC3" w:rsidRPr="008407E6" w:rsidRDefault="00802BC3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Гражданину Российской Федерации, назначенному на должность сельского старосты, вручается удостоверение, которым он пользуется</w:t>
      </w:r>
      <w:r>
        <w:rPr>
          <w:rFonts w:ascii="Times New Roman" w:hAnsi="Times New Roman" w:cs="Times New Roman"/>
          <w:sz w:val="28"/>
          <w:szCs w:val="28"/>
        </w:rPr>
        <w:br/>
        <w:t>в течение срока своих полномочий.</w:t>
      </w: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Положение об удостоверении сельского старосты, его образец</w:t>
      </w:r>
      <w:r>
        <w:rPr>
          <w:rFonts w:ascii="Times New Roman" w:hAnsi="Times New Roman" w:cs="Times New Roman"/>
          <w:sz w:val="28"/>
          <w:szCs w:val="28"/>
        </w:rPr>
        <w:br/>
        <w:t>и описание утверждаются нормативным правовым актом представительного органа поселения или городского округа Ульяновской области, в состав которого входит данный сельский населённый пункт.</w:t>
      </w: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BC3" w:rsidRDefault="00802BC3" w:rsidP="00321C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Статья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Гарантии деятельности сельских старост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802BC3" w:rsidRPr="008407E6" w:rsidRDefault="00802BC3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802BC3" w:rsidRDefault="00802BC3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уставом поселения или городского округа Ульяновской области и (или) нормативным правовым актом представительного органа поселения или городского округа Ульяновской области сельским старостам</w:t>
      </w:r>
      <w:r>
        <w:rPr>
          <w:rFonts w:ascii="Times New Roman" w:hAnsi="Times New Roman" w:cs="Times New Roman"/>
          <w:sz w:val="28"/>
          <w:szCs w:val="28"/>
        </w:rPr>
        <w:br/>
        <w:t>в целях стимулирования их деятельности за счёт бюджетных ассигнований бюджета поселения или городского округа Ульяновской области может осуществляться ежемесячная денежная выплата, размер и порядок осуществления которой устанавливаются нормативным правовым актом представительного органа поселения или городского округа Ульяновской области.</w:t>
      </w:r>
    </w:p>
    <w:p w:rsidR="00802BC3" w:rsidRDefault="00802BC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2BC3" w:rsidRDefault="00802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BC3" w:rsidRDefault="00802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BC3" w:rsidRDefault="00802BC3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С.И.Морозов</w:t>
      </w:r>
    </w:p>
    <w:p w:rsidR="00802BC3" w:rsidRDefault="00802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BC3" w:rsidRPr="00974A6D" w:rsidRDefault="00802BC3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02BC3" w:rsidRDefault="00802BC3" w:rsidP="001441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Ульяновск</w:t>
      </w:r>
    </w:p>
    <w:p w:rsidR="00802BC3" w:rsidRDefault="00802BC3" w:rsidP="001441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октября 2018 г.</w:t>
      </w:r>
    </w:p>
    <w:p w:rsidR="00802BC3" w:rsidRDefault="00802BC3" w:rsidP="0014417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№ 105-ЗО</w:t>
      </w:r>
    </w:p>
    <w:sectPr w:rsidR="00802BC3" w:rsidSect="008407E6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BC3" w:rsidRDefault="00802BC3">
      <w:pPr>
        <w:spacing w:after="0" w:line="240" w:lineRule="auto"/>
      </w:pPr>
      <w:r>
        <w:separator/>
      </w:r>
    </w:p>
  </w:endnote>
  <w:endnote w:type="continuationSeparator" w:id="0">
    <w:p w:rsidR="00802BC3" w:rsidRDefault="0080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C3" w:rsidRPr="005545FB" w:rsidRDefault="00802BC3" w:rsidP="005545FB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5545FB">
      <w:rPr>
        <w:rFonts w:ascii="Times New Roman" w:hAnsi="Times New Roman" w:cs="Times New Roman"/>
        <w:sz w:val="16"/>
        <w:szCs w:val="16"/>
      </w:rPr>
      <w:t>1409ан2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BC3" w:rsidRDefault="00802BC3">
      <w:pPr>
        <w:spacing w:after="0" w:line="240" w:lineRule="auto"/>
      </w:pPr>
      <w:r>
        <w:separator/>
      </w:r>
    </w:p>
  </w:footnote>
  <w:footnote w:type="continuationSeparator" w:id="0">
    <w:p w:rsidR="00802BC3" w:rsidRDefault="0080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C3" w:rsidRPr="006A19EB" w:rsidRDefault="00802BC3" w:rsidP="006A19EB">
    <w:pPr>
      <w:pStyle w:val="Header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375"/>
    <w:rsid w:val="00033A96"/>
    <w:rsid w:val="00093907"/>
    <w:rsid w:val="000A03FE"/>
    <w:rsid w:val="000E56EC"/>
    <w:rsid w:val="00144178"/>
    <w:rsid w:val="002176E8"/>
    <w:rsid w:val="00243D14"/>
    <w:rsid w:val="00282646"/>
    <w:rsid w:val="002C3DFC"/>
    <w:rsid w:val="002E3D11"/>
    <w:rsid w:val="00321C16"/>
    <w:rsid w:val="003F6EA5"/>
    <w:rsid w:val="00415C8C"/>
    <w:rsid w:val="0045162F"/>
    <w:rsid w:val="004556A0"/>
    <w:rsid w:val="00486BF8"/>
    <w:rsid w:val="004C6814"/>
    <w:rsid w:val="004E17EA"/>
    <w:rsid w:val="00541375"/>
    <w:rsid w:val="00551630"/>
    <w:rsid w:val="005545FB"/>
    <w:rsid w:val="005B12A5"/>
    <w:rsid w:val="00623CFF"/>
    <w:rsid w:val="006A19EB"/>
    <w:rsid w:val="007B08C9"/>
    <w:rsid w:val="00801900"/>
    <w:rsid w:val="00802BC3"/>
    <w:rsid w:val="0083104E"/>
    <w:rsid w:val="008341B0"/>
    <w:rsid w:val="008407E6"/>
    <w:rsid w:val="0084408C"/>
    <w:rsid w:val="009270D3"/>
    <w:rsid w:val="00974A6D"/>
    <w:rsid w:val="00982B27"/>
    <w:rsid w:val="00A213AE"/>
    <w:rsid w:val="00A70188"/>
    <w:rsid w:val="00B91D0F"/>
    <w:rsid w:val="00BE33A4"/>
    <w:rsid w:val="00C07933"/>
    <w:rsid w:val="00CB559E"/>
    <w:rsid w:val="00CC2FDE"/>
    <w:rsid w:val="00CE0D48"/>
    <w:rsid w:val="00CE0D7C"/>
    <w:rsid w:val="00D14CDA"/>
    <w:rsid w:val="00D70354"/>
    <w:rsid w:val="00D74711"/>
    <w:rsid w:val="00D853C7"/>
    <w:rsid w:val="00DD0039"/>
    <w:rsid w:val="00E0070A"/>
    <w:rsid w:val="00E1692D"/>
    <w:rsid w:val="00E3178E"/>
    <w:rsid w:val="00E41E3F"/>
    <w:rsid w:val="00E52E68"/>
    <w:rsid w:val="00F217F6"/>
    <w:rsid w:val="00FE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D11"/>
    <w:pPr>
      <w:spacing w:after="200" w:line="276" w:lineRule="auto"/>
    </w:pPr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rsid w:val="002E3D11"/>
    <w:rPr>
      <w:rFonts w:ascii="Calibri" w:hAnsi="Calibri" w:cs="Calibri"/>
    </w:rPr>
  </w:style>
  <w:style w:type="character" w:customStyle="1" w:styleId="a0">
    <w:name w:val="Нижний колонтитул Знак"/>
    <w:basedOn w:val="DefaultParagraphFont"/>
    <w:uiPriority w:val="99"/>
    <w:semiHidden/>
    <w:rsid w:val="002E3D11"/>
    <w:rPr>
      <w:rFonts w:ascii="Calibri" w:hAnsi="Calibri" w:cs="Calibri"/>
    </w:rPr>
  </w:style>
  <w:style w:type="paragraph" w:customStyle="1" w:styleId="a1">
    <w:name w:val="Заголовок"/>
    <w:basedOn w:val="Normal"/>
    <w:next w:val="BodyText"/>
    <w:uiPriority w:val="99"/>
    <w:rsid w:val="00E0070A"/>
    <w:pPr>
      <w:keepNext/>
      <w:spacing w:before="240" w:after="120"/>
    </w:pPr>
    <w:rPr>
      <w:rFonts w:ascii="PT Sans" w:hAnsi="PT Sans" w:cs="PT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0070A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D48"/>
    <w:rPr>
      <w:color w:val="00000A"/>
      <w:lang w:eastAsia="en-US"/>
    </w:rPr>
  </w:style>
  <w:style w:type="paragraph" w:styleId="List">
    <w:name w:val="List"/>
    <w:basedOn w:val="BodyText"/>
    <w:uiPriority w:val="99"/>
    <w:rsid w:val="00E0070A"/>
    <w:rPr>
      <w:rFonts w:ascii="PT Sans" w:hAnsi="PT Sans" w:cs="PT Sans"/>
    </w:rPr>
  </w:style>
  <w:style w:type="paragraph" w:styleId="Caption">
    <w:name w:val="caption"/>
    <w:basedOn w:val="Normal"/>
    <w:uiPriority w:val="99"/>
    <w:qFormat/>
    <w:rsid w:val="00E0070A"/>
    <w:pPr>
      <w:suppressLineNumbers/>
      <w:spacing w:before="120" w:after="120"/>
    </w:pPr>
    <w:rPr>
      <w:rFonts w:ascii="PT Sans" w:hAnsi="PT Sans" w:cs="PT Sans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2E3D11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E0070A"/>
    <w:pPr>
      <w:suppressLineNumbers/>
    </w:pPr>
    <w:rPr>
      <w:rFonts w:ascii="PT Sans" w:hAnsi="PT Sans" w:cs="PT Sans"/>
    </w:rPr>
  </w:style>
  <w:style w:type="paragraph" w:customStyle="1" w:styleId="ConsPlusNormal">
    <w:name w:val="ConsPlusNormal"/>
    <w:uiPriority w:val="99"/>
    <w:rsid w:val="002E3D11"/>
    <w:rPr>
      <w:rFonts w:ascii="Arial" w:eastAsia="Times New Roman" w:hAnsi="Arial" w:cs="Arial"/>
      <w:color w:val="00000A"/>
      <w:sz w:val="20"/>
      <w:szCs w:val="20"/>
    </w:rPr>
  </w:style>
  <w:style w:type="paragraph" w:styleId="Header">
    <w:name w:val="header"/>
    <w:basedOn w:val="Normal"/>
    <w:link w:val="HeaderChar"/>
    <w:uiPriority w:val="99"/>
    <w:rsid w:val="002E3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D48"/>
    <w:rPr>
      <w:color w:val="00000A"/>
      <w:lang w:eastAsia="en-US"/>
    </w:rPr>
  </w:style>
  <w:style w:type="paragraph" w:styleId="Footer">
    <w:name w:val="footer"/>
    <w:basedOn w:val="Normal"/>
    <w:link w:val="FooterChar"/>
    <w:uiPriority w:val="99"/>
    <w:rsid w:val="002E3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D48"/>
    <w:rPr>
      <w:color w:val="00000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0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07E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653</Words>
  <Characters>3723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2018-10-01T11:54:00Z</cp:lastPrinted>
  <dcterms:created xsi:type="dcterms:W3CDTF">2018-09-14T13:25:00Z</dcterms:created>
  <dcterms:modified xsi:type="dcterms:W3CDTF">2018-11-02T11:24:00Z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