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8A8" w:rsidRDefault="009A78A8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9A78A8" w:rsidRPr="00C405CE" w:rsidRDefault="009A78A8" w:rsidP="00C405CE">
      <w:pPr>
        <w:rPr>
          <w:b/>
          <w:sz w:val="28"/>
          <w:szCs w:val="28"/>
        </w:rPr>
      </w:pPr>
      <w:r>
        <w:tab/>
        <w:t xml:space="preserve">                                           </w:t>
      </w:r>
      <w:r w:rsidRPr="00C405CE">
        <w:rPr>
          <w:b/>
          <w:sz w:val="28"/>
          <w:szCs w:val="28"/>
        </w:rPr>
        <w:t xml:space="preserve">Закон  Ульяновской области </w:t>
      </w:r>
    </w:p>
    <w:p w:rsidR="009A78A8" w:rsidRDefault="009A78A8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9A78A8" w:rsidRPr="00CE103D" w:rsidRDefault="009A78A8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9A78A8" w:rsidRPr="00B148E1" w:rsidRDefault="009A78A8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9A78A8" w:rsidRPr="00B148E1" w:rsidRDefault="009A78A8" w:rsidP="003D79B8">
      <w:pPr>
        <w:pStyle w:val="Subtitle"/>
        <w:spacing w:line="240" w:lineRule="auto"/>
        <w:outlineLvl w:val="0"/>
      </w:pPr>
      <w:r w:rsidRPr="00B148E1">
        <w:t>«Об областном бюджете Ульяновской области</w:t>
      </w:r>
    </w:p>
    <w:p w:rsidR="009A78A8" w:rsidRPr="00B148E1" w:rsidRDefault="009A78A8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2014 год и на плановый период 2015 и 2016 годов»</w:t>
      </w:r>
    </w:p>
    <w:p w:rsidR="009A78A8" w:rsidRPr="00B148E1" w:rsidRDefault="009A78A8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9A78A8" w:rsidRDefault="009A78A8" w:rsidP="00106D80">
      <w:pPr>
        <w:spacing w:line="235" w:lineRule="auto"/>
        <w:rPr>
          <w:sz w:val="24"/>
          <w:szCs w:val="24"/>
          <w:highlight w:val="yellow"/>
        </w:rPr>
      </w:pPr>
    </w:p>
    <w:p w:rsidR="009A78A8" w:rsidRDefault="009A78A8" w:rsidP="00106D80">
      <w:pPr>
        <w:spacing w:line="235" w:lineRule="auto"/>
        <w:rPr>
          <w:sz w:val="24"/>
          <w:szCs w:val="24"/>
          <w:highlight w:val="yellow"/>
        </w:rPr>
      </w:pPr>
    </w:p>
    <w:p w:rsidR="009A78A8" w:rsidRDefault="009A78A8" w:rsidP="00106D80">
      <w:pPr>
        <w:spacing w:line="235" w:lineRule="auto"/>
        <w:rPr>
          <w:sz w:val="24"/>
          <w:szCs w:val="24"/>
          <w:highlight w:val="yellow"/>
        </w:rPr>
      </w:pPr>
    </w:p>
    <w:p w:rsidR="009A78A8" w:rsidRPr="00B148E1" w:rsidRDefault="009A78A8" w:rsidP="00106D80">
      <w:pPr>
        <w:spacing w:line="235" w:lineRule="auto"/>
        <w:rPr>
          <w:sz w:val="24"/>
          <w:szCs w:val="24"/>
          <w:highlight w:val="yellow"/>
        </w:rPr>
      </w:pPr>
    </w:p>
    <w:p w:rsidR="009A78A8" w:rsidRDefault="009A78A8" w:rsidP="00106D80">
      <w:pPr>
        <w:spacing w:line="235" w:lineRule="auto"/>
        <w:rPr>
          <w:sz w:val="24"/>
          <w:szCs w:val="24"/>
          <w:highlight w:val="yellow"/>
        </w:rPr>
      </w:pPr>
    </w:p>
    <w:p w:rsidR="009A78A8" w:rsidRDefault="009A78A8" w:rsidP="00106D80">
      <w:pPr>
        <w:spacing w:line="235" w:lineRule="auto"/>
        <w:rPr>
          <w:sz w:val="24"/>
          <w:szCs w:val="24"/>
          <w:highlight w:val="yellow"/>
        </w:rPr>
      </w:pPr>
    </w:p>
    <w:p w:rsidR="009A78A8" w:rsidRDefault="009A78A8" w:rsidP="00106D80">
      <w:pPr>
        <w:spacing w:line="235" w:lineRule="auto"/>
        <w:rPr>
          <w:sz w:val="24"/>
          <w:szCs w:val="24"/>
          <w:highlight w:val="yellow"/>
        </w:rPr>
      </w:pPr>
    </w:p>
    <w:p w:rsidR="009A78A8" w:rsidRDefault="009A78A8" w:rsidP="00106D80">
      <w:pPr>
        <w:spacing w:line="235" w:lineRule="auto"/>
        <w:rPr>
          <w:sz w:val="24"/>
          <w:szCs w:val="24"/>
          <w:highlight w:val="yellow"/>
        </w:rPr>
      </w:pPr>
    </w:p>
    <w:p w:rsidR="009A78A8" w:rsidRPr="00B148E1" w:rsidRDefault="009A78A8" w:rsidP="00106D80">
      <w:pPr>
        <w:spacing w:line="235" w:lineRule="auto"/>
        <w:rPr>
          <w:sz w:val="24"/>
          <w:szCs w:val="24"/>
          <w:highlight w:val="yellow"/>
        </w:rPr>
      </w:pPr>
    </w:p>
    <w:p w:rsidR="009A78A8" w:rsidRPr="0049031B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2C073F">
        <w:rPr>
          <w:sz w:val="28"/>
        </w:rPr>
        <w:t xml:space="preserve">Внести в Закон Ульяновской области от 2 декабря 2013 года № 217-ЗО </w:t>
      </w:r>
      <w:r w:rsidRPr="002C073F">
        <w:rPr>
          <w:sz w:val="28"/>
        </w:rPr>
        <w:br/>
        <w:t xml:space="preserve">«Об областном бюджете Ульяновской области на 2014 год и на плановый </w:t>
      </w:r>
      <w:r>
        <w:rPr>
          <w:sz w:val="28"/>
        </w:rPr>
        <w:br/>
      </w:r>
      <w:r w:rsidRPr="002C073F">
        <w:rPr>
          <w:sz w:val="28"/>
        </w:rPr>
        <w:t xml:space="preserve">период 2015 и 2016 годов» («Ульяновская правда» от 09.12.2013 № 160-161; </w:t>
      </w:r>
      <w:r w:rsidRPr="002C073F">
        <w:rPr>
          <w:sz w:val="28"/>
        </w:rPr>
        <w:br/>
        <w:t xml:space="preserve">от 11.02.2014 № 19; от 11.03.2014 </w:t>
      </w:r>
      <w:r w:rsidRPr="002F0D3A">
        <w:rPr>
          <w:sz w:val="28"/>
        </w:rPr>
        <w:t>№ 34; от 06.05.2014 № 63-64</w:t>
      </w:r>
      <w:r>
        <w:rPr>
          <w:sz w:val="28"/>
        </w:rPr>
        <w:t xml:space="preserve">; от 09.06.2014 </w:t>
      </w:r>
      <w:r>
        <w:rPr>
          <w:sz w:val="28"/>
        </w:rPr>
        <w:br/>
      </w:r>
      <w:r w:rsidRPr="0049031B">
        <w:rPr>
          <w:sz w:val="28"/>
        </w:rPr>
        <w:t>№ 82-83) следующие изменения:</w:t>
      </w:r>
    </w:p>
    <w:p w:rsidR="009A78A8" w:rsidRPr="0049031B" w:rsidRDefault="009A78A8" w:rsidP="00453612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49031B">
        <w:rPr>
          <w:sz w:val="28"/>
          <w:szCs w:val="28"/>
        </w:rPr>
        <w:t>1) часть 1 статьи 1 изложить в следующей редакции:</w:t>
      </w:r>
    </w:p>
    <w:p w:rsidR="009A78A8" w:rsidRPr="0049031B" w:rsidRDefault="009A78A8" w:rsidP="00453612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9031B">
        <w:rPr>
          <w:bCs/>
          <w:sz w:val="28"/>
          <w:szCs w:val="28"/>
        </w:rPr>
        <w:t>«</w:t>
      </w:r>
      <w:r w:rsidRPr="0049031B">
        <w:rPr>
          <w:sz w:val="28"/>
          <w:szCs w:val="28"/>
        </w:rPr>
        <w:t>1. Утвердить основные характеристики областного бюджета Ульяновской области на 2014 год:</w:t>
      </w:r>
    </w:p>
    <w:p w:rsidR="009A78A8" w:rsidRPr="009D7AA2" w:rsidRDefault="009A78A8" w:rsidP="00453612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9031B">
        <w:rPr>
          <w:sz w:val="28"/>
          <w:szCs w:val="28"/>
        </w:rPr>
        <w:t xml:space="preserve">1) общий объём доходов областного бюджета Ульяновской области в сумме </w:t>
      </w:r>
      <w:r>
        <w:rPr>
          <w:sz w:val="28"/>
          <w:szCs w:val="28"/>
        </w:rPr>
        <w:t>33647809,94873</w:t>
      </w:r>
      <w:r w:rsidRPr="0049031B">
        <w:rPr>
          <w:sz w:val="28"/>
          <w:szCs w:val="28"/>
        </w:rPr>
        <w:t xml:space="preserve"> тыс. рублей, в том числе</w:t>
      </w:r>
      <w:r w:rsidRPr="0049031B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</w:t>
      </w:r>
      <w:r w:rsidRPr="009D7AA2">
        <w:rPr>
          <w:iCs/>
          <w:sz w:val="28"/>
          <w:szCs w:val="28"/>
        </w:rPr>
        <w:t>10101443,295 тыс. рублей;</w:t>
      </w:r>
    </w:p>
    <w:p w:rsidR="009A78A8" w:rsidRPr="009D7AA2" w:rsidRDefault="009A78A8" w:rsidP="00453612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D7AA2">
        <w:rPr>
          <w:sz w:val="28"/>
          <w:szCs w:val="28"/>
        </w:rPr>
        <w:t xml:space="preserve">2) общий объём расходов областного бюджета Ульяновской области в                         сумме </w:t>
      </w:r>
      <w:r>
        <w:rPr>
          <w:sz w:val="28"/>
          <w:szCs w:val="28"/>
        </w:rPr>
        <w:t>37772340,20148</w:t>
      </w:r>
      <w:r w:rsidRPr="009D7AA2">
        <w:rPr>
          <w:sz w:val="28"/>
          <w:szCs w:val="28"/>
        </w:rPr>
        <w:t xml:space="preserve"> тыс. рублей; </w:t>
      </w:r>
    </w:p>
    <w:p w:rsidR="009A78A8" w:rsidRPr="00EB1128" w:rsidRDefault="009A78A8" w:rsidP="00453612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D7AA2">
        <w:rPr>
          <w:sz w:val="28"/>
          <w:szCs w:val="28"/>
        </w:rPr>
        <w:t>3) дефицит областного бюджета Ульяновской области в сумме                              4124530,25275 тыс. рублей.»;</w:t>
      </w:r>
    </w:p>
    <w:p w:rsidR="009A78A8" w:rsidRPr="00453612" w:rsidRDefault="009A78A8" w:rsidP="00453612">
      <w:pPr>
        <w:pStyle w:val="BodyText"/>
        <w:widowControl w:val="0"/>
        <w:autoSpaceDE w:val="0"/>
        <w:autoSpaceDN w:val="0"/>
        <w:adjustRightInd w:val="0"/>
        <w:spacing w:line="350" w:lineRule="auto"/>
        <w:ind w:firstLine="720"/>
        <w:rPr>
          <w:bCs/>
          <w:szCs w:val="28"/>
        </w:rPr>
      </w:pPr>
      <w:r w:rsidRPr="00453612">
        <w:rPr>
          <w:bCs/>
          <w:szCs w:val="28"/>
        </w:rPr>
        <w:t>2) в статье 2:</w:t>
      </w:r>
    </w:p>
    <w:p w:rsidR="009A78A8" w:rsidRPr="00453612" w:rsidRDefault="009A78A8" w:rsidP="00453612">
      <w:pPr>
        <w:pStyle w:val="BodyText"/>
        <w:widowControl w:val="0"/>
        <w:autoSpaceDE w:val="0"/>
        <w:autoSpaceDN w:val="0"/>
        <w:adjustRightInd w:val="0"/>
        <w:spacing w:line="350" w:lineRule="auto"/>
        <w:ind w:firstLine="720"/>
        <w:rPr>
          <w:bCs/>
          <w:szCs w:val="28"/>
        </w:rPr>
      </w:pPr>
      <w:r w:rsidRPr="00453612">
        <w:rPr>
          <w:bCs/>
          <w:szCs w:val="28"/>
        </w:rPr>
        <w:t>а) в части 1:</w:t>
      </w:r>
    </w:p>
    <w:p w:rsidR="009A78A8" w:rsidRPr="00453612" w:rsidRDefault="009A78A8" w:rsidP="00453612">
      <w:pPr>
        <w:pStyle w:val="BodyText"/>
        <w:widowControl w:val="0"/>
        <w:autoSpaceDE w:val="0"/>
        <w:autoSpaceDN w:val="0"/>
        <w:adjustRightInd w:val="0"/>
        <w:spacing w:line="350" w:lineRule="auto"/>
        <w:ind w:firstLine="720"/>
        <w:rPr>
          <w:bCs/>
          <w:szCs w:val="28"/>
        </w:rPr>
      </w:pPr>
      <w:r w:rsidRPr="00453612">
        <w:rPr>
          <w:bCs/>
          <w:szCs w:val="28"/>
        </w:rPr>
        <w:t>в пункте 1 цифры «16681257,3» заменить цифрами «16872960,9», цифры «320236,3» заменить цифрами «415939,9»;</w:t>
      </w:r>
    </w:p>
    <w:p w:rsidR="009A78A8" w:rsidRPr="00453612" w:rsidRDefault="009A78A8" w:rsidP="00453612">
      <w:pPr>
        <w:pStyle w:val="BodyText"/>
        <w:widowControl w:val="0"/>
        <w:autoSpaceDE w:val="0"/>
        <w:autoSpaceDN w:val="0"/>
        <w:adjustRightInd w:val="0"/>
        <w:spacing w:line="370" w:lineRule="auto"/>
        <w:ind w:firstLine="720"/>
        <w:rPr>
          <w:bCs/>
          <w:szCs w:val="28"/>
        </w:rPr>
      </w:pPr>
      <w:r w:rsidRPr="00453612">
        <w:rPr>
          <w:bCs/>
          <w:szCs w:val="28"/>
        </w:rPr>
        <w:t>в пункте 2 цифры «19670671,7» заменить цифрами «19958078,9», цифры «285858,6» заменить цифрами «381265,8»;</w:t>
      </w:r>
    </w:p>
    <w:p w:rsidR="009A78A8" w:rsidRPr="007D46EF" w:rsidRDefault="009A78A8" w:rsidP="00453612">
      <w:pPr>
        <w:pStyle w:val="BodyText"/>
        <w:autoSpaceDE w:val="0"/>
        <w:autoSpaceDN w:val="0"/>
        <w:adjustRightInd w:val="0"/>
        <w:spacing w:line="370" w:lineRule="auto"/>
        <w:ind w:firstLine="720"/>
        <w:rPr>
          <w:bCs/>
          <w:szCs w:val="28"/>
        </w:rPr>
      </w:pPr>
      <w:r w:rsidRPr="007D46EF">
        <w:rPr>
          <w:bCs/>
          <w:szCs w:val="28"/>
        </w:rPr>
        <w:t>в пункте 3 цифры «23528582,7» заменить цифрами «23911693,5», цифры «251480,9» заменить цифрами «346591,7»;</w:t>
      </w:r>
    </w:p>
    <w:p w:rsidR="009A78A8" w:rsidRPr="00453612" w:rsidRDefault="009A78A8" w:rsidP="00453612">
      <w:pPr>
        <w:pStyle w:val="BodyText"/>
        <w:autoSpaceDE w:val="0"/>
        <w:autoSpaceDN w:val="0"/>
        <w:adjustRightInd w:val="0"/>
        <w:spacing w:line="370" w:lineRule="auto"/>
        <w:ind w:firstLine="720"/>
        <w:rPr>
          <w:bCs/>
          <w:szCs w:val="28"/>
        </w:rPr>
      </w:pPr>
      <w:r w:rsidRPr="00453612">
        <w:rPr>
          <w:bCs/>
          <w:szCs w:val="28"/>
        </w:rPr>
        <w:t>б) в части 2:</w:t>
      </w:r>
    </w:p>
    <w:p w:rsidR="009A78A8" w:rsidRPr="007F2F52" w:rsidRDefault="009A78A8" w:rsidP="007F2F52">
      <w:pPr>
        <w:pStyle w:val="BodyText"/>
        <w:autoSpaceDE w:val="0"/>
        <w:autoSpaceDN w:val="0"/>
        <w:adjustRightInd w:val="0"/>
        <w:spacing w:line="370" w:lineRule="auto"/>
        <w:ind w:firstLine="720"/>
        <w:rPr>
          <w:bCs/>
          <w:szCs w:val="28"/>
        </w:rPr>
      </w:pPr>
      <w:r w:rsidRPr="007F2F52">
        <w:rPr>
          <w:bCs/>
          <w:szCs w:val="28"/>
        </w:rPr>
        <w:t>в пункте 1 цифры «21902855,4» заменить цифрами «21998855,4»;</w:t>
      </w:r>
    </w:p>
    <w:p w:rsidR="009A78A8" w:rsidRPr="007F2F52" w:rsidRDefault="009A78A8" w:rsidP="00453612">
      <w:pPr>
        <w:pStyle w:val="BodyText"/>
        <w:autoSpaceDE w:val="0"/>
        <w:autoSpaceDN w:val="0"/>
        <w:adjustRightInd w:val="0"/>
        <w:spacing w:line="370" w:lineRule="auto"/>
        <w:ind w:firstLine="720"/>
        <w:rPr>
          <w:bCs/>
          <w:szCs w:val="28"/>
        </w:rPr>
      </w:pPr>
      <w:r w:rsidRPr="007F2F52">
        <w:rPr>
          <w:bCs/>
          <w:szCs w:val="28"/>
        </w:rPr>
        <w:t>в пункте 2 цифры «23460924,2» заменить цифрами «23652924,2»;</w:t>
      </w:r>
    </w:p>
    <w:p w:rsidR="009A78A8" w:rsidRPr="007F2F52" w:rsidRDefault="009A78A8" w:rsidP="00453612">
      <w:pPr>
        <w:pStyle w:val="BodyText"/>
        <w:autoSpaceDE w:val="0"/>
        <w:autoSpaceDN w:val="0"/>
        <w:adjustRightInd w:val="0"/>
        <w:spacing w:line="370" w:lineRule="auto"/>
        <w:ind w:firstLine="720"/>
        <w:rPr>
          <w:bCs/>
          <w:szCs w:val="28"/>
        </w:rPr>
      </w:pPr>
      <w:r w:rsidRPr="007F2F52">
        <w:rPr>
          <w:bCs/>
          <w:szCs w:val="28"/>
        </w:rPr>
        <w:t>в пункте 3 цифры «28222201,8» заменить цифрами «30510201,8»;</w:t>
      </w:r>
    </w:p>
    <w:p w:rsidR="009A78A8" w:rsidRPr="000C1414" w:rsidRDefault="009A78A8" w:rsidP="009051F8">
      <w:pPr>
        <w:pStyle w:val="BodyText"/>
        <w:autoSpaceDE w:val="0"/>
        <w:autoSpaceDN w:val="0"/>
        <w:adjustRightInd w:val="0"/>
        <w:spacing w:line="370" w:lineRule="auto"/>
        <w:ind w:firstLine="720"/>
        <w:rPr>
          <w:bCs/>
          <w:szCs w:val="28"/>
        </w:rPr>
      </w:pPr>
      <w:r w:rsidRPr="000C1414">
        <w:rPr>
          <w:bCs/>
          <w:szCs w:val="28"/>
        </w:rPr>
        <w:t>в) в пункте 1 части 3 цифры «</w:t>
      </w:r>
      <w:r>
        <w:rPr>
          <w:bCs/>
          <w:szCs w:val="28"/>
        </w:rPr>
        <w:t>522781,2</w:t>
      </w:r>
      <w:r w:rsidRPr="000C1414">
        <w:rPr>
          <w:bCs/>
          <w:szCs w:val="28"/>
        </w:rPr>
        <w:t>» заменить цифрами «52</w:t>
      </w:r>
      <w:r>
        <w:rPr>
          <w:bCs/>
          <w:szCs w:val="28"/>
        </w:rPr>
        <w:t>4</w:t>
      </w:r>
      <w:r w:rsidRPr="000C1414">
        <w:rPr>
          <w:bCs/>
          <w:szCs w:val="28"/>
        </w:rPr>
        <w:t>781,2»;</w:t>
      </w:r>
    </w:p>
    <w:p w:rsidR="009A78A8" w:rsidRPr="00991FED" w:rsidRDefault="009A78A8" w:rsidP="00991FE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991FED">
        <w:t xml:space="preserve">3) </w:t>
      </w:r>
      <w:r w:rsidRPr="00991FED">
        <w:rPr>
          <w:bCs/>
          <w:szCs w:val="28"/>
        </w:rPr>
        <w:t>в части 2 статьи 7 цифры «6330890,463» заменить цифрами «6324645,763»;</w:t>
      </w:r>
    </w:p>
    <w:p w:rsidR="009A78A8" w:rsidRPr="00000C3C" w:rsidRDefault="009A78A8" w:rsidP="00555E8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000C3C">
        <w:rPr>
          <w:bCs/>
          <w:szCs w:val="28"/>
        </w:rPr>
        <w:t>4) в статье 11:</w:t>
      </w:r>
    </w:p>
    <w:p w:rsidR="009A78A8" w:rsidRPr="00A8694F" w:rsidRDefault="009A78A8" w:rsidP="00555E8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A8694F">
        <w:rPr>
          <w:bCs/>
          <w:szCs w:val="28"/>
        </w:rPr>
        <w:t>а) в части 1 цифры «14034351,40939» заменить цифрами «</w:t>
      </w:r>
      <w:r>
        <w:rPr>
          <w:bCs/>
          <w:szCs w:val="28"/>
        </w:rPr>
        <w:t>14230731,0133</w:t>
      </w:r>
      <w:r w:rsidRPr="00A8694F">
        <w:rPr>
          <w:bCs/>
          <w:szCs w:val="28"/>
        </w:rPr>
        <w:t>»;</w:t>
      </w:r>
    </w:p>
    <w:p w:rsidR="009A78A8" w:rsidRPr="00A8694F" w:rsidRDefault="009A78A8" w:rsidP="00A8694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A8694F">
        <w:rPr>
          <w:bCs/>
          <w:szCs w:val="28"/>
        </w:rPr>
        <w:t>б) в пункте 1 части 2 цифры «8697562,01697» заменить цифрами «</w:t>
      </w:r>
      <w:r>
        <w:rPr>
          <w:bCs/>
          <w:szCs w:val="28"/>
        </w:rPr>
        <w:t>8832716,72088</w:t>
      </w:r>
      <w:r w:rsidRPr="00A8694F">
        <w:rPr>
          <w:bCs/>
          <w:szCs w:val="28"/>
        </w:rPr>
        <w:t>»;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в) дополнить частями 2</w:t>
      </w:r>
      <w:r w:rsidRPr="00D114A3">
        <w:rPr>
          <w:sz w:val="28"/>
          <w:vertAlign w:val="superscript"/>
        </w:rPr>
        <w:t>1</w:t>
      </w:r>
      <w:r>
        <w:rPr>
          <w:sz w:val="28"/>
        </w:rPr>
        <w:t xml:space="preserve"> и 2</w:t>
      </w:r>
      <w:r w:rsidRPr="00D114A3">
        <w:rPr>
          <w:sz w:val="28"/>
          <w:vertAlign w:val="superscript"/>
        </w:rPr>
        <w:t>2</w:t>
      </w:r>
      <w:r>
        <w:rPr>
          <w:sz w:val="28"/>
        </w:rPr>
        <w:t xml:space="preserve"> следующего содержания: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«2</w:t>
      </w:r>
      <w:r w:rsidRPr="00D114A3">
        <w:rPr>
          <w:sz w:val="28"/>
          <w:vertAlign w:val="superscript"/>
        </w:rPr>
        <w:t>1</w:t>
      </w:r>
      <w:r>
        <w:rPr>
          <w:sz w:val="28"/>
        </w:rPr>
        <w:t>. Утвердить общий объём дотаций на выравнивание бюджетной обесп</w:t>
      </w:r>
      <w:r>
        <w:rPr>
          <w:sz w:val="28"/>
        </w:rPr>
        <w:t>е</w:t>
      </w:r>
      <w:r>
        <w:rPr>
          <w:sz w:val="28"/>
        </w:rPr>
        <w:t>ченности муниципальных районов (городских округов) Ульяновской области: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1) на 2014 год – в сумме 1426913,2 тыс. рублей;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2) на 2015 год – в сумме 1548093,7 тыс. рублей, на 2016 год – в сумме 1674903,5 тыс. рублей.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CE281C">
        <w:rPr>
          <w:sz w:val="28"/>
        </w:rPr>
        <w:t>2</w:t>
      </w:r>
      <w:r w:rsidRPr="00CE281C">
        <w:rPr>
          <w:sz w:val="28"/>
          <w:vertAlign w:val="superscript"/>
        </w:rPr>
        <w:t>2</w:t>
      </w:r>
      <w:r>
        <w:rPr>
          <w:sz w:val="28"/>
        </w:rPr>
        <w:t xml:space="preserve">. </w:t>
      </w:r>
      <w:r w:rsidRPr="00CE281C">
        <w:rPr>
          <w:sz w:val="28"/>
        </w:rPr>
        <w:t>Установить</w:t>
      </w:r>
      <w:r>
        <w:rPr>
          <w:sz w:val="28"/>
        </w:rPr>
        <w:t xml:space="preserve"> критерий выравнивания расчётной бюджетной обеспеченн</w:t>
      </w:r>
      <w:r>
        <w:rPr>
          <w:sz w:val="28"/>
        </w:rPr>
        <w:t>о</w:t>
      </w:r>
      <w:r>
        <w:rPr>
          <w:sz w:val="28"/>
        </w:rPr>
        <w:t xml:space="preserve">сти муниципальных районов (городских округов) Ульяновской области </w:t>
      </w:r>
      <w:r>
        <w:rPr>
          <w:sz w:val="28"/>
        </w:rPr>
        <w:br/>
        <w:t>на 2014 год в размере 0,8, на 2015 год – 0,8, на 2016 год – 0,8.»;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г) дополнить частями 12-14 следующего содержания: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«12. Установить, что в целях поощрения достижения наилучших результ</w:t>
      </w:r>
      <w:r>
        <w:rPr>
          <w:sz w:val="28"/>
        </w:rPr>
        <w:t>а</w:t>
      </w:r>
      <w:r>
        <w:rPr>
          <w:sz w:val="28"/>
        </w:rPr>
        <w:t>тов увеличения налогового потенциала бюджетам муниципальных районов и г</w:t>
      </w:r>
      <w:r>
        <w:rPr>
          <w:sz w:val="28"/>
        </w:rPr>
        <w:t>о</w:t>
      </w:r>
      <w:r>
        <w:rPr>
          <w:sz w:val="28"/>
        </w:rPr>
        <w:t>родских округов Ульяновской области предоставляются иные межбюджетные трансферты в форме дотаций.</w:t>
      </w:r>
    </w:p>
    <w:p w:rsidR="009A78A8" w:rsidRDefault="009A78A8" w:rsidP="00D114A3">
      <w:pPr>
        <w:pStyle w:val="BodyTextIndent"/>
        <w:widowControl w:val="0"/>
        <w:spacing w:after="0" w:line="365" w:lineRule="auto"/>
        <w:ind w:left="0" w:firstLine="709"/>
        <w:jc w:val="both"/>
        <w:rPr>
          <w:sz w:val="28"/>
        </w:rPr>
      </w:pPr>
      <w:r>
        <w:rPr>
          <w:sz w:val="28"/>
        </w:rPr>
        <w:t>13. Установить, что в целях содействия достижению и (или) поощрения достижения наилучших показателей деятельности органов местного самоупра</w:t>
      </w:r>
      <w:r>
        <w:rPr>
          <w:sz w:val="28"/>
        </w:rPr>
        <w:t>в</w:t>
      </w:r>
      <w:r>
        <w:rPr>
          <w:sz w:val="28"/>
        </w:rPr>
        <w:t xml:space="preserve">ления бюджетам муниципальных районов и городских округов Ульяновской </w:t>
      </w:r>
      <w:r>
        <w:rPr>
          <w:sz w:val="28"/>
        </w:rPr>
        <w:br/>
        <w:t>области предоставляются иные межбюджетные трансферты в форме дотаций.</w:t>
      </w:r>
    </w:p>
    <w:p w:rsidR="009A78A8" w:rsidRDefault="009A78A8" w:rsidP="00D114A3">
      <w:pPr>
        <w:pStyle w:val="BodyTextIndent"/>
        <w:widowControl w:val="0"/>
        <w:spacing w:after="0" w:line="365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14. Установить, что в целях достижения наилучшего показателя увеличения налоговых и неналоговых доходов бюджетам муниципальных районов и </w:t>
      </w:r>
      <w:r>
        <w:rPr>
          <w:sz w:val="28"/>
        </w:rPr>
        <w:br/>
        <w:t>городских округов Ульяновской области предоставляются иные межбюджетные трансферты в форме дотаций.»;</w:t>
      </w:r>
    </w:p>
    <w:p w:rsidR="009A78A8" w:rsidRDefault="009A78A8" w:rsidP="00D114A3">
      <w:pPr>
        <w:pStyle w:val="BodyTextIndent"/>
        <w:widowControl w:val="0"/>
        <w:spacing w:after="0" w:line="365" w:lineRule="auto"/>
        <w:ind w:left="0" w:firstLine="709"/>
        <w:jc w:val="both"/>
        <w:rPr>
          <w:sz w:val="28"/>
        </w:rPr>
      </w:pPr>
      <w:r>
        <w:rPr>
          <w:sz w:val="28"/>
        </w:rPr>
        <w:t>5) в приложении 3:</w:t>
      </w:r>
    </w:p>
    <w:p w:rsidR="009A78A8" w:rsidRDefault="009A78A8" w:rsidP="00D114A3">
      <w:pPr>
        <w:pStyle w:val="BodyTextIndent"/>
        <w:widowControl w:val="0"/>
        <w:spacing w:after="0" w:line="365" w:lineRule="auto"/>
        <w:ind w:left="0" w:firstLine="709"/>
        <w:jc w:val="both"/>
        <w:rPr>
          <w:sz w:val="28"/>
        </w:rPr>
      </w:pPr>
      <w:r>
        <w:rPr>
          <w:sz w:val="28"/>
        </w:rPr>
        <w:t>а) после строки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006"/>
        <w:gridCol w:w="6141"/>
      </w:tblGrid>
      <w:tr w:rsidR="009A78A8" w:rsidRPr="00AB0CFE" w:rsidTr="00524F47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AB0CFE" w:rsidRDefault="009A78A8" w:rsidP="00524F47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AB0CFE">
              <w:rPr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AB0CFE" w:rsidRDefault="009A78A8" w:rsidP="00524F47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AB0CFE">
              <w:rPr>
                <w:snapToGrid w:val="0"/>
                <w:sz w:val="28"/>
                <w:szCs w:val="28"/>
              </w:rPr>
              <w:t>1 17 05020 02 0000 180</w:t>
            </w:r>
          </w:p>
        </w:tc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AB0CFE" w:rsidRDefault="009A78A8" w:rsidP="00524F4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B0CFE">
              <w:rPr>
                <w:sz w:val="28"/>
                <w:szCs w:val="28"/>
              </w:rPr>
              <w:t>Прочие неналоговые доходы бюджетов субъе</w:t>
            </w:r>
            <w:r w:rsidRPr="00AB0CFE">
              <w:rPr>
                <w:sz w:val="28"/>
                <w:szCs w:val="28"/>
              </w:rPr>
              <w:t>к</w:t>
            </w:r>
            <w:r w:rsidRPr="00AB0CFE">
              <w:rPr>
                <w:sz w:val="28"/>
                <w:szCs w:val="28"/>
              </w:rPr>
              <w:t>тов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524F47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006"/>
        <w:gridCol w:w="6141"/>
      </w:tblGrid>
      <w:tr w:rsidR="009A78A8" w:rsidRPr="00AB0CFE" w:rsidTr="00524F47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D114A3">
            <w:pPr>
              <w:pStyle w:val="BodyText2"/>
              <w:spacing w:after="20"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524F47">
              <w:rPr>
                <w:bCs/>
                <w:sz w:val="28"/>
                <w:szCs w:val="28"/>
              </w:rPr>
              <w:t>241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D114A3">
            <w:pPr>
              <w:pStyle w:val="BodyText2"/>
              <w:spacing w:after="2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2 02 02009 02 0000 151</w:t>
            </w:r>
          </w:p>
        </w:tc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D114A3">
            <w:pPr>
              <w:pStyle w:val="BodyText2"/>
              <w:spacing w:after="20" w:line="360" w:lineRule="auto"/>
              <w:jc w:val="both"/>
              <w:rPr>
                <w:bCs/>
                <w:sz w:val="28"/>
                <w:szCs w:val="28"/>
              </w:rPr>
            </w:pPr>
            <w:r w:rsidRPr="00524F47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524F47">
              <w:rPr>
                <w:spacing w:val="-4"/>
                <w:sz w:val="28"/>
                <w:szCs w:val="28"/>
              </w:rPr>
              <w:t>е</w:t>
            </w:r>
            <w:r w:rsidRPr="00524F47">
              <w:rPr>
                <w:spacing w:val="-4"/>
                <w:sz w:val="28"/>
                <w:szCs w:val="28"/>
              </w:rPr>
              <w:t>рации на государственную поддержку малого и среднего предпринимательства, включая крест</w:t>
            </w:r>
            <w:r w:rsidRPr="00524F47">
              <w:rPr>
                <w:spacing w:val="-4"/>
                <w:sz w:val="28"/>
                <w:szCs w:val="28"/>
              </w:rPr>
              <w:t>ь</w:t>
            </w:r>
            <w:r w:rsidRPr="00524F47">
              <w:rPr>
                <w:spacing w:val="-4"/>
                <w:sz w:val="28"/>
                <w:szCs w:val="28"/>
              </w:rPr>
              <w:t>янские (фермерские) хозяйства</w:t>
            </w:r>
          </w:p>
        </w:tc>
      </w:tr>
      <w:tr w:rsidR="009A78A8" w:rsidRPr="00AB0CFE" w:rsidTr="00524F47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D114A3">
            <w:pPr>
              <w:spacing w:after="20"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24F47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D114A3">
            <w:pPr>
              <w:spacing w:after="20"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24F47">
              <w:rPr>
                <w:bCs/>
                <w:snapToGrid w:val="0"/>
                <w:sz w:val="28"/>
                <w:szCs w:val="28"/>
              </w:rPr>
              <w:t>2 02 02171 02 0000 151</w:t>
            </w:r>
          </w:p>
        </w:tc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D114A3">
            <w:pPr>
              <w:spacing w:after="20" w:line="360" w:lineRule="auto"/>
              <w:jc w:val="both"/>
              <w:rPr>
                <w:spacing w:val="-4"/>
                <w:sz w:val="28"/>
                <w:szCs w:val="28"/>
              </w:rPr>
            </w:pPr>
            <w:r w:rsidRPr="00524F47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524F47">
              <w:rPr>
                <w:spacing w:val="-4"/>
                <w:sz w:val="28"/>
                <w:szCs w:val="28"/>
              </w:rPr>
              <w:t>е</w:t>
            </w:r>
            <w:r w:rsidRPr="00524F47">
              <w:rPr>
                <w:spacing w:val="-4"/>
                <w:sz w:val="28"/>
                <w:szCs w:val="28"/>
              </w:rPr>
              <w:t>рации на реализацию мероприятий, предусмо</w:t>
            </w:r>
            <w:r w:rsidRPr="00524F47">
              <w:rPr>
                <w:spacing w:val="-4"/>
                <w:sz w:val="28"/>
                <w:szCs w:val="28"/>
              </w:rPr>
              <w:t>т</w:t>
            </w:r>
            <w:r w:rsidRPr="00524F47">
              <w:rPr>
                <w:spacing w:val="-4"/>
                <w:sz w:val="28"/>
                <w:szCs w:val="28"/>
              </w:rPr>
              <w:t>ренных программами развития пилотных иннов</w:t>
            </w:r>
            <w:r w:rsidRPr="00524F47">
              <w:rPr>
                <w:spacing w:val="-4"/>
                <w:sz w:val="28"/>
                <w:szCs w:val="28"/>
              </w:rPr>
              <w:t>а</w:t>
            </w:r>
            <w:r w:rsidRPr="00524F47">
              <w:rPr>
                <w:spacing w:val="-4"/>
                <w:sz w:val="28"/>
                <w:szCs w:val="28"/>
              </w:rPr>
              <w:t>ционных территориальных кластеров</w:t>
            </w:r>
          </w:p>
        </w:tc>
      </w:tr>
      <w:tr w:rsidR="009A78A8" w:rsidRPr="00AB0CFE" w:rsidTr="00524F47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D114A3">
            <w:pPr>
              <w:spacing w:after="20" w:line="360" w:lineRule="auto"/>
              <w:jc w:val="center"/>
              <w:rPr>
                <w:sz w:val="28"/>
                <w:szCs w:val="28"/>
              </w:rPr>
            </w:pPr>
            <w:r w:rsidRPr="00524F47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D114A3">
            <w:pPr>
              <w:spacing w:after="20"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24F47">
              <w:rPr>
                <w:bCs/>
                <w:snapToGrid w:val="0"/>
                <w:sz w:val="28"/>
                <w:szCs w:val="28"/>
              </w:rPr>
              <w:t>2 18 02030 02 0000 151</w:t>
            </w:r>
          </w:p>
        </w:tc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D114A3">
            <w:pPr>
              <w:spacing w:after="20"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524F47">
              <w:rPr>
                <w:sz w:val="28"/>
                <w:szCs w:val="28"/>
              </w:rPr>
              <w:t>Доходы бюджетов субъектов Российской Фед</w:t>
            </w:r>
            <w:r w:rsidRPr="00524F47">
              <w:rPr>
                <w:sz w:val="28"/>
                <w:szCs w:val="28"/>
              </w:rPr>
              <w:t>е</w:t>
            </w:r>
            <w:r w:rsidRPr="00524F47">
              <w:rPr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524F4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б) строки</w:t>
      </w:r>
    </w:p>
    <w:tbl>
      <w:tblPr>
        <w:tblW w:w="98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8"/>
        <w:gridCol w:w="3338"/>
        <w:gridCol w:w="5592"/>
      </w:tblGrid>
      <w:tr w:rsidR="009A78A8" w:rsidRPr="00524F47" w:rsidTr="00B32855">
        <w:trPr>
          <w:trHeight w:val="87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524F47">
              <w:rPr>
                <w:b/>
                <w:bCs/>
                <w:sz w:val="28"/>
                <w:szCs w:val="28"/>
              </w:rPr>
              <w:t>370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B32855">
            <w:pPr>
              <w:pStyle w:val="BodyText2"/>
              <w:spacing w:after="0"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524F47">
              <w:rPr>
                <w:b/>
                <w:bCs/>
                <w:sz w:val="28"/>
                <w:szCs w:val="28"/>
              </w:rPr>
              <w:t>Министерство стратегического развития и инноваций Ульяновской области</w:t>
            </w:r>
          </w:p>
        </w:tc>
      </w:tr>
      <w:tr w:rsidR="009A78A8" w:rsidRPr="00524F47" w:rsidTr="00712B60">
        <w:trPr>
          <w:trHeight w:val="87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370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1 13 02992 02 0000 130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B32855">
            <w:pPr>
              <w:pStyle w:val="BodyText2"/>
              <w:spacing w:after="0" w:line="360" w:lineRule="auto"/>
              <w:jc w:val="both"/>
              <w:rPr>
                <w:spacing w:val="-4"/>
                <w:sz w:val="28"/>
                <w:szCs w:val="28"/>
              </w:rPr>
            </w:pPr>
            <w:r w:rsidRPr="00524F47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9A78A8" w:rsidRPr="00524F47" w:rsidTr="00B32855"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370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1 16 90020 02 0000 140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B32855">
            <w:pPr>
              <w:tabs>
                <w:tab w:val="left" w:pos="0"/>
              </w:tabs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524F47">
              <w:rPr>
                <w:sz w:val="28"/>
                <w:szCs w:val="28"/>
              </w:rPr>
              <w:t>Прочие поступления от денежных взыск</w:t>
            </w:r>
            <w:r w:rsidRPr="00524F47">
              <w:rPr>
                <w:sz w:val="28"/>
                <w:szCs w:val="28"/>
              </w:rPr>
              <w:t>а</w:t>
            </w:r>
            <w:r w:rsidRPr="00524F47">
              <w:rPr>
                <w:sz w:val="28"/>
                <w:szCs w:val="28"/>
              </w:rPr>
              <w:t xml:space="preserve">ний (штрафов) и иных сумм в возмещение ущерба, зачисляемые в бюджеты субъектов             </w:t>
            </w:r>
            <w:r w:rsidRPr="00524F47">
              <w:rPr>
                <w:snapToGrid w:val="0"/>
                <w:sz w:val="28"/>
                <w:szCs w:val="28"/>
              </w:rPr>
              <w:t>Российской Федерации</w:t>
            </w:r>
          </w:p>
        </w:tc>
      </w:tr>
      <w:tr w:rsidR="009A78A8" w:rsidRPr="00524F47" w:rsidTr="00B32855"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370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1 17 01020 02 0000 180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B32855">
            <w:pPr>
              <w:tabs>
                <w:tab w:val="left" w:pos="0"/>
              </w:tabs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524F47">
              <w:rPr>
                <w:bCs/>
                <w:snapToGrid w:val="0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9A78A8" w:rsidRPr="00524F47" w:rsidTr="00B32855"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370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1 17 05020 02 0000 180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B32855">
            <w:pPr>
              <w:tabs>
                <w:tab w:val="left" w:pos="0"/>
              </w:tabs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524F47">
              <w:rPr>
                <w:snapToGrid w:val="0"/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</w:tr>
      <w:tr w:rsidR="009A78A8" w:rsidRPr="00524F47" w:rsidTr="00B32855"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370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2 02 02009 02 0000 151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712B60" w:rsidRDefault="009A78A8" w:rsidP="00B32855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712B60">
              <w:rPr>
                <w:sz w:val="28"/>
                <w:szCs w:val="28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</w:t>
            </w:r>
            <w:r w:rsidRPr="00712B60">
              <w:rPr>
                <w:sz w:val="28"/>
                <w:szCs w:val="28"/>
              </w:rPr>
              <w:t>й</w:t>
            </w:r>
            <w:r w:rsidRPr="00712B60">
              <w:rPr>
                <w:sz w:val="28"/>
                <w:szCs w:val="28"/>
              </w:rPr>
              <w:t>ства</w:t>
            </w:r>
          </w:p>
        </w:tc>
      </w:tr>
      <w:tr w:rsidR="009A78A8" w:rsidRPr="00524F47" w:rsidTr="00B32855"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370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2 18 02030 02 0000 151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B32855">
            <w:pPr>
              <w:pStyle w:val="BodyText2"/>
              <w:spacing w:after="0" w:line="360" w:lineRule="auto"/>
              <w:jc w:val="both"/>
              <w:rPr>
                <w:spacing w:val="-4"/>
                <w:sz w:val="28"/>
                <w:szCs w:val="28"/>
              </w:rPr>
            </w:pPr>
            <w:r w:rsidRPr="00524F47">
              <w:rPr>
                <w:spacing w:val="-4"/>
                <w:sz w:val="28"/>
                <w:szCs w:val="28"/>
              </w:rPr>
              <w:t>Доходы бюджетов субъектов Российской Ф</w:t>
            </w:r>
            <w:r w:rsidRPr="00524F47">
              <w:rPr>
                <w:spacing w:val="-4"/>
                <w:sz w:val="28"/>
                <w:szCs w:val="28"/>
              </w:rPr>
              <w:t>е</w:t>
            </w:r>
            <w:r w:rsidRPr="00524F47">
              <w:rPr>
                <w:spacing w:val="-4"/>
                <w:sz w:val="28"/>
                <w:szCs w:val="28"/>
              </w:rPr>
              <w:t>дерации от возврата остатков субсидий, су</w:t>
            </w:r>
            <w:r w:rsidRPr="00524F47">
              <w:rPr>
                <w:spacing w:val="-4"/>
                <w:sz w:val="28"/>
                <w:szCs w:val="28"/>
              </w:rPr>
              <w:t>б</w:t>
            </w:r>
            <w:r w:rsidRPr="00524F47">
              <w:rPr>
                <w:spacing w:val="-4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9A78A8" w:rsidRPr="00524F47" w:rsidTr="00B32855"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370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2 18 02040 02 0000 151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B32855">
            <w:pPr>
              <w:pStyle w:val="BodyText2"/>
              <w:spacing w:after="0" w:line="360" w:lineRule="auto"/>
              <w:jc w:val="both"/>
              <w:rPr>
                <w:spacing w:val="-4"/>
                <w:sz w:val="28"/>
                <w:szCs w:val="28"/>
              </w:rPr>
            </w:pPr>
            <w:r w:rsidRPr="00524F47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межбюджетных тран</w:t>
            </w:r>
            <w:r w:rsidRPr="00524F47">
              <w:rPr>
                <w:sz w:val="28"/>
                <w:szCs w:val="28"/>
              </w:rPr>
              <w:t>с</w:t>
            </w:r>
            <w:r w:rsidRPr="00524F47">
              <w:rPr>
                <w:sz w:val="28"/>
                <w:szCs w:val="28"/>
              </w:rPr>
              <w:t>фертов, имеющих целевое назначение, пр</w:t>
            </w:r>
            <w:r w:rsidRPr="00524F47">
              <w:rPr>
                <w:sz w:val="28"/>
                <w:szCs w:val="28"/>
              </w:rPr>
              <w:t>о</w:t>
            </w:r>
            <w:r w:rsidRPr="00524F47">
              <w:rPr>
                <w:sz w:val="28"/>
                <w:szCs w:val="28"/>
              </w:rPr>
              <w:t>шлых лет из бюджетов муниципальных районов</w:t>
            </w:r>
          </w:p>
        </w:tc>
      </w:tr>
      <w:tr w:rsidR="009A78A8" w:rsidRPr="00524F47" w:rsidTr="00B32855"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370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524F47" w:rsidRDefault="009A78A8" w:rsidP="00524F47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524F47">
              <w:rPr>
                <w:bCs/>
                <w:sz w:val="28"/>
                <w:szCs w:val="28"/>
              </w:rPr>
              <w:t>2 19 02000 02 0000 151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712B60" w:rsidRDefault="009A78A8" w:rsidP="00B32855">
            <w:pPr>
              <w:pStyle w:val="BodyText2"/>
              <w:spacing w:after="0" w:line="360" w:lineRule="auto"/>
              <w:jc w:val="both"/>
              <w:rPr>
                <w:spacing w:val="-4"/>
                <w:sz w:val="28"/>
                <w:szCs w:val="28"/>
              </w:rPr>
            </w:pPr>
            <w:r w:rsidRPr="00712B60">
              <w:rPr>
                <w:spacing w:val="-4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712B60">
              <w:rPr>
                <w:spacing w:val="-4"/>
                <w:sz w:val="28"/>
                <w:szCs w:val="28"/>
              </w:rPr>
              <w:t>е</w:t>
            </w:r>
            <w:r w:rsidRPr="00712B60">
              <w:rPr>
                <w:spacing w:val="-4"/>
                <w:sz w:val="28"/>
                <w:szCs w:val="28"/>
              </w:rPr>
              <w:t>тов субъектов Российской Федерации»</w:t>
            </w:r>
          </w:p>
        </w:tc>
      </w:tr>
    </w:tbl>
    <w:p w:rsidR="009A78A8" w:rsidRDefault="009A78A8" w:rsidP="00524F47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6) в приложении 5: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а) строку 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393"/>
        <w:gridCol w:w="5963"/>
      </w:tblGrid>
      <w:tr w:rsidR="009A78A8" w:rsidRPr="00B32855" w:rsidTr="00B32855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B32855" w:rsidRDefault="009A78A8" w:rsidP="00B32855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32855">
              <w:rPr>
                <w:bCs/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B32855" w:rsidRDefault="009A78A8" w:rsidP="00B32855">
            <w:pPr>
              <w:spacing w:line="360" w:lineRule="auto"/>
              <w:rPr>
                <w:bCs/>
                <w:snapToGrid w:val="0"/>
                <w:sz w:val="28"/>
                <w:szCs w:val="28"/>
              </w:rPr>
            </w:pPr>
            <w:r w:rsidRPr="00B32855">
              <w:rPr>
                <w:bCs/>
                <w:snapToGrid w:val="0"/>
                <w:sz w:val="28"/>
                <w:szCs w:val="28"/>
              </w:rPr>
              <w:t>01 06 10 03 01 0000 540</w:t>
            </w:r>
          </w:p>
        </w:tc>
        <w:tc>
          <w:tcPr>
            <w:tcW w:w="5963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61272" w:rsidRDefault="009A78A8" w:rsidP="00D114A3">
            <w:pPr>
              <w:pStyle w:val="Heading6"/>
              <w:spacing w:before="0" w:after="0" w:line="360" w:lineRule="auto"/>
              <w:jc w:val="both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Предоставление за счёт средств федерального бюджета бюджетных кредитов на пополнение остатков средств на счетах бюджетов субъе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к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тов Российской Федерации (местных бюдж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е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тов)»</w:t>
            </w:r>
          </w:p>
        </w:tc>
      </w:tr>
    </w:tbl>
    <w:p w:rsidR="009A78A8" w:rsidRDefault="009A78A8" w:rsidP="00B32855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A78A8" w:rsidRDefault="009A78A8" w:rsidP="00B3285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б) строку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393"/>
        <w:gridCol w:w="5963"/>
      </w:tblGrid>
      <w:tr w:rsidR="009A78A8" w:rsidRPr="00B32855" w:rsidTr="006425A4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B32855" w:rsidRDefault="009A78A8" w:rsidP="006425A4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32855">
              <w:rPr>
                <w:bCs/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B32855" w:rsidRDefault="009A78A8" w:rsidP="00B32855">
            <w:pPr>
              <w:spacing w:line="360" w:lineRule="auto"/>
              <w:rPr>
                <w:bCs/>
                <w:snapToGrid w:val="0"/>
                <w:sz w:val="28"/>
                <w:szCs w:val="28"/>
              </w:rPr>
            </w:pPr>
            <w:r w:rsidRPr="00B32855">
              <w:rPr>
                <w:bCs/>
                <w:snapToGrid w:val="0"/>
                <w:sz w:val="28"/>
                <w:szCs w:val="28"/>
              </w:rPr>
              <w:t>01 06 10 03 01 0000 640</w:t>
            </w:r>
          </w:p>
        </w:tc>
        <w:tc>
          <w:tcPr>
            <w:tcW w:w="5963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61272" w:rsidRDefault="009A78A8" w:rsidP="00B32855">
            <w:pPr>
              <w:pStyle w:val="Heading6"/>
              <w:spacing w:before="0" w:after="0" w:line="360" w:lineRule="auto"/>
              <w:jc w:val="both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Возврат бюджетных кредитов на пополнение остатков средств на счетах бюджетов субъе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к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тов Российской Федерации (местных бюдж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е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тов), предоставленных за счёт средств фед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е</w:t>
            </w:r>
            <w:r w:rsidRPr="00E61272">
              <w:rPr>
                <w:rFonts w:ascii="Times New Roman" w:hAnsi="Times New Roman"/>
                <w:b w:val="0"/>
                <w:iCs/>
                <w:sz w:val="28"/>
                <w:szCs w:val="28"/>
              </w:rPr>
              <w:t>рального бюджета»</w:t>
            </w:r>
          </w:p>
        </w:tc>
      </w:tr>
    </w:tbl>
    <w:p w:rsidR="009A78A8" w:rsidRDefault="009A78A8" w:rsidP="00B32855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7) в приложении 6: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а) в строке «</w:t>
      </w:r>
      <w:r w:rsidRPr="009D7AA2">
        <w:rPr>
          <w:sz w:val="28"/>
        </w:rPr>
        <w:t>Налоговые и неналоговые доходы</w:t>
      </w:r>
      <w:r>
        <w:rPr>
          <w:sz w:val="28"/>
        </w:rPr>
        <w:t>» (код 1 00 00000 00 0000 000) цифры «23910230,08819» заменить цифрами «23911546,15185»;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б) в строке «</w:t>
      </w:r>
      <w:r w:rsidRPr="009D7AA2">
        <w:rPr>
          <w:sz w:val="28"/>
        </w:rPr>
        <w:t xml:space="preserve">Доходы от оказания платных услуг (работ) и компенсации </w:t>
      </w:r>
      <w:r>
        <w:rPr>
          <w:sz w:val="28"/>
        </w:rPr>
        <w:br/>
      </w:r>
      <w:r w:rsidRPr="009D7AA2">
        <w:rPr>
          <w:sz w:val="28"/>
        </w:rPr>
        <w:t>затрат государства</w:t>
      </w:r>
      <w:r>
        <w:rPr>
          <w:sz w:val="28"/>
        </w:rPr>
        <w:t>» (код 1 13 00000 00 0000 000) цифры «44402,09552» заменить цифрами «45600,60252»;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в) в строке «</w:t>
      </w:r>
      <w:r w:rsidRPr="009D7AA2">
        <w:rPr>
          <w:sz w:val="28"/>
        </w:rPr>
        <w:t>Доходы от компенсации затрат государства</w:t>
      </w:r>
      <w:r>
        <w:rPr>
          <w:sz w:val="28"/>
        </w:rPr>
        <w:t>» (код 1 13 02000 00 0000 130) цифры «326,49552» заменить цифрами «1525,00252»;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г) в строке «Прочие д</w:t>
      </w:r>
      <w:r w:rsidRPr="009D7AA2">
        <w:rPr>
          <w:sz w:val="28"/>
        </w:rPr>
        <w:t>оходы от компенсации затрат государства</w:t>
      </w:r>
      <w:r>
        <w:rPr>
          <w:sz w:val="28"/>
        </w:rPr>
        <w:t>» (код 1 13 02990 00 0000 130) цифры «326,49552» заменить цифрами «1525,00252»;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д) в строке «Прочие доходы от компенсации затрат бюджетов субъектов Российской Федерации» (код 1 13 02990 02 0000 130) цифры «326,49552» зам</w:t>
      </w:r>
      <w:r>
        <w:rPr>
          <w:sz w:val="28"/>
        </w:rPr>
        <w:t>е</w:t>
      </w:r>
      <w:r>
        <w:rPr>
          <w:sz w:val="28"/>
        </w:rPr>
        <w:t>нить цифрами «1525,00252»;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е) в строке «</w:t>
      </w:r>
      <w:r w:rsidRPr="009D7AA2">
        <w:rPr>
          <w:sz w:val="28"/>
        </w:rPr>
        <w:t>Прочие неналоговые доходы</w:t>
      </w:r>
      <w:r>
        <w:rPr>
          <w:sz w:val="28"/>
        </w:rPr>
        <w:t>» (код 1 17 00000 00 0000 000) цифры «20706,5» заменить цифрами «20824,05666»;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ж) в строке «</w:t>
      </w:r>
      <w:r w:rsidRPr="009D7AA2">
        <w:rPr>
          <w:sz w:val="28"/>
        </w:rPr>
        <w:t>Прочие неналоговые доходы</w:t>
      </w:r>
      <w:r>
        <w:rPr>
          <w:sz w:val="28"/>
        </w:rPr>
        <w:t>» (код 1 17 05000 00 0000 180) цифры «20706,5» заменить цифрами «20824,05666»;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з) в строке «</w:t>
      </w:r>
      <w:r w:rsidRPr="009D7AA2">
        <w:rPr>
          <w:sz w:val="28"/>
        </w:rPr>
        <w:t>Прочие неналоговые доходы</w:t>
      </w:r>
      <w:r>
        <w:rPr>
          <w:sz w:val="28"/>
        </w:rPr>
        <w:t xml:space="preserve"> бюджетов субъектов Российской Федерации» (код 1 17 05020 02 0000 180) цифры «20706,5» заменить цифрами «20824,05666»;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и) в строке «</w:t>
      </w:r>
      <w:r w:rsidRPr="009D7AA2">
        <w:rPr>
          <w:sz w:val="28"/>
        </w:rPr>
        <w:t>Безвозмездные поступления</w:t>
      </w:r>
      <w:r>
        <w:rPr>
          <w:sz w:val="28"/>
        </w:rPr>
        <w:t xml:space="preserve">» (код 2 00 00000 00 0000 000) </w:t>
      </w:r>
      <w:r>
        <w:rPr>
          <w:sz w:val="28"/>
        </w:rPr>
        <w:br/>
        <w:t>цифры «9480611,08516» заменить цифрами «9736263,79688»;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к) в строке «</w:t>
      </w:r>
      <w:r w:rsidRPr="009D7AA2">
        <w:rPr>
          <w:sz w:val="28"/>
        </w:rPr>
        <w:t>Безвозмездные поступления от других бюджетов бюджетной системы Российской Федерации</w:t>
      </w:r>
      <w:r>
        <w:rPr>
          <w:sz w:val="28"/>
        </w:rPr>
        <w:t>» (код 2 02 00000 00 0000 000) цифры «10007362,7» заменить цифрами «10101443,295»;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л) в строке «</w:t>
      </w:r>
      <w:r w:rsidRPr="00266FA2">
        <w:rPr>
          <w:sz w:val="28"/>
        </w:rPr>
        <w:t>Дотации на выравнивание бюджетной обеспеченности</w:t>
      </w:r>
      <w:r>
        <w:rPr>
          <w:sz w:val="28"/>
        </w:rPr>
        <w:t xml:space="preserve">» </w:t>
      </w:r>
      <w:r>
        <w:rPr>
          <w:sz w:val="28"/>
        </w:rPr>
        <w:br/>
        <w:t>(код 2 02 01001 00 0000 151) цифры «2513713,0» заменить цифрами «2453600,0»;</w:t>
      </w:r>
    </w:p>
    <w:p w:rsidR="009A78A8" w:rsidRDefault="009A78A8" w:rsidP="00266F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м) в строке «</w:t>
      </w:r>
      <w:r w:rsidRPr="00266FA2">
        <w:rPr>
          <w:sz w:val="28"/>
        </w:rPr>
        <w:t xml:space="preserve">Дотации </w:t>
      </w:r>
      <w:r>
        <w:rPr>
          <w:sz w:val="28"/>
        </w:rPr>
        <w:t xml:space="preserve">бюджетам субъектов Российской Федерации на </w:t>
      </w:r>
      <w:r>
        <w:rPr>
          <w:sz w:val="28"/>
        </w:rPr>
        <w:br/>
        <w:t>выравнивание бюджетной обеспеченности» (код 2 02 01001 02 0000 151) цифры «2513713,0» заменить цифрами «2453600,0»;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н) в строке «</w:t>
      </w:r>
      <w:r w:rsidRPr="00266FA2">
        <w:rPr>
          <w:sz w:val="28"/>
        </w:rPr>
        <w:t>Дотации бюджетам на поддержку мер по обеспечению сбала</w:t>
      </w:r>
      <w:r w:rsidRPr="00266FA2">
        <w:rPr>
          <w:sz w:val="28"/>
        </w:rPr>
        <w:t>н</w:t>
      </w:r>
      <w:r w:rsidRPr="00266FA2">
        <w:rPr>
          <w:sz w:val="28"/>
        </w:rPr>
        <w:t>сированности бюджетов</w:t>
      </w:r>
      <w:r>
        <w:rPr>
          <w:sz w:val="28"/>
        </w:rPr>
        <w:t xml:space="preserve">» (код 2 02 01003 00 0000 151) цифры «818905,2» </w:t>
      </w:r>
      <w:r>
        <w:rPr>
          <w:sz w:val="28"/>
        </w:rPr>
        <w:br/>
        <w:t>заменить цифрами «879018,2»;</w:t>
      </w:r>
    </w:p>
    <w:p w:rsidR="009A78A8" w:rsidRDefault="009A78A8" w:rsidP="00266F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о) в строке «</w:t>
      </w:r>
      <w:r w:rsidRPr="00266FA2">
        <w:rPr>
          <w:sz w:val="28"/>
        </w:rPr>
        <w:t xml:space="preserve">Дотации бюджетам </w:t>
      </w:r>
      <w:r>
        <w:rPr>
          <w:sz w:val="28"/>
        </w:rPr>
        <w:t xml:space="preserve">субъектов Российской Федерации </w:t>
      </w:r>
      <w:r w:rsidRPr="00266FA2">
        <w:rPr>
          <w:sz w:val="28"/>
        </w:rPr>
        <w:t>на по</w:t>
      </w:r>
      <w:r w:rsidRPr="00266FA2">
        <w:rPr>
          <w:sz w:val="28"/>
        </w:rPr>
        <w:t>д</w:t>
      </w:r>
      <w:r w:rsidRPr="00266FA2">
        <w:rPr>
          <w:sz w:val="28"/>
        </w:rPr>
        <w:t>держку мер по обеспечению сбалансированности бюджетов</w:t>
      </w:r>
      <w:r>
        <w:rPr>
          <w:sz w:val="28"/>
        </w:rPr>
        <w:t>» (код 2 02 01003 02 0000 151) цифры «818905,2» заменить цифрами «879018,2»;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п) в строке «</w:t>
      </w:r>
      <w:r w:rsidRPr="00266FA2">
        <w:rPr>
          <w:sz w:val="28"/>
        </w:rPr>
        <w:t>Субсидии бюджетам бюджетной системы Российской Федер</w:t>
      </w:r>
      <w:r w:rsidRPr="00266FA2">
        <w:rPr>
          <w:sz w:val="28"/>
        </w:rPr>
        <w:t>а</w:t>
      </w:r>
      <w:r w:rsidRPr="00266FA2">
        <w:rPr>
          <w:sz w:val="28"/>
        </w:rPr>
        <w:t>ции (межбюджетные субсидии)</w:t>
      </w:r>
      <w:r>
        <w:rPr>
          <w:sz w:val="28"/>
        </w:rPr>
        <w:t>» (код 2 02 02000 00 0000 151) цифры «1331634,5» заменить цифрами «1425715,095»;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р) в строке «</w:t>
      </w:r>
      <w:r w:rsidRPr="00266FA2">
        <w:rPr>
          <w:sz w:val="28"/>
        </w:rPr>
        <w:t xml:space="preserve">Субсидии бюджетам на реализацию федеральных целевых </w:t>
      </w:r>
      <w:r>
        <w:rPr>
          <w:sz w:val="28"/>
        </w:rPr>
        <w:br/>
      </w:r>
      <w:r w:rsidRPr="00266FA2">
        <w:rPr>
          <w:sz w:val="28"/>
        </w:rPr>
        <w:t>программ</w:t>
      </w:r>
      <w:r>
        <w:rPr>
          <w:sz w:val="28"/>
        </w:rPr>
        <w:t>» (код 2 02 02051 00 0000 151) цифры «88183,4» заменить цифрами «77867,4»;</w:t>
      </w:r>
    </w:p>
    <w:p w:rsidR="009A78A8" w:rsidRDefault="009A78A8" w:rsidP="00266F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с) в строке «</w:t>
      </w:r>
      <w:r w:rsidRPr="00266FA2">
        <w:rPr>
          <w:sz w:val="28"/>
        </w:rPr>
        <w:t>Субсидии бюджетам субъектов Российской Федерации на ре</w:t>
      </w:r>
      <w:r w:rsidRPr="00266FA2">
        <w:rPr>
          <w:sz w:val="28"/>
        </w:rPr>
        <w:t>а</w:t>
      </w:r>
      <w:r w:rsidRPr="00266FA2">
        <w:rPr>
          <w:sz w:val="28"/>
        </w:rPr>
        <w:t>лизацию федеральных целевых программ</w:t>
      </w:r>
      <w:r>
        <w:rPr>
          <w:sz w:val="28"/>
        </w:rPr>
        <w:t>» (код 2 02 02051 02 0000 151) цифры «88183,4» заменить цифрами «77867,4»;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т) в строке «</w:t>
      </w:r>
      <w:r w:rsidRPr="00266FA2">
        <w:rPr>
          <w:sz w:val="28"/>
        </w:rPr>
        <w:t>Субсидии бюджетам на софинансирование капитальных вл</w:t>
      </w:r>
      <w:r w:rsidRPr="00266FA2">
        <w:rPr>
          <w:sz w:val="28"/>
        </w:rPr>
        <w:t>о</w:t>
      </w:r>
      <w:r w:rsidRPr="00266FA2">
        <w:rPr>
          <w:sz w:val="28"/>
        </w:rPr>
        <w:t>жений в объекты государственной (муниципальной) собственности</w:t>
      </w:r>
      <w:r>
        <w:rPr>
          <w:sz w:val="28"/>
        </w:rPr>
        <w:t>» (код 2 02 02077 00 0000 151) цифры «48400,0» заменить цифрами «104380,0»;</w:t>
      </w:r>
    </w:p>
    <w:p w:rsidR="009A78A8" w:rsidRDefault="009A78A8" w:rsidP="00266F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у) в строке «</w:t>
      </w:r>
      <w:r w:rsidRPr="00266FA2">
        <w:rPr>
          <w:sz w:val="28"/>
        </w:rPr>
        <w:t>Субсидии бюджетам субъектов Российской Федерации на с</w:t>
      </w:r>
      <w:r w:rsidRPr="00266FA2">
        <w:rPr>
          <w:sz w:val="28"/>
        </w:rPr>
        <w:t>о</w:t>
      </w:r>
      <w:r w:rsidRPr="00266FA2">
        <w:rPr>
          <w:sz w:val="28"/>
        </w:rPr>
        <w:t>финансирование капитальных вложений в объекты государственной (муниц</w:t>
      </w:r>
      <w:r w:rsidRPr="00266FA2">
        <w:rPr>
          <w:sz w:val="28"/>
        </w:rPr>
        <w:t>и</w:t>
      </w:r>
      <w:r w:rsidRPr="00266FA2">
        <w:rPr>
          <w:sz w:val="28"/>
        </w:rPr>
        <w:t>пальной) собственности</w:t>
      </w:r>
      <w:r>
        <w:rPr>
          <w:sz w:val="28"/>
        </w:rPr>
        <w:t>» (код 2 02 02077 02 0000 151) цифры «48400,0» заменить цифрами «104380,0»;</w:t>
      </w:r>
    </w:p>
    <w:p w:rsidR="009A78A8" w:rsidRDefault="009A78A8" w:rsidP="009D7AA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ф) после строки</w:t>
      </w:r>
    </w:p>
    <w:tbl>
      <w:tblPr>
        <w:tblW w:w="10065" w:type="dxa"/>
        <w:tblInd w:w="-34" w:type="dxa"/>
        <w:tblLook w:val="00A0"/>
      </w:tblPr>
      <w:tblGrid>
        <w:gridCol w:w="3071"/>
        <w:gridCol w:w="5728"/>
        <w:gridCol w:w="1266"/>
      </w:tblGrid>
      <w:tr w:rsidR="009A78A8" w:rsidRPr="00266FA2" w:rsidTr="00266FA2">
        <w:trPr>
          <w:trHeight w:val="1875"/>
        </w:trPr>
        <w:tc>
          <w:tcPr>
            <w:tcW w:w="3071" w:type="dxa"/>
          </w:tcPr>
          <w:p w:rsidR="009A78A8" w:rsidRPr="00266FA2" w:rsidRDefault="009A78A8" w:rsidP="00266FA2">
            <w:pPr>
              <w:spacing w:line="360" w:lineRule="auto"/>
              <w:ind w:left="-108" w:right="-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66FA2">
              <w:rPr>
                <w:sz w:val="28"/>
                <w:szCs w:val="28"/>
              </w:rPr>
              <w:t>2 02 02129 02 0000 151</w:t>
            </w:r>
          </w:p>
        </w:tc>
        <w:tc>
          <w:tcPr>
            <w:tcW w:w="5728" w:type="dxa"/>
          </w:tcPr>
          <w:p w:rsidR="009A78A8" w:rsidRPr="00266FA2" w:rsidRDefault="009A78A8" w:rsidP="00266F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Субсидии бюджетам субъектов Российской Федерации на финансовое обеспечение м</w:t>
            </w:r>
            <w:r w:rsidRPr="00266FA2">
              <w:rPr>
                <w:sz w:val="28"/>
                <w:szCs w:val="28"/>
              </w:rPr>
              <w:t>е</w:t>
            </w:r>
            <w:r w:rsidRPr="00266FA2">
              <w:rPr>
                <w:sz w:val="28"/>
                <w:szCs w:val="28"/>
              </w:rPr>
              <w:t>роприятий, направленных на проведение пренатальной (дородовой) диагностики н</w:t>
            </w:r>
            <w:r w:rsidRPr="00266FA2">
              <w:rPr>
                <w:sz w:val="28"/>
                <w:szCs w:val="28"/>
              </w:rPr>
              <w:t>а</w:t>
            </w:r>
            <w:r w:rsidRPr="00266FA2">
              <w:rPr>
                <w:sz w:val="28"/>
                <w:szCs w:val="28"/>
              </w:rPr>
              <w:t>рушений развития ребёнка</w:t>
            </w:r>
          </w:p>
        </w:tc>
        <w:tc>
          <w:tcPr>
            <w:tcW w:w="1266" w:type="dxa"/>
            <w:noWrap/>
            <w:vAlign w:val="bottom"/>
          </w:tcPr>
          <w:p w:rsidR="009A78A8" w:rsidRPr="00266FA2" w:rsidRDefault="009A78A8" w:rsidP="00266F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25334,8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266FA2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176" w:type="dxa"/>
        <w:tblLook w:val="00A0"/>
      </w:tblPr>
      <w:tblGrid>
        <w:gridCol w:w="3169"/>
        <w:gridCol w:w="5554"/>
        <w:gridCol w:w="1484"/>
      </w:tblGrid>
      <w:tr w:rsidR="009A78A8" w:rsidRPr="006D09CC" w:rsidTr="006D09CC">
        <w:trPr>
          <w:trHeight w:val="20"/>
        </w:trPr>
        <w:tc>
          <w:tcPr>
            <w:tcW w:w="3261" w:type="dxa"/>
          </w:tcPr>
          <w:p w:rsidR="009A78A8" w:rsidRPr="00266FA2" w:rsidRDefault="009A78A8" w:rsidP="006D09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09CC">
              <w:rPr>
                <w:sz w:val="28"/>
                <w:szCs w:val="28"/>
              </w:rPr>
              <w:t>«</w:t>
            </w:r>
            <w:r w:rsidRPr="00266FA2">
              <w:rPr>
                <w:sz w:val="28"/>
                <w:szCs w:val="28"/>
              </w:rPr>
              <w:t>2 02 02132 00 0000 151</w:t>
            </w:r>
          </w:p>
        </w:tc>
        <w:tc>
          <w:tcPr>
            <w:tcW w:w="5670" w:type="dxa"/>
          </w:tcPr>
          <w:p w:rsidR="009A78A8" w:rsidRPr="00266FA2" w:rsidRDefault="009A78A8" w:rsidP="006D09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Субсидии бюджетам на приобретение об</w:t>
            </w:r>
            <w:r w:rsidRPr="00266FA2">
              <w:rPr>
                <w:sz w:val="28"/>
                <w:szCs w:val="28"/>
              </w:rPr>
              <w:t>о</w:t>
            </w:r>
            <w:r w:rsidRPr="00266FA2">
              <w:rPr>
                <w:sz w:val="28"/>
                <w:szCs w:val="28"/>
              </w:rPr>
              <w:t>рудования для быстровозводимых физкул</w:t>
            </w:r>
            <w:r w:rsidRPr="00266FA2">
              <w:rPr>
                <w:sz w:val="28"/>
                <w:szCs w:val="28"/>
              </w:rPr>
              <w:t>ь</w:t>
            </w:r>
            <w:r w:rsidRPr="00266FA2">
              <w:rPr>
                <w:sz w:val="28"/>
                <w:szCs w:val="28"/>
              </w:rPr>
              <w:t>турно-оздоровительных комплексов, вкл</w:t>
            </w:r>
            <w:r w:rsidRPr="00266FA2">
              <w:rPr>
                <w:sz w:val="28"/>
                <w:szCs w:val="28"/>
              </w:rPr>
              <w:t>ю</w:t>
            </w:r>
            <w:r w:rsidRPr="00266FA2">
              <w:rPr>
                <w:sz w:val="28"/>
                <w:szCs w:val="28"/>
              </w:rPr>
              <w:t>чая металлоконструкции и металлоизделия</w:t>
            </w:r>
          </w:p>
        </w:tc>
        <w:tc>
          <w:tcPr>
            <w:tcW w:w="1276" w:type="dxa"/>
            <w:noWrap/>
            <w:vAlign w:val="bottom"/>
          </w:tcPr>
          <w:p w:rsidR="009A78A8" w:rsidRPr="00266FA2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25400,0</w:t>
            </w:r>
          </w:p>
        </w:tc>
      </w:tr>
      <w:tr w:rsidR="009A78A8" w:rsidRPr="006D09CC" w:rsidTr="006D09CC">
        <w:trPr>
          <w:trHeight w:val="20"/>
        </w:trPr>
        <w:tc>
          <w:tcPr>
            <w:tcW w:w="3261" w:type="dxa"/>
          </w:tcPr>
          <w:p w:rsidR="009A78A8" w:rsidRPr="00266FA2" w:rsidRDefault="009A78A8" w:rsidP="006D09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2 02 02132 02 0000 151</w:t>
            </w:r>
          </w:p>
        </w:tc>
        <w:tc>
          <w:tcPr>
            <w:tcW w:w="5670" w:type="dxa"/>
          </w:tcPr>
          <w:p w:rsidR="009A78A8" w:rsidRPr="00266FA2" w:rsidRDefault="009A78A8" w:rsidP="006D09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</w:t>
            </w:r>
            <w:r w:rsidRPr="00266FA2">
              <w:rPr>
                <w:sz w:val="28"/>
                <w:szCs w:val="28"/>
              </w:rPr>
              <w:t>е</w:t>
            </w:r>
            <w:r w:rsidRPr="00266FA2">
              <w:rPr>
                <w:sz w:val="28"/>
                <w:szCs w:val="28"/>
              </w:rPr>
              <w:t>таллоконструкции и металлоизделия</w:t>
            </w:r>
          </w:p>
        </w:tc>
        <w:tc>
          <w:tcPr>
            <w:tcW w:w="1276" w:type="dxa"/>
            <w:noWrap/>
            <w:vAlign w:val="bottom"/>
          </w:tcPr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266FA2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25400,0</w:t>
            </w:r>
          </w:p>
        </w:tc>
      </w:tr>
      <w:tr w:rsidR="009A78A8" w:rsidRPr="006D09CC" w:rsidTr="006D09CC">
        <w:trPr>
          <w:trHeight w:val="20"/>
        </w:trPr>
        <w:tc>
          <w:tcPr>
            <w:tcW w:w="3261" w:type="dxa"/>
          </w:tcPr>
          <w:p w:rsidR="009A78A8" w:rsidRPr="00266FA2" w:rsidRDefault="009A78A8" w:rsidP="006D09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2 02 02133 00 0000 151</w:t>
            </w:r>
          </w:p>
        </w:tc>
        <w:tc>
          <w:tcPr>
            <w:tcW w:w="5670" w:type="dxa"/>
          </w:tcPr>
          <w:p w:rsidR="009A78A8" w:rsidRPr="00266FA2" w:rsidRDefault="009A78A8" w:rsidP="006D09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Субсидии бюджетам на оказание адресной финансовой поддержки спортивным орг</w:t>
            </w:r>
            <w:r w:rsidRPr="00266FA2">
              <w:rPr>
                <w:sz w:val="28"/>
                <w:szCs w:val="28"/>
              </w:rPr>
              <w:t>а</w:t>
            </w:r>
            <w:r w:rsidRPr="00266FA2">
              <w:rPr>
                <w:sz w:val="28"/>
                <w:szCs w:val="28"/>
              </w:rPr>
              <w:t>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9A78A8" w:rsidRPr="00266FA2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7681,215</w:t>
            </w:r>
          </w:p>
        </w:tc>
      </w:tr>
      <w:tr w:rsidR="009A78A8" w:rsidRPr="006D09CC" w:rsidTr="006D09CC">
        <w:trPr>
          <w:trHeight w:val="20"/>
        </w:trPr>
        <w:tc>
          <w:tcPr>
            <w:tcW w:w="3261" w:type="dxa"/>
          </w:tcPr>
          <w:p w:rsidR="009A78A8" w:rsidRPr="00266FA2" w:rsidRDefault="009A78A8" w:rsidP="006D09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2 02 02133 02 0000 151</w:t>
            </w:r>
          </w:p>
        </w:tc>
        <w:tc>
          <w:tcPr>
            <w:tcW w:w="5670" w:type="dxa"/>
          </w:tcPr>
          <w:p w:rsidR="009A78A8" w:rsidRPr="00266FA2" w:rsidRDefault="009A78A8" w:rsidP="006D09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Субсидии бюджетам субъектов Российской Федерации на оказание адресной финанс</w:t>
            </w:r>
            <w:r w:rsidRPr="00266FA2">
              <w:rPr>
                <w:sz w:val="28"/>
                <w:szCs w:val="28"/>
              </w:rPr>
              <w:t>о</w:t>
            </w:r>
            <w:r w:rsidRPr="00266FA2">
              <w:rPr>
                <w:sz w:val="28"/>
                <w:szCs w:val="28"/>
              </w:rPr>
              <w:t>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266FA2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66FA2">
              <w:rPr>
                <w:sz w:val="28"/>
                <w:szCs w:val="28"/>
              </w:rPr>
              <w:t>7681,215</w:t>
            </w:r>
            <w:r w:rsidRPr="006D09CC"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х) в строке «</w:t>
      </w:r>
      <w:r w:rsidRPr="006D09CC">
        <w:rPr>
          <w:sz w:val="28"/>
        </w:rPr>
        <w:t>Субсидии бюджетам субъектов Российской Федерации на пр</w:t>
      </w:r>
      <w:r w:rsidRPr="006D09CC">
        <w:rPr>
          <w:sz w:val="28"/>
        </w:rPr>
        <w:t>е</w:t>
      </w:r>
      <w:r w:rsidRPr="006D09CC">
        <w:rPr>
          <w:sz w:val="28"/>
        </w:rPr>
        <w:t>доставление жилых помещений детям-сиротам и детям, оставшимся без попеч</w:t>
      </w:r>
      <w:r w:rsidRPr="006D09CC">
        <w:rPr>
          <w:sz w:val="28"/>
        </w:rPr>
        <w:t>е</w:t>
      </w:r>
      <w:r w:rsidRPr="006D09CC">
        <w:rPr>
          <w:sz w:val="28"/>
        </w:rPr>
        <w:t>ния родителей, лицам из их числа по договорам найма специализированных ж</w:t>
      </w:r>
      <w:r w:rsidRPr="006D09CC">
        <w:rPr>
          <w:sz w:val="28"/>
        </w:rPr>
        <w:t>и</w:t>
      </w:r>
      <w:r w:rsidRPr="006D09CC">
        <w:rPr>
          <w:sz w:val="28"/>
        </w:rPr>
        <w:t>лых помещений</w:t>
      </w:r>
      <w:r>
        <w:rPr>
          <w:sz w:val="28"/>
        </w:rPr>
        <w:t>» (код 2 02 02173 02 0000 151) цифры «24656,4» заменить цифр</w:t>
      </w:r>
      <w:r>
        <w:rPr>
          <w:sz w:val="28"/>
        </w:rPr>
        <w:t>а</w:t>
      </w:r>
      <w:r>
        <w:rPr>
          <w:sz w:val="28"/>
        </w:rPr>
        <w:t>ми «19725,1»;</w:t>
      </w:r>
    </w:p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ц) в строке «</w:t>
      </w:r>
      <w:r w:rsidRPr="006D09CC">
        <w:rPr>
          <w:sz w:val="28"/>
        </w:rPr>
        <w:t>Субсидии бюджетам субъектов Российской Федерации на во</w:t>
      </w:r>
      <w:r w:rsidRPr="006D09CC">
        <w:rPr>
          <w:sz w:val="28"/>
        </w:rPr>
        <w:t>з</w:t>
      </w:r>
      <w:r w:rsidRPr="006D09CC">
        <w:rPr>
          <w:sz w:val="28"/>
        </w:rPr>
        <w:t>мещение части процентной ставки по краткосрочным кредитам (займам) на ра</w:t>
      </w:r>
      <w:r w:rsidRPr="006D09CC">
        <w:rPr>
          <w:sz w:val="28"/>
        </w:rPr>
        <w:t>з</w:t>
      </w:r>
      <w:r w:rsidRPr="006D09CC">
        <w:rPr>
          <w:sz w:val="28"/>
        </w:rPr>
        <w:t>витие растениеводства, переработки и реализации продукции растениеводства</w:t>
      </w:r>
      <w:r>
        <w:rPr>
          <w:sz w:val="28"/>
        </w:rPr>
        <w:t>» (код 2 02 02181 02 0000 151) цифры «18036,7» заменить цифрами «37672,4»;</w:t>
      </w:r>
    </w:p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ч) после строки</w:t>
      </w:r>
    </w:p>
    <w:tbl>
      <w:tblPr>
        <w:tblW w:w="10207" w:type="dxa"/>
        <w:tblInd w:w="-176" w:type="dxa"/>
        <w:tblLook w:val="00A0"/>
      </w:tblPr>
      <w:tblGrid>
        <w:gridCol w:w="3210"/>
        <w:gridCol w:w="5591"/>
        <w:gridCol w:w="1406"/>
      </w:tblGrid>
      <w:tr w:rsidR="009A78A8" w:rsidRPr="00266FA2" w:rsidTr="006425A4">
        <w:trPr>
          <w:trHeight w:val="20"/>
        </w:trPr>
        <w:tc>
          <w:tcPr>
            <w:tcW w:w="3261" w:type="dxa"/>
          </w:tcPr>
          <w:p w:rsidR="009A78A8" w:rsidRDefault="009A78A8" w:rsidP="006D09C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02198 02 0000 151</w:t>
            </w:r>
          </w:p>
        </w:tc>
        <w:tc>
          <w:tcPr>
            <w:tcW w:w="5670" w:type="dxa"/>
          </w:tcPr>
          <w:p w:rsidR="009A78A8" w:rsidRDefault="009A78A8" w:rsidP="006D09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субъектов Российской Федерации на возмещение части процен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ной ставки по долгосрочным, среднесро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ным и краткосрочным кредитам, взятым 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лыми формами хозяйствования </w:t>
            </w:r>
          </w:p>
        </w:tc>
        <w:tc>
          <w:tcPr>
            <w:tcW w:w="1276" w:type="dxa"/>
            <w:noWrap/>
            <w:vAlign w:val="bottom"/>
          </w:tcPr>
          <w:p w:rsidR="009A78A8" w:rsidRDefault="009A78A8" w:rsidP="006D09C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158400,6»</w:t>
            </w:r>
          </w:p>
        </w:tc>
      </w:tr>
    </w:tbl>
    <w:p w:rsidR="009A78A8" w:rsidRDefault="009A78A8" w:rsidP="006D09CC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207" w:type="dxa"/>
        <w:tblInd w:w="-176" w:type="dxa"/>
        <w:tblLook w:val="00A0"/>
      </w:tblPr>
      <w:tblGrid>
        <w:gridCol w:w="3261"/>
        <w:gridCol w:w="5670"/>
        <w:gridCol w:w="1276"/>
      </w:tblGrid>
      <w:tr w:rsidR="009A78A8" w:rsidRPr="006D09CC" w:rsidTr="006425A4">
        <w:trPr>
          <w:trHeight w:val="20"/>
        </w:trPr>
        <w:tc>
          <w:tcPr>
            <w:tcW w:w="3261" w:type="dxa"/>
          </w:tcPr>
          <w:p w:rsidR="009A78A8" w:rsidRPr="006D09CC" w:rsidRDefault="009A78A8" w:rsidP="006D09C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D09CC">
              <w:rPr>
                <w:sz w:val="28"/>
                <w:szCs w:val="28"/>
              </w:rPr>
              <w:t>2 02 02199 02 0000 151</w:t>
            </w:r>
          </w:p>
        </w:tc>
        <w:tc>
          <w:tcPr>
            <w:tcW w:w="5670" w:type="dxa"/>
          </w:tcPr>
          <w:p w:rsidR="009A78A8" w:rsidRPr="006D09CC" w:rsidRDefault="009A78A8" w:rsidP="006D09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D09CC">
              <w:rPr>
                <w:sz w:val="28"/>
                <w:szCs w:val="28"/>
              </w:rPr>
              <w:t xml:space="preserve">Субсидии бюджетам субъектов Российской Федерации на возмещение части затрат </w:t>
            </w:r>
            <w:r>
              <w:rPr>
                <w:sz w:val="28"/>
                <w:szCs w:val="28"/>
              </w:rPr>
              <w:br/>
            </w:r>
            <w:r w:rsidRPr="006D09CC">
              <w:rPr>
                <w:sz w:val="28"/>
                <w:szCs w:val="28"/>
              </w:rPr>
              <w:t>крестьянских (фермерских) хозяйств, вкл</w:t>
            </w:r>
            <w:r w:rsidRPr="006D09CC">
              <w:rPr>
                <w:sz w:val="28"/>
                <w:szCs w:val="28"/>
              </w:rPr>
              <w:t>ю</w:t>
            </w:r>
            <w:r w:rsidRPr="006D09CC">
              <w:rPr>
                <w:sz w:val="28"/>
                <w:szCs w:val="28"/>
              </w:rPr>
              <w:t>чая индивидуальных предпринимателей, при оформлении в собственность используемых ими земельных участков из земель сельск</w:t>
            </w:r>
            <w:r w:rsidRPr="006D09CC">
              <w:rPr>
                <w:sz w:val="28"/>
                <w:szCs w:val="28"/>
              </w:rPr>
              <w:t>о</w:t>
            </w:r>
            <w:r w:rsidRPr="006D09CC">
              <w:rPr>
                <w:sz w:val="28"/>
                <w:szCs w:val="28"/>
              </w:rPr>
              <w:t>хозяйственного назначения</w:t>
            </w:r>
          </w:p>
        </w:tc>
        <w:tc>
          <w:tcPr>
            <w:tcW w:w="1276" w:type="dxa"/>
            <w:noWrap/>
            <w:vAlign w:val="bottom"/>
          </w:tcPr>
          <w:p w:rsidR="009A78A8" w:rsidRPr="006D09CC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6D09CC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6D09CC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6D09CC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6D09CC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6D09CC" w:rsidRDefault="009A78A8" w:rsidP="006D09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09CC">
              <w:rPr>
                <w:sz w:val="28"/>
                <w:szCs w:val="28"/>
              </w:rPr>
              <w:t>630,98»;</w:t>
            </w:r>
          </w:p>
        </w:tc>
      </w:tr>
    </w:tbl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ш) в строке «</w:t>
      </w:r>
      <w:r w:rsidRPr="006D09CC">
        <w:rPr>
          <w:sz w:val="28"/>
        </w:rPr>
        <w:t>Доходы бюджетной системы Российской Федерации от возвр</w:t>
      </w:r>
      <w:r w:rsidRPr="006D09CC">
        <w:rPr>
          <w:sz w:val="28"/>
        </w:rPr>
        <w:t>а</w:t>
      </w:r>
      <w:r w:rsidRPr="006D09CC">
        <w:rPr>
          <w:sz w:val="28"/>
        </w:rPr>
        <w:t>та бюджетами бюджетной системы Российской Федерации и организациями ос</w:t>
      </w:r>
      <w:r>
        <w:rPr>
          <w:sz w:val="28"/>
        </w:rPr>
        <w:t>-</w:t>
      </w:r>
      <w:r w:rsidRPr="006D09CC">
        <w:rPr>
          <w:sz w:val="28"/>
        </w:rPr>
        <w:t>татков субсидий, субвенций и иных межбюджетных трансфертов, имеющих цел</w:t>
      </w:r>
      <w:r w:rsidRPr="006D09CC">
        <w:rPr>
          <w:sz w:val="28"/>
        </w:rPr>
        <w:t>е</w:t>
      </w:r>
      <w:r w:rsidRPr="006D09CC">
        <w:rPr>
          <w:sz w:val="28"/>
        </w:rPr>
        <w:t>вое назначение, прошлых лет</w:t>
      </w:r>
      <w:r>
        <w:rPr>
          <w:sz w:val="28"/>
        </w:rPr>
        <w:t>» (код 2 18 00000 00 0000 000) цифры «28995,83791» заменить цифрами «36025,5215»;</w:t>
      </w:r>
    </w:p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щ) в строке «</w:t>
      </w:r>
      <w:r w:rsidRPr="006D09CC">
        <w:rPr>
          <w:sz w:val="28"/>
        </w:rPr>
        <w:t>Доходы бюджетов бюджетной системы Российской Федерации от возврата бюджетами бюджетной системы Российской Федерации остатков су</w:t>
      </w:r>
      <w:r w:rsidRPr="006D09CC">
        <w:rPr>
          <w:sz w:val="28"/>
        </w:rPr>
        <w:t>б</w:t>
      </w:r>
      <w:r w:rsidRPr="006D09CC">
        <w:rPr>
          <w:sz w:val="28"/>
        </w:rPr>
        <w:t>сидий, субвенций и иных межбюджетных трансфертов, имеющих целевое назн</w:t>
      </w:r>
      <w:r w:rsidRPr="006D09CC">
        <w:rPr>
          <w:sz w:val="28"/>
        </w:rPr>
        <w:t>а</w:t>
      </w:r>
      <w:r w:rsidRPr="006D09CC">
        <w:rPr>
          <w:sz w:val="28"/>
        </w:rPr>
        <w:t>чение, прошлых лет</w:t>
      </w:r>
      <w:r>
        <w:rPr>
          <w:sz w:val="28"/>
        </w:rPr>
        <w:t>» (код 2 18 00000 00 0000 151) цифры «28383,49729» заменить цифрами «35413,18088»;</w:t>
      </w:r>
    </w:p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ы) в строке «</w:t>
      </w:r>
      <w:r w:rsidRPr="006425A4">
        <w:rPr>
          <w:sz w:val="28"/>
        </w:rPr>
        <w:t>Доходы бюджетов субъектов Российской Федерации от возвр</w:t>
      </w:r>
      <w:r w:rsidRPr="006425A4">
        <w:rPr>
          <w:sz w:val="28"/>
        </w:rPr>
        <w:t>а</w:t>
      </w:r>
      <w:r w:rsidRPr="006425A4">
        <w:rPr>
          <w:sz w:val="28"/>
        </w:rPr>
        <w:t>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rPr>
          <w:sz w:val="28"/>
        </w:rPr>
        <w:t>» (код 2 18 02000 02 0000 151) цифры «28383,49729» заменить ци</w:t>
      </w:r>
      <w:r>
        <w:rPr>
          <w:sz w:val="28"/>
        </w:rPr>
        <w:t>ф</w:t>
      </w:r>
      <w:r>
        <w:rPr>
          <w:sz w:val="28"/>
        </w:rPr>
        <w:t>рами «35413,18088»;</w:t>
      </w:r>
    </w:p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э) в строке «</w:t>
      </w:r>
      <w:r w:rsidRPr="006425A4">
        <w:rPr>
          <w:sz w:val="28"/>
        </w:rPr>
        <w:t>Доходы бюджетов субъектов Российской Федерации от возвр</w:t>
      </w:r>
      <w:r w:rsidRPr="006425A4">
        <w:rPr>
          <w:sz w:val="28"/>
        </w:rPr>
        <w:t>а</w:t>
      </w:r>
      <w:r w:rsidRPr="006425A4">
        <w:rPr>
          <w:sz w:val="28"/>
        </w:rPr>
        <w:t>та остатков субсидий, субвенций и иных межбюджетных трансфертов, имеющих целевое назначение, прошлых лет из бюджетов городских округов</w:t>
      </w:r>
      <w:r>
        <w:rPr>
          <w:sz w:val="28"/>
        </w:rPr>
        <w:t>» (код 2 18 02030 02 0000 151) цифры «1121,22918» заменить цифрами «2345,11899»;</w:t>
      </w:r>
    </w:p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ю) в строке «</w:t>
      </w:r>
      <w:r w:rsidRPr="006425A4">
        <w:rPr>
          <w:sz w:val="28"/>
        </w:rPr>
        <w:t>Доходы бюджетов субъектов Российской Федерации от во</w:t>
      </w:r>
      <w:r w:rsidRPr="006425A4">
        <w:rPr>
          <w:sz w:val="28"/>
        </w:rPr>
        <w:t>з</w:t>
      </w:r>
      <w:r w:rsidRPr="006425A4">
        <w:rPr>
          <w:sz w:val="28"/>
        </w:rPr>
        <w:t>врата остатков субсидий, субвенций и иных межбюджетных трансфертов, име</w:t>
      </w:r>
      <w:r w:rsidRPr="006425A4">
        <w:rPr>
          <w:sz w:val="28"/>
        </w:rPr>
        <w:t>ю</w:t>
      </w:r>
      <w:r w:rsidRPr="006425A4">
        <w:rPr>
          <w:sz w:val="28"/>
        </w:rPr>
        <w:t>щих целевое назначение, прошлых лет из бюджетов муниципальных районов</w:t>
      </w:r>
      <w:r>
        <w:rPr>
          <w:sz w:val="28"/>
        </w:rPr>
        <w:t>» (код 2 18 02040 02 0000 151) цифры «27262,26811» заменить цифрами «33068,06189»;</w:t>
      </w:r>
    </w:p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я) в строке «</w:t>
      </w:r>
      <w:r w:rsidRPr="006425A4">
        <w:rPr>
          <w:sz w:val="28"/>
        </w:rPr>
        <w:t>Возврат остатков субсидий, субвенций и иных межбюджетных трансфертов, имеющих целевое назначение, прошлых лет</w:t>
      </w:r>
      <w:r>
        <w:rPr>
          <w:sz w:val="28"/>
        </w:rPr>
        <w:t>» (код 2 19 00000 00 0000 000) цифры «-555747,45275» заменить цифрами «-401205,01962»;</w:t>
      </w:r>
    </w:p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я</w:t>
      </w:r>
      <w:r w:rsidRPr="006425A4">
        <w:rPr>
          <w:sz w:val="28"/>
          <w:vertAlign w:val="superscript"/>
        </w:rPr>
        <w:t>1</w:t>
      </w:r>
      <w:r>
        <w:rPr>
          <w:sz w:val="28"/>
        </w:rPr>
        <w:t>) в строке «</w:t>
      </w:r>
      <w:r w:rsidRPr="006425A4">
        <w:rPr>
          <w:sz w:val="28"/>
        </w:rPr>
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</w:r>
      <w:r>
        <w:rPr>
          <w:sz w:val="28"/>
        </w:rPr>
        <w:t xml:space="preserve">» (код 2 19 02000 02 0000 151) цифры «-555747,45275» </w:t>
      </w:r>
      <w:r>
        <w:rPr>
          <w:sz w:val="28"/>
        </w:rPr>
        <w:br/>
        <w:t>заменить цифрами «-401205,01962»;</w:t>
      </w:r>
    </w:p>
    <w:p w:rsidR="009A78A8" w:rsidRDefault="009A78A8" w:rsidP="006D09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</w:t>
      </w:r>
      <w:r>
        <w:rPr>
          <w:sz w:val="28"/>
        </w:rPr>
        <w:t>) в строке «ИТОГО» цифры «33390841,17335» заменить цифрами «33647809,94873»;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 xml:space="preserve">8) в приложении 8: 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а) в строке «Кредиты кредитных организаций в валюте Российской Федер</w:t>
      </w:r>
      <w:r w:rsidRPr="00E04AE1">
        <w:rPr>
          <w:sz w:val="28"/>
          <w:szCs w:val="28"/>
        </w:rPr>
        <w:t>а</w:t>
      </w:r>
      <w:r w:rsidRPr="00E04AE1">
        <w:rPr>
          <w:sz w:val="28"/>
          <w:szCs w:val="28"/>
        </w:rPr>
        <w:t>ции» (код 01 02 00 00 00 0000 000) цифры «3739809,9» заменить цифрами «3835809,9»;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б) в строке «Получение кредитов от кредитных организаций в валюте Ро</w:t>
      </w:r>
      <w:r w:rsidRPr="00E04AE1">
        <w:rPr>
          <w:sz w:val="28"/>
          <w:szCs w:val="28"/>
        </w:rPr>
        <w:t>с</w:t>
      </w:r>
      <w:r w:rsidRPr="00E04AE1">
        <w:rPr>
          <w:sz w:val="28"/>
          <w:szCs w:val="28"/>
        </w:rPr>
        <w:t>сийской Федерации» (код 01 02 00 00 00 0000 700) цифры «7039809,9» заменить цифрами «7135809,9»;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в)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«7039809,9» заменить цифрами «7135809,9»;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 xml:space="preserve">г) после строки </w:t>
      </w:r>
    </w:p>
    <w:tbl>
      <w:tblPr>
        <w:tblW w:w="10065" w:type="dxa"/>
        <w:tblInd w:w="-34" w:type="dxa"/>
        <w:tblLook w:val="00A0"/>
      </w:tblPr>
      <w:tblGrid>
        <w:gridCol w:w="3286"/>
        <w:gridCol w:w="4794"/>
        <w:gridCol w:w="1985"/>
      </w:tblGrid>
      <w:tr w:rsidR="009A78A8" w:rsidRPr="00E04AE1" w:rsidTr="00E04AE1">
        <w:trPr>
          <w:trHeight w:val="1350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«</w:t>
            </w:r>
            <w:r w:rsidRPr="00E04AE1">
              <w:rPr>
                <w:i/>
                <w:iCs/>
                <w:sz w:val="28"/>
                <w:szCs w:val="28"/>
              </w:rPr>
              <w:t>01 03 01 00 00 0000 000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</w:t>
            </w:r>
            <w:r w:rsidRPr="00E04AE1">
              <w:rPr>
                <w:i/>
                <w:iCs/>
                <w:sz w:val="28"/>
                <w:szCs w:val="28"/>
              </w:rPr>
              <w:t>с</w:t>
            </w:r>
            <w:r w:rsidRPr="00E04AE1">
              <w:rPr>
                <w:i/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-241834,4</w:t>
            </w:r>
            <w:r w:rsidRPr="00E04AE1">
              <w:rPr>
                <w:iCs/>
                <w:sz w:val="28"/>
                <w:szCs w:val="28"/>
              </w:rPr>
              <w:t>»</w:t>
            </w:r>
          </w:p>
        </w:tc>
      </w:tr>
    </w:tbl>
    <w:p w:rsidR="009A78A8" w:rsidRPr="00E04AE1" w:rsidRDefault="009A78A8" w:rsidP="00E04AE1">
      <w:pPr>
        <w:spacing w:line="360" w:lineRule="auto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286"/>
        <w:gridCol w:w="4653"/>
        <w:gridCol w:w="2126"/>
      </w:tblGrid>
      <w:tr w:rsidR="009A78A8" w:rsidRPr="00E04AE1" w:rsidTr="00E04AE1">
        <w:trPr>
          <w:trHeight w:val="1350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«</w:t>
            </w:r>
            <w:r w:rsidRPr="00E04AE1">
              <w:rPr>
                <w:i/>
                <w:iCs/>
                <w:sz w:val="28"/>
                <w:szCs w:val="28"/>
              </w:rPr>
              <w:t>01 03 01 00 00 0000 700</w:t>
            </w:r>
          </w:p>
        </w:tc>
        <w:tc>
          <w:tcPr>
            <w:tcW w:w="4653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2000000,0</w:t>
            </w:r>
          </w:p>
        </w:tc>
      </w:tr>
      <w:tr w:rsidR="009A78A8" w:rsidRPr="00E04AE1" w:rsidTr="00E04AE1">
        <w:trPr>
          <w:trHeight w:val="87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01 03 01 00 02 0000 710</w:t>
            </w:r>
          </w:p>
        </w:tc>
        <w:tc>
          <w:tcPr>
            <w:tcW w:w="4653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Получение бюджетных кредитов от других бюджетов бюджетной си</w:t>
            </w:r>
            <w:r w:rsidRPr="00E04AE1">
              <w:rPr>
                <w:iCs/>
                <w:sz w:val="28"/>
                <w:szCs w:val="28"/>
              </w:rPr>
              <w:t>с</w:t>
            </w:r>
            <w:r w:rsidRPr="00E04AE1">
              <w:rPr>
                <w:iCs/>
                <w:sz w:val="28"/>
                <w:szCs w:val="28"/>
              </w:rPr>
              <w:t>темы Российской Федерации бю</w:t>
            </w:r>
            <w:r w:rsidRPr="00E04AE1">
              <w:rPr>
                <w:iCs/>
                <w:sz w:val="28"/>
                <w:szCs w:val="28"/>
              </w:rPr>
              <w:t>д</w:t>
            </w:r>
            <w:r w:rsidRPr="00E04AE1">
              <w:rPr>
                <w:iCs/>
                <w:sz w:val="28"/>
                <w:szCs w:val="28"/>
              </w:rPr>
              <w:t>жетами субъектов Российской Ф</w:t>
            </w:r>
            <w:r w:rsidRPr="00E04AE1">
              <w:rPr>
                <w:iCs/>
                <w:sz w:val="28"/>
                <w:szCs w:val="28"/>
              </w:rPr>
              <w:t>е</w:t>
            </w:r>
            <w:r w:rsidRPr="00E04AE1">
              <w:rPr>
                <w:iCs/>
                <w:sz w:val="28"/>
                <w:szCs w:val="28"/>
              </w:rPr>
              <w:t>дерации в валюте Российской Фед</w:t>
            </w:r>
            <w:r w:rsidRPr="00E04AE1">
              <w:rPr>
                <w:iCs/>
                <w:sz w:val="28"/>
                <w:szCs w:val="28"/>
              </w:rPr>
              <w:t>е</w:t>
            </w:r>
            <w:r w:rsidRPr="00E04AE1">
              <w:rPr>
                <w:iCs/>
                <w:sz w:val="28"/>
                <w:szCs w:val="28"/>
              </w:rPr>
              <w:t>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2000000,0»;</w:t>
            </w:r>
          </w:p>
        </w:tc>
      </w:tr>
    </w:tbl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д) в строке «Погашение бюджетных кредитов, полученных от других бю</w:t>
      </w:r>
      <w:r w:rsidRPr="00E04AE1">
        <w:rPr>
          <w:sz w:val="28"/>
          <w:szCs w:val="28"/>
        </w:rPr>
        <w:t>д</w:t>
      </w:r>
      <w:r w:rsidRPr="00E04AE1">
        <w:rPr>
          <w:sz w:val="28"/>
          <w:szCs w:val="28"/>
        </w:rPr>
        <w:t>жетов бюджетной системы Российской Федерации в валюте Российской Федера</w:t>
      </w:r>
      <w:r>
        <w:rPr>
          <w:sz w:val="28"/>
          <w:szCs w:val="28"/>
        </w:rPr>
        <w:t>-</w:t>
      </w:r>
      <w:r>
        <w:rPr>
          <w:sz w:val="28"/>
          <w:szCs w:val="28"/>
        </w:rPr>
        <w:br/>
      </w:r>
      <w:r w:rsidRPr="00E04AE1">
        <w:rPr>
          <w:sz w:val="28"/>
          <w:szCs w:val="28"/>
        </w:rPr>
        <w:t>ции» (код 01 03 01 00 0</w:t>
      </w:r>
      <w:r>
        <w:rPr>
          <w:sz w:val="28"/>
          <w:szCs w:val="28"/>
        </w:rPr>
        <w:t>0</w:t>
      </w:r>
      <w:r w:rsidRPr="00E04AE1">
        <w:rPr>
          <w:sz w:val="28"/>
          <w:szCs w:val="28"/>
        </w:rPr>
        <w:t xml:space="preserve"> 0000 800) цифры «-241834,4» заменить цифрами </w:t>
      </w:r>
      <w:r>
        <w:rPr>
          <w:sz w:val="28"/>
          <w:szCs w:val="28"/>
        </w:rPr>
        <w:br/>
      </w:r>
      <w:r w:rsidRPr="00E04AE1">
        <w:rPr>
          <w:sz w:val="28"/>
          <w:szCs w:val="28"/>
        </w:rPr>
        <w:t>«-2241834,4»;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е) в строке «Погашение бюджетами субъектов Российской Федерации кр</w:t>
      </w:r>
      <w:r w:rsidRPr="00E04AE1">
        <w:rPr>
          <w:sz w:val="28"/>
          <w:szCs w:val="28"/>
        </w:rPr>
        <w:t>е</w:t>
      </w:r>
      <w:r w:rsidRPr="00E04AE1">
        <w:rPr>
          <w:sz w:val="28"/>
          <w:szCs w:val="28"/>
        </w:rPr>
        <w:t>дитов от других  бюджетов бюджетной системы Российской Федерации в валюте Российской Федерации» (код 01 03 01 00 02 0000 810) цифры «-241834,4» зам</w:t>
      </w:r>
      <w:r w:rsidRPr="00E04AE1">
        <w:rPr>
          <w:sz w:val="28"/>
          <w:szCs w:val="28"/>
        </w:rPr>
        <w:t>е</w:t>
      </w:r>
      <w:r w:rsidRPr="00E04AE1">
        <w:rPr>
          <w:sz w:val="28"/>
          <w:szCs w:val="28"/>
        </w:rPr>
        <w:t>нить цифрами «-2241834,4»;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ж) в строке «Увеличение остатков средств бюджетов» (код 01 05 00 00 00 0000 500) цифры «-42549958,37335» заменить цифрами «-</w:t>
      </w:r>
      <w:r>
        <w:rPr>
          <w:sz w:val="28"/>
          <w:szCs w:val="28"/>
        </w:rPr>
        <w:t>42806927,14873</w:t>
      </w:r>
      <w:r w:rsidRPr="00E04AE1">
        <w:rPr>
          <w:sz w:val="28"/>
          <w:szCs w:val="28"/>
        </w:rPr>
        <w:t>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з) в строке «Увеличение прочих остатков средств бюджетов» (код 01 05 02 00 00 0000 500) цифры «-42549958,37335» заменить цифрами «-</w:t>
      </w:r>
      <w:r>
        <w:rPr>
          <w:sz w:val="28"/>
          <w:szCs w:val="28"/>
        </w:rPr>
        <w:t>42806927,14873</w:t>
      </w:r>
      <w:r w:rsidRPr="00E04AE1">
        <w:rPr>
          <w:sz w:val="28"/>
          <w:szCs w:val="28"/>
        </w:rPr>
        <w:t>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 xml:space="preserve">и) в строке «Увеличение прочих остатков денежных средств бюджетов» (код 01 05 02 01 00 0000 510) цифры «-42549958,37335» заменить цифрами </w:t>
      </w:r>
      <w:r>
        <w:rPr>
          <w:sz w:val="28"/>
          <w:szCs w:val="28"/>
        </w:rPr>
        <w:br/>
      </w:r>
      <w:r w:rsidRPr="00E04AE1">
        <w:rPr>
          <w:sz w:val="28"/>
          <w:szCs w:val="28"/>
        </w:rPr>
        <w:t>«-</w:t>
      </w:r>
      <w:r>
        <w:rPr>
          <w:sz w:val="28"/>
          <w:szCs w:val="28"/>
        </w:rPr>
        <w:t>42806927,14873</w:t>
      </w:r>
      <w:r w:rsidRPr="00E04AE1">
        <w:rPr>
          <w:sz w:val="28"/>
          <w:szCs w:val="28"/>
        </w:rPr>
        <w:t>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 xml:space="preserve">к) в строке «Увеличение прочих остатков денежных средств бюджетов субъектов Российской Федерации» (код 01 05 02 01 02 0000 510) цифры </w:t>
      </w:r>
      <w:r>
        <w:rPr>
          <w:sz w:val="28"/>
          <w:szCs w:val="28"/>
        </w:rPr>
        <w:br/>
      </w:r>
      <w:r w:rsidRPr="00E04AE1">
        <w:rPr>
          <w:sz w:val="28"/>
          <w:szCs w:val="28"/>
        </w:rPr>
        <w:t>«-42549958,37335» заменить цифрами «-</w:t>
      </w:r>
      <w:r>
        <w:rPr>
          <w:sz w:val="28"/>
          <w:szCs w:val="28"/>
        </w:rPr>
        <w:t>42806927,14873</w:t>
      </w:r>
      <w:r w:rsidRPr="00E04AE1">
        <w:rPr>
          <w:sz w:val="28"/>
          <w:szCs w:val="28"/>
        </w:rPr>
        <w:t>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л) в строке «Уменьшение остатков средств бюджетов» (код 01 05 00 00 00 0000 600) цифры «43107205,8261» заменить цифрами «</w:t>
      </w:r>
      <w:r>
        <w:rPr>
          <w:sz w:val="28"/>
          <w:szCs w:val="28"/>
        </w:rPr>
        <w:t>43364174,60148</w:t>
      </w:r>
      <w:r w:rsidRPr="00E04AE1">
        <w:rPr>
          <w:sz w:val="28"/>
          <w:szCs w:val="28"/>
        </w:rPr>
        <w:t>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м) в строке «Уменьшение прочих остатков средств бюджетов» (код 01 05 02 00 00 0000 600) цифры «43107205,8261» заменить цифрами «</w:t>
      </w:r>
      <w:r>
        <w:rPr>
          <w:sz w:val="28"/>
          <w:szCs w:val="28"/>
        </w:rPr>
        <w:t>43364174,60148</w:t>
      </w:r>
      <w:r w:rsidRPr="00E04AE1">
        <w:rPr>
          <w:sz w:val="28"/>
          <w:szCs w:val="28"/>
        </w:rPr>
        <w:t>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н) в строке «Уменьшение прочих остатков денежных средств бюджетов» (код 01 05 02 01 00 0000 610) цифры «43107205,8261» заменить цифрами «</w:t>
      </w:r>
      <w:r>
        <w:rPr>
          <w:sz w:val="28"/>
          <w:szCs w:val="28"/>
        </w:rPr>
        <w:t>43364174,60148</w:t>
      </w:r>
      <w:r w:rsidRPr="00E04AE1">
        <w:rPr>
          <w:sz w:val="28"/>
          <w:szCs w:val="28"/>
        </w:rPr>
        <w:t>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о) в строке «Уменьшение прочих остатков денежных средств бюджетов субъектов Российской Федерации» (код 01 05 02 01 02 0000 610) цифры «43107205,8261» заменить цифрами «</w:t>
      </w:r>
      <w:r>
        <w:rPr>
          <w:sz w:val="28"/>
          <w:szCs w:val="28"/>
        </w:rPr>
        <w:t>43364174,60148</w:t>
      </w:r>
      <w:r w:rsidRPr="00E04AE1">
        <w:rPr>
          <w:sz w:val="28"/>
          <w:szCs w:val="28"/>
        </w:rPr>
        <w:t>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 xml:space="preserve">п) в строке «Иные источники внутреннего финансирования дефицитов бюджетов» (код 01 06 00 00 00 0000 000) цифры «69307,3» заменить цифрами </w:t>
      </w:r>
      <w:r>
        <w:rPr>
          <w:sz w:val="28"/>
          <w:szCs w:val="28"/>
        </w:rPr>
        <w:br/>
      </w:r>
      <w:r w:rsidRPr="00E04AE1">
        <w:rPr>
          <w:sz w:val="28"/>
          <w:szCs w:val="28"/>
        </w:rPr>
        <w:t>«-26692,7»;</w:t>
      </w:r>
    </w:p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 xml:space="preserve">р) после строки </w:t>
      </w:r>
    </w:p>
    <w:tbl>
      <w:tblPr>
        <w:tblW w:w="10065" w:type="dxa"/>
        <w:tblInd w:w="-34" w:type="dxa"/>
        <w:tblLook w:val="00A0"/>
      </w:tblPr>
      <w:tblGrid>
        <w:gridCol w:w="3286"/>
        <w:gridCol w:w="4794"/>
        <w:gridCol w:w="1985"/>
      </w:tblGrid>
      <w:tr w:rsidR="009A78A8" w:rsidRPr="00E04AE1" w:rsidTr="00712B60">
        <w:trPr>
          <w:trHeight w:val="1350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«01 06 01 00 02 0000 630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Средства от продажи акций и иных форм участия в капитале, находящи</w:t>
            </w:r>
            <w:r w:rsidRPr="00E04AE1">
              <w:rPr>
                <w:iCs/>
                <w:sz w:val="28"/>
                <w:szCs w:val="28"/>
              </w:rPr>
              <w:t>х</w:t>
            </w:r>
            <w:r w:rsidRPr="00E04AE1">
              <w:rPr>
                <w:iCs/>
                <w:sz w:val="28"/>
                <w:szCs w:val="28"/>
              </w:rPr>
              <w:t>ся в собственности субъектов Ро</w:t>
            </w:r>
            <w:r w:rsidRPr="00E04AE1">
              <w:rPr>
                <w:iCs/>
                <w:sz w:val="28"/>
                <w:szCs w:val="28"/>
              </w:rPr>
              <w:t>с</w:t>
            </w:r>
            <w:r w:rsidRPr="00E04AE1">
              <w:rPr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69307,3»</w:t>
            </w:r>
          </w:p>
        </w:tc>
      </w:tr>
    </w:tbl>
    <w:p w:rsidR="009A78A8" w:rsidRPr="00E04AE1" w:rsidRDefault="009A78A8" w:rsidP="00E04AE1">
      <w:pPr>
        <w:spacing w:line="360" w:lineRule="auto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286"/>
        <w:gridCol w:w="4794"/>
        <w:gridCol w:w="1985"/>
      </w:tblGrid>
      <w:tr w:rsidR="009A78A8" w:rsidRPr="00E04AE1" w:rsidTr="00712B60">
        <w:trPr>
          <w:trHeight w:val="87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«</w:t>
            </w:r>
            <w:r w:rsidRPr="00E04AE1">
              <w:rPr>
                <w:i/>
                <w:iCs/>
                <w:sz w:val="28"/>
                <w:szCs w:val="28"/>
              </w:rPr>
              <w:t>01 06 04 00 00 0000 000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Исполнение государственных и мун</w:t>
            </w:r>
            <w:r w:rsidRPr="00E04AE1">
              <w:rPr>
                <w:i/>
                <w:iCs/>
                <w:sz w:val="28"/>
                <w:szCs w:val="28"/>
              </w:rPr>
              <w:t>и</w:t>
            </w:r>
            <w:r w:rsidRPr="00E04AE1">
              <w:rPr>
                <w:i/>
                <w:iCs/>
                <w:sz w:val="28"/>
                <w:szCs w:val="28"/>
              </w:rPr>
              <w:t>ципальных гарантий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-96000,0</w:t>
            </w:r>
          </w:p>
        </w:tc>
      </w:tr>
      <w:tr w:rsidR="009A78A8" w:rsidRPr="00E04AE1" w:rsidTr="00712B60">
        <w:trPr>
          <w:trHeight w:val="1350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01 06 04 01 00 0000 000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Исполнение государственных и м</w:t>
            </w:r>
            <w:r w:rsidRPr="00E04AE1">
              <w:rPr>
                <w:iCs/>
                <w:sz w:val="28"/>
                <w:szCs w:val="28"/>
              </w:rPr>
              <w:t>у</w:t>
            </w:r>
            <w:r w:rsidRPr="00E04AE1">
              <w:rPr>
                <w:iCs/>
                <w:sz w:val="28"/>
                <w:szCs w:val="28"/>
              </w:rPr>
              <w:t>ниципальных гарантий в валюте Ро</w:t>
            </w:r>
            <w:r w:rsidRPr="00E04AE1">
              <w:rPr>
                <w:iCs/>
                <w:sz w:val="28"/>
                <w:szCs w:val="28"/>
              </w:rPr>
              <w:t>с</w:t>
            </w:r>
            <w:r w:rsidRPr="00E04AE1">
              <w:rPr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-96000,0</w:t>
            </w:r>
          </w:p>
        </w:tc>
      </w:tr>
      <w:tr w:rsidR="009A78A8" w:rsidRPr="00E04AE1" w:rsidTr="00712B60">
        <w:trPr>
          <w:trHeight w:val="1350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01 06 04 01 00 0000 800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F921DE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Исполнение государственных и м</w:t>
            </w:r>
            <w:r w:rsidRPr="00E04AE1">
              <w:rPr>
                <w:iCs/>
                <w:sz w:val="28"/>
                <w:szCs w:val="28"/>
              </w:rPr>
              <w:t>у</w:t>
            </w:r>
            <w:r w:rsidRPr="00E04AE1">
              <w:rPr>
                <w:iCs/>
                <w:sz w:val="28"/>
                <w:szCs w:val="28"/>
              </w:rPr>
              <w:t>ниципальных гарантий в валюте Ро</w:t>
            </w:r>
            <w:r w:rsidRPr="00E04AE1">
              <w:rPr>
                <w:iCs/>
                <w:sz w:val="28"/>
                <w:szCs w:val="28"/>
              </w:rPr>
              <w:t>с</w:t>
            </w:r>
            <w:r w:rsidRPr="00E04AE1">
              <w:rPr>
                <w:iCs/>
                <w:sz w:val="28"/>
                <w:szCs w:val="28"/>
              </w:rPr>
              <w:t>сийской Федерации в случае, если исполнение гарантом государстве</w:t>
            </w:r>
            <w:r w:rsidRPr="00E04AE1">
              <w:rPr>
                <w:iCs/>
                <w:sz w:val="28"/>
                <w:szCs w:val="28"/>
              </w:rPr>
              <w:t>н</w:t>
            </w:r>
            <w:r w:rsidRPr="00E04AE1">
              <w:rPr>
                <w:iCs/>
                <w:sz w:val="28"/>
                <w:szCs w:val="28"/>
              </w:rPr>
              <w:t>ных и муниципальных гарантий вед</w:t>
            </w:r>
            <w:r>
              <w:rPr>
                <w:iCs/>
                <w:sz w:val="28"/>
                <w:szCs w:val="28"/>
              </w:rPr>
              <w:t>ё</w:t>
            </w:r>
            <w:r w:rsidRPr="00E04AE1">
              <w:rPr>
                <w:iCs/>
                <w:sz w:val="28"/>
                <w:szCs w:val="28"/>
              </w:rPr>
              <w:t>т к возникновению права регрессного требования гаранта к принципалу л</w:t>
            </w:r>
            <w:r w:rsidRPr="00E04AE1">
              <w:rPr>
                <w:iCs/>
                <w:sz w:val="28"/>
                <w:szCs w:val="28"/>
              </w:rPr>
              <w:t>и</w:t>
            </w:r>
            <w:r w:rsidRPr="00E04AE1">
              <w:rPr>
                <w:iCs/>
                <w:sz w:val="28"/>
                <w:szCs w:val="28"/>
              </w:rPr>
              <w:t>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-96000,0</w:t>
            </w:r>
          </w:p>
        </w:tc>
      </w:tr>
      <w:tr w:rsidR="009A78A8" w:rsidRPr="00E04AE1" w:rsidTr="00712B60">
        <w:trPr>
          <w:trHeight w:val="1350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01 06 04 01 02 0000 810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F921DE">
            <w:pPr>
              <w:spacing w:line="360" w:lineRule="auto"/>
              <w:jc w:val="both"/>
              <w:rPr>
                <w:iCs/>
                <w:spacing w:val="-4"/>
                <w:sz w:val="28"/>
                <w:szCs w:val="28"/>
              </w:rPr>
            </w:pPr>
            <w:r w:rsidRPr="00E04AE1">
              <w:rPr>
                <w:iCs/>
                <w:spacing w:val="-4"/>
                <w:sz w:val="28"/>
                <w:szCs w:val="28"/>
              </w:rPr>
              <w:t>Исполнение государственных гара</w:t>
            </w:r>
            <w:r w:rsidRPr="00E04AE1">
              <w:rPr>
                <w:iCs/>
                <w:spacing w:val="-4"/>
                <w:sz w:val="28"/>
                <w:szCs w:val="28"/>
              </w:rPr>
              <w:t>н</w:t>
            </w:r>
            <w:r w:rsidRPr="00E04AE1">
              <w:rPr>
                <w:iCs/>
                <w:spacing w:val="-4"/>
                <w:sz w:val="28"/>
                <w:szCs w:val="28"/>
              </w:rPr>
              <w:t>тий субъектов Российской Федерации в валюте Российской Федерации в случае, если исполнение гарантом го</w:t>
            </w:r>
            <w:r>
              <w:rPr>
                <w:iCs/>
                <w:spacing w:val="-4"/>
                <w:sz w:val="28"/>
                <w:szCs w:val="28"/>
              </w:rPr>
              <w:t>-</w:t>
            </w:r>
            <w:r w:rsidRPr="00E04AE1">
              <w:rPr>
                <w:iCs/>
                <w:spacing w:val="-4"/>
                <w:sz w:val="28"/>
                <w:szCs w:val="28"/>
              </w:rPr>
              <w:t>сударственных гарантий субъекта Ро</w:t>
            </w:r>
            <w:r w:rsidRPr="00E04AE1">
              <w:rPr>
                <w:iCs/>
                <w:spacing w:val="-4"/>
                <w:sz w:val="28"/>
                <w:szCs w:val="28"/>
              </w:rPr>
              <w:t>с</w:t>
            </w:r>
            <w:r w:rsidRPr="00E04AE1">
              <w:rPr>
                <w:iCs/>
                <w:spacing w:val="-4"/>
                <w:sz w:val="28"/>
                <w:szCs w:val="28"/>
              </w:rPr>
              <w:t>сийской Федерации вед</w:t>
            </w:r>
            <w:r>
              <w:rPr>
                <w:iCs/>
                <w:spacing w:val="-4"/>
                <w:sz w:val="28"/>
                <w:szCs w:val="28"/>
              </w:rPr>
              <w:t>ё</w:t>
            </w:r>
            <w:r w:rsidRPr="00E04AE1">
              <w:rPr>
                <w:iCs/>
                <w:spacing w:val="-4"/>
                <w:sz w:val="28"/>
                <w:szCs w:val="28"/>
              </w:rPr>
              <w:t>т к возникн</w:t>
            </w:r>
            <w:r w:rsidRPr="00E04AE1">
              <w:rPr>
                <w:iCs/>
                <w:spacing w:val="-4"/>
                <w:sz w:val="28"/>
                <w:szCs w:val="28"/>
              </w:rPr>
              <w:t>о</w:t>
            </w:r>
            <w:r w:rsidRPr="00E04AE1">
              <w:rPr>
                <w:iCs/>
                <w:spacing w:val="-4"/>
                <w:sz w:val="28"/>
                <w:szCs w:val="28"/>
              </w:rPr>
              <w:t>вению права регрессного требования гаранта к принципалу либо обусловл</w:t>
            </w:r>
            <w:r w:rsidRPr="00E04AE1">
              <w:rPr>
                <w:iCs/>
                <w:spacing w:val="-4"/>
                <w:sz w:val="28"/>
                <w:szCs w:val="28"/>
              </w:rPr>
              <w:t>е</w:t>
            </w:r>
            <w:r w:rsidRPr="00E04AE1">
              <w:rPr>
                <w:iCs/>
                <w:spacing w:val="-4"/>
                <w:sz w:val="28"/>
                <w:szCs w:val="28"/>
              </w:rPr>
              <w:t>но уступкой гаранту прав требования бенефициара к принципалу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-96000,0»;</w:t>
            </w:r>
          </w:p>
        </w:tc>
      </w:tr>
    </w:tbl>
    <w:p w:rsidR="009A78A8" w:rsidRPr="00E04AE1" w:rsidRDefault="009A78A8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04AE1">
        <w:rPr>
          <w:sz w:val="28"/>
          <w:szCs w:val="28"/>
        </w:rPr>
        <w:t>с) строки</w:t>
      </w:r>
    </w:p>
    <w:tbl>
      <w:tblPr>
        <w:tblW w:w="10065" w:type="dxa"/>
        <w:tblInd w:w="-34" w:type="dxa"/>
        <w:tblLook w:val="00A0"/>
      </w:tblPr>
      <w:tblGrid>
        <w:gridCol w:w="3286"/>
        <w:gridCol w:w="4794"/>
        <w:gridCol w:w="1985"/>
      </w:tblGrid>
      <w:tr w:rsidR="009A78A8" w:rsidRPr="00E04AE1" w:rsidTr="00712B60">
        <w:trPr>
          <w:trHeight w:val="87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«</w:t>
            </w:r>
            <w:r w:rsidRPr="00E04AE1">
              <w:rPr>
                <w:i/>
                <w:iCs/>
                <w:sz w:val="28"/>
                <w:szCs w:val="28"/>
              </w:rPr>
              <w:t>01 06 10 00 00 0000 000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0,0</w:t>
            </w:r>
          </w:p>
        </w:tc>
      </w:tr>
      <w:tr w:rsidR="009A78A8" w:rsidRPr="00E04AE1" w:rsidTr="00712B60">
        <w:trPr>
          <w:trHeight w:val="988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01 06 10 03 00 0000 500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Предоставление бюджетных кред</w:t>
            </w:r>
            <w:r w:rsidRPr="00E04AE1">
              <w:rPr>
                <w:i/>
                <w:iCs/>
                <w:sz w:val="28"/>
                <w:szCs w:val="28"/>
              </w:rPr>
              <w:t>и</w:t>
            </w:r>
            <w:r w:rsidRPr="00E04AE1">
              <w:rPr>
                <w:i/>
                <w:iCs/>
                <w:sz w:val="28"/>
                <w:szCs w:val="28"/>
              </w:rPr>
              <w:t>тов на пополнение остатков средств на счетах бюджетов субъектов Ро</w:t>
            </w:r>
            <w:r w:rsidRPr="00E04AE1">
              <w:rPr>
                <w:i/>
                <w:iCs/>
                <w:sz w:val="28"/>
                <w:szCs w:val="28"/>
              </w:rPr>
              <w:t>с</w:t>
            </w:r>
            <w:r w:rsidRPr="00E04AE1">
              <w:rPr>
                <w:i/>
                <w:iCs/>
                <w:sz w:val="28"/>
                <w:szCs w:val="28"/>
              </w:rPr>
              <w:t>сийской Федерации (местных бю</w:t>
            </w:r>
            <w:r w:rsidRPr="00E04AE1">
              <w:rPr>
                <w:i/>
                <w:iCs/>
                <w:sz w:val="28"/>
                <w:szCs w:val="28"/>
              </w:rPr>
              <w:t>д</w:t>
            </w:r>
            <w:r w:rsidRPr="00E04AE1">
              <w:rPr>
                <w:i/>
                <w:iCs/>
                <w:sz w:val="28"/>
                <w:szCs w:val="28"/>
              </w:rPr>
              <w:t>жетов)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/>
                <w:iCs/>
                <w:sz w:val="28"/>
                <w:szCs w:val="28"/>
              </w:rPr>
            </w:pPr>
            <w:r w:rsidRPr="00E04AE1">
              <w:rPr>
                <w:i/>
                <w:iCs/>
                <w:sz w:val="28"/>
                <w:szCs w:val="28"/>
              </w:rPr>
              <w:t>2000000,0</w:t>
            </w:r>
          </w:p>
        </w:tc>
      </w:tr>
      <w:tr w:rsidR="009A78A8" w:rsidRPr="00E04AE1" w:rsidTr="00712B60">
        <w:trPr>
          <w:trHeight w:val="1350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01 06 10 03 01 0000 540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F921DE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Предоставление за сч</w:t>
            </w:r>
            <w:r>
              <w:rPr>
                <w:iCs/>
                <w:sz w:val="28"/>
                <w:szCs w:val="28"/>
              </w:rPr>
              <w:t>ё</w:t>
            </w:r>
            <w:r w:rsidRPr="00E04AE1">
              <w:rPr>
                <w:iCs/>
                <w:sz w:val="28"/>
                <w:szCs w:val="28"/>
              </w:rPr>
              <w:t>т средств ф</w:t>
            </w:r>
            <w:r w:rsidRPr="00E04AE1">
              <w:rPr>
                <w:iCs/>
                <w:sz w:val="28"/>
                <w:szCs w:val="28"/>
              </w:rPr>
              <w:t>е</w:t>
            </w:r>
            <w:r w:rsidRPr="00E04AE1">
              <w:rPr>
                <w:iCs/>
                <w:sz w:val="28"/>
                <w:szCs w:val="28"/>
              </w:rPr>
              <w:t>дерального бюджета бюджетных кр</w:t>
            </w:r>
            <w:r w:rsidRPr="00E04AE1">
              <w:rPr>
                <w:iCs/>
                <w:sz w:val="28"/>
                <w:szCs w:val="28"/>
              </w:rPr>
              <w:t>е</w:t>
            </w:r>
            <w:r w:rsidRPr="00E04AE1">
              <w:rPr>
                <w:iCs/>
                <w:sz w:val="28"/>
                <w:szCs w:val="28"/>
              </w:rPr>
              <w:t>дитов на пополнение остатков средств на счетах бюджетов субъе</w:t>
            </w:r>
            <w:r w:rsidRPr="00E04AE1">
              <w:rPr>
                <w:iCs/>
                <w:sz w:val="28"/>
                <w:szCs w:val="28"/>
              </w:rPr>
              <w:t>к</w:t>
            </w:r>
            <w:r w:rsidRPr="00E04AE1">
              <w:rPr>
                <w:iCs/>
                <w:sz w:val="28"/>
                <w:szCs w:val="28"/>
              </w:rPr>
              <w:t>тов Российской Федерации (местных бюджетов)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2000000,0</w:t>
            </w:r>
          </w:p>
        </w:tc>
      </w:tr>
      <w:tr w:rsidR="009A78A8" w:rsidRPr="00E04AE1" w:rsidTr="00712B60">
        <w:trPr>
          <w:trHeight w:val="1350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01 06 10 03 00 0000 600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Возврат бюджетных кредитов на п</w:t>
            </w:r>
            <w:r w:rsidRPr="00E04AE1">
              <w:rPr>
                <w:iCs/>
                <w:sz w:val="28"/>
                <w:szCs w:val="28"/>
              </w:rPr>
              <w:t>о</w:t>
            </w:r>
            <w:r w:rsidRPr="00E04AE1">
              <w:rPr>
                <w:iCs/>
                <w:sz w:val="28"/>
                <w:szCs w:val="28"/>
              </w:rPr>
              <w:t>полнение остатков средств на счетах бюджетов субъектов Российской Ф</w:t>
            </w:r>
            <w:r w:rsidRPr="00E04AE1">
              <w:rPr>
                <w:iCs/>
                <w:sz w:val="28"/>
                <w:szCs w:val="28"/>
              </w:rPr>
              <w:t>е</w:t>
            </w:r>
            <w:r w:rsidRPr="00E04AE1">
              <w:rPr>
                <w:iCs/>
                <w:sz w:val="28"/>
                <w:szCs w:val="28"/>
              </w:rPr>
              <w:t>дерации (местных бюджетов)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-2000000,0</w:t>
            </w:r>
          </w:p>
        </w:tc>
      </w:tr>
      <w:tr w:rsidR="009A78A8" w:rsidRPr="00E04AE1" w:rsidTr="00712B60">
        <w:trPr>
          <w:trHeight w:val="282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E04AE1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01 06 10 03 01 0000 640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78A8" w:rsidRPr="00E04AE1" w:rsidRDefault="009A78A8" w:rsidP="00F921DE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Возврат бюджетных кредитов на п</w:t>
            </w:r>
            <w:r w:rsidRPr="00E04AE1">
              <w:rPr>
                <w:iCs/>
                <w:sz w:val="28"/>
                <w:szCs w:val="28"/>
              </w:rPr>
              <w:t>о</w:t>
            </w:r>
            <w:r w:rsidRPr="00E04AE1">
              <w:rPr>
                <w:iCs/>
                <w:sz w:val="28"/>
                <w:szCs w:val="28"/>
              </w:rPr>
              <w:t>полнение остатков средств на счетах бюджетов субъектов Российской Ф</w:t>
            </w:r>
            <w:r w:rsidRPr="00E04AE1">
              <w:rPr>
                <w:iCs/>
                <w:sz w:val="28"/>
                <w:szCs w:val="28"/>
              </w:rPr>
              <w:t>е</w:t>
            </w:r>
            <w:r w:rsidRPr="00E04AE1">
              <w:rPr>
                <w:iCs/>
                <w:sz w:val="28"/>
                <w:szCs w:val="28"/>
              </w:rPr>
              <w:t>дерации (местных бюджетов), пр</w:t>
            </w:r>
            <w:r w:rsidRPr="00E04AE1">
              <w:rPr>
                <w:iCs/>
                <w:sz w:val="28"/>
                <w:szCs w:val="28"/>
              </w:rPr>
              <w:t>е</w:t>
            </w:r>
            <w:r w:rsidRPr="00E04AE1">
              <w:rPr>
                <w:iCs/>
                <w:sz w:val="28"/>
                <w:szCs w:val="28"/>
              </w:rPr>
              <w:t>доставленных  за сч</w:t>
            </w:r>
            <w:r>
              <w:rPr>
                <w:iCs/>
                <w:sz w:val="28"/>
                <w:szCs w:val="28"/>
              </w:rPr>
              <w:t>ё</w:t>
            </w:r>
            <w:r w:rsidRPr="00E04AE1">
              <w:rPr>
                <w:iCs/>
                <w:sz w:val="28"/>
                <w:szCs w:val="28"/>
              </w:rPr>
              <w:t>т средств фед</w:t>
            </w:r>
            <w:r w:rsidRPr="00E04AE1">
              <w:rPr>
                <w:iCs/>
                <w:sz w:val="28"/>
                <w:szCs w:val="28"/>
              </w:rPr>
              <w:t>е</w:t>
            </w:r>
            <w:r w:rsidRPr="00E04AE1">
              <w:rPr>
                <w:iCs/>
                <w:sz w:val="28"/>
                <w:szCs w:val="28"/>
              </w:rPr>
              <w:t>рального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</w:p>
          <w:p w:rsidR="009A78A8" w:rsidRPr="00E04AE1" w:rsidRDefault="009A78A8" w:rsidP="00E04AE1">
            <w:pPr>
              <w:spacing w:line="360" w:lineRule="auto"/>
              <w:jc w:val="right"/>
              <w:rPr>
                <w:iCs/>
                <w:sz w:val="28"/>
                <w:szCs w:val="28"/>
              </w:rPr>
            </w:pPr>
            <w:r w:rsidRPr="00E04AE1">
              <w:rPr>
                <w:iCs/>
                <w:sz w:val="28"/>
                <w:szCs w:val="28"/>
              </w:rPr>
              <w:t>-2000000,0»</w:t>
            </w:r>
          </w:p>
        </w:tc>
      </w:tr>
    </w:tbl>
    <w:p w:rsidR="009A78A8" w:rsidRPr="00E04AE1" w:rsidRDefault="009A78A8" w:rsidP="00E04A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9) в приложении 9: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а) в строке «</w:t>
      </w:r>
      <w:r w:rsidRPr="00FA2711">
        <w:rPr>
          <w:sz w:val="28"/>
        </w:rPr>
        <w:t>Кредиты кредитных организаций в валюте Российской Федер</w:t>
      </w:r>
      <w:r w:rsidRPr="00FA2711">
        <w:rPr>
          <w:sz w:val="28"/>
        </w:rPr>
        <w:t>а</w:t>
      </w:r>
      <w:r w:rsidRPr="00FA2711">
        <w:rPr>
          <w:sz w:val="28"/>
        </w:rPr>
        <w:t>ции</w:t>
      </w:r>
      <w:r>
        <w:rPr>
          <w:sz w:val="28"/>
        </w:rPr>
        <w:t>» (код 01 02 00 00 00 0000 000) цифры «4099903,2» заменить цифрами «4195903,2», цифры «5237388,7» заменить цифрами «5333388,7»;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б) в строке «</w:t>
      </w:r>
      <w:r w:rsidRPr="00FA2711">
        <w:rPr>
          <w:sz w:val="28"/>
        </w:rPr>
        <w:t>Получение кредитов от кредитных организаций в валюте Ро</w:t>
      </w:r>
      <w:r w:rsidRPr="00FA2711">
        <w:rPr>
          <w:sz w:val="28"/>
        </w:rPr>
        <w:t>с</w:t>
      </w:r>
      <w:r w:rsidRPr="00FA2711">
        <w:rPr>
          <w:sz w:val="28"/>
        </w:rPr>
        <w:t>сийской Федерации</w:t>
      </w:r>
      <w:r>
        <w:rPr>
          <w:sz w:val="28"/>
        </w:rPr>
        <w:t>» (код 01 02 00 00 00 0000 700) цифры «7099903,2» заменить цифрами «7195903,2», цифры «8837388,7» заменить цифрами «10933388,7»;</w:t>
      </w:r>
    </w:p>
    <w:p w:rsidR="009A78A8" w:rsidRDefault="009A78A8" w:rsidP="00FA2711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в) в строке «</w:t>
      </w:r>
      <w:r w:rsidRPr="00FA2711">
        <w:rPr>
          <w:sz w:val="28"/>
        </w:rPr>
        <w:t>Получение кредитов от кредитных организаций бюджетами субъектов Российской Федерации в валюте Российской Федерации</w:t>
      </w:r>
      <w:r>
        <w:rPr>
          <w:sz w:val="28"/>
        </w:rPr>
        <w:t>» (код 01 02 00 00 02 0000 710) цифры «7099903,2» заменить цифрами «7195903,2», цифры «8837388,7» заменить цифрами «10933388,7»;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г) в строке «</w:t>
      </w:r>
      <w:r w:rsidRPr="00FA2711">
        <w:rPr>
          <w:sz w:val="28"/>
        </w:rPr>
        <w:t>Погашение кредитов, предоставленных кредитными организ</w:t>
      </w:r>
      <w:r w:rsidRPr="00FA2711">
        <w:rPr>
          <w:sz w:val="28"/>
        </w:rPr>
        <w:t>а</w:t>
      </w:r>
      <w:r w:rsidRPr="00FA2711">
        <w:rPr>
          <w:sz w:val="28"/>
        </w:rPr>
        <w:t>циями в валюте Российской Федерации</w:t>
      </w:r>
      <w:r>
        <w:rPr>
          <w:sz w:val="28"/>
        </w:rPr>
        <w:t xml:space="preserve">» (код 01 02 00 00 00 0000 800) цифры </w:t>
      </w:r>
      <w:r>
        <w:rPr>
          <w:sz w:val="28"/>
        </w:rPr>
        <w:br/>
        <w:t>«-3600000,0» заменить цифрами «-5600000,0»;</w:t>
      </w:r>
    </w:p>
    <w:p w:rsidR="009A78A8" w:rsidRDefault="009A78A8" w:rsidP="00885C9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д) в строке «</w:t>
      </w:r>
      <w:r w:rsidRPr="00885C92">
        <w:rPr>
          <w:sz w:val="28"/>
        </w:rPr>
        <w:t>Погашение бюджетами субъектов Российской Федерации кр</w:t>
      </w:r>
      <w:r w:rsidRPr="00885C92">
        <w:rPr>
          <w:sz w:val="28"/>
        </w:rPr>
        <w:t>е</w:t>
      </w:r>
      <w:r w:rsidRPr="00885C92">
        <w:rPr>
          <w:sz w:val="28"/>
        </w:rPr>
        <w:t>дитов от кредитных организаций в валюте Российской Федерации</w:t>
      </w:r>
      <w:r>
        <w:rPr>
          <w:sz w:val="28"/>
        </w:rPr>
        <w:t>» (код 01 02 00 00 02 0000 810) цифры «-3600000,0» заменить цифрами «-5600000,0»;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е) в строке «</w:t>
      </w:r>
      <w:r w:rsidRPr="00885C92">
        <w:rPr>
          <w:sz w:val="28"/>
        </w:rPr>
        <w:t>Иные источники внутреннего финансирования дефицитов бюджетов</w:t>
      </w:r>
      <w:r>
        <w:rPr>
          <w:sz w:val="28"/>
        </w:rPr>
        <w:t>» (код 01 06 00 00 00 0000 000) цифры «783392,0» заменить цифрами «687392,0», цифры «224850,0» заменить цифрами «128850,0»;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ж) после строки</w:t>
      </w:r>
    </w:p>
    <w:tbl>
      <w:tblPr>
        <w:tblW w:w="10207" w:type="dxa"/>
        <w:tblInd w:w="-34" w:type="dxa"/>
        <w:tblLook w:val="00A0"/>
      </w:tblPr>
      <w:tblGrid>
        <w:gridCol w:w="3261"/>
        <w:gridCol w:w="4047"/>
        <w:gridCol w:w="1351"/>
        <w:gridCol w:w="1548"/>
      </w:tblGrid>
      <w:tr w:rsidR="009A78A8" w:rsidRPr="00885C92" w:rsidTr="00712B60">
        <w:trPr>
          <w:trHeight w:val="1635"/>
        </w:trPr>
        <w:tc>
          <w:tcPr>
            <w:tcW w:w="3261" w:type="dxa"/>
            <w:noWrap/>
          </w:tcPr>
          <w:p w:rsidR="009A78A8" w:rsidRPr="00885C92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85C92">
              <w:rPr>
                <w:sz w:val="28"/>
                <w:szCs w:val="28"/>
              </w:rPr>
              <w:t>01 06 01 00 02 0000 630</w:t>
            </w:r>
          </w:p>
        </w:tc>
        <w:tc>
          <w:tcPr>
            <w:tcW w:w="4047" w:type="dxa"/>
          </w:tcPr>
          <w:p w:rsidR="009A78A8" w:rsidRPr="00885C92" w:rsidRDefault="009A78A8" w:rsidP="00885C92">
            <w:pPr>
              <w:spacing w:line="360" w:lineRule="auto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</w:t>
            </w:r>
            <w:r w:rsidRPr="00885C92">
              <w:rPr>
                <w:sz w:val="28"/>
                <w:szCs w:val="28"/>
              </w:rPr>
              <w:t>а</w:t>
            </w:r>
            <w:r w:rsidRPr="00885C92">
              <w:rPr>
                <w:sz w:val="28"/>
                <w:szCs w:val="28"/>
              </w:rPr>
              <w:t xml:space="preserve">ции </w:t>
            </w:r>
          </w:p>
        </w:tc>
        <w:tc>
          <w:tcPr>
            <w:tcW w:w="1351" w:type="dxa"/>
            <w:noWrap/>
            <w:vAlign w:val="bottom"/>
          </w:tcPr>
          <w:p w:rsidR="009A78A8" w:rsidRPr="00885C92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783392,0</w:t>
            </w:r>
          </w:p>
        </w:tc>
        <w:tc>
          <w:tcPr>
            <w:tcW w:w="1548" w:type="dxa"/>
            <w:noWrap/>
            <w:vAlign w:val="bottom"/>
          </w:tcPr>
          <w:p w:rsidR="009A78A8" w:rsidRPr="00885C92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224850,0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885C92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285"/>
        <w:gridCol w:w="3945"/>
        <w:gridCol w:w="1417"/>
        <w:gridCol w:w="1560"/>
      </w:tblGrid>
      <w:tr w:rsidR="009A78A8" w:rsidRPr="00885C92" w:rsidTr="00712B60">
        <w:trPr>
          <w:trHeight w:val="20"/>
        </w:trPr>
        <w:tc>
          <w:tcPr>
            <w:tcW w:w="3285" w:type="dxa"/>
            <w:noWrap/>
          </w:tcPr>
          <w:p w:rsidR="009A78A8" w:rsidRPr="00885C92" w:rsidRDefault="009A78A8" w:rsidP="00885C92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«</w:t>
            </w:r>
            <w:r w:rsidRPr="00885C92">
              <w:rPr>
                <w:i/>
                <w:iCs/>
                <w:sz w:val="28"/>
                <w:szCs w:val="28"/>
              </w:rPr>
              <w:t>01 06 04 00 00 0000 000</w:t>
            </w:r>
          </w:p>
        </w:tc>
        <w:tc>
          <w:tcPr>
            <w:tcW w:w="3945" w:type="dxa"/>
          </w:tcPr>
          <w:p w:rsidR="009A78A8" w:rsidRPr="00885C92" w:rsidRDefault="009A78A8" w:rsidP="00885C92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885C92">
              <w:rPr>
                <w:i/>
                <w:iCs/>
                <w:sz w:val="28"/>
                <w:szCs w:val="28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417" w:type="dxa"/>
            <w:noWrap/>
            <w:vAlign w:val="bottom"/>
          </w:tcPr>
          <w:p w:rsidR="009A78A8" w:rsidRPr="00CE281C" w:rsidRDefault="009A78A8" w:rsidP="00885C92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CE281C">
              <w:rPr>
                <w:i/>
                <w:sz w:val="28"/>
                <w:szCs w:val="28"/>
              </w:rPr>
              <w:t>-96000,0</w:t>
            </w:r>
          </w:p>
        </w:tc>
        <w:tc>
          <w:tcPr>
            <w:tcW w:w="1560" w:type="dxa"/>
            <w:noWrap/>
            <w:vAlign w:val="bottom"/>
          </w:tcPr>
          <w:p w:rsidR="009A78A8" w:rsidRPr="00CE281C" w:rsidRDefault="009A78A8" w:rsidP="00712B60">
            <w:pPr>
              <w:spacing w:line="360" w:lineRule="auto"/>
              <w:jc w:val="right"/>
              <w:rPr>
                <w:i/>
                <w:sz w:val="28"/>
                <w:szCs w:val="28"/>
              </w:rPr>
            </w:pPr>
            <w:r w:rsidRPr="00CE281C">
              <w:rPr>
                <w:i/>
                <w:sz w:val="28"/>
                <w:szCs w:val="28"/>
              </w:rPr>
              <w:t>-96000,0</w:t>
            </w:r>
          </w:p>
        </w:tc>
      </w:tr>
      <w:tr w:rsidR="009A78A8" w:rsidRPr="00CE281C" w:rsidTr="00712B60">
        <w:trPr>
          <w:trHeight w:val="20"/>
        </w:trPr>
        <w:tc>
          <w:tcPr>
            <w:tcW w:w="3285" w:type="dxa"/>
            <w:noWrap/>
          </w:tcPr>
          <w:p w:rsidR="009A78A8" w:rsidRPr="00885C92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01 06 04 01 00 0000 000</w:t>
            </w:r>
          </w:p>
        </w:tc>
        <w:tc>
          <w:tcPr>
            <w:tcW w:w="3945" w:type="dxa"/>
          </w:tcPr>
          <w:p w:rsidR="009A78A8" w:rsidRPr="00885C92" w:rsidRDefault="009A78A8" w:rsidP="00885C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noWrap/>
            <w:vAlign w:val="bottom"/>
          </w:tcPr>
          <w:p w:rsidR="009A78A8" w:rsidRPr="00CE281C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281C">
              <w:rPr>
                <w:sz w:val="28"/>
                <w:szCs w:val="28"/>
              </w:rPr>
              <w:t>-96000,0</w:t>
            </w:r>
          </w:p>
        </w:tc>
        <w:tc>
          <w:tcPr>
            <w:tcW w:w="1560" w:type="dxa"/>
            <w:noWrap/>
            <w:vAlign w:val="bottom"/>
          </w:tcPr>
          <w:p w:rsidR="009A78A8" w:rsidRPr="00CE281C" w:rsidRDefault="009A78A8" w:rsidP="00712B6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281C">
              <w:rPr>
                <w:sz w:val="28"/>
                <w:szCs w:val="28"/>
              </w:rPr>
              <w:t>-96000,0</w:t>
            </w:r>
          </w:p>
        </w:tc>
      </w:tr>
      <w:tr w:rsidR="009A78A8" w:rsidRPr="00885C92" w:rsidTr="00712B60">
        <w:trPr>
          <w:trHeight w:val="20"/>
        </w:trPr>
        <w:tc>
          <w:tcPr>
            <w:tcW w:w="3285" w:type="dxa"/>
            <w:noWrap/>
          </w:tcPr>
          <w:p w:rsidR="009A78A8" w:rsidRPr="00885C92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01 06 04 01 00 0000 800</w:t>
            </w:r>
          </w:p>
        </w:tc>
        <w:tc>
          <w:tcPr>
            <w:tcW w:w="3945" w:type="dxa"/>
          </w:tcPr>
          <w:p w:rsidR="009A78A8" w:rsidRPr="00885C92" w:rsidRDefault="009A78A8" w:rsidP="00885C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</w:t>
            </w:r>
            <w:r w:rsidRPr="00885C92">
              <w:rPr>
                <w:sz w:val="28"/>
                <w:szCs w:val="28"/>
              </w:rPr>
              <w:t>а</w:t>
            </w:r>
            <w:r w:rsidRPr="00885C92">
              <w:rPr>
                <w:sz w:val="28"/>
                <w:szCs w:val="28"/>
              </w:rPr>
              <w:t>рантом государственных и муниципальных гарантий в</w:t>
            </w:r>
            <w:r w:rsidRPr="00885C92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дё</w:t>
            </w:r>
            <w:r w:rsidRPr="00885C92">
              <w:rPr>
                <w:sz w:val="28"/>
                <w:szCs w:val="28"/>
              </w:rPr>
              <w:t>т к возникновению права регрессного требования гара</w:t>
            </w:r>
            <w:r w:rsidRPr="00885C92">
              <w:rPr>
                <w:sz w:val="28"/>
                <w:szCs w:val="28"/>
              </w:rPr>
              <w:t>н</w:t>
            </w:r>
            <w:r w:rsidRPr="00885C92">
              <w:rPr>
                <w:sz w:val="28"/>
                <w:szCs w:val="28"/>
              </w:rPr>
              <w:t>та к принципалу либо об</w:t>
            </w:r>
            <w:r w:rsidRPr="00885C92">
              <w:rPr>
                <w:sz w:val="28"/>
                <w:szCs w:val="28"/>
              </w:rPr>
              <w:t>у</w:t>
            </w:r>
            <w:r w:rsidRPr="00885C92">
              <w:rPr>
                <w:sz w:val="28"/>
                <w:szCs w:val="28"/>
              </w:rPr>
              <w:t>словлено уступкой гаранту прав требования бенефициара к принципалу</w:t>
            </w:r>
          </w:p>
        </w:tc>
        <w:tc>
          <w:tcPr>
            <w:tcW w:w="1417" w:type="dxa"/>
            <w:noWrap/>
            <w:vAlign w:val="bottom"/>
          </w:tcPr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885C92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-96000,0</w:t>
            </w:r>
          </w:p>
        </w:tc>
        <w:tc>
          <w:tcPr>
            <w:tcW w:w="1560" w:type="dxa"/>
            <w:noWrap/>
            <w:vAlign w:val="bottom"/>
          </w:tcPr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885C92" w:rsidRDefault="009A78A8" w:rsidP="00712B6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-96000,0</w:t>
            </w:r>
          </w:p>
        </w:tc>
      </w:tr>
      <w:tr w:rsidR="009A78A8" w:rsidRPr="00885C92" w:rsidTr="00712B60">
        <w:trPr>
          <w:trHeight w:val="20"/>
        </w:trPr>
        <w:tc>
          <w:tcPr>
            <w:tcW w:w="3285" w:type="dxa"/>
            <w:noWrap/>
          </w:tcPr>
          <w:p w:rsidR="009A78A8" w:rsidRPr="00885C92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01 06 04 01 02 0000 810</w:t>
            </w:r>
          </w:p>
        </w:tc>
        <w:tc>
          <w:tcPr>
            <w:tcW w:w="3945" w:type="dxa"/>
          </w:tcPr>
          <w:p w:rsidR="009A78A8" w:rsidRPr="00885C92" w:rsidRDefault="009A78A8" w:rsidP="00F921D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Исполнение государственных гарантий субъектов Росси</w:t>
            </w:r>
            <w:r w:rsidRPr="00885C92">
              <w:rPr>
                <w:sz w:val="28"/>
                <w:szCs w:val="28"/>
              </w:rPr>
              <w:t>й</w:t>
            </w:r>
            <w:r w:rsidRPr="00885C92">
              <w:rPr>
                <w:sz w:val="28"/>
                <w:szCs w:val="28"/>
              </w:rPr>
              <w:t>ской Федерации в валюте Ро</w:t>
            </w:r>
            <w:r w:rsidRPr="00885C92">
              <w:rPr>
                <w:sz w:val="28"/>
                <w:szCs w:val="28"/>
              </w:rPr>
              <w:t>с</w:t>
            </w:r>
            <w:r w:rsidRPr="00885C92">
              <w:rPr>
                <w:sz w:val="28"/>
                <w:szCs w:val="28"/>
              </w:rPr>
              <w:t>сийской Федерации в случае, если исполнение гарантом г</w:t>
            </w:r>
            <w:r w:rsidRPr="00885C92">
              <w:rPr>
                <w:sz w:val="28"/>
                <w:szCs w:val="28"/>
              </w:rPr>
              <w:t>о</w:t>
            </w:r>
            <w:r w:rsidRPr="00885C92">
              <w:rPr>
                <w:sz w:val="28"/>
                <w:szCs w:val="28"/>
              </w:rPr>
              <w:t>сударственных гарантий суб</w:t>
            </w:r>
            <w:r w:rsidRPr="00885C92">
              <w:rPr>
                <w:sz w:val="28"/>
                <w:szCs w:val="28"/>
              </w:rPr>
              <w:t>ъ</w:t>
            </w:r>
            <w:r w:rsidRPr="00885C92">
              <w:rPr>
                <w:sz w:val="28"/>
                <w:szCs w:val="28"/>
              </w:rPr>
              <w:t>екта Российской Федерации вед</w:t>
            </w:r>
            <w:r>
              <w:rPr>
                <w:sz w:val="28"/>
                <w:szCs w:val="28"/>
              </w:rPr>
              <w:t>ё</w:t>
            </w:r>
            <w:r w:rsidRPr="00885C92">
              <w:rPr>
                <w:sz w:val="28"/>
                <w:szCs w:val="28"/>
              </w:rPr>
              <w:t>т к возникновению права регрессного требования гара</w:t>
            </w:r>
            <w:r w:rsidRPr="00885C92">
              <w:rPr>
                <w:sz w:val="28"/>
                <w:szCs w:val="28"/>
              </w:rPr>
              <w:t>н</w:t>
            </w:r>
            <w:r w:rsidRPr="00885C92">
              <w:rPr>
                <w:sz w:val="28"/>
                <w:szCs w:val="28"/>
              </w:rPr>
              <w:t>та к принципалу либо об</w:t>
            </w:r>
            <w:r w:rsidRPr="00885C92">
              <w:rPr>
                <w:sz w:val="28"/>
                <w:szCs w:val="28"/>
              </w:rPr>
              <w:t>у</w:t>
            </w:r>
            <w:r w:rsidRPr="00885C92">
              <w:rPr>
                <w:sz w:val="28"/>
                <w:szCs w:val="28"/>
              </w:rPr>
              <w:t>словлено уступкой гаранту прав требования бенефициара к принципалу</w:t>
            </w:r>
          </w:p>
        </w:tc>
        <w:tc>
          <w:tcPr>
            <w:tcW w:w="1417" w:type="dxa"/>
            <w:noWrap/>
            <w:vAlign w:val="bottom"/>
          </w:tcPr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885C92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-96000,0</w:t>
            </w:r>
          </w:p>
        </w:tc>
        <w:tc>
          <w:tcPr>
            <w:tcW w:w="1560" w:type="dxa"/>
            <w:noWrap/>
            <w:vAlign w:val="bottom"/>
          </w:tcPr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885C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885C92" w:rsidRDefault="009A78A8" w:rsidP="00712B60">
            <w:pPr>
              <w:spacing w:line="360" w:lineRule="auto"/>
              <w:ind w:right="-92"/>
              <w:jc w:val="right"/>
              <w:rPr>
                <w:sz w:val="28"/>
                <w:szCs w:val="28"/>
              </w:rPr>
            </w:pPr>
            <w:r w:rsidRPr="00885C92">
              <w:rPr>
                <w:sz w:val="28"/>
                <w:szCs w:val="28"/>
              </w:rPr>
              <w:t>-96000,0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10) приложение 10 изложить в следующей редакции:</w:t>
      </w:r>
    </w:p>
    <w:p w:rsidR="009A78A8" w:rsidRDefault="009A78A8">
      <w:r>
        <w:br w:type="page"/>
      </w:r>
    </w:p>
    <w:tbl>
      <w:tblPr>
        <w:tblW w:w="9938" w:type="dxa"/>
        <w:tblInd w:w="93" w:type="dxa"/>
        <w:tblLook w:val="00A0"/>
      </w:tblPr>
      <w:tblGrid>
        <w:gridCol w:w="3984"/>
        <w:gridCol w:w="1545"/>
        <w:gridCol w:w="236"/>
        <w:gridCol w:w="236"/>
        <w:gridCol w:w="128"/>
        <w:gridCol w:w="3809"/>
      </w:tblGrid>
      <w:tr w:rsidR="009A78A8" w:rsidRPr="00A13440" w:rsidTr="00463FA1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13440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13440" w:rsidRDefault="009A78A8" w:rsidP="00463FA1">
            <w:pPr>
              <w:spacing w:line="360" w:lineRule="auto"/>
              <w:ind w:left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10</w:t>
            </w:r>
          </w:p>
        </w:tc>
      </w:tr>
      <w:tr w:rsidR="009A78A8" w:rsidRPr="00A13440" w:rsidTr="00463FA1">
        <w:trPr>
          <w:trHeight w:val="614"/>
        </w:trPr>
        <w:tc>
          <w:tcPr>
            <w:tcW w:w="3984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bottom"/>
          </w:tcPr>
          <w:p w:rsidR="009A78A8" w:rsidRPr="00A13440" w:rsidRDefault="009A78A8" w:rsidP="00463F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single" w:sz="4" w:space="0" w:color="FFFFFF"/>
              <w:bottom w:val="nil"/>
              <w:right w:val="nil"/>
            </w:tcBorders>
            <w:vAlign w:val="bottom"/>
          </w:tcPr>
          <w:p w:rsidR="009A78A8" w:rsidRPr="00A13440" w:rsidRDefault="009A78A8" w:rsidP="00463FA1">
            <w:pPr>
              <w:ind w:left="601"/>
              <w:jc w:val="center"/>
              <w:rPr>
                <w:sz w:val="28"/>
                <w:szCs w:val="28"/>
              </w:rPr>
            </w:pPr>
            <w:r w:rsidRPr="00A13440">
              <w:rPr>
                <w:sz w:val="28"/>
                <w:szCs w:val="28"/>
              </w:rPr>
              <w:t>к Закону Ульяновской области</w:t>
            </w:r>
            <w:r w:rsidRPr="00A1344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>Об областном бюдж</w:t>
            </w:r>
            <w:r>
              <w:rPr>
                <w:sz w:val="28"/>
                <w:szCs w:val="28"/>
              </w:rPr>
              <w:t xml:space="preserve">ете </w:t>
            </w:r>
            <w:r>
              <w:rPr>
                <w:sz w:val="28"/>
                <w:szCs w:val="28"/>
              </w:rPr>
              <w:br/>
              <w:t>Ульяновской области на 2014</w:t>
            </w:r>
            <w:r w:rsidRPr="00A13440">
              <w:rPr>
                <w:sz w:val="28"/>
                <w:szCs w:val="28"/>
              </w:rPr>
              <w:t xml:space="preserve"> год </w:t>
            </w:r>
            <w:r w:rsidRPr="00A13440">
              <w:rPr>
                <w:sz w:val="28"/>
                <w:szCs w:val="28"/>
              </w:rPr>
              <w:br/>
              <w:t>и на плановый период 201</w:t>
            </w:r>
            <w:r>
              <w:rPr>
                <w:sz w:val="28"/>
                <w:szCs w:val="28"/>
              </w:rPr>
              <w:t>5</w:t>
            </w:r>
            <w:r w:rsidRPr="00A13440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A13440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9A78A8" w:rsidRPr="00A13440" w:rsidTr="00463FA1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A13440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A13440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A13440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13440" w:rsidRDefault="009A78A8" w:rsidP="00463FA1">
            <w:pPr>
              <w:rPr>
                <w:sz w:val="28"/>
                <w:szCs w:val="28"/>
              </w:rPr>
            </w:pPr>
          </w:p>
        </w:tc>
      </w:tr>
      <w:tr w:rsidR="009A78A8" w:rsidRPr="00A13440" w:rsidTr="00463FA1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A13440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A13440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A13440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13440" w:rsidRDefault="009A78A8" w:rsidP="00463FA1">
            <w:pPr>
              <w:rPr>
                <w:sz w:val="28"/>
                <w:szCs w:val="28"/>
              </w:rPr>
            </w:pPr>
          </w:p>
        </w:tc>
      </w:tr>
      <w:tr w:rsidR="009A78A8" w:rsidRPr="00A13440" w:rsidTr="00463FA1">
        <w:trPr>
          <w:trHeight w:val="118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A5B04" w:rsidRDefault="009A78A8" w:rsidP="00463FA1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</w:p>
          <w:p w:rsidR="009A78A8" w:rsidRPr="00FA5B04" w:rsidRDefault="009A78A8" w:rsidP="00463FA1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Ульяновской области на 201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FA5B04">
              <w:rPr>
                <w:b/>
                <w:bCs/>
                <w:sz w:val="28"/>
                <w:szCs w:val="28"/>
              </w:rPr>
              <w:t xml:space="preserve"> год по разделам, подразделам,</w:t>
            </w:r>
          </w:p>
          <w:p w:rsidR="009A78A8" w:rsidRPr="00FA5B04" w:rsidRDefault="009A78A8" w:rsidP="00463FA1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целевым статьям и видам расходов классификации расходов</w:t>
            </w:r>
          </w:p>
          <w:p w:rsidR="009A78A8" w:rsidRPr="009B623F" w:rsidRDefault="009A78A8" w:rsidP="00463FA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бюджетов Российской Федерации </w:t>
            </w:r>
          </w:p>
        </w:tc>
      </w:tr>
      <w:tr w:rsidR="009A78A8" w:rsidRPr="00A13440" w:rsidTr="00463FA1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9B623F" w:rsidRDefault="009A78A8" w:rsidP="00463FA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9B623F" w:rsidRDefault="009A78A8" w:rsidP="00463FA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9B623F" w:rsidRDefault="009A78A8" w:rsidP="00463FA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9B623F" w:rsidRDefault="009A78A8" w:rsidP="00463FA1">
            <w:pPr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9A78A8" w:rsidRPr="009B623F" w:rsidTr="00463FA1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9A78A8" w:rsidRPr="009B623F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A78A8" w:rsidRPr="009B623F" w:rsidRDefault="009A78A8" w:rsidP="00463F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A78A8" w:rsidRPr="009B623F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9B623F" w:rsidRDefault="009A78A8" w:rsidP="00463FA1">
            <w:pPr>
              <w:jc w:val="right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9B623F" w:rsidRDefault="009A78A8" w:rsidP="0035160D">
      <w:pPr>
        <w:rPr>
          <w:sz w:val="2"/>
          <w:szCs w:val="2"/>
        </w:rPr>
      </w:pPr>
    </w:p>
    <w:p w:rsidR="009A78A8" w:rsidRPr="00782C83" w:rsidRDefault="009A78A8" w:rsidP="0035160D">
      <w:pPr>
        <w:spacing w:line="360" w:lineRule="auto"/>
        <w:ind w:firstLine="709"/>
        <w:jc w:val="both"/>
        <w:rPr>
          <w:sz w:val="2"/>
          <w:szCs w:val="2"/>
        </w:rPr>
      </w:pPr>
      <w:bookmarkStart w:id="0" w:name="RANGE!A1:D80"/>
      <w:bookmarkEnd w:id="0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  <w:gridCol w:w="567"/>
        <w:gridCol w:w="567"/>
        <w:gridCol w:w="1276"/>
        <w:gridCol w:w="709"/>
        <w:gridCol w:w="2126"/>
      </w:tblGrid>
      <w:tr w:rsidR="009A78A8" w:rsidRPr="00AF29CC" w:rsidTr="00463FA1">
        <w:trPr>
          <w:trHeight w:val="20"/>
          <w:tblHeader/>
        </w:trPr>
        <w:tc>
          <w:tcPr>
            <w:tcW w:w="4678" w:type="dxa"/>
            <w:vAlign w:val="center"/>
          </w:tcPr>
          <w:p w:rsidR="009A78A8" w:rsidRPr="009B623F" w:rsidRDefault="009A78A8" w:rsidP="00463FA1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567" w:type="dxa"/>
            <w:vAlign w:val="center"/>
          </w:tcPr>
          <w:p w:rsidR="009A78A8" w:rsidRPr="009B623F" w:rsidRDefault="009A78A8" w:rsidP="00463FA1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vAlign w:val="center"/>
          </w:tcPr>
          <w:p w:rsidR="009A78A8" w:rsidRPr="009B623F" w:rsidRDefault="009A78A8" w:rsidP="00463FA1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ПР</w:t>
            </w:r>
          </w:p>
        </w:tc>
        <w:tc>
          <w:tcPr>
            <w:tcW w:w="1276" w:type="dxa"/>
            <w:vAlign w:val="center"/>
          </w:tcPr>
          <w:p w:rsidR="009A78A8" w:rsidRPr="009B623F" w:rsidRDefault="009A78A8" w:rsidP="00463FA1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9A78A8" w:rsidRPr="009B623F" w:rsidRDefault="009A78A8" w:rsidP="00463FA1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ВР</w:t>
            </w:r>
          </w:p>
        </w:tc>
        <w:tc>
          <w:tcPr>
            <w:tcW w:w="2126" w:type="dxa"/>
            <w:noWrap/>
            <w:vAlign w:val="center"/>
          </w:tcPr>
          <w:p w:rsidR="009A78A8" w:rsidRPr="009B623F" w:rsidRDefault="009A78A8" w:rsidP="00463FA1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Сумма</w:t>
            </w:r>
          </w:p>
        </w:tc>
      </w:tr>
    </w:tbl>
    <w:p w:rsidR="009A78A8" w:rsidRPr="00463FA1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"/>
          <w:szCs w:val="2"/>
        </w:rPr>
      </w:pPr>
    </w:p>
    <w:tbl>
      <w:tblPr>
        <w:tblW w:w="9923" w:type="dxa"/>
        <w:tblInd w:w="-34" w:type="dxa"/>
        <w:tblLayout w:type="fixed"/>
        <w:tblLook w:val="00A0"/>
      </w:tblPr>
      <w:tblGrid>
        <w:gridCol w:w="4678"/>
        <w:gridCol w:w="567"/>
        <w:gridCol w:w="567"/>
        <w:gridCol w:w="1276"/>
        <w:gridCol w:w="709"/>
        <w:gridCol w:w="2126"/>
      </w:tblGrid>
      <w:tr w:rsidR="009A78A8" w:rsidRPr="00E266D8" w:rsidTr="00463FA1">
        <w:trPr>
          <w:trHeight w:val="20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A8" w:rsidRPr="00E266D8" w:rsidRDefault="009A78A8" w:rsidP="00463F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8A8" w:rsidRPr="00E266D8" w:rsidRDefault="009A78A8" w:rsidP="00463F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8A8" w:rsidRPr="00E266D8" w:rsidRDefault="009A78A8" w:rsidP="00463F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8A8" w:rsidRPr="00E266D8" w:rsidRDefault="009A78A8" w:rsidP="00463FA1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8A8" w:rsidRPr="00E266D8" w:rsidRDefault="009A78A8" w:rsidP="00463F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E266D8" w:rsidRDefault="009A78A8" w:rsidP="00463F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9A78A8" w:rsidRPr="00E266D8" w:rsidRDefault="009A78A8" w:rsidP="00554EE5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A78A8" w:rsidRPr="00E266D8" w:rsidRDefault="009A78A8" w:rsidP="00554EE5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1815967,75272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Функционирование высшего дол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ностного лица субъекта Российской Федерации и муниципального обр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3134,7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554EE5">
            <w:pPr>
              <w:spacing w:line="367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с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3134,7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3134,7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3026,1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Функционирование законодател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ных (представительных) органов го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сударственной власти и представ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135502,3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554EE5">
            <w:pPr>
              <w:spacing w:line="362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с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135502,3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109630,715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89187,0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20320,715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Председатель Законодательного С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брания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2841,485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2841,485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Депутаты Законодательного Собр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23030,1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16872,1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выплаты, за исключением фонда оплаты труда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органов, л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цам, привлекаемым согласно зак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нодательству для выполнения о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дельных полномочий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6158,0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полнительных органов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186517,6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554EE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с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186517,6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175181,6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166894,1145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4872,1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3255,0855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E266D8">
              <w:rPr>
                <w:color w:val="000000"/>
                <w:sz w:val="28"/>
                <w:szCs w:val="28"/>
              </w:rPr>
              <w:t>й</w:t>
            </w:r>
            <w:r w:rsidRPr="00E266D8">
              <w:rPr>
                <w:color w:val="000000"/>
                <w:sz w:val="28"/>
                <w:szCs w:val="28"/>
              </w:rPr>
              <w:t>ской Федерации и мировых согл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шений по возмещению вреда, пр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сударственной власти (государс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Руководитель высшего исполн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11336,0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11016,7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319,3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69763,6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554EE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с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69763,6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деятельности аппар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тов судов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69763,6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63123,6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6515,0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деятельности финанс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вых, налоговых и таможенных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нов и органов финансового (фина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сово-бюджетного) надзора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130697,6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554EE5">
            <w:pPr>
              <w:spacing w:line="355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с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130697,6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127268,5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101223,6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997,7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D6454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Default="009A78A8" w:rsidP="003D6454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D6454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D6454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D6454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20303,5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4465,3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128,4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Председатель Счётной палаты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  и его заместитель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3429,1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3406,6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54140,1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554EE5">
            <w:pPr>
              <w:spacing w:line="355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с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53440,1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18941,5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18185,0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28140,3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28140,3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6358,3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6321,3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Проведение выборов и референд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мов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автоматизирова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 xml:space="preserve">ная информационная система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ы</w:t>
            </w:r>
            <w:r w:rsidRPr="00E266D8">
              <w:rPr>
                <w:color w:val="000000"/>
                <w:sz w:val="28"/>
                <w:szCs w:val="28"/>
              </w:rPr>
              <w:t>боры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50176,08905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50176,08905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Резервный фонд Правительства 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45176,08905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45176,08905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Резервный фонд Ульяновской обла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070 0600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070 0600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1186035,76367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99993,4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99993,4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86337,6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13440,9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4276,8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деятельности предст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вителя Правительства Ульяновской области, направляемого для работы при Торговом представительстве Российской Федерации в Федер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тивной Республике Германия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6278,2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2952,0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2163,7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59,4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1103,1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собственности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7965,7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7915,7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поддержка отдел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ных некоммерческих организаций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10013,0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74FFA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Ульяновскому регионал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 xml:space="preserve">ному отделению Общероссийской общественной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Асс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циация юристов России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фина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сирование затрат, связанных с 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тельностью Ассоциации по содейс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вию развитию правового просвещ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 и оказанию бесплатной юрид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ческой помощи на территории 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74FFA">
            <w:pPr>
              <w:spacing w:line="353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74FFA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Совету муниципальных образований Ульяновской области на финансирование затрат по осущ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ствлению социально ориентирова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видов деятельности в целях с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действия развитию местного сам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Ульяновской регионал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ной организации Всероссийской общественной организации ветер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нов (пенсионеров) войны, труда, Вооружённых Сил и правоохран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554EE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Субсидии некоммерческим организ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а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циям (за исключением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554E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 w:rsidRPr="00E266D8">
              <w:rPr>
                <w:color w:val="000000"/>
                <w:sz w:val="28"/>
                <w:szCs w:val="28"/>
              </w:rPr>
              <w:t>к</w:t>
            </w:r>
            <w:r w:rsidRPr="00E266D8">
              <w:rPr>
                <w:color w:val="000000"/>
                <w:sz w:val="28"/>
                <w:szCs w:val="28"/>
              </w:rPr>
              <w:t>ций, связанных с общегосударстве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ным управлением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554EE5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54E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12613,0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Выполнение других обязательств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092 0300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12613,0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Прочие выплаты по обязательствам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12613,0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Обслуживание государственного долга субъекта Российской Федер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E266D8">
              <w:rPr>
                <w:color w:val="000000"/>
                <w:sz w:val="28"/>
                <w:szCs w:val="28"/>
              </w:rPr>
              <w:t>й</w:t>
            </w:r>
            <w:r w:rsidRPr="00E266D8">
              <w:rPr>
                <w:color w:val="000000"/>
                <w:sz w:val="28"/>
                <w:szCs w:val="28"/>
              </w:rPr>
              <w:t>ской Федерации и мировых согл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шений по возмещению вреда, пр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 xml:space="preserve">чинённого в результате незаконных действий (бездействия) органов </w:t>
            </w:r>
            <w:r>
              <w:rPr>
                <w:color w:val="000000"/>
                <w:sz w:val="28"/>
                <w:szCs w:val="28"/>
              </w:rPr>
              <w:br/>
            </w:r>
            <w:r w:rsidRPr="00E266D8">
              <w:rPr>
                <w:color w:val="000000"/>
                <w:sz w:val="28"/>
                <w:szCs w:val="28"/>
              </w:rPr>
              <w:t>государственной власти (государс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11613,0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по обеспечению хозя</w:t>
            </w:r>
            <w:r w:rsidRPr="00E266D8">
              <w:rPr>
                <w:color w:val="000000"/>
                <w:sz w:val="28"/>
                <w:szCs w:val="28"/>
              </w:rPr>
              <w:t>й</w:t>
            </w:r>
            <w:r w:rsidRPr="00E266D8">
              <w:rPr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665710,59367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464401,33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1890,9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12917,4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183960,36367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90,0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657,8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1792,8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по патриотическому воспитанию граждан  Российской Федерации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4228,0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3067,9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771,1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Учреждения в сфере распростран</w:t>
            </w:r>
            <w:r w:rsidRPr="00463FA1">
              <w:rPr>
                <w:sz w:val="28"/>
                <w:szCs w:val="28"/>
              </w:rPr>
              <w:t>е</w:t>
            </w:r>
            <w:r w:rsidRPr="00463FA1">
              <w:rPr>
                <w:sz w:val="28"/>
                <w:szCs w:val="28"/>
              </w:rPr>
              <w:t>ния и использования информацио</w:t>
            </w:r>
            <w:r w:rsidRPr="00463FA1">
              <w:rPr>
                <w:sz w:val="28"/>
                <w:szCs w:val="28"/>
              </w:rPr>
              <w:t>н</w:t>
            </w:r>
            <w:r w:rsidRPr="00463FA1">
              <w:rPr>
                <w:sz w:val="28"/>
                <w:szCs w:val="28"/>
              </w:rPr>
              <w:t>ных и коммуникационных технол</w:t>
            </w:r>
            <w:r w:rsidRPr="00463FA1">
              <w:rPr>
                <w:sz w:val="28"/>
                <w:szCs w:val="28"/>
              </w:rPr>
              <w:t>о</w:t>
            </w:r>
            <w:r w:rsidRPr="00463FA1">
              <w:rPr>
                <w:sz w:val="28"/>
                <w:szCs w:val="28"/>
              </w:rPr>
              <w:t>гий, научных исследований в обла</w:t>
            </w:r>
            <w:r w:rsidRPr="00463FA1">
              <w:rPr>
                <w:sz w:val="28"/>
                <w:szCs w:val="28"/>
              </w:rPr>
              <w:t>с</w:t>
            </w:r>
            <w:r w:rsidRPr="00463FA1">
              <w:rPr>
                <w:sz w:val="28"/>
                <w:szCs w:val="28"/>
              </w:rPr>
              <w:t>ти истории и культуры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77408,4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39334,94798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2476,45202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34876,97722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720,02278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дарственных функций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венными органами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2084,24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2084,24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мочий Российской Федерации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F8591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77716,1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деятельности депут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тов Государственной Думы и их 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мощников в избирательных округах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7839,7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6192,0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1459,2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членов Совета Федер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ции и их помощников в субъектах Российской Федерации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2139,6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1840,5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вии с пунктом 1 статьи 4 Федерал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 xml:space="preserve">ного закона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 актах гражданского состояния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полномочий Российской Федерации на государственную р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гистрацию актов гражданского с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стояния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67736,8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6793,1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7206,77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994,73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52736,8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 по поддержке реги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нал</w:t>
            </w:r>
            <w:r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ных проекто</w:t>
            </w:r>
            <w:r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 xml:space="preserve"> в сфере информ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306 0000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74FF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</w:t>
            </w:r>
            <w:r>
              <w:rPr>
                <w:sz w:val="28"/>
                <w:szCs w:val="28"/>
              </w:rPr>
              <w:t>м</w:t>
            </w:r>
            <w:r w:rsidRPr="00E266D8">
              <w:rPr>
                <w:sz w:val="28"/>
                <w:szCs w:val="28"/>
              </w:rPr>
              <w:t xml:space="preserve">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проведению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кадастровой оценки з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мель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Организация, проведение торгов по продаже земельных участков, изъ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тых по решению суда, выкуп в го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сударственную собственность з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мельных участков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государствен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культуры и меропри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тия в сфере культуры и кинемат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29044,9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26075,0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2969,9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E266D8">
              <w:rPr>
                <w:color w:val="000000"/>
                <w:sz w:val="28"/>
                <w:szCs w:val="28"/>
              </w:rPr>
              <w:t>л</w:t>
            </w:r>
            <w:r w:rsidRPr="00E266D8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40980,93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Организация и обеспечение деятел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21013,6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21013,6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Хранение, комплектование, учёт и использование архивных докуме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тов, относящихся к государственной собственности Ульяновской области и находящихся на территориях м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ниципальных районов и городских округов Ульяновской области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Сбор информации от поселений, входящих в муниципальный район, необходимой для ведения регистра муниципальных нормативных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вовых актов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1974,83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1974,83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Определение перечня должностных лиц органов местного самоуправл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ния, уполномоченных составлять протоколы об отдельных админис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ративных правонарушениях, пред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смотренных Кодексом Ульяновской области об административных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вонарушениях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Проведение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 публичных меропри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DB596D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925A58">
              <w:rPr>
                <w:sz w:val="28"/>
                <w:szCs w:val="28"/>
              </w:rPr>
              <w:t>Осуществление муниципальным о</w:t>
            </w:r>
            <w:r w:rsidRPr="00925A58">
              <w:rPr>
                <w:sz w:val="28"/>
                <w:szCs w:val="28"/>
              </w:rPr>
              <w:t>б</w:t>
            </w:r>
            <w:r w:rsidRPr="00925A58">
              <w:rPr>
                <w:sz w:val="28"/>
                <w:szCs w:val="28"/>
              </w:rPr>
              <w:t xml:space="preserve">разованием </w:t>
            </w:r>
            <w:r>
              <w:rPr>
                <w:sz w:val="28"/>
                <w:szCs w:val="28"/>
              </w:rPr>
              <w:t>«</w:t>
            </w:r>
            <w:r w:rsidRPr="00925A58">
              <w:rPr>
                <w:sz w:val="28"/>
                <w:szCs w:val="28"/>
              </w:rPr>
              <w:t>Новомалыклинский район</w:t>
            </w:r>
            <w:r>
              <w:rPr>
                <w:sz w:val="28"/>
                <w:szCs w:val="28"/>
              </w:rPr>
              <w:t>»</w:t>
            </w:r>
            <w:r w:rsidRPr="00925A58">
              <w:rPr>
                <w:sz w:val="28"/>
                <w:szCs w:val="28"/>
              </w:rPr>
              <w:t xml:space="preserve"> государственных полном</w:t>
            </w:r>
            <w:r w:rsidRPr="00925A58">
              <w:rPr>
                <w:sz w:val="28"/>
                <w:szCs w:val="28"/>
              </w:rPr>
              <w:t>о</w:t>
            </w:r>
            <w:r w:rsidRPr="00925A58">
              <w:rPr>
                <w:sz w:val="28"/>
                <w:szCs w:val="28"/>
              </w:rPr>
              <w:t>чий по подбору и передаче фед</w:t>
            </w:r>
            <w:r w:rsidRPr="00925A58">
              <w:rPr>
                <w:sz w:val="28"/>
                <w:szCs w:val="28"/>
              </w:rPr>
              <w:t>е</w:t>
            </w:r>
            <w:r w:rsidRPr="00925A58">
              <w:rPr>
                <w:sz w:val="28"/>
                <w:szCs w:val="28"/>
              </w:rPr>
              <w:t>ральному органу государственной власти, осуществляющему прав</w:t>
            </w:r>
            <w:r w:rsidRPr="00925A58">
              <w:rPr>
                <w:sz w:val="28"/>
                <w:szCs w:val="28"/>
              </w:rPr>
              <w:t>о</w:t>
            </w:r>
            <w:r w:rsidRPr="00925A58">
              <w:rPr>
                <w:sz w:val="28"/>
                <w:szCs w:val="28"/>
              </w:rPr>
              <w:t>применительные функции, функции по контролю, надзору</w:t>
            </w:r>
            <w:r>
              <w:rPr>
                <w:sz w:val="28"/>
                <w:szCs w:val="28"/>
              </w:rPr>
              <w:t xml:space="preserve"> и оказанию государственных услуг </w:t>
            </w:r>
            <w:r w:rsidRPr="00925A58">
              <w:rPr>
                <w:sz w:val="28"/>
                <w:szCs w:val="28"/>
              </w:rPr>
              <w:t>в сфере м</w:t>
            </w:r>
            <w:r w:rsidRPr="00925A58">
              <w:rPr>
                <w:sz w:val="28"/>
                <w:szCs w:val="28"/>
              </w:rPr>
              <w:t>и</w:t>
            </w:r>
            <w:r w:rsidRPr="00925A58">
              <w:rPr>
                <w:sz w:val="28"/>
                <w:szCs w:val="28"/>
              </w:rPr>
              <w:t>грации, в целях размещения спец</w:t>
            </w:r>
            <w:r w:rsidRPr="00925A58">
              <w:rPr>
                <w:sz w:val="28"/>
                <w:szCs w:val="28"/>
              </w:rPr>
              <w:t>и</w:t>
            </w:r>
            <w:r w:rsidRPr="00925A58">
              <w:rPr>
                <w:sz w:val="28"/>
                <w:szCs w:val="28"/>
              </w:rPr>
              <w:t>альных учр</w:t>
            </w:r>
            <w:r>
              <w:rPr>
                <w:sz w:val="28"/>
                <w:szCs w:val="28"/>
              </w:rPr>
              <w:t>е</w:t>
            </w:r>
            <w:r w:rsidRPr="00925A58">
              <w:rPr>
                <w:sz w:val="28"/>
                <w:szCs w:val="28"/>
              </w:rPr>
              <w:t>ждений, предусмотре</w:t>
            </w:r>
            <w:r w:rsidRPr="00925A58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</w:t>
            </w:r>
            <w:r w:rsidRPr="00925A58">
              <w:rPr>
                <w:sz w:val="28"/>
                <w:szCs w:val="28"/>
              </w:rPr>
              <w:t xml:space="preserve"> Федеральным законом </w:t>
            </w:r>
            <w:r>
              <w:rPr>
                <w:sz w:val="28"/>
                <w:szCs w:val="28"/>
              </w:rPr>
              <w:br/>
            </w:r>
            <w:r w:rsidRPr="00925A58">
              <w:rPr>
                <w:sz w:val="28"/>
                <w:szCs w:val="28"/>
              </w:rPr>
              <w:t xml:space="preserve">от 25 июля 2002 года № 115-ФЗ </w:t>
            </w:r>
            <w:r>
              <w:rPr>
                <w:sz w:val="28"/>
                <w:szCs w:val="28"/>
              </w:rPr>
              <w:br/>
              <w:t>«</w:t>
            </w:r>
            <w:r w:rsidRPr="00925A58">
              <w:rPr>
                <w:sz w:val="28"/>
                <w:szCs w:val="28"/>
              </w:rPr>
              <w:t>О правовом положении иностра</w:t>
            </w:r>
            <w:r w:rsidRPr="00925A58">
              <w:rPr>
                <w:sz w:val="28"/>
                <w:szCs w:val="28"/>
              </w:rPr>
              <w:t>н</w:t>
            </w:r>
            <w:r w:rsidRPr="00925A58">
              <w:rPr>
                <w:sz w:val="28"/>
                <w:szCs w:val="28"/>
              </w:rPr>
              <w:t>ных граждан в Российской Федер</w:t>
            </w:r>
            <w:r w:rsidRPr="00925A58">
              <w:rPr>
                <w:sz w:val="28"/>
                <w:szCs w:val="28"/>
              </w:rPr>
              <w:t>а</w:t>
            </w:r>
            <w:r w:rsidRPr="00925A58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925A58">
              <w:rPr>
                <w:sz w:val="28"/>
                <w:szCs w:val="28"/>
              </w:rPr>
              <w:t>, зданий с прилегающими з</w:t>
            </w:r>
            <w:r w:rsidRPr="00925A58">
              <w:rPr>
                <w:sz w:val="28"/>
                <w:szCs w:val="28"/>
              </w:rPr>
              <w:t>е</w:t>
            </w:r>
            <w:r w:rsidRPr="00925A58">
              <w:rPr>
                <w:sz w:val="28"/>
                <w:szCs w:val="28"/>
              </w:rPr>
              <w:t>мельными участками, соответс</w:t>
            </w:r>
            <w:r w:rsidRPr="00925A58">
              <w:rPr>
                <w:sz w:val="28"/>
                <w:szCs w:val="28"/>
              </w:rPr>
              <w:t>т</w:t>
            </w:r>
            <w:r w:rsidRPr="00925A58">
              <w:rPr>
                <w:sz w:val="28"/>
                <w:szCs w:val="28"/>
              </w:rPr>
              <w:t>вующих требованиям, установле</w:t>
            </w:r>
            <w:r w:rsidRPr="00925A58">
              <w:rPr>
                <w:sz w:val="28"/>
                <w:szCs w:val="28"/>
              </w:rPr>
              <w:t>н</w:t>
            </w:r>
            <w:r w:rsidRPr="00925A58">
              <w:rPr>
                <w:sz w:val="28"/>
                <w:szCs w:val="28"/>
              </w:rPr>
              <w:t>ным Правительством Российской Федерации</w:t>
            </w:r>
          </w:p>
        </w:tc>
        <w:tc>
          <w:tcPr>
            <w:tcW w:w="567" w:type="dxa"/>
            <w:vAlign w:val="bottom"/>
          </w:tcPr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DB596D">
            <w:pPr>
              <w:spacing w:line="348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521 2500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12891,9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DB596D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DB596D">
            <w:pPr>
              <w:spacing w:line="348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521 2500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12891,9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DB59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Средства на реализацию Закона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266D8">
              <w:rPr>
                <w:color w:val="000000"/>
                <w:sz w:val="28"/>
                <w:szCs w:val="28"/>
              </w:rPr>
              <w:t xml:space="preserve">от 03.10.2012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бесплатной юридич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ской помощи 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266D8">
              <w:rPr>
                <w:color w:val="000000"/>
                <w:sz w:val="28"/>
                <w:szCs w:val="28"/>
              </w:rPr>
              <w:t>территории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DB596D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DB59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DB596D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DB59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градах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DB596D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1390,7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DB59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DB596D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1390,7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DB59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мерах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 xml:space="preserve">ной поддержки общественных </w:t>
            </w:r>
            <w:r>
              <w:rPr>
                <w:color w:val="000000"/>
                <w:sz w:val="28"/>
                <w:szCs w:val="28"/>
              </w:rPr>
              <w:br/>
            </w:r>
            <w:r w:rsidRPr="00E266D8">
              <w:rPr>
                <w:color w:val="000000"/>
                <w:sz w:val="28"/>
                <w:szCs w:val="28"/>
              </w:rPr>
              <w:t>объединений пожарной охраны и добровольных пожарны</w:t>
            </w:r>
            <w:r>
              <w:rPr>
                <w:color w:val="000000"/>
                <w:sz w:val="28"/>
                <w:szCs w:val="28"/>
              </w:rPr>
              <w:t xml:space="preserve">х </w:t>
            </w:r>
            <w:r w:rsidRPr="00E266D8">
              <w:rPr>
                <w:color w:val="000000"/>
                <w:sz w:val="28"/>
                <w:szCs w:val="28"/>
              </w:rPr>
              <w:t>в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DB596D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DB596D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внедрению резул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татов космической деятельности и созданию инфраструктуры пр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странственных данных в интересах социально-экономического развития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развитию эле</w:t>
            </w:r>
            <w:r w:rsidRPr="00E266D8">
              <w:rPr>
                <w:color w:val="000000"/>
                <w:sz w:val="28"/>
                <w:szCs w:val="28"/>
              </w:rPr>
              <w:t>к</w:t>
            </w:r>
            <w:r w:rsidRPr="00E266D8">
              <w:rPr>
                <w:color w:val="000000"/>
                <w:sz w:val="28"/>
                <w:szCs w:val="28"/>
              </w:rPr>
              <w:t>тронного документооборота Прав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тельства Ульяновской области и и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полнительных органов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венной власти Ульяновской области на 2013-2015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снижению админ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стративных барьеров, оптимизации и повышению качества предоставл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 государственных услуг испо</w:t>
            </w:r>
            <w:r w:rsidRPr="00E266D8">
              <w:rPr>
                <w:color w:val="000000"/>
                <w:sz w:val="28"/>
                <w:szCs w:val="28"/>
              </w:rPr>
              <w:t>л</w:t>
            </w:r>
            <w:r w:rsidRPr="00E266D8">
              <w:rPr>
                <w:color w:val="000000"/>
                <w:sz w:val="28"/>
                <w:szCs w:val="28"/>
              </w:rPr>
              <w:t>нительными органами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венной власти Ульяновской области и муниципальных услуг органами местного самоуправления муниц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613 0000 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15505,8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10505,8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повышению уровня доступности информационных и коммуникационных технологий для физических и юридических лиц в Ульяновской области на 2013-2015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3644,0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3644,0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E266D8">
              <w:rPr>
                <w:color w:val="000000"/>
                <w:sz w:val="28"/>
                <w:szCs w:val="28"/>
              </w:rPr>
              <w:t>Социальная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держка и защита населения в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мер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Внедрение современных технологий в деятельность учреждений системы социальной защиты и обслуживания населения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Содействие разв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тию институтов гражданского общ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ства, поддержка социально ориент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рованных некоммерческих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добровольческой (волонтё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ской) деятельности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Мероприятия, направленные на пр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доставление субсидий социально ориентированным некоммерческим организациям на возмещение затрат, связанных с осуществлением уста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ной деятельности и реализацией с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циальных проектов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организации и пр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ведени</w:t>
            </w:r>
            <w:r>
              <w:rPr>
                <w:color w:val="000000"/>
                <w:sz w:val="28"/>
                <w:szCs w:val="28"/>
              </w:rPr>
              <w:t>ю</w:t>
            </w:r>
            <w:r w:rsidRPr="00E266D8">
              <w:rPr>
                <w:color w:val="000000"/>
                <w:sz w:val="28"/>
                <w:szCs w:val="28"/>
              </w:rPr>
              <w:t xml:space="preserve"> Гражданского форума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4294,8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 и профилактике правонаруш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266D8">
              <w:rPr>
                <w:color w:val="000000"/>
                <w:sz w:val="28"/>
                <w:szCs w:val="28"/>
              </w:rPr>
              <w:t>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3894,8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Вовлечение общественности в 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тельность по предупреждению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вонарушений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2044,8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1324,8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Предупреждение и пресечение пр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ступлений с участием несоверше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Противодействие распространению идеологии терроризма, повышение антитеррористической защищённ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 объектов на территории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862 1019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862 1019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Информационно-методическое обеспечение профилактики правон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рушений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прав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Организационно-правовое обеспеч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ние антинаркотической деятельн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программа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Культура в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69500,0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Приобретение зданий для областных государственных учреждений кул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туры и областных государственных архивов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870 4007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69500,0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Бюджетные инвестиции на приобр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тение объектов недвижимого им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>щества в государственную (муниц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870 4007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69500,0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 w:rsidRPr="00E266D8">
              <w:rPr>
                <w:color w:val="000000"/>
                <w:sz w:val="28"/>
                <w:szCs w:val="28"/>
              </w:rPr>
              <w:t>й</w:t>
            </w:r>
            <w:r w:rsidRPr="00E266D8">
              <w:rPr>
                <w:color w:val="000000"/>
                <w:sz w:val="28"/>
                <w:szCs w:val="28"/>
              </w:rPr>
              <w:t>ской Федерации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266D8">
              <w:rPr>
                <w:color w:val="000000"/>
                <w:sz w:val="28"/>
                <w:szCs w:val="28"/>
              </w:rPr>
              <w:t>по первичному в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инскому учёту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 w:rsidRPr="00E266D8">
              <w:rPr>
                <w:color w:val="000000"/>
                <w:sz w:val="28"/>
                <w:szCs w:val="28"/>
              </w:rPr>
              <w:t>й</w:t>
            </w:r>
            <w:r w:rsidRPr="00E266D8">
              <w:rPr>
                <w:color w:val="000000"/>
                <w:sz w:val="28"/>
                <w:szCs w:val="28"/>
              </w:rPr>
              <w:t>ской Федерации в области перви</w:t>
            </w:r>
            <w:r w:rsidRPr="00E266D8">
              <w:rPr>
                <w:color w:val="000000"/>
                <w:sz w:val="28"/>
                <w:szCs w:val="28"/>
              </w:rPr>
              <w:t>ч</w:t>
            </w:r>
            <w:r w:rsidRPr="00E266D8">
              <w:rPr>
                <w:color w:val="000000"/>
                <w:sz w:val="28"/>
                <w:szCs w:val="28"/>
              </w:rPr>
              <w:t>ного воинского учёта на территор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ях, где отсутствуют военные коми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сариаты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Национальная безопасность и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воохранительная деятельность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BB2F76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398179,8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ская оборона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137437,4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77037,8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68174,4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1278,0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Вещевое обеспечение вне рамок 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1448,4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3827,4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60399,6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Снижение рисков и смягчение последствий чрезвыча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ных ситуаций природного и техн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2014-2016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Обеспечение правопорядка и безопасности жи</w:t>
            </w:r>
            <w:r w:rsidRPr="00E266D8">
              <w:rPr>
                <w:sz w:val="28"/>
                <w:szCs w:val="28"/>
              </w:rPr>
              <w:t>з</w:t>
            </w:r>
            <w:r w:rsidRPr="00E266D8">
              <w:rPr>
                <w:sz w:val="28"/>
                <w:szCs w:val="28"/>
              </w:rPr>
              <w:t>недеятельности на территории 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60399,6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Создание системы обеспечения в</w:t>
            </w:r>
            <w:r w:rsidRPr="00E266D8">
              <w:rPr>
                <w:color w:val="000000"/>
                <w:sz w:val="28"/>
                <w:szCs w:val="28"/>
              </w:rPr>
              <w:t>ы</w:t>
            </w:r>
            <w:r w:rsidRPr="00E266D8">
              <w:rPr>
                <w:color w:val="000000"/>
                <w:sz w:val="28"/>
                <w:szCs w:val="28"/>
              </w:rPr>
              <w:t xml:space="preserve">зова экстренных оперативных служб по единому номеру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в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Создание комплексной системы эк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тренного оповещения населения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Освежение запасов средств индив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дуальной защиты для гражданской обороны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Создание территориального страх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вого фонда документации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пожарной безопасн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260742,4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260214,8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238884,0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7390,2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Вещевое обеспечение вне рамок 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12110,9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1267,5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Снижение рисков и смягчение последствий чрезвыча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ных ситуаций природного и техн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2014-2016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Обеспечение правопорядка и безопасности жи</w:t>
            </w:r>
            <w:r w:rsidRPr="00E266D8">
              <w:rPr>
                <w:sz w:val="28"/>
                <w:szCs w:val="28"/>
              </w:rPr>
              <w:t>з</w:t>
            </w:r>
            <w:r w:rsidRPr="00E266D8">
              <w:rPr>
                <w:sz w:val="28"/>
                <w:szCs w:val="28"/>
              </w:rPr>
              <w:t>недеятельности на территории 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Содержание пожарных частей пр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тивопожарной службы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4916293,717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272499,99926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BB2F76">
            <w:pPr>
              <w:spacing w:line="348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с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76069,5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76069,5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60723,7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1295,2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BB2F76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14004,1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BB2F76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Исполнение судебных актов Росси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ской Федерации и мировых согл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шений по возмещению вреда, пр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власти (государс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тате деятельности казённых учре</w:t>
            </w:r>
            <w:r w:rsidRPr="00E266D8">
              <w:rPr>
                <w:sz w:val="28"/>
                <w:szCs w:val="28"/>
              </w:rPr>
              <w:t>ж</w:t>
            </w:r>
            <w:r w:rsidRPr="00E266D8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BB2F76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BB2F76">
            <w:pPr>
              <w:spacing w:line="348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Российской Федерации орг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 в области социал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Реализация дополнительных мер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приятий в сфере занятости насел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в сфере занятости нас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138023,99926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1,68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7115,412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18197,39826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85,258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324,251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E266D8">
              <w:rPr>
                <w:color w:val="000000"/>
                <w:sz w:val="28"/>
                <w:szCs w:val="28"/>
              </w:rPr>
              <w:t>Социальная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47194,5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Содействие занят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46881,4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реализации прав граждан на труд и социальную 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щиту от безработицы, а также созд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37328,62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867,2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21667,553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 и иные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6332,6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8461,267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Софинансирование дополнительных мероприятий в сфере занятости н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589,053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589,053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обеспечению вновь создаваемых рабочих мест и сохр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нению рабочих мест в организациях производственной сферы, осущест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ляющих реструктуризацию и моде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низацию производства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затрат юридических лиц, индивидуальных предприним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телей на оборудование (оснащение) рабочих мест для инвалидов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605C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605C3B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605C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Информационное сопровождение реализации мероприятий, напра</w:t>
            </w:r>
            <w:r w:rsidRPr="00E266D8"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>ленных на снижение напряжённости на рынке труда среди незанятых и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валидов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605C3B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277,947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605C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605C3B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277,947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605C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Профессиональное обучение и д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полнительное профессиональное 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>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605C3B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2858,18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605C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605C3B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2858,18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605C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Оказание содейс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ников, проживающих за рубежом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государственной программы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Социальная по</w:t>
            </w:r>
            <w:r w:rsidRPr="00E266D8">
              <w:rPr>
                <w:sz w:val="28"/>
                <w:szCs w:val="28"/>
              </w:rPr>
              <w:t>д</w:t>
            </w:r>
            <w:r w:rsidRPr="00E266D8">
              <w:rPr>
                <w:sz w:val="28"/>
                <w:szCs w:val="28"/>
              </w:rPr>
              <w:t>держка и защита населения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605C3B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605C3B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 по оказанию содейс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ников, проживающих за рубежом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93,9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 и иные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219,2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 и профилактике правонаруш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266D8">
              <w:rPr>
                <w:color w:val="000000"/>
                <w:sz w:val="28"/>
                <w:szCs w:val="28"/>
              </w:rPr>
              <w:t>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8E2F61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Оказание помощи лицам, освобо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дённым от отбывания наказания в виде лишения свободы, и содействие их социальной реабилитации в 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8E2F61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1191721,28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9C73CF">
            <w:pPr>
              <w:spacing w:line="355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с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63150,4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63150,4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55124,0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1356,6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6621,3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Учреждения, осуществляющие 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тельность в сфере сельского хозя</w:t>
            </w:r>
            <w:r w:rsidRPr="00E266D8">
              <w:rPr>
                <w:color w:val="000000"/>
                <w:sz w:val="28"/>
                <w:szCs w:val="28"/>
              </w:rPr>
              <w:t>й</w:t>
            </w:r>
            <w:r w:rsidRPr="00E266D8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10622,8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8E2F61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8E2F61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8E2F6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10622,8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доставление услуг в области живо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129351,1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9D7A7A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9D7A7A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9D7A7A">
              <w:rPr>
                <w:color w:val="000000"/>
                <w:spacing w:val="-4"/>
                <w:sz w:val="28"/>
                <w:szCs w:val="28"/>
              </w:rPr>
              <w:t>р</w:t>
            </w:r>
            <w:r w:rsidRPr="009D7A7A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9D7A7A">
              <w:rPr>
                <w:color w:val="000000"/>
                <w:spacing w:val="-4"/>
                <w:sz w:val="28"/>
                <w:szCs w:val="28"/>
              </w:rPr>
              <w:t>и</w:t>
            </w:r>
            <w:r w:rsidRPr="009D7A7A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129351,1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E266D8">
              <w:rPr>
                <w:color w:val="000000"/>
                <w:sz w:val="28"/>
                <w:szCs w:val="28"/>
              </w:rPr>
              <w:t>л</w:t>
            </w:r>
            <w:r w:rsidRPr="00E266D8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A27F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Мероприятия </w:t>
            </w:r>
            <w:r>
              <w:rPr>
                <w:color w:val="000000"/>
                <w:sz w:val="28"/>
                <w:szCs w:val="28"/>
              </w:rPr>
              <w:t>в сфере организации отлова безнадзорных</w:t>
            </w:r>
            <w:r w:rsidRPr="00E266D8">
              <w:rPr>
                <w:color w:val="000000"/>
                <w:sz w:val="28"/>
                <w:szCs w:val="28"/>
              </w:rPr>
              <w:t xml:space="preserve"> домашних ж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вотных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поддержка сел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692609,78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части затрат на прио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>ретение элитных семян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части затрат на раско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чёвку выбывших из эксплуатации старых садов и рекультивацию ра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корчёванных площадей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1715,0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1715,0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части затрат на закла</w:t>
            </w:r>
            <w:r w:rsidRPr="00E266D8">
              <w:rPr>
                <w:sz w:val="28"/>
                <w:szCs w:val="28"/>
              </w:rPr>
              <w:t>д</w:t>
            </w:r>
            <w:r w:rsidRPr="00E266D8">
              <w:rPr>
                <w:sz w:val="28"/>
                <w:szCs w:val="28"/>
              </w:rPr>
              <w:t>ку и уход за многолетними плод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выми и ягодными насаждениями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1444,9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1444,9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части процентной ста</w:t>
            </w:r>
            <w:r w:rsidRPr="00E266D8"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>ки по краткосрочным кредитам (займам) на развитие растениеводс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ва, переработки и реализации пр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дукции растениеводства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37672,4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37672,4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части процентной ста</w:t>
            </w:r>
            <w:r w:rsidRPr="00E266D8"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>ки по инвестиционным кредитам (займам) на развитие растениеводс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ва, переработки и развития инфр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структуры и логистического обесп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чения рынков продукции растени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48280,8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48280,8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части затрат сельскох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зяйственных товаропроизводителей на уплату страховой премии, начи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ленной по договору сельскохозяйс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венного страхования в области ра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тениеводства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61145,4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61145,4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463FA1">
              <w:rPr>
                <w:spacing w:val="-4"/>
                <w:sz w:val="28"/>
                <w:szCs w:val="28"/>
              </w:rPr>
              <w:t>Оказание несвяза</w:t>
            </w:r>
            <w:r>
              <w:rPr>
                <w:spacing w:val="-4"/>
                <w:sz w:val="28"/>
                <w:szCs w:val="28"/>
              </w:rPr>
              <w:t>н</w:t>
            </w:r>
            <w:r w:rsidRPr="00463FA1">
              <w:rPr>
                <w:spacing w:val="-4"/>
                <w:sz w:val="28"/>
                <w:szCs w:val="28"/>
              </w:rPr>
              <w:t>ной поддержки сельскохозяйственным товаропрои</w:t>
            </w:r>
            <w:r w:rsidRPr="00463FA1">
              <w:rPr>
                <w:spacing w:val="-4"/>
                <w:sz w:val="28"/>
                <w:szCs w:val="28"/>
              </w:rPr>
              <w:t>з</w:t>
            </w:r>
            <w:r w:rsidRPr="00463FA1">
              <w:rPr>
                <w:spacing w:val="-4"/>
                <w:sz w:val="28"/>
                <w:szCs w:val="28"/>
              </w:rPr>
              <w:t>водителям в области растениеводства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177073,1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177073,1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Поддержка племенного животново</w:t>
            </w:r>
            <w:r w:rsidRPr="00E266D8">
              <w:rPr>
                <w:sz w:val="28"/>
                <w:szCs w:val="28"/>
              </w:rPr>
              <w:t>д</w:t>
            </w:r>
            <w:r w:rsidRPr="00E266D8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21373,6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21373,6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части процентной ста</w:t>
            </w:r>
            <w:r w:rsidRPr="00E266D8"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>ки по краткосрочным кредитам (займам) на развитие животноводс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ва, переработки и реализации пр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дукции животноводства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17373,5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17373,5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части процентной ста</w:t>
            </w:r>
            <w:r w:rsidRPr="00E266D8"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>ки по инвестиционным кредитам (займам) на развитие животноводс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ва, переработки и развития инфр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структуры и логистического обесп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чения рынков продукции животн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125490,1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125490,1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415,9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415,9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Поддержка начинающих фермеров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25235,0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25235,0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Развитие семейных животноводч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ских ферм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11276,0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11276,0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Возмещение части процентной ста</w:t>
            </w:r>
            <w:r w:rsidRPr="00E266D8"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>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158400,6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158400,6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Возмещение части затрат крестья</w:t>
            </w:r>
            <w:r w:rsidRPr="00463FA1">
              <w:rPr>
                <w:sz w:val="28"/>
                <w:szCs w:val="28"/>
              </w:rPr>
              <w:t>н</w:t>
            </w:r>
            <w:r w:rsidRPr="00463FA1">
              <w:rPr>
                <w:sz w:val="28"/>
                <w:szCs w:val="28"/>
              </w:rPr>
              <w:t>ских (фермерских) хозяйств, вкл</w:t>
            </w:r>
            <w:r w:rsidRPr="00463FA1">
              <w:rPr>
                <w:sz w:val="28"/>
                <w:szCs w:val="28"/>
              </w:rPr>
              <w:t>ю</w:t>
            </w:r>
            <w:r w:rsidRPr="00463FA1">
              <w:rPr>
                <w:sz w:val="28"/>
                <w:szCs w:val="28"/>
              </w:rPr>
              <w:t>чая индивидуальных предприним</w:t>
            </w:r>
            <w:r w:rsidRPr="00463FA1">
              <w:rPr>
                <w:sz w:val="28"/>
                <w:szCs w:val="28"/>
              </w:rPr>
              <w:t>а</w:t>
            </w:r>
            <w:r w:rsidRPr="00463FA1">
              <w:rPr>
                <w:sz w:val="28"/>
                <w:szCs w:val="28"/>
              </w:rPr>
              <w:t>телей, при оформлении в собстве</w:t>
            </w:r>
            <w:r w:rsidRPr="00463FA1">
              <w:rPr>
                <w:sz w:val="28"/>
                <w:szCs w:val="28"/>
              </w:rPr>
              <w:t>н</w:t>
            </w:r>
            <w:r w:rsidRPr="00463FA1">
              <w:rPr>
                <w:sz w:val="28"/>
                <w:szCs w:val="28"/>
              </w:rPr>
              <w:t>ность используемых ими земельных участков из земель сельскохозяйс</w:t>
            </w:r>
            <w:r w:rsidRPr="00463FA1">
              <w:rPr>
                <w:sz w:val="28"/>
                <w:szCs w:val="28"/>
              </w:rPr>
              <w:t>т</w:t>
            </w:r>
            <w:r w:rsidRPr="00463FA1">
              <w:rPr>
                <w:sz w:val="28"/>
                <w:szCs w:val="28"/>
              </w:rPr>
              <w:t>венного назначения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584 5056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630,98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463FA1">
              <w:rPr>
                <w:sz w:val="28"/>
                <w:szCs w:val="28"/>
              </w:rPr>
              <w:t>а</w:t>
            </w:r>
            <w:r w:rsidRPr="00463FA1">
              <w:rPr>
                <w:sz w:val="28"/>
                <w:szCs w:val="28"/>
              </w:rPr>
              <w:t>ций), индивидуальным предприн</w:t>
            </w:r>
            <w:r w:rsidRPr="00463FA1">
              <w:rPr>
                <w:sz w:val="28"/>
                <w:szCs w:val="28"/>
              </w:rPr>
              <w:t>и</w:t>
            </w:r>
            <w:r w:rsidRPr="00463FA1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584 5056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630,98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сельск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го хозяйства и регулирование ры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ков сельскохозяйственной проду</w:t>
            </w:r>
            <w:r w:rsidRPr="00E266D8">
              <w:rPr>
                <w:color w:val="000000"/>
                <w:sz w:val="28"/>
                <w:szCs w:val="28"/>
              </w:rPr>
              <w:t>к</w:t>
            </w:r>
            <w:r w:rsidRPr="00E266D8">
              <w:rPr>
                <w:color w:val="000000"/>
                <w:sz w:val="28"/>
                <w:szCs w:val="28"/>
              </w:rPr>
              <w:t>ции, сырья и продовольствия в 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2014-2020 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279594,4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Устойчивое разв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госуда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сельского хозя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ства и регулирование рынков сел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30399,5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Поддержка местных инициатив гр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ждан, проживающих в сельской м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стности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Поощрение и популяризация дост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жений в сфере развития сельских территорий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50799,0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Прочая закупка товаров, работ и у</w:t>
            </w:r>
            <w:r w:rsidRPr="00463FA1">
              <w:rPr>
                <w:sz w:val="28"/>
                <w:szCs w:val="28"/>
              </w:rPr>
              <w:t>с</w:t>
            </w:r>
            <w:r w:rsidRPr="00463FA1">
              <w:rPr>
                <w:sz w:val="28"/>
                <w:szCs w:val="28"/>
              </w:rPr>
              <w:t>луг для обеспечения государстве</w:t>
            </w:r>
            <w:r w:rsidRPr="00463FA1">
              <w:rPr>
                <w:sz w:val="28"/>
                <w:szCs w:val="28"/>
              </w:rPr>
              <w:t>н</w:t>
            </w:r>
            <w:r w:rsidRPr="00463FA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399,5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25000,0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мелиор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ции земель сельскохозяйственного назначения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государственной пр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</w:t>
            </w:r>
            <w:r w:rsidRPr="00E266D8">
              <w:rPr>
                <w:sz w:val="28"/>
                <w:szCs w:val="28"/>
              </w:rPr>
              <w:t>з</w:t>
            </w:r>
            <w:r w:rsidRPr="00E266D8">
              <w:rPr>
                <w:sz w:val="28"/>
                <w:szCs w:val="28"/>
              </w:rPr>
              <w:t>витие сельского хозяйства и регул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рование рынков сельскохозяйстве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продукции, сырья и продовол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Строительство, реконструкция, те</w:t>
            </w:r>
            <w:r w:rsidRPr="00E266D8">
              <w:rPr>
                <w:sz w:val="28"/>
                <w:szCs w:val="28"/>
              </w:rPr>
              <w:t>х</w:t>
            </w:r>
            <w:r w:rsidRPr="00E266D8">
              <w:rPr>
                <w:sz w:val="28"/>
                <w:szCs w:val="28"/>
              </w:rPr>
              <w:t>ническое перевооружение мелиор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тивных систем общего и индивид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>ального пользования и отдельно расположенных гидротехнических сооружений, принадлежащих сел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скохозяйственным товаропроизв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дителям на праве собственности или переданных в пользование в уст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сельского хозяйства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государственной пр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</w:t>
            </w:r>
            <w:r w:rsidRPr="00E266D8">
              <w:rPr>
                <w:sz w:val="28"/>
                <w:szCs w:val="28"/>
              </w:rPr>
              <w:t>з</w:t>
            </w:r>
            <w:r w:rsidRPr="00E266D8">
              <w:rPr>
                <w:sz w:val="28"/>
                <w:szCs w:val="28"/>
              </w:rPr>
              <w:t>витие сельского хозяйства и регул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рование рынков сельскохозяйствен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br/>
            </w:r>
            <w:r w:rsidRPr="00E266D8">
              <w:rPr>
                <w:sz w:val="28"/>
                <w:szCs w:val="28"/>
              </w:rPr>
              <w:t>ной продукции, сырья и продовол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240694,9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поддержку сельхозт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варопроизводителей,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ную поддержку кредитования малых форм хозяйствования на селе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237719,7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237719,7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Расходы, направляемые на закупку товаров, работ и услуг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ственной ветеринарной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Расходы, направляемые на закупку товаров, работ и услуг для обеспеч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 государственных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146421,299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Строительство гидротехнических сооружений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292 0000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80000,0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Мероприятия федеральной целевой программы «Развитие водохозяйс</w:t>
            </w:r>
            <w:r w:rsidRPr="00463FA1">
              <w:rPr>
                <w:sz w:val="28"/>
                <w:szCs w:val="28"/>
              </w:rPr>
              <w:t>т</w:t>
            </w:r>
            <w:r w:rsidRPr="00463FA1">
              <w:rPr>
                <w:sz w:val="28"/>
                <w:szCs w:val="28"/>
              </w:rPr>
              <w:t>венного комплекса Российской Ф</w:t>
            </w:r>
            <w:r w:rsidRPr="00463FA1">
              <w:rPr>
                <w:sz w:val="28"/>
                <w:szCs w:val="28"/>
              </w:rPr>
              <w:t>е</w:t>
            </w:r>
            <w:r w:rsidRPr="00463FA1">
              <w:rPr>
                <w:sz w:val="28"/>
                <w:szCs w:val="28"/>
              </w:rPr>
              <w:t>дерации в 2012-2020 годах»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292 5016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463FA1">
              <w:rPr>
                <w:sz w:val="28"/>
                <w:szCs w:val="28"/>
              </w:rPr>
              <w:t>у</w:t>
            </w:r>
            <w:r w:rsidRPr="00463FA1">
              <w:rPr>
                <w:sz w:val="28"/>
                <w:szCs w:val="28"/>
              </w:rPr>
              <w:t>дарственной (муниципальной) со</w:t>
            </w:r>
            <w:r w:rsidRPr="00463FA1">
              <w:rPr>
                <w:sz w:val="28"/>
                <w:szCs w:val="28"/>
              </w:rPr>
              <w:t>б</w:t>
            </w:r>
            <w:r w:rsidRPr="00463FA1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292 5016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Прочие мероприятия, осуществля</w:t>
            </w:r>
            <w:r w:rsidRPr="00463FA1">
              <w:rPr>
                <w:sz w:val="28"/>
                <w:szCs w:val="28"/>
              </w:rPr>
              <w:t>е</w:t>
            </w:r>
            <w:r w:rsidRPr="00463FA1">
              <w:rPr>
                <w:sz w:val="28"/>
                <w:szCs w:val="28"/>
              </w:rPr>
              <w:t>мые за счёт межбюджетных тран</w:t>
            </w:r>
            <w:r w:rsidRPr="00463FA1">
              <w:rPr>
                <w:sz w:val="28"/>
                <w:szCs w:val="28"/>
              </w:rPr>
              <w:t>с</w:t>
            </w:r>
            <w:r w:rsidRPr="00463FA1">
              <w:rPr>
                <w:sz w:val="28"/>
                <w:szCs w:val="28"/>
              </w:rPr>
              <w:t>фертов прошлых лет из федеральн</w:t>
            </w:r>
            <w:r w:rsidRPr="00463FA1">
              <w:rPr>
                <w:sz w:val="28"/>
                <w:szCs w:val="28"/>
              </w:rPr>
              <w:t>о</w:t>
            </w:r>
            <w:r w:rsidRPr="00463FA1">
              <w:rPr>
                <w:sz w:val="28"/>
                <w:szCs w:val="28"/>
              </w:rPr>
              <w:t>го бюджета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292 5898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20000,0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463FA1">
              <w:rPr>
                <w:sz w:val="28"/>
                <w:szCs w:val="28"/>
              </w:rPr>
              <w:t>у</w:t>
            </w:r>
            <w:r w:rsidRPr="00463FA1">
              <w:rPr>
                <w:sz w:val="28"/>
                <w:szCs w:val="28"/>
              </w:rPr>
              <w:t>дарственной (муниципальной) со</w:t>
            </w:r>
            <w:r w:rsidRPr="00463FA1">
              <w:rPr>
                <w:sz w:val="28"/>
                <w:szCs w:val="28"/>
              </w:rPr>
              <w:t>б</w:t>
            </w:r>
            <w:r w:rsidRPr="00463FA1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292 5898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20000,0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Российской Федерации орг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Российской Федерации  в 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>ласти водных отношений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Развитие водохозяйственного ко</w:t>
            </w:r>
            <w:r w:rsidRPr="00463FA1">
              <w:rPr>
                <w:sz w:val="28"/>
                <w:szCs w:val="28"/>
              </w:rPr>
              <w:t>м</w:t>
            </w:r>
            <w:r w:rsidRPr="00463FA1">
              <w:rPr>
                <w:sz w:val="28"/>
                <w:szCs w:val="28"/>
              </w:rPr>
              <w:t>плекса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587 0000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13088,4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9D7A7A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Реализация мероприятий федерал</w:t>
            </w:r>
            <w:r w:rsidRPr="00463FA1">
              <w:rPr>
                <w:sz w:val="28"/>
                <w:szCs w:val="28"/>
              </w:rPr>
              <w:t>ь</w:t>
            </w:r>
            <w:r w:rsidRPr="00463FA1">
              <w:rPr>
                <w:sz w:val="28"/>
                <w:szCs w:val="28"/>
              </w:rPr>
              <w:t>ной целевой программы «Развитие водохозяйственного комплекса Ро</w:t>
            </w:r>
            <w:r w:rsidRPr="00463FA1">
              <w:rPr>
                <w:sz w:val="28"/>
                <w:szCs w:val="28"/>
              </w:rPr>
              <w:t>с</w:t>
            </w:r>
            <w:r w:rsidRPr="00463FA1">
              <w:rPr>
                <w:sz w:val="28"/>
                <w:szCs w:val="28"/>
              </w:rPr>
              <w:t>сийской Федерации в 2012-2020 г</w:t>
            </w:r>
            <w:r w:rsidRPr="00463FA1">
              <w:rPr>
                <w:sz w:val="28"/>
                <w:szCs w:val="28"/>
              </w:rPr>
              <w:t>о</w:t>
            </w:r>
            <w:r w:rsidRPr="00463FA1">
              <w:rPr>
                <w:sz w:val="28"/>
                <w:szCs w:val="28"/>
              </w:rPr>
              <w:t>дах»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9D7A7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9D7A7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9D7A7A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587 5016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9D7A7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9D7A7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13088,4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9D7A7A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463FA1">
              <w:rPr>
                <w:sz w:val="28"/>
                <w:szCs w:val="28"/>
              </w:rPr>
              <w:t>н</w:t>
            </w:r>
            <w:r w:rsidRPr="00463FA1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9D7A7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9D7A7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9D7A7A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587 5016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9D7A7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9D7A7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13088,4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D7A7A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Охрана окружа</w:t>
            </w:r>
            <w:r w:rsidRPr="00E266D8">
              <w:rPr>
                <w:color w:val="000000"/>
                <w:sz w:val="28"/>
                <w:szCs w:val="28"/>
              </w:rPr>
              <w:t>ю</w:t>
            </w:r>
            <w:r w:rsidRPr="00E266D8">
              <w:rPr>
                <w:color w:val="000000"/>
                <w:sz w:val="28"/>
                <w:szCs w:val="28"/>
              </w:rPr>
              <w:t>щей среды и восстановление пр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родных ресурсов в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D7A7A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33279,999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D7A7A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водох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зяйственного комплекса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D7A7A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33279,999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D7A7A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Проектные работы и строительство гидротехнических сооружений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D7A7A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23899,999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D7A7A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D7A7A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D7A7A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23899,999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развитию водох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зяйственного комплекса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9380,0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6859,4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2520,6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184420,6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выполнения функций государственных учреждений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11270,1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2477,4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543,0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Российской Федерации орг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37289,8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 xml:space="preserve">мочий в области лесных отношений 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37289,8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31993,5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3800,3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Учреждения, обеспечивающие в</w:t>
            </w:r>
            <w:r w:rsidRPr="00E266D8">
              <w:rPr>
                <w:sz w:val="28"/>
                <w:szCs w:val="28"/>
              </w:rPr>
              <w:t>ы</w:t>
            </w:r>
            <w:r w:rsidRPr="00E266D8">
              <w:rPr>
                <w:sz w:val="28"/>
                <w:szCs w:val="28"/>
              </w:rPr>
              <w:t>полнение функций в области лесных отношений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128273,0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128273,0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казённых учр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86218,2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20243,4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ципальных) услуг (выполнение 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18191,4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 по охране и защите лесов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2601,5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2601,5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2601,5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 по воспроизводству лесов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53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Охрана окружа</w:t>
            </w:r>
            <w:r w:rsidRPr="00E266D8">
              <w:rPr>
                <w:color w:val="000000"/>
                <w:sz w:val="28"/>
                <w:szCs w:val="28"/>
              </w:rPr>
              <w:t>ю</w:t>
            </w:r>
            <w:r w:rsidRPr="00E266D8">
              <w:rPr>
                <w:color w:val="000000"/>
                <w:sz w:val="28"/>
                <w:szCs w:val="28"/>
              </w:rPr>
              <w:t>щей среды и восстановление пр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родных ресурсов в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53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D7A7A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лесного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 xml:space="preserve"> Ульяновской области «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х</w:t>
            </w:r>
            <w:r w:rsidRPr="00E266D8">
              <w:rPr>
                <w:color w:val="000000"/>
                <w:sz w:val="28"/>
                <w:szCs w:val="28"/>
              </w:rPr>
              <w:t>рана окружающей среды и восст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53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развитию лесного хозяйства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53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53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53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160966,726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Воздушный транспорт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53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12284,026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организациям воздушного транспорта в целях обеспечения до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 xml:space="preserve">тупности внутренних региональных воздушных перевозок </w:t>
            </w:r>
            <w:r>
              <w:rPr>
                <w:sz w:val="28"/>
                <w:szCs w:val="28"/>
              </w:rPr>
              <w:t>пассажиров воздушным транспортом</w:t>
            </w:r>
            <w:r w:rsidRPr="00E266D8">
              <w:rPr>
                <w:sz w:val="28"/>
                <w:szCs w:val="28"/>
              </w:rPr>
              <w:t xml:space="preserve"> в Пр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волжском федеральном округе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53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300 0400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12284,026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ций), индивидуальным предприн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53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300 0400</w:t>
            </w:r>
          </w:p>
        </w:tc>
        <w:tc>
          <w:tcPr>
            <w:tcW w:w="709" w:type="dxa"/>
            <w:vAlign w:val="bottom"/>
          </w:tcPr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12284,026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Водный транспорт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Отдельные мероприятия в области морского и речного транспорта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на компенсацию недоп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лученных доходов, связанных с 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ревозкой пассажиров пригородным железнодорожным транспортом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на компенсацию недоп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лученных доходов от перевозки па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сажиров юридическим лицам, инд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видуальным предпринимателям, осуществляющим данную деятел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2674555,2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275412,47718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Содержание и управление доро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ным хозяйством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86525,8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44763,3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3695,6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36008,3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областным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ным казённым предприятиям на возмещение части затрат, связанных с приобретением дорожно-транспортной техники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315 0200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188886,67718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315 0200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188886,67718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Погашение кредиторской задолже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ности по капитальному ремонту и ремонту дворовых территорий мн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гоквартирных домов, проездов к дворовым территориям многоква</w:t>
            </w:r>
            <w:r w:rsidRPr="00E266D8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тирных домов</w:t>
            </w:r>
            <w:r w:rsidRPr="00E266D8">
              <w:rPr>
                <w:sz w:val="28"/>
                <w:szCs w:val="28"/>
              </w:rPr>
              <w:t xml:space="preserve"> населённых пунктов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программа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Формирование и развитие инфраструктуры зон разв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годы государственной пр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Фо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мирование благоприятного инвест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Субсидии бюджету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погашение кредиторской задолже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ности по оплате услуг, связанных с подготовкой проектной документ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ции для строительства автомобил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ных дорог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901 2429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 xml:space="preserve">питальных вложений в объекты </w:t>
            </w:r>
            <w:r>
              <w:rPr>
                <w:sz w:val="28"/>
                <w:szCs w:val="28"/>
              </w:rPr>
              <w:br/>
            </w:r>
            <w:r w:rsidRPr="00E266D8">
              <w:rPr>
                <w:sz w:val="28"/>
                <w:szCs w:val="28"/>
              </w:rPr>
              <w:t>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901 2429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тран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портной системы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 на 2014-2019</w:t>
            </w:r>
            <w:r w:rsidRPr="00E266D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2356078,58395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системы дорожного хозяйства</w:t>
            </w:r>
            <w:r>
              <w:rPr>
                <w:color w:val="000000"/>
                <w:sz w:val="28"/>
                <w:szCs w:val="28"/>
              </w:rPr>
              <w:t xml:space="preserve"> Ульяновской области в 2014-2019</w:t>
            </w:r>
            <w:r w:rsidRPr="00E266D8">
              <w:rPr>
                <w:color w:val="000000"/>
                <w:sz w:val="28"/>
                <w:szCs w:val="28"/>
              </w:rPr>
              <w:t xml:space="preserve">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E266D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2240011,93595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развитию системы дорожного хозяйства 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2109112,06101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Закупка товаров, работ, услуг в ц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лях капитального ремонта госуда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ственного (муниципального) имущ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85196,67132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1285385,38534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63090,04322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583848,79355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питальных вложений в объекты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91591,16758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Реконструкция автомобильных д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 xml:space="preserve">рог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Инзенское городское поселение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Инзенского района 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34998,76024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34998,76024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Строительство мостового перехода через реку Малая Сарка на автом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 xml:space="preserve">бильной дороге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Сурское – Шуме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ля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– автомобильная дорога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Мос</w:t>
            </w:r>
            <w:r w:rsidRPr="00E266D8">
              <w:rPr>
                <w:color w:val="000000"/>
                <w:sz w:val="28"/>
                <w:szCs w:val="28"/>
              </w:rPr>
              <w:t>к</w:t>
            </w:r>
            <w:r w:rsidRPr="00E266D8">
              <w:rPr>
                <w:color w:val="000000"/>
                <w:sz w:val="28"/>
                <w:szCs w:val="28"/>
              </w:rPr>
              <w:t>ва – Казань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в Сурском районе 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95901,1147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95901,1147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Повышение без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пасности дорожного движения в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E266D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116066,648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обеспечению 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Центра автоматизирова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фиксации административных правонарушений в области безопа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ности дорожного движения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10249,551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16600,449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Мероприятия, направленные на 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вышение безопасности дорожного движения на автомобильных дор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гах регионального и межмуниц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пального значения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Софинансирование расходов, св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занных с обеспечением безопасн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сти дорожного движения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923 2712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9150,0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923 2712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9150,0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285708,61274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дарственных функций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венными органами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47068,6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35750,285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355,85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10536,165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96,0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Средства на реализацию пилотных инновационных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309 0000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5900,17394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Мероприятия, предусмотренные программами развития пилотных инновационных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309 5063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5900,17394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463FA1">
              <w:rPr>
                <w:sz w:val="28"/>
                <w:szCs w:val="28"/>
              </w:rPr>
              <w:t>н</w:t>
            </w:r>
            <w:r w:rsidRPr="00463FA1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309 5063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5900,17394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Разработка Стратегии социально-экономического развития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 области до 2020 года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9900,0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9900,0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стро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4916,2388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Создание комфор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ной среды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строительства и архите</w:t>
            </w:r>
            <w:r w:rsidRPr="00E266D8">
              <w:rPr>
                <w:color w:val="000000"/>
                <w:sz w:val="28"/>
                <w:szCs w:val="28"/>
              </w:rPr>
              <w:t>к</w:t>
            </w:r>
            <w:r w:rsidRPr="00E266D8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1316,2388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Организация и проведение социал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но значимых мероприятий в области архитектуры и градостроительства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1266,2388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836,2388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7320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Погашение кредиторской задолже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ности по премированию победит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лей областных конкурсов по благ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устройству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852 2120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852 2120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Подпрограмма «Увековечение пам</w:t>
            </w:r>
            <w:r w:rsidRPr="00463FA1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 лиц, внё</w:t>
            </w:r>
            <w:r w:rsidRPr="00463FA1">
              <w:rPr>
                <w:sz w:val="28"/>
                <w:szCs w:val="28"/>
              </w:rPr>
              <w:t>сших особый вклад в и</w:t>
            </w:r>
            <w:r w:rsidRPr="00463FA1">
              <w:rPr>
                <w:sz w:val="28"/>
                <w:szCs w:val="28"/>
              </w:rPr>
              <w:t>с</w:t>
            </w:r>
            <w:r w:rsidRPr="00463FA1">
              <w:rPr>
                <w:sz w:val="28"/>
                <w:szCs w:val="28"/>
              </w:rPr>
              <w:t>торию Ульяновской области, в 2014-2018 годах» государственной пр</w:t>
            </w:r>
            <w:r w:rsidRPr="00463FA1">
              <w:rPr>
                <w:sz w:val="28"/>
                <w:szCs w:val="28"/>
              </w:rPr>
              <w:t>о</w:t>
            </w:r>
            <w:r w:rsidRPr="00463FA1">
              <w:rPr>
                <w:sz w:val="28"/>
                <w:szCs w:val="28"/>
              </w:rPr>
              <w:t>граммы Ульяновской области «Ра</w:t>
            </w:r>
            <w:r w:rsidRPr="00463FA1">
              <w:rPr>
                <w:sz w:val="28"/>
                <w:szCs w:val="28"/>
              </w:rPr>
              <w:t>з</w:t>
            </w:r>
            <w:r w:rsidRPr="00463FA1">
              <w:rPr>
                <w:sz w:val="28"/>
                <w:szCs w:val="28"/>
              </w:rPr>
              <w:t>витие строительства и архитектуры в Ульян</w:t>
            </w:r>
            <w:r>
              <w:rPr>
                <w:sz w:val="28"/>
                <w:szCs w:val="28"/>
              </w:rPr>
              <w:t xml:space="preserve">овской области» </w:t>
            </w:r>
            <w:r w:rsidRPr="00463FA1">
              <w:rPr>
                <w:sz w:val="28"/>
                <w:szCs w:val="28"/>
              </w:rPr>
              <w:t>на 2014-2018 годы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853 0000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3600,0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 бюджету муниципального образования «город Ульяновск» на изготовление и установку памятн</w:t>
            </w:r>
            <w:r w:rsidRPr="00463FA1">
              <w:rPr>
                <w:sz w:val="28"/>
                <w:szCs w:val="28"/>
              </w:rPr>
              <w:t>и</w:t>
            </w:r>
            <w:r w:rsidRPr="00463FA1">
              <w:rPr>
                <w:sz w:val="28"/>
                <w:szCs w:val="28"/>
              </w:rPr>
              <w:t>ков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853 2130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3600,0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463FA1">
              <w:rPr>
                <w:sz w:val="28"/>
                <w:szCs w:val="28"/>
              </w:rPr>
              <w:t>н</w:t>
            </w:r>
            <w:r w:rsidRPr="00463FA1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853 2130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3600,0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</w:t>
            </w:r>
            <w:r w:rsidRPr="00E266D8">
              <w:rPr>
                <w:color w:val="000000"/>
                <w:sz w:val="28"/>
                <w:szCs w:val="28"/>
              </w:rPr>
              <w:t>923,6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 xml:space="preserve">Формирование и развитие инфраструктуры зон </w:t>
            </w:r>
            <w:r>
              <w:rPr>
                <w:color w:val="000000"/>
                <w:sz w:val="28"/>
                <w:szCs w:val="28"/>
              </w:rPr>
              <w:br/>
            </w:r>
            <w:r w:rsidRPr="00E266D8">
              <w:rPr>
                <w:color w:val="000000"/>
                <w:sz w:val="28"/>
                <w:szCs w:val="28"/>
              </w:rPr>
              <w:t>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</w:r>
            <w:r w:rsidRPr="00E266D8">
              <w:rPr>
                <w:color w:val="000000"/>
                <w:sz w:val="28"/>
                <w:szCs w:val="28"/>
              </w:rPr>
              <w:t xml:space="preserve">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Формирование благоприятного и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вестиционного климата в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100698,4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Увеличение уставного капитала о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 xml:space="preserve">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Корпорация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в целях оплаты основного долга по кредиту на строительство объектов инфраструктуры промы</w:t>
            </w:r>
            <w:r w:rsidRPr="00E266D8">
              <w:rPr>
                <w:sz w:val="28"/>
                <w:szCs w:val="28"/>
              </w:rPr>
              <w:t>ш</w:t>
            </w:r>
            <w:r w:rsidRPr="00E266D8">
              <w:rPr>
                <w:sz w:val="28"/>
                <w:szCs w:val="28"/>
              </w:rPr>
              <w:t>ленных зон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901 2410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34674,1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Бюджетные инвестиции иным юр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дическим лицам в объекты кап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901 2410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34674,1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организациям, которым в соответствии с Законом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от 15.03.2005 </w:t>
            </w:r>
            <w:r>
              <w:rPr>
                <w:color w:val="000000"/>
                <w:sz w:val="28"/>
                <w:szCs w:val="28"/>
              </w:rPr>
              <w:br/>
            </w:r>
            <w:r w:rsidRPr="00E266D8">
              <w:rPr>
                <w:color w:val="000000"/>
                <w:sz w:val="28"/>
                <w:szCs w:val="28"/>
              </w:rPr>
              <w:t xml:space="preserve">№ 019-ЗО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развитии инвестиц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онной 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присвоен статус организации, уполномоче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в сфере формирования и разв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тия инфраструктуры промышленных зон, в целях возмещения затрат ук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занных организаций по уплате пр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центов по кредитам, полученным на формирование и развитие инфр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структуры промышленных зон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41024,3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41024,3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Увеличение уставного капитала о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 xml:space="preserve">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Корпорация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в целях строительства об</w:t>
            </w:r>
            <w:r w:rsidRPr="00E266D8">
              <w:rPr>
                <w:sz w:val="28"/>
                <w:szCs w:val="28"/>
              </w:rPr>
              <w:t>ъ</w:t>
            </w:r>
            <w:r w:rsidRPr="00E266D8">
              <w:rPr>
                <w:sz w:val="28"/>
                <w:szCs w:val="28"/>
              </w:rPr>
              <w:t>ектов инфраструктуры промышле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зон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901 2419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Бюджетные инвестиции иным юр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дическим лицам в объекты кап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901 2419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инновац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онной деятельности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годы гос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>дарственной программы Ульяно</w:t>
            </w:r>
            <w:r w:rsidRPr="00E266D8"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 xml:space="preserve">Формирование </w:t>
            </w:r>
            <w:r>
              <w:rPr>
                <w:sz w:val="28"/>
                <w:szCs w:val="28"/>
              </w:rPr>
              <w:br/>
            </w:r>
            <w:r w:rsidRPr="00E266D8">
              <w:rPr>
                <w:sz w:val="28"/>
                <w:szCs w:val="28"/>
              </w:rPr>
              <w:t>благоприятного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Внесение членского взноса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 в Ассоциацию эк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номического взаимодействия суб</w:t>
            </w:r>
            <w:r w:rsidRPr="00E266D8">
              <w:rPr>
                <w:sz w:val="28"/>
                <w:szCs w:val="28"/>
              </w:rPr>
              <w:t>ъ</w:t>
            </w:r>
            <w:r w:rsidRPr="00E266D8">
              <w:rPr>
                <w:sz w:val="28"/>
                <w:szCs w:val="28"/>
              </w:rPr>
              <w:t xml:space="preserve">ектов Российской Федерации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социация инновационных регионов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некоммерческим орган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(муниципальных) учрежд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Ульяновск – ави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ционная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105325,2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Увеличение уставного капитала о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 xml:space="preserve">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Аэропорт Ульяновск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в целях о</w:t>
            </w:r>
            <w:r w:rsidRPr="00E266D8">
              <w:rPr>
                <w:sz w:val="28"/>
                <w:szCs w:val="28"/>
              </w:rPr>
              <w:t>п</w:t>
            </w:r>
            <w:r w:rsidRPr="00E266D8">
              <w:rPr>
                <w:sz w:val="28"/>
                <w:szCs w:val="28"/>
              </w:rPr>
              <w:t xml:space="preserve">латы основного долга по кредиту на реконструкцию здания аэровокзала открытого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Аэропорт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903 2510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Бюджетные инвестиции иным юр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дическим лицам в объекты кап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903 2510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юридическим лицам, осуществляющим аэропортовую деятельность, на возмещение затрат, связанных с уплатой процентов по привлечённым кредитам, в целях 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конструкции объектов аэропортовой инфраструктуры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Формиров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ние благоприятного инвестиционн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Предоставление субсидий автоно</w:t>
            </w:r>
            <w:r w:rsidRPr="00E266D8">
              <w:rPr>
                <w:color w:val="000000"/>
                <w:sz w:val="28"/>
                <w:szCs w:val="28"/>
              </w:rPr>
              <w:t>м</w:t>
            </w:r>
            <w:r w:rsidRPr="00E266D8">
              <w:rPr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Региональный центр поддержки и сопровождения предпринимательс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обеспечение деятельности центра поддержки предприним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тельства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904 2810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904 2810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Предоставление субсидий автоно</w:t>
            </w:r>
            <w:r w:rsidRPr="00E266D8">
              <w:rPr>
                <w:sz w:val="28"/>
                <w:szCs w:val="28"/>
              </w:rPr>
              <w:t>м</w:t>
            </w:r>
            <w:r w:rsidRPr="00E266D8">
              <w:rPr>
                <w:sz w:val="28"/>
                <w:szCs w:val="28"/>
              </w:rPr>
              <w:t xml:space="preserve">ной некоммерческой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Центр кластерного развития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обеспечение деятельности центра кластерного развития для субъектов малого и среднего предпринимательства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некоммерческим орган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(муниципальных) учрежд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туризма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910 0000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631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266D8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Рекламно-информационное обесп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чение  развития туризма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2C0FB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Предоставление субсиди</w:t>
            </w:r>
            <w:r>
              <w:rPr>
                <w:sz w:val="28"/>
                <w:szCs w:val="28"/>
              </w:rPr>
              <w:t>й Фонду «Ульяновск –</w:t>
            </w:r>
            <w:r w:rsidRPr="00463FA1">
              <w:rPr>
                <w:sz w:val="28"/>
                <w:szCs w:val="28"/>
              </w:rPr>
              <w:t xml:space="preserve"> культурная столица» в целях финансирования затрат, св</w:t>
            </w:r>
            <w:r w:rsidRPr="00463FA1">
              <w:rPr>
                <w:sz w:val="28"/>
                <w:szCs w:val="28"/>
              </w:rPr>
              <w:t>я</w:t>
            </w:r>
            <w:r w:rsidRPr="00463FA1">
              <w:rPr>
                <w:sz w:val="28"/>
                <w:szCs w:val="28"/>
              </w:rPr>
              <w:t>занных с реализацией проекта «М</w:t>
            </w:r>
            <w:r w:rsidRPr="00463FA1">
              <w:rPr>
                <w:sz w:val="28"/>
                <w:szCs w:val="28"/>
              </w:rPr>
              <w:t>у</w:t>
            </w:r>
            <w:r w:rsidRPr="00463FA1">
              <w:rPr>
                <w:sz w:val="28"/>
                <w:szCs w:val="28"/>
              </w:rPr>
              <w:t>зей СССР в городе Ульяновске» как основы формирования культурно-туристского кластера 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910 2620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400,0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 некоммерческим орган</w:t>
            </w:r>
            <w:r w:rsidRPr="00463FA1">
              <w:rPr>
                <w:sz w:val="28"/>
                <w:szCs w:val="28"/>
              </w:rPr>
              <w:t>и</w:t>
            </w:r>
            <w:r w:rsidRPr="00463FA1">
              <w:rPr>
                <w:sz w:val="28"/>
                <w:szCs w:val="28"/>
              </w:rPr>
              <w:t>зациям (за исключением государс</w:t>
            </w:r>
            <w:r w:rsidRPr="00463FA1">
              <w:rPr>
                <w:sz w:val="28"/>
                <w:szCs w:val="28"/>
              </w:rPr>
              <w:t>т</w:t>
            </w:r>
            <w:r w:rsidRPr="00463FA1">
              <w:rPr>
                <w:sz w:val="28"/>
                <w:szCs w:val="28"/>
              </w:rPr>
              <w:t>венных (муниципальных) учрежд</w:t>
            </w:r>
            <w:r w:rsidRPr="00463FA1">
              <w:rPr>
                <w:sz w:val="28"/>
                <w:szCs w:val="28"/>
              </w:rPr>
              <w:t>е</w:t>
            </w:r>
            <w:r w:rsidRPr="00463FA1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910 2620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343977,49242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44380,0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поддержка сел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44380,0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Реализация мероприятий федерал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Устойч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44380,0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питальных вложений в объекты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44380,0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299597,49242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63FA1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с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63FA1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63584,9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63584,9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56077,0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3893,3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3381,6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3E5F91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дарственных функций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венными органами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26202,3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3537,0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216,1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E266D8">
              <w:rPr>
                <w:color w:val="000000"/>
                <w:sz w:val="28"/>
                <w:szCs w:val="28"/>
              </w:rPr>
              <w:t>л</w:t>
            </w:r>
            <w:r w:rsidRPr="00E266D8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Финансовое обеспечение установл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 нормативов потребления нас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лением твёрдого топлива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9C73CF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C73CF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Премирование муниципального 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 xml:space="preserve">разования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Большенагаткинское сельское поселение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Цильнинского района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D728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Прочие мероприятия, осуществля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мые за счёт межбюджетных тран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 xml:space="preserve">фертов прошлых </w:t>
            </w:r>
            <w:r>
              <w:rPr>
                <w:sz w:val="28"/>
                <w:szCs w:val="28"/>
              </w:rPr>
              <w:t>л</w:t>
            </w:r>
            <w:r w:rsidRPr="00E266D8">
              <w:rPr>
                <w:sz w:val="28"/>
                <w:szCs w:val="28"/>
              </w:rPr>
              <w:t>ет из федеральн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го бюджета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585 5898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585 5898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 w:rsidRPr="00E266D8">
              <w:rPr>
                <w:color w:val="000000"/>
                <w:sz w:val="28"/>
                <w:szCs w:val="28"/>
              </w:rPr>
              <w:t>к</w:t>
            </w:r>
            <w:r w:rsidRPr="00E266D8">
              <w:rPr>
                <w:color w:val="000000"/>
                <w:sz w:val="28"/>
                <w:szCs w:val="28"/>
              </w:rPr>
              <w:t>ций, связанных с обеспечением о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дельных мероприятий в сфере ж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660 0000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88001,5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Мероприятия, связанные с обесп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чением функционирования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жилищно-коммунального х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81266,5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81266,5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Мероприятия, связанные с обесп</w:t>
            </w:r>
            <w:r w:rsidRPr="00463FA1">
              <w:rPr>
                <w:sz w:val="28"/>
                <w:szCs w:val="28"/>
              </w:rPr>
              <w:t>е</w:t>
            </w:r>
            <w:r w:rsidRPr="00463FA1">
              <w:rPr>
                <w:sz w:val="28"/>
                <w:szCs w:val="28"/>
              </w:rPr>
              <w:t>чением функционирования реги</w:t>
            </w:r>
            <w:r w:rsidRPr="00463FA1">
              <w:rPr>
                <w:sz w:val="28"/>
                <w:szCs w:val="28"/>
              </w:rPr>
              <w:t>о</w:t>
            </w:r>
            <w:r w:rsidRPr="00463FA1">
              <w:rPr>
                <w:sz w:val="28"/>
                <w:szCs w:val="28"/>
              </w:rPr>
              <w:t>нального оператора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6735,0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 некоммерческим орган</w:t>
            </w:r>
            <w:r w:rsidRPr="00463FA1">
              <w:rPr>
                <w:sz w:val="28"/>
                <w:szCs w:val="28"/>
              </w:rPr>
              <w:t>и</w:t>
            </w:r>
            <w:r w:rsidRPr="00463FA1">
              <w:rPr>
                <w:sz w:val="28"/>
                <w:szCs w:val="28"/>
              </w:rPr>
              <w:t>зациям (за исключением государст</w:t>
            </w:r>
            <w:r>
              <w:rPr>
                <w:sz w:val="28"/>
                <w:szCs w:val="28"/>
              </w:rPr>
              <w:t>-</w:t>
            </w:r>
            <w:r w:rsidRPr="00463FA1">
              <w:rPr>
                <w:sz w:val="28"/>
                <w:szCs w:val="28"/>
              </w:rPr>
              <w:t>венных (муниципальных) учрежд</w:t>
            </w:r>
            <w:r w:rsidRPr="00463FA1">
              <w:rPr>
                <w:sz w:val="28"/>
                <w:szCs w:val="28"/>
              </w:rPr>
              <w:t>е</w:t>
            </w:r>
            <w:r w:rsidRPr="00463FA1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6735,0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9C73CF" w:rsidRDefault="009A78A8" w:rsidP="00463FA1">
            <w:pPr>
              <w:spacing w:line="360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9C73CF">
              <w:rPr>
                <w:color w:val="000000"/>
                <w:spacing w:val="4"/>
                <w:sz w:val="28"/>
                <w:szCs w:val="28"/>
              </w:rPr>
              <w:t>Государственная программа Уль</w:t>
            </w:r>
            <w:r w:rsidRPr="009C73CF">
              <w:rPr>
                <w:color w:val="000000"/>
                <w:spacing w:val="4"/>
                <w:sz w:val="28"/>
                <w:szCs w:val="28"/>
              </w:rPr>
              <w:t>я</w:t>
            </w:r>
            <w:r w:rsidRPr="009C73CF">
              <w:rPr>
                <w:color w:val="000000"/>
                <w:spacing w:val="4"/>
                <w:sz w:val="28"/>
                <w:szCs w:val="28"/>
              </w:rPr>
              <w:t>новской области «Развитие жили</w:t>
            </w:r>
            <w:r w:rsidRPr="009C73CF">
              <w:rPr>
                <w:color w:val="000000"/>
                <w:spacing w:val="4"/>
                <w:sz w:val="28"/>
                <w:szCs w:val="28"/>
              </w:rPr>
              <w:t>щ</w:t>
            </w:r>
            <w:r w:rsidRPr="009C73CF">
              <w:rPr>
                <w:color w:val="000000"/>
                <w:spacing w:val="4"/>
                <w:sz w:val="28"/>
                <w:szCs w:val="28"/>
              </w:rPr>
              <w:t>но-коммунального хозяйства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48069,13581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жилищно-коммунального хозяйства в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12188,13581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Ремонт объектов водоснабжения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831 2422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1463,0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831 2422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1463,0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Погашение кредиторской задолже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ности за ранее выполненные работы по ремонту объектов водоснабж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ния, восстановлению дебита водоз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борных скважин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831 2423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6332,13581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831 2423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6332,13581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Погашение кредиторской задолже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ности за ранее выполненные работы по строительству и реконструкции объектов водоснабжения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831 2424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2778,0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питальных вложений в объекты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831 2424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2778,0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Подготовка проектной документ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831 2425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1615,0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831 2425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1615,0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Газификация нас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лённых пунктов Ульяновской обла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ж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лищно-коммунального хозяйства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5881,0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Строительство объектов газосна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>жения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832 2414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5881,0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питальных вложений в объекты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832 2414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5881,0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Содействие 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ципальным образованиям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 в подготовке и прох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ждении отопительных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сударственной программы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жилищно-коммунального хозяйства в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Оказание содействия муниципал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ным образованиям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 в подготовке и прохождении отопительного сезона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программа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сельск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го хозяйства и регулирование ры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ков сельскохозяйственной проду</w:t>
            </w:r>
            <w:r w:rsidRPr="00E266D8">
              <w:rPr>
                <w:sz w:val="28"/>
                <w:szCs w:val="28"/>
              </w:rPr>
              <w:t>к</w:t>
            </w:r>
            <w:r w:rsidRPr="00E266D8">
              <w:rPr>
                <w:sz w:val="28"/>
                <w:szCs w:val="28"/>
              </w:rPr>
              <w:t>ции, сырья и продовольствия в 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2014-2020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68201,75661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Устойчивое разв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госуда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сельского хозя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ства и регулирование рынков сел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68201,75661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Софинансирование мероприятий по строительству объектов газоснабж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 xml:space="preserve">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23976,0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питальных вложений в объекты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48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23976,0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Софинансирование мероприятий по строительству и реконструкции об</w:t>
            </w:r>
            <w:r w:rsidRPr="00E266D8">
              <w:rPr>
                <w:sz w:val="28"/>
                <w:szCs w:val="28"/>
              </w:rPr>
              <w:t>ъ</w:t>
            </w:r>
            <w:r w:rsidRPr="00E266D8">
              <w:rPr>
                <w:sz w:val="28"/>
                <w:szCs w:val="28"/>
              </w:rPr>
              <w:t>ектов водоснабжения в сельской м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стности в рамках реализации фед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тойчивое развитие сельских терр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торий на 2014-2017 годы и на пер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48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44225,75661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питальных вложений в объекты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48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44225,75661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7762,6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7762,6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мочий Российской Федерации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 в области  охраны окружающей среды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E5F91">
            <w:pPr>
              <w:spacing w:line="348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E5F91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вии с частью первой статьи 6 Фед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животном мире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полномочий Российской Федерации в области организации, регулиров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ния и охраны водных биологических ресурсов</w:t>
            </w:r>
          </w:p>
        </w:tc>
        <w:tc>
          <w:tcPr>
            <w:tcW w:w="567" w:type="dxa"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E5F9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3E5F91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вии с частью первой статьи 6 Фед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животном мире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полномочий Российской Федерации в области охраны и использования объектов животного мира (за и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ключением охотничьих ресурсов и водных биологических ресурсов)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6E517B" w:rsidRDefault="009A78A8" w:rsidP="00463FA1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6E517B">
              <w:rPr>
                <w:spacing w:val="-4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6E517B">
              <w:rPr>
                <w:spacing w:val="-4"/>
                <w:sz w:val="28"/>
                <w:szCs w:val="28"/>
              </w:rPr>
              <w:t>т</w:t>
            </w:r>
            <w:r w:rsidRPr="006E517B">
              <w:rPr>
                <w:spacing w:val="-4"/>
                <w:sz w:val="28"/>
                <w:szCs w:val="28"/>
              </w:rPr>
              <w:t>вии с частью 1 статьи 33 Федеральн</w:t>
            </w:r>
            <w:r w:rsidRPr="006E517B">
              <w:rPr>
                <w:spacing w:val="-4"/>
                <w:sz w:val="28"/>
                <w:szCs w:val="28"/>
              </w:rPr>
              <w:t>о</w:t>
            </w:r>
            <w:r w:rsidRPr="006E517B">
              <w:rPr>
                <w:spacing w:val="-4"/>
                <w:sz w:val="28"/>
                <w:szCs w:val="28"/>
              </w:rPr>
              <w:t>го закона «Об охоте и о сохранении охотничьих ресурсов и о внесе</w:t>
            </w:r>
            <w:r>
              <w:rPr>
                <w:spacing w:val="-4"/>
                <w:sz w:val="28"/>
                <w:szCs w:val="28"/>
              </w:rPr>
              <w:t>-</w:t>
            </w:r>
            <w:r>
              <w:rPr>
                <w:spacing w:val="-4"/>
                <w:sz w:val="28"/>
                <w:szCs w:val="28"/>
              </w:rPr>
              <w:br/>
            </w:r>
            <w:r w:rsidRPr="006E517B">
              <w:rPr>
                <w:spacing w:val="-4"/>
                <w:sz w:val="28"/>
                <w:szCs w:val="28"/>
              </w:rPr>
              <w:t>нии изменений в отдельные законод</w:t>
            </w:r>
            <w:r w:rsidRPr="006E517B">
              <w:rPr>
                <w:spacing w:val="-4"/>
                <w:sz w:val="28"/>
                <w:szCs w:val="28"/>
              </w:rPr>
              <w:t>а</w:t>
            </w:r>
            <w:r w:rsidRPr="006E517B">
              <w:rPr>
                <w:spacing w:val="-4"/>
                <w:sz w:val="28"/>
                <w:szCs w:val="28"/>
              </w:rPr>
              <w:t>тельные акты Российской Федер</w:t>
            </w:r>
            <w:r w:rsidRPr="006E517B">
              <w:rPr>
                <w:spacing w:val="-4"/>
                <w:sz w:val="28"/>
                <w:szCs w:val="28"/>
              </w:rPr>
              <w:t>а</w:t>
            </w:r>
            <w:r w:rsidRPr="006E517B">
              <w:rPr>
                <w:spacing w:val="-4"/>
                <w:sz w:val="28"/>
                <w:szCs w:val="28"/>
              </w:rPr>
              <w:t>ции» полномочий Российской Фед</w:t>
            </w:r>
            <w:r w:rsidRPr="006E517B">
              <w:rPr>
                <w:spacing w:val="-4"/>
                <w:sz w:val="28"/>
                <w:szCs w:val="28"/>
              </w:rPr>
              <w:t>е</w:t>
            </w:r>
            <w:r w:rsidRPr="006E517B">
              <w:rPr>
                <w:spacing w:val="-4"/>
                <w:sz w:val="28"/>
                <w:szCs w:val="28"/>
              </w:rPr>
              <w:t>рации в области охраны и использ</w:t>
            </w:r>
            <w:r w:rsidRPr="006E517B">
              <w:rPr>
                <w:spacing w:val="-4"/>
                <w:sz w:val="28"/>
                <w:szCs w:val="28"/>
              </w:rPr>
              <w:t>о</w:t>
            </w:r>
            <w:r w:rsidRPr="006E517B">
              <w:rPr>
                <w:spacing w:val="-4"/>
                <w:sz w:val="28"/>
                <w:szCs w:val="28"/>
              </w:rPr>
              <w:t>вания охотничьих ресурсов (за и</w:t>
            </w:r>
            <w:r w:rsidRPr="006E517B">
              <w:rPr>
                <w:spacing w:val="-4"/>
                <w:sz w:val="28"/>
                <w:szCs w:val="28"/>
              </w:rPr>
              <w:t>с</w:t>
            </w:r>
            <w:r w:rsidRPr="006E517B">
              <w:rPr>
                <w:spacing w:val="-4"/>
                <w:sz w:val="28"/>
                <w:szCs w:val="28"/>
              </w:rPr>
              <w:t>ключением полномочий Российской Федерации по федеральному госуда</w:t>
            </w:r>
            <w:r w:rsidRPr="006E517B">
              <w:rPr>
                <w:spacing w:val="-4"/>
                <w:sz w:val="28"/>
                <w:szCs w:val="28"/>
              </w:rPr>
              <w:t>р</w:t>
            </w:r>
            <w:r w:rsidRPr="006E517B">
              <w:rPr>
                <w:spacing w:val="-4"/>
                <w:sz w:val="28"/>
                <w:szCs w:val="28"/>
              </w:rPr>
              <w:t>ственному охотничьему надзору, в</w:t>
            </w:r>
            <w:r w:rsidRPr="006E517B">
              <w:rPr>
                <w:spacing w:val="-4"/>
                <w:sz w:val="28"/>
                <w:szCs w:val="28"/>
              </w:rPr>
              <w:t>ы</w:t>
            </w:r>
            <w:r w:rsidRPr="006E517B">
              <w:rPr>
                <w:spacing w:val="-4"/>
                <w:sz w:val="28"/>
                <w:szCs w:val="28"/>
              </w:rPr>
              <w:t>даче разрешений на добычу охо</w:t>
            </w:r>
            <w:r w:rsidRPr="006E517B">
              <w:rPr>
                <w:spacing w:val="-4"/>
                <w:sz w:val="28"/>
                <w:szCs w:val="28"/>
              </w:rPr>
              <w:t>т</w:t>
            </w:r>
            <w:r w:rsidRPr="006E517B">
              <w:rPr>
                <w:spacing w:val="-4"/>
                <w:sz w:val="28"/>
                <w:szCs w:val="28"/>
              </w:rPr>
              <w:t>ничьих ресурсов и заключению охо</w:t>
            </w:r>
            <w:r w:rsidRPr="006E517B">
              <w:rPr>
                <w:spacing w:val="-4"/>
                <w:sz w:val="28"/>
                <w:szCs w:val="28"/>
              </w:rPr>
              <w:t>т</w:t>
            </w:r>
            <w:r w:rsidRPr="006E517B">
              <w:rPr>
                <w:spacing w:val="-4"/>
                <w:sz w:val="28"/>
                <w:szCs w:val="28"/>
              </w:rPr>
              <w:t>хозяйственных соглашений)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167,3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167,3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Российской Федерации орг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7412,1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5F91">
              <w:rPr>
                <w:spacing w:val="-4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3E5F91">
              <w:rPr>
                <w:spacing w:val="-4"/>
                <w:sz w:val="28"/>
                <w:szCs w:val="28"/>
              </w:rPr>
              <w:t>т</w:t>
            </w:r>
            <w:r w:rsidRPr="003E5F91">
              <w:rPr>
                <w:spacing w:val="-4"/>
                <w:sz w:val="28"/>
                <w:szCs w:val="28"/>
              </w:rPr>
              <w:t>вии с частью 1 статьи 33 Федеральн</w:t>
            </w:r>
            <w:r w:rsidRPr="003E5F91">
              <w:rPr>
                <w:spacing w:val="-4"/>
                <w:sz w:val="28"/>
                <w:szCs w:val="28"/>
              </w:rPr>
              <w:t>о</w:t>
            </w:r>
            <w:r w:rsidRPr="003E5F91">
              <w:rPr>
                <w:spacing w:val="-4"/>
                <w:sz w:val="28"/>
                <w:szCs w:val="28"/>
              </w:rPr>
              <w:t>го закона «Об охоте и о сохране-</w:t>
            </w:r>
            <w:r>
              <w:rPr>
                <w:spacing w:val="-4"/>
                <w:sz w:val="28"/>
                <w:szCs w:val="28"/>
              </w:rPr>
              <w:br/>
            </w:r>
            <w:r w:rsidRPr="00E266D8">
              <w:rPr>
                <w:sz w:val="28"/>
                <w:szCs w:val="28"/>
              </w:rPr>
              <w:t>нии охотничьих ресурсов и о внес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нии изменений в отдельные закон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дательные акты Российской Федер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полномочий Российской Фед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рации в области охраны и использ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вания охотничьих ресурсов, по ко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тролю, надзору, выдаче разрешений на добычу охотничьих ресурсов и заключению охотхозяйственных с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глашений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7412,1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6753,264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E5F9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361,836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271,9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78</w:t>
            </w:r>
            <w:r>
              <w:rPr>
                <w:color w:val="000000"/>
                <w:sz w:val="28"/>
                <w:szCs w:val="28"/>
              </w:rPr>
              <w:t>1</w:t>
            </w:r>
            <w:r w:rsidRPr="00E266D8">
              <w:rPr>
                <w:color w:val="000000"/>
                <w:sz w:val="28"/>
                <w:szCs w:val="28"/>
              </w:rPr>
              <w:t>9696,1351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59</w:t>
            </w:r>
            <w:r w:rsidRPr="00E266D8">
              <w:rPr>
                <w:color w:val="000000"/>
                <w:sz w:val="28"/>
                <w:szCs w:val="28"/>
              </w:rPr>
              <w:t>7051,3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7</w:t>
            </w:r>
            <w:r w:rsidRPr="00E266D8">
              <w:rPr>
                <w:color w:val="000000"/>
                <w:sz w:val="28"/>
                <w:szCs w:val="28"/>
              </w:rPr>
              <w:t>8228,8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203399,5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117505,8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питальных вложений в объекты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85893,7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государственных 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рантий реализации прав на получ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ние общедоступного и бесплатного дошкольного образования в 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 дошкольных образов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E266D8">
              <w:rPr>
                <w:color w:val="000000"/>
                <w:sz w:val="28"/>
                <w:szCs w:val="28"/>
              </w:rPr>
              <w:t>5688,6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E266D8">
              <w:rPr>
                <w:color w:val="000000"/>
                <w:sz w:val="28"/>
                <w:szCs w:val="28"/>
              </w:rPr>
              <w:t>5688,6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Финансовое обеспечение получения дошкольного образования в частных дошкольных образовательных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9140,7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9140,7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программа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и моде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Развитие материально-технической базы системы дошкольного образ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10322,5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на софинансирование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питальных вложений в объекты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4906660,7251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26856,3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19901,4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6528,1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163,3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289688,415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85385,75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62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62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0,15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260,5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13297,4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162061,5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3405,8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92E83" w:rsidRDefault="009A78A8" w:rsidP="00E92E83">
            <w:pPr>
              <w:spacing w:line="362" w:lineRule="auto"/>
              <w:jc w:val="both"/>
              <w:rPr>
                <w:color w:val="000000"/>
                <w:sz w:val="28"/>
                <w:szCs w:val="28"/>
              </w:rPr>
            </w:pPr>
            <w:r w:rsidRPr="00E92E83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E92E83">
              <w:rPr>
                <w:color w:val="000000"/>
                <w:sz w:val="28"/>
                <w:szCs w:val="28"/>
              </w:rPr>
              <w:t>р</w:t>
            </w:r>
            <w:r w:rsidRPr="00E92E83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92E83">
              <w:rPr>
                <w:color w:val="000000"/>
                <w:sz w:val="28"/>
                <w:szCs w:val="28"/>
              </w:rPr>
              <w:t>и</w:t>
            </w:r>
            <w:r w:rsidRPr="00E92E83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92E83">
              <w:rPr>
                <w:color w:val="000000"/>
                <w:sz w:val="28"/>
                <w:szCs w:val="28"/>
              </w:rPr>
              <w:t>а</w:t>
            </w:r>
            <w:r w:rsidRPr="00E92E83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62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62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23814,6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177,9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103,6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E92E83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Адресная финансовая поддержка спортивных организаций, осущест</w:t>
            </w:r>
            <w:r w:rsidRPr="00463FA1">
              <w:rPr>
                <w:sz w:val="28"/>
                <w:szCs w:val="28"/>
              </w:rPr>
              <w:t>в</w:t>
            </w:r>
            <w:r w:rsidRPr="00463FA1">
              <w:rPr>
                <w:sz w:val="28"/>
                <w:szCs w:val="28"/>
              </w:rPr>
              <w:t>ляющих подготовку спортивного р</w:t>
            </w:r>
            <w:r w:rsidRPr="00463FA1">
              <w:rPr>
                <w:sz w:val="28"/>
                <w:szCs w:val="28"/>
              </w:rPr>
              <w:t>е</w:t>
            </w:r>
            <w:r w:rsidRPr="00463FA1">
              <w:rPr>
                <w:sz w:val="28"/>
                <w:szCs w:val="28"/>
              </w:rPr>
              <w:t>зерва для сборных команд Росси</w:t>
            </w:r>
            <w:r w:rsidRPr="00463FA1">
              <w:rPr>
                <w:sz w:val="28"/>
                <w:szCs w:val="28"/>
              </w:rPr>
              <w:t>й</w:t>
            </w:r>
            <w:r w:rsidRPr="00463FA1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E92E83">
            <w:pPr>
              <w:spacing w:line="37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1181,215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E92E83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E92E83">
            <w:pPr>
              <w:spacing w:line="37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1181,215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238378,3501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166075,25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457,55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67254,3501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6E517B" w:rsidRDefault="009A78A8" w:rsidP="00E92E83">
            <w:pPr>
              <w:spacing w:line="37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6E517B">
              <w:rPr>
                <w:color w:val="000000"/>
                <w:spacing w:val="-6"/>
                <w:sz w:val="28"/>
                <w:szCs w:val="28"/>
              </w:rPr>
              <w:t>Пособия, компенсации и иные соц</w:t>
            </w:r>
            <w:r w:rsidRPr="006E517B">
              <w:rPr>
                <w:color w:val="000000"/>
                <w:spacing w:val="-6"/>
                <w:sz w:val="28"/>
                <w:szCs w:val="28"/>
              </w:rPr>
              <w:t>и</w:t>
            </w:r>
            <w:r w:rsidRPr="006E517B">
              <w:rPr>
                <w:color w:val="000000"/>
                <w:spacing w:val="-6"/>
                <w:sz w:val="28"/>
                <w:szCs w:val="28"/>
              </w:rPr>
              <w:t>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2484,3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7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56,5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1366,4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Специальные (коррекционные) у</w:t>
            </w:r>
            <w:r w:rsidRPr="00E266D8">
              <w:rPr>
                <w:color w:val="000000"/>
                <w:sz w:val="28"/>
                <w:szCs w:val="28"/>
              </w:rPr>
              <w:t>ч</w:t>
            </w:r>
            <w:r w:rsidRPr="00E266D8">
              <w:rPr>
                <w:color w:val="000000"/>
                <w:sz w:val="28"/>
                <w:szCs w:val="28"/>
              </w:rPr>
              <w:t>реждения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402754,5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333278,1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53285,3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1271,8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619,4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1026,7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Финансовое обеспечение меропри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 xml:space="preserve">тий федеральной целевой </w:t>
            </w:r>
            <w:r>
              <w:rPr>
                <w:sz w:val="28"/>
                <w:szCs w:val="28"/>
              </w:rPr>
              <w:br/>
            </w:r>
            <w:r w:rsidRPr="00E266D8">
              <w:rPr>
                <w:sz w:val="28"/>
                <w:szCs w:val="28"/>
              </w:rPr>
              <w:t>программы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13197,0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13197,0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3867488,26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7265,26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7265,26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Финансовое обеспечение меропри</w:t>
            </w:r>
            <w:r w:rsidRPr="00463FA1">
              <w:rPr>
                <w:sz w:val="28"/>
                <w:szCs w:val="28"/>
              </w:rPr>
              <w:t>я</w:t>
            </w:r>
            <w:r w:rsidRPr="00463FA1">
              <w:rPr>
                <w:sz w:val="28"/>
                <w:szCs w:val="28"/>
              </w:rPr>
              <w:t>тий федеральной целевой програ</w:t>
            </w:r>
            <w:r w:rsidRPr="00463FA1">
              <w:rPr>
                <w:sz w:val="28"/>
                <w:szCs w:val="28"/>
              </w:rPr>
              <w:t>м</w:t>
            </w:r>
            <w:r w:rsidRPr="00463FA1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5972,0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463FA1">
              <w:rPr>
                <w:sz w:val="28"/>
                <w:szCs w:val="28"/>
              </w:rPr>
              <w:t>н</w:t>
            </w:r>
            <w:r w:rsidRPr="00463FA1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5972,0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государственных 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рантий реализации прав на получ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3850193,0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3850193,0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вательных организациях, осущест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ляющих образовательную деятел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ность по имеющим государственную аккредитацию основным общеобр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зовательным программам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2458,0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2458,0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17,5</w:t>
            </w:r>
          </w:p>
        </w:tc>
      </w:tr>
      <w:tr w:rsidR="009A78A8" w:rsidRPr="00463FA1" w:rsidTr="00463FA1">
        <w:trPr>
          <w:trHeight w:val="20"/>
        </w:trPr>
        <w:tc>
          <w:tcPr>
            <w:tcW w:w="4678" w:type="dxa"/>
            <w:vAlign w:val="center"/>
          </w:tcPr>
          <w:p w:rsidR="009A78A8" w:rsidRPr="00463FA1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463FA1">
              <w:rPr>
                <w:sz w:val="28"/>
                <w:szCs w:val="28"/>
              </w:rPr>
              <w:t>р</w:t>
            </w:r>
            <w:r w:rsidRPr="00463FA1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463FA1">
              <w:rPr>
                <w:sz w:val="28"/>
                <w:szCs w:val="28"/>
              </w:rPr>
              <w:t>и</w:t>
            </w:r>
            <w:r w:rsidRPr="00463FA1">
              <w:rPr>
                <w:sz w:val="28"/>
                <w:szCs w:val="28"/>
              </w:rPr>
              <w:t>ципальных) услуг (выполнение р</w:t>
            </w:r>
            <w:r w:rsidRPr="00463FA1">
              <w:rPr>
                <w:sz w:val="28"/>
                <w:szCs w:val="28"/>
              </w:rPr>
              <w:t>а</w:t>
            </w:r>
            <w:r w:rsidRPr="00463FA1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463FA1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463FA1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63FA1">
              <w:rPr>
                <w:sz w:val="28"/>
                <w:szCs w:val="28"/>
              </w:rPr>
              <w:t>17,5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E266D8">
              <w:rPr>
                <w:color w:val="000000"/>
                <w:sz w:val="28"/>
                <w:szCs w:val="28"/>
              </w:rPr>
              <w:t>л</w:t>
            </w:r>
            <w:r w:rsidRPr="00E266D8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43988,4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Предоставление бесплатно спец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альных учебников и учебных пос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бий, иной учебной литературы, а также услуг сурдопереводчиков и тифлосурдопереводчиков при пол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>чении обучающимися с ограниче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ными возможностями здоровья 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>разования в муниципальных образ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вательных организациях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55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Осуществление ежемесячной допл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ты за наличие учёной степени ка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дидата наук или доктора наук пед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гогическим работникам муниц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пальных общеобразовательных 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ганизаций, имеющим учёную ст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пень и замещающим (занимающим) в указанных общеобразовательных организациях штатные должности, предусмотренные квалификацио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ными справочниками или профе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сиональными стандартами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Осуществление обучающимся 10-х и 11-х классов муниципальных общ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образовательных организаций еж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месячных денежных выплат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E92E83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E92E83">
            <w:pPr>
              <w:spacing w:line="35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E92E8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1C4647">
            <w:pPr>
              <w:spacing w:line="384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Организация и обеспечение получ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е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ния педагогическими работниками муниципальных образовательных о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р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ганизаций не реже чем один раз в три года дополнительного професси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о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84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84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21071,9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21071,9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Осуществление обучающимся 10-х (11-х) и 11-х (12-х) классов муниц</w:t>
            </w:r>
            <w:r w:rsidRPr="0031326E">
              <w:rPr>
                <w:sz w:val="28"/>
                <w:szCs w:val="28"/>
              </w:rPr>
              <w:t>и</w:t>
            </w:r>
            <w:r w:rsidRPr="0031326E">
              <w:rPr>
                <w:sz w:val="28"/>
                <w:szCs w:val="28"/>
              </w:rPr>
              <w:t>пальных общеобразовательных о</w:t>
            </w:r>
            <w:r w:rsidRPr="0031326E">
              <w:rPr>
                <w:sz w:val="28"/>
                <w:szCs w:val="28"/>
              </w:rPr>
              <w:t>р</w:t>
            </w:r>
            <w:r w:rsidRPr="0031326E">
              <w:rPr>
                <w:sz w:val="28"/>
                <w:szCs w:val="28"/>
              </w:rPr>
              <w:t>ганизаций ежемесячных денежных выплат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521 2600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3872,754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521 2600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3872,754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программа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и моде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низация образования в Ульян</w:t>
            </w:r>
            <w:r>
              <w:rPr>
                <w:sz w:val="28"/>
                <w:szCs w:val="28"/>
              </w:rPr>
              <w:t>ов</w:t>
            </w:r>
            <w:r w:rsidRPr="00E266D8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37489,0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Создание условий для развития си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темы образования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37489,0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9899,7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31326E">
              <w:rPr>
                <w:sz w:val="28"/>
                <w:szCs w:val="28"/>
              </w:rPr>
              <w:t>у</w:t>
            </w:r>
            <w:r w:rsidRPr="0031326E">
              <w:rPr>
                <w:sz w:val="28"/>
                <w:szCs w:val="28"/>
              </w:rPr>
              <w:t>дарственной (муниципальной) со</w:t>
            </w:r>
            <w:r w:rsidRPr="0031326E">
              <w:rPr>
                <w:sz w:val="28"/>
                <w:szCs w:val="28"/>
              </w:rPr>
              <w:t>б</w:t>
            </w:r>
            <w:r w:rsidRPr="0031326E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7000,0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20589,3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Среднее профессиональное образ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951416,1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Средние специальные учебные зав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950692,1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104331,71383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754458,5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74509,48617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Финансовое обеспечение меропри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тий федеральной целевой програ</w:t>
            </w:r>
            <w:r w:rsidRPr="00E266D8">
              <w:rPr>
                <w:sz w:val="28"/>
                <w:szCs w:val="28"/>
              </w:rPr>
              <w:t>м</w:t>
            </w:r>
            <w:r w:rsidRPr="00E266D8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724,0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Стипендии Президента Российской Федерации и Правительства Росси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ской Федерации для обучающихся по направлениям подготовки (сп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циальностям), соответствующим приоритетным направлениям моде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низации и технологического разв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тия экономики Российской Федер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 и иные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Профессиональная подготовка, 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реподготовка и повышение квал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31344,5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Институты повышения квалифик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19511,9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19511,9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Учебные заведения и курсы по пер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подготовке кадров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11832,6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Переподготовка и повышение кв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лификации кадров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11832,6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11832,6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Молодёжная политика и оздоровл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ние детей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196827,27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доставление услуг в сфере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ции и обеспечения отдыха и озд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ровления детей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проведению озд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188012,67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686,8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12073,47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20617,1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вательных организациях, за искл</w:t>
            </w:r>
            <w:r w:rsidRPr="00E266D8">
              <w:rPr>
                <w:color w:val="000000"/>
                <w:sz w:val="28"/>
                <w:szCs w:val="28"/>
              </w:rPr>
              <w:t>ю</w:t>
            </w:r>
            <w:r w:rsidRPr="00E266D8">
              <w:rPr>
                <w:color w:val="000000"/>
                <w:sz w:val="28"/>
                <w:szCs w:val="28"/>
              </w:rPr>
              <w:t>чением детей-сирот и детей, оста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шихся без попечения родителей, 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ходящихся в общеобразовательных организациях для детей-сирот и 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тей, оставшихся без попечения 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дителей, и детей, находящихся в трудной жизненной ситуации, в 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городных детских оздоровительных лагерях (центрах)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68886,7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68886,7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вательных организациях, за искл</w:t>
            </w:r>
            <w:r w:rsidRPr="00E266D8">
              <w:rPr>
                <w:color w:val="000000"/>
                <w:sz w:val="28"/>
                <w:szCs w:val="28"/>
              </w:rPr>
              <w:t>ю</w:t>
            </w:r>
            <w:r w:rsidRPr="00E266D8">
              <w:rPr>
                <w:color w:val="000000"/>
                <w:sz w:val="28"/>
                <w:szCs w:val="28"/>
              </w:rPr>
              <w:t>чением детей-сирот и детей, оста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шихся без попечения родителей, 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ходящихся в образовательных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низациях для детей-сирот и детей, оставшихся без попечения родит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лей, и детей, находящихся в трудной жизненной ситуации, в детских о</w:t>
            </w:r>
            <w:r w:rsidRPr="00E266D8">
              <w:rPr>
                <w:color w:val="000000"/>
                <w:sz w:val="28"/>
                <w:szCs w:val="28"/>
              </w:rPr>
              <w:t>з</w:t>
            </w:r>
            <w:r w:rsidRPr="00E266D8">
              <w:rPr>
                <w:color w:val="000000"/>
                <w:sz w:val="28"/>
                <w:szCs w:val="28"/>
              </w:rPr>
              <w:t>доровительных лагерях с дневным пребыванием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проведению озд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ровительной кампании детей, нах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дящихся в трудной жизненной с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40997,0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Прочая закупка товаров, работ и у</w:t>
            </w:r>
            <w:r w:rsidRPr="0031326E">
              <w:rPr>
                <w:sz w:val="28"/>
                <w:szCs w:val="28"/>
              </w:rPr>
              <w:t>с</w:t>
            </w:r>
            <w:r w:rsidRPr="0031326E">
              <w:rPr>
                <w:sz w:val="28"/>
                <w:szCs w:val="28"/>
              </w:rPr>
              <w:t>луг для обеспечения государстве</w:t>
            </w:r>
            <w:r w:rsidRPr="0031326E">
              <w:rPr>
                <w:sz w:val="28"/>
                <w:szCs w:val="28"/>
              </w:rPr>
              <w:t>н</w:t>
            </w:r>
            <w:r w:rsidRPr="0031326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453,8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40543,2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мол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дёжной политики в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молодёжной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Мероприятия в рамках реализации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4593,0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Другие вопросы в области образов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136396,24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с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н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39127,0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1360,2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мочий Российской Федерации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9465,8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92E83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2E83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E92E83">
              <w:rPr>
                <w:sz w:val="28"/>
                <w:szCs w:val="28"/>
              </w:rPr>
              <w:t>т</w:t>
            </w:r>
            <w:r w:rsidRPr="00E92E83">
              <w:rPr>
                <w:sz w:val="28"/>
                <w:szCs w:val="28"/>
              </w:rPr>
              <w:t>вии с частью 1 статьи 7 Федеральн</w:t>
            </w:r>
            <w:r w:rsidRPr="00E92E83">
              <w:rPr>
                <w:sz w:val="28"/>
                <w:szCs w:val="28"/>
              </w:rPr>
              <w:t>о</w:t>
            </w:r>
            <w:r w:rsidRPr="00E92E83">
              <w:rPr>
                <w:sz w:val="28"/>
                <w:szCs w:val="28"/>
              </w:rPr>
              <w:t>го закона «Об образовании в Ро</w:t>
            </w:r>
            <w:r w:rsidRPr="00E92E83">
              <w:rPr>
                <w:sz w:val="28"/>
                <w:szCs w:val="28"/>
              </w:rPr>
              <w:t>с</w:t>
            </w:r>
            <w:r w:rsidRPr="00E92E83">
              <w:rPr>
                <w:sz w:val="28"/>
                <w:szCs w:val="28"/>
              </w:rPr>
              <w:t>сийской Федерации» полномочий Российской Федерации в сфере о</w:t>
            </w:r>
            <w:r w:rsidRPr="00E92E83">
              <w:rPr>
                <w:sz w:val="28"/>
                <w:szCs w:val="28"/>
              </w:rPr>
              <w:t>б</w:t>
            </w:r>
            <w:r w:rsidRPr="00E92E83">
              <w:rPr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9465,8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8544,9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905,9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доставление услуг в сфере образов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24856,7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14177,7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10679,0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55126,34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29360,4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29360,4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23955,44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15217,04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8738,4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Лицензирование и аккредитация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1810,5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1810,5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 и профилактике правонаруш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266D8">
              <w:rPr>
                <w:color w:val="000000"/>
                <w:sz w:val="28"/>
                <w:szCs w:val="28"/>
              </w:rPr>
              <w:t>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Предупреждение и пресечение пр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ступлений с участием несоверше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прав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5900,0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5900,0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5900,0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Организационно-правовое обеспеч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ние антинаркотической деятельн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510230,6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430530,3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культуры и меропри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тия в сфере культуры и кинемат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65732,2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р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64032,2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поддержка мун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ципальных учреждений культуры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поддержка лучших работников муниципальных учре</w:t>
            </w:r>
            <w:r w:rsidRPr="00E266D8">
              <w:rPr>
                <w:sz w:val="28"/>
                <w:szCs w:val="28"/>
              </w:rPr>
              <w:t>ж</w:t>
            </w:r>
            <w:r w:rsidRPr="00E266D8">
              <w:rPr>
                <w:sz w:val="28"/>
                <w:szCs w:val="28"/>
              </w:rPr>
              <w:t>дений культуры, находящихся на территориях сельских поселений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88516,8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42984,5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575,1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44957,2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52818,1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р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51067,1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1751,0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Театры, цирки, концертные и другие организации исполнительских и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138742,3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р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138387,3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355,0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прав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D728FF" w:rsidRDefault="009A78A8" w:rsidP="00D728FF">
            <w:pPr>
              <w:spacing w:line="360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D728FF">
              <w:rPr>
                <w:color w:val="000000"/>
                <w:spacing w:val="4"/>
                <w:sz w:val="28"/>
                <w:szCs w:val="28"/>
              </w:rPr>
              <w:t>Государственная программа Уль</w:t>
            </w:r>
            <w:r w:rsidRPr="00D728FF">
              <w:rPr>
                <w:color w:val="000000"/>
                <w:spacing w:val="4"/>
                <w:sz w:val="28"/>
                <w:szCs w:val="28"/>
              </w:rPr>
              <w:t>я</w:t>
            </w:r>
            <w:r w:rsidRPr="00D728FF">
              <w:rPr>
                <w:color w:val="000000"/>
                <w:spacing w:val="4"/>
                <w:sz w:val="28"/>
                <w:szCs w:val="28"/>
              </w:rPr>
              <w:t>новской области «Культура в Ул</w:t>
            </w:r>
            <w:r w:rsidRPr="00D728FF">
              <w:rPr>
                <w:color w:val="000000"/>
                <w:spacing w:val="4"/>
                <w:sz w:val="28"/>
                <w:szCs w:val="28"/>
              </w:rPr>
              <w:t>ь</w:t>
            </w:r>
            <w:r w:rsidRPr="00D728FF">
              <w:rPr>
                <w:color w:val="000000"/>
                <w:spacing w:val="4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84272,9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Ремонтно-реставрационные работы зданий государственных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 культуры, в том числе изгото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ление проектной и экспертной д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кументации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67436,7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67436,7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Присуждение международных еж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годных литературных премий имени И.А.Гончарова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Реконструкция и проведение 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монтно-реставрационных работ зд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ний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10345,8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10345,8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Комплектование библиотечных фондов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3690,4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C51A7F" w:rsidRDefault="009A78A8" w:rsidP="00C51A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C51A7F" w:rsidRDefault="009A78A8" w:rsidP="00C51A7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C51A7F" w:rsidRDefault="009A78A8" w:rsidP="00C51A7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C51A7F" w:rsidRDefault="009A78A8" w:rsidP="00C51A7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9A78A8" w:rsidRPr="00C51A7F" w:rsidRDefault="009A78A8" w:rsidP="00C51A7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587,8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13479,9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культуры и меропри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тия в сфере культуры и кинемат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13479,9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C51A7F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C51A7F">
              <w:rPr>
                <w:color w:val="000000"/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C51A7F">
              <w:rPr>
                <w:color w:val="000000"/>
                <w:spacing w:val="-4"/>
                <w:sz w:val="28"/>
                <w:szCs w:val="28"/>
              </w:rPr>
              <w:t>р</w:t>
            </w:r>
            <w:r w:rsidRPr="00C51A7F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C51A7F">
              <w:rPr>
                <w:color w:val="000000"/>
                <w:spacing w:val="-4"/>
                <w:sz w:val="28"/>
                <w:szCs w:val="28"/>
              </w:rPr>
              <w:t>и</w:t>
            </w:r>
            <w:r w:rsidRPr="00C51A7F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13479,9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66220,4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6E517B" w:rsidRDefault="009A78A8" w:rsidP="00463FA1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6E517B">
              <w:rPr>
                <w:color w:val="000000"/>
                <w:spacing w:val="-6"/>
                <w:sz w:val="28"/>
                <w:szCs w:val="28"/>
              </w:rPr>
              <w:t>Руководство и управление в сфере у</w:t>
            </w:r>
            <w:r w:rsidRPr="006E517B">
              <w:rPr>
                <w:color w:val="000000"/>
                <w:spacing w:val="-6"/>
                <w:sz w:val="28"/>
                <w:szCs w:val="28"/>
              </w:rPr>
              <w:t>с</w:t>
            </w:r>
            <w:r w:rsidRPr="006E517B">
              <w:rPr>
                <w:color w:val="000000"/>
                <w:spacing w:val="-6"/>
                <w:sz w:val="28"/>
                <w:szCs w:val="28"/>
              </w:rPr>
              <w:t>тановленных функций государст</w:t>
            </w:r>
            <w:r>
              <w:rPr>
                <w:color w:val="000000"/>
                <w:spacing w:val="-6"/>
                <w:sz w:val="28"/>
                <w:szCs w:val="28"/>
              </w:rPr>
              <w:t>-</w:t>
            </w:r>
            <w:r w:rsidRPr="006E517B">
              <w:rPr>
                <w:color w:val="000000"/>
                <w:spacing w:val="-6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21295,5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454,6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2368,8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Учреждения по обеспечению хозя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5532,3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казённых учр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5532,3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Российской Федерации орг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1362,5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9C73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вии с пунктом 1 статьи 9</w:t>
            </w:r>
            <w:r w:rsidRPr="009C73CF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E266D8">
              <w:rPr>
                <w:sz w:val="28"/>
                <w:szCs w:val="28"/>
              </w:rPr>
              <w:t>Федерал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 xml:space="preserve">ного закона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 объектах культу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ного наследия (памятниках истории и культуры) народов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полномочий Росси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ской Федерации в отношении объе</w:t>
            </w:r>
            <w:r w:rsidRPr="00E266D8">
              <w:rPr>
                <w:sz w:val="28"/>
                <w:szCs w:val="28"/>
              </w:rPr>
              <w:t>к</w:t>
            </w:r>
            <w:r w:rsidRPr="00E266D8">
              <w:rPr>
                <w:sz w:val="28"/>
                <w:szCs w:val="28"/>
              </w:rPr>
              <w:t xml:space="preserve">тов культурного наследия 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1362,5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1058,0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7773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E266D8">
              <w:rPr>
                <w:color w:val="000000"/>
                <w:sz w:val="28"/>
                <w:szCs w:val="28"/>
              </w:rPr>
              <w:t>Культура в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Ульяновск – культурная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в целях финансирования затрат, св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занных с проведением Междунаро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ного культурного форума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7773C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7773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37773C">
              <w:rPr>
                <w:color w:val="000000"/>
                <w:sz w:val="28"/>
                <w:szCs w:val="28"/>
              </w:rPr>
              <w:t>и</w:t>
            </w:r>
            <w:r w:rsidRPr="0037773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37773C">
              <w:rPr>
                <w:color w:val="000000"/>
                <w:sz w:val="28"/>
                <w:szCs w:val="28"/>
              </w:rPr>
              <w:t>т</w:t>
            </w:r>
            <w:r w:rsidRPr="0037773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37773C">
              <w:rPr>
                <w:color w:val="000000"/>
                <w:sz w:val="28"/>
                <w:szCs w:val="28"/>
              </w:rPr>
              <w:t>е</w:t>
            </w:r>
            <w:r w:rsidRPr="0037773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Ульяновск – культурная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в целях финансирования затрат, св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занных с его деятельностью по пр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движению культурной политики и творческого потенциала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 на российском и ме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дународном уровнях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Сохранение и 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сударственная охрана объектов культурного наследия, расположе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на территории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950 0000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определению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тановлению границ территорий об</w:t>
            </w:r>
            <w:r w:rsidRPr="00E266D8">
              <w:rPr>
                <w:color w:val="000000"/>
                <w:sz w:val="28"/>
                <w:szCs w:val="28"/>
              </w:rPr>
              <w:t>ъ</w:t>
            </w:r>
            <w:r w:rsidRPr="00E266D8">
              <w:rPr>
                <w:color w:val="000000"/>
                <w:sz w:val="28"/>
                <w:szCs w:val="28"/>
              </w:rPr>
              <w:t>ектов культурного наследия реги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нального значения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Проведение работ по проведению государственных историко-куль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турных экспертиз в отношении в</w:t>
            </w:r>
            <w:r w:rsidRPr="00E266D8">
              <w:rPr>
                <w:color w:val="000000"/>
                <w:sz w:val="28"/>
                <w:szCs w:val="28"/>
              </w:rPr>
              <w:t>ы</w:t>
            </w:r>
            <w:r w:rsidRPr="00E266D8">
              <w:rPr>
                <w:color w:val="000000"/>
                <w:sz w:val="28"/>
                <w:szCs w:val="28"/>
              </w:rPr>
              <w:t>явленных объектов культурного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следия для обоснования принятия Правительством Ульяновской обла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ти решений о включении (либо об отказе во включении) данных объе</w:t>
            </w:r>
            <w:r w:rsidRPr="00E266D8">
              <w:rPr>
                <w:color w:val="000000"/>
                <w:sz w:val="28"/>
                <w:szCs w:val="28"/>
              </w:rPr>
              <w:t>к</w:t>
            </w:r>
            <w:r w:rsidRPr="00E266D8">
              <w:rPr>
                <w:color w:val="000000"/>
                <w:sz w:val="28"/>
                <w:szCs w:val="28"/>
              </w:rPr>
              <w:t>тов в Единый государственный 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 по сохранению объе</w:t>
            </w:r>
            <w:r w:rsidRPr="00E266D8">
              <w:rPr>
                <w:sz w:val="28"/>
                <w:szCs w:val="28"/>
              </w:rPr>
              <w:t>к</w:t>
            </w:r>
            <w:r w:rsidRPr="00E266D8">
              <w:rPr>
                <w:sz w:val="28"/>
                <w:szCs w:val="28"/>
              </w:rPr>
              <w:t>тов культурного наследия реги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нального значения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31326E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31326E">
              <w:rPr>
                <w:spacing w:val="-4"/>
                <w:sz w:val="28"/>
                <w:szCs w:val="28"/>
              </w:rPr>
              <w:t>а</w:t>
            </w:r>
            <w:r w:rsidRPr="0031326E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31326E">
              <w:rPr>
                <w:spacing w:val="-4"/>
                <w:sz w:val="28"/>
                <w:szCs w:val="28"/>
              </w:rPr>
              <w:t>н</w:t>
            </w:r>
            <w:r w:rsidRPr="0031326E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93</w:t>
            </w:r>
            <w:r>
              <w:rPr>
                <w:color w:val="000000"/>
                <w:sz w:val="28"/>
                <w:szCs w:val="28"/>
              </w:rPr>
              <w:t>7</w:t>
            </w:r>
            <w:r w:rsidRPr="00E266D8">
              <w:rPr>
                <w:color w:val="000000"/>
                <w:sz w:val="28"/>
                <w:szCs w:val="28"/>
              </w:rPr>
              <w:t>8602,81873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</w:t>
            </w:r>
            <w:r>
              <w:rPr>
                <w:color w:val="000000"/>
                <w:sz w:val="28"/>
                <w:szCs w:val="28"/>
              </w:rPr>
              <w:t>4</w:t>
            </w:r>
            <w:r w:rsidRPr="00E266D8">
              <w:rPr>
                <w:color w:val="000000"/>
                <w:sz w:val="28"/>
                <w:szCs w:val="28"/>
              </w:rPr>
              <w:t>2947,50575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мер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2379406,9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 по оказанию высок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технологичных видов медицинской помощи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293 5070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6164,8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31326E">
              <w:rPr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31326E">
              <w:rPr>
                <w:spacing w:val="-4"/>
                <w:sz w:val="28"/>
                <w:szCs w:val="28"/>
              </w:rPr>
              <w:t>р</w:t>
            </w:r>
            <w:r w:rsidRPr="0031326E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31326E">
              <w:rPr>
                <w:spacing w:val="-4"/>
                <w:sz w:val="28"/>
                <w:szCs w:val="28"/>
              </w:rPr>
              <w:t>и</w:t>
            </w:r>
            <w:r w:rsidRPr="0031326E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593 5070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6164,8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Финансовое обеспечение закупок антивирусных препаратов для пр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филактики и лечения лиц, инфиц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рованных вирусами иммунодефиц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та человека и гепатитов В и С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Закупка оборудования и расходных материалов для неонатального и а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>диологического скрининга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Финансовое обеспечение меропри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тий, направленных на проведение пренатальной (дородовой) диагн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стики нарушений развития ребёнка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Финансовое обеспечение закупок антибактериальных и противотубе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кулёзных лекарственных препаратов (второго ряда), применяемых при лечении больных туберкулёзом с множественной лекарственной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тойчивостью возбудителя, и диагн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стических средств для выявления, определения чувствительности м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кобактерии туберкулёза и монит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ринга лечения больных туберкул</w:t>
            </w:r>
            <w:r w:rsidRPr="00E266D8">
              <w:rPr>
                <w:sz w:val="28"/>
                <w:szCs w:val="28"/>
              </w:rPr>
              <w:t>ё</w:t>
            </w:r>
            <w:r w:rsidRPr="00E266D8">
              <w:rPr>
                <w:sz w:val="28"/>
                <w:szCs w:val="28"/>
              </w:rPr>
              <w:t>зом с множественной лекарственной устойчивостью возбудителя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Реализация программ модернизации здравоохранения субъектов Росси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ской Федерации в части укрепления материально-технической базы м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дицинских учреждений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2017638,3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2017638,3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Реализация отдельных мероприятий государственной программы Ро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 xml:space="preserve">сийской Федерации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здр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воохранения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26329,8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Прочая закупка товаров, работ и у</w:t>
            </w:r>
            <w:r w:rsidRPr="0031326E">
              <w:rPr>
                <w:sz w:val="28"/>
                <w:szCs w:val="28"/>
              </w:rPr>
              <w:t>с</w:t>
            </w:r>
            <w:r w:rsidRPr="0031326E">
              <w:rPr>
                <w:sz w:val="28"/>
                <w:szCs w:val="28"/>
              </w:rPr>
              <w:t>луг для обеспечения государстве</w:t>
            </w:r>
            <w:r w:rsidRPr="0031326E">
              <w:rPr>
                <w:sz w:val="28"/>
                <w:szCs w:val="28"/>
              </w:rPr>
              <w:t>н</w:t>
            </w:r>
            <w:r w:rsidRPr="0031326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1900,0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22529,8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Больницы, клиники, госпитали, м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834469,60575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295233,7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229147,35575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250460,65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25105,4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595,5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Высокотехнологичные виды мед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р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Мероприятия, направленные на пр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ведение пренатальной (дородовой) диагностики нарушений развития ребёнка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470 0300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1418,8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470 0300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1418,8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программа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здрав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Pr="00E266D8">
              <w:rPr>
                <w:color w:val="000000"/>
                <w:sz w:val="28"/>
                <w:szCs w:val="28"/>
              </w:rPr>
              <w:t>9071,0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Мероприятия, направленные на м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дернизацию здравоохранения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области, в части проектир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вания, строительства и ввода в эк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плуатацию перинатального центра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</w:t>
            </w:r>
            <w:r w:rsidRPr="00E266D8">
              <w:rPr>
                <w:color w:val="000000"/>
                <w:sz w:val="28"/>
                <w:szCs w:val="28"/>
              </w:rPr>
              <w:t>9071,0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</w:t>
            </w:r>
            <w:r w:rsidRPr="00E266D8">
              <w:rPr>
                <w:color w:val="000000"/>
                <w:sz w:val="28"/>
                <w:szCs w:val="28"/>
              </w:rPr>
              <w:t>9071,0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738569,03298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мер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112188,43298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110798,03298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110798,03298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Реализация мероприятий по проф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лактике ВИЧ-инфекции и гепатитов В и С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Российской Федерации орг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 в области здрав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Оказание отдельным категориям граждан государственной социал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ной помощи по обеспечению лека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ственными препаратами, медици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скими изделиями, а также специал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зированными продуктами лечебного питания для детей-инвалидов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Больницы, клиники, госпитали, м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189578,9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48805,7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135506,7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1793,5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171,4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Поликлиники, амбулатории, диагн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стические центры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16126,7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р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16126,7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Средства на реализацию постано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ления Правительства Ульяновской области от 15.11.2010 № 387-П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некоторых мерах по реализации 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становления Правительства Росси</w:t>
            </w:r>
            <w:r w:rsidRPr="00E266D8">
              <w:rPr>
                <w:color w:val="000000"/>
                <w:sz w:val="28"/>
                <w:szCs w:val="28"/>
              </w:rPr>
              <w:t>й</w:t>
            </w:r>
            <w:r w:rsidRPr="00E266D8">
              <w:rPr>
                <w:color w:val="000000"/>
                <w:sz w:val="28"/>
                <w:szCs w:val="28"/>
              </w:rPr>
              <w:t xml:space="preserve">ской Федерации от 30.07.1994 № 890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государственной поддержке ра</w:t>
            </w:r>
            <w:r w:rsidRPr="00E266D8">
              <w:rPr>
                <w:color w:val="000000"/>
                <w:sz w:val="28"/>
                <w:szCs w:val="28"/>
              </w:rPr>
              <w:t>з</w:t>
            </w:r>
            <w:r w:rsidRPr="00E266D8">
              <w:rPr>
                <w:color w:val="000000"/>
                <w:sz w:val="28"/>
                <w:szCs w:val="28"/>
              </w:rPr>
              <w:t>вития медицинской промышленн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 и улучшении обеспечения нас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ления и учреждений здравоохран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 лекарственными средствами и изделиями медицинского назнач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65446,05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Больницы, клиники, госпитали, м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65446,05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15337,7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5761,9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43066,95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1163,2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Больницы, клиники, госпитали, м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129770,7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Санатории для больных туберкул</w:t>
            </w:r>
            <w:r w:rsidRPr="00E266D8">
              <w:rPr>
                <w:color w:val="000000"/>
                <w:sz w:val="28"/>
                <w:szCs w:val="28"/>
              </w:rPr>
              <w:t>ё</w:t>
            </w:r>
            <w:r w:rsidRPr="00E266D8">
              <w:rPr>
                <w:color w:val="000000"/>
                <w:sz w:val="28"/>
                <w:szCs w:val="28"/>
              </w:rPr>
              <w:t>зом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108092,2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104383,4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3708,8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Санатории для детей и подростков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21678,5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21678,5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ской крови и её компонентов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Центры, станции и отделения пер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ливания крови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131466,7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17533,7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Санитарно-эпидемиологическое бл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гополучие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8872,8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8872,8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7660,1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76,3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Другие вопросы в области здрав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4931617,23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мер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</w:t>
            </w:r>
            <w:r w:rsidRPr="00E266D8">
              <w:rPr>
                <w:sz w:val="28"/>
                <w:szCs w:val="28"/>
              </w:rPr>
              <w:t>д</w:t>
            </w:r>
            <w:r w:rsidRPr="00E266D8">
              <w:rPr>
                <w:sz w:val="28"/>
                <w:szCs w:val="28"/>
              </w:rPr>
              <w:t>назначенными для лечения больных злокачественными новообразов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ниями лимфоидной, кроветворной и родственных им тканей, гемофил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ей, муковисцидозом, гипофизарным нанизмом, болезнью Гоше, рассея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ным склерозом, а также после трансплантации органов и (или) тк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ней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Российской Федерации орг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переданных  орг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нам государственной власти субъе</w:t>
            </w:r>
            <w:r w:rsidRPr="00E266D8">
              <w:rPr>
                <w:sz w:val="28"/>
                <w:szCs w:val="28"/>
              </w:rPr>
              <w:t>к</w:t>
            </w:r>
            <w:r w:rsidRPr="00E266D8">
              <w:rPr>
                <w:sz w:val="28"/>
                <w:szCs w:val="28"/>
              </w:rPr>
              <w:t>тов Российской Федерации в соо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ветствии с частью 2 статьи 15 Фед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 основах охраны здоровья граждан в Российской Ф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дерации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полномочий Российской Федерации в сфере охраны здоровья 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1563,9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519,6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доставление услуг в сфере здрав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238759,9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116231,2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27804,9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р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92701,7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1216,6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405,5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 w:rsidRPr="00E266D8">
              <w:rPr>
                <w:color w:val="000000"/>
                <w:sz w:val="28"/>
                <w:szCs w:val="28"/>
              </w:rPr>
              <w:t>к</w:t>
            </w:r>
            <w:r w:rsidRPr="00E266D8">
              <w:rPr>
                <w:color w:val="000000"/>
                <w:sz w:val="28"/>
                <w:szCs w:val="28"/>
              </w:rPr>
              <w:t>ций в области здравоохранения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8441,3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Оказание жителям Мелекесского и Новомалыклинского районов сп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циализированной медицинской 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Ежегодная областная премия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Пр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Оказание жителям города Дими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ровграда специализированной мед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96,7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96,7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Оказание стационарной паллиати</w:t>
            </w:r>
            <w:r w:rsidRPr="0031326E">
              <w:rPr>
                <w:sz w:val="28"/>
                <w:szCs w:val="28"/>
              </w:rPr>
              <w:t>в</w:t>
            </w:r>
            <w:r w:rsidRPr="0031326E">
              <w:rPr>
                <w:sz w:val="28"/>
                <w:szCs w:val="28"/>
              </w:rPr>
              <w:t>ной медицинской помощи жителям города Димитровграда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485 9900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1633,8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Прочая закупка товаров, работ и у</w:t>
            </w:r>
            <w:r w:rsidRPr="0031326E">
              <w:rPr>
                <w:sz w:val="28"/>
                <w:szCs w:val="28"/>
              </w:rPr>
              <w:t>с</w:t>
            </w:r>
            <w:r w:rsidRPr="0031326E">
              <w:rPr>
                <w:sz w:val="28"/>
                <w:szCs w:val="28"/>
              </w:rPr>
              <w:t>луг для обеспечения государстве</w:t>
            </w:r>
            <w:r w:rsidRPr="0031326E">
              <w:rPr>
                <w:sz w:val="28"/>
                <w:szCs w:val="28"/>
              </w:rPr>
              <w:t>н</w:t>
            </w:r>
            <w:r w:rsidRPr="0031326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485 9900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1633,8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39822,6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28851,3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10639,1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117,2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Средства на реализацию постано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ления Губернатора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03.03.2011 № 22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низации диспансеризации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ственных гражданских служащих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7606,2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р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7606,2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 обеспечении полн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ценным питанием беременных же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щин, кормящих матерей, а также 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тей в возрасте до трёх лет в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Страховые взносы на обязательное медицинское страхование нераб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тающего населения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ту Федерального фонда обязател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Платежи на финансовое обеспечение скорой медицинской помощи в ра</w:t>
            </w:r>
            <w:r w:rsidRPr="00E266D8">
              <w:rPr>
                <w:color w:val="000000"/>
                <w:sz w:val="28"/>
                <w:szCs w:val="28"/>
              </w:rPr>
              <w:t>м</w:t>
            </w:r>
            <w:r w:rsidRPr="00E266D8">
              <w:rPr>
                <w:color w:val="000000"/>
                <w:sz w:val="28"/>
                <w:szCs w:val="28"/>
              </w:rPr>
              <w:t>ках территориальной программы обязательного медицинского стр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хования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Платежи на финансовое обеспечение проведения заместительной поче</w:t>
            </w:r>
            <w:r w:rsidRPr="00E266D8">
              <w:rPr>
                <w:color w:val="000000"/>
                <w:sz w:val="28"/>
                <w:szCs w:val="28"/>
              </w:rPr>
              <w:t>ч</w:t>
            </w:r>
            <w:r w:rsidRPr="00E266D8">
              <w:rPr>
                <w:color w:val="000000"/>
                <w:sz w:val="28"/>
                <w:szCs w:val="28"/>
              </w:rPr>
              <w:t>ной терапии методами диализа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Платежи на финансовое обеспечение вспомогательных репродуктивных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E266D8">
              <w:rPr>
                <w:color w:val="000000"/>
                <w:sz w:val="28"/>
                <w:szCs w:val="28"/>
              </w:rPr>
              <w:t>Развитие здрав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47072,23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47072,23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 и профилактике правонаруш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Снижение уровня алкоголизации 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прав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8952691,49506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E266D8">
              <w:rPr>
                <w:color w:val="000000"/>
                <w:sz w:val="28"/>
                <w:szCs w:val="28"/>
              </w:rPr>
              <w:t>Социальная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мер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Доплаты к пенсиям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гражданских служащих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3103,9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105219,6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Социальное обслуживание насел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808250,43551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Дома-интернаты для престарелых и инвалидов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270440,30552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57615,8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232,7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ц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лях капитального ремонта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имущ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5991,3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24995,6649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1496,66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178140,8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1569,28062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182,2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154,3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 социального обслуж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вания населения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537810,12999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174775,3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1083,1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65609,92999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188593,224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2500,376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97707,231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4365,169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645,1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380,7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6765316,64991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полн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мочий Российской Федерации орг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новской области в области социал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2335371,5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Пособие по уходу за ребёнком гра</w:t>
            </w:r>
            <w:r w:rsidRPr="00E266D8">
              <w:rPr>
                <w:sz w:val="28"/>
                <w:szCs w:val="28"/>
              </w:rPr>
              <w:t>ж</w:t>
            </w:r>
            <w:r w:rsidRPr="00E266D8">
              <w:rPr>
                <w:sz w:val="28"/>
                <w:szCs w:val="28"/>
              </w:rPr>
              <w:t xml:space="preserve">данам, подвергшимся воздействию радиации вследствие радиационных аварий, в соответствии с Законом Российской Федерации от 15 мая 1991 года № 1244-I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социальной защите граждан, подвергшихся во</w:t>
            </w:r>
            <w:r w:rsidRPr="00E266D8">
              <w:rPr>
                <w:sz w:val="28"/>
                <w:szCs w:val="28"/>
              </w:rPr>
              <w:t>з</w:t>
            </w:r>
            <w:r w:rsidRPr="00E266D8">
              <w:rPr>
                <w:sz w:val="28"/>
                <w:szCs w:val="28"/>
              </w:rPr>
              <w:t>действию радиации вследствие кат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строфы на Чернобыльской АЭС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компенсации, меры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Обеспечение инвалидов технич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скими средствами реабилитации, включая изготовление и ремонт пр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тезно-ортопедических изделий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163569,5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казённых учр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12285,621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1044,0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 и иные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120158,94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Исполнение судебных актов Росси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ской Федерации и мировых согл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шений по возмещению вреда, пр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чинённого в результате незаконных действий (бездействия) органов го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сударственной власти (государст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тате деятельности казённых учреж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79,739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полномочий по обеспечению жильём отдельных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 xml:space="preserve">тегорий граждан, установленных Федеральным законом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 обеспечении жильём ветеранов Великой Отечес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F2202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150882,6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 и иные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150882,6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F220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полномочий по обеспечению жильём отдельных к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 xml:space="preserve">тегорий граждан, установленных </w:t>
            </w:r>
            <w:r>
              <w:rPr>
                <w:sz w:val="28"/>
                <w:szCs w:val="28"/>
              </w:rPr>
              <w:t>ф</w:t>
            </w:r>
            <w:r w:rsidRPr="00E266D8">
              <w:rPr>
                <w:sz w:val="28"/>
                <w:szCs w:val="28"/>
              </w:rPr>
              <w:t>едеральными законами от 12 янв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 xml:space="preserve">ря 1995 года № 5-ФЗ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31677,5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31677,5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Средства на оказание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но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39348,1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 и иные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1137,1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38200,0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Исполнение судебных актов Росси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ской Федерации и мировых согл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шений по возмещению вреда, пр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власти (государс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тате деятельности казённых учре</w:t>
            </w:r>
            <w:r w:rsidRPr="00E266D8">
              <w:rPr>
                <w:sz w:val="28"/>
                <w:szCs w:val="28"/>
              </w:rPr>
              <w:t>ж</w:t>
            </w:r>
            <w:r w:rsidRPr="00E266D8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Средства на осуществление пер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данного полномочия Российской Федерации по осуществлению еж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 xml:space="preserve">годной денежной выплаты лицам, награждённым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Почётный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108076,4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1806,4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106270,0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Выплата государственного един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ных осложнений в соответствии с Федеральным законом от 17 сентя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 xml:space="preserve">ря 1998 года № 157-ФЗ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 имм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>нопрофилактике инфекционных б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276,1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Средства на оплату жилищно-коммунальных услуг отдельным к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тегориям граждан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1200700,9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15712,0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1184988,9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собия на ребёнка военнослужащего, проходящего военную службу по призыву, в соответствии с Фед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ральным законом от 19 мая 1995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 xml:space="preserve">да № 81-ФЗ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государственных п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собиях гражданам,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23347,5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23251,5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ской ответственности владельцев транспортных средств в соответс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 xml:space="preserve">вии с Федеральным законом </w:t>
            </w:r>
            <w:r>
              <w:rPr>
                <w:sz w:val="28"/>
                <w:szCs w:val="28"/>
              </w:rPr>
              <w:br/>
            </w:r>
            <w:r w:rsidRPr="00E266D8">
              <w:rPr>
                <w:sz w:val="28"/>
                <w:szCs w:val="28"/>
              </w:rPr>
              <w:t>от 25 апреля 2002 года № 40-ФЗ</w:t>
            </w:r>
            <w:r>
              <w:rPr>
                <w:sz w:val="28"/>
                <w:szCs w:val="28"/>
              </w:rPr>
              <w:br/>
            </w:r>
            <w:r w:rsidRPr="00E266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 обязательном страховании гр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жданской ответственности владел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1103,8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1076,2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занятости н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селения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203659,3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167623,6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Стипендии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340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11684,5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Межбюджетные трансферты бюдж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ту Пенсионного фонда Российской Федерации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570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23263,0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Выплата государственных пособий лицам, не подлежащим обязател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ному социальному страхованию на случай временной нетрудоспособн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сти и в связи с материнством, и л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цам, уволенным в связи с ликвид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цией организаций (прекращением деятельности, полномочий физич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 xml:space="preserve">скими лицами), в соответствии с Федеральным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пособиях гражданам, име</w:t>
            </w:r>
            <w:r w:rsidRPr="00E266D8">
              <w:rPr>
                <w:sz w:val="28"/>
                <w:szCs w:val="28"/>
              </w:rPr>
              <w:t>ю</w:t>
            </w:r>
            <w:r w:rsidRPr="00E266D8">
              <w:rPr>
                <w:sz w:val="28"/>
                <w:szCs w:val="28"/>
              </w:rPr>
              <w:t>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411228,5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Выплата пособий по уходу за ребё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ком до достижения им возраста п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лутора лет гражданам, не подлеж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щим обязательному социальному страхованию на случай врем</w:t>
            </w:r>
            <w:r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нной нетрудоспособности и в связи с м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368625,4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компенсации, меры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367377,0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1248,4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Выплата пособий по беременности и родам женщинам, уволенным в св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зи с ликвидацией организаций, пр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кращением деятельности (полном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чий) физическими лицами в уст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компенсации, меры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Выплата пособий женщинам, вста</w:t>
            </w:r>
            <w:r w:rsidRPr="00E266D8"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>шим на учёт в медицинских учре</w:t>
            </w:r>
            <w:r w:rsidRPr="00E266D8">
              <w:rPr>
                <w:sz w:val="28"/>
                <w:szCs w:val="28"/>
              </w:rPr>
              <w:t>ж</w:t>
            </w:r>
            <w:r w:rsidRPr="00E266D8">
              <w:rPr>
                <w:sz w:val="28"/>
                <w:szCs w:val="28"/>
              </w:rPr>
              <w:t>дениях в ранние сроки беременн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сти, уволенным в связи с ликвидац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ей организаций, прекращением де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тельности (полномочий) физическ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компенсации, меры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Выплата пособий при рождении р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бёнка гражданам, не подлежащим обязательному социальному страх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ванию на случай временной нетр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>доспособности и в связи с матери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ством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42600,2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компенсации, меры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42380,2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160944,8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Реализация Закона Ульяновской </w:t>
            </w:r>
            <w:r>
              <w:rPr>
                <w:color w:val="000000"/>
                <w:sz w:val="28"/>
                <w:szCs w:val="28"/>
              </w:rPr>
              <w:br/>
            </w:r>
            <w:r w:rsidRPr="00E266D8">
              <w:rPr>
                <w:color w:val="000000"/>
                <w:sz w:val="28"/>
                <w:szCs w:val="28"/>
              </w:rPr>
              <w:t xml:space="preserve">области от 02.11.2011 № 180-ЗО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E266D8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60065,6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1259,8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26045,8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32760,0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работа</w:t>
            </w:r>
            <w:r w:rsidRPr="00E266D8">
              <w:rPr>
                <w:color w:val="000000"/>
                <w:sz w:val="28"/>
                <w:szCs w:val="28"/>
              </w:rPr>
              <w:t>ю</w:t>
            </w:r>
            <w:r w:rsidRPr="00E266D8">
              <w:rPr>
                <w:color w:val="000000"/>
                <w:sz w:val="28"/>
                <w:szCs w:val="28"/>
              </w:rPr>
              <w:t>щих и проживающих в сельской м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стности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13332,7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1670,69677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11573,70323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 обеспечении полн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ценным питанием беременных же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щин, кормящих матерей, а также 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тей в возрасте до трёх лет в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3846,1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3735,9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29.05.2012 № 65-ЗО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 организации оздоро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ления работников бюджетной сферы на территории Ульяновской обла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27212,2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10891,2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16321,0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мерах социальной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держки отдельных категорий мол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дых специалистов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56488,2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138,1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10005,663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810,837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23392,0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21762,0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379,6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зований, возникающих при выпо</w:t>
            </w:r>
            <w:r w:rsidRPr="00E266D8">
              <w:rPr>
                <w:sz w:val="28"/>
                <w:szCs w:val="28"/>
              </w:rPr>
              <w:t>л</w:t>
            </w:r>
            <w:r w:rsidRPr="00E266D8">
              <w:rPr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5668,2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Единовременные денежные выплаты педагогическим работникам мун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ципальных образовательных орган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заций, реализующих образовател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ную программу дошкольного обр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зования, имеющим статус молодых специалистов (за исключением пед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гогических работников, работающих и проживающих в сельских населё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пунктах, рабочих посёлках (п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сёлках городского типа) Ульяно</w:t>
            </w:r>
            <w:r w:rsidRPr="00E266D8">
              <w:rPr>
                <w:sz w:val="28"/>
                <w:szCs w:val="28"/>
              </w:rPr>
              <w:t>в</w:t>
            </w:r>
            <w:r w:rsidRPr="00E266D8">
              <w:rPr>
                <w:sz w:val="28"/>
                <w:szCs w:val="28"/>
              </w:rPr>
              <w:t>ской области)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5668,2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5668,2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мерах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поддержки общественных объ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динений пожарной охраны и добр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вольных пожарных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10334,3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1620,3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30.01.2006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пожарной безопасности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поддержка сел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41574,20214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Реализация мероприятий федерал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Устойч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41574,20214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41574,20214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Мероприятия по обеспечению жил</w:t>
            </w:r>
            <w:r w:rsidRPr="0031326E">
              <w:rPr>
                <w:sz w:val="28"/>
                <w:szCs w:val="28"/>
              </w:rPr>
              <w:t>ь</w:t>
            </w:r>
            <w:r w:rsidRPr="0031326E">
              <w:rPr>
                <w:sz w:val="28"/>
                <w:szCs w:val="28"/>
              </w:rPr>
              <w:t>ём молодых семей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588 0000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2629,54302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Мероприятия подпрограммы «Обе</w:t>
            </w:r>
            <w:r w:rsidRPr="0031326E">
              <w:rPr>
                <w:sz w:val="28"/>
                <w:szCs w:val="28"/>
              </w:rPr>
              <w:t>с</w:t>
            </w:r>
            <w:r w:rsidRPr="0031326E">
              <w:rPr>
                <w:sz w:val="28"/>
                <w:szCs w:val="28"/>
              </w:rPr>
              <w:t>печение жильём молодых семей» федеральной целевой программы «Жилище» на 2011-2015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588 5020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2629,54302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31326E">
              <w:rPr>
                <w:sz w:val="28"/>
                <w:szCs w:val="28"/>
              </w:rPr>
              <w:t>н</w:t>
            </w:r>
            <w:r w:rsidRPr="0031326E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588 5020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2629,54302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Исполнение денежных обязательств по исполнительным документам, мировым соглашениям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Исполнение судебных актов Росси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ской Федерации и мировых согл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шений по возмещению вреда, пр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чинённого в результате незаконных действий (бездействия) органов го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сударственной власти (государст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тате деятельности казённых учре</w:t>
            </w:r>
            <w:r w:rsidRPr="00E266D8">
              <w:rPr>
                <w:sz w:val="28"/>
                <w:szCs w:val="28"/>
              </w:rPr>
              <w:t>ж</w:t>
            </w:r>
            <w:r w:rsidRPr="00E266D8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C37EB" w:rsidRDefault="009A78A8" w:rsidP="003C37EB">
            <w:pPr>
              <w:spacing w:line="360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3C37EB">
              <w:rPr>
                <w:color w:val="000000"/>
                <w:spacing w:val="4"/>
                <w:sz w:val="28"/>
                <w:szCs w:val="28"/>
              </w:rPr>
              <w:t>Государственная программа Уль</w:t>
            </w:r>
            <w:r w:rsidRPr="003C37EB">
              <w:rPr>
                <w:color w:val="000000"/>
                <w:spacing w:val="4"/>
                <w:sz w:val="28"/>
                <w:szCs w:val="28"/>
              </w:rPr>
              <w:t>я</w:t>
            </w:r>
            <w:r w:rsidRPr="003C37EB">
              <w:rPr>
                <w:color w:val="000000"/>
                <w:spacing w:val="4"/>
                <w:sz w:val="28"/>
                <w:szCs w:val="28"/>
              </w:rPr>
              <w:t>новской области «Социальная по</w:t>
            </w:r>
            <w:r w:rsidRPr="003C37EB">
              <w:rPr>
                <w:color w:val="000000"/>
                <w:spacing w:val="4"/>
                <w:sz w:val="28"/>
                <w:szCs w:val="28"/>
              </w:rPr>
              <w:t>д</w:t>
            </w:r>
            <w:r w:rsidRPr="003C37EB">
              <w:rPr>
                <w:color w:val="000000"/>
                <w:spacing w:val="4"/>
                <w:sz w:val="28"/>
                <w:szCs w:val="28"/>
              </w:rPr>
              <w:t>держка и защита населения Уль</w:t>
            </w:r>
            <w:r w:rsidRPr="003C37EB">
              <w:rPr>
                <w:color w:val="000000"/>
                <w:spacing w:val="4"/>
                <w:sz w:val="28"/>
                <w:szCs w:val="28"/>
              </w:rPr>
              <w:t>я</w:t>
            </w:r>
            <w:r w:rsidRPr="003C37EB">
              <w:rPr>
                <w:color w:val="000000"/>
                <w:spacing w:val="4"/>
                <w:sz w:val="28"/>
                <w:szCs w:val="28"/>
              </w:rPr>
              <w:t>новской области» на 2014-2018 г</w:t>
            </w:r>
            <w:r w:rsidRPr="003C37EB">
              <w:rPr>
                <w:color w:val="000000"/>
                <w:spacing w:val="4"/>
                <w:sz w:val="28"/>
                <w:szCs w:val="28"/>
              </w:rPr>
              <w:t>о</w:t>
            </w:r>
            <w:r w:rsidRPr="003C37EB">
              <w:rPr>
                <w:color w:val="000000"/>
                <w:spacing w:val="4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4149374,2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мер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3446547,2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Предоставление гражданам субс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331329,1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4994,4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326334,7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Компенсация расходов по оплате жилых помещений и коммунальных услуг отдельным категориям гра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138348,9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2023,9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136325,0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 xml:space="preserve">ласти от 31.08.2013 № 159-ЗО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 оказании адресной материальной помощи гражданам, оказавшимся в трудной жизненной ситуации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63100,0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918,0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62182,0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протезно-ортопе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дических изделий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16723,7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16723,7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держки ветеранов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973746,0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21910,6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446601,2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505234,2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держки тружеников тыла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3589,8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2676,2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825,1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8310,8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25875,6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09.01.2008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зв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 xml:space="preserve">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Ветеран труда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1399349,0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27978,7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487861,3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881245,0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2264,0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градах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21857,6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626,3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20491,3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740,0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10623,5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10292,0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05.07.2013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дополнительных мерах социальной поддержки, предоставляемых супр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гам, детям и родителям лиц, зам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щавших государственные должности Ульяновской области, должности государственной гражданской слу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бы Ульяновской области или дол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ности в государственных органах Ульяновской области, не являющи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ся должностями государственной гражданской службы Ульяновской области, и погибших при исполн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нии должностных (трудовых) об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занностей или умерших вследствие ранения, контузии, заболевания или увечья, полученных при исполнении должностных (трудовых) обязанн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398,0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рабо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никам образовательных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ций, работающим и проживающим в сельских населённых пунктах, раб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чих посёлках (посёлках городского типа)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255383,4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4466,2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250917,2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Компенсационные выплаты за пр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5991,3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130,5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5860,8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Выплата единовременной матер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 xml:space="preserve">альной помощи по постановлению Правительства Ульяновской области от 03.02.2006 № 30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дополнител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ных мерах социальной поддержки военнослужащих, сотрудников пр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воохранительных органов и членов их семей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04.11.2003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социальной поддержке инвалидов боевых действий, проживающих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647,4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19.12.2007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социальной поддержке родителей и супругов военнослужащих, сотру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ников органов внутренних дел, 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деральной службы безопасности Российской Федерации, прокурат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ры Российской Федерации, органов уголовно-исполнительной системы Министерства юстиции Российской Федерации, погибших при исполн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нии обязанностей военной службы, служебных обязанностей или уме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ших вследствие ранения, контузии, заболеваний, увечья, полученных при исполнении обязанностей вое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службы, служебных обязанн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3F43A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3014,4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2928,0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01.03.2007 № 23-ЗО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добровольном участии граждан в охране общественного порядка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1304,3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1285,0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F43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обслуж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вания лицам, страдающим психич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скими расстройствами, находящи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E266D8">
              <w:rPr>
                <w:color w:val="000000"/>
                <w:sz w:val="28"/>
                <w:szCs w:val="28"/>
              </w:rPr>
              <w:t>ся в трудной жизненной ситуации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3459,1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3360,0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11036,3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10977,3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08.10.2008 № 150-ЗО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E266D8">
              <w:rPr>
                <w:color w:val="000000"/>
                <w:sz w:val="28"/>
                <w:szCs w:val="28"/>
              </w:rPr>
              <w:t>О материальном обеспечении вд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вы Сычёва В.А. и вдовы Доронина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постановления Прав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 xml:space="preserve">тельства Ульяновской области от 15.06.2009 № 239-П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единовр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менной выплате за вред, причинё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ный при оказании противотуберк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лёзной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поддержки которым относится к ведению Ро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Оказание мер социальной поддер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ки творческим работникам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12226,6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232,1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11994,5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09.11.2010 № 177-ЗО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E266D8">
              <w:rPr>
                <w:color w:val="000000"/>
                <w:sz w:val="28"/>
                <w:szCs w:val="28"/>
              </w:rPr>
              <w:t>О мерах социальной поддержки инвалидов и участников Великой Отечественной войны, ветеранов боевых действий, бывших несове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шеннолетних узников концлагерей, гетто и других мест принудительн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го содержания, созданных фашист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ми и их союзниками в период второй мировой войны, в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28369,1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599,3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27769,8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20.12.2010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мерах государственной поддержки граждан в связи с введением на те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ритории Ульяновской области эк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номически обоснованных тарифов и нормативов потребления комм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11223,4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233,5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10989,9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04.04.2011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с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циальной поддержке жён граждан, уволенных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1944,5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55,7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1888,8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исполнения полном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чий по предоставлению ежемеся</w:t>
            </w:r>
            <w:r w:rsidRPr="00E266D8">
              <w:rPr>
                <w:color w:val="000000"/>
                <w:sz w:val="28"/>
                <w:szCs w:val="28"/>
              </w:rPr>
              <w:t>ч</w:t>
            </w:r>
            <w:r w:rsidRPr="00E266D8">
              <w:rPr>
                <w:color w:val="000000"/>
                <w:sz w:val="28"/>
                <w:szCs w:val="28"/>
              </w:rPr>
              <w:t>ной денежной компенсации на опл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ту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постановления Губерн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 xml:space="preserve">тора Ульяновской области от 06.12.2010 № 98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порядке и усл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виях предоставления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ным гражданским служащим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 единовременной социальной выплаты на приобрет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ние жилого помещения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30.11.2011 № 203-ЗО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E266D8">
              <w:rPr>
                <w:color w:val="000000"/>
                <w:sz w:val="28"/>
                <w:szCs w:val="28"/>
              </w:rPr>
              <w:t xml:space="preserve">О мерах социальной поддержки граждан, родившихся в период </w:t>
            </w:r>
            <w:r>
              <w:rPr>
                <w:color w:val="000000"/>
                <w:sz w:val="28"/>
                <w:szCs w:val="28"/>
              </w:rPr>
              <w:br/>
            </w:r>
            <w:r w:rsidRPr="00E266D8">
              <w:rPr>
                <w:color w:val="000000"/>
                <w:sz w:val="28"/>
                <w:szCs w:val="28"/>
              </w:rPr>
              <w:t>с 1 января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57877,7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1410,0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56467,7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Выплата инвалидам премий в соо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ветствии с постановлением Губерн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 xml:space="preserve">тора Ульяновской области от 23.05.2007 № 31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 утверждении Положения о присуждении премий Губернатора Ульяновской области инвалидам, проживающим на терр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27.01.2012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д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полнительных мерах социальной поддержки работников противоп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жарной службы Ульяновской обла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ти, профессиональных аварийно-спасательных служб и професси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нальных аварийно-спасательных формирований Ульяновской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06.10.2011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сельских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2366,5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190,5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2176,0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 xml:space="preserve">ласти от 31.08.2013 № 160-ЗО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 правовом регулировании отдельных вопросов, связанных с оказанием г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сударственной социальной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788,0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Социальная поддер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682058,0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169598,7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3425,4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44686,1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121487,2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Ежемесячное пособие на ребёнка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232119,1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1985,9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230133,2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A5F81" w:rsidRDefault="009A78A8" w:rsidP="003A5F81">
            <w:pPr>
              <w:spacing w:line="365" w:lineRule="auto"/>
              <w:jc w:val="both"/>
              <w:rPr>
                <w:color w:val="000000"/>
                <w:sz w:val="28"/>
                <w:szCs w:val="28"/>
              </w:rPr>
            </w:pPr>
            <w:r w:rsidRPr="003A5F8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3A5F81">
              <w:rPr>
                <w:color w:val="000000"/>
                <w:sz w:val="28"/>
                <w:szCs w:val="28"/>
              </w:rPr>
              <w:t>б</w:t>
            </w:r>
            <w:r w:rsidRPr="003A5F81">
              <w:rPr>
                <w:color w:val="000000"/>
                <w:sz w:val="28"/>
                <w:szCs w:val="28"/>
              </w:rPr>
              <w:t>ласти от 06.05.2006 № 51-ЗО «О с</w:t>
            </w:r>
            <w:r w:rsidRPr="003A5F81">
              <w:rPr>
                <w:color w:val="000000"/>
                <w:sz w:val="28"/>
                <w:szCs w:val="28"/>
              </w:rPr>
              <w:t>о</w:t>
            </w:r>
            <w:r w:rsidRPr="003A5F81">
              <w:rPr>
                <w:color w:val="000000"/>
                <w:sz w:val="28"/>
                <w:szCs w:val="28"/>
              </w:rPr>
              <w:t>циальной поддержке детей военн</w:t>
            </w:r>
            <w:r w:rsidRPr="003A5F81">
              <w:rPr>
                <w:color w:val="000000"/>
                <w:sz w:val="28"/>
                <w:szCs w:val="28"/>
              </w:rPr>
              <w:t>о</w:t>
            </w:r>
            <w:r w:rsidRPr="003A5F81">
              <w:rPr>
                <w:color w:val="000000"/>
                <w:sz w:val="28"/>
                <w:szCs w:val="28"/>
              </w:rPr>
              <w:t>служащих, сотрудников органов внутренних дел, Федеральной слу</w:t>
            </w:r>
            <w:r w:rsidRPr="003A5F81">
              <w:rPr>
                <w:color w:val="000000"/>
                <w:sz w:val="28"/>
                <w:szCs w:val="28"/>
              </w:rPr>
              <w:t>ж</w:t>
            </w:r>
            <w:r w:rsidRPr="003A5F81">
              <w:rPr>
                <w:color w:val="000000"/>
                <w:sz w:val="28"/>
                <w:szCs w:val="28"/>
              </w:rPr>
              <w:t>бы безопасности Российской Фед</w:t>
            </w:r>
            <w:r w:rsidRPr="003A5F81">
              <w:rPr>
                <w:color w:val="000000"/>
                <w:sz w:val="28"/>
                <w:szCs w:val="28"/>
              </w:rPr>
              <w:t>е</w:t>
            </w:r>
            <w:r w:rsidRPr="003A5F81">
              <w:rPr>
                <w:color w:val="000000"/>
                <w:sz w:val="28"/>
                <w:szCs w:val="28"/>
              </w:rPr>
              <w:t>рации, прокуратуры Российской Ф</w:t>
            </w:r>
            <w:r w:rsidRPr="003A5F81">
              <w:rPr>
                <w:color w:val="000000"/>
                <w:sz w:val="28"/>
                <w:szCs w:val="28"/>
              </w:rPr>
              <w:t>е</w:t>
            </w:r>
            <w:r w:rsidRPr="003A5F81">
              <w:rPr>
                <w:color w:val="000000"/>
                <w:sz w:val="28"/>
                <w:szCs w:val="28"/>
              </w:rPr>
              <w:t>дерации, органов уголовно-исполнительной системы Министе</w:t>
            </w:r>
            <w:r w:rsidRPr="003A5F81">
              <w:rPr>
                <w:color w:val="000000"/>
                <w:sz w:val="28"/>
                <w:szCs w:val="28"/>
              </w:rPr>
              <w:t>р</w:t>
            </w:r>
            <w:r w:rsidRPr="003A5F81">
              <w:rPr>
                <w:color w:val="000000"/>
                <w:sz w:val="28"/>
                <w:szCs w:val="28"/>
              </w:rPr>
              <w:t>ства юстиции Российской Федер</w:t>
            </w:r>
            <w:r w:rsidRPr="003A5F81">
              <w:rPr>
                <w:color w:val="000000"/>
                <w:sz w:val="28"/>
                <w:szCs w:val="28"/>
              </w:rPr>
              <w:t>а</w:t>
            </w:r>
            <w:r w:rsidRPr="003A5F81">
              <w:rPr>
                <w:color w:val="000000"/>
                <w:sz w:val="28"/>
                <w:szCs w:val="28"/>
              </w:rPr>
              <w:t>ции»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1027,8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5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998,4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5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05.02.2008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д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полнительных мерах социальной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5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198058,0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5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2058,0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196000,0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Выплата ежегодной премии в соо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ветствии с постановлением Губерн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 xml:space="preserve">тора Ульяновской области от 19.03.2009 № 15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 xml:space="preserve">Об учреждении ежегодной премии Губернатора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31.08.2012 № 113-ЗО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E266D8">
              <w:rPr>
                <w:color w:val="000000"/>
                <w:sz w:val="28"/>
                <w:szCs w:val="28"/>
              </w:rPr>
              <w:t>О ежемесячной денежной выплате на ребёнка до достижения им во</w:t>
            </w:r>
            <w:r w:rsidRPr="00E266D8">
              <w:rPr>
                <w:color w:val="000000"/>
                <w:sz w:val="28"/>
                <w:szCs w:val="28"/>
              </w:rPr>
              <w:t>з</w:t>
            </w:r>
            <w:r w:rsidRPr="00E266D8">
              <w:rPr>
                <w:color w:val="000000"/>
                <w:sz w:val="28"/>
                <w:szCs w:val="28"/>
              </w:rPr>
              <w:t>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77656,4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4356,4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73300,0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06.05.2013 № 68-ЗО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E266D8">
              <w:rPr>
                <w:color w:val="000000"/>
                <w:sz w:val="28"/>
                <w:szCs w:val="28"/>
              </w:rPr>
              <w:t>О предоставлении на территории Ульяновской области отдельным к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тегориям инвалидов, имеющих 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тей, дополнительной меры социал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ной поддержки в сфере оплаты ж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лых помещений частного жилищн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149,2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124,9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Компенсация потерь в доходах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низаций железнодорожного тран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 xml:space="preserve">порта, связанных с предоставлением обучающимся льгот, в соответствии с Законом Ульяновской области от 13.08.2013 № 134-ЗО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 образов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Социальная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15596,5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1326E">
              <w:rPr>
                <w:color w:val="000000"/>
                <w:spacing w:val="-6"/>
                <w:sz w:val="28"/>
                <w:szCs w:val="28"/>
              </w:rPr>
              <w:t>Мероприятия по повышению уровня доступности приоритетных объектов социальной защиты населения и услуг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12669,0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3674,3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8994,7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повышению до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тупности и качества реабилитацио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услуг для инвалидов, в том чи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ле для детей-инвалидов, содействие в их социальной интеграции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Комплекс информационных, просв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тительских и общественных мер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Содействие занят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5172,5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реализации прав граждан на труд и социальную 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щиту от безработицы, а также созд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4862,5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Мероприятия по улучшению усл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вий и охраны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мол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дёжной политики в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жил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ём молодых семей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молодёжной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на предоставление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гражданам на приобрет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ние жилья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1787,11992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4606,88483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на предоставление допо</w:t>
            </w:r>
            <w:r w:rsidRPr="00E266D8">
              <w:rPr>
                <w:color w:val="000000"/>
                <w:sz w:val="28"/>
                <w:szCs w:val="28"/>
              </w:rPr>
              <w:t>л</w:t>
            </w:r>
            <w:r w:rsidRPr="00E266D8">
              <w:rPr>
                <w:color w:val="000000"/>
                <w:sz w:val="28"/>
                <w:szCs w:val="28"/>
              </w:rPr>
              <w:t>нительной социальной выплаты м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лодым семьям на приобретение (строительство) жилья при рожд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нии ребёнка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9A78A8" w:rsidRPr="00E266D8" w:rsidTr="0031326E">
        <w:trPr>
          <w:trHeight w:val="2935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31326E">
              <w:rPr>
                <w:spacing w:val="-4"/>
                <w:sz w:val="28"/>
                <w:szCs w:val="28"/>
              </w:rPr>
              <w:t>Государственная программа Ульяно</w:t>
            </w:r>
            <w:r w:rsidRPr="0031326E">
              <w:rPr>
                <w:spacing w:val="-4"/>
                <w:sz w:val="28"/>
                <w:szCs w:val="28"/>
              </w:rPr>
              <w:t>в</w:t>
            </w:r>
            <w:r w:rsidRPr="0031326E">
              <w:rPr>
                <w:spacing w:val="-4"/>
                <w:sz w:val="28"/>
                <w:szCs w:val="28"/>
              </w:rPr>
              <w:t>ской области «Развитие сельского х</w:t>
            </w:r>
            <w:r w:rsidRPr="0031326E">
              <w:rPr>
                <w:spacing w:val="-4"/>
                <w:sz w:val="28"/>
                <w:szCs w:val="28"/>
              </w:rPr>
              <w:t>о</w:t>
            </w:r>
            <w:r w:rsidRPr="0031326E">
              <w:rPr>
                <w:spacing w:val="-4"/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31326E">
              <w:rPr>
                <w:spacing w:val="-4"/>
                <w:sz w:val="28"/>
                <w:szCs w:val="28"/>
              </w:rPr>
              <w:t>в</w:t>
            </w:r>
            <w:r w:rsidRPr="0031326E">
              <w:rPr>
                <w:spacing w:val="-4"/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48490,2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Устойчивое разв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госуда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Развитие сельского хозя</w:t>
            </w:r>
            <w:r w:rsidRPr="00E266D8">
              <w:rPr>
                <w:sz w:val="28"/>
                <w:szCs w:val="28"/>
              </w:rPr>
              <w:t>й</w:t>
            </w:r>
            <w:r w:rsidRPr="00E266D8">
              <w:rPr>
                <w:sz w:val="28"/>
                <w:szCs w:val="28"/>
              </w:rPr>
              <w:t>ства и регулирование рынков сел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E266D8">
              <w:rPr>
                <w:sz w:val="28"/>
                <w:szCs w:val="28"/>
              </w:rPr>
              <w:t>б</w:t>
            </w:r>
            <w:r w:rsidRPr="00E266D8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48490,2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 xml:space="preserve">Софинансирование мероприятий по улучшению жилищных условий граждан, проживающих в сельской местности,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11246,4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11246,4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Софинансирование мероприятий по улучшению жилищных условий м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лодых семей и молодых специал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стов, проживающих в сельской м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 xml:space="preserve">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37243,8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37243,8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922306,75444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мочий Российской Федерации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 в области социал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165365,9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3111">
              <w:rPr>
                <w:spacing w:val="-6"/>
                <w:sz w:val="28"/>
                <w:szCs w:val="28"/>
              </w:rPr>
              <w:t>Ежемесячная денежная выплата, н</w:t>
            </w:r>
            <w:r w:rsidRPr="009B3111">
              <w:rPr>
                <w:spacing w:val="-6"/>
                <w:sz w:val="28"/>
                <w:szCs w:val="28"/>
              </w:rPr>
              <w:t>а</w:t>
            </w:r>
            <w:r w:rsidRPr="009B3111">
              <w:rPr>
                <w:spacing w:val="-6"/>
                <w:sz w:val="28"/>
                <w:szCs w:val="28"/>
              </w:rPr>
              <w:t>значаемая в случае рождения третьего ребёнка или последующих детей</w:t>
            </w:r>
            <w:r w:rsidRPr="00E266D8">
              <w:rPr>
                <w:sz w:val="28"/>
                <w:szCs w:val="28"/>
              </w:rPr>
              <w:t xml:space="preserve"> до достижения ребёнком возраста трёх лет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152096,3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компенсации, меры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152096,3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ния, в семью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вии с пунктом 3 статьи 25 Фед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E266D8">
              <w:rPr>
                <w:sz w:val="28"/>
                <w:szCs w:val="28"/>
              </w:rPr>
              <w:t>Об основах сист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мы профилактики безнадзорности и правонарушений несовершенноле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них</w:t>
            </w:r>
            <w:r>
              <w:rPr>
                <w:sz w:val="28"/>
                <w:szCs w:val="28"/>
              </w:rPr>
              <w:t>»</w:t>
            </w:r>
            <w:r w:rsidRPr="00E266D8">
              <w:rPr>
                <w:sz w:val="28"/>
                <w:szCs w:val="28"/>
              </w:rPr>
              <w:t xml:space="preserve"> полномочий Российской Фед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рации по осуществлению деятельн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сти, связанной с перевозкой между субъектами Российской Федерации, а также в пределах территорий гос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 xml:space="preserve">дарств </w:t>
            </w:r>
            <w:r>
              <w:rPr>
                <w:sz w:val="28"/>
                <w:szCs w:val="28"/>
              </w:rPr>
              <w:t>–</w:t>
            </w:r>
            <w:r w:rsidRPr="00E266D8">
              <w:rPr>
                <w:sz w:val="28"/>
                <w:szCs w:val="28"/>
              </w:rPr>
              <w:t xml:space="preserve"> участников Содружества Независимых Государств несове</w:t>
            </w:r>
            <w:r w:rsidRPr="00E266D8">
              <w:rPr>
                <w:sz w:val="28"/>
                <w:szCs w:val="28"/>
              </w:rPr>
              <w:t>р</w:t>
            </w:r>
            <w:r w:rsidRPr="00E266D8">
              <w:rPr>
                <w:sz w:val="28"/>
                <w:szCs w:val="28"/>
              </w:rPr>
              <w:t>шеннолетних, самовольно ушедших из семей, детских домов, школ-интернатов, специальных учебно-воспитательных и иных детских у</w:t>
            </w:r>
            <w:r w:rsidRPr="00E266D8">
              <w:rPr>
                <w:sz w:val="28"/>
                <w:szCs w:val="28"/>
              </w:rPr>
              <w:t>ч</w:t>
            </w:r>
            <w:r w:rsidRPr="00E266D8">
              <w:rPr>
                <w:sz w:val="28"/>
                <w:szCs w:val="28"/>
              </w:rPr>
              <w:t>реждений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9B311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9B311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Мероприятия в рамках реализации Федерального закона от 21.12.1996 № 159-ФЗ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дополнительных 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рантиях по социальной поддержке детей-сирот и детей, оставшихся без попечения родителей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299 0000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Средства на обеспечение предоста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ления жилых помещений детям-сиротам и детям, оставшимся без попечения родителей, лицам из их числа по договорам найма специал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зированных жилых помещений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Бюджетные инвестиции на приобр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тение объектов недвижимого им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щества в государственную (муниц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31865,9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02.11.2011 № 180-ЗО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E266D8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Денежное пособие на оплату обуч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ния студентам, обучающимся в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разовательных организациях средн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го и высшего профессионального образования, находящихся на терр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6731,9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6731,9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31.08.2013 № 157-ЗО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мерах социальной поддержки, предоставляемых т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лантливым и одарённым обуча</w:t>
            </w:r>
            <w:r w:rsidRPr="00E266D8">
              <w:rPr>
                <w:color w:val="000000"/>
                <w:sz w:val="28"/>
                <w:szCs w:val="28"/>
              </w:rPr>
              <w:t>ю</w:t>
            </w:r>
            <w:r w:rsidRPr="00E266D8">
              <w:rPr>
                <w:color w:val="000000"/>
                <w:sz w:val="28"/>
                <w:szCs w:val="28"/>
              </w:rPr>
              <w:t>щимся, педагогическим и научным работникам образовательных орг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23894,0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23894,0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E266D8">
              <w:rPr>
                <w:color w:val="000000"/>
                <w:sz w:val="28"/>
                <w:szCs w:val="28"/>
              </w:rPr>
              <w:t>л</w:t>
            </w:r>
            <w:r w:rsidRPr="00E266D8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124200,3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Выплата родителям (законным пре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ставителям) детей, посещающих м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ниципальные и частные образов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тельные организации, реализующие образовательную программу дошк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льного образования, компенсации части внесённой в соответствующие образовательные организации род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124200,3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124200,3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E266D8">
              <w:rPr>
                <w:color w:val="000000"/>
                <w:sz w:val="28"/>
                <w:szCs w:val="28"/>
              </w:rPr>
              <w:t>Социальная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443450,9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Социальная поддер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443450,9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 xml:space="preserve">ласти от 31.08.2012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 единовременном денежном пособии гражданам, усыновившим (удоч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рившим) детей-сирот и детей, о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тавшихся без попечения родителей, на территории Ульяновской обла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Ежемесячная денежная выплата л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цам из числа детей-сирот и детей, оставшихся без попечения родит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лей, обучающимся в муниципальных образовательных организациях, 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ходящихся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2642,8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2642,8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Ремонт жилых помещений, прина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лежащих детям-сиротам и детям, о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2751,4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2751,4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родителей, а также лиц из числа 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обучающихся в муниципальных образовательных организациях, на городском, приг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12891,5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12891,5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Содержание ребёнка в семье опек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на и приёмной семье, а также возн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граждение, причитающееся приё</w:t>
            </w:r>
            <w:r w:rsidRPr="00E266D8">
              <w:rPr>
                <w:color w:val="000000"/>
                <w:sz w:val="28"/>
                <w:szCs w:val="28"/>
              </w:rPr>
              <w:t>м</w:t>
            </w:r>
            <w:r w:rsidRPr="00E266D8">
              <w:rPr>
                <w:color w:val="000000"/>
                <w:sz w:val="28"/>
                <w:szCs w:val="28"/>
              </w:rPr>
              <w:t>ному родителю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400876,2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400876,2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Опека и попечительство в отнош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нии несовершеннолетних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16925,5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16925,5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A5F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держки в сфере гарантий права на медицинское обслуживание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A5F81" w:rsidRDefault="009A78A8" w:rsidP="003A5F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A5F8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3A5F81">
              <w:rPr>
                <w:color w:val="000000"/>
                <w:sz w:val="28"/>
                <w:szCs w:val="28"/>
              </w:rPr>
              <w:t>и</w:t>
            </w:r>
            <w:r w:rsidRPr="003A5F8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3A5F81">
              <w:rPr>
                <w:color w:val="000000"/>
                <w:sz w:val="28"/>
                <w:szCs w:val="28"/>
              </w:rPr>
              <w:t>а</w:t>
            </w:r>
            <w:r w:rsidRPr="003A5F8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3A5F8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3A5F8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держки в сфере гарантий права на образование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A5F81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A5F81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3A5F81">
              <w:rPr>
                <w:color w:val="000000"/>
                <w:sz w:val="28"/>
                <w:szCs w:val="28"/>
              </w:rPr>
              <w:t>я</w:t>
            </w:r>
            <w:r w:rsidRPr="003A5F81">
              <w:rPr>
                <w:color w:val="000000"/>
                <w:sz w:val="28"/>
                <w:szCs w:val="28"/>
              </w:rPr>
              <w:t>новской области «Развитие жили</w:t>
            </w:r>
            <w:r w:rsidRPr="003A5F81">
              <w:rPr>
                <w:color w:val="000000"/>
                <w:sz w:val="28"/>
                <w:szCs w:val="28"/>
              </w:rPr>
              <w:t>щ</w:t>
            </w:r>
            <w:r w:rsidRPr="003A5F81">
              <w:rPr>
                <w:color w:val="000000"/>
                <w:sz w:val="28"/>
                <w:szCs w:val="28"/>
              </w:rPr>
              <w:t>но-коммунального хозяйства в Ул</w:t>
            </w:r>
            <w:r w:rsidRPr="003A5F81">
              <w:rPr>
                <w:color w:val="000000"/>
                <w:sz w:val="28"/>
                <w:szCs w:val="28"/>
              </w:rPr>
              <w:t>ь</w:t>
            </w:r>
            <w:r w:rsidRPr="003A5F81">
              <w:rPr>
                <w:color w:val="000000"/>
                <w:sz w:val="28"/>
                <w:szCs w:val="28"/>
              </w:rPr>
              <w:t>яновской области» на 2014-2018 г</w:t>
            </w:r>
            <w:r w:rsidRPr="003A5F81">
              <w:rPr>
                <w:color w:val="000000"/>
                <w:sz w:val="28"/>
                <w:szCs w:val="28"/>
              </w:rPr>
              <w:t>о</w:t>
            </w:r>
            <w:r w:rsidRPr="003A5F81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127301,0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Обеспечение жил</w:t>
            </w:r>
            <w:r w:rsidRPr="00E266D8">
              <w:rPr>
                <w:color w:val="000000"/>
                <w:sz w:val="28"/>
                <w:szCs w:val="28"/>
              </w:rPr>
              <w:t>ы</w:t>
            </w:r>
            <w:r w:rsidRPr="00E266D8">
              <w:rPr>
                <w:color w:val="000000"/>
                <w:sz w:val="28"/>
                <w:szCs w:val="28"/>
              </w:rPr>
              <w:t>ми помещениями детей-сирот и 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тей, оставшихся без попечения 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дителей, лиц из числа детей-сирот и детей, оставшихся без попечения родителей, на территории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</w:t>
            </w:r>
            <w:r w:rsidRPr="00E266D8">
              <w:rPr>
                <w:color w:val="000000"/>
                <w:sz w:val="28"/>
                <w:szCs w:val="28"/>
              </w:rPr>
              <w:t>з</w:t>
            </w:r>
            <w:r w:rsidRPr="00E266D8">
              <w:rPr>
                <w:color w:val="000000"/>
                <w:sz w:val="28"/>
                <w:szCs w:val="28"/>
              </w:rPr>
              <w:t>витие жилищно-коммунального х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зяйства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127301,0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я без попечения родит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127301,0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Бюджетные инвестиции на приобр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тение объектов недвижимого им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щества в государственную (муниц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709" w:type="dxa"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127301,0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Другие вопросы в области социал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ной политики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348494,1552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293364,819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116575,59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109867,39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423,3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665,1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5234,5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A5F81" w:rsidRDefault="009A78A8" w:rsidP="003A5F81">
            <w:pPr>
              <w:spacing w:line="37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A5F81">
              <w:rPr>
                <w:color w:val="000000"/>
                <w:spacing w:val="-8"/>
                <w:sz w:val="28"/>
                <w:szCs w:val="28"/>
              </w:rPr>
              <w:t>Исполнение судебных актов Росси</w:t>
            </w:r>
            <w:r w:rsidRPr="003A5F81">
              <w:rPr>
                <w:color w:val="000000"/>
                <w:spacing w:val="-8"/>
                <w:sz w:val="28"/>
                <w:szCs w:val="28"/>
              </w:rPr>
              <w:t>й</w:t>
            </w:r>
            <w:r w:rsidRPr="003A5F81">
              <w:rPr>
                <w:color w:val="000000"/>
                <w:spacing w:val="-8"/>
                <w:sz w:val="28"/>
                <w:szCs w:val="28"/>
              </w:rPr>
              <w:t>ской Федерации и мировых соглаш</w:t>
            </w:r>
            <w:r w:rsidRPr="003A5F81">
              <w:rPr>
                <w:color w:val="000000"/>
                <w:spacing w:val="-8"/>
                <w:sz w:val="28"/>
                <w:szCs w:val="28"/>
              </w:rPr>
              <w:t>е</w:t>
            </w:r>
            <w:r w:rsidRPr="003A5F81">
              <w:rPr>
                <w:color w:val="000000"/>
                <w:spacing w:val="-8"/>
                <w:sz w:val="28"/>
                <w:szCs w:val="28"/>
              </w:rPr>
              <w:t>ний по возмещению вреда, причинё</w:t>
            </w:r>
            <w:r w:rsidRPr="003A5F81">
              <w:rPr>
                <w:color w:val="000000"/>
                <w:spacing w:val="-8"/>
                <w:sz w:val="28"/>
                <w:szCs w:val="28"/>
              </w:rPr>
              <w:t>н</w:t>
            </w:r>
            <w:r w:rsidRPr="003A5F81">
              <w:rPr>
                <w:color w:val="000000"/>
                <w:spacing w:val="-8"/>
                <w:sz w:val="28"/>
                <w:szCs w:val="28"/>
              </w:rPr>
              <w:t>ного в результате незаконных действий (бездействия) органов государствен</w:t>
            </w:r>
            <w:r>
              <w:rPr>
                <w:color w:val="000000"/>
                <w:spacing w:val="-6"/>
                <w:sz w:val="28"/>
                <w:szCs w:val="28"/>
              </w:rPr>
              <w:t>-</w:t>
            </w:r>
            <w:r w:rsidRPr="003A5F81">
              <w:rPr>
                <w:color w:val="000000"/>
                <w:spacing w:val="-6"/>
                <w:sz w:val="28"/>
                <w:szCs w:val="28"/>
              </w:rPr>
              <w:t>ной власти (государст-венных орг</w:t>
            </w:r>
            <w:r w:rsidRPr="003A5F81">
              <w:rPr>
                <w:color w:val="000000"/>
                <w:spacing w:val="-6"/>
                <w:sz w:val="28"/>
                <w:szCs w:val="28"/>
              </w:rPr>
              <w:t>а</w:t>
            </w:r>
            <w:r w:rsidRPr="003A5F81">
              <w:rPr>
                <w:color w:val="000000"/>
                <w:spacing w:val="-6"/>
                <w:sz w:val="28"/>
                <w:szCs w:val="28"/>
              </w:rPr>
              <w:t>нов), органов местного самоуправл</w:t>
            </w:r>
            <w:r w:rsidRPr="003A5F81">
              <w:rPr>
                <w:color w:val="000000"/>
                <w:spacing w:val="-6"/>
                <w:sz w:val="28"/>
                <w:szCs w:val="28"/>
              </w:rPr>
              <w:t>е</w:t>
            </w:r>
            <w:r w:rsidRPr="003A5F81">
              <w:rPr>
                <w:color w:val="000000"/>
                <w:spacing w:val="-6"/>
                <w:sz w:val="28"/>
                <w:szCs w:val="28"/>
              </w:rPr>
              <w:t>ния либо должностных лиц этих орг</w:t>
            </w:r>
            <w:r w:rsidRPr="003A5F81">
              <w:rPr>
                <w:color w:val="000000"/>
                <w:spacing w:val="-6"/>
                <w:sz w:val="28"/>
                <w:szCs w:val="28"/>
              </w:rPr>
              <w:t>а</w:t>
            </w:r>
            <w:r w:rsidRPr="003A5F81">
              <w:rPr>
                <w:color w:val="000000"/>
                <w:spacing w:val="-6"/>
                <w:sz w:val="28"/>
                <w:szCs w:val="28"/>
              </w:rPr>
              <w:t>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69,9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176789,229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174933,7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298,3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1359,129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E266D8">
              <w:rPr>
                <w:color w:val="000000"/>
                <w:sz w:val="28"/>
                <w:szCs w:val="28"/>
              </w:rPr>
              <w:t>й</w:t>
            </w:r>
            <w:r w:rsidRPr="00E266D8">
              <w:rPr>
                <w:color w:val="000000"/>
                <w:sz w:val="28"/>
                <w:szCs w:val="28"/>
              </w:rPr>
              <w:t>ской Федерации и мировых согл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шений по возмещению вреда, пр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сударственной власти (государс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 w:rsidRPr="00E266D8">
              <w:rPr>
                <w:color w:val="000000"/>
                <w:sz w:val="28"/>
                <w:szCs w:val="28"/>
              </w:rPr>
              <w:t>ж</w:t>
            </w:r>
            <w:r w:rsidRPr="00E266D8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134,4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отдельных мер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Осуществление единовременных выплат медицинским работникам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Пособия, компенсации и иные соц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sz w:val="28"/>
                <w:szCs w:val="28"/>
              </w:rPr>
              <w:t>а</w:t>
            </w:r>
            <w:r w:rsidRPr="00E266D8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28000,0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Софинансирование единовременных компенсационных выплат медици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ским работникам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Областная адресная инвестиционная программа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129,3362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Бюджетные инвестиции на приобр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тение объектов недвижимого им</w:t>
            </w:r>
            <w:r w:rsidRPr="00E266D8">
              <w:rPr>
                <w:sz w:val="28"/>
                <w:szCs w:val="28"/>
              </w:rPr>
              <w:t>у</w:t>
            </w:r>
            <w:r w:rsidRPr="00E266D8">
              <w:rPr>
                <w:sz w:val="28"/>
                <w:szCs w:val="28"/>
              </w:rPr>
              <w:t>щества в государственную (муниц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129,3362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стро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Стимулирование развития жилищного строительства в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Развитие строительства и архитектуры в Ул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на 2014-2018 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Социальные выплаты на приобрет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ние жилья отдельным категориям граждан, постоянно проживающих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12075,0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2925,0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803799,39045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363537,7935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338337,6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6E517B" w:rsidRDefault="009A78A8" w:rsidP="001C4647">
            <w:pPr>
              <w:spacing w:line="367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6E517B">
              <w:rPr>
                <w:color w:val="000000"/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6E517B">
              <w:rPr>
                <w:color w:val="000000"/>
                <w:spacing w:val="-4"/>
                <w:sz w:val="28"/>
                <w:szCs w:val="28"/>
              </w:rPr>
              <w:t>р</w:t>
            </w:r>
            <w:r w:rsidRPr="006E517B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6E517B">
              <w:rPr>
                <w:color w:val="000000"/>
                <w:spacing w:val="-4"/>
                <w:sz w:val="28"/>
                <w:szCs w:val="28"/>
              </w:rPr>
              <w:t>и</w:t>
            </w:r>
            <w:r w:rsidRPr="006E517B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77558,6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260779,0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F85E3D" w:rsidRDefault="009A78A8" w:rsidP="00F85E3D">
            <w:pPr>
              <w:spacing w:line="367" w:lineRule="auto"/>
              <w:jc w:val="both"/>
              <w:rPr>
                <w:color w:val="000000"/>
                <w:spacing w:val="6"/>
                <w:sz w:val="28"/>
                <w:szCs w:val="28"/>
              </w:rPr>
            </w:pPr>
            <w:r w:rsidRPr="00F85E3D">
              <w:rPr>
                <w:color w:val="000000"/>
                <w:spacing w:val="6"/>
                <w:sz w:val="28"/>
                <w:szCs w:val="28"/>
              </w:rPr>
              <w:t>Государственная программа Уль</w:t>
            </w:r>
            <w:r w:rsidRPr="00F85E3D">
              <w:rPr>
                <w:color w:val="000000"/>
                <w:spacing w:val="6"/>
                <w:sz w:val="28"/>
                <w:szCs w:val="28"/>
              </w:rPr>
              <w:t>я</w:t>
            </w:r>
            <w:r w:rsidRPr="00F85E3D">
              <w:rPr>
                <w:color w:val="000000"/>
                <w:spacing w:val="6"/>
                <w:sz w:val="28"/>
                <w:szCs w:val="28"/>
              </w:rPr>
              <w:t>новской области «Развитие физ</w:t>
            </w:r>
            <w:r w:rsidRPr="00F85E3D">
              <w:rPr>
                <w:color w:val="000000"/>
                <w:spacing w:val="6"/>
                <w:sz w:val="28"/>
                <w:szCs w:val="28"/>
              </w:rPr>
              <w:t>и</w:t>
            </w:r>
            <w:r w:rsidRPr="00F85E3D">
              <w:rPr>
                <w:color w:val="000000"/>
                <w:spacing w:val="6"/>
                <w:sz w:val="28"/>
                <w:szCs w:val="28"/>
              </w:rPr>
              <w:t>ческой культуры и спорта в Уль</w:t>
            </w:r>
            <w:r w:rsidRPr="00F85E3D">
              <w:rPr>
                <w:color w:val="000000"/>
                <w:spacing w:val="6"/>
                <w:sz w:val="28"/>
                <w:szCs w:val="28"/>
              </w:rPr>
              <w:t>я</w:t>
            </w:r>
            <w:r w:rsidRPr="00F85E3D">
              <w:rPr>
                <w:color w:val="000000"/>
                <w:spacing w:val="6"/>
                <w:sz w:val="28"/>
                <w:szCs w:val="28"/>
              </w:rPr>
              <w:t>новской области на 2014-2018 г</w:t>
            </w:r>
            <w:r w:rsidRPr="00F85E3D">
              <w:rPr>
                <w:color w:val="000000"/>
                <w:spacing w:val="6"/>
                <w:sz w:val="28"/>
                <w:szCs w:val="28"/>
              </w:rPr>
              <w:t>о</w:t>
            </w:r>
            <w:r w:rsidRPr="00F85E3D">
              <w:rPr>
                <w:color w:val="000000"/>
                <w:spacing w:val="6"/>
                <w:sz w:val="28"/>
                <w:szCs w:val="28"/>
              </w:rPr>
              <w:t>ды»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25200,1935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6700,1935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6700,1935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300713,38695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177213,38695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F85E3D" w:rsidRDefault="009A78A8" w:rsidP="001C4647">
            <w:pPr>
              <w:spacing w:line="367" w:lineRule="auto"/>
              <w:jc w:val="both"/>
              <w:rPr>
                <w:color w:val="000000"/>
                <w:spacing w:val="6"/>
                <w:sz w:val="28"/>
                <w:szCs w:val="28"/>
              </w:rPr>
            </w:pPr>
            <w:r w:rsidRPr="00F85E3D">
              <w:rPr>
                <w:color w:val="000000"/>
                <w:spacing w:val="6"/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color w:val="000000"/>
                <w:spacing w:val="6"/>
                <w:sz w:val="28"/>
                <w:szCs w:val="28"/>
              </w:rPr>
              <w:t>-</w:t>
            </w:r>
            <w:r w:rsidRPr="00F85E3D">
              <w:rPr>
                <w:color w:val="000000"/>
                <w:spacing w:val="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38177,5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1C4647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Приобретение оборудования для б</w:t>
            </w:r>
            <w:r w:rsidRPr="0031326E">
              <w:rPr>
                <w:sz w:val="28"/>
                <w:szCs w:val="28"/>
              </w:rPr>
              <w:t>ы</w:t>
            </w:r>
            <w:r w:rsidRPr="0031326E">
              <w:rPr>
                <w:sz w:val="28"/>
                <w:szCs w:val="28"/>
              </w:rPr>
              <w:t>стровозводимых физкультурно-оздоровительных комплексов, вкл</w:t>
            </w:r>
            <w:r w:rsidRPr="0031326E">
              <w:rPr>
                <w:sz w:val="28"/>
                <w:szCs w:val="28"/>
              </w:rPr>
              <w:t>ю</w:t>
            </w:r>
            <w:r w:rsidRPr="0031326E">
              <w:rPr>
                <w:sz w:val="28"/>
                <w:szCs w:val="28"/>
              </w:rPr>
              <w:t>чая металлоконструкции и металл</w:t>
            </w:r>
            <w:r w:rsidRPr="0031326E">
              <w:rPr>
                <w:sz w:val="28"/>
                <w:szCs w:val="28"/>
              </w:rPr>
              <w:t>о</w:t>
            </w:r>
            <w:r w:rsidRPr="0031326E">
              <w:rPr>
                <w:sz w:val="28"/>
                <w:szCs w:val="28"/>
              </w:rPr>
              <w:t>изделия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1C4647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512 5080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9A78A8" w:rsidRPr="0031326E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44558,137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31326E">
              <w:rPr>
                <w:sz w:val="28"/>
                <w:szCs w:val="28"/>
              </w:rPr>
              <w:t>н</w:t>
            </w:r>
            <w:r w:rsidRPr="0031326E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512 5080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44558,137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Финансовое обеспечение расходов общепрограммного характера по ф</w:t>
            </w:r>
            <w:r w:rsidRPr="0031326E">
              <w:rPr>
                <w:sz w:val="28"/>
                <w:szCs w:val="28"/>
              </w:rPr>
              <w:t>е</w:t>
            </w:r>
            <w:r w:rsidRPr="0031326E">
              <w:rPr>
                <w:sz w:val="28"/>
                <w:szCs w:val="28"/>
              </w:rPr>
              <w:t>деральной целевой программе «Ра</w:t>
            </w:r>
            <w:r w:rsidRPr="0031326E">
              <w:rPr>
                <w:sz w:val="28"/>
                <w:szCs w:val="28"/>
              </w:rPr>
              <w:t>з</w:t>
            </w:r>
            <w:r w:rsidRPr="0031326E">
              <w:rPr>
                <w:sz w:val="28"/>
                <w:szCs w:val="28"/>
              </w:rPr>
              <w:t xml:space="preserve">витие физической культуры и спорта в Российской Федерации на 2006-2015 годы» 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512 5095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69472,74995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Субсидии на софинансирование к</w:t>
            </w:r>
            <w:r w:rsidRPr="0031326E">
              <w:rPr>
                <w:sz w:val="28"/>
                <w:szCs w:val="28"/>
              </w:rPr>
              <w:t>а</w:t>
            </w:r>
            <w:r w:rsidRPr="0031326E">
              <w:rPr>
                <w:sz w:val="28"/>
                <w:szCs w:val="28"/>
              </w:rPr>
              <w:t>питальных вложений в объекты г</w:t>
            </w:r>
            <w:r w:rsidRPr="0031326E">
              <w:rPr>
                <w:sz w:val="28"/>
                <w:szCs w:val="28"/>
              </w:rPr>
              <w:t>о</w:t>
            </w:r>
            <w:r w:rsidRPr="0031326E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512 5095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69472,74995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E266D8">
              <w:rPr>
                <w:color w:val="000000"/>
                <w:sz w:val="28"/>
                <w:szCs w:val="28"/>
              </w:rPr>
              <w:t>Развитие физич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на софинансирование к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питальных вложений в объекты г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135805,6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41805,6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27179,0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1554,6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Адресная финансовая поддержка спортивных организаций, осущест</w:t>
            </w:r>
            <w:r w:rsidRPr="0031326E">
              <w:rPr>
                <w:sz w:val="28"/>
                <w:szCs w:val="28"/>
              </w:rPr>
              <w:t>в</w:t>
            </w:r>
            <w:r w:rsidRPr="0031326E">
              <w:rPr>
                <w:sz w:val="28"/>
                <w:szCs w:val="28"/>
              </w:rPr>
              <w:t>ляющих подготовку спортивного р</w:t>
            </w:r>
            <w:r w:rsidRPr="0031326E">
              <w:rPr>
                <w:sz w:val="28"/>
                <w:szCs w:val="28"/>
              </w:rPr>
              <w:t>е</w:t>
            </w:r>
            <w:r w:rsidRPr="0031326E">
              <w:rPr>
                <w:sz w:val="28"/>
                <w:szCs w:val="28"/>
              </w:rPr>
              <w:t>зерва для сборных команд Росси</w:t>
            </w:r>
            <w:r w:rsidRPr="0031326E">
              <w:rPr>
                <w:sz w:val="28"/>
                <w:szCs w:val="28"/>
              </w:rPr>
              <w:t>й</w:t>
            </w:r>
            <w:r w:rsidRPr="0031326E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482 5081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6500,0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Прочая закупка товаров, работ и у</w:t>
            </w:r>
            <w:r w:rsidRPr="0031326E">
              <w:rPr>
                <w:sz w:val="28"/>
                <w:szCs w:val="28"/>
              </w:rPr>
              <w:t>с</w:t>
            </w:r>
            <w:r w:rsidRPr="0031326E">
              <w:rPr>
                <w:sz w:val="28"/>
                <w:szCs w:val="28"/>
              </w:rPr>
              <w:t>луг для обеспечения государстве</w:t>
            </w:r>
            <w:r w:rsidRPr="0031326E">
              <w:rPr>
                <w:sz w:val="28"/>
                <w:szCs w:val="28"/>
              </w:rPr>
              <w:t>н</w:t>
            </w:r>
            <w:r w:rsidRPr="0031326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482 5081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3132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E266D8">
              <w:rPr>
                <w:color w:val="000000"/>
                <w:sz w:val="28"/>
                <w:szCs w:val="28"/>
              </w:rPr>
              <w:t>Развитие физич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100500,0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Развитие спорта высших достиж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73500,0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73500,0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27000,0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26970,0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Другие вопросы в области физич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ской культуры и спорта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3742,61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органов Ульяновской обла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3742,61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3742,61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2918,61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Иные выплаты персоналу государс</w:t>
            </w:r>
            <w:r w:rsidRPr="00E266D8">
              <w:rPr>
                <w:sz w:val="28"/>
                <w:szCs w:val="28"/>
              </w:rPr>
              <w:t>т</w:t>
            </w:r>
            <w:r w:rsidRPr="00E266D8">
              <w:rPr>
                <w:sz w:val="28"/>
                <w:szCs w:val="28"/>
              </w:rPr>
              <w:t>венных (муниципальных) органов и взносы по обязательному социал</w:t>
            </w:r>
            <w:r w:rsidRPr="00E266D8">
              <w:rPr>
                <w:sz w:val="28"/>
                <w:szCs w:val="28"/>
              </w:rPr>
              <w:t>ь</w:t>
            </w:r>
            <w:r w:rsidRPr="00E266D8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132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798,0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sz w:val="28"/>
                <w:szCs w:val="28"/>
              </w:rPr>
              <w:t>и</w:t>
            </w:r>
            <w:r w:rsidRPr="00E266D8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125276,5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37331,9667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12098,9667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Информационное обеспечение де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12098,9667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12098,9667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Телерадиокомпании и телерадиоо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453 0000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25233,0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телерадиокомпаниям и телерадиоорганизациям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22246,0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463F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463FA1">
            <w:pPr>
              <w:spacing w:line="360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463F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22163,0</w:t>
            </w:r>
          </w:p>
        </w:tc>
      </w:tr>
      <w:tr w:rsidR="009A78A8" w:rsidRPr="0031326E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463F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31326E" w:rsidRDefault="009A78A8" w:rsidP="00463FA1">
            <w:pPr>
              <w:spacing w:line="360" w:lineRule="auto"/>
              <w:ind w:right="-108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31326E" w:rsidRDefault="009A78A8" w:rsidP="00463F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326E">
              <w:rPr>
                <w:sz w:val="28"/>
                <w:szCs w:val="28"/>
              </w:rPr>
              <w:t>83,0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F85E3D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организациям, осущест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ляющим производство, распростр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нение и тиражирование социально значимых программ в области эле</w:t>
            </w:r>
            <w:r w:rsidRPr="00E266D8">
              <w:rPr>
                <w:color w:val="000000"/>
                <w:sz w:val="28"/>
                <w:szCs w:val="28"/>
              </w:rPr>
              <w:t>к</w:t>
            </w:r>
            <w:r w:rsidRPr="00E266D8">
              <w:rPr>
                <w:color w:val="000000"/>
                <w:sz w:val="28"/>
                <w:szCs w:val="28"/>
              </w:rPr>
              <w:t>тронных средств массовой инфо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мации, на создание и поддержание в информационно-телекоммуникаци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 xml:space="preserve">онной сети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Интернет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266D8">
              <w:rPr>
                <w:color w:val="000000"/>
                <w:sz w:val="28"/>
                <w:szCs w:val="28"/>
              </w:rPr>
              <w:t xml:space="preserve"> сайтов, имеющих социальное или образов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тельное значение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2987,0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2987,0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Периодическая печать и издательс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55463,4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55463,4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6E517B" w:rsidRDefault="009A78A8" w:rsidP="001C4647">
            <w:pPr>
              <w:spacing w:line="367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6E517B">
              <w:rPr>
                <w:color w:val="000000"/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6E517B">
              <w:rPr>
                <w:color w:val="000000"/>
                <w:spacing w:val="-4"/>
                <w:sz w:val="28"/>
                <w:szCs w:val="28"/>
              </w:rPr>
              <w:t>р</w:t>
            </w:r>
            <w:r w:rsidRPr="006E517B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6E517B">
              <w:rPr>
                <w:color w:val="000000"/>
                <w:spacing w:val="-4"/>
                <w:sz w:val="28"/>
                <w:szCs w:val="28"/>
              </w:rPr>
              <w:t>и</w:t>
            </w:r>
            <w:r w:rsidRPr="006E517B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51755,4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Информационное обеспечение де</w:t>
            </w:r>
            <w:r w:rsidRPr="00E266D8">
              <w:rPr>
                <w:sz w:val="28"/>
                <w:szCs w:val="28"/>
              </w:rPr>
              <w:t>я</w:t>
            </w:r>
            <w:r w:rsidRPr="00E266D8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2478,0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67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2478,0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32481,1333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32481,1333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Мероприятия в сфере средств масс</w:t>
            </w:r>
            <w:r w:rsidRPr="00E266D8">
              <w:rPr>
                <w:sz w:val="28"/>
                <w:szCs w:val="28"/>
              </w:rPr>
              <w:t>о</w:t>
            </w:r>
            <w:r w:rsidRPr="00E266D8">
              <w:rPr>
                <w:sz w:val="28"/>
                <w:szCs w:val="28"/>
              </w:rPr>
              <w:t>вой информации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sz w:val="28"/>
                <w:szCs w:val="28"/>
              </w:rPr>
              <w:t>с</w:t>
            </w:r>
            <w:r w:rsidRPr="00E266D8">
              <w:rPr>
                <w:sz w:val="28"/>
                <w:szCs w:val="28"/>
              </w:rPr>
              <w:t>луг для обеспечения государстве</w:t>
            </w:r>
            <w:r w:rsidRPr="00E266D8">
              <w:rPr>
                <w:sz w:val="28"/>
                <w:szCs w:val="28"/>
              </w:rPr>
              <w:t>н</w:t>
            </w:r>
            <w:r w:rsidRPr="00E266D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517,0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880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Учреждения, осуществляющие м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роприятия по проведению монит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ринга в сфере средств массовой и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формации, динамики общественного мнения и социальному прогнозир</w:t>
            </w:r>
            <w:r w:rsidRPr="00E266D8">
              <w:rPr>
                <w:color w:val="000000"/>
                <w:sz w:val="28"/>
                <w:szCs w:val="28"/>
              </w:rPr>
              <w:t>о</w:t>
            </w:r>
            <w:r w:rsidRPr="00E266D8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30364,1333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12780,2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15,3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Закупка товаров, работ, услуг в сф</w:t>
            </w:r>
            <w:r w:rsidRPr="00E266D8">
              <w:rPr>
                <w:sz w:val="28"/>
                <w:szCs w:val="28"/>
              </w:rPr>
              <w:t>е</w:t>
            </w:r>
            <w:r w:rsidRPr="00E266D8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E266D8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66D8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578,2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6D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16978,0333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9A78A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4,7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524781,2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6E517B" w:rsidRDefault="009A78A8" w:rsidP="001C4647">
            <w:pPr>
              <w:spacing w:line="34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6E517B">
              <w:rPr>
                <w:color w:val="000000"/>
                <w:spacing w:val="-4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524781,2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065 0000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524781,2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Процентные платежи по государс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524781,2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31326E" w:rsidRDefault="009A78A8" w:rsidP="001C4647">
            <w:pPr>
              <w:spacing w:line="34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326E">
              <w:rPr>
                <w:color w:val="000000"/>
                <w:spacing w:val="-4"/>
                <w:sz w:val="28"/>
                <w:szCs w:val="28"/>
              </w:rPr>
              <w:t>Обслуживание государственного до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л</w:t>
            </w:r>
            <w:r w:rsidRPr="0031326E">
              <w:rPr>
                <w:color w:val="000000"/>
                <w:spacing w:val="-4"/>
                <w:sz w:val="28"/>
                <w:szCs w:val="28"/>
              </w:rPr>
              <w:t>га субъекта Российской Федерации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524781,2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сийской Федерации и муниципал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2161095,0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Дотации на выравнивание бюдже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ной обеспеченности субъектов Ро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сийской Федерации и муниципал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516 0000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516 0100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ченности городских округов из о</w:t>
            </w:r>
            <w:r w:rsidRPr="00E266D8">
              <w:rPr>
                <w:color w:val="000000"/>
                <w:sz w:val="28"/>
                <w:szCs w:val="28"/>
              </w:rPr>
              <w:t>б</w:t>
            </w:r>
            <w:r w:rsidRPr="00E266D8">
              <w:rPr>
                <w:color w:val="000000"/>
                <w:sz w:val="28"/>
                <w:szCs w:val="28"/>
              </w:rPr>
              <w:t>ластного фонда финансовой по</w:t>
            </w:r>
            <w:r w:rsidRPr="00E266D8">
              <w:rPr>
                <w:color w:val="000000"/>
                <w:sz w:val="28"/>
                <w:szCs w:val="28"/>
              </w:rPr>
              <w:t>д</w:t>
            </w:r>
            <w:r w:rsidRPr="00E266D8">
              <w:rPr>
                <w:color w:val="000000"/>
                <w:sz w:val="28"/>
                <w:szCs w:val="28"/>
              </w:rPr>
              <w:t>держки поселений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4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191839,2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Дотации на выравнивание бюдже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191839,2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ченности муниципальных районов (городских округов) из областного фонда финансовой поддержки м</w:t>
            </w:r>
            <w:r w:rsidRPr="00E266D8">
              <w:rPr>
                <w:color w:val="000000"/>
                <w:sz w:val="28"/>
                <w:szCs w:val="28"/>
              </w:rPr>
              <w:t>у</w:t>
            </w:r>
            <w:r w:rsidRPr="00E266D8">
              <w:rPr>
                <w:color w:val="000000"/>
                <w:sz w:val="28"/>
                <w:szCs w:val="28"/>
              </w:rPr>
              <w:t>ниципальных районов (городских округов)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1235074,0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Дотации на выравнивание бюдже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1235074,0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517 0000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6E517B" w:rsidRDefault="009A78A8" w:rsidP="001C4647">
            <w:pPr>
              <w:spacing w:line="336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6E517B">
              <w:rPr>
                <w:color w:val="000000"/>
                <w:spacing w:val="4"/>
                <w:sz w:val="28"/>
                <w:szCs w:val="28"/>
              </w:rPr>
              <w:t>Содействие достижению и (или) поощрение достижения наилучших значений показателей для оценки эффективности деятельности орг</w:t>
            </w:r>
            <w:r w:rsidRPr="006E517B">
              <w:rPr>
                <w:color w:val="000000"/>
                <w:spacing w:val="4"/>
                <w:sz w:val="28"/>
                <w:szCs w:val="28"/>
              </w:rPr>
              <w:t>а</w:t>
            </w:r>
            <w:r w:rsidRPr="006E517B">
              <w:rPr>
                <w:color w:val="000000"/>
                <w:spacing w:val="4"/>
                <w:sz w:val="28"/>
                <w:szCs w:val="28"/>
              </w:rPr>
              <w:t>нов местного самоуправления г</w:t>
            </w:r>
            <w:r w:rsidRPr="006E517B">
              <w:rPr>
                <w:color w:val="000000"/>
                <w:spacing w:val="4"/>
                <w:sz w:val="28"/>
                <w:szCs w:val="28"/>
              </w:rPr>
              <w:t>о</w:t>
            </w:r>
            <w:r w:rsidRPr="006E517B">
              <w:rPr>
                <w:color w:val="000000"/>
                <w:spacing w:val="4"/>
                <w:sz w:val="28"/>
                <w:szCs w:val="28"/>
              </w:rPr>
              <w:t>родских округов и муниципальных районов Ульяновской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6E517B" w:rsidRDefault="009A78A8" w:rsidP="001C4647">
            <w:pPr>
              <w:spacing w:line="336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6E517B">
              <w:rPr>
                <w:color w:val="000000"/>
                <w:spacing w:val="4"/>
                <w:sz w:val="28"/>
                <w:szCs w:val="28"/>
              </w:rPr>
              <w:t>Дотации бюджетам муниципальных районов и городских округов, до</w:t>
            </w:r>
            <w:r w:rsidRPr="006E517B">
              <w:rPr>
                <w:color w:val="000000"/>
                <w:spacing w:val="4"/>
                <w:sz w:val="28"/>
                <w:szCs w:val="28"/>
              </w:rPr>
              <w:t>с</w:t>
            </w:r>
            <w:r w:rsidRPr="006E517B">
              <w:rPr>
                <w:color w:val="000000"/>
                <w:spacing w:val="4"/>
                <w:sz w:val="28"/>
                <w:szCs w:val="28"/>
              </w:rPr>
              <w:t>тигших наилучших результатов по увеличению налогового потенциала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714181,8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Софинансирование расходных об</w:t>
            </w:r>
            <w:r w:rsidRPr="00E266D8">
              <w:rPr>
                <w:color w:val="000000"/>
                <w:sz w:val="28"/>
                <w:szCs w:val="28"/>
              </w:rPr>
              <w:t>я</w:t>
            </w:r>
            <w:r w:rsidRPr="00E266D8">
              <w:rPr>
                <w:color w:val="000000"/>
                <w:sz w:val="28"/>
                <w:szCs w:val="28"/>
              </w:rPr>
              <w:t>зательств, возникающих при выпо</w:t>
            </w:r>
            <w:r w:rsidRPr="00E266D8">
              <w:rPr>
                <w:color w:val="000000"/>
                <w:sz w:val="28"/>
                <w:szCs w:val="28"/>
              </w:rPr>
              <w:t>л</w:t>
            </w:r>
            <w:r w:rsidRPr="00E266D8">
              <w:rPr>
                <w:color w:val="000000"/>
                <w:sz w:val="28"/>
                <w:szCs w:val="28"/>
              </w:rPr>
              <w:t>нении полномочий органов местного самоуправления по вопросам мес</w:t>
            </w:r>
            <w:r w:rsidRPr="00E266D8">
              <w:rPr>
                <w:color w:val="000000"/>
                <w:sz w:val="28"/>
                <w:szCs w:val="28"/>
              </w:rPr>
              <w:t>т</w:t>
            </w:r>
            <w:r w:rsidRPr="00E266D8">
              <w:rPr>
                <w:color w:val="000000"/>
                <w:sz w:val="28"/>
                <w:szCs w:val="28"/>
              </w:rPr>
              <w:t>ного значения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518 0000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489383,6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Выплата заработной платы с начи</w:t>
            </w:r>
            <w:r w:rsidRPr="00E266D8">
              <w:rPr>
                <w:color w:val="000000"/>
                <w:sz w:val="28"/>
                <w:szCs w:val="28"/>
              </w:rPr>
              <w:t>с</w:t>
            </w:r>
            <w:r w:rsidRPr="00E266D8">
              <w:rPr>
                <w:color w:val="000000"/>
                <w:sz w:val="28"/>
                <w:szCs w:val="28"/>
              </w:rPr>
              <w:t>лениями работникам муниципал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>ных учреждений (за исключением органов местного самоуправления) муниципальных образований, оплата коммунальных услуг и приобрет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ние твёрдого топлива (уголь, дрова) муниципальными учреждениями (за исключением органов местного с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моуправления) (включая погашение кредиторской задолженности) мун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ципальных образований Ульяно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489383,6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266D8">
              <w:rPr>
                <w:color w:val="000000"/>
                <w:sz w:val="28"/>
                <w:szCs w:val="28"/>
              </w:rPr>
              <w:t>н</w:t>
            </w:r>
            <w:r w:rsidRPr="00E266D8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489383,6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E266D8">
              <w:rPr>
                <w:color w:val="000000"/>
                <w:sz w:val="28"/>
                <w:szCs w:val="28"/>
              </w:rPr>
              <w:t>а</w:t>
            </w:r>
            <w:r w:rsidRPr="00E266D8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E266D8">
              <w:rPr>
                <w:color w:val="000000"/>
                <w:sz w:val="28"/>
                <w:szCs w:val="28"/>
              </w:rPr>
              <w:t>л</w:t>
            </w:r>
            <w:r w:rsidRPr="00E266D8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E266D8">
              <w:rPr>
                <w:color w:val="000000"/>
                <w:sz w:val="28"/>
                <w:szCs w:val="28"/>
              </w:rPr>
              <w:t>р</w:t>
            </w:r>
            <w:r w:rsidRPr="00E266D8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 xml:space="preserve">Расчёт и предоставление дотаций на </w:t>
            </w:r>
            <w:r>
              <w:rPr>
                <w:color w:val="000000"/>
                <w:sz w:val="28"/>
                <w:szCs w:val="28"/>
              </w:rPr>
              <w:t>вы</w:t>
            </w:r>
            <w:r w:rsidRPr="00E266D8">
              <w:rPr>
                <w:color w:val="000000"/>
                <w:sz w:val="28"/>
                <w:szCs w:val="28"/>
              </w:rPr>
              <w:t>равнивание бюджетной обесп</w:t>
            </w:r>
            <w:r w:rsidRPr="00E266D8">
              <w:rPr>
                <w:color w:val="000000"/>
                <w:sz w:val="28"/>
                <w:szCs w:val="28"/>
              </w:rPr>
              <w:t>е</w:t>
            </w:r>
            <w:r w:rsidRPr="00E266D8">
              <w:rPr>
                <w:color w:val="000000"/>
                <w:sz w:val="28"/>
                <w:szCs w:val="28"/>
              </w:rPr>
              <w:t>ченности бюджетам поселений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Реализация мероприятий по разв</w:t>
            </w:r>
            <w:r w:rsidRPr="00E266D8">
              <w:rPr>
                <w:color w:val="000000"/>
                <w:sz w:val="28"/>
                <w:szCs w:val="28"/>
              </w:rPr>
              <w:t>и</w:t>
            </w:r>
            <w:r w:rsidRPr="00E266D8">
              <w:rPr>
                <w:color w:val="000000"/>
                <w:sz w:val="28"/>
                <w:szCs w:val="28"/>
              </w:rPr>
              <w:t>тию инфраструктуры муниципал</w:t>
            </w:r>
            <w:r w:rsidRPr="00E266D8">
              <w:rPr>
                <w:color w:val="000000"/>
                <w:sz w:val="28"/>
                <w:szCs w:val="28"/>
              </w:rPr>
              <w:t>ь</w:t>
            </w:r>
            <w:r w:rsidRPr="00E266D8">
              <w:rPr>
                <w:color w:val="000000"/>
                <w:sz w:val="28"/>
                <w:szCs w:val="28"/>
              </w:rPr>
              <w:t xml:space="preserve">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266D8">
              <w:rPr>
                <w:color w:val="000000"/>
                <w:sz w:val="28"/>
                <w:szCs w:val="28"/>
              </w:rPr>
              <w:t>город Димитро</w:t>
            </w:r>
            <w:r w:rsidRPr="00E266D8">
              <w:rPr>
                <w:color w:val="000000"/>
                <w:sz w:val="28"/>
                <w:szCs w:val="28"/>
              </w:rPr>
              <w:t>в</w:t>
            </w:r>
            <w:r w:rsidRPr="00E266D8">
              <w:rPr>
                <w:color w:val="000000"/>
                <w:sz w:val="28"/>
                <w:szCs w:val="28"/>
              </w:rPr>
              <w:t>град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102250,0</w:t>
            </w:r>
          </w:p>
        </w:tc>
      </w:tr>
      <w:tr w:rsidR="009A78A8" w:rsidRPr="00E266D8" w:rsidTr="00463FA1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650 0000</w:t>
            </w:r>
          </w:p>
        </w:tc>
        <w:tc>
          <w:tcPr>
            <w:tcW w:w="709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66D8">
              <w:rPr>
                <w:color w:val="000000"/>
                <w:sz w:val="28"/>
                <w:szCs w:val="28"/>
              </w:rPr>
              <w:t>102250,0</w:t>
            </w:r>
          </w:p>
        </w:tc>
      </w:tr>
      <w:tr w:rsidR="009A78A8" w:rsidRPr="00E266D8" w:rsidTr="00360AA3">
        <w:trPr>
          <w:trHeight w:val="20"/>
        </w:trPr>
        <w:tc>
          <w:tcPr>
            <w:tcW w:w="4678" w:type="dxa"/>
            <w:vAlign w:val="center"/>
          </w:tcPr>
          <w:p w:rsidR="009A78A8" w:rsidRPr="00E266D8" w:rsidRDefault="009A78A8" w:rsidP="001C4647">
            <w:pPr>
              <w:spacing w:line="336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266D8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6D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9A78A8" w:rsidRPr="00E266D8" w:rsidRDefault="009A78A8" w:rsidP="001C4647">
            <w:pPr>
              <w:spacing w:line="33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6D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E266D8" w:rsidRDefault="009A78A8" w:rsidP="001C4647">
            <w:pPr>
              <w:spacing w:line="336" w:lineRule="auto"/>
              <w:ind w:right="-108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6D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5" w:type="dxa"/>
            <w:gridSpan w:val="2"/>
            <w:vAlign w:val="bottom"/>
          </w:tcPr>
          <w:p w:rsidR="009A78A8" w:rsidRPr="0031326E" w:rsidRDefault="009A78A8" w:rsidP="001C4647">
            <w:pPr>
              <w:spacing w:line="336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E266D8">
              <w:rPr>
                <w:b/>
                <w:bCs/>
                <w:color w:val="000000"/>
                <w:sz w:val="28"/>
                <w:szCs w:val="28"/>
              </w:rPr>
              <w:t>37772340,20148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A78A8" w:rsidRDefault="009A78A8" w:rsidP="001C4647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11) в приложении 11:</w:t>
      </w:r>
    </w:p>
    <w:p w:rsidR="009A78A8" w:rsidRPr="0039462C" w:rsidRDefault="009A78A8" w:rsidP="001C4647">
      <w:pPr>
        <w:spacing w:line="336" w:lineRule="auto"/>
        <w:ind w:firstLine="709"/>
        <w:jc w:val="both"/>
        <w:rPr>
          <w:sz w:val="28"/>
          <w:szCs w:val="28"/>
        </w:rPr>
      </w:pPr>
      <w:r w:rsidRPr="0039462C">
        <w:rPr>
          <w:sz w:val="28"/>
          <w:szCs w:val="28"/>
        </w:rPr>
        <w:t>а) наименование строки «Учреждения в сфере распространения и использ</w:t>
      </w:r>
      <w:r w:rsidRPr="0039462C">
        <w:rPr>
          <w:sz w:val="28"/>
          <w:szCs w:val="28"/>
        </w:rPr>
        <w:t>о</w:t>
      </w:r>
      <w:r w:rsidRPr="0039462C">
        <w:rPr>
          <w:sz w:val="28"/>
          <w:szCs w:val="28"/>
        </w:rPr>
        <w:t xml:space="preserve">вания информационных и коммуникационных технологий» (Рз 01 ПР 13 </w:t>
      </w:r>
      <w:r>
        <w:rPr>
          <w:sz w:val="28"/>
          <w:szCs w:val="28"/>
        </w:rPr>
        <w:br/>
      </w:r>
      <w:r w:rsidRPr="0039462C">
        <w:rPr>
          <w:sz w:val="28"/>
          <w:szCs w:val="28"/>
        </w:rPr>
        <w:t>ЦС 095 0000) изложить в следующей редакции:</w:t>
      </w:r>
    </w:p>
    <w:p w:rsidR="009A78A8" w:rsidRPr="0039462C" w:rsidRDefault="009A78A8" w:rsidP="001C4647">
      <w:pPr>
        <w:spacing w:line="336" w:lineRule="auto"/>
        <w:ind w:firstLine="709"/>
        <w:jc w:val="both"/>
        <w:rPr>
          <w:sz w:val="28"/>
          <w:szCs w:val="28"/>
        </w:rPr>
      </w:pPr>
      <w:r w:rsidRPr="0039462C">
        <w:rPr>
          <w:sz w:val="28"/>
          <w:szCs w:val="28"/>
        </w:rPr>
        <w:t>«Учреждения в сфере распространения и использования информационных и коммуникационных технологий, научных исследований в области истории и культуры»;</w:t>
      </w:r>
    </w:p>
    <w:p w:rsidR="009A78A8" w:rsidRPr="0039462C" w:rsidRDefault="009A78A8" w:rsidP="001C4647">
      <w:pPr>
        <w:spacing w:line="336" w:lineRule="auto"/>
        <w:ind w:firstLine="709"/>
        <w:jc w:val="both"/>
        <w:rPr>
          <w:sz w:val="28"/>
          <w:szCs w:val="28"/>
        </w:rPr>
      </w:pPr>
      <w:r w:rsidRPr="0039462C">
        <w:rPr>
          <w:sz w:val="28"/>
          <w:szCs w:val="28"/>
        </w:rPr>
        <w:t xml:space="preserve">б) после строки </w:t>
      </w:r>
    </w:p>
    <w:tbl>
      <w:tblPr>
        <w:tblW w:w="10066" w:type="dxa"/>
        <w:tblInd w:w="-34" w:type="dxa"/>
        <w:tblLayout w:type="fixed"/>
        <w:tblLook w:val="00A0"/>
      </w:tblPr>
      <w:tblGrid>
        <w:gridCol w:w="4537"/>
        <w:gridCol w:w="567"/>
        <w:gridCol w:w="567"/>
        <w:gridCol w:w="1330"/>
        <w:gridCol w:w="523"/>
        <w:gridCol w:w="1276"/>
        <w:gridCol w:w="1266"/>
      </w:tblGrid>
      <w:tr w:rsidR="009A78A8" w:rsidRPr="0039462C" w:rsidTr="0039462C">
        <w:trPr>
          <w:trHeight w:val="1125"/>
        </w:trPr>
        <w:tc>
          <w:tcPr>
            <w:tcW w:w="4537" w:type="dxa"/>
            <w:vAlign w:val="center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«Поощрение и популяризация до</w:t>
            </w:r>
            <w:r w:rsidRPr="0039462C">
              <w:rPr>
                <w:sz w:val="28"/>
                <w:szCs w:val="28"/>
              </w:rPr>
              <w:t>с</w:t>
            </w:r>
            <w:r w:rsidRPr="0039462C">
              <w:rPr>
                <w:sz w:val="28"/>
                <w:szCs w:val="28"/>
              </w:rPr>
              <w:t>тижений в сфере развития сельских территорий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05</w:t>
            </w:r>
          </w:p>
        </w:tc>
        <w:tc>
          <w:tcPr>
            <w:tcW w:w="1330" w:type="dxa"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931 2516</w:t>
            </w:r>
          </w:p>
        </w:tc>
        <w:tc>
          <w:tcPr>
            <w:tcW w:w="523" w:type="dxa"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25000,0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9A78A8" w:rsidRPr="0039462C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25000,0»</w:t>
            </w:r>
          </w:p>
        </w:tc>
      </w:tr>
    </w:tbl>
    <w:p w:rsidR="009A78A8" w:rsidRPr="0039462C" w:rsidRDefault="009A78A8" w:rsidP="001C4647">
      <w:pPr>
        <w:spacing w:line="336" w:lineRule="auto"/>
        <w:jc w:val="both"/>
        <w:rPr>
          <w:sz w:val="28"/>
          <w:szCs w:val="28"/>
        </w:rPr>
      </w:pPr>
      <w:r w:rsidRPr="0039462C">
        <w:rPr>
          <w:sz w:val="28"/>
          <w:szCs w:val="28"/>
        </w:rPr>
        <w:t>дополнить строкой следующего содержания:</w:t>
      </w:r>
    </w:p>
    <w:tbl>
      <w:tblPr>
        <w:tblW w:w="10066" w:type="dxa"/>
        <w:tblInd w:w="-34" w:type="dxa"/>
        <w:tblLayout w:type="fixed"/>
        <w:tblLook w:val="00A0"/>
      </w:tblPr>
      <w:tblGrid>
        <w:gridCol w:w="4537"/>
        <w:gridCol w:w="567"/>
        <w:gridCol w:w="567"/>
        <w:gridCol w:w="1276"/>
        <w:gridCol w:w="709"/>
        <w:gridCol w:w="1144"/>
        <w:gridCol w:w="1266"/>
      </w:tblGrid>
      <w:tr w:rsidR="009A78A8" w:rsidRPr="0039462C" w:rsidTr="0039462C">
        <w:trPr>
          <w:trHeight w:val="85"/>
        </w:trPr>
        <w:tc>
          <w:tcPr>
            <w:tcW w:w="4537" w:type="dxa"/>
            <w:vAlign w:val="center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«Иные выплаты населению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360 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25000,0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9A78A8" w:rsidRPr="0039462C" w:rsidRDefault="009A78A8" w:rsidP="001C4647">
            <w:pPr>
              <w:spacing w:line="336" w:lineRule="auto"/>
              <w:ind w:left="-118"/>
              <w:jc w:val="right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25000,0»;</w:t>
            </w:r>
          </w:p>
        </w:tc>
      </w:tr>
    </w:tbl>
    <w:p w:rsidR="009A78A8" w:rsidRPr="0039462C" w:rsidRDefault="009A78A8" w:rsidP="001C4647">
      <w:pPr>
        <w:spacing w:line="336" w:lineRule="auto"/>
        <w:ind w:firstLine="709"/>
        <w:jc w:val="both"/>
        <w:rPr>
          <w:sz w:val="28"/>
          <w:szCs w:val="28"/>
        </w:rPr>
      </w:pPr>
      <w:r w:rsidRPr="0039462C">
        <w:rPr>
          <w:sz w:val="28"/>
          <w:szCs w:val="28"/>
        </w:rPr>
        <w:t>в) строку</w:t>
      </w:r>
    </w:p>
    <w:tbl>
      <w:tblPr>
        <w:tblW w:w="10066" w:type="dxa"/>
        <w:tblInd w:w="-34" w:type="dxa"/>
        <w:tblLayout w:type="fixed"/>
        <w:tblLook w:val="00A0"/>
      </w:tblPr>
      <w:tblGrid>
        <w:gridCol w:w="4537"/>
        <w:gridCol w:w="567"/>
        <w:gridCol w:w="567"/>
        <w:gridCol w:w="1330"/>
        <w:gridCol w:w="655"/>
        <w:gridCol w:w="1144"/>
        <w:gridCol w:w="1266"/>
      </w:tblGrid>
      <w:tr w:rsidR="009A78A8" w:rsidRPr="0039462C" w:rsidTr="001C4647">
        <w:trPr>
          <w:trHeight w:val="87"/>
        </w:trPr>
        <w:tc>
          <w:tcPr>
            <w:tcW w:w="4537" w:type="dxa"/>
            <w:vAlign w:val="center"/>
          </w:tcPr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«Субсидии юридическим лицам (кроме некоммерческих организ</w:t>
            </w:r>
            <w:r w:rsidRPr="0039462C">
              <w:rPr>
                <w:sz w:val="28"/>
                <w:szCs w:val="28"/>
              </w:rPr>
              <w:t>а</w:t>
            </w:r>
            <w:r w:rsidRPr="0039462C">
              <w:rPr>
                <w:sz w:val="28"/>
                <w:szCs w:val="28"/>
              </w:rPr>
              <w:t>ций), индивидуальным предприн</w:t>
            </w:r>
            <w:r w:rsidRPr="0039462C">
              <w:rPr>
                <w:sz w:val="28"/>
                <w:szCs w:val="28"/>
              </w:rPr>
              <w:t>и</w:t>
            </w:r>
            <w:r w:rsidRPr="0039462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05</w:t>
            </w:r>
          </w:p>
        </w:tc>
        <w:tc>
          <w:tcPr>
            <w:tcW w:w="1330" w:type="dxa"/>
            <w:vAlign w:val="bottom"/>
          </w:tcPr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931 2516</w:t>
            </w:r>
          </w:p>
        </w:tc>
        <w:tc>
          <w:tcPr>
            <w:tcW w:w="655" w:type="dxa"/>
            <w:vAlign w:val="bottom"/>
          </w:tcPr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810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1C4647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25000,0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9A78A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9A78A8" w:rsidRPr="0039462C" w:rsidRDefault="009A78A8" w:rsidP="001C4647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9462C">
              <w:rPr>
                <w:sz w:val="28"/>
                <w:szCs w:val="28"/>
              </w:rPr>
              <w:t>25000,0»</w:t>
            </w:r>
          </w:p>
        </w:tc>
      </w:tr>
    </w:tbl>
    <w:p w:rsidR="009A78A8" w:rsidRPr="0039462C" w:rsidRDefault="009A78A8" w:rsidP="001C4647">
      <w:pPr>
        <w:spacing w:line="336" w:lineRule="auto"/>
        <w:jc w:val="both"/>
        <w:rPr>
          <w:sz w:val="28"/>
          <w:szCs w:val="28"/>
        </w:rPr>
      </w:pPr>
      <w:r w:rsidRPr="0039462C">
        <w:rPr>
          <w:sz w:val="28"/>
          <w:szCs w:val="28"/>
        </w:rPr>
        <w:t>исключить;</w:t>
      </w:r>
    </w:p>
    <w:p w:rsidR="009A78A8" w:rsidRDefault="009A78A8" w:rsidP="001C4647">
      <w:pPr>
        <w:spacing w:line="336" w:lineRule="auto"/>
        <w:ind w:firstLine="709"/>
        <w:jc w:val="both"/>
        <w:rPr>
          <w:sz w:val="28"/>
          <w:szCs w:val="28"/>
        </w:rPr>
      </w:pPr>
      <w:r w:rsidRPr="0039462C">
        <w:rPr>
          <w:sz w:val="28"/>
          <w:szCs w:val="28"/>
        </w:rPr>
        <w:t xml:space="preserve">г) </w:t>
      </w:r>
      <w:r>
        <w:rPr>
          <w:sz w:val="28"/>
          <w:szCs w:val="28"/>
        </w:rPr>
        <w:t>наименование строки «</w:t>
      </w:r>
      <w:r w:rsidRPr="006A5BAB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2014-2018 годы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(Рз 04 ПР 09 ЦС 920 0000) изложить в следующей редакции:</w:t>
      </w:r>
    </w:p>
    <w:p w:rsidR="009A78A8" w:rsidRDefault="009A78A8" w:rsidP="001C4647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A5BAB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</w:t>
      </w:r>
      <w:r>
        <w:rPr>
          <w:sz w:val="28"/>
          <w:szCs w:val="28"/>
        </w:rPr>
        <w:t>9</w:t>
      </w:r>
      <w:r w:rsidRPr="006A5BAB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9A78A8" w:rsidRPr="009120BE" w:rsidRDefault="009A78A8" w:rsidP="001C4647">
      <w:pPr>
        <w:spacing w:line="336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д</w:t>
      </w:r>
      <w:r w:rsidRPr="0039462C">
        <w:rPr>
          <w:sz w:val="28"/>
          <w:szCs w:val="28"/>
        </w:rPr>
        <w:t xml:space="preserve">) </w:t>
      </w:r>
      <w:r>
        <w:rPr>
          <w:sz w:val="28"/>
          <w:szCs w:val="28"/>
        </w:rPr>
        <w:t>наименование строки «</w:t>
      </w:r>
      <w:r w:rsidRPr="00665D50">
        <w:rPr>
          <w:sz w:val="28"/>
          <w:szCs w:val="28"/>
        </w:rPr>
        <w:t>Подпрограмма «Развитие системы дорожного х</w:t>
      </w:r>
      <w:r w:rsidRPr="00665D50">
        <w:rPr>
          <w:sz w:val="28"/>
          <w:szCs w:val="28"/>
        </w:rPr>
        <w:t>о</w:t>
      </w:r>
      <w:r w:rsidRPr="00665D50">
        <w:rPr>
          <w:sz w:val="28"/>
          <w:szCs w:val="28"/>
        </w:rPr>
        <w:t xml:space="preserve">зяйства Ульяновской области в 2014-2016 годах» государственной программы </w:t>
      </w:r>
      <w:r w:rsidRPr="009120BE">
        <w:rPr>
          <w:spacing w:val="4"/>
          <w:sz w:val="28"/>
          <w:szCs w:val="28"/>
        </w:rPr>
        <w:t>Ульяновской области «Развитие транспортной системы Ульяновской области» на 2014-2018 годы» (Рз 04 ПР 09 ЦС 921 0000) изложить в следующей реда</w:t>
      </w:r>
      <w:r w:rsidRPr="009120BE">
        <w:rPr>
          <w:spacing w:val="4"/>
          <w:sz w:val="28"/>
          <w:szCs w:val="28"/>
        </w:rPr>
        <w:t>к</w:t>
      </w:r>
      <w:r w:rsidRPr="009120BE">
        <w:rPr>
          <w:spacing w:val="4"/>
          <w:sz w:val="28"/>
          <w:szCs w:val="28"/>
        </w:rPr>
        <w:t>ции:</w:t>
      </w:r>
    </w:p>
    <w:p w:rsidR="009A78A8" w:rsidRDefault="009A78A8" w:rsidP="009120BE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65D50">
        <w:rPr>
          <w:sz w:val="28"/>
          <w:szCs w:val="28"/>
        </w:rPr>
        <w:t xml:space="preserve">Подпрограмма «Развитие системы дорожного хозяйства Ульяновской </w:t>
      </w:r>
      <w:r>
        <w:rPr>
          <w:sz w:val="28"/>
          <w:szCs w:val="28"/>
        </w:rPr>
        <w:br/>
      </w:r>
      <w:r w:rsidRPr="00665D50">
        <w:rPr>
          <w:sz w:val="28"/>
          <w:szCs w:val="28"/>
        </w:rPr>
        <w:t>области в 2014-201</w:t>
      </w:r>
      <w:r>
        <w:rPr>
          <w:sz w:val="28"/>
          <w:szCs w:val="28"/>
        </w:rPr>
        <w:t>9</w:t>
      </w:r>
      <w:r w:rsidRPr="00665D50">
        <w:rPr>
          <w:sz w:val="28"/>
          <w:szCs w:val="28"/>
        </w:rPr>
        <w:t xml:space="preserve"> годах» государственной программы Ульяновской области «Развитие транспортной системы Ульяновской области» на 2014-201</w:t>
      </w:r>
      <w:r>
        <w:rPr>
          <w:sz w:val="28"/>
          <w:szCs w:val="28"/>
        </w:rPr>
        <w:t>9</w:t>
      </w:r>
      <w:r w:rsidRPr="00665D50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9A78A8" w:rsidRDefault="009A78A8" w:rsidP="009120BE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39462C">
        <w:rPr>
          <w:sz w:val="28"/>
          <w:szCs w:val="28"/>
        </w:rPr>
        <w:t xml:space="preserve">) </w:t>
      </w:r>
      <w:r>
        <w:rPr>
          <w:sz w:val="28"/>
          <w:szCs w:val="28"/>
        </w:rPr>
        <w:t>наименование строки «</w:t>
      </w:r>
      <w:r w:rsidRPr="00665D50">
        <w:rPr>
          <w:sz w:val="28"/>
          <w:szCs w:val="28"/>
        </w:rPr>
        <w:t>Подпрограмма «Повышение безопасности доро</w:t>
      </w:r>
      <w:r w:rsidRPr="00665D50">
        <w:rPr>
          <w:sz w:val="28"/>
          <w:szCs w:val="28"/>
        </w:rPr>
        <w:t>ж</w:t>
      </w:r>
      <w:r w:rsidRPr="00665D50">
        <w:rPr>
          <w:sz w:val="28"/>
          <w:szCs w:val="28"/>
        </w:rPr>
        <w:t xml:space="preserve">ного движения в Ульяновской области в 2014-2018 годах» государственной </w:t>
      </w:r>
      <w:r>
        <w:rPr>
          <w:sz w:val="28"/>
          <w:szCs w:val="28"/>
        </w:rPr>
        <w:br/>
      </w:r>
      <w:r w:rsidRPr="00665D50">
        <w:rPr>
          <w:sz w:val="28"/>
          <w:szCs w:val="28"/>
        </w:rPr>
        <w:t>программы Ульяновской области «Развитие транспортной системы Ульяновской области» на 2014-2018 годы</w:t>
      </w:r>
      <w:r>
        <w:rPr>
          <w:sz w:val="28"/>
          <w:szCs w:val="28"/>
        </w:rPr>
        <w:t>» (Рз 04 ПР 09 ЦС 923 0000) изложить в следующей редакции:</w:t>
      </w:r>
    </w:p>
    <w:p w:rsidR="009A78A8" w:rsidRDefault="009A78A8" w:rsidP="009120BE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65D50">
        <w:rPr>
          <w:sz w:val="28"/>
          <w:szCs w:val="28"/>
        </w:rPr>
        <w:t xml:space="preserve">Подпрограмма «Повышение безопасности дорожного движения </w:t>
      </w:r>
      <w:r>
        <w:rPr>
          <w:sz w:val="28"/>
          <w:szCs w:val="28"/>
        </w:rPr>
        <w:br/>
      </w:r>
      <w:r w:rsidRPr="00665D50">
        <w:rPr>
          <w:sz w:val="28"/>
          <w:szCs w:val="28"/>
        </w:rPr>
        <w:t>в Ульяновской области в 2014-2018 годах» государственной программы Ульяно</w:t>
      </w:r>
      <w:r w:rsidRPr="00665D50">
        <w:rPr>
          <w:sz w:val="28"/>
          <w:szCs w:val="28"/>
        </w:rPr>
        <w:t>в</w:t>
      </w:r>
      <w:r w:rsidRPr="00665D50">
        <w:rPr>
          <w:sz w:val="28"/>
          <w:szCs w:val="28"/>
        </w:rPr>
        <w:t>ской области «Развитие транспортной</w:t>
      </w:r>
      <w:r w:rsidRPr="0039462C">
        <w:rPr>
          <w:sz w:val="28"/>
          <w:szCs w:val="28"/>
        </w:rPr>
        <w:t xml:space="preserve"> </w:t>
      </w:r>
      <w:r w:rsidRPr="00665D50">
        <w:rPr>
          <w:sz w:val="28"/>
          <w:szCs w:val="28"/>
        </w:rPr>
        <w:t>системы Ульяновской области» на 2014-2019 годы</w:t>
      </w:r>
      <w:r>
        <w:rPr>
          <w:sz w:val="28"/>
          <w:szCs w:val="28"/>
        </w:rPr>
        <w:t>»;</w:t>
      </w:r>
    </w:p>
    <w:p w:rsidR="009A78A8" w:rsidRPr="0039462C" w:rsidRDefault="009A78A8" w:rsidP="009120BE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39462C">
        <w:rPr>
          <w:sz w:val="28"/>
          <w:szCs w:val="28"/>
        </w:rPr>
        <w:t>) строки</w:t>
      </w:r>
    </w:p>
    <w:tbl>
      <w:tblPr>
        <w:tblW w:w="10066" w:type="dxa"/>
        <w:tblInd w:w="-34" w:type="dxa"/>
        <w:tblLayout w:type="fixed"/>
        <w:tblLook w:val="00A0"/>
      </w:tblPr>
      <w:tblGrid>
        <w:gridCol w:w="4537"/>
        <w:gridCol w:w="567"/>
        <w:gridCol w:w="567"/>
        <w:gridCol w:w="1330"/>
        <w:gridCol w:w="655"/>
        <w:gridCol w:w="1144"/>
        <w:gridCol w:w="1266"/>
      </w:tblGrid>
      <w:tr w:rsidR="009A78A8" w:rsidRPr="0039462C" w:rsidTr="0039462C">
        <w:trPr>
          <w:trHeight w:val="1125"/>
        </w:trPr>
        <w:tc>
          <w:tcPr>
            <w:tcW w:w="4537" w:type="dxa"/>
            <w:vAlign w:val="center"/>
          </w:tcPr>
          <w:p w:rsidR="009A78A8" w:rsidRPr="009120BE" w:rsidRDefault="009A78A8" w:rsidP="009120BE">
            <w:pPr>
              <w:spacing w:line="384" w:lineRule="auto"/>
              <w:jc w:val="both"/>
              <w:rPr>
                <w:spacing w:val="4"/>
                <w:sz w:val="28"/>
                <w:szCs w:val="28"/>
              </w:rPr>
            </w:pPr>
            <w:r w:rsidRPr="009120BE">
              <w:rPr>
                <w:spacing w:val="4"/>
                <w:sz w:val="28"/>
                <w:szCs w:val="28"/>
              </w:rPr>
              <w:t xml:space="preserve">«Осуществление обучающимся </w:t>
            </w:r>
            <w:r w:rsidRPr="009120BE">
              <w:rPr>
                <w:spacing w:val="4"/>
                <w:sz w:val="28"/>
                <w:szCs w:val="28"/>
              </w:rPr>
              <w:br/>
              <w:t>10-х и 11-х классов муниципал</w:t>
            </w:r>
            <w:r w:rsidRPr="009120BE">
              <w:rPr>
                <w:spacing w:val="4"/>
                <w:sz w:val="28"/>
                <w:szCs w:val="28"/>
              </w:rPr>
              <w:t>ь</w:t>
            </w:r>
            <w:r w:rsidRPr="009120BE">
              <w:rPr>
                <w:spacing w:val="4"/>
                <w:sz w:val="28"/>
                <w:szCs w:val="28"/>
              </w:rPr>
              <w:t>ных общеобразовательных орг</w:t>
            </w:r>
            <w:r w:rsidRPr="009120BE">
              <w:rPr>
                <w:spacing w:val="4"/>
                <w:sz w:val="28"/>
                <w:szCs w:val="28"/>
              </w:rPr>
              <w:t>а</w:t>
            </w:r>
            <w:r w:rsidRPr="009120BE">
              <w:rPr>
                <w:spacing w:val="4"/>
                <w:sz w:val="28"/>
                <w:szCs w:val="28"/>
              </w:rPr>
              <w:t>низаций ежемесячных денежных выплат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02</w:t>
            </w:r>
          </w:p>
        </w:tc>
        <w:tc>
          <w:tcPr>
            <w:tcW w:w="1330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521 1600</w:t>
            </w:r>
          </w:p>
        </w:tc>
        <w:tc>
          <w:tcPr>
            <w:tcW w:w="655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21691,9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9A78A8" w:rsidRPr="0039462C" w:rsidRDefault="009A78A8" w:rsidP="009120BE">
            <w:pPr>
              <w:spacing w:line="384" w:lineRule="auto"/>
              <w:jc w:val="right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20505,6</w:t>
            </w:r>
          </w:p>
        </w:tc>
      </w:tr>
      <w:tr w:rsidR="009A78A8" w:rsidRPr="0039462C" w:rsidTr="0039462C">
        <w:trPr>
          <w:trHeight w:val="491"/>
        </w:trPr>
        <w:tc>
          <w:tcPr>
            <w:tcW w:w="4537" w:type="dxa"/>
            <w:vAlign w:val="center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02</w:t>
            </w:r>
          </w:p>
        </w:tc>
        <w:tc>
          <w:tcPr>
            <w:tcW w:w="1330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521 1600</w:t>
            </w:r>
          </w:p>
        </w:tc>
        <w:tc>
          <w:tcPr>
            <w:tcW w:w="655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530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21691,9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9A78A8" w:rsidRPr="0039462C" w:rsidRDefault="009A78A8" w:rsidP="009120BE">
            <w:pPr>
              <w:spacing w:line="384" w:lineRule="auto"/>
              <w:jc w:val="right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20505,6»</w:t>
            </w:r>
          </w:p>
        </w:tc>
      </w:tr>
    </w:tbl>
    <w:p w:rsidR="009A78A8" w:rsidRPr="0039462C" w:rsidRDefault="009A78A8" w:rsidP="009120BE">
      <w:pPr>
        <w:spacing w:line="384" w:lineRule="auto"/>
        <w:jc w:val="both"/>
        <w:rPr>
          <w:sz w:val="28"/>
          <w:szCs w:val="28"/>
        </w:rPr>
      </w:pPr>
      <w:r w:rsidRPr="0039462C">
        <w:rPr>
          <w:sz w:val="28"/>
          <w:szCs w:val="28"/>
        </w:rPr>
        <w:t>исключить;</w:t>
      </w:r>
    </w:p>
    <w:p w:rsidR="009A78A8" w:rsidRPr="0039462C" w:rsidRDefault="009A78A8" w:rsidP="009120BE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9462C">
        <w:rPr>
          <w:sz w:val="28"/>
          <w:szCs w:val="28"/>
        </w:rPr>
        <w:t xml:space="preserve">) после строки </w:t>
      </w:r>
    </w:p>
    <w:tbl>
      <w:tblPr>
        <w:tblW w:w="10066" w:type="dxa"/>
        <w:tblInd w:w="-34" w:type="dxa"/>
        <w:tblLayout w:type="fixed"/>
        <w:tblLook w:val="00A0"/>
      </w:tblPr>
      <w:tblGrid>
        <w:gridCol w:w="4537"/>
        <w:gridCol w:w="567"/>
        <w:gridCol w:w="567"/>
        <w:gridCol w:w="1330"/>
        <w:gridCol w:w="523"/>
        <w:gridCol w:w="1276"/>
        <w:gridCol w:w="1266"/>
      </w:tblGrid>
      <w:tr w:rsidR="009A78A8" w:rsidRPr="0039462C" w:rsidTr="0039462C">
        <w:trPr>
          <w:trHeight w:val="597"/>
        </w:trPr>
        <w:tc>
          <w:tcPr>
            <w:tcW w:w="4537" w:type="dxa"/>
            <w:vAlign w:val="center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«Субвенции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02</w:t>
            </w:r>
          </w:p>
        </w:tc>
        <w:tc>
          <w:tcPr>
            <w:tcW w:w="1330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521 1700</w:t>
            </w:r>
          </w:p>
        </w:tc>
        <w:tc>
          <w:tcPr>
            <w:tcW w:w="523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14045,5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14430,2»</w:t>
            </w:r>
          </w:p>
        </w:tc>
      </w:tr>
    </w:tbl>
    <w:p w:rsidR="009A78A8" w:rsidRPr="0039462C" w:rsidRDefault="009A78A8" w:rsidP="009120BE">
      <w:pPr>
        <w:spacing w:line="384" w:lineRule="auto"/>
        <w:jc w:val="both"/>
        <w:rPr>
          <w:sz w:val="28"/>
          <w:szCs w:val="28"/>
        </w:rPr>
      </w:pPr>
      <w:r w:rsidRPr="0039462C">
        <w:rPr>
          <w:sz w:val="28"/>
          <w:szCs w:val="28"/>
        </w:rPr>
        <w:t>дополнить строками следующего содержания:</w:t>
      </w:r>
    </w:p>
    <w:tbl>
      <w:tblPr>
        <w:tblW w:w="10066" w:type="dxa"/>
        <w:tblInd w:w="-34" w:type="dxa"/>
        <w:tblLayout w:type="fixed"/>
        <w:tblLook w:val="00A0"/>
      </w:tblPr>
      <w:tblGrid>
        <w:gridCol w:w="4537"/>
        <w:gridCol w:w="567"/>
        <w:gridCol w:w="567"/>
        <w:gridCol w:w="1276"/>
        <w:gridCol w:w="709"/>
        <w:gridCol w:w="1144"/>
        <w:gridCol w:w="1266"/>
      </w:tblGrid>
      <w:tr w:rsidR="009A78A8" w:rsidRPr="0039462C" w:rsidTr="0039462C">
        <w:trPr>
          <w:trHeight w:val="85"/>
        </w:trPr>
        <w:tc>
          <w:tcPr>
            <w:tcW w:w="4537" w:type="dxa"/>
            <w:vAlign w:val="center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 xml:space="preserve">«Осуществление обучающимся </w:t>
            </w:r>
            <w:r>
              <w:rPr>
                <w:sz w:val="28"/>
                <w:szCs w:val="28"/>
              </w:rPr>
              <w:br/>
            </w:r>
            <w:r w:rsidRPr="0039462C">
              <w:rPr>
                <w:sz w:val="28"/>
                <w:szCs w:val="28"/>
              </w:rPr>
              <w:t>10-х (11-х) и 11-х (12-х) классов муниципальных общеобразов</w:t>
            </w:r>
            <w:r w:rsidRPr="0039462C">
              <w:rPr>
                <w:sz w:val="28"/>
                <w:szCs w:val="28"/>
              </w:rPr>
              <w:t>а</w:t>
            </w:r>
            <w:r w:rsidRPr="0039462C">
              <w:rPr>
                <w:sz w:val="28"/>
                <w:szCs w:val="28"/>
              </w:rPr>
              <w:t>тельных организаций ежемесячных денежных выплат</w:t>
            </w:r>
          </w:p>
        </w:tc>
        <w:tc>
          <w:tcPr>
            <w:tcW w:w="567" w:type="dxa"/>
            <w:vAlign w:val="bottom"/>
          </w:tcPr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521 2600</w:t>
            </w:r>
          </w:p>
        </w:tc>
        <w:tc>
          <w:tcPr>
            <w:tcW w:w="709" w:type="dxa"/>
            <w:vAlign w:val="bottom"/>
          </w:tcPr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</w:p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21691,9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9A78A8" w:rsidRDefault="009A78A8" w:rsidP="009120BE">
            <w:pPr>
              <w:spacing w:line="384" w:lineRule="auto"/>
              <w:ind w:left="-118"/>
              <w:jc w:val="right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ind w:left="-118"/>
              <w:jc w:val="right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ind w:left="-118"/>
              <w:jc w:val="right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ind w:left="-118"/>
              <w:jc w:val="right"/>
              <w:rPr>
                <w:sz w:val="28"/>
                <w:szCs w:val="28"/>
              </w:rPr>
            </w:pPr>
          </w:p>
          <w:p w:rsidR="009A78A8" w:rsidRPr="0039462C" w:rsidRDefault="009A78A8" w:rsidP="009120BE">
            <w:pPr>
              <w:spacing w:line="384" w:lineRule="auto"/>
              <w:ind w:left="-118"/>
              <w:jc w:val="right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20505,6</w:t>
            </w:r>
          </w:p>
        </w:tc>
      </w:tr>
      <w:tr w:rsidR="009A78A8" w:rsidRPr="0039462C" w:rsidTr="0039462C">
        <w:trPr>
          <w:trHeight w:val="85"/>
        </w:trPr>
        <w:tc>
          <w:tcPr>
            <w:tcW w:w="4537" w:type="dxa"/>
            <w:vAlign w:val="center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521 2600</w:t>
            </w:r>
          </w:p>
        </w:tc>
        <w:tc>
          <w:tcPr>
            <w:tcW w:w="709" w:type="dxa"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530 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9A78A8" w:rsidRPr="0039462C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21691,9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9A78A8" w:rsidRPr="0039462C" w:rsidRDefault="009A78A8" w:rsidP="009120BE">
            <w:pPr>
              <w:spacing w:line="384" w:lineRule="auto"/>
              <w:ind w:left="-118"/>
              <w:jc w:val="right"/>
              <w:rPr>
                <w:sz w:val="28"/>
                <w:szCs w:val="28"/>
              </w:rPr>
            </w:pPr>
            <w:r w:rsidRPr="0039462C">
              <w:rPr>
                <w:sz w:val="28"/>
                <w:szCs w:val="28"/>
              </w:rPr>
              <w:t>20505,6»;</w:t>
            </w:r>
          </w:p>
        </w:tc>
      </w:tr>
    </w:tbl>
    <w:p w:rsidR="009A78A8" w:rsidRPr="0039462C" w:rsidRDefault="009A78A8" w:rsidP="009120BE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9462C">
        <w:rPr>
          <w:sz w:val="28"/>
          <w:szCs w:val="28"/>
        </w:rPr>
        <w:t xml:space="preserve">) в строке «Пособия, компенсации и иные социальные выплаты гражданам, кроме публичных нормативных обязательств» (Рз 10 ПР 03 ЦС 505 9100 </w:t>
      </w:r>
      <w:r>
        <w:rPr>
          <w:sz w:val="28"/>
          <w:szCs w:val="28"/>
        </w:rPr>
        <w:br/>
      </w:r>
      <w:r w:rsidRPr="0039462C">
        <w:rPr>
          <w:sz w:val="28"/>
          <w:szCs w:val="28"/>
        </w:rPr>
        <w:t>ВР 321) цифры «305,8» заменить цифрами «811,6», цифры «309,7» заменить ци</w:t>
      </w:r>
      <w:r w:rsidRPr="0039462C">
        <w:rPr>
          <w:sz w:val="28"/>
          <w:szCs w:val="28"/>
        </w:rPr>
        <w:t>ф</w:t>
      </w:r>
      <w:r w:rsidRPr="0039462C">
        <w:rPr>
          <w:sz w:val="28"/>
          <w:szCs w:val="28"/>
        </w:rPr>
        <w:t>рами «815,5»;</w:t>
      </w:r>
    </w:p>
    <w:p w:rsidR="009A78A8" w:rsidRPr="0039462C" w:rsidRDefault="009A78A8" w:rsidP="009120BE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9462C">
        <w:rPr>
          <w:sz w:val="28"/>
          <w:szCs w:val="28"/>
        </w:rPr>
        <w:t xml:space="preserve">) в строке «Субсидии бюджетным учреждениям на иные цели» (Рз 10 </w:t>
      </w:r>
      <w:r>
        <w:rPr>
          <w:sz w:val="28"/>
          <w:szCs w:val="28"/>
        </w:rPr>
        <w:br/>
      </w:r>
      <w:r w:rsidRPr="0039462C">
        <w:rPr>
          <w:sz w:val="28"/>
          <w:szCs w:val="28"/>
        </w:rPr>
        <w:t>ПР 03 ЦС 505 9100 ВР 612) цифры «31392,0» заменить цифрами «30886,2», ци</w:t>
      </w:r>
      <w:r w:rsidRPr="0039462C">
        <w:rPr>
          <w:sz w:val="28"/>
          <w:szCs w:val="28"/>
        </w:rPr>
        <w:t>ф</w:t>
      </w:r>
      <w:r w:rsidRPr="0039462C">
        <w:rPr>
          <w:sz w:val="28"/>
          <w:szCs w:val="28"/>
        </w:rPr>
        <w:t>ры «3104</w:t>
      </w:r>
      <w:r>
        <w:rPr>
          <w:sz w:val="28"/>
          <w:szCs w:val="28"/>
        </w:rPr>
        <w:t>0,0» заменить цифрами «30534,2»;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12) в приложении 12: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а) в главе «Правительство Ульяновской области» (Мин 203):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цифры «1325290,3» заменить цифрами «1327493,1»;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Общегосударственные вопросы</w:t>
      </w:r>
      <w:r>
        <w:rPr>
          <w:sz w:val="28"/>
        </w:rPr>
        <w:t>» (Мин 203 Рз 01) цифры «739555,4» заменить цифрами «741758,2»;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 xml:space="preserve">Функционирование Правительства Российской Федерации, </w:t>
      </w:r>
      <w:r>
        <w:rPr>
          <w:sz w:val="28"/>
        </w:rPr>
        <w:br/>
      </w:r>
      <w:r w:rsidRPr="00360AA3">
        <w:rPr>
          <w:sz w:val="28"/>
        </w:rPr>
        <w:t>высших исполнительных органов государственной власти субъектов Российской Федерации, местных администраций</w:t>
      </w:r>
      <w:r>
        <w:rPr>
          <w:sz w:val="28"/>
        </w:rPr>
        <w:t>» (Мин 203 Рз 01 ПР 04) цифры «184314,8» заменить цифрами «186517,6»;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Руководство и управление в сфере установленных функций гос</w:t>
      </w:r>
      <w:r w:rsidRPr="00360AA3">
        <w:rPr>
          <w:sz w:val="28"/>
        </w:rPr>
        <w:t>у</w:t>
      </w:r>
      <w:r w:rsidRPr="00360AA3">
        <w:rPr>
          <w:sz w:val="28"/>
        </w:rPr>
        <w:t>дарственных органов Ульяновской области</w:t>
      </w:r>
      <w:r>
        <w:rPr>
          <w:sz w:val="28"/>
        </w:rPr>
        <w:t>» (Мин 203 Рз 01 ПР 04 ЦС 002 0000) цифры «184314,8» заменить цифрами «186517,6»;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«Центральный аппарат» (Мин 203 Рз 01 ПР 04 ЦС 002 0400) цифры «172978,8» заменить цифрами «175181,6»;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</w:rPr>
        <w:t xml:space="preserve">» (Мин 203 Рз 01 ПР 04 </w:t>
      </w:r>
      <w:r>
        <w:rPr>
          <w:sz w:val="28"/>
        </w:rPr>
        <w:br/>
        <w:t>ЦС 002 0400 ВР 121) цифры «165301,2» заменить цифрами «166894,1145»;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Прочая закупка товаров, работ и услуг для обеспечения госуда</w:t>
      </w:r>
      <w:r w:rsidRPr="00360AA3">
        <w:rPr>
          <w:sz w:val="28"/>
        </w:rPr>
        <w:t>р</w:t>
      </w:r>
      <w:r w:rsidRPr="00360AA3">
        <w:rPr>
          <w:sz w:val="28"/>
        </w:rPr>
        <w:t>ственных (муниципальных) нужд</w:t>
      </w:r>
      <w:r>
        <w:rPr>
          <w:sz w:val="28"/>
        </w:rPr>
        <w:t>» (Мин 203 Рз 01 ПР 04 ЦС 002 0400 ВР 244) цифры «2645,2» заменить цифрами «3255,0855»;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Фонд оплаты труда казённых учреждений и взносы по обязател</w:t>
      </w:r>
      <w:r w:rsidRPr="00360AA3">
        <w:rPr>
          <w:sz w:val="28"/>
        </w:rPr>
        <w:t>ь</w:t>
      </w:r>
      <w:r w:rsidRPr="00360AA3">
        <w:rPr>
          <w:sz w:val="28"/>
        </w:rPr>
        <w:t>ному социальному страхованию</w:t>
      </w:r>
      <w:r>
        <w:rPr>
          <w:sz w:val="28"/>
        </w:rPr>
        <w:t>» (Мин 203 Рз 01 ПР 13 ЦС 003 0000 ВР 111) цифры «4231,8» заменить цифрами «4276,8»;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Прочая закупка товаров, работ и услуг для обеспечения госуда</w:t>
      </w:r>
      <w:r w:rsidRPr="00360AA3">
        <w:rPr>
          <w:sz w:val="28"/>
        </w:rPr>
        <w:t>р</w:t>
      </w:r>
      <w:r w:rsidRPr="00360AA3">
        <w:rPr>
          <w:sz w:val="28"/>
        </w:rPr>
        <w:t>ственных (муниципальных) нужд</w:t>
      </w:r>
      <w:r>
        <w:rPr>
          <w:sz w:val="28"/>
        </w:rPr>
        <w:t>» (Мин 203 Рз 01 ПР 13 ЦС 003 0000 ВР 244) цифры «238,0» заменить цифрами «193,0»;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Обеспечение деятельности представителя Правительства Уль</w:t>
      </w:r>
      <w:r w:rsidRPr="00360AA3">
        <w:rPr>
          <w:sz w:val="28"/>
        </w:rPr>
        <w:t>я</w:t>
      </w:r>
      <w:r w:rsidRPr="00360AA3">
        <w:rPr>
          <w:sz w:val="28"/>
        </w:rPr>
        <w:t>новской области, направляемого для работы при Торговом представительстве Российской Федерации в Федеративной Республике Германия</w:t>
      </w:r>
      <w:r>
        <w:rPr>
          <w:sz w:val="28"/>
        </w:rPr>
        <w:t>» (Мин 203 Рз 01</w:t>
      </w:r>
      <w:r>
        <w:rPr>
          <w:sz w:val="28"/>
        </w:rPr>
        <w:br/>
        <w:t>ПР 13 ЦС 004 0000) цифры «6578,2» заменить цифрами «3278,2»;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Иные выплаты персоналу государственных (муниципальных) о</w:t>
      </w:r>
      <w:r w:rsidRPr="00360AA3">
        <w:rPr>
          <w:sz w:val="28"/>
        </w:rPr>
        <w:t>р</w:t>
      </w:r>
      <w:r w:rsidRPr="00360AA3">
        <w:rPr>
          <w:sz w:val="28"/>
        </w:rPr>
        <w:t>ганов, за исключением фонда оплаты труда</w:t>
      </w:r>
      <w:r>
        <w:rPr>
          <w:sz w:val="28"/>
        </w:rPr>
        <w:t>» (Мин 203 Рз 01 ПР 13 ЦС 004 0000 ВР 122) цифры «2463,7» заменить цифрами «2163,7»;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Учреждения по патриотическому воспитанию граждан Росси</w:t>
      </w:r>
      <w:r w:rsidRPr="00360AA3">
        <w:rPr>
          <w:sz w:val="28"/>
        </w:rPr>
        <w:t>й</w:t>
      </w:r>
      <w:r w:rsidRPr="00360AA3">
        <w:rPr>
          <w:sz w:val="28"/>
        </w:rPr>
        <w:t>ской Федерации</w:t>
      </w:r>
      <w:r>
        <w:rPr>
          <w:sz w:val="28"/>
        </w:rPr>
        <w:t>» (Мин 203 Рз 01 ПР 13 ЦС 094 0000) цифры «4636,0» заменить цифрами «4228,0»;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Прочая закупка товаров, работ и услуг для обеспечения госуда</w:t>
      </w:r>
      <w:r w:rsidRPr="00360AA3">
        <w:rPr>
          <w:sz w:val="28"/>
        </w:rPr>
        <w:t>р</w:t>
      </w:r>
      <w:r w:rsidRPr="00360AA3">
        <w:rPr>
          <w:sz w:val="28"/>
        </w:rPr>
        <w:t>ственных (муниципальных) нужд</w:t>
      </w:r>
      <w:r>
        <w:rPr>
          <w:sz w:val="28"/>
        </w:rPr>
        <w:t>» (Мин 203 Рз 01 ПР 13 ЦС 094 0000 ВР 244) цифры «1179,1» заменить цифрами «771,1»;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207" w:type="dxa"/>
        <w:tblInd w:w="-34" w:type="dxa"/>
        <w:tblLook w:val="00A0"/>
      </w:tblPr>
      <w:tblGrid>
        <w:gridCol w:w="4253"/>
        <w:gridCol w:w="636"/>
        <w:gridCol w:w="498"/>
        <w:gridCol w:w="709"/>
        <w:gridCol w:w="1276"/>
        <w:gridCol w:w="850"/>
        <w:gridCol w:w="1985"/>
      </w:tblGrid>
      <w:tr w:rsidR="009A78A8" w:rsidRPr="00360AA3" w:rsidTr="00360AA3">
        <w:trPr>
          <w:trHeight w:val="77"/>
        </w:trPr>
        <w:tc>
          <w:tcPr>
            <w:tcW w:w="4253" w:type="dxa"/>
          </w:tcPr>
          <w:p w:rsidR="009A78A8" w:rsidRPr="00360AA3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«Учреждения в сфере распр</w:t>
            </w:r>
            <w:r w:rsidRPr="00360AA3">
              <w:rPr>
                <w:sz w:val="28"/>
                <w:szCs w:val="28"/>
              </w:rPr>
              <w:t>о</w:t>
            </w:r>
            <w:r w:rsidRPr="00360AA3">
              <w:rPr>
                <w:sz w:val="28"/>
                <w:szCs w:val="28"/>
              </w:rPr>
              <w:t>странения и использования и</w:t>
            </w:r>
            <w:r w:rsidRPr="00360AA3">
              <w:rPr>
                <w:sz w:val="28"/>
                <w:szCs w:val="28"/>
              </w:rPr>
              <w:t>н</w:t>
            </w:r>
            <w:r w:rsidRPr="00360AA3">
              <w:rPr>
                <w:sz w:val="28"/>
                <w:szCs w:val="28"/>
              </w:rPr>
              <w:t>формационных и коммуникац</w:t>
            </w:r>
            <w:r w:rsidRPr="00360AA3">
              <w:rPr>
                <w:sz w:val="28"/>
                <w:szCs w:val="28"/>
              </w:rPr>
              <w:t>и</w:t>
            </w:r>
            <w:r w:rsidRPr="00360AA3">
              <w:rPr>
                <w:sz w:val="28"/>
                <w:szCs w:val="28"/>
              </w:rPr>
              <w:t>онных технологий</w:t>
            </w:r>
          </w:p>
        </w:tc>
        <w:tc>
          <w:tcPr>
            <w:tcW w:w="636" w:type="dxa"/>
            <w:vAlign w:val="bottom"/>
          </w:tcPr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</w:p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095 0000</w:t>
            </w:r>
          </w:p>
        </w:tc>
        <w:tc>
          <w:tcPr>
            <w:tcW w:w="850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A78A8" w:rsidRDefault="009A78A8" w:rsidP="009120BE">
            <w:pPr>
              <w:spacing w:line="384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9120BE">
            <w:pPr>
              <w:spacing w:line="384" w:lineRule="auto"/>
              <w:jc w:val="right"/>
              <w:rPr>
                <w:sz w:val="28"/>
                <w:szCs w:val="28"/>
              </w:rPr>
            </w:pPr>
          </w:p>
          <w:p w:rsidR="009A78A8" w:rsidRPr="00360AA3" w:rsidRDefault="009A78A8" w:rsidP="009120BE">
            <w:pPr>
              <w:spacing w:line="384" w:lineRule="auto"/>
              <w:jc w:val="right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76700,4»</w:t>
            </w:r>
          </w:p>
        </w:tc>
      </w:tr>
    </w:tbl>
    <w:p w:rsidR="009A78A8" w:rsidRDefault="009A78A8" w:rsidP="009120BE">
      <w:pPr>
        <w:pStyle w:val="BodyTextIndent"/>
        <w:widowControl w:val="0"/>
        <w:spacing w:after="0" w:line="384" w:lineRule="auto"/>
        <w:ind w:left="0"/>
        <w:jc w:val="both"/>
        <w:rPr>
          <w:sz w:val="28"/>
        </w:rPr>
      </w:pPr>
      <w:r>
        <w:rPr>
          <w:sz w:val="28"/>
        </w:rPr>
        <w:t>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4253"/>
        <w:gridCol w:w="636"/>
        <w:gridCol w:w="498"/>
        <w:gridCol w:w="709"/>
        <w:gridCol w:w="1276"/>
        <w:gridCol w:w="850"/>
        <w:gridCol w:w="1985"/>
      </w:tblGrid>
      <w:tr w:rsidR="009A78A8" w:rsidRPr="00360AA3" w:rsidTr="00360AA3">
        <w:trPr>
          <w:trHeight w:val="77"/>
        </w:trPr>
        <w:tc>
          <w:tcPr>
            <w:tcW w:w="4253" w:type="dxa"/>
          </w:tcPr>
          <w:p w:rsidR="009A78A8" w:rsidRPr="00360AA3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«Учреждения в сфере распр</w:t>
            </w:r>
            <w:r w:rsidRPr="00360AA3">
              <w:rPr>
                <w:sz w:val="28"/>
                <w:szCs w:val="28"/>
              </w:rPr>
              <w:t>о</w:t>
            </w:r>
            <w:r w:rsidRPr="00360AA3">
              <w:rPr>
                <w:sz w:val="28"/>
                <w:szCs w:val="28"/>
              </w:rPr>
              <w:t>странения и использования и</w:t>
            </w:r>
            <w:r w:rsidRPr="00360AA3">
              <w:rPr>
                <w:sz w:val="28"/>
                <w:szCs w:val="28"/>
              </w:rPr>
              <w:t>н</w:t>
            </w:r>
            <w:r w:rsidRPr="00360AA3">
              <w:rPr>
                <w:sz w:val="28"/>
                <w:szCs w:val="28"/>
              </w:rPr>
              <w:t>формационных и коммуникац</w:t>
            </w:r>
            <w:r w:rsidRPr="00360AA3">
              <w:rPr>
                <w:sz w:val="28"/>
                <w:szCs w:val="28"/>
              </w:rPr>
              <w:t>и</w:t>
            </w:r>
            <w:r w:rsidRPr="00360AA3">
              <w:rPr>
                <w:sz w:val="28"/>
                <w:szCs w:val="28"/>
              </w:rPr>
              <w:t>онных технологий, научных и</w:t>
            </w:r>
            <w:r w:rsidRPr="00360AA3">
              <w:rPr>
                <w:sz w:val="28"/>
                <w:szCs w:val="28"/>
              </w:rPr>
              <w:t>с</w:t>
            </w:r>
            <w:r w:rsidRPr="00360AA3">
              <w:rPr>
                <w:sz w:val="28"/>
                <w:szCs w:val="28"/>
              </w:rPr>
              <w:t>следований в области истории и культуры</w:t>
            </w:r>
          </w:p>
        </w:tc>
        <w:tc>
          <w:tcPr>
            <w:tcW w:w="636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095 0000</w:t>
            </w:r>
          </w:p>
        </w:tc>
        <w:tc>
          <w:tcPr>
            <w:tcW w:w="850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A78A8" w:rsidRPr="00360AA3" w:rsidRDefault="009A78A8" w:rsidP="009120BE">
            <w:pPr>
              <w:spacing w:line="38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77408,4</w:t>
            </w:r>
            <w:r w:rsidRPr="00360AA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360AA3">
        <w:rPr>
          <w:sz w:val="28"/>
        </w:rPr>
        <w:t>и</w:t>
      </w:r>
      <w:r w:rsidRPr="00360AA3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203 Рз 01 ПР 13 ЦС 095 0000 </w:t>
      </w:r>
      <w:r>
        <w:rPr>
          <w:sz w:val="28"/>
        </w:rPr>
        <w:br/>
        <w:t>ВР 621) цифры «34168,97722» заменить цифрами «34876,97722»;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60AA3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(Мин 203 </w:t>
      </w:r>
      <w:r>
        <w:rPr>
          <w:sz w:val="28"/>
        </w:rPr>
        <w:br/>
        <w:t>Рз 01 ПР 13 ЦС 306 5028 ВР 612) цифры «25000,0» заменить цифрами «30000,0»;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207" w:type="dxa"/>
        <w:tblInd w:w="-34" w:type="dxa"/>
        <w:tblLook w:val="00A0"/>
      </w:tblPr>
      <w:tblGrid>
        <w:gridCol w:w="4253"/>
        <w:gridCol w:w="636"/>
        <w:gridCol w:w="498"/>
        <w:gridCol w:w="709"/>
        <w:gridCol w:w="1276"/>
        <w:gridCol w:w="850"/>
        <w:gridCol w:w="1985"/>
      </w:tblGrid>
      <w:tr w:rsidR="009A78A8" w:rsidRPr="00360AA3" w:rsidTr="00692ECC">
        <w:trPr>
          <w:trHeight w:val="77"/>
        </w:trPr>
        <w:tc>
          <w:tcPr>
            <w:tcW w:w="4253" w:type="dxa"/>
          </w:tcPr>
          <w:p w:rsidR="009A78A8" w:rsidRPr="00360AA3" w:rsidRDefault="009A78A8" w:rsidP="009120BE">
            <w:pPr>
              <w:spacing w:line="384" w:lineRule="auto"/>
              <w:jc w:val="both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«</w:t>
            </w:r>
            <w:r w:rsidRPr="00D80E9E">
              <w:rPr>
                <w:sz w:val="28"/>
                <w:szCs w:val="28"/>
              </w:rPr>
              <w:t>Субсидии автономным учре</w:t>
            </w:r>
            <w:r w:rsidRPr="00D80E9E">
              <w:rPr>
                <w:sz w:val="28"/>
                <w:szCs w:val="28"/>
              </w:rPr>
              <w:t>ж</w:t>
            </w:r>
            <w:r w:rsidRPr="00D80E9E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36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306 5028</w:t>
            </w:r>
          </w:p>
        </w:tc>
        <w:tc>
          <w:tcPr>
            <w:tcW w:w="850" w:type="dxa"/>
            <w:vAlign w:val="bottom"/>
          </w:tcPr>
          <w:p w:rsidR="009A78A8" w:rsidRPr="00360AA3" w:rsidRDefault="009A78A8" w:rsidP="009120BE">
            <w:pPr>
              <w:spacing w:line="38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  <w:r w:rsidRPr="00360AA3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A78A8" w:rsidRPr="00360AA3" w:rsidRDefault="009A78A8" w:rsidP="009120BE">
            <w:pPr>
              <w:spacing w:line="38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  <w:r w:rsidRPr="00360AA3"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9120BE">
      <w:pPr>
        <w:pStyle w:val="BodyTextIndent"/>
        <w:widowControl w:val="0"/>
        <w:spacing w:after="0" w:line="384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80E9E">
        <w:rPr>
          <w:sz w:val="28"/>
        </w:rPr>
        <w:t>Телевидение и радиовещание</w:t>
      </w:r>
      <w:r>
        <w:rPr>
          <w:sz w:val="28"/>
        </w:rPr>
        <w:t>» (Мин 203 Рз 12 ПР 01) цифры «33248,9667» заменить цифрами «37331,9667»;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80E9E">
        <w:rPr>
          <w:sz w:val="28"/>
        </w:rPr>
        <w:t>Телерадиокомпании и телерадиоорганизации</w:t>
      </w:r>
      <w:r>
        <w:rPr>
          <w:sz w:val="28"/>
        </w:rPr>
        <w:t xml:space="preserve">» (Мин 203 Рз 12 </w:t>
      </w:r>
      <w:r>
        <w:rPr>
          <w:sz w:val="28"/>
        </w:rPr>
        <w:br/>
        <w:t>ПР 01 ЦС 453 0000) цифры «21150,0» заменить цифрами «25233,0»;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80E9E">
        <w:rPr>
          <w:sz w:val="28"/>
        </w:rPr>
        <w:t>Субсидии телерадиокомпаниям и телерадиоорганизациям</w:t>
      </w:r>
      <w:r>
        <w:rPr>
          <w:sz w:val="28"/>
        </w:rPr>
        <w:t xml:space="preserve">» </w:t>
      </w:r>
      <w:r>
        <w:rPr>
          <w:sz w:val="28"/>
        </w:rPr>
        <w:br/>
        <w:t>(Мин 203 Рз 12 ПР 01 ЦС 453 0100) цифры «18163,0» заменить цифрами «22246,0»;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80E9E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D80E9E">
        <w:rPr>
          <w:sz w:val="28"/>
        </w:rPr>
        <w:t>и</w:t>
      </w:r>
      <w:r w:rsidRPr="00D80E9E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203 Рз 12 ПР 01 ЦС 453 0100 </w:t>
      </w:r>
      <w:r>
        <w:rPr>
          <w:sz w:val="28"/>
        </w:rPr>
        <w:br/>
        <w:t>ВР 621) цифры «18163,0» заменить цифрами «22163,0»;</w:t>
      </w:r>
    </w:p>
    <w:p w:rsidR="009A78A8" w:rsidRDefault="009A78A8" w:rsidP="009120BE">
      <w:pPr>
        <w:pStyle w:val="BodyTextIndent"/>
        <w:widowControl w:val="0"/>
        <w:spacing w:after="0" w:line="384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253"/>
        <w:gridCol w:w="636"/>
        <w:gridCol w:w="498"/>
        <w:gridCol w:w="709"/>
        <w:gridCol w:w="1276"/>
        <w:gridCol w:w="850"/>
        <w:gridCol w:w="1985"/>
      </w:tblGrid>
      <w:tr w:rsidR="009A78A8" w:rsidRPr="00360AA3" w:rsidTr="00692ECC">
        <w:trPr>
          <w:trHeight w:val="77"/>
        </w:trPr>
        <w:tc>
          <w:tcPr>
            <w:tcW w:w="4253" w:type="dxa"/>
          </w:tcPr>
          <w:p w:rsidR="009A78A8" w:rsidRPr="00360AA3" w:rsidRDefault="009A78A8" w:rsidP="00EC36B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«</w:t>
            </w:r>
            <w:r w:rsidRPr="00D80E9E">
              <w:rPr>
                <w:sz w:val="28"/>
              </w:rPr>
              <w:t>Субсидии автономным учре</w:t>
            </w:r>
            <w:r w:rsidRPr="00D80E9E">
              <w:rPr>
                <w:sz w:val="28"/>
              </w:rPr>
              <w:t>ж</w:t>
            </w:r>
            <w:r w:rsidRPr="00D80E9E">
              <w:rPr>
                <w:sz w:val="28"/>
              </w:rPr>
              <w:t>дениям на финансовое обеспеч</w:t>
            </w:r>
            <w:r w:rsidRPr="00D80E9E">
              <w:rPr>
                <w:sz w:val="28"/>
              </w:rPr>
              <w:t>е</w:t>
            </w:r>
            <w:r w:rsidRPr="00D80E9E">
              <w:rPr>
                <w:sz w:val="28"/>
              </w:rPr>
              <w:t>ние государственного (муниц</w:t>
            </w:r>
            <w:r w:rsidRPr="00D80E9E">
              <w:rPr>
                <w:sz w:val="28"/>
              </w:rPr>
              <w:t>и</w:t>
            </w:r>
            <w:r w:rsidRPr="00D80E9E">
              <w:rPr>
                <w:sz w:val="28"/>
              </w:rPr>
              <w:t>пального) задания на оказание государственных (муниципал</w:t>
            </w:r>
            <w:r w:rsidRPr="00D80E9E">
              <w:rPr>
                <w:sz w:val="28"/>
              </w:rPr>
              <w:t>ь</w:t>
            </w:r>
            <w:r w:rsidRPr="00D80E9E">
              <w:rPr>
                <w:sz w:val="28"/>
              </w:rPr>
              <w:t>ных) услуг (выполнение работ)</w:t>
            </w:r>
          </w:p>
        </w:tc>
        <w:tc>
          <w:tcPr>
            <w:tcW w:w="636" w:type="dxa"/>
            <w:vAlign w:val="bottom"/>
          </w:tcPr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</w:tcPr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453 0100</w:t>
            </w:r>
          </w:p>
        </w:tc>
        <w:tc>
          <w:tcPr>
            <w:tcW w:w="850" w:type="dxa"/>
            <w:vAlign w:val="bottom"/>
          </w:tcPr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</w:t>
            </w:r>
            <w:r w:rsidRPr="00360AA3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A78A8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Pr="00360AA3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22163,0</w:t>
            </w:r>
            <w:r w:rsidRPr="00360AA3"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EC36B4">
      <w:pPr>
        <w:pStyle w:val="BodyTextIndent"/>
        <w:widowControl w:val="0"/>
        <w:spacing w:after="0" w:line="343" w:lineRule="auto"/>
        <w:ind w:left="0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253"/>
        <w:gridCol w:w="636"/>
        <w:gridCol w:w="498"/>
        <w:gridCol w:w="709"/>
        <w:gridCol w:w="1276"/>
        <w:gridCol w:w="850"/>
        <w:gridCol w:w="1985"/>
      </w:tblGrid>
      <w:tr w:rsidR="009A78A8" w:rsidRPr="00360AA3" w:rsidTr="00692ECC">
        <w:trPr>
          <w:trHeight w:val="77"/>
        </w:trPr>
        <w:tc>
          <w:tcPr>
            <w:tcW w:w="4253" w:type="dxa"/>
          </w:tcPr>
          <w:p w:rsidR="009A78A8" w:rsidRPr="00360AA3" w:rsidRDefault="009A78A8" w:rsidP="00EC36B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«</w:t>
            </w:r>
            <w:r w:rsidRPr="00D80E9E">
              <w:rPr>
                <w:sz w:val="28"/>
              </w:rPr>
              <w:t>Субсидии автономным учре</w:t>
            </w:r>
            <w:r w:rsidRPr="00D80E9E">
              <w:rPr>
                <w:sz w:val="28"/>
              </w:rPr>
              <w:t>ж</w:t>
            </w:r>
            <w:r w:rsidRPr="00D80E9E">
              <w:rPr>
                <w:sz w:val="28"/>
              </w:rPr>
              <w:t>дениям на иные цели</w:t>
            </w:r>
          </w:p>
        </w:tc>
        <w:tc>
          <w:tcPr>
            <w:tcW w:w="636" w:type="dxa"/>
            <w:vAlign w:val="bottom"/>
          </w:tcPr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360AA3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</w:tcPr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453 0100</w:t>
            </w:r>
          </w:p>
        </w:tc>
        <w:tc>
          <w:tcPr>
            <w:tcW w:w="850" w:type="dxa"/>
            <w:vAlign w:val="bottom"/>
          </w:tcPr>
          <w:p w:rsidR="009A78A8" w:rsidRPr="00360AA3" w:rsidRDefault="009A78A8" w:rsidP="00EC36B4">
            <w:pPr>
              <w:spacing w:line="34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  <w:r w:rsidRPr="00360AA3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9A78A8" w:rsidRPr="00360AA3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83,0</w:t>
            </w:r>
            <w:r w:rsidRPr="00360AA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9A78A8" w:rsidRDefault="009A78A8" w:rsidP="00EC36B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80E9E">
        <w:rPr>
          <w:sz w:val="28"/>
        </w:rPr>
        <w:t>Другие вопросы в области средств массовой информации</w:t>
      </w:r>
      <w:r>
        <w:rPr>
          <w:sz w:val="28"/>
        </w:rPr>
        <w:t xml:space="preserve">» </w:t>
      </w:r>
      <w:r>
        <w:rPr>
          <w:sz w:val="28"/>
        </w:rPr>
        <w:br/>
        <w:t>(Мин 203 Рз 12 ПР 04) цифры «36564,1333» заменить цифрами «32481,1333»;</w:t>
      </w:r>
    </w:p>
    <w:p w:rsidR="009A78A8" w:rsidRDefault="009A78A8" w:rsidP="00EC36B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80E9E">
        <w:rPr>
          <w:sz w:val="28"/>
        </w:rPr>
        <w:t>Средства массовой информации</w:t>
      </w:r>
      <w:r>
        <w:rPr>
          <w:sz w:val="28"/>
        </w:rPr>
        <w:t xml:space="preserve">» (Мин 203 Рз 12 ПР 04 </w:t>
      </w:r>
      <w:r>
        <w:rPr>
          <w:sz w:val="28"/>
        </w:rPr>
        <w:br/>
        <w:t>ЦС 444 0000) цифры «36564,1333» заменить цифрами «32481,1333»;</w:t>
      </w:r>
    </w:p>
    <w:p w:rsidR="009A78A8" w:rsidRDefault="009A78A8" w:rsidP="00EC36B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80E9E">
        <w:rPr>
          <w:sz w:val="28"/>
        </w:rPr>
        <w:t>Учреждения, осуществляющие мероприятия по проведению м</w:t>
      </w:r>
      <w:r w:rsidRPr="00D80E9E">
        <w:rPr>
          <w:sz w:val="28"/>
        </w:rPr>
        <w:t>о</w:t>
      </w:r>
      <w:r w:rsidRPr="00D80E9E">
        <w:rPr>
          <w:sz w:val="28"/>
        </w:rPr>
        <w:t>ниторинга в сфере средств массовой информации, динамики общественного мн</w:t>
      </w:r>
      <w:r w:rsidRPr="00D80E9E">
        <w:rPr>
          <w:sz w:val="28"/>
        </w:rPr>
        <w:t>е</w:t>
      </w:r>
      <w:r w:rsidRPr="00D80E9E">
        <w:rPr>
          <w:sz w:val="28"/>
        </w:rPr>
        <w:t>ния и социальному прогнозированию</w:t>
      </w:r>
      <w:r>
        <w:rPr>
          <w:sz w:val="28"/>
        </w:rPr>
        <w:t>» (Мин 203 Рз 12 ПР 04 ЦС 444 0300) цифры «34447,1333» заменить цифрами «30364,1333»;</w:t>
      </w:r>
    </w:p>
    <w:p w:rsidR="009A78A8" w:rsidRDefault="009A78A8" w:rsidP="00EC36B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80E9E">
        <w:rPr>
          <w:sz w:val="28"/>
        </w:rPr>
        <w:t>Прочая закупка товаров, работ и услуг для обеспечения госуда</w:t>
      </w:r>
      <w:r w:rsidRPr="00D80E9E">
        <w:rPr>
          <w:sz w:val="28"/>
        </w:rPr>
        <w:t>р</w:t>
      </w:r>
      <w:r w:rsidRPr="00D80E9E">
        <w:rPr>
          <w:sz w:val="28"/>
        </w:rPr>
        <w:t>ственных (муниципальных) нужд</w:t>
      </w:r>
      <w:r>
        <w:rPr>
          <w:sz w:val="28"/>
        </w:rPr>
        <w:t>» (Мин 203 Рз 12 ПР 04 ЦС 444 0300 ВР 244) цифры «21061,0333» заменить цифрами «16978,0333»;</w:t>
      </w:r>
    </w:p>
    <w:p w:rsidR="009A78A8" w:rsidRPr="001C4647" w:rsidRDefault="009A78A8" w:rsidP="00EC36B4">
      <w:pPr>
        <w:pStyle w:val="BodyTextIndent"/>
        <w:widowControl w:val="0"/>
        <w:spacing w:after="0" w:line="343" w:lineRule="auto"/>
        <w:ind w:left="0" w:firstLine="709"/>
        <w:jc w:val="both"/>
        <w:rPr>
          <w:spacing w:val="-4"/>
          <w:sz w:val="28"/>
        </w:rPr>
      </w:pPr>
      <w:r w:rsidRPr="001C4647">
        <w:rPr>
          <w:spacing w:val="-4"/>
          <w:sz w:val="28"/>
        </w:rPr>
        <w:t xml:space="preserve">б) главу «Министерство строительства, </w:t>
      </w:r>
      <w:r w:rsidRPr="001C4647">
        <w:rPr>
          <w:spacing w:val="-4"/>
        </w:rPr>
        <w:t xml:space="preserve"> </w:t>
      </w:r>
      <w:r w:rsidRPr="001C4647">
        <w:rPr>
          <w:spacing w:val="-4"/>
          <w:sz w:val="28"/>
        </w:rPr>
        <w:t>жилищно-коммунального комплекса и транспорта Ульяновской области» (Мин 233) 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4253"/>
        <w:gridCol w:w="709"/>
        <w:gridCol w:w="567"/>
        <w:gridCol w:w="567"/>
        <w:gridCol w:w="1276"/>
        <w:gridCol w:w="708"/>
        <w:gridCol w:w="2127"/>
      </w:tblGrid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EC36B4">
            <w:pPr>
              <w:spacing w:line="343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C62124">
              <w:rPr>
                <w:b/>
                <w:bCs/>
                <w:sz w:val="28"/>
                <w:szCs w:val="28"/>
              </w:rPr>
              <w:t>Министерство строительства, жилищно-коммунального ко</w:t>
            </w:r>
            <w:r w:rsidRPr="00C62124">
              <w:rPr>
                <w:b/>
                <w:bCs/>
                <w:sz w:val="28"/>
                <w:szCs w:val="28"/>
              </w:rPr>
              <w:t>м</w:t>
            </w:r>
            <w:r w:rsidRPr="00C62124">
              <w:rPr>
                <w:b/>
                <w:bCs/>
                <w:sz w:val="28"/>
                <w:szCs w:val="28"/>
              </w:rPr>
              <w:t>плекса и транспорта Ульяно</w:t>
            </w:r>
            <w:r w:rsidRPr="00C62124">
              <w:rPr>
                <w:b/>
                <w:bCs/>
                <w:sz w:val="28"/>
                <w:szCs w:val="28"/>
              </w:rPr>
              <w:t>в</w:t>
            </w:r>
            <w:r w:rsidRPr="00C62124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C62124">
              <w:rPr>
                <w:b/>
                <w:bCs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C6212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C6212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C6212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C6212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C62124">
              <w:rPr>
                <w:b/>
                <w:bCs/>
                <w:sz w:val="28"/>
                <w:szCs w:val="28"/>
              </w:rPr>
              <w:t>55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C62124">
              <w:rPr>
                <w:b/>
                <w:bCs/>
                <w:sz w:val="28"/>
                <w:szCs w:val="28"/>
              </w:rPr>
              <w:t>9702,94686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EC36B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2963843,0638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EC36B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103899,999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EC36B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Строительство гидротехнических сооружений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292 0000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EC36B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F546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Мероприятия федеральной цел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вод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хозяйственного комплекса Ро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сийской Федерации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292 5016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F546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292 5016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F546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Прочие мероприятия, осущест</w:t>
            </w:r>
            <w:r w:rsidRPr="00C62124">
              <w:rPr>
                <w:sz w:val="28"/>
                <w:szCs w:val="28"/>
              </w:rPr>
              <w:t>в</w:t>
            </w:r>
            <w:r w:rsidRPr="00C62124">
              <w:rPr>
                <w:sz w:val="28"/>
                <w:szCs w:val="28"/>
              </w:rPr>
              <w:t>ляемые за счёт межбюджетных трансфертов прошлых лет из ф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дерального бюджета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292 5898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F546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292 5898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F546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Охрана окружающей среды и восстано</w:t>
            </w:r>
            <w:r w:rsidRPr="00C62124">
              <w:rPr>
                <w:sz w:val="28"/>
                <w:szCs w:val="28"/>
              </w:rPr>
              <w:t>в</w:t>
            </w:r>
            <w:r w:rsidRPr="00C62124">
              <w:rPr>
                <w:sz w:val="28"/>
                <w:szCs w:val="28"/>
              </w:rPr>
              <w:t>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880 0000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23899,999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5B25F0" w:rsidRDefault="009A78A8" w:rsidP="00F546E3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bookmarkStart w:id="1" w:name="_GoBack"/>
            <w:r w:rsidRPr="005B25F0">
              <w:rPr>
                <w:spacing w:val="-4"/>
                <w:sz w:val="28"/>
                <w:szCs w:val="28"/>
              </w:rPr>
              <w:t>Подпрограмма «Развитие водох</w:t>
            </w:r>
            <w:r w:rsidRPr="005B25F0">
              <w:rPr>
                <w:spacing w:val="-4"/>
                <w:sz w:val="28"/>
                <w:szCs w:val="28"/>
              </w:rPr>
              <w:t>о</w:t>
            </w:r>
            <w:r w:rsidRPr="005B25F0">
              <w:rPr>
                <w:spacing w:val="-4"/>
                <w:sz w:val="28"/>
                <w:szCs w:val="28"/>
              </w:rPr>
              <w:t>зяйственного комплекса» гос</w:t>
            </w:r>
            <w:r w:rsidRPr="005B25F0">
              <w:rPr>
                <w:spacing w:val="-4"/>
                <w:sz w:val="28"/>
                <w:szCs w:val="28"/>
              </w:rPr>
              <w:t>у</w:t>
            </w:r>
            <w:r w:rsidRPr="005B25F0">
              <w:rPr>
                <w:spacing w:val="-4"/>
                <w:sz w:val="28"/>
                <w:szCs w:val="28"/>
              </w:rPr>
              <w:t>дарственной программы Ульяно</w:t>
            </w:r>
            <w:r w:rsidRPr="005B25F0">
              <w:rPr>
                <w:spacing w:val="-4"/>
                <w:sz w:val="28"/>
                <w:szCs w:val="28"/>
              </w:rPr>
              <w:t>в</w:t>
            </w:r>
            <w:r w:rsidRPr="005B25F0">
              <w:rPr>
                <w:spacing w:val="-4"/>
                <w:sz w:val="28"/>
                <w:szCs w:val="28"/>
              </w:rPr>
              <w:t>ской области «Охрана окружа</w:t>
            </w:r>
            <w:r w:rsidRPr="005B25F0">
              <w:rPr>
                <w:spacing w:val="-4"/>
                <w:sz w:val="28"/>
                <w:szCs w:val="28"/>
              </w:rPr>
              <w:t>ю</w:t>
            </w:r>
            <w:r w:rsidRPr="005B25F0">
              <w:rPr>
                <w:spacing w:val="-4"/>
                <w:sz w:val="28"/>
                <w:szCs w:val="28"/>
              </w:rPr>
              <w:t>щей среды и восстановление пр</w:t>
            </w:r>
            <w:r w:rsidRPr="005B25F0">
              <w:rPr>
                <w:spacing w:val="-4"/>
                <w:sz w:val="28"/>
                <w:szCs w:val="28"/>
              </w:rPr>
              <w:t>и</w:t>
            </w:r>
            <w:r w:rsidRPr="005B25F0">
              <w:rPr>
                <w:spacing w:val="-4"/>
                <w:sz w:val="28"/>
                <w:szCs w:val="28"/>
              </w:rPr>
              <w:t>родных ресурсов в Ульяновской области на 2014-2020 годы»</w:t>
            </w:r>
            <w:bookmarkEnd w:id="1"/>
          </w:p>
        </w:tc>
        <w:tc>
          <w:tcPr>
            <w:tcW w:w="709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882 0000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F546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23899,999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Проектные работы и строител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ство гидротехнических сооруж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ний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882 2210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23899,999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882 2210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23899,999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160966,726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Воздушный транспорт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12284,026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Отдельные мероприятия в обла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ти воздушного транспорта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300 0200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0,00000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300 0200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350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0,00000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5472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организациям возду</w:t>
            </w:r>
            <w:r w:rsidRPr="00C62124">
              <w:rPr>
                <w:sz w:val="28"/>
                <w:szCs w:val="28"/>
              </w:rPr>
              <w:t>ш</w:t>
            </w:r>
            <w:r w:rsidRPr="00C62124">
              <w:rPr>
                <w:sz w:val="28"/>
                <w:szCs w:val="28"/>
              </w:rPr>
              <w:t>ного транспорта в целях обесп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чения доступности внутренних региональных воздушных пер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возок пассажиров воздушным транспортом в Приволжском ф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деральном округе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300 0400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12284,026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заций), индивидуальным пре</w:t>
            </w:r>
            <w:r w:rsidRPr="00C62124">
              <w:rPr>
                <w:sz w:val="28"/>
                <w:szCs w:val="28"/>
              </w:rPr>
              <w:t>д</w:t>
            </w:r>
            <w:r w:rsidRPr="00C62124">
              <w:rPr>
                <w:sz w:val="28"/>
                <w:szCs w:val="28"/>
              </w:rPr>
              <w:t>принимателям, физическим л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цам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300 0400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810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12284,026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Водный транспорт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301 0000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C62124">
              <w:rPr>
                <w:spacing w:val="-4"/>
                <w:sz w:val="28"/>
                <w:szCs w:val="28"/>
              </w:rPr>
              <w:t>Отдельные мероприятия в области морского и речного транспорта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301 0300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301 0300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350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305 0000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42520,0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на компенсацию нед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полученных доходов, связанных с перевозкой пассажиров приг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родным железнодорожным транспортом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305 0200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42520,0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заций), индивидуальным пре</w:t>
            </w:r>
            <w:r w:rsidRPr="00C62124">
              <w:rPr>
                <w:sz w:val="28"/>
                <w:szCs w:val="28"/>
              </w:rPr>
              <w:t>д</w:t>
            </w:r>
            <w:r w:rsidRPr="00C62124">
              <w:rPr>
                <w:sz w:val="28"/>
                <w:szCs w:val="28"/>
              </w:rPr>
              <w:t>принимателям, физическим л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цам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305 0200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810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42520,0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Другие виды транспорта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105862,7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на компенсацию нед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полученных доходов от перево</w:t>
            </w:r>
            <w:r w:rsidRPr="00C62124">
              <w:rPr>
                <w:sz w:val="28"/>
                <w:szCs w:val="28"/>
              </w:rPr>
              <w:t>з</w:t>
            </w:r>
            <w:r w:rsidRPr="00C62124">
              <w:rPr>
                <w:sz w:val="28"/>
                <w:szCs w:val="28"/>
              </w:rPr>
              <w:t>ки пассажиров юридическим л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цам, индивидуальным предпр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нимателям, осуществляющим данную деятельность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317 0100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105862,7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заций), индивидуальным пре</w:t>
            </w:r>
            <w:r w:rsidRPr="00C62124">
              <w:rPr>
                <w:sz w:val="28"/>
                <w:szCs w:val="28"/>
              </w:rPr>
              <w:t>д</w:t>
            </w:r>
            <w:r w:rsidRPr="00C62124">
              <w:rPr>
                <w:sz w:val="28"/>
                <w:szCs w:val="28"/>
              </w:rPr>
              <w:t>принимателям, физическим л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цам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317 0100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810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105862,7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2674555,2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275412,47718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Содержание и управление д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рожным хозяйством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86525,8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Фонд оплаты труда казённых у</w:t>
            </w:r>
            <w:r w:rsidRPr="00C62124">
              <w:rPr>
                <w:sz w:val="28"/>
                <w:szCs w:val="28"/>
              </w:rPr>
              <w:t>ч</w:t>
            </w:r>
            <w:r w:rsidRPr="00C62124">
              <w:rPr>
                <w:sz w:val="28"/>
                <w:szCs w:val="28"/>
              </w:rPr>
              <w:t>реждений и взносы по обяз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тельному социальному страхов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нию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111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44763,3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Иные выплаты персоналу казё</w:t>
            </w:r>
            <w:r w:rsidRPr="00C62124">
              <w:rPr>
                <w:sz w:val="28"/>
                <w:szCs w:val="28"/>
              </w:rPr>
              <w:t>н</w:t>
            </w:r>
            <w:r w:rsidRPr="00C62124">
              <w:rPr>
                <w:sz w:val="28"/>
                <w:szCs w:val="28"/>
              </w:rPr>
              <w:t>ных учреждений, за исключен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315 0100</w:t>
            </w:r>
          </w:p>
        </w:tc>
        <w:tc>
          <w:tcPr>
            <w:tcW w:w="708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112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238,6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3695,6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36008,3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Уплата налога на имущество о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1820,0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областным государс</w:t>
            </w:r>
            <w:r w:rsidRPr="00C62124">
              <w:rPr>
                <w:sz w:val="28"/>
                <w:szCs w:val="28"/>
              </w:rPr>
              <w:t>т</w:t>
            </w:r>
            <w:r w:rsidRPr="00C62124">
              <w:rPr>
                <w:sz w:val="28"/>
                <w:szCs w:val="28"/>
              </w:rPr>
              <w:t>венным казённым предприятиям на возмещение части затрат, св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>занных с приобретением доро</w:t>
            </w:r>
            <w:r w:rsidRPr="00C62124">
              <w:rPr>
                <w:sz w:val="28"/>
                <w:szCs w:val="28"/>
              </w:rPr>
              <w:t>ж</w:t>
            </w:r>
            <w:r w:rsidRPr="00C62124">
              <w:rPr>
                <w:sz w:val="28"/>
                <w:szCs w:val="28"/>
              </w:rPr>
              <w:t>но-транспортной техники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315 0200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188886,67718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заций), индивидуальным пре</w:t>
            </w:r>
            <w:r w:rsidRPr="00C62124">
              <w:rPr>
                <w:sz w:val="28"/>
                <w:szCs w:val="28"/>
              </w:rPr>
              <w:t>д</w:t>
            </w:r>
            <w:r w:rsidRPr="00C62124">
              <w:rPr>
                <w:sz w:val="28"/>
                <w:szCs w:val="28"/>
              </w:rPr>
              <w:t>принимателям, физическим л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цам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315 0200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810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188886,67718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Погашение кредиторской задо</w:t>
            </w:r>
            <w:r w:rsidRPr="00C62124">
              <w:rPr>
                <w:sz w:val="28"/>
                <w:szCs w:val="28"/>
              </w:rPr>
              <w:t>л</w:t>
            </w:r>
            <w:r w:rsidRPr="00C62124">
              <w:rPr>
                <w:sz w:val="28"/>
                <w:szCs w:val="28"/>
              </w:rPr>
              <w:t>женности по капитальному р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монту и ремонту дворовых те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риторий многоквартирных д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мов, проездов к дворовым терр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ториям многоквартирных домов населённых пунктов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528 0000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Субсидии, за исключением су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сидий на софинансирование к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528 0000</w:t>
            </w:r>
          </w:p>
        </w:tc>
        <w:tc>
          <w:tcPr>
            <w:tcW w:w="708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Формир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вание благоприятного инвест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900 0000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3064,13887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 государстве</w:t>
            </w:r>
            <w:r w:rsidRPr="00C62124">
              <w:rPr>
                <w:sz w:val="28"/>
                <w:szCs w:val="28"/>
              </w:rPr>
              <w:t>н</w:t>
            </w:r>
            <w:r w:rsidRPr="00C62124">
              <w:rPr>
                <w:sz w:val="28"/>
                <w:szCs w:val="28"/>
              </w:rPr>
              <w:t>ной программы Ульяновской о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Формирование благопр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901 0000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3064,13887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бюджету 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город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>новск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погашение кредито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ской задолженности по оплате услуг, связанных с подготовкой проектной документации для строительства автомобильных дорог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901 2429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3064,13887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государственной (муниц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901 2429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3064,13887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C64D1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транспортной системы Ульяно</w:t>
            </w:r>
            <w:r w:rsidRPr="00C62124">
              <w:rPr>
                <w:sz w:val="28"/>
                <w:szCs w:val="28"/>
              </w:rPr>
              <w:t>в</w:t>
            </w:r>
            <w:r w:rsidRPr="00C6212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</w:t>
            </w:r>
            <w:r>
              <w:rPr>
                <w:sz w:val="28"/>
                <w:szCs w:val="28"/>
              </w:rPr>
              <w:t>9</w:t>
            </w:r>
            <w:r w:rsidRPr="00C62124">
              <w:rPr>
                <w:sz w:val="28"/>
                <w:szCs w:val="28"/>
              </w:rPr>
              <w:t xml:space="preserve"> годы 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2356078,58395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C64D1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сист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мы дорожного хозяйства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>новской области в 2014-201</w:t>
            </w:r>
            <w:r>
              <w:rPr>
                <w:sz w:val="28"/>
                <w:szCs w:val="28"/>
              </w:rPr>
              <w:t>9</w:t>
            </w:r>
            <w:r w:rsidRPr="00C62124">
              <w:rPr>
                <w:sz w:val="28"/>
                <w:szCs w:val="28"/>
              </w:rPr>
              <w:t xml:space="preserve"> г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дах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государственной програ</w:t>
            </w:r>
            <w:r w:rsidRPr="00C62124">
              <w:rPr>
                <w:sz w:val="28"/>
                <w:szCs w:val="28"/>
              </w:rPr>
              <w:t>м</w:t>
            </w:r>
            <w:r w:rsidRPr="00C62124">
              <w:rPr>
                <w:sz w:val="28"/>
                <w:szCs w:val="28"/>
              </w:rPr>
              <w:t xml:space="preserve">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тие транспортной системы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</w:t>
            </w:r>
            <w:r>
              <w:rPr>
                <w:sz w:val="28"/>
                <w:szCs w:val="28"/>
              </w:rPr>
              <w:t>9</w:t>
            </w:r>
            <w:r w:rsidRPr="00C62124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2240011,93595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Мероприятия по развитию си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темы дорожного хозяйства  Ул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2109112,06101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Закупка товаров, работ, услуг в целях капитального ремонта го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сударственного (муниципальн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243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85196,67132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4D1F" w:rsidRDefault="009A78A8" w:rsidP="00C64D1F">
            <w:pPr>
              <w:spacing w:line="360" w:lineRule="auto"/>
              <w:ind w:right="-108"/>
              <w:jc w:val="both"/>
              <w:rPr>
                <w:spacing w:val="-6"/>
                <w:sz w:val="28"/>
                <w:szCs w:val="28"/>
              </w:rPr>
            </w:pPr>
            <w:r w:rsidRPr="00C64D1F">
              <w:rPr>
                <w:spacing w:val="-6"/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pacing w:val="-6"/>
                <w:sz w:val="28"/>
                <w:szCs w:val="28"/>
              </w:rPr>
              <w:t>-</w:t>
            </w:r>
            <w:r w:rsidRPr="00C64D1F">
              <w:rPr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1285385,38534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63090,04322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Субсидии, за исключением су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сидий на софинансирование к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921 2610</w:t>
            </w:r>
          </w:p>
        </w:tc>
        <w:tc>
          <w:tcPr>
            <w:tcW w:w="708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583848,79355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государственной (муниц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91591,16758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Реконструкция автомобильных дорог на территории 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Инзе</w:t>
            </w:r>
            <w:r w:rsidRPr="00C62124">
              <w:rPr>
                <w:sz w:val="28"/>
                <w:szCs w:val="28"/>
              </w:rPr>
              <w:t>н</w:t>
            </w:r>
            <w:r w:rsidRPr="00C62124">
              <w:rPr>
                <w:sz w:val="28"/>
                <w:szCs w:val="28"/>
              </w:rPr>
              <w:t>ское городское поселение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И</w:t>
            </w:r>
            <w:r w:rsidRPr="00C62124">
              <w:rPr>
                <w:sz w:val="28"/>
                <w:szCs w:val="28"/>
              </w:rPr>
              <w:t>н</w:t>
            </w:r>
            <w:r w:rsidRPr="00C62124">
              <w:rPr>
                <w:sz w:val="28"/>
                <w:szCs w:val="28"/>
              </w:rPr>
              <w:t>зенского района Ульяновской области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921 2611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34998,76024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921 2611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34998,76024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Строительство мостового пер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 xml:space="preserve">хода через реку Малая Сарка на автомобильной дороге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Сурское – Шумерля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– автомобильная дорога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Москва – Казань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в Су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ском районе Ульяновской обла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921 2612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95901,1147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921 2612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95901,1147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C64D1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Повышение безопасности дорожного движ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ния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государствен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br/>
            </w:r>
            <w:r w:rsidRPr="00C62124">
              <w:rPr>
                <w:sz w:val="28"/>
                <w:szCs w:val="28"/>
              </w:rPr>
              <w:t>ной программы Ульяновской о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</w:t>
            </w:r>
            <w:r>
              <w:rPr>
                <w:sz w:val="28"/>
                <w:szCs w:val="28"/>
              </w:rPr>
              <w:t>9</w:t>
            </w:r>
            <w:r w:rsidRPr="00C62124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923 0000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116066,648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Мероприятия по обеспечению деятельности Центра автомат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зированной фиксации админис</w:t>
            </w:r>
            <w:r w:rsidRPr="00C62124">
              <w:rPr>
                <w:sz w:val="28"/>
                <w:szCs w:val="28"/>
              </w:rPr>
              <w:t>т</w:t>
            </w:r>
            <w:r w:rsidRPr="00C62124">
              <w:rPr>
                <w:sz w:val="28"/>
                <w:szCs w:val="28"/>
              </w:rPr>
              <w:t>ративных правонарушений в о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ласти безопасности дорожного движения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923 2710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26850,0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923 2710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10249,551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C64D1F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923 2710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16600,44900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Мероприятия, направленные на повышение безопасности доро</w:t>
            </w:r>
            <w:r w:rsidRPr="00C62124">
              <w:rPr>
                <w:sz w:val="28"/>
                <w:szCs w:val="28"/>
              </w:rPr>
              <w:t>ж</w:t>
            </w:r>
            <w:r w:rsidRPr="00C62124">
              <w:rPr>
                <w:sz w:val="28"/>
                <w:szCs w:val="28"/>
              </w:rPr>
              <w:t>ного движения на автомобил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ных дорогах регионального и межмуниципального значения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923 2711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80066,64800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C64D1F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923 2711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80066,648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Софинансирование расходов, связанных с обеспечением без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пасности дорожного движения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923 2712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9150,0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государственной (муниц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923 2712</w:t>
            </w:r>
          </w:p>
        </w:tc>
        <w:tc>
          <w:tcPr>
            <w:tcW w:w="708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522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9150,0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Другие вопросы в области н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циональной экономики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24421,1388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Учреждения по сопровождению исполнения отдельных процедур, осуществляемых при исполнении государственных функций гос</w:t>
            </w:r>
            <w:r w:rsidRPr="00C62124">
              <w:rPr>
                <w:sz w:val="28"/>
                <w:szCs w:val="28"/>
              </w:rPr>
              <w:t>у</w:t>
            </w:r>
            <w:r w:rsidRPr="00C62124">
              <w:rPr>
                <w:sz w:val="28"/>
                <w:szCs w:val="28"/>
              </w:rPr>
              <w:t>дарственными органами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4179,7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Фонд оплаты труда казённых у</w:t>
            </w:r>
            <w:r w:rsidRPr="00C62124">
              <w:rPr>
                <w:sz w:val="28"/>
                <w:szCs w:val="28"/>
              </w:rPr>
              <w:t>ч</w:t>
            </w:r>
            <w:r w:rsidRPr="00C62124">
              <w:rPr>
                <w:sz w:val="28"/>
                <w:szCs w:val="28"/>
              </w:rPr>
              <w:t>реждений и взносы по обяз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тельному социальному страхов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нию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111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3478,2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Иные выплаты персоналу казё</w:t>
            </w:r>
            <w:r w:rsidRPr="00C62124">
              <w:rPr>
                <w:sz w:val="28"/>
                <w:szCs w:val="28"/>
              </w:rPr>
              <w:t>н</w:t>
            </w:r>
            <w:r w:rsidRPr="00C62124">
              <w:rPr>
                <w:sz w:val="28"/>
                <w:szCs w:val="28"/>
              </w:rPr>
              <w:t>ных учреждений, за исключен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112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217,6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476,9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4916,2388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C64D1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Создание ко</w:t>
            </w:r>
            <w:r w:rsidRPr="00C62124">
              <w:rPr>
                <w:sz w:val="28"/>
                <w:szCs w:val="28"/>
              </w:rPr>
              <w:t>м</w:t>
            </w:r>
            <w:r w:rsidRPr="00C62124">
              <w:rPr>
                <w:sz w:val="28"/>
                <w:szCs w:val="28"/>
              </w:rPr>
              <w:t>фортной среды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гос</w:t>
            </w:r>
            <w:r w:rsidRPr="00C62124">
              <w:rPr>
                <w:sz w:val="28"/>
                <w:szCs w:val="28"/>
              </w:rPr>
              <w:t>у</w:t>
            </w:r>
            <w:r w:rsidRPr="00C62124">
              <w:rPr>
                <w:sz w:val="28"/>
                <w:szCs w:val="28"/>
              </w:rPr>
              <w:t>дарственной программы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 xml:space="preserve">» </w:t>
            </w:r>
            <w:r w:rsidRPr="00C62124">
              <w:rPr>
                <w:sz w:val="28"/>
                <w:szCs w:val="28"/>
              </w:rPr>
              <w:t>на 2014-</w:t>
            </w:r>
            <w:r>
              <w:rPr>
                <w:sz w:val="28"/>
                <w:szCs w:val="28"/>
              </w:rPr>
              <w:br/>
            </w:r>
            <w:r w:rsidRPr="00C62124">
              <w:rPr>
                <w:sz w:val="28"/>
                <w:szCs w:val="28"/>
              </w:rPr>
              <w:t>2018 годы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1316,2388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Организация и проведение соц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ально значимых мероприятий в области архитектуры и град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строительства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852 2110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1266,2388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C64D1F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852 2110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836,2388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852 2110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350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430,0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Погашение кредиторской задо</w:t>
            </w:r>
            <w:r w:rsidRPr="00C62124">
              <w:rPr>
                <w:sz w:val="28"/>
                <w:szCs w:val="28"/>
              </w:rPr>
              <w:t>л</w:t>
            </w:r>
            <w:r w:rsidRPr="00C62124">
              <w:rPr>
                <w:sz w:val="28"/>
                <w:szCs w:val="28"/>
              </w:rPr>
              <w:t>женности по премированию п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бедителей областных конкурсов по благоустройству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852 2120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C64D1F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852 2120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C64D1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Увековечение памяти лиц, вн</w:t>
            </w:r>
            <w:r>
              <w:rPr>
                <w:sz w:val="28"/>
                <w:szCs w:val="28"/>
              </w:rPr>
              <w:t>ё</w:t>
            </w:r>
            <w:r w:rsidRPr="00C62124">
              <w:rPr>
                <w:sz w:val="28"/>
                <w:szCs w:val="28"/>
              </w:rPr>
              <w:t>сших особый вклад в историю Ульяновской области, в 2014-2018 годах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го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сударственной программы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br/>
            </w:r>
            <w:r w:rsidRPr="00C62124">
              <w:rPr>
                <w:sz w:val="28"/>
                <w:szCs w:val="28"/>
              </w:rPr>
              <w:t>строительства и архитек</w:t>
            </w:r>
            <w:r>
              <w:rPr>
                <w:sz w:val="28"/>
                <w:szCs w:val="28"/>
              </w:rPr>
              <w:t>туры в Ульяновской области»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853 0000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3600,0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бюджету 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город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>новск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изготовление и уст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новку памятников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853 2130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3600,0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Субсидии, за исключением су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сидий на софинансирование к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853 2130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3600,0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Формир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вание благоприятного инвест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900 0000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15325,2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Ульяновск – авиационная столица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госуда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ственной программы Ульяно</w:t>
            </w:r>
            <w:r w:rsidRPr="00C62124">
              <w:rPr>
                <w:sz w:val="28"/>
                <w:szCs w:val="28"/>
              </w:rPr>
              <w:t>в</w:t>
            </w:r>
            <w:r w:rsidRPr="00C6212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Формирование благоприятного инвестиционн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го климата в Ульяновской обла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903 0000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15325,2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юридическим лицам, осуществляющим аэропортовую деятельность, на возмещение з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трат, связанных с уплатой пр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центов по привлечённым кред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там, в целях реконструкции об</w:t>
            </w:r>
            <w:r w:rsidRPr="00C62124">
              <w:rPr>
                <w:sz w:val="28"/>
                <w:szCs w:val="28"/>
              </w:rPr>
              <w:t>ъ</w:t>
            </w:r>
            <w:r w:rsidRPr="00C62124">
              <w:rPr>
                <w:sz w:val="28"/>
                <w:szCs w:val="28"/>
              </w:rPr>
              <w:t>ектов аэропортовой инфрастру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туры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903 2511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15325,2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заций), индивидуальным пре</w:t>
            </w:r>
            <w:r w:rsidRPr="00C62124">
              <w:rPr>
                <w:sz w:val="28"/>
                <w:szCs w:val="28"/>
              </w:rPr>
              <w:t>д</w:t>
            </w:r>
            <w:r w:rsidRPr="00C62124">
              <w:rPr>
                <w:sz w:val="28"/>
                <w:szCs w:val="28"/>
              </w:rPr>
              <w:t>принимателям, физическим л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цам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903 2511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810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15325,2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Жилищно-коммунальное хозя</w:t>
            </w:r>
            <w:r w:rsidRPr="00C62124">
              <w:rPr>
                <w:sz w:val="28"/>
                <w:szCs w:val="28"/>
              </w:rPr>
              <w:t>й</w:t>
            </w:r>
            <w:r w:rsidRPr="00C62124">
              <w:rPr>
                <w:sz w:val="28"/>
                <w:szCs w:val="28"/>
              </w:rPr>
              <w:t>ство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299597,49242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Другие вопросы в области ж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299597,49242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Руководство и управление в сф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ре установленных функций гос</w:t>
            </w:r>
            <w:r w:rsidRPr="00C62124">
              <w:rPr>
                <w:sz w:val="28"/>
                <w:szCs w:val="28"/>
              </w:rPr>
              <w:t>у</w:t>
            </w:r>
            <w:r w:rsidRPr="00C62124">
              <w:rPr>
                <w:sz w:val="28"/>
                <w:szCs w:val="28"/>
              </w:rPr>
              <w:t>дарственных органов Ульяно</w:t>
            </w:r>
            <w:r w:rsidRPr="00C62124">
              <w:rPr>
                <w:sz w:val="28"/>
                <w:szCs w:val="28"/>
              </w:rPr>
              <w:t>в</w:t>
            </w:r>
            <w:r w:rsidRPr="00C62124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002 0000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63584,9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63584,9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Фонд оплаты труда государс</w:t>
            </w:r>
            <w:r w:rsidRPr="00C62124">
              <w:rPr>
                <w:sz w:val="28"/>
                <w:szCs w:val="28"/>
              </w:rPr>
              <w:t>т</w:t>
            </w:r>
            <w:r w:rsidRPr="00C62124">
              <w:rPr>
                <w:sz w:val="28"/>
                <w:szCs w:val="28"/>
              </w:rPr>
              <w:t>венных (муниципальных) орг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56077,0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Иные выплаты персоналу гос</w:t>
            </w:r>
            <w:r w:rsidRPr="00C62124">
              <w:rPr>
                <w:sz w:val="28"/>
                <w:szCs w:val="28"/>
              </w:rPr>
              <w:t>у</w:t>
            </w:r>
            <w:r w:rsidRPr="00C62124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192,0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3893,3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3381,6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Учреждения по сопровождению исполнения отдельных процедур, осуществляемых при исполнении государственных функций гос</w:t>
            </w:r>
            <w:r w:rsidRPr="00C62124">
              <w:rPr>
                <w:sz w:val="28"/>
                <w:szCs w:val="28"/>
              </w:rPr>
              <w:t>у</w:t>
            </w:r>
            <w:r w:rsidRPr="00C62124">
              <w:rPr>
                <w:sz w:val="28"/>
                <w:szCs w:val="28"/>
              </w:rPr>
              <w:t>дарственными органами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30006,2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Фонд оплаты труда казённых у</w:t>
            </w:r>
            <w:r w:rsidRPr="00C62124">
              <w:rPr>
                <w:sz w:val="28"/>
                <w:szCs w:val="28"/>
              </w:rPr>
              <w:t>ч</w:t>
            </w:r>
            <w:r w:rsidRPr="00C62124">
              <w:rPr>
                <w:sz w:val="28"/>
                <w:szCs w:val="28"/>
              </w:rPr>
              <w:t>реждений и взносы по обяз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тельному социальному страхов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нию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111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26202,3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Иные выплаты персоналу казё</w:t>
            </w:r>
            <w:r w:rsidRPr="00C62124">
              <w:rPr>
                <w:sz w:val="28"/>
                <w:szCs w:val="28"/>
              </w:rPr>
              <w:t>н</w:t>
            </w:r>
            <w:r w:rsidRPr="00C62124">
              <w:rPr>
                <w:sz w:val="28"/>
                <w:szCs w:val="28"/>
              </w:rPr>
              <w:t>ных учреждений, за исключен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112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50,8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3537,0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216,1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Финансовое обеспечение ра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ходных обязательств 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пальных образований, возн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кающих при выполнении гос</w:t>
            </w:r>
            <w:r w:rsidRPr="00C62124">
              <w:rPr>
                <w:sz w:val="28"/>
                <w:szCs w:val="28"/>
              </w:rPr>
              <w:t>у</w:t>
            </w:r>
            <w:r w:rsidRPr="00C62124">
              <w:rPr>
                <w:sz w:val="28"/>
                <w:szCs w:val="28"/>
              </w:rPr>
              <w:t>дарственных полномочий суб</w:t>
            </w:r>
            <w:r w:rsidRPr="00C62124">
              <w:rPr>
                <w:sz w:val="28"/>
                <w:szCs w:val="28"/>
              </w:rPr>
              <w:t>ъ</w:t>
            </w:r>
            <w:r w:rsidRPr="00C62124">
              <w:rPr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234,0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C62124">
              <w:rPr>
                <w:spacing w:val="-4"/>
                <w:sz w:val="28"/>
                <w:szCs w:val="28"/>
              </w:rPr>
              <w:t>Финансовое обеспечение уст</w:t>
            </w:r>
            <w:r w:rsidRPr="00C62124">
              <w:rPr>
                <w:spacing w:val="-4"/>
                <w:sz w:val="28"/>
                <w:szCs w:val="28"/>
              </w:rPr>
              <w:t>а</w:t>
            </w:r>
            <w:r w:rsidRPr="00C62124">
              <w:rPr>
                <w:spacing w:val="-4"/>
                <w:sz w:val="28"/>
                <w:szCs w:val="28"/>
              </w:rPr>
              <w:t>новления нормативов потребл</w:t>
            </w:r>
            <w:r w:rsidRPr="00C62124">
              <w:rPr>
                <w:spacing w:val="-4"/>
                <w:sz w:val="28"/>
                <w:szCs w:val="28"/>
              </w:rPr>
              <w:t>е</w:t>
            </w:r>
            <w:r w:rsidRPr="00C62124">
              <w:rPr>
                <w:spacing w:val="-4"/>
                <w:sz w:val="28"/>
                <w:szCs w:val="28"/>
              </w:rPr>
              <w:t>ния населением твёрдого топлива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521 2000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234,0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521 2000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530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234,0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Премирование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Большенагатки</w:t>
            </w:r>
            <w:r w:rsidRPr="00C62124">
              <w:rPr>
                <w:sz w:val="28"/>
                <w:szCs w:val="28"/>
              </w:rPr>
              <w:t>н</w:t>
            </w:r>
            <w:r w:rsidRPr="00C62124">
              <w:rPr>
                <w:sz w:val="28"/>
                <w:szCs w:val="28"/>
              </w:rPr>
              <w:t>ское сельское поселение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Цил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нинского района Ульяновской области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585 0000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Прочие мероприятия, осущест</w:t>
            </w:r>
            <w:r w:rsidRPr="00C62124">
              <w:rPr>
                <w:sz w:val="28"/>
                <w:szCs w:val="28"/>
              </w:rPr>
              <w:t>в</w:t>
            </w:r>
            <w:r w:rsidRPr="00C62124">
              <w:rPr>
                <w:sz w:val="28"/>
                <w:szCs w:val="28"/>
              </w:rPr>
              <w:t>ляемые за счёт межбюджетных трансфертов прошлых лет из ф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дерального бюджета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585 5898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Иные межбюджетные трансфе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ты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585 5898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540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Реализация государственных функций, связанных с обеспеч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нием отдельных мероприятий в сфере жилищно-коммунального хозяйства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660 0000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88001,5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Мероприятия, связанные с обе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печением функционирования о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ганизаций жилищно-коммуналь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ного хозяйства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660 0100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81266,5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заций), индивидуальным пре</w:t>
            </w:r>
            <w:r w:rsidRPr="00C62124">
              <w:rPr>
                <w:sz w:val="28"/>
                <w:szCs w:val="28"/>
              </w:rPr>
              <w:t>д</w:t>
            </w:r>
            <w:r w:rsidRPr="00C62124">
              <w:rPr>
                <w:sz w:val="28"/>
                <w:szCs w:val="28"/>
              </w:rPr>
              <w:t>принимателям, физическим л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цам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660 0100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810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81266,5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Мероприятия, связанные с обе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печением функционирования р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гионального оператора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660 0200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6735,0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некоммерческим орг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низациям (за исключением гос</w:t>
            </w:r>
            <w:r w:rsidRPr="00C62124">
              <w:rPr>
                <w:sz w:val="28"/>
                <w:szCs w:val="28"/>
              </w:rPr>
              <w:t>у</w:t>
            </w:r>
            <w:r w:rsidRPr="00C62124">
              <w:rPr>
                <w:sz w:val="28"/>
                <w:szCs w:val="28"/>
              </w:rPr>
              <w:t>дарственных (муниципальных) учреждений)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660 0200</w:t>
            </w:r>
          </w:p>
        </w:tc>
        <w:tc>
          <w:tcPr>
            <w:tcW w:w="708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630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6735,0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жилищно-коммунального хозя</w:t>
            </w:r>
            <w:r w:rsidRPr="00C62124">
              <w:rPr>
                <w:sz w:val="28"/>
                <w:szCs w:val="28"/>
              </w:rPr>
              <w:t>й</w:t>
            </w:r>
            <w:r w:rsidRPr="00C62124">
              <w:rPr>
                <w:sz w:val="28"/>
                <w:szCs w:val="28"/>
              </w:rPr>
              <w:t>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48069,13581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Чистая вода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сударственной программы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ж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831 0000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12188,13581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Ремонт объектов водоснабжения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831 2422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1463,0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Субсидии, за исключением су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сидий на софинансирование к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831 2422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1463,0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Погашение кредиторской задо</w:t>
            </w:r>
            <w:r w:rsidRPr="00C62124">
              <w:rPr>
                <w:sz w:val="28"/>
                <w:szCs w:val="28"/>
              </w:rPr>
              <w:t>л</w:t>
            </w:r>
            <w:r w:rsidRPr="00C62124">
              <w:rPr>
                <w:sz w:val="28"/>
                <w:szCs w:val="28"/>
              </w:rPr>
              <w:t>женности за ранее выполненные работы по ремонту объектов в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доснабжения, восстановлению дебита водозаборных скважин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831 2423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6332,13581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Субсидии, за исключением су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сидий на софинансирование к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831 2423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6332,13581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Погашение кредиторской задо</w:t>
            </w:r>
            <w:r w:rsidRPr="00C62124">
              <w:rPr>
                <w:sz w:val="28"/>
                <w:szCs w:val="28"/>
              </w:rPr>
              <w:t>л</w:t>
            </w:r>
            <w:r w:rsidRPr="00C62124">
              <w:rPr>
                <w:sz w:val="28"/>
                <w:szCs w:val="28"/>
              </w:rPr>
              <w:t>женности за ранее выполненные работы по строительству и р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конструкции объектов вод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снабжения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831 2424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2778,0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государственной (муниц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831 2424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2778,0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Подготовка проектной докуме</w:t>
            </w:r>
            <w:r w:rsidRPr="00C62124">
              <w:rPr>
                <w:sz w:val="28"/>
                <w:szCs w:val="28"/>
              </w:rPr>
              <w:t>н</w:t>
            </w:r>
            <w:r w:rsidRPr="00C62124">
              <w:rPr>
                <w:sz w:val="28"/>
                <w:szCs w:val="28"/>
              </w:rPr>
              <w:t>тации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831 2425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1615,0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Субсидии, за исключением су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сидий на софинансирование к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831 2425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1615,0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Газификация н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селённых пунктов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государственной пр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жилищно-коммунального хозяйства в Ул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832 0000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5881,0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Строительство объектов газ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снабжения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832 2414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5881,0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государственной (муниц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832 2414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5881,0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Содействие м</w:t>
            </w:r>
            <w:r w:rsidRPr="00C62124">
              <w:rPr>
                <w:sz w:val="28"/>
                <w:szCs w:val="28"/>
              </w:rPr>
              <w:t>у</w:t>
            </w:r>
            <w:r w:rsidRPr="00C62124">
              <w:rPr>
                <w:sz w:val="28"/>
                <w:szCs w:val="28"/>
              </w:rPr>
              <w:t>ниципальным образованиям Ульяновской области в подг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товке и прохождении отопител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ных сезонов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жилищно-коммунального хозяйства в Ул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833 0000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Оказание содействия 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пальным образованиям Ульяно</w:t>
            </w:r>
            <w:r w:rsidRPr="00C62124">
              <w:rPr>
                <w:sz w:val="28"/>
                <w:szCs w:val="28"/>
              </w:rPr>
              <w:t>в</w:t>
            </w:r>
            <w:r w:rsidRPr="00C62124">
              <w:rPr>
                <w:sz w:val="28"/>
                <w:szCs w:val="28"/>
              </w:rPr>
              <w:t>ской области в подготовке и прохождении отопительного с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зона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833 2416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Субсидии, за исключением су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сидий на софинансирование к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833 2416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5472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сельского хозяйства и регулир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вание р</w:t>
            </w:r>
            <w:r>
              <w:rPr>
                <w:sz w:val="28"/>
                <w:szCs w:val="28"/>
              </w:rPr>
              <w:t>ы</w:t>
            </w:r>
            <w:r w:rsidRPr="00C62124">
              <w:rPr>
                <w:sz w:val="28"/>
                <w:szCs w:val="28"/>
              </w:rPr>
              <w:t>нков сельскохозяйс</w:t>
            </w:r>
            <w:r w:rsidRPr="00C62124">
              <w:rPr>
                <w:sz w:val="28"/>
                <w:szCs w:val="28"/>
              </w:rPr>
              <w:t>т</w:t>
            </w:r>
            <w:r w:rsidRPr="00C62124">
              <w:rPr>
                <w:sz w:val="28"/>
                <w:szCs w:val="28"/>
              </w:rPr>
              <w:t>венной продукции, сырья и пр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довольствия в Ульяновской о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930 0000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68201,75661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Устойчивое ра</w:t>
            </w:r>
            <w:r w:rsidRPr="00C62124">
              <w:rPr>
                <w:sz w:val="28"/>
                <w:szCs w:val="28"/>
              </w:rPr>
              <w:t>з</w:t>
            </w:r>
            <w:r w:rsidRPr="00C62124">
              <w:rPr>
                <w:sz w:val="28"/>
                <w:szCs w:val="28"/>
              </w:rPr>
              <w:t>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сударственной программы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сел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931 0000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68201,75661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Софинансирование мероприятий по строительству объектов газ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снабжения в сельской местности в рамках реализации федерал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Усто</w:t>
            </w:r>
            <w:r w:rsidRPr="00C62124">
              <w:rPr>
                <w:sz w:val="28"/>
                <w:szCs w:val="28"/>
              </w:rPr>
              <w:t>й</w:t>
            </w:r>
            <w:r w:rsidRPr="00C62124">
              <w:rPr>
                <w:sz w:val="28"/>
                <w:szCs w:val="28"/>
              </w:rPr>
              <w:t>чивое развитие сельских терр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торий на 2014-2017 годы и на п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931 2415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23976,0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государственной (муниц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931 2415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23976,0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Софинансирование мероприятий по строительству и реконстру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 xml:space="preserve">ции объектов водоснабжения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Устойчивое разв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931 2421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44225,75661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государственной (муниц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931 2421</w:t>
            </w:r>
          </w:p>
        </w:tc>
        <w:tc>
          <w:tcPr>
            <w:tcW w:w="708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522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44225,75661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790 0000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Создание условий для развития системы образования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790 4042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  <w:vAlign w:val="center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790 4042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vAlign w:val="bottom"/>
          </w:tcPr>
          <w:p w:rsidR="009A78A8" w:rsidRPr="00C62124" w:rsidRDefault="009A78A8" w:rsidP="005702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4</w:t>
            </w:r>
            <w:r w:rsidRPr="00C62124">
              <w:rPr>
                <w:sz w:val="28"/>
                <w:szCs w:val="28"/>
              </w:rPr>
              <w:t>6709,3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Стационарная медицинская п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мощь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vAlign w:val="bottom"/>
          </w:tcPr>
          <w:p w:rsidR="009A78A8" w:rsidRPr="00C62124" w:rsidRDefault="009A78A8" w:rsidP="005702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4</w:t>
            </w:r>
            <w:r w:rsidRPr="00C62124">
              <w:rPr>
                <w:sz w:val="28"/>
                <w:szCs w:val="28"/>
              </w:rPr>
              <w:t>6709,3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Осуществление отдельных мер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приятий в области здравоохран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5702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293 0000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2017638,3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Реализация программ модерн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зации здравоохранения субъе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293 5230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2017638,3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293 5230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2017638,3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780 0000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5702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62124">
              <w:rPr>
                <w:sz w:val="28"/>
                <w:szCs w:val="28"/>
              </w:rPr>
              <w:t>9071,0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Мероприятия, направленные на модернизацию здравоохранения Ульяновской области, в части проектирования, строительства и ввода в эксплуатацию перин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тального центра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780 4031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vAlign w:val="bottom"/>
          </w:tcPr>
          <w:p w:rsidR="009A78A8" w:rsidRPr="00C62124" w:rsidRDefault="009A78A8" w:rsidP="005702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62124">
              <w:rPr>
                <w:sz w:val="28"/>
                <w:szCs w:val="28"/>
              </w:rPr>
              <w:t>9071,0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C62124">
              <w:rPr>
                <w:sz w:val="28"/>
                <w:szCs w:val="28"/>
              </w:rPr>
              <w:t>р</w:t>
            </w:r>
            <w:r w:rsidRPr="00C6212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780 4031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244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5702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62124">
              <w:rPr>
                <w:sz w:val="28"/>
                <w:szCs w:val="28"/>
              </w:rPr>
              <w:t>9071,0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172553,09064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157423,75444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Мероприятия в рамках реализ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 xml:space="preserve">ции Федерального закона от 21.12.1996 № 159-ФЗ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О допо</w:t>
            </w:r>
            <w:r w:rsidRPr="00C62124">
              <w:rPr>
                <w:sz w:val="28"/>
                <w:szCs w:val="28"/>
              </w:rPr>
              <w:t>л</w:t>
            </w:r>
            <w:r w:rsidRPr="00C62124">
              <w:rPr>
                <w:sz w:val="28"/>
                <w:szCs w:val="28"/>
              </w:rPr>
              <w:t>нительных гарантиях по соц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альной поддержке детей-сирот и детей, оставшихся без попечения родителей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299 0000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30122,75444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Средства на обеспечение предо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тавления жилых помещений д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тям-сиротам и детям, оставши</w:t>
            </w:r>
            <w:r w:rsidRPr="00C62124">
              <w:rPr>
                <w:sz w:val="28"/>
                <w:szCs w:val="28"/>
              </w:rPr>
              <w:t>м</w:t>
            </w:r>
            <w:r w:rsidRPr="00C62124">
              <w:rPr>
                <w:sz w:val="28"/>
                <w:szCs w:val="28"/>
              </w:rPr>
              <w:t>ся без попечения родителей, л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цам из их числа по договорам найма специализированных ж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лых помещений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299 5082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30122,75444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на пр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обретение объектов недвижим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го имущества в государственную (муниципальную) собственность</w:t>
            </w:r>
          </w:p>
        </w:tc>
        <w:tc>
          <w:tcPr>
            <w:tcW w:w="709" w:type="dxa"/>
            <w:vAlign w:val="bottom"/>
          </w:tcPr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299 5082</w:t>
            </w:r>
          </w:p>
        </w:tc>
        <w:tc>
          <w:tcPr>
            <w:tcW w:w="708" w:type="dxa"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412</w:t>
            </w:r>
          </w:p>
        </w:tc>
        <w:tc>
          <w:tcPr>
            <w:tcW w:w="2127" w:type="dxa"/>
            <w:noWrap/>
            <w:vAlign w:val="bottom"/>
          </w:tcPr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5472A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30122,75444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жилищно-коммунального хозя</w:t>
            </w:r>
            <w:r w:rsidRPr="00C62124">
              <w:rPr>
                <w:sz w:val="28"/>
                <w:szCs w:val="28"/>
              </w:rPr>
              <w:t>й</w:t>
            </w:r>
            <w:r w:rsidRPr="00C62124">
              <w:rPr>
                <w:sz w:val="28"/>
                <w:szCs w:val="28"/>
              </w:rPr>
              <w:t>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127301,0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лиц из числа детей-сирот и детей, о</w:t>
            </w:r>
            <w:r w:rsidRPr="00C62124">
              <w:rPr>
                <w:sz w:val="28"/>
                <w:szCs w:val="28"/>
              </w:rPr>
              <w:t>с</w:t>
            </w:r>
            <w:r w:rsidRPr="00C62124">
              <w:rPr>
                <w:sz w:val="28"/>
                <w:szCs w:val="28"/>
              </w:rPr>
              <w:t>тавшихся без попечения родит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лей,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государственной пр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жилищно-коммуналь</w:t>
            </w:r>
            <w:r>
              <w:rPr>
                <w:sz w:val="28"/>
                <w:szCs w:val="28"/>
              </w:rPr>
              <w:t>-</w:t>
            </w:r>
            <w:r w:rsidRPr="00C62124">
              <w:rPr>
                <w:sz w:val="28"/>
                <w:szCs w:val="28"/>
              </w:rPr>
              <w:t>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834 0000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127301,0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мещений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834 2417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127301,0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на пр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обретение объектов недвижим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го имущества в государственную (муниципальную) собственность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834 2417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412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127301,0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Другие вопросы в области соц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альной политики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15129,3362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Областная адресная инвестиц</w:t>
            </w:r>
            <w:r w:rsidRPr="00C62124">
              <w:rPr>
                <w:sz w:val="28"/>
                <w:szCs w:val="28"/>
              </w:rPr>
              <w:t>и</w:t>
            </w:r>
            <w:r w:rsidRPr="00C62124">
              <w:rPr>
                <w:sz w:val="28"/>
                <w:szCs w:val="28"/>
              </w:rPr>
              <w:t>онная программа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524 0000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129,3362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Бюджетные инвестиции в объе</w:t>
            </w:r>
            <w:r w:rsidRPr="00C62124">
              <w:rPr>
                <w:sz w:val="28"/>
                <w:szCs w:val="28"/>
              </w:rPr>
              <w:t>к</w:t>
            </w:r>
            <w:r w:rsidRPr="00C62124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524 0000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414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129,3362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850 0000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Стимулирование развития жилищного строител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ства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государстве</w:t>
            </w:r>
            <w:r w:rsidRPr="00C62124">
              <w:rPr>
                <w:sz w:val="28"/>
                <w:szCs w:val="28"/>
              </w:rPr>
              <w:t>н</w:t>
            </w:r>
            <w:r w:rsidRPr="00C62124">
              <w:rPr>
                <w:sz w:val="28"/>
                <w:szCs w:val="28"/>
              </w:rPr>
              <w:t>ной программы Ульяновской о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C62124">
              <w:rPr>
                <w:sz w:val="28"/>
                <w:szCs w:val="28"/>
              </w:rPr>
              <w:t>Развитие строительства и архитектуры в Ульяновской о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C6212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851 0000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Социальные выплаты на прио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ретение жилья отдельным кат</w:t>
            </w:r>
            <w:r w:rsidRPr="00C62124">
              <w:rPr>
                <w:sz w:val="28"/>
                <w:szCs w:val="28"/>
              </w:rPr>
              <w:t>е</w:t>
            </w:r>
            <w:r w:rsidRPr="00C62124">
              <w:rPr>
                <w:sz w:val="28"/>
                <w:szCs w:val="28"/>
              </w:rPr>
              <w:t>гориям граждан, постоянно пр</w:t>
            </w:r>
            <w:r w:rsidRPr="00C62124">
              <w:rPr>
                <w:sz w:val="28"/>
                <w:szCs w:val="28"/>
              </w:rPr>
              <w:t>о</w:t>
            </w:r>
            <w:r w:rsidRPr="00C62124">
              <w:rPr>
                <w:sz w:val="28"/>
                <w:szCs w:val="28"/>
              </w:rPr>
              <w:t>живающих на территории Уль</w:t>
            </w:r>
            <w:r w:rsidRPr="00C62124">
              <w:rPr>
                <w:sz w:val="28"/>
                <w:szCs w:val="28"/>
              </w:rPr>
              <w:t>я</w:t>
            </w:r>
            <w:r w:rsidRPr="00C6212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851 2010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15000,0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851 2010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321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12075,0</w:t>
            </w:r>
          </w:p>
        </w:tc>
      </w:tr>
      <w:tr w:rsidR="009A78A8" w:rsidRPr="00C62124" w:rsidTr="005472A1">
        <w:trPr>
          <w:trHeight w:val="20"/>
        </w:trPr>
        <w:tc>
          <w:tcPr>
            <w:tcW w:w="4253" w:type="dxa"/>
          </w:tcPr>
          <w:p w:rsidR="009A78A8" w:rsidRPr="00C62124" w:rsidRDefault="009A78A8" w:rsidP="00692E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Субсидии, за исключением су</w:t>
            </w:r>
            <w:r w:rsidRPr="00C62124">
              <w:rPr>
                <w:sz w:val="28"/>
                <w:szCs w:val="28"/>
              </w:rPr>
              <w:t>б</w:t>
            </w:r>
            <w:r w:rsidRPr="00C62124">
              <w:rPr>
                <w:sz w:val="28"/>
                <w:szCs w:val="28"/>
              </w:rPr>
              <w:t>сидий на софинансирование к</w:t>
            </w:r>
            <w:r w:rsidRPr="00C62124">
              <w:rPr>
                <w:sz w:val="28"/>
                <w:szCs w:val="28"/>
              </w:rPr>
              <w:t>а</w:t>
            </w:r>
            <w:r w:rsidRPr="00C6212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C62124">
              <w:rPr>
                <w:sz w:val="28"/>
                <w:szCs w:val="28"/>
              </w:rPr>
              <w:t>ь</w:t>
            </w:r>
            <w:r w:rsidRPr="00C6212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851 2010</w:t>
            </w:r>
          </w:p>
        </w:tc>
        <w:tc>
          <w:tcPr>
            <w:tcW w:w="708" w:type="dxa"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521</w:t>
            </w:r>
          </w:p>
        </w:tc>
        <w:tc>
          <w:tcPr>
            <w:tcW w:w="2127" w:type="dxa"/>
            <w:noWrap/>
            <w:vAlign w:val="bottom"/>
          </w:tcPr>
          <w:p w:rsidR="009A78A8" w:rsidRPr="00C62124" w:rsidRDefault="009A78A8" w:rsidP="00692EC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2124">
              <w:rPr>
                <w:sz w:val="28"/>
                <w:szCs w:val="28"/>
              </w:rPr>
              <w:t>2925,0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D80E9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в) главу «Министерство внутренней политики Ульяновской области» </w:t>
      </w:r>
      <w:r>
        <w:rPr>
          <w:sz w:val="28"/>
        </w:rPr>
        <w:br/>
        <w:t>(Мин 235) исключить;</w:t>
      </w:r>
    </w:p>
    <w:p w:rsidR="009A78A8" w:rsidRDefault="009A78A8" w:rsidP="00D80E9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г) в главе «Департамент государственного имущества и земельных отнош</w:t>
      </w:r>
      <w:r>
        <w:rPr>
          <w:sz w:val="28"/>
        </w:rPr>
        <w:t>е</w:t>
      </w:r>
      <w:r>
        <w:rPr>
          <w:sz w:val="28"/>
        </w:rPr>
        <w:t>ний Ульяновской области» (Мин 240):</w:t>
      </w:r>
    </w:p>
    <w:p w:rsidR="009A78A8" w:rsidRDefault="009A78A8" w:rsidP="00D80E9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цифры «258249,3» заменить цифрами «257749,3»;</w:t>
      </w:r>
    </w:p>
    <w:p w:rsidR="009A78A8" w:rsidRDefault="009A78A8" w:rsidP="00D80E9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«Общегосударственные вопросы» (Мин 240 Рз 01) цифры «108575,2» заменить цифрами «108075,2»;</w:t>
      </w:r>
    </w:p>
    <w:p w:rsidR="009A78A8" w:rsidRDefault="009A78A8" w:rsidP="00DE0F4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«Другие общегосударственные вопросы» (Мин 240 Рз 01 ПР 13) цифры «108575,2» заменить цифрами «108075,2»;</w:t>
      </w:r>
    </w:p>
    <w:p w:rsidR="009A78A8" w:rsidRDefault="009A78A8" w:rsidP="00DE0F4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E0F40">
        <w:rPr>
          <w:sz w:val="28"/>
        </w:rPr>
        <w:t>Реализация государственной политики в области приватизации и управления государственной собственностью</w:t>
      </w:r>
      <w:r>
        <w:rPr>
          <w:sz w:val="28"/>
        </w:rPr>
        <w:t xml:space="preserve">» (Мин 240 Рз 01 ПР 13 </w:t>
      </w:r>
      <w:r>
        <w:rPr>
          <w:sz w:val="28"/>
        </w:rPr>
        <w:br/>
        <w:t>ЦС 090 0000) цифры «8465,7» заменить цифрами «7965,7»;</w:t>
      </w:r>
    </w:p>
    <w:p w:rsidR="009A78A8" w:rsidRDefault="009A78A8" w:rsidP="00DE0F4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E0F40">
        <w:rPr>
          <w:sz w:val="28"/>
        </w:rPr>
        <w:t>Оценка недвижимости, признание прав и регулирование отнош</w:t>
      </w:r>
      <w:r w:rsidRPr="00DE0F40">
        <w:rPr>
          <w:sz w:val="28"/>
        </w:rPr>
        <w:t>е</w:t>
      </w:r>
      <w:r w:rsidRPr="00DE0F40">
        <w:rPr>
          <w:sz w:val="28"/>
        </w:rPr>
        <w:t>ний по государственной собственности Ульяновской области</w:t>
      </w:r>
      <w:r>
        <w:rPr>
          <w:sz w:val="28"/>
        </w:rPr>
        <w:t xml:space="preserve">» (Мин 240 Рз 01 </w:t>
      </w:r>
      <w:r>
        <w:rPr>
          <w:sz w:val="28"/>
        </w:rPr>
        <w:br/>
        <w:t>ПР 13 ЦС 090 0200) цифры «8465,7» заменить цифрами «7965,7»;</w:t>
      </w:r>
    </w:p>
    <w:p w:rsidR="009A78A8" w:rsidRDefault="009A78A8" w:rsidP="00DE0F4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E0F40">
        <w:rPr>
          <w:sz w:val="28"/>
        </w:rPr>
        <w:t>Прочая закупка товаров, работ и услуг для обеспечения госуда</w:t>
      </w:r>
      <w:r w:rsidRPr="00DE0F40">
        <w:rPr>
          <w:sz w:val="28"/>
        </w:rPr>
        <w:t>р</w:t>
      </w:r>
      <w:r w:rsidRPr="00DE0F40">
        <w:rPr>
          <w:sz w:val="28"/>
        </w:rPr>
        <w:t>ственных (муниципальных) нужд</w:t>
      </w:r>
      <w:r>
        <w:rPr>
          <w:sz w:val="28"/>
        </w:rPr>
        <w:t>» (Мин 240 Рз 01 ПР 13 ЦС 090 0200 ВР 244) цифры «8415,7» заменить цифрами «7915,7»;</w:t>
      </w:r>
    </w:p>
    <w:p w:rsidR="009A78A8" w:rsidRDefault="009A78A8" w:rsidP="00D80E9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д) главы «Министерство экономического развития Ульяновской области» (Мин 241), «Министерство физической культуры и спорта Ульяновской области» (Мин 242) и «Министерство искусства и культурной политики Ульяновской о</w:t>
      </w:r>
      <w:r>
        <w:rPr>
          <w:sz w:val="28"/>
        </w:rPr>
        <w:t>б</w:t>
      </w:r>
      <w:r>
        <w:rPr>
          <w:sz w:val="28"/>
        </w:rPr>
        <w:t>ласти» (Мин 255) изложить в следующей редакции:</w:t>
      </w:r>
    </w:p>
    <w:tbl>
      <w:tblPr>
        <w:tblW w:w="10207" w:type="dxa"/>
        <w:tblInd w:w="-34" w:type="dxa"/>
        <w:tblLayout w:type="fixed"/>
        <w:tblLook w:val="00A0"/>
      </w:tblPr>
      <w:tblGrid>
        <w:gridCol w:w="4395"/>
        <w:gridCol w:w="142"/>
        <w:gridCol w:w="567"/>
        <w:gridCol w:w="141"/>
        <w:gridCol w:w="426"/>
        <w:gridCol w:w="141"/>
        <w:gridCol w:w="426"/>
        <w:gridCol w:w="283"/>
        <w:gridCol w:w="992"/>
        <w:gridCol w:w="284"/>
        <w:gridCol w:w="425"/>
        <w:gridCol w:w="284"/>
        <w:gridCol w:w="1559"/>
        <w:gridCol w:w="142"/>
      </w:tblGrid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F417A9">
              <w:rPr>
                <w:b/>
                <w:bCs/>
                <w:sz w:val="28"/>
                <w:szCs w:val="28"/>
              </w:rPr>
              <w:t>Министерство экономического развития Ульяновской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289932,87394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187682,87394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76069,5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Руководство и управление в сфере установленных функций госуда</w:t>
            </w:r>
            <w:r w:rsidRPr="00F417A9">
              <w:rPr>
                <w:sz w:val="28"/>
                <w:szCs w:val="28"/>
              </w:rPr>
              <w:t>р</w:t>
            </w:r>
            <w:r w:rsidRPr="00F417A9">
              <w:rPr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76069,5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76069,5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Фонд оплаты труда государстве</w:t>
            </w:r>
            <w:r w:rsidRPr="00F417A9">
              <w:rPr>
                <w:sz w:val="28"/>
                <w:szCs w:val="28"/>
              </w:rPr>
              <w:t>н</w:t>
            </w:r>
            <w:r w:rsidRPr="00F417A9">
              <w:rPr>
                <w:sz w:val="28"/>
                <w:szCs w:val="28"/>
              </w:rPr>
              <w:t>ных (муниципальных) органов и взносы по обязательному соц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альному страхованию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60723,7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Иные выплаты персоналу гос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1295,2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14004,1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Исполнение судебных актов Ро</w:t>
            </w:r>
            <w:r w:rsidRPr="00F417A9">
              <w:rPr>
                <w:sz w:val="28"/>
                <w:szCs w:val="28"/>
              </w:rPr>
              <w:t>с</w:t>
            </w:r>
            <w:r w:rsidRPr="00F417A9">
              <w:rPr>
                <w:sz w:val="28"/>
                <w:szCs w:val="28"/>
              </w:rPr>
              <w:t>сийской Федерации и мировых с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конных действий (бездействия) органов государственной власти (государственных органов), орг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нов местного самоуправления л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бо должностных лиц этих органов, а также в результате деятельности казённых учреждений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831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852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45,5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Другие вопросы в области наци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нальной экономики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111613,37394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Учреждения по сопровождению исполнения отдельных процедур, осуществляемых при исполнении государственных функций гос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дарственными органами Ульяно</w:t>
            </w:r>
            <w:r w:rsidRPr="00F417A9">
              <w:rPr>
                <w:sz w:val="28"/>
                <w:szCs w:val="28"/>
              </w:rPr>
              <w:t>в</w:t>
            </w:r>
            <w:r w:rsidRPr="00F417A9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42888,9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Фонд оплаты труда казённых у</w:t>
            </w:r>
            <w:r w:rsidRPr="00F417A9">
              <w:rPr>
                <w:sz w:val="28"/>
                <w:szCs w:val="28"/>
              </w:rPr>
              <w:t>ч</w:t>
            </w:r>
            <w:r w:rsidRPr="00F417A9">
              <w:rPr>
                <w:sz w:val="28"/>
                <w:szCs w:val="28"/>
              </w:rPr>
              <w:t>реждений и взносы по обязател</w:t>
            </w:r>
            <w:r w:rsidRPr="00F417A9">
              <w:rPr>
                <w:sz w:val="28"/>
                <w:szCs w:val="28"/>
              </w:rPr>
              <w:t>ь</w:t>
            </w:r>
            <w:r w:rsidRPr="00F417A9">
              <w:rPr>
                <w:sz w:val="28"/>
                <w:szCs w:val="28"/>
              </w:rPr>
              <w:t>ному социальному страхованию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32272,085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Иные выплаты персоналу казё</w:t>
            </w:r>
            <w:r w:rsidRPr="00F417A9">
              <w:rPr>
                <w:sz w:val="28"/>
                <w:szCs w:val="28"/>
              </w:rPr>
              <w:t>н</w:t>
            </w:r>
            <w:r w:rsidRPr="00F417A9">
              <w:rPr>
                <w:sz w:val="28"/>
                <w:szCs w:val="28"/>
              </w:rPr>
              <w:t>ных учреждений, за исключением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350,85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10059,265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Уплата налога на имущество о</w:t>
            </w:r>
            <w:r w:rsidRPr="00F417A9">
              <w:rPr>
                <w:sz w:val="28"/>
                <w:szCs w:val="28"/>
              </w:rPr>
              <w:t>р</w:t>
            </w:r>
            <w:r w:rsidRPr="00F417A9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851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112,7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852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94,0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Средства на реализацию пило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ных инновационных территор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альных кластеров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309 0000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5900,17394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Мероприятия, предусмотренные программами развития пилотных инновационных территориальных кластеров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309 5063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5900,17394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Субсидии, за исключением субс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дий на софинансирование кап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тальных вложений в объекты г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309 5063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521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5900,17394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Разработка Стратегии социально-экономического развития Уль</w:t>
            </w:r>
            <w:r w:rsidRPr="00F417A9">
              <w:rPr>
                <w:sz w:val="28"/>
                <w:szCs w:val="28"/>
              </w:rPr>
              <w:t>я</w:t>
            </w:r>
            <w:r w:rsidRPr="00F417A9">
              <w:rPr>
                <w:sz w:val="28"/>
                <w:szCs w:val="28"/>
              </w:rPr>
              <w:t>новской  области до 2020 года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640 0000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9900,0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640 0000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9900,0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Государственная программа Ул</w:t>
            </w:r>
            <w:r w:rsidRPr="00F417A9">
              <w:rPr>
                <w:sz w:val="28"/>
                <w:szCs w:val="28"/>
              </w:rPr>
              <w:t>ь</w:t>
            </w:r>
            <w:r w:rsidRPr="00F417A9">
              <w:rPr>
                <w:sz w:val="28"/>
                <w:szCs w:val="28"/>
              </w:rPr>
              <w:t xml:space="preserve">яновской области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50924,3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C64D1F" w:rsidRDefault="009A78A8" w:rsidP="00C64D1F">
            <w:pPr>
              <w:spacing w:line="360" w:lineRule="auto"/>
              <w:ind w:right="-108"/>
              <w:jc w:val="both"/>
              <w:rPr>
                <w:spacing w:val="-6"/>
                <w:sz w:val="28"/>
                <w:szCs w:val="28"/>
              </w:rPr>
            </w:pPr>
            <w:r w:rsidRPr="00C64D1F">
              <w:rPr>
                <w:spacing w:val="-6"/>
                <w:sz w:val="28"/>
                <w:szCs w:val="28"/>
              </w:rPr>
              <w:t>Подпрограмма «Формирование и развитие инфраструктуры зон разв</w:t>
            </w:r>
            <w:r w:rsidRPr="00C64D1F">
              <w:rPr>
                <w:spacing w:val="-6"/>
                <w:sz w:val="28"/>
                <w:szCs w:val="28"/>
              </w:rPr>
              <w:t>и</w:t>
            </w:r>
            <w:r w:rsidRPr="00C64D1F">
              <w:rPr>
                <w:spacing w:val="-6"/>
                <w:sz w:val="28"/>
                <w:szCs w:val="28"/>
              </w:rPr>
              <w:t>тия Ульяновской области» на 2014-2018 годы государственной пр</w:t>
            </w:r>
            <w:r w:rsidRPr="00C64D1F">
              <w:rPr>
                <w:spacing w:val="-6"/>
                <w:sz w:val="28"/>
                <w:szCs w:val="28"/>
              </w:rPr>
              <w:t>о</w:t>
            </w:r>
            <w:r w:rsidRPr="00C64D1F">
              <w:rPr>
                <w:spacing w:val="-6"/>
                <w:sz w:val="28"/>
                <w:szCs w:val="28"/>
              </w:rPr>
              <w:t>граммы Ульяновской области «Фо</w:t>
            </w:r>
            <w:r w:rsidRPr="00C64D1F">
              <w:rPr>
                <w:spacing w:val="-6"/>
                <w:sz w:val="28"/>
                <w:szCs w:val="28"/>
              </w:rPr>
              <w:t>р</w:t>
            </w:r>
            <w:r w:rsidRPr="00C64D1F">
              <w:rPr>
                <w:spacing w:val="-6"/>
                <w:sz w:val="28"/>
                <w:szCs w:val="28"/>
              </w:rPr>
              <w:t>мирование благоприятного инвест</w:t>
            </w:r>
            <w:r w:rsidRPr="00C64D1F">
              <w:rPr>
                <w:spacing w:val="-6"/>
                <w:sz w:val="28"/>
                <w:szCs w:val="28"/>
              </w:rPr>
              <w:t>и</w:t>
            </w:r>
            <w:r w:rsidRPr="00C64D1F">
              <w:rPr>
                <w:spacing w:val="-6"/>
                <w:sz w:val="28"/>
                <w:szCs w:val="28"/>
              </w:rPr>
              <w:t>ционного климата в Ульяновской области»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901 0000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41024,3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организациям, которым в соответствии с Законом Уль</w:t>
            </w:r>
            <w:r w:rsidRPr="00F417A9">
              <w:rPr>
                <w:sz w:val="28"/>
                <w:szCs w:val="28"/>
              </w:rPr>
              <w:t>я</w:t>
            </w:r>
            <w:r w:rsidRPr="00F417A9">
              <w:rPr>
                <w:sz w:val="28"/>
                <w:szCs w:val="28"/>
              </w:rPr>
              <w:t xml:space="preserve">новской области от 15.03.2005 </w:t>
            </w:r>
            <w:r>
              <w:rPr>
                <w:sz w:val="28"/>
                <w:szCs w:val="28"/>
              </w:rPr>
              <w:br/>
            </w:r>
            <w:r w:rsidRPr="00F417A9">
              <w:rPr>
                <w:sz w:val="28"/>
                <w:szCs w:val="28"/>
              </w:rPr>
              <w:t xml:space="preserve">№ 019-ЗО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О развитии инвест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ционной деятельности на терр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тории Ульяновской области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пр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своен статус организации, упо</w:t>
            </w:r>
            <w:r w:rsidRPr="00F417A9">
              <w:rPr>
                <w:sz w:val="28"/>
                <w:szCs w:val="28"/>
              </w:rPr>
              <w:t>л</w:t>
            </w:r>
            <w:r w:rsidRPr="00F417A9">
              <w:rPr>
                <w:sz w:val="28"/>
                <w:szCs w:val="28"/>
              </w:rPr>
              <w:t>номоченной в сфере формиров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ния и развития инфраструктуры промышленных зон, в целях во</w:t>
            </w:r>
            <w:r w:rsidRPr="00F417A9">
              <w:rPr>
                <w:sz w:val="28"/>
                <w:szCs w:val="28"/>
              </w:rPr>
              <w:t>з</w:t>
            </w:r>
            <w:r w:rsidRPr="00F417A9">
              <w:rPr>
                <w:sz w:val="28"/>
                <w:szCs w:val="28"/>
              </w:rPr>
              <w:t>мещения затрат указанных орг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низаций по уплате процентов по кредитам, полученным на форм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рование и развитие инфрастру</w:t>
            </w:r>
            <w:r w:rsidRPr="00F417A9">
              <w:rPr>
                <w:sz w:val="28"/>
                <w:szCs w:val="28"/>
              </w:rPr>
              <w:t>к</w:t>
            </w:r>
            <w:r w:rsidRPr="00F417A9">
              <w:rPr>
                <w:sz w:val="28"/>
                <w:szCs w:val="28"/>
              </w:rPr>
              <w:t>туры промышленных зон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901 2411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41024,3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ций), индивидуальным предпр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901 2411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810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41024,3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 xml:space="preserve">Подпрограмма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Развитие иннов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ционной деятельности в Ульяно</w:t>
            </w:r>
            <w:r w:rsidRPr="00F417A9">
              <w:rPr>
                <w:sz w:val="28"/>
                <w:szCs w:val="28"/>
              </w:rPr>
              <w:t>в</w:t>
            </w:r>
            <w:r w:rsidRPr="00F417A9">
              <w:rPr>
                <w:sz w:val="28"/>
                <w:szCs w:val="28"/>
              </w:rPr>
              <w:t>ской области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на 2014-2018 годы государственной программы Ул</w:t>
            </w:r>
            <w:r w:rsidRPr="00F417A9">
              <w:rPr>
                <w:sz w:val="28"/>
                <w:szCs w:val="28"/>
              </w:rPr>
              <w:t>ь</w:t>
            </w:r>
            <w:r w:rsidRPr="00F417A9">
              <w:rPr>
                <w:sz w:val="28"/>
                <w:szCs w:val="28"/>
              </w:rPr>
              <w:t xml:space="preserve">яновской области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Внесение членского взноса Уль</w:t>
            </w:r>
            <w:r w:rsidRPr="00F417A9">
              <w:rPr>
                <w:sz w:val="28"/>
                <w:szCs w:val="28"/>
              </w:rPr>
              <w:t>я</w:t>
            </w:r>
            <w:r w:rsidRPr="00F417A9">
              <w:rPr>
                <w:sz w:val="28"/>
                <w:szCs w:val="28"/>
              </w:rPr>
              <w:t xml:space="preserve">новской области в Ассоциацию экономического взаимодействия субъектов Российской Федерации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Ассоциация инновационных р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гионов России</w:t>
            </w:r>
            <w:r w:rsidRPr="00E142A7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некоммерческим орг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низациям (за исключением гос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дарственных (муниципальных) учреждений)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630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 xml:space="preserve">Подпрограмма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на 2014-2018 годы государственной пр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 xml:space="preserve">граммы Ульяновской области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Формирование благоприятного инвестиционного климата в Уль</w:t>
            </w:r>
            <w:r w:rsidRPr="00F417A9">
              <w:rPr>
                <w:sz w:val="28"/>
                <w:szCs w:val="28"/>
              </w:rPr>
              <w:t>я</w:t>
            </w:r>
            <w:r w:rsidRPr="00F417A9">
              <w:rPr>
                <w:sz w:val="28"/>
                <w:szCs w:val="28"/>
              </w:rPr>
              <w:t>новской области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904 0000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8400,0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Предоставление субсидий авт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номной некоммерческой орган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 xml:space="preserve">зации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Региональный центр по</w:t>
            </w:r>
            <w:r w:rsidRPr="00F417A9">
              <w:rPr>
                <w:sz w:val="28"/>
                <w:szCs w:val="28"/>
              </w:rPr>
              <w:t>д</w:t>
            </w:r>
            <w:r w:rsidRPr="00F417A9">
              <w:rPr>
                <w:sz w:val="28"/>
                <w:szCs w:val="28"/>
              </w:rPr>
              <w:t>держки и сопровождения пре</w:t>
            </w:r>
            <w:r w:rsidRPr="00F417A9">
              <w:rPr>
                <w:sz w:val="28"/>
                <w:szCs w:val="28"/>
              </w:rPr>
              <w:t>д</w:t>
            </w:r>
            <w:r w:rsidRPr="00F417A9">
              <w:rPr>
                <w:sz w:val="28"/>
                <w:szCs w:val="28"/>
              </w:rPr>
              <w:t>принимательства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на обеспечение деятельности центра поддержки предпринимательства Ульяно</w:t>
            </w:r>
            <w:r w:rsidRPr="00F417A9">
              <w:rPr>
                <w:sz w:val="28"/>
                <w:szCs w:val="28"/>
              </w:rPr>
              <w:t>в</w:t>
            </w:r>
            <w:r w:rsidRPr="00F417A9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904 2810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6100,0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некоммерческим орг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низациям (за исключением гос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дарственных (муниципальных) учреждений)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904 2810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630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6100,0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Предоставление субсидий авт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номной некоммерческой орган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 xml:space="preserve">зации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Центр кластерного разв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тия Ульяновской области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на обеспечение деятельности центра кластерного развития для субъе</w:t>
            </w:r>
            <w:r w:rsidRPr="00F417A9">
              <w:rPr>
                <w:sz w:val="28"/>
                <w:szCs w:val="28"/>
              </w:rPr>
              <w:t>к</w:t>
            </w:r>
            <w:r w:rsidRPr="00F417A9">
              <w:rPr>
                <w:sz w:val="28"/>
                <w:szCs w:val="28"/>
              </w:rPr>
              <w:t>тов малого и среднего предпр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нимательства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2300,0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некоммерческим орг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низациям (за исключением гос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дарственных (муниципальных) учреждений)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630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2300,0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Государственная программа Ул</w:t>
            </w:r>
            <w:r w:rsidRPr="00F417A9">
              <w:rPr>
                <w:sz w:val="28"/>
                <w:szCs w:val="28"/>
              </w:rPr>
              <w:t>ь</w:t>
            </w:r>
            <w:r w:rsidRPr="00F417A9">
              <w:rPr>
                <w:sz w:val="28"/>
                <w:szCs w:val="28"/>
              </w:rPr>
              <w:t xml:space="preserve">яновской области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Развитие т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ризма в Ульяновской области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910 0000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2000,0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Рекламно-информационное обе</w:t>
            </w:r>
            <w:r w:rsidRPr="00F417A9">
              <w:rPr>
                <w:sz w:val="28"/>
                <w:szCs w:val="28"/>
              </w:rPr>
              <w:t>с</w:t>
            </w:r>
            <w:r w:rsidRPr="00F417A9">
              <w:rPr>
                <w:sz w:val="28"/>
                <w:szCs w:val="28"/>
              </w:rPr>
              <w:t>печение  развития туризма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910 2610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1600,0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910 2610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1600,0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2C0FB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Предоставление субсиди</w:t>
            </w:r>
            <w:r>
              <w:rPr>
                <w:sz w:val="28"/>
                <w:szCs w:val="28"/>
              </w:rPr>
              <w:t>й</w:t>
            </w:r>
            <w:r w:rsidRPr="00F417A9">
              <w:rPr>
                <w:sz w:val="28"/>
                <w:szCs w:val="28"/>
              </w:rPr>
              <w:t xml:space="preserve"> Фонду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F417A9">
              <w:rPr>
                <w:sz w:val="28"/>
                <w:szCs w:val="28"/>
              </w:rPr>
              <w:t xml:space="preserve"> культурная стол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ца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в целях финансирования з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 xml:space="preserve">трат, связанных с реализацией проекта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Музей СССР в городе Ульяновске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как основы форм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рования культурно-туристского кластера в Ульяновской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910 2620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некоммерческим орг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низациям (за исключением гос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дарственных (муниципальных) учреждений)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910 2620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630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Межбюджетные трансферты о</w:t>
            </w:r>
            <w:r w:rsidRPr="00F417A9">
              <w:rPr>
                <w:sz w:val="28"/>
                <w:szCs w:val="28"/>
              </w:rPr>
              <w:t>б</w:t>
            </w:r>
            <w:r w:rsidRPr="00F417A9">
              <w:rPr>
                <w:sz w:val="28"/>
                <w:szCs w:val="28"/>
              </w:rPr>
              <w:t>щего характера бюджетам субъе</w:t>
            </w:r>
            <w:r w:rsidRPr="00F417A9">
              <w:rPr>
                <w:sz w:val="28"/>
                <w:szCs w:val="28"/>
              </w:rPr>
              <w:t>к</w:t>
            </w:r>
            <w:r w:rsidRPr="00F417A9">
              <w:rPr>
                <w:sz w:val="28"/>
                <w:szCs w:val="28"/>
              </w:rPr>
              <w:t>тов Российской Федерации и м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ниципальных образований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102250,0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Прочие межбюджетные трансфе</w:t>
            </w:r>
            <w:r w:rsidRPr="00F417A9">
              <w:rPr>
                <w:sz w:val="28"/>
                <w:szCs w:val="28"/>
              </w:rPr>
              <w:t>р</w:t>
            </w:r>
            <w:r w:rsidRPr="00F417A9">
              <w:rPr>
                <w:sz w:val="28"/>
                <w:szCs w:val="28"/>
              </w:rPr>
              <w:t>ты общего характера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102250,0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Реализация мероприятий по ра</w:t>
            </w:r>
            <w:r w:rsidRPr="00F417A9">
              <w:rPr>
                <w:sz w:val="28"/>
                <w:szCs w:val="28"/>
              </w:rPr>
              <w:t>з</w:t>
            </w:r>
            <w:r w:rsidRPr="00F417A9">
              <w:rPr>
                <w:sz w:val="28"/>
                <w:szCs w:val="28"/>
              </w:rPr>
              <w:t>витию инфраструктуры муниц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 xml:space="preserve">пального образования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город Д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митровград</w:t>
            </w:r>
            <w:r w:rsidRPr="00E142A7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650 0000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102250,0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650 0000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540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102250,0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Министерство физической культуры и спорта Ульяно</w:t>
            </w:r>
            <w:r w:rsidRPr="00F417A9">
              <w:rPr>
                <w:b/>
                <w:bCs/>
                <w:sz w:val="28"/>
                <w:szCs w:val="28"/>
              </w:rPr>
              <w:t>в</w:t>
            </w:r>
            <w:r w:rsidRPr="00F417A9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417A9">
              <w:rPr>
                <w:b/>
                <w:bCs/>
                <w:sz w:val="28"/>
                <w:szCs w:val="28"/>
              </w:rPr>
              <w:t>943162,60545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139258,715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132709,015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Учреждения по внешкольной р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боте с детьми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132691,515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C64D1F" w:rsidRDefault="009A78A8" w:rsidP="00E142A7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C64D1F">
              <w:rPr>
                <w:spacing w:val="-6"/>
                <w:sz w:val="28"/>
                <w:szCs w:val="28"/>
              </w:rPr>
              <w:t>Фонд оплаты труда казённых учр</w:t>
            </w:r>
            <w:r w:rsidRPr="00C64D1F">
              <w:rPr>
                <w:spacing w:val="-6"/>
                <w:sz w:val="28"/>
                <w:szCs w:val="28"/>
              </w:rPr>
              <w:t>е</w:t>
            </w:r>
            <w:r w:rsidRPr="00C64D1F">
              <w:rPr>
                <w:spacing w:val="-6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85385,75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Иные выплаты персоналу казё</w:t>
            </w:r>
            <w:r w:rsidRPr="00F417A9">
              <w:rPr>
                <w:sz w:val="28"/>
                <w:szCs w:val="28"/>
              </w:rPr>
              <w:t>н</w:t>
            </w:r>
            <w:r w:rsidRPr="00F417A9">
              <w:rPr>
                <w:sz w:val="28"/>
                <w:szCs w:val="28"/>
              </w:rPr>
              <w:t>ных учреждений, за исключением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0,15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sz w:val="28"/>
                <w:szCs w:val="28"/>
              </w:rPr>
              <w:t>-</w:t>
            </w:r>
            <w:r w:rsidRPr="00F417A9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260,5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13297,4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бюджетным учрежд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ниям на финансовое обеспечение государственного (муниципальн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го) задания на оказание госуда</w:t>
            </w:r>
            <w:r w:rsidRPr="00F417A9">
              <w:rPr>
                <w:sz w:val="28"/>
                <w:szCs w:val="28"/>
              </w:rPr>
              <w:t>р</w:t>
            </w:r>
            <w:r w:rsidRPr="00F417A9">
              <w:rPr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611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32185,0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бюджетным учрежд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612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Уплата налога на имущество о</w:t>
            </w:r>
            <w:r w:rsidRPr="00F417A9">
              <w:rPr>
                <w:sz w:val="28"/>
                <w:szCs w:val="28"/>
              </w:rPr>
              <w:t>р</w:t>
            </w:r>
            <w:r w:rsidRPr="00F417A9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851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177,9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852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103,6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Адресная финансовая поддержка спортивных организаций, осущ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ствляющих подготовку спорти</w:t>
            </w:r>
            <w:r w:rsidRPr="00F417A9">
              <w:rPr>
                <w:sz w:val="28"/>
                <w:szCs w:val="28"/>
              </w:rPr>
              <w:t>в</w:t>
            </w:r>
            <w:r w:rsidRPr="00F417A9">
              <w:rPr>
                <w:sz w:val="28"/>
                <w:szCs w:val="28"/>
              </w:rPr>
              <w:t>ного резерва для сборных команд Российской Федерации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1181,215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бюджетным учрежд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612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1181,215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17,5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бюджетным учрежд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ниям на финансовое обеспечение государственного (муниципальн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го) задания на оказание госуда</w:t>
            </w:r>
            <w:r w:rsidRPr="00F417A9">
              <w:rPr>
                <w:sz w:val="28"/>
                <w:szCs w:val="28"/>
              </w:rPr>
              <w:t>р</w:t>
            </w:r>
            <w:r w:rsidRPr="00F417A9">
              <w:rPr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611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17,5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Молодёжная политика и оздоро</w:t>
            </w:r>
            <w:r w:rsidRPr="00F417A9">
              <w:rPr>
                <w:sz w:val="28"/>
                <w:szCs w:val="28"/>
              </w:rPr>
              <w:t>в</w:t>
            </w:r>
            <w:r w:rsidRPr="00F417A9">
              <w:rPr>
                <w:sz w:val="28"/>
                <w:szCs w:val="28"/>
              </w:rPr>
              <w:t>ление детей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6549,7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Мероприятия по проведению о</w:t>
            </w:r>
            <w:r w:rsidRPr="00F417A9">
              <w:rPr>
                <w:sz w:val="28"/>
                <w:szCs w:val="28"/>
              </w:rPr>
              <w:t>з</w:t>
            </w:r>
            <w:r w:rsidRPr="00F417A9">
              <w:rPr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6549,7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C64D1F" w:rsidRDefault="009A78A8" w:rsidP="00E142A7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C64D1F">
              <w:rPr>
                <w:spacing w:val="-6"/>
                <w:sz w:val="28"/>
                <w:szCs w:val="28"/>
              </w:rPr>
              <w:t>Фонд оплаты труда казённых учр</w:t>
            </w:r>
            <w:r w:rsidRPr="00C64D1F">
              <w:rPr>
                <w:spacing w:val="-6"/>
                <w:sz w:val="28"/>
                <w:szCs w:val="28"/>
              </w:rPr>
              <w:t>е</w:t>
            </w:r>
            <w:r w:rsidRPr="00C64D1F">
              <w:rPr>
                <w:spacing w:val="-6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686,8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07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5862,9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104,5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Социальное обеспечение насел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104,5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104,5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О мерах с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F417A9">
              <w:rPr>
                <w:sz w:val="28"/>
                <w:szCs w:val="28"/>
              </w:rPr>
              <w:t>б</w:t>
            </w:r>
            <w:r w:rsidRPr="00F417A9">
              <w:rPr>
                <w:sz w:val="28"/>
                <w:szCs w:val="28"/>
              </w:rPr>
              <w:t>ласти</w:t>
            </w:r>
            <w:r w:rsidRPr="00E142A7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104,5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Пособия, компенсации и иные с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321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530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92,5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803799,39045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363537,7935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338337,6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автономным учрежд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ниям на финансовое обеспечение государственного (муниципальн</w:t>
            </w:r>
            <w:r w:rsidRPr="00F417A9">
              <w:rPr>
                <w:sz w:val="28"/>
                <w:szCs w:val="28"/>
              </w:rPr>
              <w:t>о</w:t>
            </w:r>
            <w:r w:rsidRPr="00F417A9">
              <w:rPr>
                <w:sz w:val="28"/>
                <w:szCs w:val="28"/>
              </w:rPr>
              <w:t>го) задания на оказание государст</w:t>
            </w:r>
            <w:r>
              <w:rPr>
                <w:sz w:val="28"/>
                <w:szCs w:val="28"/>
              </w:rPr>
              <w:t>-</w:t>
            </w:r>
            <w:r w:rsidRPr="00F417A9">
              <w:rPr>
                <w:sz w:val="28"/>
                <w:szCs w:val="28"/>
              </w:rPr>
              <w:t>венных (муниципальных)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621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77558,6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автономным учрежд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622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260779,0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Государственная программа Ул</w:t>
            </w:r>
            <w:r w:rsidRPr="00F417A9">
              <w:rPr>
                <w:sz w:val="28"/>
                <w:szCs w:val="28"/>
              </w:rPr>
              <w:t>ь</w:t>
            </w:r>
            <w:r w:rsidRPr="00F417A9">
              <w:rPr>
                <w:sz w:val="28"/>
                <w:szCs w:val="28"/>
              </w:rPr>
              <w:t xml:space="preserve">яновской области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Развитие ф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зической культуры и спорта в Ульяновской области на 2014-2018 годы</w:t>
            </w:r>
            <w:r w:rsidRPr="00E142A7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25200,1935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6700,1935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автономным учрежд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622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6700,1935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890 4024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18500,0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автономным учрежд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890 4024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622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18500,0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300713,38695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177213,38695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Иные выплаты персоналу казё</w:t>
            </w:r>
            <w:r w:rsidRPr="00F417A9">
              <w:rPr>
                <w:sz w:val="28"/>
                <w:szCs w:val="28"/>
              </w:rPr>
              <w:t>н</w:t>
            </w:r>
            <w:r w:rsidRPr="00F417A9">
              <w:rPr>
                <w:sz w:val="28"/>
                <w:szCs w:val="28"/>
              </w:rPr>
              <w:t>ных учреждений, за исключением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38177,5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360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25000,0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512 5080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44558,137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Субсидии, за исключением субс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дий на софинансирование кап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F417A9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512 5080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521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44558,137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 xml:space="preserve">Финансовое обеспечение расходов общепрограммного характера по федеральной целевой программе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Развитие физической культуры и спорта в Российской Федерации на 2006-2015 годы</w:t>
            </w:r>
            <w:r w:rsidRPr="00E142A7">
              <w:rPr>
                <w:sz w:val="28"/>
                <w:szCs w:val="28"/>
              </w:rPr>
              <w:t>»</w:t>
            </w:r>
            <w:r w:rsidRPr="00F417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512 5095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69472,74995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512 5095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522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69472,74995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Государственная программа Ул</w:t>
            </w:r>
            <w:r w:rsidRPr="00F417A9">
              <w:rPr>
                <w:sz w:val="28"/>
                <w:szCs w:val="28"/>
              </w:rPr>
              <w:t>ь</w:t>
            </w:r>
            <w:r w:rsidRPr="00F417A9">
              <w:rPr>
                <w:sz w:val="28"/>
                <w:szCs w:val="28"/>
              </w:rPr>
              <w:t xml:space="preserve">яновской области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Развитие ф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зической культуры и спорта в Ульяновской области на 2014-2018 годы</w:t>
            </w:r>
            <w:r w:rsidRPr="00E142A7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123500,0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123000,0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522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123000,0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Субсидии, за исключением субс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дий на софинансирование кап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F417A9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521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135805,6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35305,6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C64D1F" w:rsidRDefault="009A78A8" w:rsidP="00E142A7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C64D1F">
              <w:rPr>
                <w:spacing w:val="-6"/>
                <w:sz w:val="28"/>
                <w:szCs w:val="28"/>
              </w:rPr>
              <w:t>Фонд оплаты труда казённых учр</w:t>
            </w:r>
            <w:r w:rsidRPr="00C64D1F">
              <w:rPr>
                <w:spacing w:val="-6"/>
                <w:sz w:val="28"/>
                <w:szCs w:val="28"/>
              </w:rPr>
              <w:t>е</w:t>
            </w:r>
            <w:r w:rsidRPr="00C64D1F">
              <w:rPr>
                <w:spacing w:val="-6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27179,0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Иные выплаты персоналу казё</w:t>
            </w:r>
            <w:r w:rsidRPr="00F417A9">
              <w:rPr>
                <w:sz w:val="28"/>
                <w:szCs w:val="28"/>
              </w:rPr>
              <w:t>н</w:t>
            </w:r>
            <w:r w:rsidRPr="00F417A9">
              <w:rPr>
                <w:sz w:val="28"/>
                <w:szCs w:val="28"/>
              </w:rPr>
              <w:t>ных учреждений, за исключением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sz w:val="28"/>
                <w:szCs w:val="28"/>
              </w:rPr>
              <w:t>-</w:t>
            </w:r>
            <w:r w:rsidRPr="00F417A9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70,0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1554,6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Адресная финансовая поддержка спортивных организаций, осущ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ствляющих подготовку спорти</w:t>
            </w:r>
            <w:r w:rsidRPr="00F417A9">
              <w:rPr>
                <w:sz w:val="28"/>
                <w:szCs w:val="28"/>
              </w:rPr>
              <w:t>в</w:t>
            </w:r>
            <w:r w:rsidRPr="00F417A9">
              <w:rPr>
                <w:sz w:val="28"/>
                <w:szCs w:val="28"/>
              </w:rPr>
              <w:t>ного резерва для сборных команд Российской Федерации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482 5081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  <w:vAlign w:val="center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482 5081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Государственная программа Ул</w:t>
            </w:r>
            <w:r w:rsidRPr="00F417A9">
              <w:rPr>
                <w:sz w:val="28"/>
                <w:szCs w:val="28"/>
              </w:rPr>
              <w:t>ь</w:t>
            </w:r>
            <w:r w:rsidRPr="00F417A9">
              <w:rPr>
                <w:sz w:val="28"/>
                <w:szCs w:val="28"/>
              </w:rPr>
              <w:t xml:space="preserve">яновской области </w:t>
            </w:r>
            <w:r w:rsidRPr="00E142A7">
              <w:rPr>
                <w:sz w:val="28"/>
                <w:szCs w:val="28"/>
              </w:rPr>
              <w:t>«</w:t>
            </w:r>
            <w:r w:rsidRPr="00F417A9">
              <w:rPr>
                <w:sz w:val="28"/>
                <w:szCs w:val="28"/>
              </w:rPr>
              <w:t>Развитие ф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зической культуры и спорта в Ульяновской области на 2014-2018 годы</w:t>
            </w:r>
            <w:r w:rsidRPr="00E142A7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100500,0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Развитие спорта высших достиж</w:t>
            </w:r>
            <w:r w:rsidRPr="00F417A9">
              <w:rPr>
                <w:sz w:val="28"/>
                <w:szCs w:val="28"/>
              </w:rPr>
              <w:t>е</w:t>
            </w:r>
            <w:r w:rsidRPr="00F417A9">
              <w:rPr>
                <w:sz w:val="28"/>
                <w:szCs w:val="28"/>
              </w:rPr>
              <w:t>ний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73500,0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Субсидии некоммерческим орг</w:t>
            </w:r>
            <w:r w:rsidRPr="00F417A9">
              <w:rPr>
                <w:sz w:val="28"/>
                <w:szCs w:val="28"/>
              </w:rPr>
              <w:t>а</w:t>
            </w:r>
            <w:r w:rsidRPr="00F417A9">
              <w:rPr>
                <w:sz w:val="28"/>
                <w:szCs w:val="28"/>
              </w:rPr>
              <w:t>низациям (за исключением гос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дарственных (муниципальных) учреждений)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890 4021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630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73500,0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890 4022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27000,0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Иные выплаты персоналу казё</w:t>
            </w:r>
            <w:r w:rsidRPr="00F417A9">
              <w:rPr>
                <w:sz w:val="28"/>
                <w:szCs w:val="28"/>
              </w:rPr>
              <w:t>н</w:t>
            </w:r>
            <w:r w:rsidRPr="00F417A9">
              <w:rPr>
                <w:sz w:val="28"/>
                <w:szCs w:val="28"/>
              </w:rPr>
              <w:t>ных учреждений, за исключением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890 4022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890 4022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26970,0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Другие вопросы в области физ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ческой культуры и спорта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3742,61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Руководство и управление в сфере установленных функций госуда</w:t>
            </w:r>
            <w:r w:rsidRPr="00F417A9">
              <w:rPr>
                <w:sz w:val="28"/>
                <w:szCs w:val="28"/>
              </w:rPr>
              <w:t>р</w:t>
            </w:r>
            <w:r w:rsidRPr="00F417A9">
              <w:rPr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3742,61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3742,61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Фонд оплаты труда государстве</w:t>
            </w:r>
            <w:r w:rsidRPr="00F417A9">
              <w:rPr>
                <w:sz w:val="28"/>
                <w:szCs w:val="28"/>
              </w:rPr>
              <w:t>н</w:t>
            </w:r>
            <w:r w:rsidRPr="00F417A9">
              <w:rPr>
                <w:sz w:val="28"/>
                <w:szCs w:val="28"/>
              </w:rPr>
              <w:t>ных (муниципальных) органов и взносы по обязательному соц</w:t>
            </w:r>
            <w:r w:rsidRPr="00F417A9">
              <w:rPr>
                <w:sz w:val="28"/>
                <w:szCs w:val="28"/>
              </w:rPr>
              <w:t>и</w:t>
            </w:r>
            <w:r w:rsidRPr="00F417A9">
              <w:rPr>
                <w:sz w:val="28"/>
                <w:szCs w:val="28"/>
              </w:rPr>
              <w:t>альному страхованию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2918,61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Иные выплаты персоналу гос</w:t>
            </w:r>
            <w:r w:rsidRPr="00F417A9">
              <w:rPr>
                <w:sz w:val="28"/>
                <w:szCs w:val="28"/>
              </w:rPr>
              <w:t>у</w:t>
            </w:r>
            <w:r w:rsidRPr="00F417A9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122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22,0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417A9">
              <w:rPr>
                <w:sz w:val="28"/>
                <w:szCs w:val="28"/>
              </w:rPr>
              <w:t>т</w:t>
            </w:r>
            <w:r w:rsidRPr="00F417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244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798,0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Уплата налога на имущество о</w:t>
            </w:r>
            <w:r w:rsidRPr="00F417A9">
              <w:rPr>
                <w:sz w:val="28"/>
                <w:szCs w:val="28"/>
              </w:rPr>
              <w:t>р</w:t>
            </w:r>
            <w:r w:rsidRPr="00F417A9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851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2,0</w:t>
            </w:r>
          </w:p>
        </w:tc>
      </w:tr>
      <w:tr w:rsidR="009A78A8" w:rsidRPr="00E142A7" w:rsidTr="00E142A7">
        <w:trPr>
          <w:trHeight w:val="20"/>
        </w:trPr>
        <w:tc>
          <w:tcPr>
            <w:tcW w:w="4395" w:type="dxa"/>
          </w:tcPr>
          <w:p w:rsidR="009A78A8" w:rsidRPr="00F417A9" w:rsidRDefault="009A78A8" w:rsidP="00E14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E142A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852</w:t>
            </w:r>
          </w:p>
        </w:tc>
        <w:tc>
          <w:tcPr>
            <w:tcW w:w="1985" w:type="dxa"/>
            <w:gridSpan w:val="3"/>
            <w:noWrap/>
            <w:vAlign w:val="bottom"/>
          </w:tcPr>
          <w:p w:rsidR="009A78A8" w:rsidRDefault="009A78A8" w:rsidP="0062798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417A9" w:rsidRDefault="009A78A8" w:rsidP="0062798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7A9">
              <w:rPr>
                <w:sz w:val="28"/>
                <w:szCs w:val="28"/>
              </w:rPr>
              <w:t>2,0</w:t>
            </w:r>
          </w:p>
        </w:tc>
      </w:tr>
      <w:tr w:rsidR="009A78A8" w:rsidRPr="003F59D6" w:rsidTr="00627984"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F59D6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</w:t>
            </w:r>
            <w:r w:rsidRPr="003F59D6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3F59D6">
              <w:rPr>
                <w:b/>
                <w:bCs/>
                <w:color w:val="000000"/>
                <w:sz w:val="28"/>
                <w:szCs w:val="28"/>
              </w:rPr>
              <w:t>турной политики Ульяновской области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F59D6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F59D6">
              <w:rPr>
                <w:b/>
                <w:bCs/>
                <w:color w:val="000000"/>
                <w:sz w:val="28"/>
                <w:szCs w:val="28"/>
              </w:rPr>
              <w:t>582615,4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33498,1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33498,1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Учреждения культуры и меропри</w:t>
            </w:r>
            <w:r w:rsidRPr="003F59D6">
              <w:rPr>
                <w:color w:val="000000"/>
                <w:sz w:val="28"/>
                <w:szCs w:val="28"/>
              </w:rPr>
              <w:t>я</w:t>
            </w:r>
            <w:r w:rsidRPr="003F59D6">
              <w:rPr>
                <w:color w:val="000000"/>
                <w:sz w:val="28"/>
                <w:szCs w:val="28"/>
              </w:rPr>
              <w:t>тия в сфере культуры и кинемат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29044,9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финансовое обеспечение г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ных (муниципальных) услуг (в</w:t>
            </w:r>
            <w:r w:rsidRPr="003F59D6">
              <w:rPr>
                <w:color w:val="000000"/>
                <w:sz w:val="28"/>
                <w:szCs w:val="28"/>
              </w:rPr>
              <w:t>ы</w:t>
            </w:r>
            <w:r w:rsidRPr="003F59D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26075,0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2969,9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B74974" w:rsidRDefault="009A78A8" w:rsidP="007255C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74974">
              <w:rPr>
                <w:color w:val="000000"/>
                <w:spacing w:val="-4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B74974">
              <w:rPr>
                <w:color w:val="000000"/>
                <w:spacing w:val="-4"/>
                <w:sz w:val="28"/>
                <w:szCs w:val="28"/>
              </w:rPr>
              <w:t>а</w:t>
            </w:r>
            <w:r w:rsidRPr="00B74974">
              <w:rPr>
                <w:color w:val="000000"/>
                <w:spacing w:val="-4"/>
                <w:sz w:val="28"/>
                <w:szCs w:val="28"/>
              </w:rPr>
              <w:t>зований, возникающих при выпо</w:t>
            </w:r>
            <w:r w:rsidRPr="00B74974">
              <w:rPr>
                <w:color w:val="000000"/>
                <w:spacing w:val="-4"/>
                <w:sz w:val="28"/>
                <w:szCs w:val="28"/>
              </w:rPr>
              <w:t>л</w:t>
            </w:r>
            <w:r w:rsidRPr="00B74974">
              <w:rPr>
                <w:color w:val="000000"/>
                <w:spacing w:val="-4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B74974">
              <w:rPr>
                <w:color w:val="000000"/>
                <w:spacing w:val="-4"/>
                <w:sz w:val="28"/>
                <w:szCs w:val="28"/>
              </w:rPr>
              <w:t>р</w:t>
            </w:r>
            <w:r w:rsidRPr="00B74974">
              <w:rPr>
                <w:color w:val="000000"/>
                <w:spacing w:val="-4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Хранение, комплектование, учёт и использование архивных докуме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тов, относящихся к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ной собственности Ульяновской области и находящихся на террит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риях муниципальных районов и г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родских округов Ульяновской о</w:t>
            </w:r>
            <w:r w:rsidRPr="003F59D6">
              <w:rPr>
                <w:color w:val="000000"/>
                <w:sz w:val="28"/>
                <w:szCs w:val="28"/>
              </w:rPr>
              <w:t>б</w:t>
            </w:r>
            <w:r w:rsidRPr="003F59D6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4453,2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66902,0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23814,6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Учреждения по внешкольной раб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те с детьми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23814,6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автономным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финансовое обеспечение г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ных (муниципальных) услуг (в</w:t>
            </w:r>
            <w:r w:rsidRPr="003F59D6">
              <w:rPr>
                <w:color w:val="000000"/>
                <w:sz w:val="28"/>
                <w:szCs w:val="28"/>
              </w:rPr>
              <w:t>ы</w:t>
            </w:r>
            <w:r w:rsidRPr="003F59D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23814,6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Среднее профессиональное образ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25681,4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Средние специальные учебные з</w:t>
            </w:r>
            <w:r w:rsidRPr="003F59D6">
              <w:rPr>
                <w:color w:val="000000"/>
                <w:sz w:val="28"/>
                <w:szCs w:val="28"/>
              </w:rPr>
              <w:t>а</w:t>
            </w:r>
            <w:r w:rsidRPr="003F59D6">
              <w:rPr>
                <w:color w:val="000000"/>
                <w:sz w:val="28"/>
                <w:szCs w:val="28"/>
              </w:rPr>
              <w:t>ведения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25681,4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Пособия, компенсации и иные с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103,2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финансовое обеспечение г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ных (муниципальных) услуг (в</w:t>
            </w:r>
            <w:r w:rsidRPr="003F59D6">
              <w:rPr>
                <w:color w:val="000000"/>
                <w:sz w:val="28"/>
                <w:szCs w:val="28"/>
              </w:rPr>
              <w:t>ы</w:t>
            </w:r>
            <w:r w:rsidRPr="003F59D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24000,0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1578,2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Молодёжная политика и оздоро</w:t>
            </w:r>
            <w:r w:rsidRPr="003F59D6">
              <w:rPr>
                <w:color w:val="000000"/>
                <w:sz w:val="28"/>
                <w:szCs w:val="28"/>
              </w:rPr>
              <w:t>в</w:t>
            </w:r>
            <w:r w:rsidRPr="003F59D6">
              <w:rPr>
                <w:color w:val="000000"/>
                <w:sz w:val="28"/>
                <w:szCs w:val="28"/>
              </w:rPr>
              <w:t>ление детей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165,8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Мероприятия по проведению озд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165,8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3F59D6">
              <w:rPr>
                <w:color w:val="000000"/>
                <w:sz w:val="28"/>
                <w:szCs w:val="28"/>
              </w:rPr>
              <w:t>т</w:t>
            </w:r>
            <w:r w:rsidRPr="003F59D6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165,8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Другие вопросы в области образ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17240,2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Мероприятия в области образов</w:t>
            </w:r>
            <w:r w:rsidRPr="003F59D6">
              <w:rPr>
                <w:color w:val="000000"/>
                <w:sz w:val="28"/>
                <w:szCs w:val="28"/>
              </w:rPr>
              <w:t>а</w:t>
            </w:r>
            <w:r w:rsidRPr="003F59D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17240,2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Государственная поддержка в сф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ре образования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17240,2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3F59D6">
              <w:rPr>
                <w:color w:val="000000"/>
                <w:sz w:val="28"/>
                <w:szCs w:val="28"/>
              </w:rPr>
              <w:t>т</w:t>
            </w:r>
            <w:r w:rsidRPr="003F59D6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17240,2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480230,6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430530,3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Учреждения культуры и меропри</w:t>
            </w:r>
            <w:r w:rsidRPr="003F59D6">
              <w:rPr>
                <w:color w:val="000000"/>
                <w:sz w:val="28"/>
                <w:szCs w:val="28"/>
              </w:rPr>
              <w:t>я</w:t>
            </w:r>
            <w:r w:rsidRPr="003F59D6">
              <w:rPr>
                <w:color w:val="000000"/>
                <w:sz w:val="28"/>
                <w:szCs w:val="28"/>
              </w:rPr>
              <w:t>тия в сфере культуры и кинемат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65732,2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финансовое обеспечение г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ных (муниципальных) услуг (в</w:t>
            </w:r>
            <w:r w:rsidRPr="003F59D6">
              <w:rPr>
                <w:color w:val="000000"/>
                <w:sz w:val="28"/>
                <w:szCs w:val="28"/>
              </w:rPr>
              <w:t>ы</w:t>
            </w:r>
            <w:r w:rsidRPr="003F59D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64032,2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  <w:vAlign w:val="center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Государственная поддержка мун</w:t>
            </w:r>
            <w:r w:rsidRPr="003F59D6">
              <w:rPr>
                <w:sz w:val="28"/>
                <w:szCs w:val="28"/>
              </w:rPr>
              <w:t>и</w:t>
            </w:r>
            <w:r w:rsidRPr="003F59D6">
              <w:rPr>
                <w:sz w:val="28"/>
                <w:szCs w:val="28"/>
              </w:rPr>
              <w:t>ципальных учреждений культуры</w:t>
            </w:r>
          </w:p>
        </w:tc>
        <w:tc>
          <w:tcPr>
            <w:tcW w:w="708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1300,0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  <w:vAlign w:val="center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1300,0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  <w:vAlign w:val="center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Государственная поддержка лу</w:t>
            </w:r>
            <w:r w:rsidRPr="003F59D6">
              <w:rPr>
                <w:sz w:val="28"/>
                <w:szCs w:val="28"/>
              </w:rPr>
              <w:t>ч</w:t>
            </w:r>
            <w:r w:rsidRPr="003F59D6">
              <w:rPr>
                <w:sz w:val="28"/>
                <w:szCs w:val="28"/>
              </w:rPr>
              <w:t>ших работников муниципальных учреждений культуры, находящи</w:t>
            </w:r>
            <w:r w:rsidRPr="003F59D6">
              <w:rPr>
                <w:sz w:val="28"/>
                <w:szCs w:val="28"/>
              </w:rPr>
              <w:t>х</w:t>
            </w:r>
            <w:r w:rsidRPr="003F59D6">
              <w:rPr>
                <w:sz w:val="28"/>
                <w:szCs w:val="28"/>
              </w:rPr>
              <w:t>ся на территориях сельских пос</w:t>
            </w:r>
            <w:r w:rsidRPr="003F59D6">
              <w:rPr>
                <w:sz w:val="28"/>
                <w:szCs w:val="28"/>
              </w:rPr>
              <w:t>е</w:t>
            </w:r>
            <w:r w:rsidRPr="003F59D6">
              <w:rPr>
                <w:sz w:val="28"/>
                <w:szCs w:val="28"/>
              </w:rPr>
              <w:t>лений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  <w:vAlign w:val="center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88516,8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финансовое обеспечение г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ных (муниципальных) услуг (в</w:t>
            </w:r>
            <w:r w:rsidRPr="003F59D6">
              <w:rPr>
                <w:color w:val="000000"/>
                <w:sz w:val="28"/>
                <w:szCs w:val="28"/>
              </w:rPr>
              <w:t>ы</w:t>
            </w:r>
            <w:r w:rsidRPr="003F59D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42984,5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575,1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автономным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финансовое обеспечение г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ных (муниципальных) услуг (в</w:t>
            </w:r>
            <w:r w:rsidRPr="003F59D6">
              <w:rPr>
                <w:color w:val="000000"/>
                <w:sz w:val="28"/>
                <w:szCs w:val="28"/>
              </w:rPr>
              <w:t>ы</w:t>
            </w:r>
            <w:r w:rsidRPr="003F59D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44957,2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52818,1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финансовое обеспечение г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ных (муниципальных) услуг (в</w:t>
            </w:r>
            <w:r w:rsidRPr="003F59D6">
              <w:rPr>
                <w:color w:val="000000"/>
                <w:sz w:val="28"/>
                <w:szCs w:val="28"/>
              </w:rPr>
              <w:t>ы</w:t>
            </w:r>
            <w:r w:rsidRPr="003F59D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51067,1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1751,0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Театры, цирки, концертные и др</w:t>
            </w:r>
            <w:r w:rsidRPr="003F59D6">
              <w:rPr>
                <w:color w:val="000000"/>
                <w:sz w:val="28"/>
                <w:szCs w:val="28"/>
              </w:rPr>
              <w:t>у</w:t>
            </w:r>
            <w:r w:rsidRPr="003F59D6">
              <w:rPr>
                <w:color w:val="000000"/>
                <w:sz w:val="28"/>
                <w:szCs w:val="28"/>
              </w:rPr>
              <w:t>гие организации исполнительских искусств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138742,3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автономным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финансовое обеспечение г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ных (муниципальных) услуг (в</w:t>
            </w:r>
            <w:r w:rsidRPr="003F59D6">
              <w:rPr>
                <w:color w:val="000000"/>
                <w:sz w:val="28"/>
                <w:szCs w:val="28"/>
              </w:rPr>
              <w:t>ы</w:t>
            </w:r>
            <w:r w:rsidRPr="003F59D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138387,3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Субсидии автономным учрежден</w:t>
            </w:r>
            <w:r w:rsidRPr="003F59D6">
              <w:rPr>
                <w:sz w:val="28"/>
                <w:szCs w:val="28"/>
              </w:rPr>
              <w:t>и</w:t>
            </w:r>
            <w:r w:rsidRPr="003F59D6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443 0000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622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355,0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3F59D6">
              <w:rPr>
                <w:color w:val="000000"/>
                <w:sz w:val="28"/>
                <w:szCs w:val="28"/>
              </w:rPr>
              <w:t>я</w:t>
            </w:r>
            <w:r w:rsidRPr="003F59D6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59D6">
              <w:rPr>
                <w:color w:val="000000"/>
                <w:sz w:val="28"/>
                <w:szCs w:val="28"/>
              </w:rPr>
              <w:t>Обеспечение правопорядка и безопасности жи</w:t>
            </w:r>
            <w:r w:rsidRPr="003F59D6">
              <w:rPr>
                <w:color w:val="000000"/>
                <w:sz w:val="28"/>
                <w:szCs w:val="28"/>
              </w:rPr>
              <w:t>з</w:t>
            </w:r>
            <w:r w:rsidRPr="003F59D6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59D6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59D6">
              <w:rPr>
                <w:color w:val="000000"/>
                <w:sz w:val="28"/>
                <w:szCs w:val="28"/>
              </w:rPr>
              <w:t>Комплексные м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ры противодействия злоупотребл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нию наркотиками и их незаконному обороту на территории Ульяно</w:t>
            </w:r>
            <w:r w:rsidRPr="003F59D6">
              <w:rPr>
                <w:color w:val="000000"/>
                <w:sz w:val="28"/>
                <w:szCs w:val="28"/>
              </w:rPr>
              <w:t>в</w:t>
            </w:r>
            <w:r w:rsidRPr="003F59D6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59D6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</w:t>
            </w:r>
            <w:r w:rsidRPr="003F59D6">
              <w:rPr>
                <w:color w:val="000000"/>
                <w:sz w:val="28"/>
                <w:szCs w:val="28"/>
              </w:rPr>
              <w:t>я</w:t>
            </w:r>
            <w:r w:rsidRPr="003F59D6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59D6">
              <w:rPr>
                <w:color w:val="000000"/>
                <w:sz w:val="28"/>
                <w:szCs w:val="28"/>
              </w:rPr>
              <w:t>Обеспечение правопорядка и безопасности жи</w:t>
            </w:r>
            <w:r w:rsidRPr="003F59D6">
              <w:rPr>
                <w:color w:val="000000"/>
                <w:sz w:val="28"/>
                <w:szCs w:val="28"/>
              </w:rPr>
              <w:t>з</w:t>
            </w:r>
            <w:r w:rsidRPr="003F59D6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59D6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34,0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автономным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414,0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62798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3F59D6">
              <w:rPr>
                <w:color w:val="000000"/>
                <w:sz w:val="28"/>
                <w:szCs w:val="28"/>
              </w:rPr>
              <w:t>я</w:t>
            </w:r>
            <w:r w:rsidRPr="003F59D6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59D6">
              <w:rPr>
                <w:color w:val="000000"/>
                <w:sz w:val="28"/>
                <w:szCs w:val="28"/>
              </w:rPr>
              <w:t>Культура в Ул</w:t>
            </w:r>
            <w:r w:rsidRPr="003F59D6">
              <w:rPr>
                <w:color w:val="000000"/>
                <w:sz w:val="28"/>
                <w:szCs w:val="28"/>
              </w:rPr>
              <w:t>ь</w:t>
            </w:r>
            <w:r w:rsidRPr="003F59D6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59D6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84272,9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Ремонтно-реставрационные работы зданий государственных учрежд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ний культуры, в том числе изгото</w:t>
            </w:r>
            <w:r w:rsidRPr="003F59D6">
              <w:rPr>
                <w:color w:val="000000"/>
                <w:sz w:val="28"/>
                <w:szCs w:val="28"/>
              </w:rPr>
              <w:t>в</w:t>
            </w:r>
            <w:r w:rsidRPr="003F59D6">
              <w:rPr>
                <w:color w:val="000000"/>
                <w:sz w:val="28"/>
                <w:szCs w:val="28"/>
              </w:rPr>
              <w:t>ление проектной и экспертной д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кументации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67436,7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67436,7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Присуждение международных еж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годных литературных премий им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ни И.А.Гончарова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1300,0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Реконструкция и проведение р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монтно-реставрационных работ зданий муниципальных учрежд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ний культуры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10345,8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Субсидии, за исключением субс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дий на софинансирование кап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тальных вложений в объекты гос</w:t>
            </w:r>
            <w:r w:rsidRPr="003F59D6">
              <w:rPr>
                <w:color w:val="000000"/>
                <w:sz w:val="28"/>
                <w:szCs w:val="28"/>
              </w:rPr>
              <w:t>у</w:t>
            </w:r>
            <w:r w:rsidRPr="003F59D6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3F59D6">
              <w:rPr>
                <w:color w:val="000000"/>
                <w:sz w:val="28"/>
                <w:szCs w:val="28"/>
              </w:rPr>
              <w:t>б</w:t>
            </w:r>
            <w:r w:rsidRPr="003F59D6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708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10345,8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Комплектование библиотечных фондов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870 4004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Субсидии, за исключением субс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дий на софинансирование кап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тальных вложений в объекты гос</w:t>
            </w:r>
            <w:r w:rsidRPr="003F59D6">
              <w:rPr>
                <w:color w:val="000000"/>
                <w:sz w:val="28"/>
                <w:szCs w:val="28"/>
              </w:rPr>
              <w:t>у</w:t>
            </w:r>
            <w:r w:rsidRPr="003F59D6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3F59D6">
              <w:rPr>
                <w:color w:val="000000"/>
                <w:sz w:val="28"/>
                <w:szCs w:val="28"/>
              </w:rPr>
              <w:t>б</w:t>
            </w:r>
            <w:r w:rsidRPr="003F59D6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870 4004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1500,0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3690,4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3102,6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C51A7F" w:rsidRDefault="009A78A8" w:rsidP="00C51A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Субсидии автономным учрежден</w:t>
            </w:r>
            <w:r w:rsidRPr="00C51A7F">
              <w:rPr>
                <w:sz w:val="28"/>
                <w:szCs w:val="28"/>
              </w:rPr>
              <w:t>и</w:t>
            </w:r>
            <w:r w:rsidRPr="00C51A7F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C51A7F" w:rsidRDefault="009A78A8" w:rsidP="00C51A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C51A7F" w:rsidRDefault="009A78A8" w:rsidP="00C51A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C51A7F" w:rsidRDefault="009A78A8" w:rsidP="00C51A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C51A7F" w:rsidRDefault="009A78A8" w:rsidP="00C51A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gridSpan w:val="2"/>
            <w:vAlign w:val="bottom"/>
          </w:tcPr>
          <w:p w:rsidR="009A78A8" w:rsidRPr="00C51A7F" w:rsidRDefault="009A78A8" w:rsidP="00C51A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A7F">
              <w:rPr>
                <w:sz w:val="28"/>
                <w:szCs w:val="28"/>
              </w:rPr>
              <w:t>622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587,8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13479,9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Учреждения культуры и меропри</w:t>
            </w:r>
            <w:r w:rsidRPr="003F59D6">
              <w:rPr>
                <w:color w:val="000000"/>
                <w:sz w:val="28"/>
                <w:szCs w:val="28"/>
              </w:rPr>
              <w:t>я</w:t>
            </w:r>
            <w:r w:rsidRPr="003F59D6">
              <w:rPr>
                <w:color w:val="000000"/>
                <w:sz w:val="28"/>
                <w:szCs w:val="28"/>
              </w:rPr>
              <w:t>тия в сфере культуры и кинемат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13479,9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C51A7F" w:rsidRDefault="009A78A8" w:rsidP="007255CF">
            <w:pPr>
              <w:spacing w:line="360" w:lineRule="auto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C51A7F">
              <w:rPr>
                <w:color w:val="000000"/>
                <w:spacing w:val="-8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C51A7F">
              <w:rPr>
                <w:color w:val="000000"/>
                <w:spacing w:val="-8"/>
                <w:sz w:val="28"/>
                <w:szCs w:val="28"/>
              </w:rPr>
              <w:t>р</w:t>
            </w:r>
            <w:r w:rsidRPr="00C51A7F">
              <w:rPr>
                <w:color w:val="000000"/>
                <w:spacing w:val="-8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C51A7F">
              <w:rPr>
                <w:color w:val="000000"/>
                <w:spacing w:val="-8"/>
                <w:sz w:val="28"/>
                <w:szCs w:val="28"/>
              </w:rPr>
              <w:t>и</w:t>
            </w:r>
            <w:r w:rsidRPr="00C51A7F">
              <w:rPr>
                <w:color w:val="000000"/>
                <w:spacing w:val="-8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13479,9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Другие вопросы в области культ</w:t>
            </w:r>
            <w:r w:rsidRPr="003F59D6">
              <w:rPr>
                <w:color w:val="000000"/>
                <w:sz w:val="28"/>
                <w:szCs w:val="28"/>
              </w:rPr>
              <w:t>у</w:t>
            </w:r>
            <w:r w:rsidRPr="003F59D6">
              <w:rPr>
                <w:color w:val="000000"/>
                <w:sz w:val="28"/>
                <w:szCs w:val="28"/>
              </w:rPr>
              <w:t>ры, кинематографии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36220,4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C64D1F" w:rsidRDefault="009A78A8" w:rsidP="00C64D1F">
            <w:pPr>
              <w:spacing w:line="360" w:lineRule="auto"/>
              <w:ind w:right="-108"/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C64D1F">
              <w:rPr>
                <w:color w:val="000000"/>
                <w:spacing w:val="-10"/>
                <w:sz w:val="28"/>
                <w:szCs w:val="28"/>
              </w:rPr>
              <w:t>Руководство и управление в сфере у</w:t>
            </w:r>
            <w:r w:rsidRPr="00C64D1F">
              <w:rPr>
                <w:color w:val="000000"/>
                <w:spacing w:val="-10"/>
                <w:sz w:val="28"/>
                <w:szCs w:val="28"/>
              </w:rPr>
              <w:t>с</w:t>
            </w:r>
            <w:r w:rsidRPr="00C64D1F">
              <w:rPr>
                <w:color w:val="000000"/>
                <w:spacing w:val="-10"/>
                <w:sz w:val="28"/>
                <w:szCs w:val="28"/>
              </w:rPr>
              <w:t>тановленных функций государстве</w:t>
            </w:r>
            <w:r w:rsidRPr="00C64D1F">
              <w:rPr>
                <w:color w:val="000000"/>
                <w:spacing w:val="-10"/>
                <w:sz w:val="28"/>
                <w:szCs w:val="28"/>
              </w:rPr>
              <w:t>н</w:t>
            </w:r>
            <w:r w:rsidRPr="00C64D1F">
              <w:rPr>
                <w:color w:val="000000"/>
                <w:spacing w:val="-1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Фонд оплаты труда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3F59D6">
              <w:rPr>
                <w:color w:val="000000"/>
                <w:sz w:val="28"/>
                <w:szCs w:val="28"/>
              </w:rPr>
              <w:t>ь</w:t>
            </w:r>
            <w:r w:rsidRPr="003F59D6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708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21295,5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Иные выплаты персоналу госуда</w:t>
            </w:r>
            <w:r w:rsidRPr="003F59D6">
              <w:rPr>
                <w:color w:val="000000"/>
                <w:sz w:val="28"/>
                <w:szCs w:val="28"/>
              </w:rPr>
              <w:t>р</w:t>
            </w:r>
            <w:r w:rsidRPr="003F59D6">
              <w:rPr>
                <w:color w:val="000000"/>
                <w:sz w:val="28"/>
                <w:szCs w:val="28"/>
              </w:rPr>
              <w:t>ственных (муниципальных) орг</w:t>
            </w:r>
            <w:r w:rsidRPr="003F59D6">
              <w:rPr>
                <w:color w:val="000000"/>
                <w:sz w:val="28"/>
                <w:szCs w:val="28"/>
              </w:rPr>
              <w:t>а</w:t>
            </w:r>
            <w:r w:rsidRPr="003F59D6">
              <w:rPr>
                <w:color w:val="000000"/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F59D6">
              <w:rPr>
                <w:color w:val="000000"/>
                <w:sz w:val="28"/>
                <w:szCs w:val="28"/>
              </w:rPr>
              <w:t>кационных технологий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454,6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3F59D6">
              <w:rPr>
                <w:color w:val="000000"/>
                <w:sz w:val="28"/>
                <w:szCs w:val="28"/>
              </w:rPr>
              <w:t>т</w:t>
            </w:r>
            <w:r w:rsidRPr="003F59D6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2368,8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6,7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5532,3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C64D1F" w:rsidRDefault="009A78A8" w:rsidP="007255CF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C64D1F">
              <w:rPr>
                <w:color w:val="000000"/>
                <w:spacing w:val="-6"/>
                <w:sz w:val="28"/>
                <w:szCs w:val="28"/>
              </w:rPr>
              <w:t>Фонд оплаты труда казённых учре</w:t>
            </w:r>
            <w:r w:rsidRPr="00C64D1F">
              <w:rPr>
                <w:color w:val="000000"/>
                <w:spacing w:val="-6"/>
                <w:sz w:val="28"/>
                <w:szCs w:val="28"/>
              </w:rPr>
              <w:t>ж</w:t>
            </w:r>
            <w:r w:rsidRPr="00C64D1F">
              <w:rPr>
                <w:color w:val="000000"/>
                <w:spacing w:val="-6"/>
                <w:sz w:val="28"/>
                <w:szCs w:val="28"/>
              </w:rPr>
              <w:t>дений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5532,3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мочий Российской Федерации о</w:t>
            </w:r>
            <w:r w:rsidRPr="003F59D6">
              <w:rPr>
                <w:color w:val="000000"/>
                <w:sz w:val="28"/>
                <w:szCs w:val="28"/>
              </w:rPr>
              <w:t>р</w:t>
            </w:r>
            <w:r w:rsidRPr="003F59D6">
              <w:rPr>
                <w:color w:val="000000"/>
                <w:sz w:val="28"/>
                <w:szCs w:val="28"/>
              </w:rPr>
              <w:t>ганами государственной власти Ульяновской области в области о</w:t>
            </w:r>
            <w:r w:rsidRPr="003F59D6">
              <w:rPr>
                <w:color w:val="000000"/>
                <w:sz w:val="28"/>
                <w:szCs w:val="28"/>
              </w:rPr>
              <w:t>х</w:t>
            </w:r>
            <w:r w:rsidRPr="003F59D6">
              <w:rPr>
                <w:color w:val="000000"/>
                <w:sz w:val="28"/>
                <w:szCs w:val="28"/>
              </w:rPr>
              <w:t>раны здоровья граждан, контроля качества образования, охраны об</w:t>
            </w:r>
            <w:r w:rsidRPr="003F59D6">
              <w:rPr>
                <w:color w:val="000000"/>
                <w:sz w:val="28"/>
                <w:szCs w:val="28"/>
              </w:rPr>
              <w:t>ъ</w:t>
            </w:r>
            <w:r w:rsidRPr="003F59D6">
              <w:rPr>
                <w:color w:val="000000"/>
                <w:sz w:val="28"/>
                <w:szCs w:val="28"/>
              </w:rPr>
              <w:t>ектов культурного наследия, и</w:t>
            </w:r>
            <w:r w:rsidRPr="003F59D6">
              <w:rPr>
                <w:color w:val="000000"/>
                <w:sz w:val="28"/>
                <w:szCs w:val="28"/>
              </w:rPr>
              <w:t>с</w:t>
            </w:r>
            <w:r w:rsidRPr="003F59D6">
              <w:rPr>
                <w:color w:val="000000"/>
                <w:sz w:val="28"/>
                <w:szCs w:val="28"/>
              </w:rPr>
              <w:t>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1362,5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Осуществление переданных орг</w:t>
            </w:r>
            <w:r w:rsidRPr="003F59D6">
              <w:rPr>
                <w:sz w:val="28"/>
                <w:szCs w:val="28"/>
              </w:rPr>
              <w:t>а</w:t>
            </w:r>
            <w:r w:rsidRPr="003F59D6">
              <w:rPr>
                <w:sz w:val="28"/>
                <w:szCs w:val="28"/>
              </w:rPr>
              <w:t>нам государственной власти суб</w:t>
            </w:r>
            <w:r w:rsidRPr="003F59D6">
              <w:rPr>
                <w:sz w:val="28"/>
                <w:szCs w:val="28"/>
              </w:rPr>
              <w:t>ъ</w:t>
            </w:r>
            <w:r w:rsidRPr="003F59D6">
              <w:rPr>
                <w:sz w:val="28"/>
                <w:szCs w:val="28"/>
              </w:rPr>
              <w:t>ектов Российской Федерации в с</w:t>
            </w:r>
            <w:r w:rsidRPr="003F59D6">
              <w:rPr>
                <w:sz w:val="28"/>
                <w:szCs w:val="28"/>
              </w:rPr>
              <w:t>о</w:t>
            </w:r>
            <w:r w:rsidRPr="003F59D6">
              <w:rPr>
                <w:sz w:val="28"/>
                <w:szCs w:val="28"/>
              </w:rPr>
              <w:t xml:space="preserve">ответствии с пунктом 1 статьи 9.1 Федерального закона </w:t>
            </w:r>
            <w:r>
              <w:rPr>
                <w:sz w:val="28"/>
                <w:szCs w:val="28"/>
              </w:rPr>
              <w:t>«</w:t>
            </w:r>
            <w:r w:rsidRPr="003F59D6">
              <w:rPr>
                <w:sz w:val="28"/>
                <w:szCs w:val="28"/>
              </w:rPr>
              <w:t>Об объектах культурного наследия (памятниках истории и культуры) народов Ро</w:t>
            </w:r>
            <w:r w:rsidRPr="003F59D6">
              <w:rPr>
                <w:sz w:val="28"/>
                <w:szCs w:val="28"/>
              </w:rPr>
              <w:t>с</w:t>
            </w:r>
            <w:r w:rsidRPr="003F59D6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  <w:r w:rsidRPr="003F59D6">
              <w:rPr>
                <w:sz w:val="28"/>
                <w:szCs w:val="28"/>
              </w:rPr>
              <w:t xml:space="preserve"> полномочий Российской Федерации в отнош</w:t>
            </w:r>
            <w:r w:rsidRPr="003F59D6">
              <w:rPr>
                <w:sz w:val="28"/>
                <w:szCs w:val="28"/>
              </w:rPr>
              <w:t>е</w:t>
            </w:r>
            <w:r w:rsidRPr="003F59D6">
              <w:rPr>
                <w:sz w:val="28"/>
                <w:szCs w:val="28"/>
              </w:rPr>
              <w:t xml:space="preserve">нии объектов культурного наследия </w:t>
            </w:r>
          </w:p>
        </w:tc>
        <w:tc>
          <w:tcPr>
            <w:tcW w:w="708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1362,5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Фонд оплаты труда государстве</w:t>
            </w:r>
            <w:r w:rsidRPr="003F59D6">
              <w:rPr>
                <w:sz w:val="28"/>
                <w:szCs w:val="28"/>
              </w:rPr>
              <w:t>н</w:t>
            </w:r>
            <w:r w:rsidRPr="003F59D6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3F59D6">
              <w:rPr>
                <w:sz w:val="28"/>
                <w:szCs w:val="28"/>
              </w:rPr>
              <w:t>ь</w:t>
            </w:r>
            <w:r w:rsidRPr="003F59D6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1058,0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Иные выплаты персоналу госу</w:t>
            </w:r>
            <w:r>
              <w:rPr>
                <w:sz w:val="28"/>
                <w:szCs w:val="28"/>
              </w:rPr>
              <w:t>-</w:t>
            </w:r>
            <w:r w:rsidRPr="003F59D6">
              <w:rPr>
                <w:sz w:val="28"/>
                <w:szCs w:val="28"/>
              </w:rPr>
              <w:t>дарственных (муниципальных) о</w:t>
            </w:r>
            <w:r w:rsidRPr="003F59D6">
              <w:rPr>
                <w:sz w:val="28"/>
                <w:szCs w:val="28"/>
              </w:rPr>
              <w:t>р</w:t>
            </w:r>
            <w:r w:rsidRPr="003F59D6">
              <w:rPr>
                <w:sz w:val="28"/>
                <w:szCs w:val="28"/>
              </w:rPr>
              <w:t>ганов, за исключением фонда опл</w:t>
            </w:r>
            <w:r w:rsidRPr="003F59D6">
              <w:rPr>
                <w:sz w:val="28"/>
                <w:szCs w:val="28"/>
              </w:rPr>
              <w:t>а</w:t>
            </w:r>
            <w:r w:rsidRPr="003F59D6">
              <w:rPr>
                <w:sz w:val="28"/>
                <w:szCs w:val="28"/>
              </w:rPr>
              <w:t>ты труда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4,5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3F59D6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300,0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3F59D6">
              <w:rPr>
                <w:color w:val="000000"/>
                <w:sz w:val="28"/>
                <w:szCs w:val="28"/>
              </w:rPr>
              <w:t>я</w:t>
            </w:r>
            <w:r w:rsidRPr="003F59D6">
              <w:rPr>
                <w:color w:val="000000"/>
                <w:sz w:val="28"/>
                <w:szCs w:val="28"/>
              </w:rPr>
              <w:t xml:space="preserve">новской области 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59D6">
              <w:rPr>
                <w:color w:val="000000"/>
                <w:sz w:val="28"/>
                <w:szCs w:val="28"/>
              </w:rPr>
              <w:t>Сохранение и государственная охрана объектов культурного наследия, распол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женных на территории Ульяно</w:t>
            </w:r>
            <w:r w:rsidRPr="003F59D6">
              <w:rPr>
                <w:color w:val="000000"/>
                <w:sz w:val="28"/>
                <w:szCs w:val="28"/>
              </w:rPr>
              <w:t>в</w:t>
            </w:r>
            <w:r w:rsidRPr="003F59D6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F59D6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950 0000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Мероприятия по определению и установлению границ территорий объектов культурного наследия р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гионального значения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3F59D6">
              <w:rPr>
                <w:color w:val="000000"/>
                <w:sz w:val="28"/>
                <w:szCs w:val="28"/>
              </w:rPr>
              <w:t>т</w:t>
            </w:r>
            <w:r w:rsidRPr="003F59D6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2952,2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Проведение работ по проведению государственных историко-культурных экспертиз в отношении выявленных объектов культурного наследия для обоснования прин</w:t>
            </w:r>
            <w:r w:rsidRPr="003F59D6">
              <w:rPr>
                <w:color w:val="000000"/>
                <w:sz w:val="28"/>
                <w:szCs w:val="28"/>
              </w:rPr>
              <w:t>я</w:t>
            </w:r>
            <w:r w:rsidRPr="003F59D6">
              <w:rPr>
                <w:color w:val="000000"/>
                <w:sz w:val="28"/>
                <w:szCs w:val="28"/>
              </w:rPr>
              <w:t>тия Правительством Ульяновской области решений о включении (л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бо об отказе во включении) данных объектов в Единый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ный реестр объектов культурного наследия (памятников истории и культуры) народов Российской Ф</w:t>
            </w:r>
            <w:r w:rsidRPr="003F59D6">
              <w:rPr>
                <w:color w:val="000000"/>
                <w:sz w:val="28"/>
                <w:szCs w:val="28"/>
              </w:rPr>
              <w:t>е</w:t>
            </w:r>
            <w:r w:rsidRPr="003F59D6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3F59D6">
              <w:rPr>
                <w:color w:val="000000"/>
                <w:sz w:val="28"/>
                <w:szCs w:val="28"/>
              </w:rPr>
              <w:t>т</w:t>
            </w:r>
            <w:r w:rsidRPr="003F59D6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47,8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  <w:vAlign w:val="center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Мероприятия по сохранению об</w:t>
            </w:r>
            <w:r w:rsidRPr="003F59D6">
              <w:rPr>
                <w:sz w:val="28"/>
                <w:szCs w:val="28"/>
              </w:rPr>
              <w:t>ъ</w:t>
            </w:r>
            <w:r w:rsidRPr="003F59D6">
              <w:rPr>
                <w:sz w:val="28"/>
                <w:szCs w:val="28"/>
              </w:rPr>
              <w:t>ектов культурного наследия реги</w:t>
            </w:r>
            <w:r w:rsidRPr="003F59D6">
              <w:rPr>
                <w:sz w:val="28"/>
                <w:szCs w:val="28"/>
              </w:rPr>
              <w:t>о</w:t>
            </w:r>
            <w:r w:rsidRPr="003F59D6">
              <w:rPr>
                <w:sz w:val="28"/>
                <w:szCs w:val="28"/>
              </w:rPr>
              <w:t>нального значения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2000,0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  <w:vAlign w:val="center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Субсидии некоммерческим орган</w:t>
            </w:r>
            <w:r w:rsidRPr="003F59D6">
              <w:rPr>
                <w:sz w:val="28"/>
                <w:szCs w:val="28"/>
              </w:rPr>
              <w:t>и</w:t>
            </w:r>
            <w:r w:rsidRPr="003F59D6">
              <w:rPr>
                <w:sz w:val="28"/>
                <w:szCs w:val="28"/>
              </w:rPr>
              <w:t>зациям (за исключением государс</w:t>
            </w:r>
            <w:r w:rsidRPr="003F59D6">
              <w:rPr>
                <w:sz w:val="28"/>
                <w:szCs w:val="28"/>
              </w:rPr>
              <w:t>т</w:t>
            </w:r>
            <w:r w:rsidRPr="003F59D6">
              <w:rPr>
                <w:sz w:val="28"/>
                <w:szCs w:val="28"/>
              </w:rPr>
              <w:t>венных (муниципальных) учрежд</w:t>
            </w:r>
            <w:r w:rsidRPr="003F59D6">
              <w:rPr>
                <w:sz w:val="28"/>
                <w:szCs w:val="28"/>
              </w:rPr>
              <w:t>е</w:t>
            </w:r>
            <w:r w:rsidRPr="003F59D6">
              <w:rPr>
                <w:sz w:val="28"/>
                <w:szCs w:val="28"/>
              </w:rPr>
              <w:t>ний)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630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2000,0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1984,7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1984,7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1984,7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59D6">
              <w:rPr>
                <w:color w:val="000000"/>
                <w:sz w:val="28"/>
                <w:szCs w:val="28"/>
              </w:rPr>
              <w:t>О мерах государстве</w:t>
            </w:r>
            <w:r w:rsidRPr="003F59D6">
              <w:rPr>
                <w:color w:val="000000"/>
                <w:sz w:val="28"/>
                <w:szCs w:val="28"/>
              </w:rPr>
              <w:t>н</w:t>
            </w:r>
            <w:r w:rsidRPr="003F59D6">
              <w:rPr>
                <w:color w:val="000000"/>
                <w:sz w:val="28"/>
                <w:szCs w:val="28"/>
              </w:rPr>
              <w:t>ной социальной поддержки отдел</w:t>
            </w:r>
            <w:r w:rsidRPr="003F59D6">
              <w:rPr>
                <w:color w:val="000000"/>
                <w:sz w:val="28"/>
                <w:szCs w:val="28"/>
              </w:rPr>
              <w:t>ь</w:t>
            </w:r>
            <w:r w:rsidRPr="003F59D6">
              <w:rPr>
                <w:color w:val="000000"/>
                <w:sz w:val="28"/>
                <w:szCs w:val="28"/>
              </w:rPr>
              <w:t>ных категорий специалистов, раб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тающих и проживающих в сел</w:t>
            </w:r>
            <w:r w:rsidRPr="003F59D6">
              <w:rPr>
                <w:color w:val="000000"/>
                <w:sz w:val="28"/>
                <w:szCs w:val="28"/>
              </w:rPr>
              <w:t>ь</w:t>
            </w:r>
            <w:r w:rsidRPr="003F59D6">
              <w:rPr>
                <w:color w:val="000000"/>
                <w:sz w:val="28"/>
                <w:szCs w:val="28"/>
              </w:rPr>
              <w:t>ской местности на территории Ул</w:t>
            </w:r>
            <w:r w:rsidRPr="003F59D6">
              <w:rPr>
                <w:color w:val="000000"/>
                <w:sz w:val="28"/>
                <w:szCs w:val="28"/>
              </w:rPr>
              <w:t>ь</w:t>
            </w:r>
            <w:r w:rsidRPr="003F59D6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62798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Пособия, компенсации и иные с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9,7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F59D6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террит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1973,0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Пособия, компенсации и иные с</w:t>
            </w:r>
            <w:r w:rsidRPr="003F59D6">
              <w:rPr>
                <w:color w:val="000000"/>
                <w:sz w:val="28"/>
                <w:szCs w:val="28"/>
              </w:rPr>
              <w:t>о</w:t>
            </w:r>
            <w:r w:rsidRPr="003F59D6">
              <w:rPr>
                <w:color w:val="000000"/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103,8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1313,0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3F59D6">
              <w:rPr>
                <w:color w:val="000000"/>
                <w:sz w:val="28"/>
                <w:szCs w:val="28"/>
              </w:rPr>
              <w:t>и</w:t>
            </w:r>
            <w:r w:rsidRPr="003F59D6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F59D6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176,6</w:t>
            </w:r>
          </w:p>
        </w:tc>
      </w:tr>
      <w:tr w:rsidR="009A78A8" w:rsidRPr="003F59D6" w:rsidTr="00627984">
        <w:trPr>
          <w:gridAfter w:val="1"/>
          <w:wAfter w:w="142" w:type="dxa"/>
        </w:trPr>
        <w:tc>
          <w:tcPr>
            <w:tcW w:w="4537" w:type="dxa"/>
            <w:gridSpan w:val="2"/>
          </w:tcPr>
          <w:p w:rsidR="009A78A8" w:rsidRPr="003F59D6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Субсидии автономным учрежден</w:t>
            </w:r>
            <w:r w:rsidRPr="003F59D6">
              <w:rPr>
                <w:sz w:val="28"/>
                <w:szCs w:val="28"/>
              </w:rPr>
              <w:t>и</w:t>
            </w:r>
            <w:r w:rsidRPr="003F59D6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708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3F59D6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622</w:t>
            </w:r>
          </w:p>
        </w:tc>
        <w:tc>
          <w:tcPr>
            <w:tcW w:w="1559" w:type="dxa"/>
            <w:noWrap/>
            <w:vAlign w:val="bottom"/>
          </w:tcPr>
          <w:p w:rsidR="009A78A8" w:rsidRPr="003F59D6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F59D6">
              <w:rPr>
                <w:sz w:val="28"/>
                <w:szCs w:val="28"/>
              </w:rPr>
              <w:t>379,6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B74974">
      <w:pPr>
        <w:pStyle w:val="BodyTextIndent"/>
        <w:widowControl w:val="0"/>
        <w:spacing w:after="0" w:line="360" w:lineRule="auto"/>
        <w:ind w:left="-284" w:firstLine="709"/>
        <w:jc w:val="both"/>
        <w:rPr>
          <w:sz w:val="28"/>
        </w:rPr>
      </w:pPr>
      <w:r>
        <w:rPr>
          <w:sz w:val="28"/>
        </w:rPr>
        <w:t>е) главы «Министерство здравоохранения и социального развития Ульяно</w:t>
      </w:r>
      <w:r>
        <w:rPr>
          <w:sz w:val="28"/>
        </w:rPr>
        <w:t>в</w:t>
      </w:r>
      <w:r>
        <w:rPr>
          <w:sz w:val="28"/>
        </w:rPr>
        <w:t xml:space="preserve">ской области» (Мин 261) и «Министерство образования и науки Ульяновской </w:t>
      </w:r>
      <w:r>
        <w:rPr>
          <w:sz w:val="28"/>
        </w:rPr>
        <w:br/>
        <w:t>области» (Мин 273) изложить в следующей редакции:</w:t>
      </w:r>
    </w:p>
    <w:tbl>
      <w:tblPr>
        <w:tblW w:w="10207" w:type="dxa"/>
        <w:tblInd w:w="-318" w:type="dxa"/>
        <w:tblLook w:val="00A0"/>
      </w:tblPr>
      <w:tblGrid>
        <w:gridCol w:w="3970"/>
        <w:gridCol w:w="12"/>
        <w:gridCol w:w="697"/>
        <w:gridCol w:w="12"/>
        <w:gridCol w:w="555"/>
        <w:gridCol w:w="128"/>
        <w:gridCol w:w="581"/>
        <w:gridCol w:w="103"/>
        <w:gridCol w:w="1314"/>
        <w:gridCol w:w="29"/>
        <w:gridCol w:w="700"/>
        <w:gridCol w:w="122"/>
        <w:gridCol w:w="1984"/>
      </w:tblGrid>
      <w:tr w:rsidR="009A78A8" w:rsidRPr="00FF1F7D" w:rsidTr="007255CF">
        <w:tc>
          <w:tcPr>
            <w:tcW w:w="3982" w:type="dxa"/>
            <w:gridSpan w:val="2"/>
          </w:tcPr>
          <w:p w:rsidR="009A78A8" w:rsidRPr="00FF1F7D" w:rsidRDefault="009A78A8" w:rsidP="007255CF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FF1F7D">
              <w:rPr>
                <w:b/>
                <w:bCs/>
                <w:color w:val="000000"/>
                <w:sz w:val="28"/>
                <w:szCs w:val="28"/>
              </w:rPr>
              <w:t>Министерство здравоохр</w:t>
            </w:r>
            <w:r w:rsidRPr="00FF1F7D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FF1F7D">
              <w:rPr>
                <w:b/>
                <w:bCs/>
                <w:color w:val="000000"/>
                <w:sz w:val="28"/>
                <w:szCs w:val="28"/>
              </w:rPr>
              <w:t>нения и социального разв</w:t>
            </w:r>
            <w:r w:rsidRPr="00FF1F7D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FF1F7D">
              <w:rPr>
                <w:b/>
                <w:bCs/>
                <w:color w:val="000000"/>
                <w:sz w:val="28"/>
                <w:szCs w:val="28"/>
              </w:rPr>
              <w:t>тия Ульяновской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F1F7D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F1F7D">
              <w:rPr>
                <w:b/>
                <w:bCs/>
                <w:color w:val="000000"/>
                <w:sz w:val="28"/>
                <w:szCs w:val="28"/>
              </w:rPr>
              <w:t>16375958,95627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247229,16367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247229,16367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233290,16367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198567,3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F1F7D">
              <w:rPr>
                <w:color w:val="000000"/>
                <w:sz w:val="28"/>
                <w:szCs w:val="28"/>
              </w:rPr>
              <w:t>ю</w:t>
            </w:r>
            <w:r w:rsidRPr="00FF1F7D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34212,96367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350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395,3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Внедрение современных те</w:t>
            </w:r>
            <w:r w:rsidRPr="00FF1F7D">
              <w:rPr>
                <w:color w:val="000000"/>
                <w:sz w:val="28"/>
                <w:szCs w:val="28"/>
              </w:rPr>
              <w:t>х</w:t>
            </w:r>
            <w:r w:rsidRPr="00FF1F7D">
              <w:rPr>
                <w:color w:val="000000"/>
                <w:sz w:val="28"/>
                <w:szCs w:val="28"/>
              </w:rPr>
              <w:t>нологий в деятельность учр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ждений системы социальной защиты и обслуживания нас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1F7D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13939,0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196430,49926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196430,49926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Осуществление отдельных полномочий Российской Фед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рации органами государстве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 в области социальной политики, занятости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7255CF" w:rsidRDefault="009A78A8" w:rsidP="007255CF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7255CF">
              <w:rPr>
                <w:color w:val="000000"/>
                <w:spacing w:val="-6"/>
                <w:sz w:val="28"/>
                <w:szCs w:val="28"/>
              </w:rPr>
              <w:t>Реализация дополнительных мер в сфере занятости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юридическим лицам (кроме некоммерческих орг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низаций), индивидуальным предпринимателям, физич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11192,0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Учреждения в сфере занятости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138023,99926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112300,0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Иные выплаты персоналу к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зённых учреждений, за искл</w:t>
            </w:r>
            <w:r w:rsidRPr="00FF1F7D">
              <w:rPr>
                <w:sz w:val="28"/>
                <w:szCs w:val="28"/>
              </w:rPr>
              <w:t>ю</w:t>
            </w:r>
            <w:r w:rsidRPr="00FF1F7D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620 0000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1,68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1F7D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7115,412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18197,39826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85,258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324,251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FF1F7D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47194,5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Содействие занятости населения, улучш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46881,4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Мероприятия по реализации прав граждан на труд и 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альную защиту от безработ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цы, а также создание благ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приятных условий для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чения занятости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37328,6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1F7D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867,2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21667,553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6332,6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8461,267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Софинансирование дополн</w:t>
            </w:r>
            <w:r w:rsidRPr="00FF1F7D">
              <w:rPr>
                <w:sz w:val="28"/>
                <w:szCs w:val="28"/>
              </w:rPr>
              <w:t>и</w:t>
            </w:r>
            <w:r w:rsidRPr="00FF1F7D">
              <w:rPr>
                <w:sz w:val="28"/>
                <w:szCs w:val="28"/>
              </w:rPr>
              <w:t>тельных мероприятий в сфере занятости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804 1502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589,053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804 1502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589,053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Мероприятия по обеспечению вновь создаваемых рабочих мест и сохранению рабочих мест в организациях произво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ственной сферы, осущест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ляющих реструктуризацию и модернизацию производства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608,6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Возмещение затрат юридич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ских лиц, индивидуальных предпринимателей на обор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дование (оснащение) рабочих мест для инвалидов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804 1506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5219,0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804 1506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5219,0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Информационное сопровожд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ние реализации мероприятий, направленных на снижение напряжённости на рынке труда среди незанятых инвалидов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804 1507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277,947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804 1507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277,947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Профессиональное обучение и дополнительное професси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нальное образование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804 1508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2858,2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804 1508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2858,18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Оказание с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действия добровольному пер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селению в Ульяновскую о</w:t>
            </w:r>
            <w:r w:rsidRPr="00FF1F7D">
              <w:rPr>
                <w:sz w:val="28"/>
                <w:szCs w:val="28"/>
              </w:rPr>
              <w:t>б</w:t>
            </w:r>
            <w:r w:rsidRPr="00FF1F7D">
              <w:rPr>
                <w:sz w:val="28"/>
                <w:szCs w:val="28"/>
              </w:rPr>
              <w:t>ласть соотечественников, пр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живающих за рубежом</w:t>
            </w:r>
            <w:r>
              <w:rPr>
                <w:sz w:val="28"/>
                <w:szCs w:val="28"/>
              </w:rPr>
              <w:t>»</w:t>
            </w:r>
            <w:r w:rsidRPr="00FF1F7D">
              <w:rPr>
                <w:sz w:val="28"/>
                <w:szCs w:val="28"/>
              </w:rPr>
              <w:t xml:space="preserve">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дарственной программы Уль</w:t>
            </w:r>
            <w:r w:rsidRPr="00FF1F7D">
              <w:rPr>
                <w:sz w:val="28"/>
                <w:szCs w:val="28"/>
              </w:rPr>
              <w:t>я</w:t>
            </w:r>
            <w:r w:rsidRPr="00FF1F7D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F1F7D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313,1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Мероприятия по оказанию с</w:t>
            </w:r>
            <w:r w:rsidRPr="00FF1F7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</w:t>
            </w:r>
            <w:r w:rsidRPr="00FF1F7D">
              <w:rPr>
                <w:sz w:val="28"/>
                <w:szCs w:val="28"/>
              </w:rPr>
              <w:t>йствия добровольному пер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селению в Ульяновскую о</w:t>
            </w:r>
            <w:r w:rsidRPr="00FF1F7D">
              <w:rPr>
                <w:sz w:val="28"/>
                <w:szCs w:val="28"/>
              </w:rPr>
              <w:t>б</w:t>
            </w:r>
            <w:r w:rsidRPr="00FF1F7D">
              <w:rPr>
                <w:sz w:val="28"/>
                <w:szCs w:val="28"/>
              </w:rPr>
              <w:t>ласть соотечественников, пр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живающих за рубежом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805 1510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313,1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805 1510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93,9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нам, кроме публичных норм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805 1510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219,2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венного порядка, противоде</w:t>
            </w:r>
            <w:r w:rsidRPr="00FF1F7D">
              <w:rPr>
                <w:color w:val="000000"/>
                <w:sz w:val="28"/>
                <w:szCs w:val="28"/>
              </w:rPr>
              <w:t>й</w:t>
            </w:r>
            <w:r w:rsidRPr="00FF1F7D">
              <w:rPr>
                <w:color w:val="000000"/>
                <w:sz w:val="28"/>
                <w:szCs w:val="28"/>
              </w:rPr>
              <w:t>ствию преступности и проф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лактике правонарушений на территории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 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Оказание помощи лицам, о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вобождённым от отбывания наказания в виде лишения св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боды, и содействие их 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альной реабилитации в Уль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261028,8201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238378,3501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238378,3501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166075,4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F1F7D">
              <w:rPr>
                <w:color w:val="000000"/>
                <w:sz w:val="28"/>
                <w:szCs w:val="28"/>
              </w:rPr>
              <w:t>ю</w:t>
            </w:r>
            <w:r w:rsidRPr="00FF1F7D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457,4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67254,3501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2484,3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56,5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1366,4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684,0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4485,5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6044,8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6044,8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6044,77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Другие вопросы в области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12120,2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Мероприятия в области обр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12120,2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12120,2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12120,2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7231893,51873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1196238,20575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361768,6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Мероприятия по оказанию в</w:t>
            </w:r>
            <w:r w:rsidRPr="00FF1F7D">
              <w:rPr>
                <w:sz w:val="28"/>
                <w:szCs w:val="28"/>
              </w:rPr>
              <w:t>ы</w:t>
            </w:r>
            <w:r w:rsidRPr="00FF1F7D">
              <w:rPr>
                <w:sz w:val="28"/>
                <w:szCs w:val="28"/>
              </w:rPr>
              <w:t>сокотехнологичных видов м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дици</w:t>
            </w:r>
            <w:r>
              <w:rPr>
                <w:sz w:val="28"/>
                <w:szCs w:val="28"/>
              </w:rPr>
              <w:t>нс</w:t>
            </w:r>
            <w:r w:rsidRPr="00FF1F7D">
              <w:rPr>
                <w:sz w:val="28"/>
                <w:szCs w:val="28"/>
              </w:rPr>
              <w:t>кой помощи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293 5070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6164,8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бюджетным учре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дениям на финансовое обесп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чение государственного (м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ниципального) задания на ок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зание государственных (мун</w:t>
            </w:r>
            <w:r w:rsidRPr="00FF1F7D">
              <w:rPr>
                <w:sz w:val="28"/>
                <w:szCs w:val="28"/>
              </w:rPr>
              <w:t>и</w:t>
            </w:r>
            <w:r w:rsidRPr="00FF1F7D">
              <w:rPr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293 5070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6164,8</w:t>
            </w:r>
          </w:p>
        </w:tc>
      </w:tr>
      <w:tr w:rsidR="009A78A8" w:rsidRPr="00FF1F7D" w:rsidTr="007255CF">
        <w:tc>
          <w:tcPr>
            <w:tcW w:w="3982" w:type="dxa"/>
            <w:gridSpan w:val="2"/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пок антивирусных препаратов для профилактики и лечения лиц, инфицированных вирус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ми иммунодефицита человека и гепатитов В и С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700" w:type="dxa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268595,3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Закупка оборудования и ра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ходных материалов для неон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тального и аудиологического скрининга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4737,4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роприятий, направленных на проведение пренатальной (д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родовой) диагностики наруш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ний развития ребёнка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25334,8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7255CF" w:rsidRDefault="009A78A8" w:rsidP="007255C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7255CF">
              <w:rPr>
                <w:color w:val="000000"/>
                <w:spacing w:val="-4"/>
                <w:sz w:val="28"/>
                <w:szCs w:val="28"/>
              </w:rPr>
              <w:t>Финансовое обеспечение зак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у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пок антибактериальных и пр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тивотуберкулёзных лекарстве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н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ных препаратов (второго ряда), применяемых при лечении больных туберкулёзом с мн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жественной лекарственной у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с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тойчивостью возбудителя, и д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и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агностических средств для в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ы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явления, определения чувств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и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тельности микобактерии тубе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кулёза и мониторинга лечения больных туберкулёзом с мн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жественной лекарственной у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с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тойчивостью возбудителя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32506,5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7255CF" w:rsidRDefault="009A78A8" w:rsidP="007255C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7255CF">
              <w:rPr>
                <w:color w:val="000000"/>
                <w:spacing w:val="-4"/>
                <w:sz w:val="28"/>
                <w:szCs w:val="28"/>
              </w:rPr>
              <w:t>Реализация отдельных мер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приятий государственной пр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граммы Российской Федерации «Развитие здравоохранения»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24429,8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293 5382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1900,0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22529,8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Больницы, клиники, госпит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ли, медико-санитарные части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834469,60575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295233,7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F1F7D">
              <w:rPr>
                <w:color w:val="000000"/>
                <w:sz w:val="28"/>
                <w:szCs w:val="28"/>
              </w:rPr>
              <w:t>ю</w:t>
            </w:r>
            <w:r w:rsidRPr="00FF1F7D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229147,35575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250460,65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25105,4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2382,0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595,5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Высокотехнологичные виды медицинской помощи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30124,6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Мероприятия, напр</w:t>
            </w:r>
            <w:r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 xml:space="preserve">вленные на проведение пренатальной (дородовой) </w:t>
            </w:r>
            <w:r>
              <w:rPr>
                <w:sz w:val="28"/>
                <w:szCs w:val="28"/>
              </w:rPr>
              <w:t>д</w:t>
            </w:r>
            <w:r w:rsidRPr="00FF1F7D">
              <w:rPr>
                <w:sz w:val="28"/>
                <w:szCs w:val="28"/>
              </w:rPr>
              <w:t>иагностики н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рушений развития ребёнка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470 0300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1418,8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бюджетным учре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470 0300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1418,8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738569,03298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112188,43298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отдельных полн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мочий в области лекарственн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110798,03298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110798,03298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1390,4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Осуществление отдельных полномочий Российской Фед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рации органами государстве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 в области здравоохран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Оказание отдельным категор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ям граждан государственной социальной помощи по обе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печению лекарственными пр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паратами, медицинскими и</w:t>
            </w:r>
            <w:r w:rsidRPr="00FF1F7D">
              <w:rPr>
                <w:color w:val="000000"/>
                <w:sz w:val="28"/>
                <w:szCs w:val="28"/>
              </w:rPr>
              <w:t>з</w:t>
            </w:r>
            <w:r w:rsidRPr="00FF1F7D">
              <w:rPr>
                <w:color w:val="000000"/>
                <w:sz w:val="28"/>
                <w:szCs w:val="28"/>
              </w:rPr>
              <w:t>делиями, а также специализ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рованными продуктами лече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ного питания для детей-инвалидов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217774,4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Больницы, клиники, госпит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ли, медико-санитарные части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189578,9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48805,7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3130,8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135506,7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1793,5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170,8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171,4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16126,7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16126,7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7255CF" w:rsidRDefault="009A78A8" w:rsidP="007255C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7255CF">
              <w:rPr>
                <w:color w:val="000000"/>
                <w:spacing w:val="-4"/>
                <w:sz w:val="28"/>
                <w:szCs w:val="28"/>
              </w:rPr>
              <w:t>Средства на реализацию пост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а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новления Правительства Уль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я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новской области от 15.11.2010 № 387-П «О некоторых мерах по реализации постановления Правительства Российской Ф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е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дерации от 30.07.1994 № 890 «О государственной поддержке развития медицинской пр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мышленности и улучшении обеспечения населения и учр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е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ждений здравоохранения лека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ственными средствами и изд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е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лиями медицинского назнач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е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ния» на территории Ульяно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в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ской области»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202900,6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Медицинская помощь в дне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ных стационарах всех типов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65446,05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Больницы, клиники, госпит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ли, медико-санитарные части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65446,05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15337,7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5761,9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43066,95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бюджетным учре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1163,2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38,8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77,5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Больницы, клиники, госпит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ли, медико-санитарные части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12379,1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129770,7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Санатории для больных тубе</w:t>
            </w:r>
            <w:r w:rsidRPr="00FF1F7D">
              <w:rPr>
                <w:color w:val="000000"/>
                <w:sz w:val="28"/>
                <w:szCs w:val="28"/>
              </w:rPr>
              <w:t>р</w:t>
            </w:r>
            <w:r w:rsidRPr="00FF1F7D">
              <w:rPr>
                <w:color w:val="000000"/>
                <w:sz w:val="28"/>
                <w:szCs w:val="28"/>
              </w:rPr>
              <w:t>кулёзом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108092,2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104383,4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3708,8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Санатории для детей и подр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стков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21678,5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21678,5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Заготовка, переработка, хран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ние и обеспечение безопасн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сти донорской крови и её ко</w:t>
            </w:r>
            <w:r w:rsidRPr="00FF1F7D">
              <w:rPr>
                <w:color w:val="000000"/>
                <w:sz w:val="28"/>
                <w:szCs w:val="28"/>
              </w:rPr>
              <w:t>м</w:t>
            </w:r>
            <w:r w:rsidRPr="00FF1F7D">
              <w:rPr>
                <w:color w:val="000000"/>
                <w:sz w:val="28"/>
                <w:szCs w:val="28"/>
              </w:rPr>
              <w:t>понентов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131466,7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бюджетным учре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472 0000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17533,7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Санитарно-эпидемиологичес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1F7D">
              <w:rPr>
                <w:color w:val="000000"/>
                <w:sz w:val="28"/>
                <w:szCs w:val="28"/>
              </w:rPr>
              <w:t>кое благополучие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8872,8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8872,8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7660,1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F1F7D">
              <w:rPr>
                <w:color w:val="000000"/>
                <w:sz w:val="28"/>
                <w:szCs w:val="28"/>
              </w:rPr>
              <w:t>ю</w:t>
            </w:r>
            <w:r w:rsidRPr="00FF1F7D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58,6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1002,8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75,0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76,3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4931617,2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Осуществление организацио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ных мероприятий по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чению лиц лекарственными препаратами, предназначе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ными для лечения больных злокачественными новообр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зованиями лимфоидной, кр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ветворной и родственных им тканей, гемофилией, мукови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цидозом, гипофизарным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низмом, болезнью Гоше, ра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сеянным склерозом, а также после трансплантации органов и (или) тканей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22924,2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Осуществление отдельных полномочий Российской Фед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рации органами государстве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 в области охраны здор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вья граждан, контроля качес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ва образования, охраны объе</w:t>
            </w:r>
            <w:r w:rsidRPr="00FF1F7D">
              <w:rPr>
                <w:color w:val="000000"/>
                <w:sz w:val="28"/>
                <w:szCs w:val="28"/>
              </w:rPr>
              <w:t>к</w:t>
            </w:r>
            <w:r w:rsidRPr="00FF1F7D">
              <w:rPr>
                <w:color w:val="000000"/>
                <w:sz w:val="28"/>
                <w:szCs w:val="28"/>
              </w:rPr>
              <w:t>тов культурного наследия, и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пользования охотничьих р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сурсов, регистрации актов гражданского состояния и др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гих полномочий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Осуществление переданных органам государственной вл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сти субъектов Российской Ф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дерации в соответствии с ч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 xml:space="preserve">стью 1 статьи 15 Федерального закона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Об основах охраны здоровья граждан в Росси</w:t>
            </w:r>
            <w:r w:rsidRPr="00FF1F7D">
              <w:rPr>
                <w:sz w:val="28"/>
                <w:szCs w:val="28"/>
              </w:rPr>
              <w:t>й</w:t>
            </w:r>
            <w:r w:rsidRPr="00FF1F7D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  <w:r w:rsidRPr="00FF1F7D">
              <w:rPr>
                <w:sz w:val="28"/>
                <w:szCs w:val="28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ind w:right="-79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296 59 Б0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2084,1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Фонд оплаты труда государс</w:t>
            </w:r>
            <w:r w:rsidRPr="00FF1F7D">
              <w:rPr>
                <w:sz w:val="28"/>
                <w:szCs w:val="28"/>
              </w:rPr>
              <w:t>т</w:t>
            </w:r>
            <w:r w:rsidRPr="00FF1F7D">
              <w:rPr>
                <w:sz w:val="28"/>
                <w:szCs w:val="28"/>
              </w:rPr>
              <w:t>венных (муниципальных) о</w:t>
            </w:r>
            <w:r w:rsidRPr="00FF1F7D">
              <w:rPr>
                <w:sz w:val="28"/>
                <w:szCs w:val="28"/>
              </w:rPr>
              <w:t>р</w:t>
            </w:r>
            <w:r w:rsidRPr="00FF1F7D">
              <w:rPr>
                <w:sz w:val="28"/>
                <w:szCs w:val="28"/>
              </w:rPr>
              <w:t>ганов и взносы по обязател</w:t>
            </w:r>
            <w:r w:rsidRPr="00FF1F7D">
              <w:rPr>
                <w:sz w:val="28"/>
                <w:szCs w:val="28"/>
              </w:rPr>
              <w:t>ь</w:t>
            </w:r>
            <w:r w:rsidRPr="00FF1F7D">
              <w:rPr>
                <w:sz w:val="28"/>
                <w:szCs w:val="28"/>
              </w:rPr>
              <w:t>ному социальному страхов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ind w:right="-79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296 59 Б0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1563,9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Иные выплаты персоналу г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сударственных (муниципал</w:t>
            </w:r>
            <w:r w:rsidRPr="00FF1F7D">
              <w:rPr>
                <w:sz w:val="28"/>
                <w:szCs w:val="28"/>
              </w:rPr>
              <w:t>ь</w:t>
            </w:r>
            <w:r w:rsidRPr="00FF1F7D">
              <w:rPr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ind w:right="-79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296 59 Б0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ind w:right="-79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296 59 Б0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519,6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238759,9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116231,2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F1F7D">
              <w:rPr>
                <w:color w:val="000000"/>
                <w:sz w:val="28"/>
                <w:szCs w:val="28"/>
              </w:rPr>
              <w:t>ю</w:t>
            </w:r>
            <w:r w:rsidRPr="00FF1F7D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44,8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гий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469 000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234,0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27804,9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92701,7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121,2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1216,6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405,5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государственных функций в области здрав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8441,3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Оказание жителям Мелеке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ского и Новомалыклинского районов специализированной медицинской помощи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6310,8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Ежегодная областная премия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Призвание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Оказание жителям города Д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митровграда специализир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ванной медицинской помощи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96,7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96,7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Оказание стационарной па</w:t>
            </w:r>
            <w:r w:rsidRPr="00FF1F7D">
              <w:rPr>
                <w:sz w:val="28"/>
                <w:szCs w:val="28"/>
              </w:rPr>
              <w:t>л</w:t>
            </w:r>
            <w:r w:rsidRPr="00FF1F7D">
              <w:rPr>
                <w:sz w:val="28"/>
                <w:szCs w:val="28"/>
              </w:rPr>
              <w:t>лиативной медицинской п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мощи жителям города Дими</w:t>
            </w:r>
            <w:r w:rsidRPr="00FF1F7D">
              <w:rPr>
                <w:sz w:val="28"/>
                <w:szCs w:val="28"/>
              </w:rPr>
              <w:t>т</w:t>
            </w:r>
            <w:r w:rsidRPr="00FF1F7D">
              <w:rPr>
                <w:sz w:val="28"/>
                <w:szCs w:val="28"/>
              </w:rPr>
              <w:t>ровграда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485 9900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1633,8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485 9900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1633,8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39822,6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28851,3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10639,1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215,0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117,2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Средства на реализацию п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становления Губернатора Ул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яновской области от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F1F7D">
              <w:rPr>
                <w:color w:val="000000"/>
                <w:sz w:val="28"/>
                <w:szCs w:val="28"/>
              </w:rPr>
              <w:t xml:space="preserve">03.03.2011 № 22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 орган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зации диспансеризации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гражданских служащих Ульяновской обла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7606,2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7606,2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Средства на реализацию Зак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 обеспечении полноценным п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танием беременных женщин, кормящих матерей, а также 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тей в возрасте до трёх лет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39070,4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вание неработающего насел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3685296,9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 xml:space="preserve">печение скорой медицинской </w:t>
            </w:r>
            <w:r w:rsidRPr="00FF1F7D">
              <w:rPr>
                <w:color w:val="000000"/>
                <w:sz w:val="28"/>
                <w:szCs w:val="28"/>
              </w:rPr>
              <w:br/>
              <w:t>помощи в рамках территор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альной программы обязател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ного медицинского страхов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458156,2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печение проведения замест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тельной почечной терапии м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тодами диализа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367733,2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печение вспомогательных р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продуктивных технологий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6390,0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FF1F7D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47072,2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47072,23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венного порядка, противоде</w:t>
            </w:r>
            <w:r w:rsidRPr="00FF1F7D">
              <w:rPr>
                <w:color w:val="000000"/>
                <w:sz w:val="28"/>
                <w:szCs w:val="28"/>
              </w:rPr>
              <w:t>й</w:t>
            </w:r>
            <w:r w:rsidRPr="00FF1F7D">
              <w:rPr>
                <w:color w:val="000000"/>
                <w:sz w:val="28"/>
                <w:szCs w:val="28"/>
              </w:rPr>
              <w:t>ствию преступности и проф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лактике правонарушений на территории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 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Снижение уровня алкоголиз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ции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862 1018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862 1018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 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8160,0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8439376,95451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Доплаты к пенсиям государс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венных гражданских служ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щих Ульяновской области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3103,9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пенсии, социальные д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платы к пенсиям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105219,6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Социальное обслуживание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787860,43551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Дома-интернаты для престар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лых и инвалидов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270440,30552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57615,8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F1F7D">
              <w:rPr>
                <w:color w:val="000000"/>
                <w:sz w:val="28"/>
                <w:szCs w:val="28"/>
              </w:rPr>
              <w:t>ю</w:t>
            </w:r>
            <w:r w:rsidRPr="00FF1F7D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232,7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Закупка товаров, работ, услуг в целях капитального ремонта государственного (муниц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пального) имущества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5991,3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24995,6649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350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бюджетным учре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дениям на финансовое обесп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чение государственного (м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ниципального) задания на ок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зание государственных (мун</w:t>
            </w:r>
            <w:r w:rsidRPr="00FF1F7D">
              <w:rPr>
                <w:sz w:val="28"/>
                <w:szCs w:val="28"/>
              </w:rPr>
              <w:t>и</w:t>
            </w:r>
            <w:r w:rsidRPr="00FF1F7D">
              <w:rPr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1496,66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бюджетным учре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178140,8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1569,28062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182,2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154,3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Учреждения социального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служивания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517420,12999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155529,1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F1F7D">
              <w:rPr>
                <w:color w:val="000000"/>
                <w:sz w:val="28"/>
                <w:szCs w:val="28"/>
              </w:rPr>
              <w:t>ю</w:t>
            </w:r>
            <w:r w:rsidRPr="00FF1F7D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800,2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64791,52999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2150,0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188593,224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бюджетным учре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2500,376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97707,231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автономным учре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4365,169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619,6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363,7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6601011,4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Осуществление отдельных полномочий Российской Фед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рации органами государстве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 в области социальной политики, занятости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2335371,5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Пособие по уходу за ребёнком гражданам, подвергшимся во</w:t>
            </w:r>
            <w:r w:rsidRPr="00FF1F7D">
              <w:rPr>
                <w:color w:val="000000"/>
                <w:sz w:val="28"/>
                <w:szCs w:val="28"/>
              </w:rPr>
              <w:t>з</w:t>
            </w:r>
            <w:r w:rsidRPr="00FF1F7D">
              <w:rPr>
                <w:color w:val="000000"/>
                <w:sz w:val="28"/>
                <w:szCs w:val="28"/>
              </w:rPr>
              <w:t>действию радиации вследствие радиационных аварий, в соо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ветствии с Законом Росси</w:t>
            </w:r>
            <w:r w:rsidRPr="00FF1F7D">
              <w:rPr>
                <w:color w:val="000000"/>
                <w:sz w:val="28"/>
                <w:szCs w:val="28"/>
              </w:rPr>
              <w:t>й</w:t>
            </w:r>
            <w:r w:rsidRPr="00FF1F7D">
              <w:rPr>
                <w:color w:val="000000"/>
                <w:sz w:val="28"/>
                <w:szCs w:val="28"/>
              </w:rPr>
              <w:t xml:space="preserve">ской Федерации от 15 мая 1991 года № 1244-I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социальной защите граждан, подвергшихся воздействию радиации всле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ствие катастрофы на Черн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быльской АЭС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1501,3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1501,3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Обеспечение инвалидов те</w:t>
            </w:r>
            <w:r w:rsidRPr="00FF1F7D">
              <w:rPr>
                <w:color w:val="000000"/>
                <w:sz w:val="28"/>
                <w:szCs w:val="28"/>
              </w:rPr>
              <w:t>х</w:t>
            </w:r>
            <w:r w:rsidRPr="00FF1F7D">
              <w:rPr>
                <w:color w:val="000000"/>
                <w:sz w:val="28"/>
                <w:szCs w:val="28"/>
              </w:rPr>
              <w:t>ническими средствами реаб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литации, включая изготовл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ние и ремонт протезно-ортопедических изделий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163569,5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12285,621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F1F7D">
              <w:rPr>
                <w:color w:val="000000"/>
                <w:sz w:val="28"/>
                <w:szCs w:val="28"/>
              </w:rPr>
              <w:t>ю</w:t>
            </w:r>
            <w:r w:rsidRPr="00FF1F7D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1044,0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30000,0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120158,94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7255CF" w:rsidRDefault="009A78A8" w:rsidP="007255C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7255CF">
              <w:rPr>
                <w:color w:val="000000"/>
                <w:spacing w:val="-4"/>
                <w:sz w:val="28"/>
                <w:szCs w:val="28"/>
              </w:rPr>
              <w:t>Исполнение судебных актов Российской Федерации и мир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вых соглашений по возмещ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е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нию вреда, причинённого в 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е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р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ственной власти (государстве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н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ных органов), органов местного самоуправления либо должн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а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зённых учреждений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79,739</w:t>
            </w:r>
          </w:p>
        </w:tc>
      </w:tr>
      <w:tr w:rsidR="009A78A8" w:rsidRPr="00FF1F7D" w:rsidTr="007255CF">
        <w:tc>
          <w:tcPr>
            <w:tcW w:w="3982" w:type="dxa"/>
            <w:gridSpan w:val="2"/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Осуществление полномочий по обеспечению жильём о</w:t>
            </w:r>
            <w:r w:rsidRPr="00FF1F7D">
              <w:rPr>
                <w:sz w:val="28"/>
                <w:szCs w:val="28"/>
              </w:rPr>
              <w:t>т</w:t>
            </w:r>
            <w:r w:rsidRPr="00FF1F7D">
              <w:rPr>
                <w:sz w:val="28"/>
                <w:szCs w:val="28"/>
              </w:rPr>
              <w:t xml:space="preserve">дельных категорий граждан, установленных Федеральным законом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FF1F7D">
              <w:rPr>
                <w:sz w:val="28"/>
                <w:szCs w:val="28"/>
              </w:rPr>
              <w:t>, в соо</w:t>
            </w:r>
            <w:r w:rsidRPr="00FF1F7D">
              <w:rPr>
                <w:sz w:val="28"/>
                <w:szCs w:val="28"/>
              </w:rPr>
              <w:t>т</w:t>
            </w:r>
            <w:r w:rsidRPr="00FF1F7D">
              <w:rPr>
                <w:sz w:val="28"/>
                <w:szCs w:val="28"/>
              </w:rPr>
              <w:t xml:space="preserve">ветствии с Указом Президента Российской Федерации от </w:t>
            </w:r>
            <w:r>
              <w:rPr>
                <w:sz w:val="28"/>
                <w:szCs w:val="28"/>
              </w:rPr>
              <w:t xml:space="preserve">               </w:t>
            </w:r>
            <w:r w:rsidRPr="00FF1F7D">
              <w:rPr>
                <w:sz w:val="28"/>
                <w:szCs w:val="28"/>
              </w:rPr>
              <w:t xml:space="preserve">7 мая 2008 года № 714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297 5134</w:t>
            </w:r>
          </w:p>
        </w:tc>
        <w:tc>
          <w:tcPr>
            <w:tcW w:w="700" w:type="dxa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150882,6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297 5134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150882,6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Осуществление полномочий по обеспечению жильём о</w:t>
            </w:r>
            <w:r w:rsidRPr="00FF1F7D">
              <w:rPr>
                <w:sz w:val="28"/>
                <w:szCs w:val="28"/>
              </w:rPr>
              <w:t>т</w:t>
            </w:r>
            <w:r w:rsidRPr="00FF1F7D">
              <w:rPr>
                <w:sz w:val="28"/>
                <w:szCs w:val="28"/>
              </w:rPr>
              <w:t>дельных категорий граждан, установленных Федеральными законами от 12 января 1995 г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 xml:space="preserve">да № 5-ФЗ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FF1F7D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 социальной защите инв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лидов в Российской Федер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297 5135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31677,5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297 5135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31677,5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Средства на оказание госуда</w:t>
            </w:r>
            <w:r w:rsidRPr="00FF1F7D">
              <w:rPr>
                <w:sz w:val="28"/>
                <w:szCs w:val="28"/>
              </w:rPr>
              <w:t>р</w:t>
            </w:r>
            <w:r w:rsidRPr="00FF1F7D">
              <w:rPr>
                <w:sz w:val="28"/>
                <w:szCs w:val="28"/>
              </w:rPr>
              <w:t>ственной социальной помощи отдельным категориям гра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297 5194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39348,1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297 5194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нам, кроме публичных норм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297 5194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1137,1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297 5194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38200,0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Исполнение судебных актов Российской Федерации и м</w:t>
            </w:r>
            <w:r w:rsidRPr="00FF1F7D">
              <w:rPr>
                <w:sz w:val="28"/>
                <w:szCs w:val="28"/>
              </w:rPr>
              <w:t>и</w:t>
            </w:r>
            <w:r w:rsidRPr="00FF1F7D">
              <w:rPr>
                <w:sz w:val="28"/>
                <w:szCs w:val="28"/>
              </w:rPr>
              <w:t>ровых соглашений по возм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щению вреда, причинённого в результате незаконных дейс</w:t>
            </w:r>
            <w:r w:rsidRPr="00FF1F7D">
              <w:rPr>
                <w:sz w:val="28"/>
                <w:szCs w:val="28"/>
              </w:rPr>
              <w:t>т</w:t>
            </w:r>
            <w:r w:rsidRPr="00FF1F7D">
              <w:rPr>
                <w:sz w:val="28"/>
                <w:szCs w:val="28"/>
              </w:rPr>
              <w:t>вий (бездействия) органов г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сударственной власти (гос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органов), органов местного самоуправления либо должностных лиц этих орг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нов, а также в результате де</w:t>
            </w:r>
            <w:r w:rsidRPr="00FF1F7D">
              <w:rPr>
                <w:sz w:val="28"/>
                <w:szCs w:val="28"/>
              </w:rPr>
              <w:t>я</w:t>
            </w:r>
            <w:r w:rsidRPr="00FF1F7D">
              <w:rPr>
                <w:sz w:val="28"/>
                <w:szCs w:val="28"/>
              </w:rPr>
              <w:t>тельности казённых учрежд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ний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297 5194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831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Средства на осуществление переданного полномочия Ро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сийской Федерации по осущ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ствлению ежегодной денежной выплаты лицам, награждё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 xml:space="preserve">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П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чётный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108076,4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1806,4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106270,0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FF1F7D">
              <w:rPr>
                <w:sz w:val="28"/>
                <w:szCs w:val="28"/>
              </w:rPr>
              <w:t>м</w:t>
            </w:r>
            <w:r w:rsidRPr="00FF1F7D">
              <w:rPr>
                <w:sz w:val="28"/>
                <w:szCs w:val="28"/>
              </w:rPr>
              <w:t>пенсации гражданам при во</w:t>
            </w:r>
            <w:r w:rsidRPr="00FF1F7D">
              <w:rPr>
                <w:sz w:val="28"/>
                <w:szCs w:val="28"/>
              </w:rPr>
              <w:t>з</w:t>
            </w:r>
            <w:r w:rsidRPr="00FF1F7D">
              <w:rPr>
                <w:sz w:val="28"/>
                <w:szCs w:val="28"/>
              </w:rPr>
              <w:t xml:space="preserve">никновении поствакцинальных осложнений в соответствии с Федеральным законом от 17 сентября 1998 года № 157-ФЗ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Об иммунопрофилактике и</w:t>
            </w:r>
            <w:r w:rsidRPr="00FF1F7D">
              <w:rPr>
                <w:sz w:val="28"/>
                <w:szCs w:val="28"/>
              </w:rPr>
              <w:t>н</w:t>
            </w:r>
            <w:r w:rsidRPr="00FF1F7D">
              <w:rPr>
                <w:sz w:val="28"/>
                <w:szCs w:val="28"/>
              </w:rPr>
              <w:t>фекционных болезней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297 5240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276,1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Средства на оплату жилищно-коммунальных услуг отдел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1200700,9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15712,0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1184988,9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Выплата единовременного п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собия беременной жене вое</w:t>
            </w:r>
            <w:r w:rsidRPr="00FF1F7D">
              <w:rPr>
                <w:sz w:val="28"/>
                <w:szCs w:val="28"/>
              </w:rPr>
              <w:t>н</w:t>
            </w:r>
            <w:r w:rsidRPr="00FF1F7D">
              <w:rPr>
                <w:sz w:val="28"/>
                <w:szCs w:val="28"/>
              </w:rPr>
              <w:t xml:space="preserve">нослужащего, проходящего военную службу по призыву, а также ежемесячного пособия на ребёнка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 г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сударственных пособиях гр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297 5270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23347,5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96,0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23251,5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Выплата инвалидам компенс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ций страховых премий по д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говорам обязательного страх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вания гражданской ответс</w:t>
            </w:r>
            <w:r w:rsidRPr="00FF1F7D">
              <w:rPr>
                <w:sz w:val="28"/>
                <w:szCs w:val="28"/>
              </w:rPr>
              <w:t>т</w:t>
            </w:r>
            <w:r w:rsidRPr="00FF1F7D">
              <w:rPr>
                <w:sz w:val="28"/>
                <w:szCs w:val="28"/>
              </w:rPr>
              <w:t>венности владельцев тран</w:t>
            </w:r>
            <w:r w:rsidRPr="00FF1F7D">
              <w:rPr>
                <w:sz w:val="28"/>
                <w:szCs w:val="28"/>
              </w:rPr>
              <w:t>с</w:t>
            </w:r>
            <w:r w:rsidRPr="00FF1F7D">
              <w:rPr>
                <w:sz w:val="28"/>
                <w:szCs w:val="28"/>
              </w:rPr>
              <w:t>портных средств в соответс</w:t>
            </w:r>
            <w:r w:rsidRPr="00FF1F7D">
              <w:rPr>
                <w:sz w:val="28"/>
                <w:szCs w:val="28"/>
              </w:rPr>
              <w:t>т</w:t>
            </w:r>
            <w:r w:rsidRPr="00FF1F7D">
              <w:rPr>
                <w:sz w:val="28"/>
                <w:szCs w:val="28"/>
              </w:rPr>
              <w:t xml:space="preserve">вии с Федеральным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Об обязательном страховании гражданской ответственности владельцев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297 5280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1103,8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1076,2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Социальные выплаты безр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ботным гражданам в соотве</w:t>
            </w:r>
            <w:r w:rsidRPr="00FF1F7D">
              <w:rPr>
                <w:sz w:val="28"/>
                <w:szCs w:val="28"/>
              </w:rPr>
              <w:t>т</w:t>
            </w:r>
            <w:r w:rsidRPr="00FF1F7D">
              <w:rPr>
                <w:sz w:val="28"/>
                <w:szCs w:val="28"/>
              </w:rPr>
              <w:t xml:space="preserve">ствии с Законом Российской Федерации от 19 апреля 1991 года № 1032-I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 занятости населения в Российск</w:t>
            </w:r>
            <w:r>
              <w:rPr>
                <w:sz w:val="28"/>
                <w:szCs w:val="28"/>
              </w:rPr>
              <w:t>ой</w:t>
            </w:r>
            <w:r w:rsidRPr="00FF1F7D">
              <w:rPr>
                <w:sz w:val="28"/>
                <w:szCs w:val="28"/>
              </w:rPr>
              <w:t xml:space="preserve"> Фед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297 5290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203659,3</w:t>
            </w:r>
          </w:p>
        </w:tc>
      </w:tr>
      <w:tr w:rsidR="009A78A8" w:rsidRPr="00FF1F7D" w:rsidTr="007255CF">
        <w:tc>
          <w:tcPr>
            <w:tcW w:w="3982" w:type="dxa"/>
            <w:gridSpan w:val="2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0" w:type="dxa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1088,2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167623,6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340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11684,5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23263,0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государственных п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собий лицам, не подлежащим обязательному социальному страхованию на случай вр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менной нетрудоспособности и в связи с материнством, и л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цам, уволенным в связи с ли</w:t>
            </w:r>
            <w:r w:rsidRPr="00FF1F7D">
              <w:rPr>
                <w:color w:val="000000"/>
                <w:sz w:val="28"/>
                <w:szCs w:val="28"/>
              </w:rPr>
              <w:t>к</w:t>
            </w:r>
            <w:r w:rsidRPr="00FF1F7D">
              <w:rPr>
                <w:color w:val="000000"/>
                <w:sz w:val="28"/>
                <w:szCs w:val="28"/>
              </w:rPr>
              <w:t>видацией организаций (пр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кращением деятельности, по</w:t>
            </w:r>
            <w:r w:rsidRPr="00FF1F7D">
              <w:rPr>
                <w:color w:val="000000"/>
                <w:sz w:val="28"/>
                <w:szCs w:val="28"/>
              </w:rPr>
              <w:t>л</w:t>
            </w:r>
            <w:r w:rsidRPr="00FF1F7D">
              <w:rPr>
                <w:color w:val="000000"/>
                <w:sz w:val="28"/>
                <w:szCs w:val="28"/>
              </w:rPr>
              <w:t>номочий физическими лиц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ми), в соответствии с Фед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 xml:space="preserve">ральным законом от 19 мая 1995 года 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пособиях гра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данам, имеющим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411228,5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не подлежащим обяз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ванию на случай врем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нной нетрудоспособности и в связи с материнством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368625,4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367377,0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1248,4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пособий по береме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ности и родам женщинам, ув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ленным в связи с ликвидацией организаций, прекращением деятельности (по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FF1F7D">
              <w:rPr>
                <w:color w:val="000000"/>
                <w:sz w:val="28"/>
                <w:szCs w:val="28"/>
              </w:rPr>
              <w:t>номочий) физическими лицами в уст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новленном порядке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пособий женщинам, вставшим на учёт в медици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ских учреждениях в ранние сроки беременности, уволе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ным в связи с ликвидацией о</w:t>
            </w:r>
            <w:r w:rsidRPr="00FF1F7D">
              <w:rPr>
                <w:color w:val="000000"/>
                <w:sz w:val="28"/>
                <w:szCs w:val="28"/>
              </w:rPr>
              <w:t>р</w:t>
            </w:r>
            <w:r w:rsidRPr="00FF1F7D">
              <w:rPr>
                <w:color w:val="000000"/>
                <w:sz w:val="28"/>
                <w:szCs w:val="28"/>
              </w:rPr>
              <w:t>ганизаций, прекращением де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тельности (полномочий) физ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ческими лицами в установле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пособий при рожд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нетрудосп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собности и в связи с матери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ством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42600,2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42380,2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220,0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107001,9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 от 02.11.2011</w:t>
            </w: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FF1F7D">
              <w:rPr>
                <w:color w:val="000000"/>
                <w:sz w:val="28"/>
                <w:szCs w:val="28"/>
              </w:rPr>
              <w:t xml:space="preserve">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некоторых мерах по улучшению демографич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ской ситуации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60065,6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1259,8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26045,8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32760,0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Средства на реализацию Зак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на Ульяновской области от 05.04.2006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мерах государственной социальной поддержки отдельных катег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рий специалистов, работа</w:t>
            </w:r>
            <w:r w:rsidRPr="00FF1F7D">
              <w:rPr>
                <w:color w:val="000000"/>
                <w:sz w:val="28"/>
                <w:szCs w:val="28"/>
              </w:rPr>
              <w:t>ю</w:t>
            </w:r>
            <w:r w:rsidRPr="00FF1F7D">
              <w:rPr>
                <w:color w:val="000000"/>
                <w:sz w:val="28"/>
                <w:szCs w:val="28"/>
              </w:rPr>
              <w:t>щих и проживающих в сел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ской местности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13321,0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85,8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нам, кроме публичных норм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505 8500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1668,69677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11564,00323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Средства на реализацию Зак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 обеспечении полноценным п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танием беременных женщин, кормящих матерей, а также 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тей в возрасте до трёх лет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3846,1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110,2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3735,9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Средства на реализацию Зак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29769,2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138,1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9205,663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нам, кроме публичных норм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505 9100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375,037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Субсидии бюджетным учре</w:t>
            </w:r>
            <w:r w:rsidRPr="00FF1F7D">
              <w:rPr>
                <w:sz w:val="28"/>
                <w:szCs w:val="28"/>
              </w:rPr>
              <w:t>ж</w:t>
            </w:r>
            <w:r w:rsidRPr="00FF1F7D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505 9100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20050,4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Средства на реализацию Зак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вольных пожарных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F1F7D">
              <w:rPr>
                <w:color w:val="000000"/>
                <w:sz w:val="28"/>
                <w:szCs w:val="28"/>
              </w:rPr>
              <w:t>в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10334,3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364,0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8350,0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Публичные нормативные в</w:t>
            </w:r>
            <w:r w:rsidRPr="00FF1F7D">
              <w:rPr>
                <w:color w:val="000000"/>
                <w:sz w:val="28"/>
                <w:szCs w:val="28"/>
              </w:rPr>
              <w:t>ы</w:t>
            </w:r>
            <w:r w:rsidRPr="00FF1F7D">
              <w:rPr>
                <w:color w:val="000000"/>
                <w:sz w:val="28"/>
                <w:szCs w:val="28"/>
              </w:rPr>
              <w:t>платы гражданам несоциал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ного характера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1620,3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Средства на реализацию Зак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на Ульяновской области от 30.01.2006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пожа</w:t>
            </w:r>
            <w:r w:rsidRPr="00FF1F7D">
              <w:rPr>
                <w:color w:val="000000"/>
                <w:sz w:val="28"/>
                <w:szCs w:val="28"/>
              </w:rPr>
              <w:t>р</w:t>
            </w:r>
            <w:r w:rsidRPr="00FF1F7D">
              <w:rPr>
                <w:color w:val="000000"/>
                <w:sz w:val="28"/>
                <w:szCs w:val="28"/>
              </w:rPr>
              <w:t>ной безопасности в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  <w:left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Исполнение денежных обяз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тельств по исполнительным документам, мировым согл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шениям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  <w:left w:val="nil"/>
            </w:tcBorders>
            <w:vAlign w:val="center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Исполнение судебных актов Российской Федерации и м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ровых соглашений по возм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щению вреда, причинённого в результате незаконных дейс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вий (бездействия) органов 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сударственной власти (гос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органов), органов местного самоуправления либо должностных лиц этих орг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нов, а также в результате де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тельности казённых учрежд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504,0</w:t>
            </w:r>
          </w:p>
        </w:tc>
      </w:tr>
      <w:tr w:rsidR="009A78A8" w:rsidRPr="00FF1F7D" w:rsidTr="007255CF">
        <w:tc>
          <w:tcPr>
            <w:tcW w:w="3982" w:type="dxa"/>
            <w:gridSpan w:val="2"/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0" w:type="dxa"/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4144799,7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3441972,7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331329,1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4994,4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326334,7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Компенсация расходов по о</w:t>
            </w:r>
            <w:r w:rsidRPr="00FF1F7D">
              <w:rPr>
                <w:color w:val="000000"/>
                <w:sz w:val="28"/>
                <w:szCs w:val="28"/>
              </w:rPr>
              <w:t>п</w:t>
            </w:r>
            <w:r w:rsidRPr="00FF1F7D">
              <w:rPr>
                <w:color w:val="000000"/>
                <w:sz w:val="28"/>
                <w:szCs w:val="28"/>
              </w:rPr>
              <w:t>лате жилых помещений и ко</w:t>
            </w:r>
            <w:r w:rsidRPr="00FF1F7D">
              <w:rPr>
                <w:color w:val="000000"/>
                <w:sz w:val="28"/>
                <w:szCs w:val="28"/>
              </w:rPr>
              <w:t>м</w:t>
            </w:r>
            <w:r w:rsidRPr="00FF1F7D">
              <w:rPr>
                <w:color w:val="000000"/>
                <w:sz w:val="28"/>
                <w:szCs w:val="28"/>
              </w:rPr>
              <w:t>мунальных услуг отдельным категориям граждан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138348,9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2023,9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136325,0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Реализация Закона Ульяно</w:t>
            </w:r>
            <w:r w:rsidRPr="00FF1F7D">
              <w:rPr>
                <w:sz w:val="28"/>
                <w:szCs w:val="28"/>
              </w:rPr>
              <w:t>в</w:t>
            </w:r>
            <w:r w:rsidRPr="00FF1F7D">
              <w:rPr>
                <w:sz w:val="28"/>
                <w:szCs w:val="28"/>
              </w:rPr>
              <w:t xml:space="preserve">ской области от 31.08.2013 </w:t>
            </w:r>
            <w:r>
              <w:rPr>
                <w:sz w:val="28"/>
                <w:szCs w:val="28"/>
              </w:rPr>
              <w:t xml:space="preserve">         </w:t>
            </w:r>
            <w:r w:rsidRPr="00FF1F7D">
              <w:rPr>
                <w:sz w:val="28"/>
                <w:szCs w:val="28"/>
              </w:rPr>
              <w:t xml:space="preserve">№ 159-ЗО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Об оказании а</w:t>
            </w:r>
            <w:r w:rsidRPr="00FF1F7D">
              <w:rPr>
                <w:sz w:val="28"/>
                <w:szCs w:val="28"/>
              </w:rPr>
              <w:t>д</w:t>
            </w:r>
            <w:r w:rsidRPr="00FF1F7D">
              <w:rPr>
                <w:sz w:val="28"/>
                <w:szCs w:val="28"/>
              </w:rPr>
              <w:t>ресной материальной помощи гражданам, оказавшимся в трудной жизненной ситуации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801 1203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63100,0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918,0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62182,0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протезно-ортопедических изделий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16723,7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16723,7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973746,0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21910,6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446601,2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505234,2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3589,8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88,5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2676,2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825,1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Обеспечение мер социальной поддержки реабилитирова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ных лиц и лиц, признанных пострадавшими от политич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ских репрессий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35000,0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813,6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8310,8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25875,6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09.01.2008 </w:t>
            </w:r>
            <w:r>
              <w:rPr>
                <w:color w:val="000000"/>
                <w:sz w:val="28"/>
                <w:szCs w:val="28"/>
              </w:rPr>
              <w:t xml:space="preserve">            </w:t>
            </w:r>
            <w:r w:rsidRPr="00FF1F7D">
              <w:rPr>
                <w:color w:val="000000"/>
                <w:sz w:val="28"/>
                <w:szCs w:val="28"/>
              </w:rPr>
              <w:t xml:space="preserve">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Ветеран труда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1399349,0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27978,7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487861,3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881245,0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2264,0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05.05.2011 </w:t>
            </w: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Pr="00FF1F7D">
              <w:rPr>
                <w:color w:val="000000"/>
                <w:sz w:val="28"/>
                <w:szCs w:val="28"/>
              </w:rPr>
              <w:t xml:space="preserve">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наградах Уль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21857,6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AE34E8" w:rsidRDefault="009A78A8" w:rsidP="00AE34E8">
            <w:pPr>
              <w:spacing w:line="360" w:lineRule="auto"/>
              <w:ind w:right="-96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AE34E8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AE34E8">
              <w:rPr>
                <w:color w:val="000000"/>
                <w:spacing w:val="-6"/>
                <w:sz w:val="28"/>
                <w:szCs w:val="28"/>
              </w:rPr>
              <w:t>р</w:t>
            </w:r>
            <w:r w:rsidRPr="00AE34E8">
              <w:rPr>
                <w:color w:val="000000"/>
                <w:spacing w:val="-6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626,3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20491,3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740,0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10623,5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331,5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10292,0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05.07.2013 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 w:rsidRPr="00FF1F7D">
              <w:rPr>
                <w:color w:val="000000"/>
                <w:sz w:val="28"/>
                <w:szCs w:val="28"/>
              </w:rPr>
              <w:t xml:space="preserve">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дополнительных мерах социальной поддержки, предоставляемых супругам, детям и родителям лиц, зам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щавших государственные должности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ласти, должности государс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венной гражданской службы Ульяновской области или должности в государственных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(трудовых)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занностей или умерших всле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ствие ранения, контузии, заб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левания или увечья, получе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ных при исполнении должн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стных (трудовых) обязанн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503,0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398,0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ной поддержки педагогич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ским работникам образов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тельных организаций, раб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тающим и проживающим в сельских населённых пунктах, рабочих посёлках (посёлках городского типа)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255383,4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4466,2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250917,2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сивы для социально незащ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щённой категории лиц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5991,3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130,5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5860,8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единовременной 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териальной помощи по пост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новлению Правительства Ул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 xml:space="preserve">яновской области от 03.02.2006 № 30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дополн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тельных мерах социальной поддержки военнослужащих, сотрудников правоохран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тельных органов и членов их семей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288,0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 от 04.11.2003</w:t>
            </w:r>
            <w:r>
              <w:rPr>
                <w:color w:val="000000"/>
                <w:sz w:val="28"/>
                <w:szCs w:val="28"/>
              </w:rPr>
              <w:t xml:space="preserve">          </w:t>
            </w:r>
            <w:r w:rsidRPr="00FF1F7D">
              <w:rPr>
                <w:color w:val="000000"/>
                <w:sz w:val="28"/>
                <w:szCs w:val="28"/>
              </w:rPr>
              <w:t xml:space="preserve">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социальной по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держке инвалидов боевых де</w:t>
            </w:r>
            <w:r w:rsidRPr="00FF1F7D">
              <w:rPr>
                <w:color w:val="000000"/>
                <w:sz w:val="28"/>
                <w:szCs w:val="28"/>
              </w:rPr>
              <w:t>й</w:t>
            </w:r>
            <w:r w:rsidRPr="00FF1F7D">
              <w:rPr>
                <w:color w:val="000000"/>
                <w:sz w:val="28"/>
                <w:szCs w:val="28"/>
              </w:rPr>
              <w:t>ствий, проживающих на те</w:t>
            </w:r>
            <w:r w:rsidRPr="00FF1F7D">
              <w:rPr>
                <w:color w:val="000000"/>
                <w:sz w:val="28"/>
                <w:szCs w:val="28"/>
              </w:rPr>
              <w:t>р</w:t>
            </w:r>
            <w:r w:rsidRPr="00FF1F7D">
              <w:rPr>
                <w:color w:val="000000"/>
                <w:sz w:val="28"/>
                <w:szCs w:val="28"/>
              </w:rPr>
              <w:t>ритории Ульяновской обла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647,4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632,0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 от 19.12.2007</w:t>
            </w:r>
            <w:r>
              <w:rPr>
                <w:color w:val="000000"/>
                <w:sz w:val="28"/>
                <w:szCs w:val="28"/>
              </w:rPr>
              <w:t xml:space="preserve">          </w:t>
            </w:r>
            <w:r w:rsidRPr="00FF1F7D">
              <w:rPr>
                <w:color w:val="000000"/>
                <w:sz w:val="28"/>
                <w:szCs w:val="28"/>
              </w:rPr>
              <w:t xml:space="preserve">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социальной по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держке родителей и супругов военнослужащих, сотрудников органов внутренних дел, Ф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деральной службы безопасн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сти Российской Федерации, прокуратуры Российской Ф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дерации, органов уголовно-исполнительной системы М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нистерства юстиции Росси</w:t>
            </w:r>
            <w:r w:rsidRPr="00FF1F7D">
              <w:rPr>
                <w:color w:val="000000"/>
                <w:sz w:val="28"/>
                <w:szCs w:val="28"/>
              </w:rPr>
              <w:t>й</w:t>
            </w:r>
            <w:r w:rsidRPr="00FF1F7D">
              <w:rPr>
                <w:color w:val="000000"/>
                <w:sz w:val="28"/>
                <w:szCs w:val="28"/>
              </w:rPr>
              <w:t>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ных при исполнении обязанн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стей военной службы, служе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ных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3014,4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86,4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2928,0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7255CF" w:rsidRDefault="009A78A8" w:rsidP="007255C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AE34E8">
              <w:rPr>
                <w:color w:val="000000"/>
                <w:spacing w:val="-6"/>
                <w:sz w:val="28"/>
                <w:szCs w:val="28"/>
              </w:rPr>
              <w:t>Реализация Закона Ульяновской области от 01.03.2007 № 23-ЗО «О добровольном участии гра</w:t>
            </w:r>
            <w:r w:rsidRPr="00AE34E8">
              <w:rPr>
                <w:color w:val="000000"/>
                <w:spacing w:val="-6"/>
                <w:sz w:val="28"/>
                <w:szCs w:val="28"/>
              </w:rPr>
              <w:t>ж</w:t>
            </w:r>
            <w:r w:rsidRPr="00AE34E8">
              <w:rPr>
                <w:color w:val="000000"/>
                <w:spacing w:val="-6"/>
                <w:sz w:val="28"/>
                <w:szCs w:val="28"/>
              </w:rPr>
              <w:t>дан в охране общественного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7255CF">
              <w:rPr>
                <w:color w:val="000000"/>
                <w:spacing w:val="-4"/>
                <w:sz w:val="28"/>
                <w:szCs w:val="28"/>
              </w:rPr>
              <w:t>порядка на территории Уль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я</w:t>
            </w:r>
            <w:r w:rsidRPr="007255CF">
              <w:rPr>
                <w:color w:val="000000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1304,3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19,3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1285,0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AE34E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ной поддержки и социального обслуживания лицам, стр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дающим психическими ра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стройствами, находящи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FF1F7D">
              <w:rPr>
                <w:color w:val="000000"/>
                <w:sz w:val="28"/>
                <w:szCs w:val="28"/>
              </w:rPr>
              <w:t>ся в трудной жизненной ситуации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3459,1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3360,0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Проведение социально знач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6461,8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6461,8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 от 08.10.2008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FF1F7D">
              <w:rPr>
                <w:color w:val="000000"/>
                <w:sz w:val="28"/>
                <w:szCs w:val="28"/>
              </w:rPr>
              <w:t xml:space="preserve">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960,0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Реализация постановления Правительства Ульяновской области от 15.06.2009 № 239-П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единовременной выплате за вред, причинённый при оказ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нии противотуберкулёзной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Обеспечение равной доступн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сти услуг общественного транспорта на территории Ульяновской области для о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дельных категорий граждан, оказание мер социальной по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держки которым относится к ведению Российской Федер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27086,4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держки творческим работн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кам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12226,6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232,1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11994,5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09.11.2010 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  <w:r w:rsidRPr="00FF1F7D">
              <w:rPr>
                <w:color w:val="000000"/>
                <w:sz w:val="28"/>
                <w:szCs w:val="28"/>
              </w:rPr>
              <w:t xml:space="preserve">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мерах социал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ной поддержки инвалидов и участников Великой Отечес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венной войны, ветеранов бо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вых действий, бывших нес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вершеннолетних узников концлагерей, гетто и других мест принудительного соде</w:t>
            </w:r>
            <w:r w:rsidRPr="00FF1F7D">
              <w:rPr>
                <w:color w:val="000000"/>
                <w:sz w:val="28"/>
                <w:szCs w:val="28"/>
              </w:rPr>
              <w:t>р</w:t>
            </w:r>
            <w:r w:rsidRPr="00FF1F7D">
              <w:rPr>
                <w:color w:val="000000"/>
                <w:sz w:val="28"/>
                <w:szCs w:val="28"/>
              </w:rPr>
              <w:t>жания, созданных фашистами и их союзниками в период второй мировой войны, в Ул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28369,1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599,3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27769,8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20.12.2010 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FF1F7D">
              <w:rPr>
                <w:color w:val="000000"/>
                <w:sz w:val="28"/>
                <w:szCs w:val="28"/>
              </w:rPr>
              <w:t xml:space="preserve">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мерах государс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венной поддержки граждан в связи с введением на террит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рии Ульяновской области эк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номически обоснованных т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рифов и нормативов потребл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ния коммунальных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11223,4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233,5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10989,9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04.04.2011 </w:t>
            </w: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FF1F7D">
              <w:rPr>
                <w:color w:val="000000"/>
                <w:sz w:val="28"/>
                <w:szCs w:val="28"/>
              </w:rPr>
              <w:t xml:space="preserve">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социальной по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держке жён граждан, уволе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1944,5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55,7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1888,8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Обеспечение исполнения по</w:t>
            </w:r>
            <w:r w:rsidRPr="00FF1F7D">
              <w:rPr>
                <w:color w:val="000000"/>
                <w:sz w:val="28"/>
                <w:szCs w:val="28"/>
              </w:rPr>
              <w:t>л</w:t>
            </w:r>
            <w:r w:rsidRPr="00FF1F7D">
              <w:rPr>
                <w:color w:val="000000"/>
                <w:sz w:val="28"/>
                <w:szCs w:val="28"/>
              </w:rPr>
              <w:t>номочий по предоставлению ежемесячной денежной ко</w:t>
            </w:r>
            <w:r w:rsidRPr="00FF1F7D">
              <w:rPr>
                <w:color w:val="000000"/>
                <w:sz w:val="28"/>
                <w:szCs w:val="28"/>
              </w:rPr>
              <w:t>м</w:t>
            </w:r>
            <w:r w:rsidRPr="00FF1F7D">
              <w:rPr>
                <w:color w:val="000000"/>
                <w:sz w:val="28"/>
                <w:szCs w:val="28"/>
              </w:rPr>
              <w:t>пенсации на оплату жилищно-коммунальных услуг отдел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23172,6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постановления Г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бернатора Ульяновской обла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 xml:space="preserve">ти от 06.12.2010 № 98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п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рядке и условиях предоставл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ния государственным гра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данским служащим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 единовременной социальной выплаты на пр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обретение жилого помещения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30.11.2011 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FF1F7D">
              <w:rPr>
                <w:color w:val="000000"/>
                <w:sz w:val="28"/>
                <w:szCs w:val="28"/>
              </w:rPr>
              <w:t xml:space="preserve">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мерах социал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ной поддержки граждан, р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дившихся в период с 1 января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57877,7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1410,0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56467,7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инвалидам премий в соответствии с постановлен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 xml:space="preserve">ем Губернатора Ульяновской области от 23.05.2007 № 31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 утверждении Положения о присуждении премий Губе</w:t>
            </w:r>
            <w:r w:rsidRPr="00FF1F7D">
              <w:rPr>
                <w:color w:val="000000"/>
                <w:sz w:val="28"/>
                <w:szCs w:val="28"/>
              </w:rPr>
              <w:t>р</w:t>
            </w:r>
            <w:r w:rsidRPr="00FF1F7D">
              <w:rPr>
                <w:color w:val="000000"/>
                <w:sz w:val="28"/>
                <w:szCs w:val="28"/>
              </w:rPr>
              <w:t>натора Ульяновской области инвалидам, проживающим на территории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 от 27.01.2012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FF1F7D">
              <w:rPr>
                <w:color w:val="000000"/>
                <w:sz w:val="28"/>
                <w:szCs w:val="28"/>
              </w:rPr>
              <w:t xml:space="preserve">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дополнительных мерах социальной поддержки работников противопожарной службы Ульяновской области, профессиональных аварийно-спасательных служб и профе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48,9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47,5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 от 06.10.2011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FF1F7D">
              <w:rPr>
                <w:color w:val="000000"/>
                <w:sz w:val="28"/>
                <w:szCs w:val="28"/>
              </w:rPr>
              <w:t xml:space="preserve">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сельских старо</w:t>
            </w:r>
            <w:r w:rsidRPr="00FF1F7D">
              <w:rPr>
                <w:color w:val="000000"/>
                <w:sz w:val="28"/>
                <w:szCs w:val="28"/>
              </w:rPr>
              <w:t>с</w:t>
            </w:r>
            <w:r w:rsidRPr="00FF1F7D">
              <w:rPr>
                <w:color w:val="000000"/>
                <w:sz w:val="28"/>
                <w:szCs w:val="28"/>
              </w:rPr>
              <w:t>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2366,5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190,5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2176,0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Реализация Закона Ульяно</w:t>
            </w:r>
            <w:r w:rsidRPr="00FF1F7D">
              <w:rPr>
                <w:sz w:val="28"/>
                <w:szCs w:val="28"/>
              </w:rPr>
              <w:t>в</w:t>
            </w:r>
            <w:r w:rsidRPr="00FF1F7D">
              <w:rPr>
                <w:sz w:val="28"/>
                <w:szCs w:val="28"/>
              </w:rPr>
              <w:t xml:space="preserve">ской области от 31.08.2013 </w:t>
            </w:r>
            <w:r>
              <w:rPr>
                <w:sz w:val="28"/>
                <w:szCs w:val="28"/>
              </w:rPr>
              <w:t xml:space="preserve">         </w:t>
            </w:r>
            <w:r w:rsidRPr="00FF1F7D">
              <w:rPr>
                <w:sz w:val="28"/>
                <w:szCs w:val="28"/>
              </w:rPr>
              <w:t xml:space="preserve">№ 160-ЗО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 правовом рег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лировании отдельных вопр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сов, связанных с оказанием г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сударственной социальной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801 1235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801 1235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801 1235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360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788,0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682058,0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169598,7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3425,4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44686,1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121487,2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Ежемесячное пособие на р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бёнка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232119,1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1985,9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230133,2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06.05.2006 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 w:rsidRPr="00FF1F7D">
              <w:rPr>
                <w:color w:val="000000"/>
                <w:sz w:val="28"/>
                <w:szCs w:val="28"/>
              </w:rPr>
              <w:t xml:space="preserve">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социальной по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держке детей военнослуж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щих, сотрудников органов внутренних дел, Федеральной службы безопасности Росси</w:t>
            </w:r>
            <w:r w:rsidRPr="00FF1F7D">
              <w:rPr>
                <w:color w:val="000000"/>
                <w:sz w:val="28"/>
                <w:szCs w:val="28"/>
              </w:rPr>
              <w:t>й</w:t>
            </w:r>
            <w:r w:rsidRPr="00FF1F7D">
              <w:rPr>
                <w:color w:val="000000"/>
                <w:sz w:val="28"/>
                <w:szCs w:val="28"/>
              </w:rPr>
              <w:t>ской Федерации, прокуратуры Российской Федерации, орг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нов уголовно-исполнительной системы Министерства юст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ции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1027,8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998,4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05.02.2008 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FF1F7D">
              <w:rPr>
                <w:color w:val="000000"/>
                <w:sz w:val="28"/>
                <w:szCs w:val="28"/>
              </w:rPr>
              <w:t xml:space="preserve">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дополнительных мерах социальной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198058,0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2058,0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196000,0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ежегодной премии в соответствии с постановлен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 xml:space="preserve">ем Губернатора Ульяновской области от 19.03.2009 № 15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 учреждении ежегодной премии Губернатора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250,0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 от 31.08.2012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FF1F7D">
              <w:rPr>
                <w:color w:val="000000"/>
                <w:sz w:val="28"/>
                <w:szCs w:val="28"/>
              </w:rPr>
              <w:t xml:space="preserve">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ежемесячной 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нежной выплате на ребёнка до достижения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77656,4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4356,4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73300,0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06.05.2013 </w:t>
            </w:r>
            <w:r>
              <w:rPr>
                <w:color w:val="000000"/>
                <w:sz w:val="28"/>
                <w:szCs w:val="28"/>
              </w:rPr>
              <w:br/>
            </w:r>
            <w:r w:rsidRPr="00FF1F7D">
              <w:rPr>
                <w:color w:val="000000"/>
                <w:sz w:val="28"/>
                <w:szCs w:val="28"/>
              </w:rPr>
              <w:t xml:space="preserve">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предоставлении на территории Ульяновской области отдельным категориям инвалидов, имеющих детей, дополнительной меры 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альной поддержки в сфере о</w:t>
            </w:r>
            <w:r w:rsidRPr="00FF1F7D">
              <w:rPr>
                <w:color w:val="000000"/>
                <w:sz w:val="28"/>
                <w:szCs w:val="28"/>
              </w:rPr>
              <w:t>п</w:t>
            </w:r>
            <w:r w:rsidRPr="00FF1F7D">
              <w:rPr>
                <w:color w:val="000000"/>
                <w:sz w:val="28"/>
                <w:szCs w:val="28"/>
              </w:rPr>
              <w:t>латы жилых помещений час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149,2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124,9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AE34E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го транспорта, связанных с предоставлением обучающи</w:t>
            </w:r>
            <w:r w:rsidRPr="00FF1F7D">
              <w:rPr>
                <w:color w:val="000000"/>
                <w:sz w:val="28"/>
                <w:szCs w:val="28"/>
              </w:rPr>
              <w:t>м</w:t>
            </w:r>
            <w:r w:rsidRPr="00FF1F7D">
              <w:rPr>
                <w:color w:val="000000"/>
                <w:sz w:val="28"/>
                <w:szCs w:val="28"/>
              </w:rPr>
              <w:t>ся льгот в соответствии с З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 xml:space="preserve">коном Ульяновской области от 13.08.2013 № 134-ЗО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Об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разовании в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юридическим лицам (кроме некоммерческих орг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низаций), индивидуальным предпринимателям, физич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3195,0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15596,5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Мероприятия по повышению уровня доступности приор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тетных объектов социальной защиты населения и услуг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12669,0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3674,3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8994,7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Мероприятия по повышению доступности и качества реаб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литационных услуг для инв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лидов, в том числе для детей-инвалидов, содействие в их социальной интеграции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Комплекс информационных, просветительских и общес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венных мероприятий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227,5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Содействие занятости населения, улучш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5172,5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Мероприятия по реализации прав граждан на труд и 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альную защиту от безработ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цы, а также создание благ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приятных условий для обесп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чения занятости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4862,5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Мероприятия по улучшению условий и охраны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608816,8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Осуществление отдельных полномочий Российской Фед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рации органами государстве</w:t>
            </w:r>
            <w:r w:rsidRPr="00FF1F7D">
              <w:rPr>
                <w:color w:val="000000"/>
                <w:sz w:val="28"/>
                <w:szCs w:val="28"/>
              </w:rPr>
              <w:t>н</w:t>
            </w:r>
            <w:r w:rsidRPr="00FF1F7D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FF1F7D">
              <w:rPr>
                <w:color w:val="000000"/>
                <w:sz w:val="28"/>
                <w:szCs w:val="28"/>
              </w:rPr>
              <w:t>б</w:t>
            </w:r>
            <w:r w:rsidRPr="00FF1F7D">
              <w:rPr>
                <w:color w:val="000000"/>
                <w:sz w:val="28"/>
                <w:szCs w:val="28"/>
              </w:rPr>
              <w:t>ласти в области социальной политики, занятости населения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165365,9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Ежемесячная денежная выпл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та, назначаемая в случае ро</w:t>
            </w:r>
            <w:r w:rsidRPr="00FF1F7D">
              <w:rPr>
                <w:color w:val="000000"/>
                <w:sz w:val="28"/>
                <w:szCs w:val="28"/>
              </w:rPr>
              <w:t>ж</w:t>
            </w:r>
            <w:r w:rsidRPr="00FF1F7D">
              <w:rPr>
                <w:color w:val="000000"/>
                <w:sz w:val="28"/>
                <w:szCs w:val="28"/>
              </w:rPr>
              <w:t>дения третьего ребёнка или последующих детей до дост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жения ребёнком возраста трёх лет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152096,3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152096,3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собия при всех формах ус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ройства детей, лишённых р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дительского попечения, в с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мью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12945,6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AE34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Осуществление переданных органам государственной вл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сти субъектов Российской Ф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дерации в соответствии с пунктом 3 статьи 25 Фед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FF1F7D">
              <w:rPr>
                <w:sz w:val="28"/>
                <w:szCs w:val="28"/>
              </w:rPr>
              <w:t>Об основах системы профилактики бе</w:t>
            </w:r>
            <w:r w:rsidRPr="00FF1F7D">
              <w:rPr>
                <w:sz w:val="28"/>
                <w:szCs w:val="28"/>
              </w:rPr>
              <w:t>з</w:t>
            </w:r>
            <w:r w:rsidRPr="00FF1F7D">
              <w:rPr>
                <w:sz w:val="28"/>
                <w:szCs w:val="28"/>
              </w:rPr>
              <w:t>надзорности и правонаруш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ний несовершеннолетних</w:t>
            </w:r>
            <w:r>
              <w:rPr>
                <w:sz w:val="28"/>
                <w:szCs w:val="28"/>
              </w:rPr>
              <w:t>»</w:t>
            </w:r>
            <w:r w:rsidRPr="00FF1F7D">
              <w:rPr>
                <w:sz w:val="28"/>
                <w:szCs w:val="28"/>
              </w:rPr>
              <w:t xml:space="preserve"> полномочий Российской Фед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рации по осуществлению де</w:t>
            </w:r>
            <w:r w:rsidRPr="00FF1F7D">
              <w:rPr>
                <w:sz w:val="28"/>
                <w:szCs w:val="28"/>
              </w:rPr>
              <w:t>я</w:t>
            </w:r>
            <w:r w:rsidRPr="00FF1F7D">
              <w:rPr>
                <w:sz w:val="28"/>
                <w:szCs w:val="28"/>
              </w:rPr>
              <w:t>тельности, связанной с пер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возкой между субъектами Ро</w:t>
            </w:r>
            <w:r w:rsidRPr="00FF1F7D">
              <w:rPr>
                <w:sz w:val="28"/>
                <w:szCs w:val="28"/>
              </w:rPr>
              <w:t>с</w:t>
            </w:r>
            <w:r w:rsidRPr="00FF1F7D">
              <w:rPr>
                <w:sz w:val="28"/>
                <w:szCs w:val="28"/>
              </w:rPr>
              <w:t>сийск</w:t>
            </w:r>
            <w:r>
              <w:rPr>
                <w:sz w:val="28"/>
                <w:szCs w:val="28"/>
              </w:rPr>
              <w:t>ой</w:t>
            </w:r>
            <w:r w:rsidRPr="00FF1F7D">
              <w:rPr>
                <w:sz w:val="28"/>
                <w:szCs w:val="28"/>
              </w:rPr>
              <w:t xml:space="preserve"> Федерации, а также в пределах территорий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</w:t>
            </w:r>
            <w:r>
              <w:rPr>
                <w:sz w:val="28"/>
                <w:szCs w:val="28"/>
              </w:rPr>
              <w:t xml:space="preserve"> – </w:t>
            </w:r>
            <w:r w:rsidRPr="00FF1F7D">
              <w:rPr>
                <w:sz w:val="28"/>
                <w:szCs w:val="28"/>
              </w:rPr>
              <w:t>участников Содруж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ства Независимых Государств  несовершеннолетних, сам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297 5940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324,0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Иные выплаты персоналу к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зённых учреждений, за искл</w:t>
            </w:r>
            <w:r w:rsidRPr="00FF1F7D">
              <w:rPr>
                <w:sz w:val="28"/>
                <w:szCs w:val="28"/>
              </w:rPr>
              <w:t>ю</w:t>
            </w:r>
            <w:r w:rsidRPr="00FF1F7D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297 5940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112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sz w:val="28"/>
                <w:szCs w:val="28"/>
              </w:rPr>
              <w:t>у</w:t>
            </w:r>
            <w:r w:rsidRPr="00FF1F7D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297 5940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312,0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443450,9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Соц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1F7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443450,9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 xml:space="preserve">ской области от 31.08.2012 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FF1F7D">
              <w:rPr>
                <w:color w:val="000000"/>
                <w:sz w:val="28"/>
                <w:szCs w:val="28"/>
              </w:rPr>
              <w:t xml:space="preserve">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1F7D">
              <w:rPr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лей, на территории Ульяно</w:t>
            </w:r>
            <w:r w:rsidRPr="00FF1F7D">
              <w:rPr>
                <w:color w:val="000000"/>
                <w:sz w:val="28"/>
                <w:szCs w:val="28"/>
              </w:rPr>
              <w:t>в</w:t>
            </w:r>
            <w:r w:rsidRPr="00FF1F7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6500,0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Ежемесячная денежная выпл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та лицам из числа детей-сирот и детей, оставшихся без поп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чения родителей, обучающи</w:t>
            </w:r>
            <w:r w:rsidRPr="00FF1F7D">
              <w:rPr>
                <w:color w:val="000000"/>
                <w:sz w:val="28"/>
                <w:szCs w:val="28"/>
              </w:rPr>
              <w:t>м</w:t>
            </w:r>
            <w:r w:rsidRPr="00FF1F7D">
              <w:rPr>
                <w:color w:val="000000"/>
                <w:sz w:val="28"/>
                <w:szCs w:val="28"/>
              </w:rPr>
              <w:t>ся в муниципальных образов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тельных организациях, нах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дящихся на территории Уль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2642,8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2642,8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2751,4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2751,4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Ежемесячная денежная выпл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та на обеспечение проезда 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оставшихся без попечения родителей, об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чающихся в муниципальных образовательных организац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ях, на городском, пригоро</w:t>
            </w:r>
            <w:r w:rsidRPr="00FF1F7D">
              <w:rPr>
                <w:color w:val="000000"/>
                <w:sz w:val="28"/>
                <w:szCs w:val="28"/>
              </w:rPr>
              <w:t>д</w:t>
            </w:r>
            <w:r w:rsidRPr="00FF1F7D">
              <w:rPr>
                <w:color w:val="000000"/>
                <w:sz w:val="28"/>
                <w:szCs w:val="28"/>
              </w:rPr>
              <w:t>ном, в сельской местности на внутрирайонном транспорте (кроме такси), а также проезда один раз в год к месту жител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ства и обратно к месту обуч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12891,5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12891,5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Содержание ребёнка в семье опекуна и приёмной семье, а также вознаграждение, прич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тающееся приёмному родит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лю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400876,2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400876,2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Опека и попечительство в о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ношении несовершеннолетних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16925,5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16925,5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на медицинское обсл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живание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235,3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на образование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628,2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628,2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333364,819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293364,819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116575,59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венных (муниципальных) о</w:t>
            </w:r>
            <w:r w:rsidRPr="00FF1F7D">
              <w:rPr>
                <w:color w:val="000000"/>
                <w:sz w:val="28"/>
                <w:szCs w:val="28"/>
              </w:rPr>
              <w:t>р</w:t>
            </w:r>
            <w:r w:rsidRPr="00FF1F7D">
              <w:rPr>
                <w:color w:val="000000"/>
                <w:sz w:val="28"/>
                <w:szCs w:val="28"/>
              </w:rPr>
              <w:t>ганов и взносы по обязател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ному социальному страхов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109867,39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423,3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1F7D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665,1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5234,5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Исполнение судебных актов Российской Федерации и м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ровых соглашений по возм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щению вреда, причинённого в результате незаконных дейс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вий (бездействия) органов 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сударственной власти (гос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органов), органов местного самоуправления либо должностных лиц этих орг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нов, а также в результате де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тельности казённых учрежд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40,0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275,4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69,9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176789,229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венных (муниципальных) о</w:t>
            </w:r>
            <w:r w:rsidRPr="00FF1F7D">
              <w:rPr>
                <w:color w:val="000000"/>
                <w:sz w:val="28"/>
                <w:szCs w:val="28"/>
              </w:rPr>
              <w:t>р</w:t>
            </w:r>
            <w:r w:rsidRPr="00FF1F7D">
              <w:rPr>
                <w:color w:val="000000"/>
                <w:sz w:val="28"/>
                <w:szCs w:val="28"/>
              </w:rPr>
              <w:t>ганов и взносы по обязател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ному социальному страхов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174933,7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Иные выплаты персоналу 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FF1F7D">
              <w:rPr>
                <w:color w:val="000000"/>
                <w:sz w:val="28"/>
                <w:szCs w:val="28"/>
              </w:rPr>
              <w:t>ь</w:t>
            </w:r>
            <w:r w:rsidRPr="00FF1F7D">
              <w:rPr>
                <w:color w:val="000000"/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298,3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1359,129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Исполнение судебных актов Российской Федерации и м</w:t>
            </w:r>
            <w:r w:rsidRPr="00FF1F7D">
              <w:rPr>
                <w:color w:val="000000"/>
                <w:sz w:val="28"/>
                <w:szCs w:val="28"/>
              </w:rPr>
              <w:t>и</w:t>
            </w:r>
            <w:r w:rsidRPr="00FF1F7D">
              <w:rPr>
                <w:color w:val="000000"/>
                <w:sz w:val="28"/>
                <w:szCs w:val="28"/>
              </w:rPr>
              <w:t>ровых соглашений по возм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щению вреда, причинённого в результате незаконных дейс</w:t>
            </w:r>
            <w:r w:rsidRPr="00FF1F7D">
              <w:rPr>
                <w:color w:val="000000"/>
                <w:sz w:val="28"/>
                <w:szCs w:val="28"/>
              </w:rPr>
              <w:t>т</w:t>
            </w:r>
            <w:r w:rsidRPr="00FF1F7D">
              <w:rPr>
                <w:color w:val="000000"/>
                <w:sz w:val="28"/>
                <w:szCs w:val="28"/>
              </w:rPr>
              <w:t>вий (бездействия) органов г</w:t>
            </w:r>
            <w:r w:rsidRPr="00FF1F7D">
              <w:rPr>
                <w:color w:val="000000"/>
                <w:sz w:val="28"/>
                <w:szCs w:val="28"/>
              </w:rPr>
              <w:t>о</w:t>
            </w:r>
            <w:r w:rsidRPr="00FF1F7D">
              <w:rPr>
                <w:color w:val="000000"/>
                <w:sz w:val="28"/>
                <w:szCs w:val="28"/>
              </w:rPr>
              <w:t>сударственной власти (гос</w:t>
            </w:r>
            <w:r w:rsidRPr="00FF1F7D">
              <w:rPr>
                <w:color w:val="000000"/>
                <w:sz w:val="28"/>
                <w:szCs w:val="28"/>
              </w:rPr>
              <w:t>у</w:t>
            </w:r>
            <w:r w:rsidRPr="00FF1F7D">
              <w:rPr>
                <w:color w:val="000000"/>
                <w:sz w:val="28"/>
                <w:szCs w:val="28"/>
              </w:rPr>
              <w:t>дарственных органов), органов местного самоуправления либо должностных лиц этих орг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нов, а также в результате де</w:t>
            </w:r>
            <w:r w:rsidRPr="00FF1F7D">
              <w:rPr>
                <w:color w:val="000000"/>
                <w:sz w:val="28"/>
                <w:szCs w:val="28"/>
              </w:rPr>
              <w:t>я</w:t>
            </w:r>
            <w:r w:rsidRPr="00FF1F7D">
              <w:rPr>
                <w:color w:val="000000"/>
                <w:sz w:val="28"/>
                <w:szCs w:val="28"/>
              </w:rPr>
              <w:t>тельности казённых учрежд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63,7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134,4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Осуществление отдельных м</w:t>
            </w:r>
            <w:r w:rsidRPr="00FF1F7D">
              <w:rPr>
                <w:sz w:val="28"/>
                <w:szCs w:val="28"/>
              </w:rPr>
              <w:t>е</w:t>
            </w:r>
            <w:r w:rsidRPr="00FF1F7D">
              <w:rPr>
                <w:sz w:val="28"/>
                <w:szCs w:val="28"/>
              </w:rPr>
              <w:t>роприятий в области здрав</w:t>
            </w:r>
            <w:r w:rsidRPr="00FF1F7D">
              <w:rPr>
                <w:sz w:val="28"/>
                <w:szCs w:val="28"/>
              </w:rPr>
              <w:t>о</w:t>
            </w:r>
            <w:r w:rsidRPr="00FF1F7D">
              <w:rPr>
                <w:sz w:val="28"/>
                <w:szCs w:val="28"/>
              </w:rPr>
              <w:t>охранения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293 0000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28000,0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Осуществление единовреме</w:t>
            </w:r>
            <w:r w:rsidRPr="00FF1F7D">
              <w:rPr>
                <w:sz w:val="28"/>
                <w:szCs w:val="28"/>
              </w:rPr>
              <w:t>н</w:t>
            </w:r>
            <w:r w:rsidRPr="00FF1F7D">
              <w:rPr>
                <w:sz w:val="28"/>
                <w:szCs w:val="28"/>
              </w:rPr>
              <w:t>ных выплат медицинским р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ботникам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293 5136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28000,0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Пособия, компенсации и  иные социальные выплаты гражд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нам, кроме публичных норм</w:t>
            </w:r>
            <w:r w:rsidRPr="00FF1F7D">
              <w:rPr>
                <w:sz w:val="28"/>
                <w:szCs w:val="28"/>
              </w:rPr>
              <w:t>а</w:t>
            </w:r>
            <w:r w:rsidRPr="00FF1F7D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293 5136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FF1F7D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28000,0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5449D1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5449D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5449D1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Софинансирование единовр</w:t>
            </w:r>
            <w:r w:rsidRPr="00FF1F7D">
              <w:rPr>
                <w:color w:val="000000"/>
                <w:sz w:val="28"/>
                <w:szCs w:val="28"/>
              </w:rPr>
              <w:t>е</w:t>
            </w:r>
            <w:r w:rsidRPr="00FF1F7D">
              <w:rPr>
                <w:color w:val="000000"/>
                <w:sz w:val="28"/>
                <w:szCs w:val="28"/>
              </w:rPr>
              <w:t>менных компенсационных в</w:t>
            </w:r>
            <w:r w:rsidRPr="00FF1F7D">
              <w:rPr>
                <w:color w:val="000000"/>
                <w:sz w:val="28"/>
                <w:szCs w:val="28"/>
              </w:rPr>
              <w:t>ы</w:t>
            </w:r>
            <w:r w:rsidRPr="00FF1F7D">
              <w:rPr>
                <w:color w:val="000000"/>
                <w:sz w:val="28"/>
                <w:szCs w:val="28"/>
              </w:rPr>
              <w:t>плат медицинским работникам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5449D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9A78A8" w:rsidRPr="00FF1F7D" w:rsidTr="007255CF">
        <w:tc>
          <w:tcPr>
            <w:tcW w:w="3982" w:type="dxa"/>
            <w:gridSpan w:val="2"/>
            <w:tcBorders>
              <w:top w:val="nil"/>
            </w:tcBorders>
          </w:tcPr>
          <w:p w:rsidR="009A78A8" w:rsidRPr="00FF1F7D" w:rsidRDefault="009A78A8" w:rsidP="005449D1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F1F7D">
              <w:rPr>
                <w:color w:val="000000"/>
                <w:sz w:val="28"/>
                <w:szCs w:val="28"/>
              </w:rPr>
              <w:t>а</w:t>
            </w:r>
            <w:r w:rsidRPr="00FF1F7D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8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43" w:type="dxa"/>
            <w:gridSpan w:val="2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A78A8" w:rsidRPr="00FF1F7D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F1F7D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gridSpan w:val="2"/>
            <w:tcBorders>
              <w:top w:val="nil"/>
            </w:tcBorders>
            <w:noWrap/>
            <w:vAlign w:val="bottom"/>
          </w:tcPr>
          <w:p w:rsidR="009A78A8" w:rsidRPr="00FF1F7D" w:rsidRDefault="009A78A8" w:rsidP="005449D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F1F7D">
              <w:rPr>
                <w:sz w:val="28"/>
                <w:szCs w:val="28"/>
              </w:rPr>
              <w:t>12000,0</w:t>
            </w:r>
            <w:r>
              <w:rPr>
                <w:sz w:val="28"/>
                <w:szCs w:val="28"/>
              </w:rPr>
              <w:t>»;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5449D1">
            <w:pPr>
              <w:spacing w:line="336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97D42">
              <w:rPr>
                <w:b/>
                <w:bCs/>
                <w:color w:val="000000"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7D42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70221">
            <w:pPr>
              <w:spacing w:line="33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7D42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59</w:t>
            </w:r>
            <w:r w:rsidRPr="00A97D42">
              <w:rPr>
                <w:b/>
                <w:bCs/>
                <w:color w:val="000000"/>
                <w:sz w:val="28"/>
                <w:szCs w:val="28"/>
              </w:rPr>
              <w:t>3700,84777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5449D1" w:rsidRDefault="009A78A8" w:rsidP="005449D1">
            <w:pPr>
              <w:spacing w:line="33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5449D1">
              <w:rPr>
                <w:color w:val="000000"/>
                <w:spacing w:val="-6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449D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32665,0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5449D1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449D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32665,0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5449D1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449D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30580,76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5449D1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A97D42">
              <w:rPr>
                <w:color w:val="000000"/>
                <w:sz w:val="28"/>
                <w:szCs w:val="28"/>
              </w:rPr>
              <w:t>я</w:t>
            </w:r>
            <w:r w:rsidRPr="00A97D42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449D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267</w:t>
            </w:r>
            <w:r>
              <w:rPr>
                <w:sz w:val="28"/>
                <w:szCs w:val="28"/>
              </w:rPr>
              <w:t>15</w:t>
            </w:r>
            <w:r w:rsidRPr="00A97D42">
              <w:rPr>
                <w:sz w:val="28"/>
                <w:szCs w:val="28"/>
              </w:rPr>
              <w:t>,96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5449D1" w:rsidRDefault="009A78A8" w:rsidP="005449D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449D1">
              <w:rPr>
                <w:sz w:val="28"/>
                <w:szCs w:val="28"/>
              </w:rPr>
              <w:t>Иные выплаты персоналу к</w:t>
            </w:r>
            <w:r w:rsidRPr="005449D1">
              <w:rPr>
                <w:sz w:val="28"/>
                <w:szCs w:val="28"/>
              </w:rPr>
              <w:t>а</w:t>
            </w:r>
            <w:r w:rsidRPr="005449D1">
              <w:rPr>
                <w:sz w:val="28"/>
                <w:szCs w:val="28"/>
              </w:rPr>
              <w:t>зённых учреждений, за искл</w:t>
            </w:r>
            <w:r w:rsidRPr="005449D1">
              <w:rPr>
                <w:sz w:val="28"/>
                <w:szCs w:val="28"/>
              </w:rPr>
              <w:t>ю</w:t>
            </w:r>
            <w:r w:rsidRPr="005449D1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5449D1" w:rsidRDefault="009A78A8" w:rsidP="005449D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449D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5449D1" w:rsidRDefault="009A78A8" w:rsidP="005449D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449D1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5449D1" w:rsidRDefault="009A78A8" w:rsidP="005449D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449D1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5449D1" w:rsidRDefault="009A78A8" w:rsidP="005449D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449D1">
              <w:rPr>
                <w:sz w:val="28"/>
                <w:szCs w:val="28"/>
              </w:rPr>
              <w:t>093 0000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5449D1" w:rsidRDefault="009A78A8" w:rsidP="005449D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449D1">
              <w:rPr>
                <w:sz w:val="28"/>
                <w:szCs w:val="28"/>
              </w:rPr>
              <w:t>112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449D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5449D1" w:rsidRDefault="009A78A8" w:rsidP="005449D1">
            <w:pPr>
              <w:spacing w:line="336" w:lineRule="auto"/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5449D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449D1">
              <w:rPr>
                <w:color w:val="000000"/>
                <w:sz w:val="28"/>
                <w:szCs w:val="28"/>
              </w:rPr>
              <w:t>у</w:t>
            </w:r>
            <w:r w:rsidRPr="005449D1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449D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3792,8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5449D1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5449D1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449D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57,0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Учреждения по сопровожд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нию исполнения отдельных процедур, осуществляемых при исполнении государстве</w:t>
            </w:r>
            <w:r w:rsidRPr="00A97D42">
              <w:rPr>
                <w:color w:val="000000"/>
                <w:sz w:val="28"/>
                <w:szCs w:val="28"/>
              </w:rPr>
              <w:t>н</w:t>
            </w:r>
            <w:r w:rsidRPr="00A97D42">
              <w:rPr>
                <w:color w:val="000000"/>
                <w:sz w:val="28"/>
                <w:szCs w:val="28"/>
              </w:rPr>
              <w:t>ных функций государстве</w:t>
            </w:r>
            <w:r w:rsidRPr="00A97D42">
              <w:rPr>
                <w:color w:val="000000"/>
                <w:sz w:val="28"/>
                <w:szCs w:val="28"/>
              </w:rPr>
              <w:t>н</w:t>
            </w:r>
            <w:r w:rsidRPr="00A97D42">
              <w:rPr>
                <w:color w:val="000000"/>
                <w:sz w:val="28"/>
                <w:szCs w:val="28"/>
              </w:rPr>
              <w:t>ными органами Ульяновской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2084,24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2084,24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73</w:t>
            </w:r>
            <w:r>
              <w:rPr>
                <w:color w:val="000000"/>
                <w:sz w:val="28"/>
                <w:szCs w:val="28"/>
              </w:rPr>
              <w:t>3</w:t>
            </w:r>
            <w:r w:rsidRPr="00A97D42">
              <w:rPr>
                <w:color w:val="000000"/>
                <w:sz w:val="28"/>
                <w:szCs w:val="28"/>
              </w:rPr>
              <w:t>8192,5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59</w:t>
            </w:r>
            <w:r w:rsidRPr="00A97D42">
              <w:rPr>
                <w:color w:val="000000"/>
                <w:sz w:val="28"/>
                <w:szCs w:val="28"/>
              </w:rPr>
              <w:t>7051,3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Мероприятия в области обр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7</w:t>
            </w:r>
            <w:r w:rsidRPr="00A97D42">
              <w:rPr>
                <w:color w:val="000000"/>
                <w:sz w:val="28"/>
                <w:szCs w:val="28"/>
              </w:rPr>
              <w:t>8228,8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Модернизация региональных систем дошкольного образов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436 5059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203399,5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436 5059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117505,8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Субсидии на софинансиров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436 5059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85893,7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A97D42">
              <w:rPr>
                <w:color w:val="000000"/>
                <w:sz w:val="28"/>
                <w:szCs w:val="28"/>
              </w:rPr>
              <w:t>б</w:t>
            </w:r>
            <w:r w:rsidRPr="00A97D42">
              <w:rPr>
                <w:color w:val="000000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57022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A97D42">
              <w:rPr>
                <w:color w:val="000000"/>
                <w:sz w:val="28"/>
                <w:szCs w:val="28"/>
              </w:rPr>
              <w:t>5688,6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5702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6</w:t>
            </w:r>
            <w:r w:rsidRPr="00A97D42">
              <w:rPr>
                <w:sz w:val="28"/>
                <w:szCs w:val="28"/>
              </w:rPr>
              <w:t>5688,6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лучения дошкольного образ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вания в частных дошкольных образовательных организациях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9140,7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A97D42">
              <w:rPr>
                <w:color w:val="000000"/>
                <w:sz w:val="28"/>
                <w:szCs w:val="28"/>
              </w:rPr>
              <w:t>р</w:t>
            </w:r>
            <w:r w:rsidRPr="00A97D42">
              <w:rPr>
                <w:color w:val="000000"/>
                <w:sz w:val="28"/>
                <w:szCs w:val="28"/>
              </w:rPr>
              <w:t>ганизациям (за исключением государственных (муниц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пальных) учреждений)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9140,7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Разв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790 0000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Развитие материально-технической базы системы дошкольного образования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Субсидии, за исключением субсидий на софинансиров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ние капитальных вложений в объекты государственной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10322,5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ние капитальных вложений в объекты государственной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851" w:type="dxa"/>
            <w:gridSpan w:val="3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108500,0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4504758,76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26856,3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A97D42">
              <w:rPr>
                <w:color w:val="000000"/>
                <w:sz w:val="28"/>
                <w:szCs w:val="28"/>
              </w:rPr>
              <w:t>я</w:t>
            </w:r>
            <w:r w:rsidRPr="00A97D42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19901,4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6528,1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163,3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29,0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234,5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133182,3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851" w:type="dxa"/>
            <w:gridSpan w:val="3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129876,5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3305,8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Специальные (коррекционные) учреждения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402754,5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A97D42">
              <w:rPr>
                <w:color w:val="000000"/>
                <w:sz w:val="28"/>
                <w:szCs w:val="28"/>
              </w:rPr>
              <w:t>я</w:t>
            </w:r>
            <w:r w:rsidRPr="00A97D42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333278,1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53285,3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1271,8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619,4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1026,7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76,2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Финансовое обеспечение м</w:t>
            </w:r>
            <w:r w:rsidRPr="00A97D42">
              <w:rPr>
                <w:sz w:val="28"/>
                <w:szCs w:val="28"/>
              </w:rPr>
              <w:t>е</w:t>
            </w:r>
            <w:r w:rsidRPr="00A97D42">
              <w:rPr>
                <w:sz w:val="28"/>
                <w:szCs w:val="28"/>
              </w:rPr>
              <w:t>роприятий федеральной цел</w:t>
            </w:r>
            <w:r w:rsidRPr="00A97D42">
              <w:rPr>
                <w:sz w:val="28"/>
                <w:szCs w:val="28"/>
              </w:rPr>
              <w:t>е</w:t>
            </w:r>
            <w:r w:rsidRPr="00A97D42">
              <w:rPr>
                <w:sz w:val="28"/>
                <w:szCs w:val="28"/>
              </w:rPr>
              <w:t>вой программы развития обр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зования на 2011-2015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433 5026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13197,0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433 5026</w:t>
            </w:r>
          </w:p>
        </w:tc>
        <w:tc>
          <w:tcPr>
            <w:tcW w:w="851" w:type="dxa"/>
            <w:gridSpan w:val="3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13197,0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Мероприятия в области обр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3867488,26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7265,26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7265,26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Финансовое обеспечение м</w:t>
            </w:r>
            <w:r w:rsidRPr="00A97D42">
              <w:rPr>
                <w:sz w:val="28"/>
                <w:szCs w:val="28"/>
              </w:rPr>
              <w:t>е</w:t>
            </w:r>
            <w:r w:rsidRPr="00A97D42">
              <w:rPr>
                <w:sz w:val="28"/>
                <w:szCs w:val="28"/>
              </w:rPr>
              <w:t>роприятий федеральной цел</w:t>
            </w:r>
            <w:r w:rsidRPr="00A97D42">
              <w:rPr>
                <w:sz w:val="28"/>
                <w:szCs w:val="28"/>
              </w:rPr>
              <w:t>е</w:t>
            </w:r>
            <w:r w:rsidRPr="00A97D42">
              <w:rPr>
                <w:sz w:val="28"/>
                <w:szCs w:val="28"/>
              </w:rPr>
              <w:t>вой программы развития обр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зования на 2011-2015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436 5026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5972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436 5026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5972,0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436 5088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1600,0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436 5088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350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1600,0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чального общего, основного общего, среднего общего обр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зования, а также обеспечение дополнительного образования в муниципальных общеобр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3850193,0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3850193,0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лучения дошкольного, начал</w:t>
            </w:r>
            <w:r w:rsidRPr="00A97D42">
              <w:rPr>
                <w:color w:val="000000"/>
                <w:sz w:val="28"/>
                <w:szCs w:val="28"/>
              </w:rPr>
              <w:t>ь</w:t>
            </w:r>
            <w:r w:rsidRPr="00A97D42">
              <w:rPr>
                <w:color w:val="000000"/>
                <w:sz w:val="28"/>
                <w:szCs w:val="28"/>
              </w:rPr>
              <w:t>ного общего, основного общ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го, среднего общего образов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ния в частных общеобразов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тельных организациях, осущ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ствляющих образовательную деятельность по имеющим г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сударственную аккредитацию основным общеобразовател</w:t>
            </w:r>
            <w:r w:rsidRPr="00A97D42">
              <w:rPr>
                <w:color w:val="000000"/>
                <w:sz w:val="28"/>
                <w:szCs w:val="28"/>
              </w:rPr>
              <w:t>ь</w:t>
            </w:r>
            <w:r w:rsidRPr="00A97D42">
              <w:rPr>
                <w:color w:val="000000"/>
                <w:sz w:val="28"/>
                <w:szCs w:val="28"/>
              </w:rPr>
              <w:t>ным программам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2458,0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A97D42">
              <w:rPr>
                <w:color w:val="000000"/>
                <w:sz w:val="28"/>
                <w:szCs w:val="28"/>
              </w:rPr>
              <w:t>р</w:t>
            </w:r>
            <w:r w:rsidRPr="00A97D42">
              <w:rPr>
                <w:color w:val="000000"/>
                <w:sz w:val="28"/>
                <w:szCs w:val="28"/>
              </w:rPr>
              <w:t>ганизациям (за исключением государственных (муниц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пальных) учреждений)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2458,0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A97D42">
              <w:rPr>
                <w:color w:val="000000"/>
                <w:sz w:val="28"/>
                <w:szCs w:val="28"/>
              </w:rPr>
              <w:t>с</w:t>
            </w:r>
            <w:r w:rsidRPr="00A97D42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кающих при выполнении г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сударственных полномочий субъектов Российской Фед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рации, переданных для осущ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ствления органам местного самоуправления в установле</w:t>
            </w:r>
            <w:r w:rsidRPr="00A97D42">
              <w:rPr>
                <w:color w:val="000000"/>
                <w:sz w:val="28"/>
                <w:szCs w:val="28"/>
              </w:rPr>
              <w:t>н</w:t>
            </w:r>
            <w:r w:rsidRPr="00A97D42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43988,4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Предоставление бесплатно специальных учебников и учебных пособий, иной уче</w:t>
            </w:r>
            <w:r w:rsidRPr="00A97D42">
              <w:rPr>
                <w:sz w:val="28"/>
                <w:szCs w:val="28"/>
              </w:rPr>
              <w:t>б</w:t>
            </w:r>
            <w:r w:rsidRPr="00A97D42">
              <w:rPr>
                <w:sz w:val="28"/>
                <w:szCs w:val="28"/>
              </w:rPr>
              <w:t>ной литературы, а также услуг сурдопереводчиков и тифл</w:t>
            </w:r>
            <w:r w:rsidRPr="00A97D42">
              <w:rPr>
                <w:sz w:val="28"/>
                <w:szCs w:val="28"/>
              </w:rPr>
              <w:t>о</w:t>
            </w:r>
            <w:r w:rsidRPr="00A97D42">
              <w:rPr>
                <w:sz w:val="28"/>
                <w:szCs w:val="28"/>
              </w:rPr>
              <w:t>сурдопереводчиков при пол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чении обучающимися с огр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ниченными возможностями здоровья образования в мун</w:t>
            </w:r>
            <w:r w:rsidRPr="00A97D42">
              <w:rPr>
                <w:sz w:val="28"/>
                <w:szCs w:val="28"/>
              </w:rPr>
              <w:t>и</w:t>
            </w:r>
            <w:r w:rsidRPr="00A97D42">
              <w:rPr>
                <w:sz w:val="28"/>
                <w:szCs w:val="28"/>
              </w:rPr>
              <w:t>ципальных образовательных организациях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521 0100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8635,0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521 0100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8635,0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Осуществление ежемесячной доплаты за наличие учёной степени кандидата наук или доктора наук педагогическим работникам муниципальных общеобразовательных орган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заций, имеющим учёную ст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пень и замещающим (зан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мающим) в указанных общ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образовательных организациях штатные должности, пред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смотренные квалификацио</w:t>
            </w:r>
            <w:r w:rsidRPr="00A97D42">
              <w:rPr>
                <w:color w:val="000000"/>
                <w:sz w:val="28"/>
                <w:szCs w:val="28"/>
              </w:rPr>
              <w:t>н</w:t>
            </w:r>
            <w:r w:rsidRPr="00A97D42">
              <w:rPr>
                <w:color w:val="000000"/>
                <w:sz w:val="28"/>
                <w:szCs w:val="28"/>
              </w:rPr>
              <w:t>ными справочниками или профессиональными станда</w:t>
            </w:r>
            <w:r w:rsidRPr="00A97D42">
              <w:rPr>
                <w:color w:val="000000"/>
                <w:sz w:val="28"/>
                <w:szCs w:val="28"/>
              </w:rPr>
              <w:t>р</w:t>
            </w:r>
            <w:r w:rsidRPr="00A97D42">
              <w:rPr>
                <w:color w:val="000000"/>
                <w:sz w:val="28"/>
                <w:szCs w:val="28"/>
              </w:rPr>
              <w:t>тами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329,4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Осуществление обучающимся 10-х и 11-х классов муниц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пальных общеобразовател</w:t>
            </w:r>
            <w:r w:rsidRPr="00A97D42">
              <w:rPr>
                <w:color w:val="000000"/>
                <w:sz w:val="28"/>
                <w:szCs w:val="28"/>
              </w:rPr>
              <w:t>ь</w:t>
            </w:r>
            <w:r w:rsidRPr="00A97D42">
              <w:rPr>
                <w:color w:val="000000"/>
                <w:sz w:val="28"/>
                <w:szCs w:val="28"/>
              </w:rPr>
              <w:t>ных организаций ежемесячных денежных выплат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10079,3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10079,346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Организация и обеспечение получения педагогическими работниками муниципальных образовательных организаций не реже чем один раз в три г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да дополнительного профе</w:t>
            </w:r>
            <w:r w:rsidRPr="00A97D42">
              <w:rPr>
                <w:color w:val="000000"/>
                <w:sz w:val="28"/>
                <w:szCs w:val="28"/>
              </w:rPr>
              <w:t>с</w:t>
            </w:r>
            <w:r w:rsidRPr="00A97D42">
              <w:rPr>
                <w:color w:val="000000"/>
                <w:sz w:val="28"/>
                <w:szCs w:val="28"/>
              </w:rPr>
              <w:t>сионального образования по профилю педагогической де</w:t>
            </w:r>
            <w:r w:rsidRPr="00A97D42">
              <w:rPr>
                <w:color w:val="000000"/>
                <w:sz w:val="28"/>
                <w:szCs w:val="28"/>
              </w:rPr>
              <w:t>я</w:t>
            </w:r>
            <w:r w:rsidRPr="00A97D42">
              <w:rPr>
                <w:color w:val="000000"/>
                <w:sz w:val="28"/>
                <w:szCs w:val="28"/>
              </w:rPr>
              <w:t>тельности за счёт бюджетных ассигнований областного бюджета Ульяновской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21071,9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21071,9</w:t>
            </w:r>
          </w:p>
        </w:tc>
      </w:tr>
      <w:tr w:rsidR="009A78A8" w:rsidRPr="00A97D42" w:rsidTr="007255CF">
        <w:tc>
          <w:tcPr>
            <w:tcW w:w="3970" w:type="dxa"/>
            <w:vAlign w:val="center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Осуществление обучающимся 10-х (11-х) и 11-х (12-х) кла</w:t>
            </w:r>
            <w:r w:rsidRPr="00A97D42">
              <w:rPr>
                <w:sz w:val="28"/>
                <w:szCs w:val="28"/>
              </w:rPr>
              <w:t>с</w:t>
            </w:r>
            <w:r w:rsidRPr="00A97D42">
              <w:rPr>
                <w:sz w:val="28"/>
                <w:szCs w:val="28"/>
              </w:rPr>
              <w:t>сов муниципальных общеобр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зовательных организаций ежемесячных денежных в</w:t>
            </w:r>
            <w:r w:rsidRPr="00A97D42">
              <w:rPr>
                <w:sz w:val="28"/>
                <w:szCs w:val="28"/>
              </w:rPr>
              <w:t>ы</w:t>
            </w:r>
            <w:r w:rsidRPr="00A97D42">
              <w:rPr>
                <w:sz w:val="28"/>
                <w:szCs w:val="28"/>
              </w:rPr>
              <w:t>плат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521 2600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3872,754</w:t>
            </w:r>
          </w:p>
        </w:tc>
      </w:tr>
      <w:tr w:rsidR="009A78A8" w:rsidRPr="00A97D42" w:rsidTr="007255CF">
        <w:tc>
          <w:tcPr>
            <w:tcW w:w="3970" w:type="dxa"/>
            <w:vAlign w:val="center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521 2600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3872,754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A97D42">
              <w:rPr>
                <w:sz w:val="28"/>
                <w:szCs w:val="28"/>
              </w:rPr>
              <w:t>Разв</w:t>
            </w:r>
            <w:r w:rsidRPr="00A97D42">
              <w:rPr>
                <w:sz w:val="28"/>
                <w:szCs w:val="28"/>
              </w:rPr>
              <w:t>и</w:t>
            </w:r>
            <w:r w:rsidRPr="00A97D42">
              <w:rPr>
                <w:sz w:val="28"/>
                <w:szCs w:val="28"/>
              </w:rPr>
              <w:t>тие и модернизация образов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97D42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790 0000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30489,0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A79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Создание условий для разв</w:t>
            </w:r>
            <w:r w:rsidRPr="00A97D42">
              <w:rPr>
                <w:sz w:val="28"/>
                <w:szCs w:val="28"/>
              </w:rPr>
              <w:t>и</w:t>
            </w:r>
            <w:r w:rsidRPr="00A97D42">
              <w:rPr>
                <w:sz w:val="28"/>
                <w:szCs w:val="28"/>
              </w:rPr>
              <w:t>тия системы образования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790 4042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30489,0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790 4042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9899,7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790 4042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20589,3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925734,7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Средние специальные учебные заведения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925010,7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104228,51383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730458,5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72931,28617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вой программы развития обр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зования на 2011-2015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17392,4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Мероприятия в области обр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724,0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580,0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580,0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Стипендии Президента Ро</w:t>
            </w:r>
            <w:r w:rsidRPr="00A97D42">
              <w:rPr>
                <w:sz w:val="28"/>
                <w:szCs w:val="28"/>
              </w:rPr>
              <w:t>с</w:t>
            </w:r>
            <w:r w:rsidRPr="00A97D42">
              <w:rPr>
                <w:sz w:val="28"/>
                <w:szCs w:val="28"/>
              </w:rPr>
              <w:t>сийской Федерации и Прав</w:t>
            </w:r>
            <w:r w:rsidRPr="00A97D42">
              <w:rPr>
                <w:sz w:val="28"/>
                <w:szCs w:val="28"/>
              </w:rPr>
              <w:t>и</w:t>
            </w:r>
            <w:r w:rsidRPr="00A97D42">
              <w:rPr>
                <w:sz w:val="28"/>
                <w:szCs w:val="28"/>
              </w:rPr>
              <w:t>тельства Российской Федер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ции для обучающихся по н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правлениям подготовки (сп</w:t>
            </w:r>
            <w:r w:rsidRPr="00A97D42">
              <w:rPr>
                <w:sz w:val="28"/>
                <w:szCs w:val="28"/>
              </w:rPr>
              <w:t>е</w:t>
            </w:r>
            <w:r w:rsidRPr="00A97D42">
              <w:rPr>
                <w:sz w:val="28"/>
                <w:szCs w:val="28"/>
              </w:rPr>
              <w:t>циальностям), соответству</w:t>
            </w:r>
            <w:r w:rsidRPr="00A97D42">
              <w:rPr>
                <w:sz w:val="28"/>
                <w:szCs w:val="28"/>
              </w:rPr>
              <w:t>ю</w:t>
            </w:r>
            <w:r w:rsidRPr="00A97D42">
              <w:rPr>
                <w:sz w:val="28"/>
                <w:szCs w:val="28"/>
              </w:rPr>
              <w:t>щим приоритетным направл</w:t>
            </w:r>
            <w:r w:rsidRPr="00A97D42">
              <w:rPr>
                <w:sz w:val="28"/>
                <w:szCs w:val="28"/>
              </w:rPr>
              <w:t>е</w:t>
            </w:r>
            <w:r w:rsidRPr="00A97D42">
              <w:rPr>
                <w:sz w:val="28"/>
                <w:szCs w:val="28"/>
              </w:rPr>
              <w:t>ниям модернизации и технол</w:t>
            </w:r>
            <w:r w:rsidRPr="00A97D42">
              <w:rPr>
                <w:sz w:val="28"/>
                <w:szCs w:val="28"/>
              </w:rPr>
              <w:t>о</w:t>
            </w:r>
            <w:r w:rsidRPr="00A97D42">
              <w:rPr>
                <w:sz w:val="28"/>
                <w:szCs w:val="28"/>
              </w:rPr>
              <w:t>гического развития экономики Российской Федерации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436 3893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144,0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нам, кроме публичных норм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436 3893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144,0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Институты повышения квал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19544,9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184067,0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A79A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организации и обеспечения отдыха и оздоровления детей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3814,6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175252,4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20617,1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орган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зациях, за исключением детей-сирот и детей, оставшихся без попечения родителей, наход</w:t>
            </w:r>
            <w:r w:rsidRPr="00A97D42">
              <w:rPr>
                <w:color w:val="000000"/>
                <w:sz w:val="28"/>
                <w:szCs w:val="28"/>
              </w:rPr>
              <w:t>я</w:t>
            </w:r>
            <w:r w:rsidRPr="00A97D42">
              <w:rPr>
                <w:color w:val="000000"/>
                <w:sz w:val="28"/>
                <w:szCs w:val="28"/>
              </w:rPr>
              <w:t>щихся в общеобразовательных организациях для детей-сирот и детей, оставшихся без поп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чения родителей, и детей, н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ходящихся в трудной жизне</w:t>
            </w:r>
            <w:r w:rsidRPr="00A97D42">
              <w:rPr>
                <w:color w:val="000000"/>
                <w:sz w:val="28"/>
                <w:szCs w:val="28"/>
              </w:rPr>
              <w:t>н</w:t>
            </w:r>
            <w:r w:rsidRPr="00A97D42">
              <w:rPr>
                <w:color w:val="000000"/>
                <w:sz w:val="28"/>
                <w:szCs w:val="28"/>
              </w:rPr>
              <w:t>ной ситуации, в загородных детских оздоровительных л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герях (центрах)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68886,7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68886,7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орган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зациях, за исключением детей-сирот и детей, оставшихся без попечения родителей, наход</w:t>
            </w:r>
            <w:r w:rsidRPr="00A97D42">
              <w:rPr>
                <w:color w:val="000000"/>
                <w:sz w:val="28"/>
                <w:szCs w:val="28"/>
              </w:rPr>
              <w:t>я</w:t>
            </w:r>
            <w:r w:rsidRPr="00A97D42">
              <w:rPr>
                <w:color w:val="000000"/>
                <w:sz w:val="28"/>
                <w:szCs w:val="28"/>
              </w:rPr>
              <w:t>щихся в образовательных о</w:t>
            </w:r>
            <w:r w:rsidRPr="00A97D42">
              <w:rPr>
                <w:color w:val="000000"/>
                <w:sz w:val="28"/>
                <w:szCs w:val="28"/>
              </w:rPr>
              <w:t>р</w:t>
            </w:r>
            <w:r w:rsidRPr="00A97D42">
              <w:rPr>
                <w:color w:val="000000"/>
                <w:sz w:val="28"/>
                <w:szCs w:val="28"/>
              </w:rPr>
              <w:t>ганизациях для детей-сирот и детей, оставшихся без попеч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ния родителей, и детей, нах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дящихся в трудной жизненной ситуации, в детских оздоров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тельных лагерях с дневным пребыванием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A79A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44751,6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тей, находящихся в трудной жизненной ситуации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40997,0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432 5065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453,8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40543,2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Разв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тие молодёжной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 государстве</w:t>
            </w:r>
            <w:r w:rsidRPr="00A97D42">
              <w:rPr>
                <w:color w:val="000000"/>
                <w:sz w:val="28"/>
                <w:szCs w:val="28"/>
              </w:rPr>
              <w:t>н</w:t>
            </w:r>
            <w:r w:rsidRPr="00A97D42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Развитие молодё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ной полит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821 0000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Мероприятия в рамках реал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 xml:space="preserve">зации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Мол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4593,0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407,0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Другие вопросы в области о</w:t>
            </w:r>
            <w:r w:rsidRPr="00A97D42">
              <w:rPr>
                <w:color w:val="000000"/>
                <w:sz w:val="28"/>
                <w:szCs w:val="28"/>
              </w:rPr>
              <w:t>б</w:t>
            </w:r>
            <w:r w:rsidRPr="00A97D42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107035,84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</w:t>
            </w:r>
            <w:r w:rsidRPr="00A97D42">
              <w:rPr>
                <w:color w:val="000000"/>
                <w:sz w:val="28"/>
                <w:szCs w:val="28"/>
              </w:rPr>
              <w:t>ь</w:t>
            </w:r>
            <w:r w:rsidRPr="00A97D42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A97D42">
              <w:rPr>
                <w:color w:val="000000"/>
                <w:sz w:val="28"/>
                <w:szCs w:val="28"/>
              </w:rPr>
              <w:t>т</w:t>
            </w:r>
            <w:r w:rsidRPr="00A97D42">
              <w:rPr>
                <w:color w:val="000000"/>
                <w:sz w:val="28"/>
                <w:szCs w:val="28"/>
              </w:rPr>
              <w:t>венных (муниципальных) о</w:t>
            </w:r>
            <w:r w:rsidRPr="00A97D42">
              <w:rPr>
                <w:color w:val="000000"/>
                <w:sz w:val="28"/>
                <w:szCs w:val="28"/>
              </w:rPr>
              <w:t>р</w:t>
            </w:r>
            <w:r w:rsidRPr="00A97D42">
              <w:rPr>
                <w:color w:val="000000"/>
                <w:sz w:val="28"/>
                <w:szCs w:val="28"/>
              </w:rPr>
              <w:t>ганов и взносы по обязател</w:t>
            </w:r>
            <w:r w:rsidRPr="00A97D42">
              <w:rPr>
                <w:color w:val="000000"/>
                <w:sz w:val="28"/>
                <w:szCs w:val="28"/>
              </w:rPr>
              <w:t>ь</w:t>
            </w:r>
            <w:r w:rsidRPr="00A97D42">
              <w:rPr>
                <w:color w:val="000000"/>
                <w:sz w:val="28"/>
                <w:szCs w:val="28"/>
              </w:rPr>
              <w:t>ному социальному страхов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39127,0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Иные выплаты персоналу г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A97D42">
              <w:rPr>
                <w:color w:val="000000"/>
                <w:sz w:val="28"/>
                <w:szCs w:val="28"/>
              </w:rPr>
              <w:t>ь</w:t>
            </w:r>
            <w:r w:rsidRPr="00A97D42">
              <w:rPr>
                <w:color w:val="000000"/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110,2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1360,2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Осуществление отдельных полномочий Российской Ф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дерации органами государс</w:t>
            </w:r>
            <w:r w:rsidRPr="00A97D42">
              <w:rPr>
                <w:color w:val="000000"/>
                <w:sz w:val="28"/>
                <w:szCs w:val="28"/>
              </w:rPr>
              <w:t>т</w:t>
            </w:r>
            <w:r w:rsidRPr="00A97D42">
              <w:rPr>
                <w:color w:val="000000"/>
                <w:sz w:val="28"/>
                <w:szCs w:val="28"/>
              </w:rPr>
              <w:t>венной власти Ульяновской области в области охраны зд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ровья граждан, контроля кач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ства образования, охраны об</w:t>
            </w:r>
            <w:r w:rsidRPr="00A97D42">
              <w:rPr>
                <w:color w:val="000000"/>
                <w:sz w:val="28"/>
                <w:szCs w:val="28"/>
              </w:rPr>
              <w:t>ъ</w:t>
            </w:r>
            <w:r w:rsidRPr="00A97D42">
              <w:rPr>
                <w:color w:val="000000"/>
                <w:sz w:val="28"/>
                <w:szCs w:val="28"/>
              </w:rPr>
              <w:t>ектов культурного наследия, использования охотничьих р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сурсов, регистрации актов гражданского состояния и др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гих полномочий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9465,8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Осуществление переданных органам государственной вл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сти субъектов Российской Ф</w:t>
            </w:r>
            <w:r w:rsidRPr="00A97D42">
              <w:rPr>
                <w:sz w:val="28"/>
                <w:szCs w:val="28"/>
              </w:rPr>
              <w:t>е</w:t>
            </w:r>
            <w:r w:rsidRPr="00A97D42">
              <w:rPr>
                <w:sz w:val="28"/>
                <w:szCs w:val="28"/>
              </w:rPr>
              <w:t>дерации в соответствии с ч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 xml:space="preserve">стью 1 статьи 7 Федерального закона </w:t>
            </w:r>
            <w:r>
              <w:rPr>
                <w:sz w:val="28"/>
                <w:szCs w:val="28"/>
              </w:rPr>
              <w:t>«</w:t>
            </w:r>
            <w:r w:rsidRPr="00A97D42">
              <w:rPr>
                <w:sz w:val="28"/>
                <w:szCs w:val="28"/>
              </w:rPr>
              <w:t>Об образовании в Ро</w:t>
            </w:r>
            <w:r w:rsidRPr="00A97D42">
              <w:rPr>
                <w:sz w:val="28"/>
                <w:szCs w:val="28"/>
              </w:rPr>
              <w:t>с</w:t>
            </w:r>
            <w:r w:rsidRPr="00A97D42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  <w:r w:rsidRPr="00A97D42">
              <w:rPr>
                <w:sz w:val="28"/>
                <w:szCs w:val="28"/>
              </w:rPr>
              <w:t xml:space="preserve"> полн</w:t>
            </w:r>
            <w:r w:rsidRPr="00A97D42">
              <w:rPr>
                <w:sz w:val="28"/>
                <w:szCs w:val="28"/>
              </w:rPr>
              <w:t>о</w:t>
            </w:r>
            <w:r w:rsidRPr="00A97D42">
              <w:rPr>
                <w:sz w:val="28"/>
                <w:szCs w:val="28"/>
              </w:rPr>
              <w:t xml:space="preserve">мочий Российской Федерации в сфере образования 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296 59Г0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9465,8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Фонд оплаты труда государс</w:t>
            </w:r>
            <w:r w:rsidRPr="00A97D42">
              <w:rPr>
                <w:sz w:val="28"/>
                <w:szCs w:val="28"/>
              </w:rPr>
              <w:t>т</w:t>
            </w:r>
            <w:r w:rsidRPr="00A97D42">
              <w:rPr>
                <w:sz w:val="28"/>
                <w:szCs w:val="28"/>
              </w:rPr>
              <w:t>венных (муниципальных) о</w:t>
            </w:r>
            <w:r w:rsidRPr="00A97D42">
              <w:rPr>
                <w:sz w:val="28"/>
                <w:szCs w:val="28"/>
              </w:rPr>
              <w:t>р</w:t>
            </w:r>
            <w:r w:rsidRPr="00A97D42">
              <w:rPr>
                <w:sz w:val="28"/>
                <w:szCs w:val="28"/>
              </w:rPr>
              <w:t>ганов и взносы по обязател</w:t>
            </w:r>
            <w:r w:rsidRPr="00A97D42">
              <w:rPr>
                <w:sz w:val="28"/>
                <w:szCs w:val="28"/>
              </w:rPr>
              <w:t>ь</w:t>
            </w:r>
            <w:r w:rsidRPr="00A97D42">
              <w:rPr>
                <w:sz w:val="28"/>
                <w:szCs w:val="28"/>
              </w:rPr>
              <w:t>ному социальному страхов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нию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296 59Г0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8544,9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Иные выплаты персоналу г</w:t>
            </w:r>
            <w:r w:rsidRPr="00A97D42">
              <w:rPr>
                <w:sz w:val="28"/>
                <w:szCs w:val="28"/>
              </w:rPr>
              <w:t>о</w:t>
            </w:r>
            <w:r w:rsidRPr="00A97D42">
              <w:rPr>
                <w:sz w:val="28"/>
                <w:szCs w:val="28"/>
              </w:rPr>
              <w:t>сударственных (муниципал</w:t>
            </w:r>
            <w:r w:rsidRPr="00A97D42">
              <w:rPr>
                <w:sz w:val="28"/>
                <w:szCs w:val="28"/>
              </w:rPr>
              <w:t>ь</w:t>
            </w:r>
            <w:r w:rsidRPr="00A97D42">
              <w:rPr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296 59Г0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122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15,0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296 59Г0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905,9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24856,7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851" w:type="dxa"/>
            <w:gridSpan w:val="3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14177,7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10679,0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Мероприятия в области обр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25765,94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23955,44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15217,04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8738,4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ция образовательных орган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1810,5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1810,5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Обе</w:t>
            </w:r>
            <w:r w:rsidRPr="00A97D42">
              <w:rPr>
                <w:color w:val="000000"/>
                <w:sz w:val="28"/>
                <w:szCs w:val="28"/>
              </w:rPr>
              <w:t>с</w:t>
            </w:r>
            <w:r w:rsidRPr="00A97D42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A79A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A97D42">
              <w:rPr>
                <w:color w:val="000000"/>
                <w:sz w:val="28"/>
                <w:szCs w:val="28"/>
              </w:rPr>
              <w:t>т</w:t>
            </w:r>
            <w:r w:rsidRPr="00A97D42">
              <w:rPr>
                <w:color w:val="000000"/>
                <w:sz w:val="28"/>
                <w:szCs w:val="28"/>
              </w:rPr>
              <w:t>венного порядка, противоде</w:t>
            </w:r>
            <w:r w:rsidRPr="00A97D42">
              <w:rPr>
                <w:color w:val="000000"/>
                <w:sz w:val="28"/>
                <w:szCs w:val="28"/>
              </w:rPr>
              <w:t>й</w:t>
            </w:r>
            <w:r w:rsidRPr="00A97D42">
              <w:rPr>
                <w:color w:val="000000"/>
                <w:sz w:val="28"/>
                <w:szCs w:val="28"/>
              </w:rPr>
              <w:t>ствию преступности и проф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лактике правонарушений на территории Ульяновской о</w:t>
            </w:r>
            <w:r w:rsidRPr="00A97D42">
              <w:rPr>
                <w:color w:val="000000"/>
                <w:sz w:val="28"/>
                <w:szCs w:val="28"/>
              </w:rPr>
              <w:t>б</w:t>
            </w:r>
            <w:r w:rsidRPr="00A97D4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 г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Обе</w:t>
            </w:r>
            <w:r w:rsidRPr="00A97D42">
              <w:rPr>
                <w:color w:val="000000"/>
                <w:sz w:val="28"/>
                <w:szCs w:val="28"/>
              </w:rPr>
              <w:t>с</w:t>
            </w:r>
            <w:r w:rsidRPr="00A97D42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совершеннолетних и в отн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шении их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862 1017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A97D42">
              <w:rPr>
                <w:color w:val="000000"/>
                <w:sz w:val="28"/>
                <w:szCs w:val="28"/>
              </w:rPr>
              <w:t>б</w:t>
            </w:r>
            <w:r w:rsidRPr="00A97D4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 г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Обе</w:t>
            </w:r>
            <w:r w:rsidRPr="00A97D42">
              <w:rPr>
                <w:color w:val="000000"/>
                <w:sz w:val="28"/>
                <w:szCs w:val="28"/>
              </w:rPr>
              <w:t>с</w:t>
            </w:r>
            <w:r w:rsidRPr="00A97D42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5950,0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5900,0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5900,0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Организационно-правовое обеспечение антинаркотич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ской деятельности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222843,34777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66777,14777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51053,7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Средства на реализацию Зак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 xml:space="preserve">на Ульяновской области от 29.05.2012 № 65-ЗО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Об орг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низации оздоровления рабо</w:t>
            </w:r>
            <w:r w:rsidRPr="00A97D42">
              <w:rPr>
                <w:color w:val="000000"/>
                <w:sz w:val="28"/>
                <w:szCs w:val="28"/>
              </w:rPr>
              <w:t>т</w:t>
            </w:r>
            <w:r w:rsidRPr="00A97D42">
              <w:rPr>
                <w:color w:val="000000"/>
                <w:sz w:val="28"/>
                <w:szCs w:val="28"/>
              </w:rPr>
              <w:t>ников бюджетной сферы на территории Ульяновской о</w:t>
            </w:r>
            <w:r w:rsidRPr="00A97D42">
              <w:rPr>
                <w:color w:val="000000"/>
                <w:sz w:val="28"/>
                <w:szCs w:val="28"/>
              </w:rPr>
              <w:t>б</w:t>
            </w:r>
            <w:r w:rsidRPr="00A97D4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27212,2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Субсидии, за исключением субсидий на софинансиров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ние капитальных вложений в объекты государственной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10891,2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851" w:type="dxa"/>
            <w:gridSpan w:val="3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16321,0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Средства на реализацию Зак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 xml:space="preserve">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97D42">
              <w:rPr>
                <w:color w:val="000000"/>
                <w:sz w:val="28"/>
                <w:szCs w:val="28"/>
              </w:rPr>
              <w:t>т</w:t>
            </w:r>
            <w:r w:rsidRPr="00A97D42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23841,5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320,0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21986,5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97D42">
              <w:rPr>
                <w:color w:val="000000"/>
                <w:sz w:val="28"/>
                <w:szCs w:val="28"/>
              </w:rPr>
              <w:t>ж</w:t>
            </w:r>
            <w:r w:rsidRPr="00A97D42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1535,0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A97D42">
              <w:rPr>
                <w:color w:val="000000"/>
                <w:sz w:val="28"/>
                <w:szCs w:val="28"/>
              </w:rPr>
              <w:t>с</w:t>
            </w:r>
            <w:r w:rsidRPr="00A97D42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кающих при выполнении г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сударственных полномочий субъектов Российской Фед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рации, переданных для осущ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ствления органам местного самоуправления в установле</w:t>
            </w:r>
            <w:r w:rsidRPr="00A97D42">
              <w:rPr>
                <w:color w:val="000000"/>
                <w:sz w:val="28"/>
                <w:szCs w:val="28"/>
              </w:rPr>
              <w:t>н</w:t>
            </w:r>
            <w:r w:rsidRPr="00A97D42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5668,2</w:t>
            </w:r>
          </w:p>
        </w:tc>
      </w:tr>
      <w:tr w:rsidR="009A78A8" w:rsidRPr="00A97D42" w:rsidTr="007255CF">
        <w:tc>
          <w:tcPr>
            <w:tcW w:w="3970" w:type="dxa"/>
            <w:vAlign w:val="center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Единовременные денежные выплаты педагогическим 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ботникам муниципальных о</w:t>
            </w:r>
            <w:r w:rsidRPr="00A97D42">
              <w:rPr>
                <w:color w:val="000000"/>
                <w:sz w:val="28"/>
                <w:szCs w:val="28"/>
              </w:rPr>
              <w:t>б</w:t>
            </w:r>
            <w:r w:rsidRPr="00A97D42">
              <w:rPr>
                <w:color w:val="000000"/>
                <w:sz w:val="28"/>
                <w:szCs w:val="28"/>
              </w:rPr>
              <w:t>разовательных организаций, реализующих образовател</w:t>
            </w:r>
            <w:r w:rsidRPr="00A97D42">
              <w:rPr>
                <w:color w:val="000000"/>
                <w:sz w:val="28"/>
                <w:szCs w:val="28"/>
              </w:rPr>
              <w:t>ь</w:t>
            </w:r>
            <w:r w:rsidRPr="00A97D42">
              <w:rPr>
                <w:color w:val="000000"/>
                <w:sz w:val="28"/>
                <w:szCs w:val="28"/>
              </w:rPr>
              <w:t>ную программу дошкольного образования, имеющим статус молодых специалистов (за и</w:t>
            </w:r>
            <w:r w:rsidRPr="00A97D42">
              <w:rPr>
                <w:color w:val="000000"/>
                <w:sz w:val="28"/>
                <w:szCs w:val="28"/>
              </w:rPr>
              <w:t>с</w:t>
            </w:r>
            <w:r w:rsidRPr="00A97D42">
              <w:rPr>
                <w:color w:val="000000"/>
                <w:sz w:val="28"/>
                <w:szCs w:val="28"/>
              </w:rPr>
              <w:t>ключением педагогических работников, работающих и проживающих в сельских н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селённых пунктах, рабочих посёлках (посёлках городского типа) Ульяновской области)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5668,2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5668,2</w:t>
            </w:r>
          </w:p>
        </w:tc>
      </w:tr>
      <w:tr w:rsidR="009A78A8" w:rsidRPr="00A97D42" w:rsidTr="007255CF">
        <w:tc>
          <w:tcPr>
            <w:tcW w:w="3970" w:type="dxa"/>
            <w:vAlign w:val="center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Мероприятия по обеспечению жильём молодых семей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588 0000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2629,54302</w:t>
            </w:r>
          </w:p>
        </w:tc>
      </w:tr>
      <w:tr w:rsidR="009A78A8" w:rsidRPr="00A97D42" w:rsidTr="007255CF">
        <w:tc>
          <w:tcPr>
            <w:tcW w:w="3970" w:type="dxa"/>
            <w:vAlign w:val="center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A97D42">
              <w:rPr>
                <w:sz w:val="28"/>
                <w:szCs w:val="28"/>
              </w:rPr>
              <w:t>Обеспечение жильём мол</w:t>
            </w:r>
            <w:r w:rsidRPr="00A97D42">
              <w:rPr>
                <w:sz w:val="28"/>
                <w:szCs w:val="28"/>
              </w:rPr>
              <w:t>о</w:t>
            </w:r>
            <w:r w:rsidRPr="00A97D42">
              <w:rPr>
                <w:sz w:val="28"/>
                <w:szCs w:val="28"/>
              </w:rPr>
              <w:t>дых семей</w:t>
            </w:r>
            <w:r>
              <w:rPr>
                <w:sz w:val="28"/>
                <w:szCs w:val="28"/>
              </w:rPr>
              <w:t>»</w:t>
            </w:r>
            <w:r w:rsidRPr="00A97D42">
              <w:rPr>
                <w:sz w:val="28"/>
                <w:szCs w:val="28"/>
              </w:rPr>
              <w:t xml:space="preserve"> федеральной цел</w:t>
            </w:r>
            <w:r w:rsidRPr="00A97D42">
              <w:rPr>
                <w:sz w:val="28"/>
                <w:szCs w:val="28"/>
              </w:rPr>
              <w:t>е</w:t>
            </w:r>
            <w:r w:rsidRPr="00A97D42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A97D42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A97D42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588 5020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2629,54302</w:t>
            </w:r>
          </w:p>
        </w:tc>
      </w:tr>
      <w:tr w:rsidR="009A78A8" w:rsidRPr="00A97D42" w:rsidTr="007255CF">
        <w:tc>
          <w:tcPr>
            <w:tcW w:w="3970" w:type="dxa"/>
            <w:vAlign w:val="center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588 5020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2629,54302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Разв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тие молодёжной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7A79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Обеспечение жильём молодых семей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гос</w:t>
            </w:r>
            <w:r w:rsidRPr="00A97D42">
              <w:rPr>
                <w:color w:val="000000"/>
                <w:sz w:val="28"/>
                <w:szCs w:val="28"/>
              </w:rPr>
              <w:t>у</w:t>
            </w:r>
            <w:r w:rsidRPr="00A97D42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97D42">
              <w:rPr>
                <w:color w:val="000000"/>
                <w:sz w:val="28"/>
                <w:szCs w:val="28"/>
              </w:rPr>
              <w:t>я</w:t>
            </w:r>
            <w:r w:rsidRPr="00A97D42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Развитие молодёжной политики в Уль</w:t>
            </w:r>
            <w:r w:rsidRPr="00A97D42">
              <w:rPr>
                <w:color w:val="000000"/>
                <w:sz w:val="28"/>
                <w:szCs w:val="28"/>
              </w:rPr>
              <w:t>я</w:t>
            </w:r>
            <w:r w:rsidRPr="00A97D4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97D4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822 0000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822 2310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Субсидии гражданам на пр</w:t>
            </w:r>
            <w:r w:rsidRPr="00A97D42">
              <w:rPr>
                <w:sz w:val="28"/>
                <w:szCs w:val="28"/>
              </w:rPr>
              <w:t>и</w:t>
            </w:r>
            <w:r w:rsidRPr="00A97D42">
              <w:rPr>
                <w:sz w:val="28"/>
                <w:szCs w:val="28"/>
              </w:rPr>
              <w:t>обретение жилья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822 2310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322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1787,11992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A97D42">
              <w:rPr>
                <w:sz w:val="28"/>
                <w:szCs w:val="28"/>
              </w:rPr>
              <w:t>а</w:t>
            </w:r>
            <w:r w:rsidRPr="00A97D42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97D42">
              <w:rPr>
                <w:sz w:val="28"/>
                <w:szCs w:val="28"/>
              </w:rPr>
              <w:t>у</w:t>
            </w:r>
            <w:r w:rsidRPr="00A97D42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822 2310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521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4606,88483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Субсидии на предоставление дополнительной социальной выплаты молодым семьям на приобретение (строительство) жилья при рождении ребёнка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1031,7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156066,2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31865,9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97D42">
              <w:rPr>
                <w:color w:val="000000"/>
                <w:sz w:val="28"/>
                <w:szCs w:val="28"/>
              </w:rPr>
              <w:t>в</w:t>
            </w:r>
            <w:r w:rsidRPr="00A97D42">
              <w:rPr>
                <w:color w:val="000000"/>
                <w:sz w:val="28"/>
                <w:szCs w:val="28"/>
              </w:rPr>
              <w:t xml:space="preserve">ской области от 02.11.2011 </w:t>
            </w:r>
            <w:r>
              <w:rPr>
                <w:color w:val="000000"/>
                <w:sz w:val="28"/>
                <w:szCs w:val="28"/>
              </w:rPr>
              <w:br/>
            </w:r>
            <w:r w:rsidRPr="00A97D42">
              <w:rPr>
                <w:color w:val="000000"/>
                <w:sz w:val="28"/>
                <w:szCs w:val="28"/>
              </w:rPr>
              <w:t xml:space="preserve">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О некоторых мерах по улучшению демографич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ской ситуации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1240,0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Денежное пособие на оплату обучения студентам, обуча</w:t>
            </w:r>
            <w:r w:rsidRPr="00A97D42">
              <w:rPr>
                <w:color w:val="000000"/>
                <w:sz w:val="28"/>
                <w:szCs w:val="28"/>
              </w:rPr>
              <w:t>ю</w:t>
            </w:r>
            <w:r w:rsidRPr="00A97D42">
              <w:rPr>
                <w:color w:val="000000"/>
                <w:sz w:val="28"/>
                <w:szCs w:val="28"/>
              </w:rPr>
              <w:t>щимся в образовательных о</w:t>
            </w:r>
            <w:r w:rsidRPr="00A97D42">
              <w:rPr>
                <w:color w:val="000000"/>
                <w:sz w:val="28"/>
                <w:szCs w:val="28"/>
              </w:rPr>
              <w:t>р</w:t>
            </w:r>
            <w:r w:rsidRPr="00A97D42">
              <w:rPr>
                <w:color w:val="000000"/>
                <w:sz w:val="28"/>
                <w:szCs w:val="28"/>
              </w:rPr>
              <w:t>ганизациях среднего и высш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го профессионального образ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вания, находящихся на терр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6731,9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6731,9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Средства на реализацию Зак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 xml:space="preserve">на Ульяновской области от 31.08.2013 № 157-ЗО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97D42">
              <w:rPr>
                <w:color w:val="000000"/>
                <w:sz w:val="28"/>
                <w:szCs w:val="28"/>
              </w:rPr>
              <w:t>О мерах социальной поддержки, пр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доставляемых талантливым и одарённым обучающимся, п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дагогическим и научным р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ботникам образовательных о</w:t>
            </w:r>
            <w:r w:rsidRPr="00A97D42">
              <w:rPr>
                <w:color w:val="000000"/>
                <w:sz w:val="28"/>
                <w:szCs w:val="28"/>
              </w:rPr>
              <w:t>р</w:t>
            </w:r>
            <w:r w:rsidRPr="00A97D42">
              <w:rPr>
                <w:color w:val="000000"/>
                <w:sz w:val="28"/>
                <w:szCs w:val="28"/>
              </w:rPr>
              <w:t>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23894,0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23894,0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A97D42">
              <w:rPr>
                <w:color w:val="000000"/>
                <w:sz w:val="28"/>
                <w:szCs w:val="28"/>
              </w:rPr>
              <w:t>с</w:t>
            </w:r>
            <w:r w:rsidRPr="00A97D42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A97D42">
              <w:rPr>
                <w:color w:val="000000"/>
                <w:sz w:val="28"/>
                <w:szCs w:val="28"/>
              </w:rPr>
              <w:t>и</w:t>
            </w:r>
            <w:r w:rsidRPr="00A97D42">
              <w:rPr>
                <w:color w:val="000000"/>
                <w:sz w:val="28"/>
                <w:szCs w:val="28"/>
              </w:rPr>
              <w:t>кающих при выполнении г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сударственных полномочий субъектов Российской Фед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рации, переданных для осущ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ствления органам местного самоуправления в установле</w:t>
            </w:r>
            <w:r w:rsidRPr="00A97D42">
              <w:rPr>
                <w:color w:val="000000"/>
                <w:sz w:val="28"/>
                <w:szCs w:val="28"/>
              </w:rPr>
              <w:t>н</w:t>
            </w:r>
            <w:r w:rsidRPr="00A97D42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124200,3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Выплата родителям (законным представителям) детей, пос</w:t>
            </w:r>
            <w:r w:rsidRPr="00A97D42">
              <w:rPr>
                <w:color w:val="000000"/>
                <w:sz w:val="28"/>
                <w:szCs w:val="28"/>
              </w:rPr>
              <w:t>е</w:t>
            </w:r>
            <w:r w:rsidRPr="00A97D42">
              <w:rPr>
                <w:color w:val="000000"/>
                <w:sz w:val="28"/>
                <w:szCs w:val="28"/>
              </w:rPr>
              <w:t>щающих муниципальные и ч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стные образовательные орг</w:t>
            </w:r>
            <w:r w:rsidRPr="00A97D42">
              <w:rPr>
                <w:color w:val="000000"/>
                <w:sz w:val="28"/>
                <w:szCs w:val="28"/>
              </w:rPr>
              <w:t>а</w:t>
            </w:r>
            <w:r w:rsidRPr="00A97D42">
              <w:rPr>
                <w:color w:val="000000"/>
                <w:sz w:val="28"/>
                <w:szCs w:val="28"/>
              </w:rPr>
              <w:t>низации, реализующие образ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вательную программу дошк</w:t>
            </w:r>
            <w:r w:rsidRPr="00A97D42">
              <w:rPr>
                <w:color w:val="000000"/>
                <w:sz w:val="28"/>
                <w:szCs w:val="28"/>
              </w:rPr>
              <w:t>о</w:t>
            </w:r>
            <w:r w:rsidRPr="00A97D42">
              <w:rPr>
                <w:color w:val="000000"/>
                <w:sz w:val="28"/>
                <w:szCs w:val="28"/>
              </w:rPr>
              <w:t>льного образования, компе</w:t>
            </w:r>
            <w:r w:rsidRPr="00A97D42">
              <w:rPr>
                <w:color w:val="000000"/>
                <w:sz w:val="28"/>
                <w:szCs w:val="28"/>
              </w:rPr>
              <w:t>н</w:t>
            </w:r>
            <w:r w:rsidRPr="00A97D42">
              <w:rPr>
                <w:color w:val="000000"/>
                <w:sz w:val="28"/>
                <w:szCs w:val="28"/>
              </w:rPr>
              <w:t>сации части внесённой в соо</w:t>
            </w:r>
            <w:r w:rsidRPr="00A97D42">
              <w:rPr>
                <w:color w:val="000000"/>
                <w:sz w:val="28"/>
                <w:szCs w:val="28"/>
              </w:rPr>
              <w:t>т</w:t>
            </w:r>
            <w:r w:rsidRPr="00A97D42">
              <w:rPr>
                <w:color w:val="000000"/>
                <w:sz w:val="28"/>
                <w:szCs w:val="28"/>
              </w:rPr>
              <w:t>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124200,3</w:t>
            </w:r>
          </w:p>
        </w:tc>
      </w:tr>
      <w:tr w:rsidR="009A78A8" w:rsidRPr="00A97D42" w:rsidTr="007255CF">
        <w:tc>
          <w:tcPr>
            <w:tcW w:w="3970" w:type="dxa"/>
          </w:tcPr>
          <w:p w:rsidR="009A78A8" w:rsidRPr="00A97D42" w:rsidRDefault="009A78A8" w:rsidP="007255C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2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851" w:type="dxa"/>
            <w:gridSpan w:val="3"/>
            <w:vAlign w:val="bottom"/>
          </w:tcPr>
          <w:p w:rsidR="009A78A8" w:rsidRPr="00A97D42" w:rsidRDefault="009A78A8" w:rsidP="007255C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7D4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noWrap/>
            <w:vAlign w:val="bottom"/>
          </w:tcPr>
          <w:p w:rsidR="009A78A8" w:rsidRPr="00A97D42" w:rsidRDefault="009A78A8" w:rsidP="007255C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D42">
              <w:rPr>
                <w:sz w:val="28"/>
                <w:szCs w:val="28"/>
              </w:rPr>
              <w:t>124200,3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33223E">
      <w:pPr>
        <w:pStyle w:val="BodyText"/>
        <w:spacing w:line="360" w:lineRule="auto"/>
        <w:ind w:firstLine="720"/>
        <w:rPr>
          <w:szCs w:val="28"/>
        </w:rPr>
      </w:pPr>
      <w:r>
        <w:t xml:space="preserve">ж) </w:t>
      </w:r>
      <w:r>
        <w:rPr>
          <w:szCs w:val="28"/>
        </w:rPr>
        <w:t>главу «</w:t>
      </w:r>
      <w:r w:rsidRPr="00547317">
        <w:rPr>
          <w:szCs w:val="28"/>
        </w:rPr>
        <w:t>Министерство сельского, лесного хозяйства и природных ресу</w:t>
      </w:r>
      <w:r w:rsidRPr="00547317">
        <w:rPr>
          <w:szCs w:val="28"/>
        </w:rPr>
        <w:t>р</w:t>
      </w:r>
      <w:r w:rsidRPr="00547317">
        <w:rPr>
          <w:szCs w:val="28"/>
        </w:rPr>
        <w:t>сов Ульяновской области</w:t>
      </w:r>
      <w:r>
        <w:rPr>
          <w:szCs w:val="28"/>
        </w:rPr>
        <w:t>» (Мин 287) изложить в следующей редакции:</w:t>
      </w:r>
    </w:p>
    <w:tbl>
      <w:tblPr>
        <w:tblW w:w="10207" w:type="dxa"/>
        <w:tblInd w:w="-318" w:type="dxa"/>
        <w:tblLook w:val="00A0"/>
      </w:tblPr>
      <w:tblGrid>
        <w:gridCol w:w="3970"/>
        <w:gridCol w:w="709"/>
        <w:gridCol w:w="567"/>
        <w:gridCol w:w="567"/>
        <w:gridCol w:w="1559"/>
        <w:gridCol w:w="709"/>
        <w:gridCol w:w="2126"/>
      </w:tblGrid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A806BF">
              <w:rPr>
                <w:b/>
                <w:bCs/>
                <w:color w:val="000000"/>
                <w:sz w:val="28"/>
                <w:szCs w:val="28"/>
              </w:rPr>
              <w:t>Министерство сельского, лесного хозяйства и приро</w:t>
            </w:r>
            <w:r w:rsidRPr="00A806BF">
              <w:rPr>
                <w:b/>
                <w:bCs/>
                <w:color w:val="000000"/>
                <w:sz w:val="28"/>
                <w:szCs w:val="28"/>
              </w:rPr>
              <w:t>д</w:t>
            </w:r>
            <w:r w:rsidRPr="00A806BF">
              <w:rPr>
                <w:b/>
                <w:bCs/>
                <w:color w:val="000000"/>
                <w:sz w:val="28"/>
                <w:szCs w:val="28"/>
              </w:rPr>
              <w:t>ных ресурсов Ульяновской области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06BF">
              <w:rPr>
                <w:b/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06BF">
              <w:rPr>
                <w:b/>
                <w:bCs/>
                <w:color w:val="000000"/>
                <w:sz w:val="28"/>
                <w:szCs w:val="28"/>
              </w:rPr>
              <w:t>1403064,88214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1260857,9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1033915,98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</w:t>
            </w:r>
            <w:r w:rsidRPr="00A806BF">
              <w:rPr>
                <w:color w:val="000000"/>
                <w:sz w:val="28"/>
                <w:szCs w:val="28"/>
              </w:rPr>
              <w:t>ь</w:t>
            </w:r>
            <w:r w:rsidRPr="00A806BF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51089,0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51089,0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A806BF">
              <w:rPr>
                <w:color w:val="000000"/>
                <w:sz w:val="28"/>
                <w:szCs w:val="28"/>
              </w:rPr>
              <w:t>т</w:t>
            </w:r>
            <w:r w:rsidRPr="00A806BF">
              <w:rPr>
                <w:color w:val="000000"/>
                <w:sz w:val="28"/>
                <w:szCs w:val="28"/>
              </w:rPr>
              <w:t>венных (муниципальных) о</w:t>
            </w:r>
            <w:r w:rsidRPr="00A806BF">
              <w:rPr>
                <w:color w:val="000000"/>
                <w:sz w:val="28"/>
                <w:szCs w:val="28"/>
              </w:rPr>
              <w:t>р</w:t>
            </w:r>
            <w:r w:rsidRPr="00A806BF">
              <w:rPr>
                <w:color w:val="000000"/>
                <w:sz w:val="28"/>
                <w:szCs w:val="28"/>
              </w:rPr>
              <w:t>ганов и взносы по обязател</w:t>
            </w:r>
            <w:r w:rsidRPr="00A806BF">
              <w:rPr>
                <w:color w:val="000000"/>
                <w:sz w:val="28"/>
                <w:szCs w:val="28"/>
              </w:rPr>
              <w:t>ь</w:t>
            </w:r>
            <w:r w:rsidRPr="00A806BF">
              <w:rPr>
                <w:color w:val="000000"/>
                <w:sz w:val="28"/>
                <w:szCs w:val="28"/>
              </w:rPr>
              <w:t>ному социальному страхов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44036,0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Иные выплаты персоналу г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A806BF">
              <w:rPr>
                <w:color w:val="000000"/>
                <w:sz w:val="28"/>
                <w:szCs w:val="28"/>
              </w:rPr>
              <w:t>ь</w:t>
            </w:r>
            <w:r w:rsidRPr="00A806BF">
              <w:rPr>
                <w:color w:val="000000"/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1350,0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5659,5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23,5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Учреждения, осуществляющие деятельность в сфере сельск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го хозяйства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10622,8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806BF">
              <w:rPr>
                <w:color w:val="000000"/>
                <w:sz w:val="28"/>
                <w:szCs w:val="28"/>
              </w:rPr>
              <w:t>ж</w:t>
            </w:r>
            <w:r w:rsidRPr="00A806B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806BF">
              <w:rPr>
                <w:color w:val="000000"/>
                <w:sz w:val="28"/>
                <w:szCs w:val="28"/>
              </w:rPr>
              <w:t>и</w:t>
            </w:r>
            <w:r w:rsidRPr="00A806BF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10622,8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692609,8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5082,5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5082,5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затрат на раскорчёвку выбывших из эксплуатации старых садов и рекультивацию раскорчёва</w:t>
            </w:r>
            <w:r w:rsidRPr="00A806BF">
              <w:rPr>
                <w:sz w:val="28"/>
                <w:szCs w:val="28"/>
              </w:rPr>
              <w:t>н</w:t>
            </w:r>
            <w:r w:rsidRPr="00A806BF">
              <w:rPr>
                <w:sz w:val="28"/>
                <w:szCs w:val="28"/>
              </w:rPr>
              <w:t>ных площадей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1715,0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1715,0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затрат на закладку и уход за многоле</w:t>
            </w:r>
            <w:r w:rsidRPr="00A806BF">
              <w:rPr>
                <w:sz w:val="28"/>
                <w:szCs w:val="28"/>
              </w:rPr>
              <w:t>т</w:t>
            </w:r>
            <w:r w:rsidRPr="00A806BF">
              <w:rPr>
                <w:sz w:val="28"/>
                <w:szCs w:val="28"/>
              </w:rPr>
              <w:t>ними плодовыми и ягодными насаждениями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1444,9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1444,9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процентной ставки по краткосрочным кр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дитам (займам) на развитие растениеводства, переработки и реализации продукции ра</w:t>
            </w:r>
            <w:r w:rsidRPr="00A806BF">
              <w:rPr>
                <w:sz w:val="28"/>
                <w:szCs w:val="28"/>
              </w:rPr>
              <w:t>с</w:t>
            </w:r>
            <w:r w:rsidRPr="00A806BF">
              <w:rPr>
                <w:sz w:val="28"/>
                <w:szCs w:val="28"/>
              </w:rPr>
              <w:t>тениеводства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37672,4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37672,4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водства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48280,8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48280,8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затрат сельскохозяйственных товар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производителей на уплату страховой премии, начисле</w:t>
            </w:r>
            <w:r w:rsidRPr="00A806BF">
              <w:rPr>
                <w:sz w:val="28"/>
                <w:szCs w:val="28"/>
              </w:rPr>
              <w:t>н</w:t>
            </w:r>
            <w:r w:rsidRPr="00A806BF">
              <w:rPr>
                <w:sz w:val="28"/>
                <w:szCs w:val="28"/>
              </w:rPr>
              <w:t>ной по договору сельскохозя</w:t>
            </w:r>
            <w:r w:rsidRPr="00A806BF">
              <w:rPr>
                <w:sz w:val="28"/>
                <w:szCs w:val="28"/>
              </w:rPr>
              <w:t>й</w:t>
            </w:r>
            <w:r w:rsidRPr="00A806BF">
              <w:rPr>
                <w:sz w:val="28"/>
                <w:szCs w:val="28"/>
              </w:rPr>
              <w:t>ственного страхования в о</w:t>
            </w:r>
            <w:r w:rsidRPr="00A806BF">
              <w:rPr>
                <w:sz w:val="28"/>
                <w:szCs w:val="28"/>
              </w:rPr>
              <w:t>б</w:t>
            </w:r>
            <w:r w:rsidRPr="00A806BF">
              <w:rPr>
                <w:sz w:val="28"/>
                <w:szCs w:val="28"/>
              </w:rPr>
              <w:t>ласти растениеводства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61145,4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61145,4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Оказание несвяза</w:t>
            </w:r>
            <w:r>
              <w:rPr>
                <w:sz w:val="28"/>
                <w:szCs w:val="28"/>
              </w:rPr>
              <w:t>н</w:t>
            </w:r>
            <w:r w:rsidRPr="00A806BF">
              <w:rPr>
                <w:sz w:val="28"/>
                <w:szCs w:val="28"/>
              </w:rPr>
              <w:t>ной по</w:t>
            </w:r>
            <w:r w:rsidRPr="00A806BF">
              <w:rPr>
                <w:sz w:val="28"/>
                <w:szCs w:val="28"/>
              </w:rPr>
              <w:t>д</w:t>
            </w:r>
            <w:r w:rsidRPr="00A806BF">
              <w:rPr>
                <w:sz w:val="28"/>
                <w:szCs w:val="28"/>
              </w:rPr>
              <w:t>держки сельскохозяйственным товаропроизводителям в о</w:t>
            </w:r>
            <w:r w:rsidRPr="00A806BF">
              <w:rPr>
                <w:sz w:val="28"/>
                <w:szCs w:val="28"/>
              </w:rPr>
              <w:t>б</w:t>
            </w:r>
            <w:r w:rsidRPr="00A806BF">
              <w:rPr>
                <w:sz w:val="28"/>
                <w:szCs w:val="28"/>
              </w:rPr>
              <w:t>ласти растениеводства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177073,1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177073,1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Поддержка племенного ж</w:t>
            </w:r>
            <w:r w:rsidRPr="00A806BF">
              <w:rPr>
                <w:sz w:val="28"/>
                <w:szCs w:val="28"/>
              </w:rPr>
              <w:t>и</w:t>
            </w:r>
            <w:r w:rsidRPr="00A806BF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21373,6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21373,6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процентной ставки по краткосрочным кр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дитам (займам) на развитие животноводства, переработки и реализации продукции ж</w:t>
            </w:r>
            <w:r w:rsidRPr="00A806BF">
              <w:rPr>
                <w:sz w:val="28"/>
                <w:szCs w:val="28"/>
              </w:rPr>
              <w:t>и</w:t>
            </w:r>
            <w:r w:rsidRPr="00A806BF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17373,5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17373,5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водства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125490,1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125490,1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Поддержка племенного кру</w:t>
            </w:r>
            <w:r w:rsidRPr="00A806BF">
              <w:rPr>
                <w:sz w:val="28"/>
                <w:szCs w:val="28"/>
              </w:rPr>
              <w:t>п</w:t>
            </w:r>
            <w:r w:rsidRPr="00A806BF">
              <w:rPr>
                <w:sz w:val="28"/>
                <w:szCs w:val="28"/>
              </w:rPr>
              <w:t>ного рогатого скота мясного направления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415,9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415,9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Поддержка начинающих фе</w:t>
            </w:r>
            <w:r w:rsidRPr="00A806BF">
              <w:rPr>
                <w:sz w:val="28"/>
                <w:szCs w:val="28"/>
              </w:rPr>
              <w:t>р</w:t>
            </w:r>
            <w:r w:rsidRPr="00A806BF">
              <w:rPr>
                <w:sz w:val="28"/>
                <w:szCs w:val="28"/>
              </w:rPr>
              <w:t>меров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25235,0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25235,0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Развитие семейных животн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водческих ферм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11276,0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11276,0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процентной ставки по долгосрочным, среднесрочным и краткосро</w:t>
            </w:r>
            <w:r w:rsidRPr="00A806BF">
              <w:rPr>
                <w:sz w:val="28"/>
                <w:szCs w:val="28"/>
              </w:rPr>
              <w:t>ч</w:t>
            </w:r>
            <w:r w:rsidRPr="00A806BF">
              <w:rPr>
                <w:sz w:val="28"/>
                <w:szCs w:val="28"/>
              </w:rPr>
              <w:t>ным кредитам, взятым малыми формами хозяйствования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158400,6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158400,6</w:t>
            </w:r>
          </w:p>
        </w:tc>
      </w:tr>
      <w:tr w:rsidR="009A78A8" w:rsidRPr="00ED04B9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Возмещение части затрат кр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стьянских (фермерских) х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зяйств, включая индивидуал</w:t>
            </w:r>
            <w:r w:rsidRPr="00A806BF">
              <w:rPr>
                <w:sz w:val="28"/>
                <w:szCs w:val="28"/>
              </w:rPr>
              <w:t>ь</w:t>
            </w:r>
            <w:r w:rsidRPr="00A806BF">
              <w:rPr>
                <w:sz w:val="28"/>
                <w:szCs w:val="28"/>
              </w:rPr>
              <w:t>ных предпринимателей, при оформлении в собственность используемых ими земельных участков из земель сельскох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зяйственного назначения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584 5056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630,98</w:t>
            </w:r>
          </w:p>
        </w:tc>
      </w:tr>
      <w:tr w:rsidR="009A78A8" w:rsidRPr="00ED04B9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584 5056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630,98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Разв</w:t>
            </w:r>
            <w:r w:rsidRPr="00A806BF">
              <w:rPr>
                <w:color w:val="000000"/>
                <w:sz w:val="28"/>
                <w:szCs w:val="28"/>
              </w:rPr>
              <w:t>и</w:t>
            </w:r>
            <w:r w:rsidRPr="00A806BF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хозяйственной продукции, с</w:t>
            </w:r>
            <w:r w:rsidRPr="00A806BF">
              <w:rPr>
                <w:color w:val="000000"/>
                <w:sz w:val="28"/>
                <w:szCs w:val="28"/>
              </w:rPr>
              <w:t>ы</w:t>
            </w:r>
            <w:r w:rsidRPr="00A806BF">
              <w:rPr>
                <w:color w:val="000000"/>
                <w:sz w:val="28"/>
                <w:szCs w:val="28"/>
              </w:rPr>
              <w:t>рья и продовольствия в Уль</w:t>
            </w:r>
            <w:r w:rsidRPr="00A806BF">
              <w:rPr>
                <w:color w:val="000000"/>
                <w:sz w:val="28"/>
                <w:szCs w:val="28"/>
              </w:rPr>
              <w:t>я</w:t>
            </w:r>
            <w:r w:rsidRPr="00A806B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806B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279594,4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Устойчивое развитие сельских террит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A806BF">
              <w:rPr>
                <w:sz w:val="28"/>
                <w:szCs w:val="28"/>
              </w:rPr>
              <w:t xml:space="preserve"> государственной пр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Развитие сельского хозяйства и регулирование рынков сел</w:t>
            </w:r>
            <w:r w:rsidRPr="00A806BF">
              <w:rPr>
                <w:sz w:val="28"/>
                <w:szCs w:val="28"/>
              </w:rPr>
              <w:t>ь</w:t>
            </w:r>
            <w:r w:rsidRPr="00A806BF">
              <w:rPr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806B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30399,5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Поддержка местных иници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тив граждан, проживающих в сельской местности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5000,0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5000,0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25399,5</w:t>
            </w:r>
          </w:p>
        </w:tc>
      </w:tr>
      <w:tr w:rsidR="009A78A8" w:rsidRPr="00ED04B9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399,5</w:t>
            </w:r>
          </w:p>
        </w:tc>
      </w:tr>
      <w:tr w:rsidR="009A78A8" w:rsidRPr="00ED04B9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25000,0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Развитие м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лиорации земель сельскох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зяйственного назначения</w:t>
            </w:r>
            <w:r>
              <w:rPr>
                <w:sz w:val="28"/>
                <w:szCs w:val="28"/>
              </w:rPr>
              <w:t>»</w:t>
            </w:r>
            <w:r w:rsidRPr="00A806BF">
              <w:rPr>
                <w:sz w:val="28"/>
                <w:szCs w:val="28"/>
              </w:rPr>
              <w:t xml:space="preserve"> г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Разв</w:t>
            </w:r>
            <w:r w:rsidRPr="00A806BF">
              <w:rPr>
                <w:sz w:val="28"/>
                <w:szCs w:val="28"/>
              </w:rPr>
              <w:t>и</w:t>
            </w:r>
            <w:r w:rsidRPr="00A806BF">
              <w:rPr>
                <w:sz w:val="28"/>
                <w:szCs w:val="28"/>
              </w:rPr>
              <w:t>тие сельского хозяйства и р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гулирование рынков сельск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хозяйственной продукции, с</w:t>
            </w:r>
            <w:r w:rsidRPr="00A806BF">
              <w:rPr>
                <w:sz w:val="28"/>
                <w:szCs w:val="28"/>
              </w:rPr>
              <w:t>ы</w:t>
            </w:r>
            <w:r w:rsidRPr="00A806BF">
              <w:rPr>
                <w:sz w:val="28"/>
                <w:szCs w:val="28"/>
              </w:rPr>
              <w:t>рья и продовольствия в Уль</w:t>
            </w:r>
            <w:r w:rsidRPr="00A806BF">
              <w:rPr>
                <w:sz w:val="28"/>
                <w:szCs w:val="28"/>
              </w:rPr>
              <w:t>я</w:t>
            </w:r>
            <w:r w:rsidRPr="00A806BF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A806B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932 0000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8500,0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Строительство, реконстру</w:t>
            </w:r>
            <w:r w:rsidRPr="00A806BF">
              <w:rPr>
                <w:sz w:val="28"/>
                <w:szCs w:val="28"/>
              </w:rPr>
              <w:t>к</w:t>
            </w:r>
            <w:r w:rsidRPr="00A806BF">
              <w:rPr>
                <w:sz w:val="28"/>
                <w:szCs w:val="28"/>
              </w:rPr>
              <w:t>ция, техническое перевоор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жение мелиоративных систем общего и индивидуального пользования и отдельно ра</w:t>
            </w:r>
            <w:r w:rsidRPr="00A806BF">
              <w:rPr>
                <w:sz w:val="28"/>
                <w:szCs w:val="28"/>
              </w:rPr>
              <w:t>с</w:t>
            </w:r>
            <w:r w:rsidRPr="00A806BF">
              <w:rPr>
                <w:sz w:val="28"/>
                <w:szCs w:val="28"/>
              </w:rPr>
              <w:t>положенных гидротехнич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ских сооружений, принадл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жащих сельскохозяйственным товаропроизводителям на пр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ве собственности или пер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данных в пользование в уст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8500,0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8500,0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B74974" w:rsidRDefault="009A78A8" w:rsidP="0033223E">
            <w:pPr>
              <w:spacing w:line="360" w:lineRule="auto"/>
              <w:jc w:val="both"/>
              <w:rPr>
                <w:spacing w:val="4"/>
                <w:sz w:val="28"/>
                <w:szCs w:val="28"/>
              </w:rPr>
            </w:pPr>
            <w:r w:rsidRPr="00B74974">
              <w:rPr>
                <w:spacing w:val="4"/>
                <w:sz w:val="28"/>
                <w:szCs w:val="28"/>
              </w:rPr>
              <w:t>Подпрограмма «Развитие сельского хозяйства» гос</w:t>
            </w:r>
            <w:r w:rsidRPr="00B74974">
              <w:rPr>
                <w:spacing w:val="4"/>
                <w:sz w:val="28"/>
                <w:szCs w:val="28"/>
              </w:rPr>
              <w:t>у</w:t>
            </w:r>
            <w:r w:rsidRPr="00B74974">
              <w:rPr>
                <w:spacing w:val="4"/>
                <w:sz w:val="28"/>
                <w:szCs w:val="28"/>
              </w:rPr>
              <w:t>дарственной программы Ул</w:t>
            </w:r>
            <w:r w:rsidRPr="00B74974">
              <w:rPr>
                <w:spacing w:val="4"/>
                <w:sz w:val="28"/>
                <w:szCs w:val="28"/>
              </w:rPr>
              <w:t>ь</w:t>
            </w:r>
            <w:r w:rsidRPr="00B74974">
              <w:rPr>
                <w:spacing w:val="4"/>
                <w:sz w:val="28"/>
                <w:szCs w:val="28"/>
              </w:rPr>
              <w:t>яновской области «Развитие сельского хозяйства и рег</w:t>
            </w:r>
            <w:r w:rsidRPr="00B74974">
              <w:rPr>
                <w:spacing w:val="4"/>
                <w:sz w:val="28"/>
                <w:szCs w:val="28"/>
              </w:rPr>
              <w:t>у</w:t>
            </w:r>
            <w:r w:rsidRPr="00B74974">
              <w:rPr>
                <w:spacing w:val="4"/>
                <w:sz w:val="28"/>
                <w:szCs w:val="28"/>
              </w:rPr>
              <w:t>лирование рынков сельскох</w:t>
            </w:r>
            <w:r w:rsidRPr="00B74974">
              <w:rPr>
                <w:spacing w:val="4"/>
                <w:sz w:val="28"/>
                <w:szCs w:val="28"/>
              </w:rPr>
              <w:t>о</w:t>
            </w:r>
            <w:r w:rsidRPr="00B74974">
              <w:rPr>
                <w:spacing w:val="4"/>
                <w:sz w:val="28"/>
                <w:szCs w:val="28"/>
              </w:rPr>
              <w:t>зяйственной продукции, с</w:t>
            </w:r>
            <w:r w:rsidRPr="00B74974">
              <w:rPr>
                <w:spacing w:val="4"/>
                <w:sz w:val="28"/>
                <w:szCs w:val="28"/>
              </w:rPr>
              <w:t>ы</w:t>
            </w:r>
            <w:r w:rsidRPr="00B74974">
              <w:rPr>
                <w:spacing w:val="4"/>
                <w:sz w:val="28"/>
                <w:szCs w:val="28"/>
              </w:rPr>
              <w:t>рья и продовольствия в Уль</w:t>
            </w:r>
            <w:r w:rsidRPr="00B74974">
              <w:rPr>
                <w:spacing w:val="4"/>
                <w:sz w:val="28"/>
                <w:szCs w:val="28"/>
              </w:rPr>
              <w:t>я</w:t>
            </w:r>
            <w:r w:rsidRPr="00B74974">
              <w:rPr>
                <w:spacing w:val="4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933 0000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240694,9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на поддержку сел</w:t>
            </w:r>
            <w:r w:rsidRPr="00A806BF">
              <w:rPr>
                <w:sz w:val="28"/>
                <w:szCs w:val="28"/>
              </w:rPr>
              <w:t>ь</w:t>
            </w:r>
            <w:r w:rsidRPr="00A806BF">
              <w:rPr>
                <w:sz w:val="28"/>
                <w:szCs w:val="28"/>
              </w:rPr>
              <w:t>хозтоваропроизводителей, г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сударственную поддержку кредитования малых форм х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зяйствования на селе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237719,7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ским лицам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237719,7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Расходы, направляемые на з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купку товаров, работ и услуг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2975,2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2975,2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42521,3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отдельных полномочий Российской Ф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дерации органами государс</w:t>
            </w:r>
            <w:r w:rsidRPr="00A806BF">
              <w:rPr>
                <w:color w:val="000000"/>
                <w:sz w:val="28"/>
                <w:szCs w:val="28"/>
              </w:rPr>
              <w:t>т</w:t>
            </w:r>
            <w:r w:rsidRPr="00A806BF">
              <w:rPr>
                <w:color w:val="000000"/>
                <w:sz w:val="28"/>
                <w:szCs w:val="28"/>
              </w:rPr>
              <w:t>венной власти Ульяновской области в области водных, лесных отношений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20052,9</w:t>
            </w:r>
          </w:p>
        </w:tc>
      </w:tr>
      <w:tr w:rsidR="009A78A8" w:rsidRPr="00ED04B9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Развитие водохозяйственного комплекса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587 0000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13088,4</w:t>
            </w:r>
          </w:p>
        </w:tc>
      </w:tr>
      <w:tr w:rsidR="009A78A8" w:rsidRPr="00ED04B9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Реализация мероприятий ф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Развитие водохозяйственного комплекса Российской Фед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рации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587 5016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13088,4</w:t>
            </w:r>
          </w:p>
        </w:tc>
      </w:tr>
      <w:tr w:rsidR="009A78A8" w:rsidRPr="00ED04B9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587 5016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13088,4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9380,0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Развитие в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дохозяйственного комплекса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806B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 xml:space="preserve">новление природных ресурсов в Ульяновской области </w:t>
            </w:r>
            <w:r w:rsidRPr="00A806BF">
              <w:rPr>
                <w:color w:val="000000"/>
                <w:sz w:val="28"/>
                <w:szCs w:val="28"/>
              </w:rPr>
              <w:br/>
              <w:t>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882 0000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9380,0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Мероприятия по развитию в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9380,0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6859,4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Субсидии, за исключением субсидий на софинансиров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ние капитальных вложений в объекты государственной (м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2520,6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184420,6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Обеспечение выполнения функций государственных у</w:t>
            </w:r>
            <w:r w:rsidRPr="00A806BF">
              <w:rPr>
                <w:color w:val="000000"/>
                <w:sz w:val="28"/>
                <w:szCs w:val="28"/>
              </w:rPr>
              <w:t>ч</w:t>
            </w:r>
            <w:r w:rsidRPr="00A806BF">
              <w:rPr>
                <w:color w:val="000000"/>
                <w:sz w:val="28"/>
                <w:szCs w:val="28"/>
              </w:rPr>
              <w:t>реждений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11270,1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A806BF">
              <w:rPr>
                <w:color w:val="000000"/>
                <w:sz w:val="28"/>
                <w:szCs w:val="28"/>
              </w:rPr>
              <w:t>я</w:t>
            </w:r>
            <w:r w:rsidRPr="00A806BF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872,7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2477,4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806BF">
              <w:rPr>
                <w:color w:val="000000"/>
                <w:sz w:val="28"/>
                <w:szCs w:val="28"/>
              </w:rPr>
              <w:t>ж</w:t>
            </w:r>
            <w:r w:rsidRPr="00A806B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806BF">
              <w:rPr>
                <w:color w:val="000000"/>
                <w:sz w:val="28"/>
                <w:szCs w:val="28"/>
              </w:rPr>
              <w:t>и</w:t>
            </w:r>
            <w:r w:rsidRPr="00A806BF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6850,0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543,0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527,0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отдельных полномочий Российской Ф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дерации органами государс</w:t>
            </w:r>
            <w:r w:rsidRPr="00A806BF">
              <w:rPr>
                <w:color w:val="000000"/>
                <w:sz w:val="28"/>
                <w:szCs w:val="28"/>
              </w:rPr>
              <w:t>т</w:t>
            </w:r>
            <w:r w:rsidRPr="00A806BF">
              <w:rPr>
                <w:color w:val="000000"/>
                <w:sz w:val="28"/>
                <w:szCs w:val="28"/>
              </w:rPr>
              <w:t>венной власти Ульяновской области в области водных, лесных отношений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37289,8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37289,8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A806BF">
              <w:rPr>
                <w:color w:val="000000"/>
                <w:sz w:val="28"/>
                <w:szCs w:val="28"/>
              </w:rPr>
              <w:t>т</w:t>
            </w:r>
            <w:r w:rsidRPr="00A806BF">
              <w:rPr>
                <w:color w:val="000000"/>
                <w:sz w:val="28"/>
                <w:szCs w:val="28"/>
              </w:rPr>
              <w:t>венных (муниципальных) о</w:t>
            </w:r>
            <w:r w:rsidRPr="00A806BF">
              <w:rPr>
                <w:color w:val="000000"/>
                <w:sz w:val="28"/>
                <w:szCs w:val="28"/>
              </w:rPr>
              <w:t>р</w:t>
            </w:r>
            <w:r w:rsidRPr="00A806BF">
              <w:rPr>
                <w:color w:val="000000"/>
                <w:sz w:val="28"/>
                <w:szCs w:val="28"/>
              </w:rPr>
              <w:t>ганов и взносы по обязател</w:t>
            </w:r>
            <w:r w:rsidRPr="00A806BF">
              <w:rPr>
                <w:color w:val="000000"/>
                <w:sz w:val="28"/>
                <w:szCs w:val="28"/>
              </w:rPr>
              <w:t>ь</w:t>
            </w:r>
            <w:r w:rsidRPr="00A806BF">
              <w:rPr>
                <w:color w:val="000000"/>
                <w:sz w:val="28"/>
                <w:szCs w:val="28"/>
              </w:rPr>
              <w:t>ному социальному страхов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31993,5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Иные выплаты персоналу г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A806BF">
              <w:rPr>
                <w:color w:val="000000"/>
                <w:sz w:val="28"/>
                <w:szCs w:val="28"/>
              </w:rPr>
              <w:t>ь</w:t>
            </w:r>
            <w:r w:rsidRPr="00A806BF">
              <w:rPr>
                <w:color w:val="000000"/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239,0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806BF">
              <w:rPr>
                <w:color w:val="000000"/>
                <w:sz w:val="28"/>
                <w:szCs w:val="28"/>
              </w:rPr>
              <w:t>муникационных технологий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1240,0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3800,3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17,0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Учреждения, обеспечивающие выполнение функций в обла</w:t>
            </w:r>
            <w:r w:rsidRPr="00A806BF">
              <w:rPr>
                <w:color w:val="000000"/>
                <w:sz w:val="28"/>
                <w:szCs w:val="28"/>
              </w:rPr>
              <w:t>с</w:t>
            </w:r>
            <w:r w:rsidRPr="00A806BF">
              <w:rPr>
                <w:color w:val="000000"/>
                <w:sz w:val="28"/>
                <w:szCs w:val="28"/>
              </w:rPr>
              <w:t>ти лесных отношений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581 0000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128273,0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128273,0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A806BF">
              <w:rPr>
                <w:color w:val="000000"/>
                <w:sz w:val="28"/>
                <w:szCs w:val="28"/>
              </w:rPr>
              <w:t>я</w:t>
            </w:r>
            <w:r w:rsidRPr="00A806BF">
              <w:rPr>
                <w:color w:val="000000"/>
                <w:sz w:val="28"/>
                <w:szCs w:val="28"/>
              </w:rPr>
              <w:t>зательному социальному стр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86218,2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A806BF">
              <w:rPr>
                <w:color w:val="000000"/>
                <w:sz w:val="28"/>
                <w:szCs w:val="28"/>
              </w:rPr>
              <w:t>ю</w:t>
            </w:r>
            <w:r w:rsidRPr="00A806BF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120,0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806BF">
              <w:rPr>
                <w:color w:val="000000"/>
                <w:sz w:val="28"/>
                <w:szCs w:val="28"/>
              </w:rPr>
              <w:t>муникационных технологий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3000,0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20243,4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806BF">
              <w:rPr>
                <w:color w:val="000000"/>
                <w:sz w:val="28"/>
                <w:szCs w:val="28"/>
              </w:rPr>
              <w:t>ж</w:t>
            </w:r>
            <w:r w:rsidRPr="00A806B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чение государственного (м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806BF">
              <w:rPr>
                <w:color w:val="000000"/>
                <w:sz w:val="28"/>
                <w:szCs w:val="28"/>
              </w:rPr>
              <w:t>и</w:t>
            </w:r>
            <w:r w:rsidRPr="00A806BF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18191,4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500,0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Мероприятия по охране и з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щите лесов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582 0000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2601,5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2601,5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2601,5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Мероприятия по воспроизво</w:t>
            </w:r>
            <w:r w:rsidRPr="00A806BF">
              <w:rPr>
                <w:color w:val="000000"/>
                <w:sz w:val="28"/>
                <w:szCs w:val="28"/>
              </w:rPr>
              <w:t>д</w:t>
            </w:r>
            <w:r w:rsidRPr="00A806BF">
              <w:rPr>
                <w:color w:val="000000"/>
                <w:sz w:val="28"/>
                <w:szCs w:val="28"/>
              </w:rPr>
              <w:t>ству лесов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583 0000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4366,2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4366,2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4366,2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Развитие ле</w:t>
            </w:r>
            <w:r w:rsidRPr="00A806BF">
              <w:rPr>
                <w:color w:val="000000"/>
                <w:sz w:val="28"/>
                <w:szCs w:val="28"/>
              </w:rPr>
              <w:t>с</w:t>
            </w:r>
            <w:r w:rsidRPr="00A806BF">
              <w:rPr>
                <w:color w:val="000000"/>
                <w:sz w:val="28"/>
                <w:szCs w:val="28"/>
              </w:rPr>
              <w:t>ного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806BF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806BF">
              <w:rPr>
                <w:color w:val="000000"/>
                <w:sz w:val="28"/>
                <w:szCs w:val="28"/>
              </w:rPr>
              <w:t>н</w:t>
            </w:r>
            <w:r w:rsidRPr="00A806BF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Охрана окружающей среды и восстановление пр</w:t>
            </w:r>
            <w:r w:rsidRPr="00A806BF">
              <w:rPr>
                <w:color w:val="000000"/>
                <w:sz w:val="28"/>
                <w:szCs w:val="28"/>
              </w:rPr>
              <w:t>и</w:t>
            </w:r>
            <w:r w:rsidRPr="00A806BF">
              <w:rPr>
                <w:color w:val="000000"/>
                <w:sz w:val="28"/>
                <w:szCs w:val="28"/>
              </w:rPr>
              <w:t>родных ресурсов в Ульяно</w:t>
            </w:r>
            <w:r w:rsidRPr="00A806BF">
              <w:rPr>
                <w:color w:val="000000"/>
                <w:sz w:val="28"/>
                <w:szCs w:val="28"/>
              </w:rPr>
              <w:t>в</w:t>
            </w:r>
            <w:r w:rsidRPr="00A806BF">
              <w:rPr>
                <w:color w:val="000000"/>
                <w:sz w:val="28"/>
                <w:szCs w:val="28"/>
              </w:rPr>
              <w:t>ской области на 2014-2020 г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883 0000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Мероприятия по развитию лесного хозяйства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620,0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Жилищно-коммунальное х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зяйство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44380,0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44380,0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44380,0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Реализация мероприятий ф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Устойчивое развитие сел</w:t>
            </w:r>
            <w:r w:rsidRPr="00A806BF">
              <w:rPr>
                <w:sz w:val="28"/>
                <w:szCs w:val="28"/>
              </w:rPr>
              <w:t>ь</w:t>
            </w:r>
            <w:r w:rsidRPr="00A806BF">
              <w:rPr>
                <w:sz w:val="28"/>
                <w:szCs w:val="28"/>
              </w:rPr>
              <w:t>ских территорий на 2014-2017 годы и на период до 2020 г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44380,0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 на софинансиров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44380,0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7762,6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Охрана объектов растительн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го и животного мира и среды их обитания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7762,6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отдельных полномочий Российской Ф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дерации органами государс</w:t>
            </w:r>
            <w:r w:rsidRPr="00A806BF">
              <w:rPr>
                <w:color w:val="000000"/>
                <w:sz w:val="28"/>
                <w:szCs w:val="28"/>
              </w:rPr>
              <w:t>т</w:t>
            </w:r>
            <w:r w:rsidRPr="00A806BF">
              <w:rPr>
                <w:color w:val="000000"/>
                <w:sz w:val="28"/>
                <w:szCs w:val="28"/>
              </w:rPr>
              <w:t>венной власти Ульяновской области в области охраны о</w:t>
            </w:r>
            <w:r w:rsidRPr="00A806BF">
              <w:rPr>
                <w:color w:val="000000"/>
                <w:sz w:val="28"/>
                <w:szCs w:val="28"/>
              </w:rPr>
              <w:t>к</w:t>
            </w:r>
            <w:r w:rsidRPr="00A806BF">
              <w:rPr>
                <w:color w:val="000000"/>
                <w:sz w:val="28"/>
                <w:szCs w:val="28"/>
              </w:rPr>
              <w:t>ружающей среды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295 0000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350,5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ор</w:t>
            </w:r>
            <w:r w:rsidRPr="00A806BF">
              <w:rPr>
                <w:color w:val="000000"/>
                <w:sz w:val="28"/>
                <w:szCs w:val="28"/>
              </w:rPr>
              <w:t>ганам государственной вл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сти субъектов Российской Ф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дерации в соответствии с ч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стью первой статьи 6 Фед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 xml:space="preserve">рального закона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806BF">
              <w:rPr>
                <w:color w:val="000000"/>
                <w:sz w:val="28"/>
                <w:szCs w:val="28"/>
              </w:rPr>
              <w:t xml:space="preserve"> полномочий Российской Федерации в области орган</w:t>
            </w:r>
            <w:r w:rsidRPr="00A806BF">
              <w:rPr>
                <w:color w:val="000000"/>
                <w:sz w:val="28"/>
                <w:szCs w:val="28"/>
              </w:rPr>
              <w:t>и</w:t>
            </w:r>
            <w:r w:rsidRPr="00A806BF">
              <w:rPr>
                <w:color w:val="000000"/>
                <w:sz w:val="28"/>
                <w:szCs w:val="28"/>
              </w:rPr>
              <w:t>зации, регулирования и охр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ны водных биологических р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сурсов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98,0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ор</w:t>
            </w:r>
            <w:r w:rsidRPr="00A806BF">
              <w:rPr>
                <w:color w:val="000000"/>
                <w:sz w:val="28"/>
                <w:szCs w:val="28"/>
              </w:rPr>
              <w:t>ганам государственной вл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сти субъектов Российской Ф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дерации в соответствии с ч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стью первой статьи 6 Фед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 xml:space="preserve">рального закона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806BF">
              <w:rPr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объектов ж</w:t>
            </w:r>
            <w:r w:rsidRPr="00A806BF">
              <w:rPr>
                <w:color w:val="000000"/>
                <w:sz w:val="28"/>
                <w:szCs w:val="28"/>
              </w:rPr>
              <w:t>и</w:t>
            </w:r>
            <w:r w:rsidRPr="00A806BF">
              <w:rPr>
                <w:color w:val="000000"/>
                <w:sz w:val="28"/>
                <w:szCs w:val="28"/>
              </w:rPr>
              <w:t>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85,2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B7497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сти субъектов Российской Ф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дерации в соответствии с ч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стью 1 статьи 33 Федеральног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 xml:space="preserve"> закона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806BF">
              <w:rPr>
                <w:color w:val="000000"/>
                <w:sz w:val="28"/>
                <w:szCs w:val="28"/>
              </w:rPr>
              <w:t>Об охоте и о сохран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нии охотничьих ресурсов и о внесении изменений в отдел</w:t>
            </w:r>
            <w:r w:rsidRPr="00A806BF">
              <w:rPr>
                <w:color w:val="000000"/>
                <w:sz w:val="28"/>
                <w:szCs w:val="28"/>
              </w:rPr>
              <w:t>ь</w:t>
            </w:r>
            <w:r w:rsidRPr="00A806BF">
              <w:rPr>
                <w:color w:val="000000"/>
                <w:sz w:val="28"/>
                <w:szCs w:val="28"/>
              </w:rPr>
              <w:t>ные законодательные акты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806BF">
              <w:rPr>
                <w:color w:val="000000"/>
                <w:sz w:val="28"/>
                <w:szCs w:val="28"/>
              </w:rPr>
              <w:t xml:space="preserve"> по</w:t>
            </w:r>
            <w:r w:rsidRPr="00A806BF">
              <w:rPr>
                <w:color w:val="000000"/>
                <w:sz w:val="28"/>
                <w:szCs w:val="28"/>
              </w:rPr>
              <w:t>л</w:t>
            </w:r>
            <w:r w:rsidRPr="00A806BF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ции в области охраны и и</w:t>
            </w:r>
            <w:r w:rsidRPr="00A806BF">
              <w:rPr>
                <w:color w:val="000000"/>
                <w:sz w:val="28"/>
                <w:szCs w:val="28"/>
              </w:rPr>
              <w:t>с</w:t>
            </w:r>
            <w:r w:rsidRPr="00A806BF">
              <w:rPr>
                <w:color w:val="000000"/>
                <w:sz w:val="28"/>
                <w:szCs w:val="28"/>
              </w:rPr>
              <w:t>пользования охотничьих р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сурсов (за исключением по</w:t>
            </w:r>
            <w:r w:rsidRPr="00A806BF">
              <w:rPr>
                <w:color w:val="000000"/>
                <w:sz w:val="28"/>
                <w:szCs w:val="28"/>
              </w:rPr>
              <w:t>л</w:t>
            </w:r>
            <w:r w:rsidRPr="00A806BF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A806BF">
              <w:rPr>
                <w:color w:val="000000"/>
                <w:sz w:val="28"/>
                <w:szCs w:val="28"/>
              </w:rPr>
              <w:t>а</w:t>
            </w:r>
            <w:r w:rsidRPr="00A806BF">
              <w:rPr>
                <w:color w:val="000000"/>
                <w:sz w:val="28"/>
                <w:szCs w:val="28"/>
              </w:rPr>
              <w:t>ции по федеральному госуда</w:t>
            </w:r>
            <w:r w:rsidRPr="00A806BF">
              <w:rPr>
                <w:color w:val="000000"/>
                <w:sz w:val="28"/>
                <w:szCs w:val="28"/>
              </w:rPr>
              <w:t>р</w:t>
            </w:r>
            <w:r w:rsidRPr="00A806BF">
              <w:rPr>
                <w:color w:val="000000"/>
                <w:sz w:val="28"/>
                <w:szCs w:val="28"/>
              </w:rPr>
              <w:t>ственному охотничьему на</w:t>
            </w:r>
            <w:r w:rsidRPr="00A806BF">
              <w:rPr>
                <w:color w:val="000000"/>
                <w:sz w:val="28"/>
                <w:szCs w:val="28"/>
              </w:rPr>
              <w:t>д</w:t>
            </w:r>
            <w:r w:rsidRPr="00A806BF">
              <w:rPr>
                <w:color w:val="000000"/>
                <w:sz w:val="28"/>
                <w:szCs w:val="28"/>
              </w:rPr>
              <w:t>зору, выдаче разрешений на добычу охотничьих ресурсов и заключению охотхозяйстве</w:t>
            </w:r>
            <w:r w:rsidRPr="00A806BF">
              <w:rPr>
                <w:color w:val="000000"/>
                <w:sz w:val="28"/>
                <w:szCs w:val="28"/>
              </w:rPr>
              <w:t>н</w:t>
            </w:r>
            <w:r w:rsidRPr="00A806BF">
              <w:rPr>
                <w:color w:val="000000"/>
                <w:sz w:val="28"/>
                <w:szCs w:val="28"/>
              </w:rPr>
              <w:t>ных соглашений)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167,3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167,3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Осуществление отдельных полномочий Российской Ф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дерации органами государс</w:t>
            </w:r>
            <w:r w:rsidRPr="00A806BF">
              <w:rPr>
                <w:color w:val="000000"/>
                <w:sz w:val="28"/>
                <w:szCs w:val="28"/>
              </w:rPr>
              <w:t>т</w:t>
            </w:r>
            <w:r w:rsidRPr="00A806BF">
              <w:rPr>
                <w:color w:val="000000"/>
                <w:sz w:val="28"/>
                <w:szCs w:val="28"/>
              </w:rPr>
              <w:t>венной власти Ульяновской области в области охраны зд</w:t>
            </w:r>
            <w:r w:rsidRPr="00A806BF">
              <w:rPr>
                <w:color w:val="000000"/>
                <w:sz w:val="28"/>
                <w:szCs w:val="28"/>
              </w:rPr>
              <w:t>о</w:t>
            </w:r>
            <w:r w:rsidRPr="00A806BF">
              <w:rPr>
                <w:color w:val="000000"/>
                <w:sz w:val="28"/>
                <w:szCs w:val="28"/>
              </w:rPr>
              <w:t>ровья граждан, контроля кач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ства образования, охраны об</w:t>
            </w:r>
            <w:r w:rsidRPr="00A806BF">
              <w:rPr>
                <w:color w:val="000000"/>
                <w:sz w:val="28"/>
                <w:szCs w:val="28"/>
              </w:rPr>
              <w:t>ъ</w:t>
            </w:r>
            <w:r w:rsidRPr="00A806BF">
              <w:rPr>
                <w:color w:val="000000"/>
                <w:sz w:val="28"/>
                <w:szCs w:val="28"/>
              </w:rPr>
              <w:t>ектов культурного наследия, использования охотничьих р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сурсов, регистрации актов гражданского состояния и др</w:t>
            </w:r>
            <w:r w:rsidRPr="00A806BF">
              <w:rPr>
                <w:color w:val="000000"/>
                <w:sz w:val="28"/>
                <w:szCs w:val="28"/>
              </w:rPr>
              <w:t>у</w:t>
            </w:r>
            <w:r w:rsidRPr="00A806BF">
              <w:rPr>
                <w:color w:val="000000"/>
                <w:sz w:val="28"/>
                <w:szCs w:val="28"/>
              </w:rPr>
              <w:t>гих полномочий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7412,1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Осуществление переданных органам государственной вл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сти субъектов Российск</w:t>
            </w:r>
            <w:r>
              <w:rPr>
                <w:sz w:val="28"/>
                <w:szCs w:val="28"/>
              </w:rPr>
              <w:t>ой</w:t>
            </w:r>
            <w:r w:rsidRPr="00A806BF">
              <w:rPr>
                <w:sz w:val="28"/>
                <w:szCs w:val="28"/>
              </w:rPr>
              <w:t xml:space="preserve"> Ф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дерации в соответствии с ч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 xml:space="preserve">стью 1 статьи 33 Федерального закона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Об охоте и о сохран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нии охотничьих ресурсов и о внесении изменений в отдел</w:t>
            </w:r>
            <w:r w:rsidRPr="00A806BF">
              <w:rPr>
                <w:sz w:val="28"/>
                <w:szCs w:val="28"/>
              </w:rPr>
              <w:t>ь</w:t>
            </w:r>
            <w:r w:rsidRPr="00A806BF">
              <w:rPr>
                <w:sz w:val="28"/>
                <w:szCs w:val="28"/>
              </w:rPr>
              <w:t>ные законодательные акты Российской Федерации</w:t>
            </w:r>
            <w:r>
              <w:rPr>
                <w:sz w:val="28"/>
                <w:szCs w:val="28"/>
              </w:rPr>
              <w:t>»</w:t>
            </w:r>
            <w:r w:rsidRPr="00A806BF">
              <w:rPr>
                <w:sz w:val="28"/>
                <w:szCs w:val="28"/>
              </w:rPr>
              <w:t xml:space="preserve"> по</w:t>
            </w:r>
            <w:r w:rsidRPr="00A806BF">
              <w:rPr>
                <w:sz w:val="28"/>
                <w:szCs w:val="28"/>
              </w:rPr>
              <w:t>л</w:t>
            </w:r>
            <w:r w:rsidRPr="00A806BF">
              <w:rPr>
                <w:sz w:val="28"/>
                <w:szCs w:val="28"/>
              </w:rPr>
              <w:t>номочий Российской Федер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ции в области охраны и и</w:t>
            </w:r>
            <w:r w:rsidRPr="00A806BF">
              <w:rPr>
                <w:sz w:val="28"/>
                <w:szCs w:val="28"/>
              </w:rPr>
              <w:t>с</w:t>
            </w:r>
            <w:r w:rsidRPr="00A806BF">
              <w:rPr>
                <w:sz w:val="28"/>
                <w:szCs w:val="28"/>
              </w:rPr>
              <w:t>пользования охотничьих р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>сурсов, по контролю, надзору, выдаче разрешений на добычу охотничьих ресурсов и закл</w:t>
            </w:r>
            <w:r w:rsidRPr="00A806BF">
              <w:rPr>
                <w:sz w:val="28"/>
                <w:szCs w:val="28"/>
              </w:rPr>
              <w:t>ю</w:t>
            </w:r>
            <w:r w:rsidRPr="00A806BF">
              <w:rPr>
                <w:sz w:val="28"/>
                <w:szCs w:val="28"/>
              </w:rPr>
              <w:t>чению охотхозяйственных с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глашений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7412,1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Фонд оплаты труда государс</w:t>
            </w:r>
            <w:r w:rsidRPr="00A806BF">
              <w:rPr>
                <w:sz w:val="28"/>
                <w:szCs w:val="28"/>
              </w:rPr>
              <w:t>т</w:t>
            </w:r>
            <w:r w:rsidRPr="00A806BF">
              <w:rPr>
                <w:sz w:val="28"/>
                <w:szCs w:val="28"/>
              </w:rPr>
              <w:t>венных (муниципальных) о</w:t>
            </w:r>
            <w:r w:rsidRPr="00A806BF">
              <w:rPr>
                <w:sz w:val="28"/>
                <w:szCs w:val="28"/>
              </w:rPr>
              <w:t>р</w:t>
            </w:r>
            <w:r w:rsidRPr="00A806BF">
              <w:rPr>
                <w:sz w:val="28"/>
                <w:szCs w:val="28"/>
              </w:rPr>
              <w:t>ганов и взносы по обязател</w:t>
            </w:r>
            <w:r w:rsidRPr="00A806BF">
              <w:rPr>
                <w:sz w:val="28"/>
                <w:szCs w:val="28"/>
              </w:rPr>
              <w:t>ь</w:t>
            </w:r>
            <w:r w:rsidRPr="00A806BF">
              <w:rPr>
                <w:sz w:val="28"/>
                <w:szCs w:val="28"/>
              </w:rPr>
              <w:t>ному социальному страхов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нию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6753,264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Иные выплаты персоналу г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сударственных (муниципал</w:t>
            </w:r>
            <w:r w:rsidRPr="00A806BF">
              <w:rPr>
                <w:sz w:val="28"/>
                <w:szCs w:val="28"/>
              </w:rPr>
              <w:t>ь</w:t>
            </w:r>
            <w:r w:rsidRPr="00A806BF">
              <w:rPr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0,6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гий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46,8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586,936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Уплата налога на имущество организаций и земельного н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лога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15,4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Уплата прочих налогов, сб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ров и иных платежей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9,1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90064,4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806BF">
              <w:rPr>
                <w:color w:val="000000"/>
                <w:sz w:val="28"/>
                <w:szCs w:val="28"/>
              </w:rPr>
              <w:t>е</w:t>
            </w:r>
            <w:r w:rsidRPr="00A806BF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90064,4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41574,2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Реализация мероприятий ф</w:t>
            </w:r>
            <w:r w:rsidRPr="00A806BF">
              <w:rPr>
                <w:sz w:val="28"/>
                <w:szCs w:val="28"/>
              </w:rPr>
              <w:t>е</w:t>
            </w:r>
            <w:r w:rsidRPr="00A806BF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Устойчивое развитие сел</w:t>
            </w:r>
            <w:r w:rsidRPr="00A806BF">
              <w:rPr>
                <w:sz w:val="28"/>
                <w:szCs w:val="28"/>
              </w:rPr>
              <w:t>ь</w:t>
            </w:r>
            <w:r w:rsidRPr="00A806BF">
              <w:rPr>
                <w:sz w:val="28"/>
                <w:szCs w:val="28"/>
              </w:rPr>
              <w:t>ских территорий на 2014-2017 годы и на период до 2020 г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41574,2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41574,20214</w:t>
            </w:r>
          </w:p>
        </w:tc>
      </w:tr>
      <w:tr w:rsidR="009A78A8" w:rsidRPr="00A806BF" w:rsidTr="0033223E">
        <w:tc>
          <w:tcPr>
            <w:tcW w:w="3970" w:type="dxa"/>
          </w:tcPr>
          <w:p w:rsidR="009A78A8" w:rsidRPr="0033223E" w:rsidRDefault="009A78A8" w:rsidP="0033223E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3223E">
              <w:rPr>
                <w:color w:val="000000"/>
                <w:spacing w:val="-4"/>
                <w:sz w:val="28"/>
                <w:szCs w:val="28"/>
              </w:rPr>
              <w:t>Государственная программа Ульяновской области «Развитие сельского хозяйства и регул</w:t>
            </w:r>
            <w:r w:rsidRPr="0033223E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3223E">
              <w:rPr>
                <w:color w:val="000000"/>
                <w:spacing w:val="-4"/>
                <w:sz w:val="28"/>
                <w:szCs w:val="28"/>
              </w:rPr>
              <w:t>рование рынков сельскохозя</w:t>
            </w:r>
            <w:r w:rsidRPr="0033223E">
              <w:rPr>
                <w:color w:val="000000"/>
                <w:spacing w:val="-4"/>
                <w:sz w:val="28"/>
                <w:szCs w:val="28"/>
              </w:rPr>
              <w:t>й</w:t>
            </w:r>
            <w:r w:rsidRPr="0033223E">
              <w:rPr>
                <w:color w:val="000000"/>
                <w:spacing w:val="-4"/>
                <w:sz w:val="28"/>
                <w:szCs w:val="28"/>
              </w:rPr>
              <w:t>ственной продукции, сырья и продовольствия в Ульяновской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806BF">
              <w:rPr>
                <w:color w:val="000000"/>
                <w:sz w:val="28"/>
                <w:szCs w:val="28"/>
              </w:rPr>
              <w:t>48490,2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Устойчивое развитие сельских террит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A806BF">
              <w:rPr>
                <w:sz w:val="28"/>
                <w:szCs w:val="28"/>
              </w:rPr>
              <w:t xml:space="preserve"> государственной пр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Развитие сельского хозяйства и регулирование рынков сел</w:t>
            </w:r>
            <w:r w:rsidRPr="00A806BF">
              <w:rPr>
                <w:sz w:val="28"/>
                <w:szCs w:val="28"/>
              </w:rPr>
              <w:t>ь</w:t>
            </w:r>
            <w:r w:rsidRPr="00A806BF">
              <w:rPr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806B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48490,2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Софинансирование меропри</w:t>
            </w:r>
            <w:r w:rsidRPr="00A806BF">
              <w:rPr>
                <w:sz w:val="28"/>
                <w:szCs w:val="28"/>
              </w:rPr>
              <w:t>я</w:t>
            </w:r>
            <w:r w:rsidRPr="00A806BF">
              <w:rPr>
                <w:sz w:val="28"/>
                <w:szCs w:val="28"/>
              </w:rPr>
              <w:t>тий по улучшению жилищных условий граждан, прожива</w:t>
            </w:r>
            <w:r w:rsidRPr="00A806BF">
              <w:rPr>
                <w:sz w:val="28"/>
                <w:szCs w:val="28"/>
              </w:rPr>
              <w:t>ю</w:t>
            </w:r>
            <w:r w:rsidRPr="00A806BF">
              <w:rPr>
                <w:sz w:val="28"/>
                <w:szCs w:val="28"/>
              </w:rPr>
              <w:t>щих в сельской местности, по федеральной целевой пр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 xml:space="preserve">грамме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11246,4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11246,4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Софинансирование меропри</w:t>
            </w:r>
            <w:r w:rsidRPr="00A806BF">
              <w:rPr>
                <w:sz w:val="28"/>
                <w:szCs w:val="28"/>
              </w:rPr>
              <w:t>я</w:t>
            </w:r>
            <w:r w:rsidRPr="00A806BF">
              <w:rPr>
                <w:sz w:val="28"/>
                <w:szCs w:val="28"/>
              </w:rPr>
              <w:t>тий по улучшению жилищных условий молодых семей и м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>лодых специалистов, прож</w:t>
            </w:r>
            <w:r w:rsidRPr="00A806BF">
              <w:rPr>
                <w:sz w:val="28"/>
                <w:szCs w:val="28"/>
              </w:rPr>
              <w:t>и</w:t>
            </w:r>
            <w:r w:rsidRPr="00A806BF">
              <w:rPr>
                <w:sz w:val="28"/>
                <w:szCs w:val="28"/>
              </w:rPr>
              <w:t>вающих в сельской местности, по федеральной целевой пр</w:t>
            </w:r>
            <w:r w:rsidRPr="00A806BF">
              <w:rPr>
                <w:sz w:val="28"/>
                <w:szCs w:val="28"/>
              </w:rPr>
              <w:t>о</w:t>
            </w:r>
            <w:r w:rsidRPr="00A806BF">
              <w:rPr>
                <w:sz w:val="28"/>
                <w:szCs w:val="28"/>
              </w:rPr>
              <w:t xml:space="preserve">грамме </w:t>
            </w:r>
            <w:r>
              <w:rPr>
                <w:sz w:val="28"/>
                <w:szCs w:val="28"/>
              </w:rPr>
              <w:t>«</w:t>
            </w:r>
            <w:r w:rsidRPr="00A806BF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37243,8</w:t>
            </w:r>
          </w:p>
        </w:tc>
      </w:tr>
      <w:tr w:rsidR="009A78A8" w:rsidRPr="00A806BF" w:rsidTr="0033223E">
        <w:tc>
          <w:tcPr>
            <w:tcW w:w="3970" w:type="dxa"/>
            <w:vAlign w:val="center"/>
          </w:tcPr>
          <w:p w:rsidR="009A78A8" w:rsidRPr="00A806BF" w:rsidRDefault="009A78A8" w:rsidP="003322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A806BF">
              <w:rPr>
                <w:sz w:val="28"/>
                <w:szCs w:val="28"/>
              </w:rPr>
              <w:t>а</w:t>
            </w:r>
            <w:r w:rsidRPr="00A806BF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806BF">
              <w:rPr>
                <w:sz w:val="28"/>
                <w:szCs w:val="28"/>
              </w:rPr>
              <w:t>у</w:t>
            </w:r>
            <w:r w:rsidRPr="00A806BF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9A78A8" w:rsidRPr="00A806BF" w:rsidRDefault="009A78A8" w:rsidP="003322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9A78A8" w:rsidRPr="00A806BF" w:rsidRDefault="009A78A8" w:rsidP="003322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BF">
              <w:rPr>
                <w:sz w:val="28"/>
                <w:szCs w:val="28"/>
              </w:rPr>
              <w:t>37243,8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33223E">
      <w:pPr>
        <w:pStyle w:val="BodyText"/>
        <w:spacing w:line="360" w:lineRule="auto"/>
        <w:ind w:firstLine="720"/>
        <w:rPr>
          <w:szCs w:val="28"/>
        </w:rPr>
      </w:pPr>
      <w:r>
        <w:t xml:space="preserve">з) </w:t>
      </w:r>
      <w:r w:rsidRPr="008029D6">
        <w:rPr>
          <w:szCs w:val="28"/>
        </w:rPr>
        <w:t xml:space="preserve">в главе </w:t>
      </w:r>
      <w:r>
        <w:rPr>
          <w:szCs w:val="28"/>
        </w:rPr>
        <w:t>«</w:t>
      </w:r>
      <w:r w:rsidRPr="008029D6">
        <w:rPr>
          <w:szCs w:val="28"/>
        </w:rPr>
        <w:t>Министерство финансов Ульяновской области</w:t>
      </w:r>
      <w:r>
        <w:rPr>
          <w:szCs w:val="28"/>
        </w:rPr>
        <w:t>»</w:t>
      </w:r>
      <w:r w:rsidRPr="008029D6">
        <w:rPr>
          <w:szCs w:val="28"/>
        </w:rPr>
        <w:t xml:space="preserve"> (Мин 292):</w:t>
      </w:r>
    </w:p>
    <w:p w:rsidR="009A78A8" w:rsidRDefault="009A78A8" w:rsidP="0033223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цифры «2763483,2» заменить цифрами «2768259,28905»;</w:t>
      </w:r>
    </w:p>
    <w:p w:rsidR="009A78A8" w:rsidRPr="00B37070" w:rsidRDefault="009A78A8" w:rsidP="0033223E">
      <w:pPr>
        <w:pStyle w:val="BodyText"/>
        <w:spacing w:line="360" w:lineRule="auto"/>
        <w:ind w:firstLine="720"/>
        <w:rPr>
          <w:szCs w:val="28"/>
        </w:rPr>
      </w:pPr>
      <w:r w:rsidRPr="00B37070">
        <w:rPr>
          <w:szCs w:val="28"/>
        </w:rPr>
        <w:t xml:space="preserve">в строке </w:t>
      </w:r>
      <w:r>
        <w:rPr>
          <w:szCs w:val="28"/>
        </w:rPr>
        <w:t>«</w:t>
      </w:r>
      <w:r w:rsidRPr="00B37070">
        <w:rPr>
          <w:szCs w:val="28"/>
        </w:rPr>
        <w:t>Общегосударственные вопросы</w:t>
      </w:r>
      <w:r>
        <w:rPr>
          <w:szCs w:val="28"/>
        </w:rPr>
        <w:t>»</w:t>
      </w:r>
      <w:r w:rsidRPr="00B37070">
        <w:rPr>
          <w:szCs w:val="28"/>
        </w:rPr>
        <w:t xml:space="preserve"> (Мин 292 Рз 01) цифры </w:t>
      </w:r>
      <w:r>
        <w:rPr>
          <w:szCs w:val="28"/>
        </w:rPr>
        <w:t>«</w:t>
      </w:r>
      <w:r w:rsidRPr="00B37070">
        <w:rPr>
          <w:szCs w:val="28"/>
        </w:rPr>
        <w:t>167871,3</w:t>
      </w:r>
      <w:r>
        <w:rPr>
          <w:szCs w:val="28"/>
        </w:rPr>
        <w:t>»</w:t>
      </w:r>
      <w:r w:rsidRPr="00B37070">
        <w:rPr>
          <w:szCs w:val="28"/>
        </w:rPr>
        <w:t xml:space="preserve"> заменить цифрами </w:t>
      </w:r>
      <w:r>
        <w:rPr>
          <w:szCs w:val="28"/>
        </w:rPr>
        <w:t>«</w:t>
      </w:r>
      <w:r w:rsidRPr="00B37070">
        <w:rPr>
          <w:szCs w:val="28"/>
        </w:rPr>
        <w:t>170647,38905</w:t>
      </w:r>
      <w:r>
        <w:rPr>
          <w:szCs w:val="28"/>
        </w:rPr>
        <w:t>»</w:t>
      </w:r>
      <w:r w:rsidRPr="00B37070">
        <w:rPr>
          <w:szCs w:val="28"/>
        </w:rPr>
        <w:t>;</w:t>
      </w:r>
    </w:p>
    <w:p w:rsidR="009A78A8" w:rsidRPr="00B37070" w:rsidRDefault="009A78A8" w:rsidP="0033223E">
      <w:pPr>
        <w:pStyle w:val="BodyText"/>
        <w:spacing w:line="360" w:lineRule="auto"/>
        <w:ind w:firstLine="720"/>
        <w:rPr>
          <w:szCs w:val="28"/>
        </w:rPr>
      </w:pPr>
      <w:r w:rsidRPr="00B37070">
        <w:rPr>
          <w:szCs w:val="28"/>
        </w:rPr>
        <w:t xml:space="preserve">в строке </w:t>
      </w:r>
      <w:r>
        <w:rPr>
          <w:szCs w:val="28"/>
        </w:rPr>
        <w:t>«</w:t>
      </w:r>
      <w:r w:rsidRPr="00B37070">
        <w:rPr>
          <w:szCs w:val="28"/>
        </w:rPr>
        <w:t>Резервные фонды</w:t>
      </w:r>
      <w:r>
        <w:rPr>
          <w:szCs w:val="28"/>
        </w:rPr>
        <w:t>»</w:t>
      </w:r>
      <w:r w:rsidRPr="00B37070">
        <w:rPr>
          <w:szCs w:val="28"/>
        </w:rPr>
        <w:t xml:space="preserve"> (Мин 292 Рз 01</w:t>
      </w:r>
      <w:r>
        <w:rPr>
          <w:szCs w:val="28"/>
        </w:rPr>
        <w:t xml:space="preserve"> ПР 11</w:t>
      </w:r>
      <w:r w:rsidRPr="00B37070">
        <w:rPr>
          <w:szCs w:val="28"/>
        </w:rPr>
        <w:t xml:space="preserve">) цифры </w:t>
      </w:r>
      <w:r>
        <w:rPr>
          <w:szCs w:val="28"/>
        </w:rPr>
        <w:t>«47400,0»</w:t>
      </w:r>
      <w:r w:rsidRPr="00B37070">
        <w:rPr>
          <w:szCs w:val="28"/>
        </w:rPr>
        <w:t xml:space="preserve"> зам</w:t>
      </w:r>
      <w:r w:rsidRPr="00B37070">
        <w:rPr>
          <w:szCs w:val="28"/>
        </w:rPr>
        <w:t>е</w:t>
      </w:r>
      <w:r w:rsidRPr="00B37070">
        <w:rPr>
          <w:szCs w:val="28"/>
        </w:rPr>
        <w:t xml:space="preserve">нить цифрами </w:t>
      </w:r>
      <w:r>
        <w:rPr>
          <w:szCs w:val="28"/>
        </w:rPr>
        <w:t>«50176,08905»</w:t>
      </w:r>
      <w:r w:rsidRPr="00B37070">
        <w:rPr>
          <w:szCs w:val="28"/>
        </w:rPr>
        <w:t>;</w:t>
      </w:r>
    </w:p>
    <w:p w:rsidR="009A78A8" w:rsidRPr="00B37070" w:rsidRDefault="009A78A8" w:rsidP="0033223E">
      <w:pPr>
        <w:pStyle w:val="BodyText"/>
        <w:spacing w:line="360" w:lineRule="auto"/>
        <w:ind w:firstLine="720"/>
        <w:rPr>
          <w:szCs w:val="28"/>
        </w:rPr>
      </w:pPr>
      <w:r w:rsidRPr="00B37070">
        <w:rPr>
          <w:szCs w:val="28"/>
        </w:rPr>
        <w:t xml:space="preserve">в строке </w:t>
      </w:r>
      <w:r>
        <w:rPr>
          <w:szCs w:val="28"/>
        </w:rPr>
        <w:t>«</w:t>
      </w:r>
      <w:r w:rsidRPr="00B37070">
        <w:rPr>
          <w:szCs w:val="28"/>
        </w:rPr>
        <w:t>Резервные фонды</w:t>
      </w:r>
      <w:r>
        <w:rPr>
          <w:szCs w:val="28"/>
        </w:rPr>
        <w:t>»</w:t>
      </w:r>
      <w:r w:rsidRPr="00B37070">
        <w:rPr>
          <w:szCs w:val="28"/>
        </w:rPr>
        <w:t xml:space="preserve"> (Мин 292 Рз 01</w:t>
      </w:r>
      <w:r>
        <w:rPr>
          <w:szCs w:val="28"/>
        </w:rPr>
        <w:t xml:space="preserve"> ПР 11 ЦС 070 0000</w:t>
      </w:r>
      <w:r w:rsidRPr="00B37070">
        <w:rPr>
          <w:szCs w:val="28"/>
        </w:rPr>
        <w:t xml:space="preserve">) цифры </w:t>
      </w:r>
      <w:r>
        <w:rPr>
          <w:szCs w:val="28"/>
        </w:rPr>
        <w:t>«47400,0»</w:t>
      </w:r>
      <w:r w:rsidRPr="00B37070">
        <w:rPr>
          <w:szCs w:val="28"/>
        </w:rPr>
        <w:t xml:space="preserve"> заменить цифрами </w:t>
      </w:r>
      <w:r>
        <w:rPr>
          <w:szCs w:val="28"/>
        </w:rPr>
        <w:t>«50176,08905»</w:t>
      </w:r>
      <w:r w:rsidRPr="00B37070">
        <w:rPr>
          <w:szCs w:val="28"/>
        </w:rPr>
        <w:t>;</w:t>
      </w:r>
    </w:p>
    <w:p w:rsidR="009A78A8" w:rsidRPr="00B37070" w:rsidRDefault="009A78A8" w:rsidP="0033223E">
      <w:pPr>
        <w:pStyle w:val="BodyText"/>
        <w:spacing w:line="360" w:lineRule="auto"/>
        <w:ind w:firstLine="720"/>
        <w:rPr>
          <w:szCs w:val="28"/>
        </w:rPr>
      </w:pPr>
      <w:r w:rsidRPr="00B37070">
        <w:rPr>
          <w:szCs w:val="28"/>
        </w:rPr>
        <w:t xml:space="preserve">в строке </w:t>
      </w:r>
      <w:r>
        <w:rPr>
          <w:szCs w:val="28"/>
        </w:rPr>
        <w:t>«</w:t>
      </w:r>
      <w:r w:rsidRPr="00B37070">
        <w:rPr>
          <w:szCs w:val="28"/>
        </w:rPr>
        <w:t>Резервный фонд Правительства Ульяновской области</w:t>
      </w:r>
      <w:r>
        <w:rPr>
          <w:szCs w:val="28"/>
        </w:rPr>
        <w:t>»</w:t>
      </w:r>
      <w:r w:rsidRPr="00B37070">
        <w:rPr>
          <w:szCs w:val="28"/>
        </w:rPr>
        <w:t xml:space="preserve"> (Мин 292 Рз 01</w:t>
      </w:r>
      <w:r>
        <w:rPr>
          <w:szCs w:val="28"/>
        </w:rPr>
        <w:t xml:space="preserve"> ПР 11 ЦС 070 0400</w:t>
      </w:r>
      <w:r w:rsidRPr="00B37070">
        <w:rPr>
          <w:szCs w:val="28"/>
        </w:rPr>
        <w:t xml:space="preserve">) цифры </w:t>
      </w:r>
      <w:r>
        <w:rPr>
          <w:szCs w:val="28"/>
        </w:rPr>
        <w:t>«42400,0»</w:t>
      </w:r>
      <w:r w:rsidRPr="00B37070">
        <w:rPr>
          <w:szCs w:val="28"/>
        </w:rPr>
        <w:t xml:space="preserve"> заменить цифрами </w:t>
      </w:r>
      <w:r>
        <w:rPr>
          <w:szCs w:val="28"/>
        </w:rPr>
        <w:t>«45176,08905»</w:t>
      </w:r>
      <w:r w:rsidRPr="00B37070">
        <w:rPr>
          <w:szCs w:val="28"/>
        </w:rPr>
        <w:t>;</w:t>
      </w:r>
    </w:p>
    <w:p w:rsidR="009A78A8" w:rsidRPr="00B37070" w:rsidRDefault="009A78A8" w:rsidP="0033223E">
      <w:pPr>
        <w:pStyle w:val="BodyText"/>
        <w:spacing w:line="360" w:lineRule="auto"/>
        <w:ind w:firstLine="720"/>
        <w:rPr>
          <w:szCs w:val="28"/>
        </w:rPr>
      </w:pPr>
      <w:r w:rsidRPr="00B37070">
        <w:rPr>
          <w:szCs w:val="28"/>
        </w:rPr>
        <w:t xml:space="preserve"> в строке </w:t>
      </w:r>
      <w:r>
        <w:rPr>
          <w:szCs w:val="28"/>
        </w:rPr>
        <w:t>«</w:t>
      </w:r>
      <w:r w:rsidRPr="00B37070">
        <w:rPr>
          <w:szCs w:val="28"/>
        </w:rPr>
        <w:t>Резервные средства</w:t>
      </w:r>
      <w:r>
        <w:rPr>
          <w:szCs w:val="28"/>
        </w:rPr>
        <w:t>»</w:t>
      </w:r>
      <w:r w:rsidRPr="00B37070">
        <w:rPr>
          <w:szCs w:val="28"/>
        </w:rPr>
        <w:t xml:space="preserve"> (Мин 292 Рз 01</w:t>
      </w:r>
      <w:r>
        <w:rPr>
          <w:szCs w:val="28"/>
        </w:rPr>
        <w:t xml:space="preserve"> ПР 11 ЦС 070 0400  ВР 870</w:t>
      </w:r>
      <w:r w:rsidRPr="00B37070">
        <w:rPr>
          <w:szCs w:val="28"/>
        </w:rPr>
        <w:t xml:space="preserve">) цифры </w:t>
      </w:r>
      <w:r>
        <w:rPr>
          <w:szCs w:val="28"/>
        </w:rPr>
        <w:t>«42400,0»</w:t>
      </w:r>
      <w:r w:rsidRPr="00B37070">
        <w:rPr>
          <w:szCs w:val="28"/>
        </w:rPr>
        <w:t xml:space="preserve"> заменить цифрами </w:t>
      </w:r>
      <w:r>
        <w:rPr>
          <w:szCs w:val="28"/>
        </w:rPr>
        <w:t>«45176,08905»</w:t>
      </w:r>
      <w:r w:rsidRPr="00B37070">
        <w:rPr>
          <w:szCs w:val="28"/>
        </w:rPr>
        <w:t>;</w:t>
      </w:r>
    </w:p>
    <w:p w:rsidR="009A78A8" w:rsidRPr="00B37070" w:rsidRDefault="009A78A8" w:rsidP="0033223E">
      <w:pPr>
        <w:pStyle w:val="BodyText"/>
        <w:spacing w:line="360" w:lineRule="auto"/>
        <w:ind w:firstLine="720"/>
        <w:rPr>
          <w:szCs w:val="28"/>
        </w:rPr>
      </w:pPr>
      <w:r w:rsidRPr="00B37070">
        <w:rPr>
          <w:szCs w:val="28"/>
        </w:rPr>
        <w:t xml:space="preserve"> в строке </w:t>
      </w:r>
      <w:r>
        <w:rPr>
          <w:szCs w:val="28"/>
        </w:rPr>
        <w:t>«</w:t>
      </w:r>
      <w:r w:rsidRPr="00B37070">
        <w:rPr>
          <w:szCs w:val="28"/>
        </w:rPr>
        <w:t>Обслуживание государственного и муниципального долга</w:t>
      </w:r>
      <w:r>
        <w:rPr>
          <w:szCs w:val="28"/>
        </w:rPr>
        <w:t>»</w:t>
      </w:r>
      <w:r w:rsidRPr="00B37070">
        <w:rPr>
          <w:szCs w:val="28"/>
        </w:rPr>
        <w:t xml:space="preserve"> </w:t>
      </w:r>
      <w:r>
        <w:rPr>
          <w:szCs w:val="28"/>
        </w:rPr>
        <w:br/>
      </w:r>
      <w:r w:rsidRPr="00B37070">
        <w:rPr>
          <w:szCs w:val="28"/>
        </w:rPr>
        <w:t xml:space="preserve">(Мин 292 Рз </w:t>
      </w:r>
      <w:r>
        <w:rPr>
          <w:szCs w:val="28"/>
        </w:rPr>
        <w:t>13</w:t>
      </w:r>
      <w:r w:rsidRPr="00B37070">
        <w:rPr>
          <w:szCs w:val="28"/>
        </w:rPr>
        <w:t xml:space="preserve">) цифры </w:t>
      </w:r>
      <w:r>
        <w:rPr>
          <w:szCs w:val="28"/>
        </w:rPr>
        <w:t>«522781,2»</w:t>
      </w:r>
      <w:r w:rsidRPr="00B37070">
        <w:rPr>
          <w:szCs w:val="28"/>
        </w:rPr>
        <w:t xml:space="preserve"> заменить цифрами </w:t>
      </w:r>
      <w:r>
        <w:rPr>
          <w:szCs w:val="28"/>
        </w:rPr>
        <w:t>«524781,2»</w:t>
      </w:r>
      <w:r w:rsidRPr="00B37070">
        <w:rPr>
          <w:szCs w:val="28"/>
        </w:rPr>
        <w:t>;</w:t>
      </w:r>
    </w:p>
    <w:p w:rsidR="009A78A8" w:rsidRPr="00B37070" w:rsidRDefault="009A78A8" w:rsidP="0033223E">
      <w:pPr>
        <w:pStyle w:val="BodyText"/>
        <w:spacing w:line="360" w:lineRule="auto"/>
        <w:ind w:firstLine="720"/>
        <w:rPr>
          <w:szCs w:val="28"/>
        </w:rPr>
      </w:pPr>
      <w:r w:rsidRPr="00B37070">
        <w:rPr>
          <w:szCs w:val="28"/>
        </w:rPr>
        <w:t xml:space="preserve">в строке </w:t>
      </w:r>
      <w:r>
        <w:rPr>
          <w:szCs w:val="28"/>
        </w:rPr>
        <w:t>«</w:t>
      </w:r>
      <w:r w:rsidRPr="00B37070">
        <w:rPr>
          <w:szCs w:val="28"/>
        </w:rPr>
        <w:t>Обслуживание государственного внутреннего и муниципального долга</w:t>
      </w:r>
      <w:r>
        <w:rPr>
          <w:szCs w:val="28"/>
        </w:rPr>
        <w:t>»</w:t>
      </w:r>
      <w:r w:rsidRPr="00B37070">
        <w:rPr>
          <w:szCs w:val="28"/>
        </w:rPr>
        <w:t xml:space="preserve"> (Мин 292 Рз </w:t>
      </w:r>
      <w:r>
        <w:rPr>
          <w:szCs w:val="28"/>
        </w:rPr>
        <w:t>13 ПР 01</w:t>
      </w:r>
      <w:r w:rsidRPr="00B37070">
        <w:rPr>
          <w:szCs w:val="28"/>
        </w:rPr>
        <w:t xml:space="preserve">) цифры </w:t>
      </w:r>
      <w:r>
        <w:rPr>
          <w:szCs w:val="28"/>
        </w:rPr>
        <w:t>«522781,2»</w:t>
      </w:r>
      <w:r w:rsidRPr="00B37070">
        <w:rPr>
          <w:szCs w:val="28"/>
        </w:rPr>
        <w:t xml:space="preserve"> заменить цифрами </w:t>
      </w:r>
      <w:r>
        <w:rPr>
          <w:szCs w:val="28"/>
        </w:rPr>
        <w:t>«524781,2»</w:t>
      </w:r>
      <w:r w:rsidRPr="00B37070">
        <w:rPr>
          <w:szCs w:val="28"/>
        </w:rPr>
        <w:t>;</w:t>
      </w:r>
    </w:p>
    <w:p w:rsidR="009A78A8" w:rsidRPr="00B37070" w:rsidRDefault="009A78A8" w:rsidP="0033223E">
      <w:pPr>
        <w:pStyle w:val="BodyText"/>
        <w:spacing w:line="360" w:lineRule="auto"/>
        <w:ind w:firstLine="720"/>
        <w:rPr>
          <w:szCs w:val="28"/>
        </w:rPr>
      </w:pPr>
      <w:r w:rsidRPr="00B37070">
        <w:rPr>
          <w:szCs w:val="28"/>
        </w:rPr>
        <w:t xml:space="preserve">в строке </w:t>
      </w:r>
      <w:r>
        <w:rPr>
          <w:szCs w:val="28"/>
        </w:rPr>
        <w:t>«</w:t>
      </w:r>
      <w:r w:rsidRPr="00B37070">
        <w:rPr>
          <w:szCs w:val="28"/>
        </w:rPr>
        <w:t>Процентные платежи по долговым обязательствам</w:t>
      </w:r>
      <w:r>
        <w:rPr>
          <w:szCs w:val="28"/>
        </w:rPr>
        <w:t>»</w:t>
      </w:r>
      <w:r w:rsidRPr="00B37070">
        <w:rPr>
          <w:szCs w:val="28"/>
        </w:rPr>
        <w:t xml:space="preserve"> (Мин 292 </w:t>
      </w:r>
      <w:r>
        <w:rPr>
          <w:szCs w:val="28"/>
        </w:rPr>
        <w:br/>
      </w:r>
      <w:r w:rsidRPr="00B37070">
        <w:rPr>
          <w:szCs w:val="28"/>
        </w:rPr>
        <w:t xml:space="preserve">Рз </w:t>
      </w:r>
      <w:r>
        <w:rPr>
          <w:szCs w:val="28"/>
        </w:rPr>
        <w:t>13 ПР 01 ЦС 065 0000</w:t>
      </w:r>
      <w:r w:rsidRPr="00B37070">
        <w:rPr>
          <w:szCs w:val="28"/>
        </w:rPr>
        <w:t xml:space="preserve">) цифры </w:t>
      </w:r>
      <w:r>
        <w:rPr>
          <w:szCs w:val="28"/>
        </w:rPr>
        <w:t>«522781,2»</w:t>
      </w:r>
      <w:r w:rsidRPr="00B37070">
        <w:rPr>
          <w:szCs w:val="28"/>
        </w:rPr>
        <w:t xml:space="preserve"> заменить цифрами </w:t>
      </w:r>
      <w:r>
        <w:rPr>
          <w:szCs w:val="28"/>
        </w:rPr>
        <w:t>«524781,2»</w:t>
      </w:r>
      <w:r w:rsidRPr="00B37070">
        <w:rPr>
          <w:szCs w:val="28"/>
        </w:rPr>
        <w:t>;</w:t>
      </w:r>
    </w:p>
    <w:p w:rsidR="009A78A8" w:rsidRPr="00B37070" w:rsidRDefault="009A78A8" w:rsidP="0033223E">
      <w:pPr>
        <w:pStyle w:val="BodyText"/>
        <w:spacing w:line="360" w:lineRule="auto"/>
        <w:ind w:firstLine="720"/>
        <w:rPr>
          <w:szCs w:val="28"/>
        </w:rPr>
      </w:pPr>
      <w:r w:rsidRPr="00B37070">
        <w:rPr>
          <w:szCs w:val="28"/>
        </w:rPr>
        <w:t xml:space="preserve">в строке </w:t>
      </w:r>
      <w:r>
        <w:rPr>
          <w:szCs w:val="28"/>
        </w:rPr>
        <w:t>«</w:t>
      </w:r>
      <w:r w:rsidRPr="00B37070">
        <w:rPr>
          <w:szCs w:val="28"/>
        </w:rPr>
        <w:t>Процентные платежи по государственному долгу субъекта Ро</w:t>
      </w:r>
      <w:r w:rsidRPr="00B37070">
        <w:rPr>
          <w:szCs w:val="28"/>
        </w:rPr>
        <w:t>с</w:t>
      </w:r>
      <w:r w:rsidRPr="00B37070">
        <w:rPr>
          <w:szCs w:val="28"/>
        </w:rPr>
        <w:t>сийской Федерации</w:t>
      </w:r>
      <w:r>
        <w:rPr>
          <w:szCs w:val="28"/>
        </w:rPr>
        <w:t xml:space="preserve">» </w:t>
      </w:r>
      <w:r w:rsidRPr="00B37070">
        <w:rPr>
          <w:szCs w:val="28"/>
        </w:rPr>
        <w:t xml:space="preserve">(Мин 292 Рз </w:t>
      </w:r>
      <w:r>
        <w:rPr>
          <w:szCs w:val="28"/>
        </w:rPr>
        <w:t>13 ПР 01 ЦС 065</w:t>
      </w:r>
      <w:r w:rsidRPr="00B37070">
        <w:rPr>
          <w:sz w:val="4"/>
          <w:szCs w:val="28"/>
        </w:rPr>
        <w:t xml:space="preserve"> </w:t>
      </w:r>
      <w:r>
        <w:rPr>
          <w:szCs w:val="28"/>
        </w:rPr>
        <w:t>0200</w:t>
      </w:r>
      <w:r w:rsidRPr="00B37070">
        <w:rPr>
          <w:szCs w:val="28"/>
        </w:rPr>
        <w:t xml:space="preserve">) цифры </w:t>
      </w:r>
      <w:r>
        <w:rPr>
          <w:szCs w:val="28"/>
        </w:rPr>
        <w:t>«522781,2»</w:t>
      </w:r>
      <w:r w:rsidRPr="00B37070">
        <w:rPr>
          <w:szCs w:val="28"/>
        </w:rPr>
        <w:t xml:space="preserve"> </w:t>
      </w:r>
      <w:r>
        <w:rPr>
          <w:szCs w:val="28"/>
        </w:rPr>
        <w:br/>
      </w:r>
      <w:r w:rsidRPr="00B37070">
        <w:rPr>
          <w:szCs w:val="28"/>
        </w:rPr>
        <w:t xml:space="preserve">заменить цифрами </w:t>
      </w:r>
      <w:r>
        <w:rPr>
          <w:szCs w:val="28"/>
        </w:rPr>
        <w:t>«524781,2»</w:t>
      </w:r>
      <w:r w:rsidRPr="00B37070">
        <w:rPr>
          <w:szCs w:val="28"/>
        </w:rPr>
        <w:t>;</w:t>
      </w:r>
    </w:p>
    <w:p w:rsidR="009A78A8" w:rsidRPr="008029D6" w:rsidRDefault="009A78A8" w:rsidP="0033223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и</w:t>
      </w:r>
      <w:r w:rsidRPr="008029D6">
        <w:rPr>
          <w:szCs w:val="28"/>
        </w:rPr>
        <w:t xml:space="preserve">) главу </w:t>
      </w:r>
      <w:r>
        <w:rPr>
          <w:szCs w:val="28"/>
        </w:rPr>
        <w:t>«</w:t>
      </w:r>
      <w:r w:rsidRPr="008029D6">
        <w:rPr>
          <w:szCs w:val="28"/>
        </w:rPr>
        <w:t>Министерство стратегического развития и инноваций Ульяно</w:t>
      </w:r>
      <w:r w:rsidRPr="008029D6">
        <w:rPr>
          <w:szCs w:val="28"/>
        </w:rPr>
        <w:t>в</w:t>
      </w:r>
      <w:r w:rsidRPr="008029D6">
        <w:rPr>
          <w:szCs w:val="28"/>
        </w:rPr>
        <w:t>ской области</w:t>
      </w:r>
      <w:r>
        <w:rPr>
          <w:szCs w:val="28"/>
        </w:rPr>
        <w:t>»</w:t>
      </w:r>
      <w:r w:rsidRPr="008029D6">
        <w:rPr>
          <w:szCs w:val="28"/>
        </w:rPr>
        <w:t xml:space="preserve"> (Мин </w:t>
      </w:r>
      <w:r>
        <w:rPr>
          <w:szCs w:val="28"/>
        </w:rPr>
        <w:t>370</w:t>
      </w:r>
      <w:r w:rsidRPr="008029D6">
        <w:rPr>
          <w:szCs w:val="28"/>
        </w:rPr>
        <w:t xml:space="preserve">) </w:t>
      </w:r>
      <w:r>
        <w:rPr>
          <w:szCs w:val="28"/>
        </w:rPr>
        <w:t>исключить;</w:t>
      </w:r>
    </w:p>
    <w:p w:rsidR="009A78A8" w:rsidRDefault="009A78A8" w:rsidP="0033223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к) в строке «ИТОГО» </w:t>
      </w:r>
      <w:r w:rsidRPr="008029D6">
        <w:rPr>
          <w:szCs w:val="28"/>
        </w:rPr>
        <w:t xml:space="preserve">цифры </w:t>
      </w:r>
      <w:r>
        <w:rPr>
          <w:szCs w:val="28"/>
        </w:rPr>
        <w:t>«37515371,4261»</w:t>
      </w:r>
      <w:r w:rsidRPr="008029D6">
        <w:rPr>
          <w:szCs w:val="28"/>
        </w:rPr>
        <w:t xml:space="preserve"> заменить цифрами </w:t>
      </w:r>
      <w:r>
        <w:rPr>
          <w:szCs w:val="28"/>
        </w:rPr>
        <w:t>«37772340,20148»;</w:t>
      </w:r>
    </w:p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13) в приложении 13:</w:t>
      </w:r>
    </w:p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а) в главе «Правительство Ульяновской области» (Мин 203) наименование строки «</w:t>
      </w:r>
      <w:r w:rsidRPr="0039462C">
        <w:rPr>
          <w:sz w:val="28"/>
        </w:rPr>
        <w:t>Учреждения в сфере распространения и использования информационных и коммуникационных технологий</w:t>
      </w:r>
      <w:r>
        <w:rPr>
          <w:sz w:val="28"/>
        </w:rPr>
        <w:t>» (Мин 203 Рз 01 ПР 13 ЦС 095 0000) изложить в следующей редакции:</w:t>
      </w:r>
    </w:p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B705AE">
        <w:rPr>
          <w:sz w:val="28"/>
        </w:rPr>
        <w:t>Учреждения в сфере распространения и использования информационных и коммуникационных технологий, научных исследований в области истории и культуры</w:t>
      </w:r>
      <w:r>
        <w:rPr>
          <w:sz w:val="28"/>
        </w:rPr>
        <w:t>»;</w:t>
      </w:r>
    </w:p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б) в главе «</w:t>
      </w:r>
      <w:r w:rsidRPr="004C4945">
        <w:rPr>
          <w:sz w:val="28"/>
        </w:rPr>
        <w:t>Министерство строительства, жилищно-коммунального ко</w:t>
      </w:r>
      <w:r w:rsidRPr="004C4945">
        <w:rPr>
          <w:sz w:val="28"/>
        </w:rPr>
        <w:t>м</w:t>
      </w:r>
      <w:r w:rsidRPr="004C4945">
        <w:rPr>
          <w:sz w:val="28"/>
        </w:rPr>
        <w:t>плекса и транспорта Ульяновской области</w:t>
      </w:r>
      <w:r>
        <w:rPr>
          <w:sz w:val="28"/>
        </w:rPr>
        <w:t>» (Мин 233):</w:t>
      </w:r>
    </w:p>
    <w:p w:rsidR="009A78A8" w:rsidRDefault="009A78A8" w:rsidP="00D86E04">
      <w:pPr>
        <w:spacing w:line="34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строки «</w:t>
      </w:r>
      <w:r w:rsidRPr="006A5BAB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2014-2018 годы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(Мин 233 Рз 04 ПР 09 ЦС 920 0000) изложить в следующей редакции:</w:t>
      </w:r>
    </w:p>
    <w:p w:rsidR="009A78A8" w:rsidRDefault="009A78A8" w:rsidP="00D86E04">
      <w:pPr>
        <w:spacing w:line="34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A5BAB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</w:t>
      </w:r>
      <w:r>
        <w:rPr>
          <w:sz w:val="28"/>
          <w:szCs w:val="28"/>
        </w:rPr>
        <w:t>9</w:t>
      </w:r>
      <w:r w:rsidRPr="006A5BAB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9A78A8" w:rsidRDefault="009A78A8" w:rsidP="00D86E04">
      <w:pPr>
        <w:spacing w:line="34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строки «</w:t>
      </w:r>
      <w:r w:rsidRPr="00665D50">
        <w:rPr>
          <w:sz w:val="28"/>
          <w:szCs w:val="28"/>
        </w:rPr>
        <w:t>Подпрограмма «Развитие системы дорожного хозя</w:t>
      </w:r>
      <w:r w:rsidRPr="00665D50">
        <w:rPr>
          <w:sz w:val="28"/>
          <w:szCs w:val="28"/>
        </w:rPr>
        <w:t>й</w:t>
      </w:r>
      <w:r w:rsidRPr="00665D50">
        <w:rPr>
          <w:sz w:val="28"/>
          <w:szCs w:val="28"/>
        </w:rPr>
        <w:t>ства Ульяновской области в 2014-2016 годах» государственной программы Уль</w:t>
      </w:r>
      <w:r w:rsidRPr="00665D50">
        <w:rPr>
          <w:sz w:val="28"/>
          <w:szCs w:val="28"/>
        </w:rPr>
        <w:t>я</w:t>
      </w:r>
      <w:r w:rsidRPr="00665D50">
        <w:rPr>
          <w:sz w:val="28"/>
          <w:szCs w:val="28"/>
        </w:rPr>
        <w:t>новской области «Развитие транспортной системы Ульяновской области» на 2014-2018 годы</w:t>
      </w:r>
      <w:r>
        <w:rPr>
          <w:sz w:val="28"/>
          <w:szCs w:val="28"/>
        </w:rPr>
        <w:t xml:space="preserve">» (Мин 233 Рз 04 ПР 09 ЦС 921 0000) изложить в следующей </w:t>
      </w:r>
      <w:r>
        <w:rPr>
          <w:sz w:val="28"/>
          <w:szCs w:val="28"/>
        </w:rPr>
        <w:br/>
        <w:t>редакции:</w:t>
      </w:r>
    </w:p>
    <w:p w:rsidR="009A78A8" w:rsidRDefault="009A78A8" w:rsidP="00D86E04">
      <w:pPr>
        <w:spacing w:line="34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65D50">
        <w:rPr>
          <w:sz w:val="28"/>
          <w:szCs w:val="28"/>
        </w:rPr>
        <w:t xml:space="preserve">Подпрограмма «Развитие системы дорожного хозяйства Ульяновской </w:t>
      </w:r>
      <w:r>
        <w:rPr>
          <w:sz w:val="28"/>
          <w:szCs w:val="28"/>
        </w:rPr>
        <w:br/>
      </w:r>
      <w:r w:rsidRPr="00665D50">
        <w:rPr>
          <w:sz w:val="28"/>
          <w:szCs w:val="28"/>
        </w:rPr>
        <w:t>области в 2014-201</w:t>
      </w:r>
      <w:r>
        <w:rPr>
          <w:sz w:val="28"/>
          <w:szCs w:val="28"/>
        </w:rPr>
        <w:t>9</w:t>
      </w:r>
      <w:r w:rsidRPr="00665D50">
        <w:rPr>
          <w:sz w:val="28"/>
          <w:szCs w:val="28"/>
        </w:rPr>
        <w:t xml:space="preserve"> годах» государственной программы Ульяновской области «Развитие транспортной системы Ульяновской области» на 2014-201</w:t>
      </w:r>
      <w:r>
        <w:rPr>
          <w:sz w:val="28"/>
          <w:szCs w:val="28"/>
        </w:rPr>
        <w:t>9</w:t>
      </w:r>
      <w:r w:rsidRPr="00665D50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9A78A8" w:rsidRDefault="009A78A8" w:rsidP="00D86E04">
      <w:pPr>
        <w:spacing w:line="34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строки «</w:t>
      </w:r>
      <w:r w:rsidRPr="00665D50">
        <w:rPr>
          <w:sz w:val="28"/>
          <w:szCs w:val="28"/>
        </w:rPr>
        <w:t>Подпрограмма «Повышение безопасности дорожн</w:t>
      </w:r>
      <w:r w:rsidRPr="00665D50">
        <w:rPr>
          <w:sz w:val="28"/>
          <w:szCs w:val="28"/>
        </w:rPr>
        <w:t>о</w:t>
      </w:r>
      <w:r w:rsidRPr="00665D50">
        <w:rPr>
          <w:sz w:val="28"/>
          <w:szCs w:val="28"/>
        </w:rPr>
        <w:t xml:space="preserve">го движения в Ульяновской области в 2014-2018 годах» государственной </w:t>
      </w:r>
      <w:r>
        <w:rPr>
          <w:sz w:val="28"/>
          <w:szCs w:val="28"/>
        </w:rPr>
        <w:br/>
      </w:r>
      <w:r w:rsidRPr="00665D50">
        <w:rPr>
          <w:sz w:val="28"/>
          <w:szCs w:val="28"/>
        </w:rPr>
        <w:t>программы Ульяновской области «Развитие транспортной системы Ульяновской области» на 2014-2018 годы</w:t>
      </w:r>
      <w:r>
        <w:rPr>
          <w:sz w:val="28"/>
          <w:szCs w:val="28"/>
        </w:rPr>
        <w:t xml:space="preserve">» (Мин 233 Рз 04 ПР 09 ЦС 923 0000) изложить </w:t>
      </w:r>
      <w:r>
        <w:rPr>
          <w:sz w:val="28"/>
          <w:szCs w:val="28"/>
        </w:rPr>
        <w:br/>
        <w:t>в следующей редакции:</w:t>
      </w:r>
    </w:p>
    <w:p w:rsidR="009A78A8" w:rsidRDefault="009A78A8" w:rsidP="00D86E04">
      <w:pPr>
        <w:spacing w:line="34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65D50">
        <w:rPr>
          <w:sz w:val="28"/>
          <w:szCs w:val="28"/>
        </w:rPr>
        <w:t xml:space="preserve">Подпрограмма «Повышение безопасности дорожного движения </w:t>
      </w:r>
      <w:r>
        <w:rPr>
          <w:sz w:val="28"/>
          <w:szCs w:val="28"/>
        </w:rPr>
        <w:br/>
      </w:r>
      <w:r w:rsidRPr="00665D50">
        <w:rPr>
          <w:sz w:val="28"/>
          <w:szCs w:val="28"/>
        </w:rPr>
        <w:t>в Ульяновской области в 2014-2018 годах» государственной программы Ульяно</w:t>
      </w:r>
      <w:r w:rsidRPr="00665D50">
        <w:rPr>
          <w:sz w:val="28"/>
          <w:szCs w:val="28"/>
        </w:rPr>
        <w:t>в</w:t>
      </w:r>
      <w:r w:rsidRPr="00665D50">
        <w:rPr>
          <w:sz w:val="28"/>
          <w:szCs w:val="28"/>
        </w:rPr>
        <w:t>ской области «Развитие транспортной системы Ульяновской области» на 2014-2019 годы</w:t>
      </w:r>
      <w:r>
        <w:rPr>
          <w:sz w:val="28"/>
          <w:szCs w:val="28"/>
        </w:rPr>
        <w:t>»;</w:t>
      </w:r>
    </w:p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в) главу «Министерство экономического развития Ульяновской области» (Мин 241) изложить в следующей редакции:</w:t>
      </w:r>
    </w:p>
    <w:tbl>
      <w:tblPr>
        <w:tblW w:w="9944" w:type="dxa"/>
        <w:tblInd w:w="87" w:type="dxa"/>
        <w:tblLayout w:type="fixed"/>
        <w:tblLook w:val="00A0"/>
      </w:tblPr>
      <w:tblGrid>
        <w:gridCol w:w="3140"/>
        <w:gridCol w:w="709"/>
        <w:gridCol w:w="567"/>
        <w:gridCol w:w="567"/>
        <w:gridCol w:w="1275"/>
        <w:gridCol w:w="709"/>
        <w:gridCol w:w="1418"/>
        <w:gridCol w:w="1559"/>
      </w:tblGrid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b/>
                <w:bCs/>
                <w:sz w:val="28"/>
                <w:szCs w:val="28"/>
              </w:rPr>
            </w:pPr>
            <w:r w:rsidRPr="000D59A4">
              <w:rPr>
                <w:bCs/>
                <w:sz w:val="28"/>
                <w:szCs w:val="28"/>
              </w:rPr>
              <w:t>«</w:t>
            </w:r>
            <w:r w:rsidRPr="000D59A4">
              <w:rPr>
                <w:b/>
                <w:bCs/>
                <w:sz w:val="28"/>
                <w:szCs w:val="28"/>
              </w:rPr>
              <w:t>Министерство эк</w:t>
            </w:r>
            <w:r w:rsidRPr="000D59A4">
              <w:rPr>
                <w:b/>
                <w:bCs/>
                <w:sz w:val="28"/>
                <w:szCs w:val="28"/>
              </w:rPr>
              <w:t>о</w:t>
            </w:r>
            <w:r w:rsidRPr="000D59A4">
              <w:rPr>
                <w:b/>
                <w:bCs/>
                <w:sz w:val="28"/>
                <w:szCs w:val="28"/>
              </w:rPr>
              <w:t>номического развития Ульяновской области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b/>
                <w:bCs/>
                <w:sz w:val="28"/>
                <w:szCs w:val="28"/>
              </w:rPr>
            </w:pPr>
            <w:r w:rsidRPr="000D59A4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b/>
                <w:bCs/>
                <w:sz w:val="28"/>
                <w:szCs w:val="28"/>
              </w:rPr>
            </w:pPr>
            <w:r w:rsidRPr="000D59A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b/>
                <w:bCs/>
                <w:sz w:val="28"/>
                <w:szCs w:val="28"/>
              </w:rPr>
            </w:pPr>
            <w:r w:rsidRPr="000D59A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b/>
                <w:bCs/>
                <w:sz w:val="28"/>
                <w:szCs w:val="28"/>
              </w:rPr>
            </w:pPr>
            <w:r w:rsidRPr="000D59A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b/>
                <w:bCs/>
                <w:sz w:val="28"/>
                <w:szCs w:val="28"/>
              </w:rPr>
            </w:pPr>
            <w:r w:rsidRPr="000D59A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b/>
                <w:bCs/>
                <w:sz w:val="28"/>
                <w:szCs w:val="28"/>
              </w:rPr>
            </w:pPr>
            <w:r w:rsidRPr="000D59A4">
              <w:rPr>
                <w:b/>
                <w:bCs/>
                <w:sz w:val="28"/>
                <w:szCs w:val="28"/>
              </w:rPr>
              <w:t>168169,1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b/>
                <w:bCs/>
                <w:sz w:val="28"/>
                <w:szCs w:val="28"/>
              </w:rPr>
            </w:pPr>
            <w:r w:rsidRPr="000D59A4">
              <w:rPr>
                <w:b/>
                <w:bCs/>
                <w:sz w:val="28"/>
                <w:szCs w:val="28"/>
              </w:rPr>
              <w:t>163314,7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Национальная экон</w:t>
            </w:r>
            <w:r w:rsidRPr="000D59A4">
              <w:rPr>
                <w:sz w:val="28"/>
                <w:szCs w:val="28"/>
              </w:rPr>
              <w:t>о</w:t>
            </w:r>
            <w:r w:rsidRPr="000D59A4">
              <w:rPr>
                <w:sz w:val="28"/>
                <w:szCs w:val="28"/>
              </w:rPr>
              <w:t>мика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168169,1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163314,7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83557,8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83557,8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Руководство и управл</w:t>
            </w:r>
            <w:r w:rsidRPr="000D59A4">
              <w:rPr>
                <w:sz w:val="28"/>
                <w:szCs w:val="28"/>
              </w:rPr>
              <w:t>е</w:t>
            </w:r>
            <w:r w:rsidRPr="000D59A4">
              <w:rPr>
                <w:sz w:val="28"/>
                <w:szCs w:val="28"/>
              </w:rPr>
              <w:t>ние в сфере устано</w:t>
            </w:r>
            <w:r w:rsidRPr="000D59A4">
              <w:rPr>
                <w:sz w:val="28"/>
                <w:szCs w:val="28"/>
              </w:rPr>
              <w:t>в</w:t>
            </w:r>
            <w:r w:rsidRPr="000D59A4">
              <w:rPr>
                <w:sz w:val="28"/>
                <w:szCs w:val="28"/>
              </w:rPr>
              <w:t>ленных функций гос</w:t>
            </w:r>
            <w:r w:rsidRPr="000D59A4">
              <w:rPr>
                <w:sz w:val="28"/>
                <w:szCs w:val="28"/>
              </w:rPr>
              <w:t>у</w:t>
            </w:r>
            <w:r w:rsidRPr="000D59A4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83557,8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83557,8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83557,8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83557,8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 xml:space="preserve">Фонд оплаты труда </w:t>
            </w:r>
            <w:r>
              <w:rPr>
                <w:sz w:val="28"/>
                <w:szCs w:val="28"/>
              </w:rPr>
              <w:br/>
            </w:r>
            <w:r w:rsidRPr="000D59A4">
              <w:rPr>
                <w:sz w:val="28"/>
                <w:szCs w:val="28"/>
              </w:rPr>
              <w:t>государственных (м</w:t>
            </w:r>
            <w:r w:rsidRPr="000D59A4">
              <w:rPr>
                <w:sz w:val="28"/>
                <w:szCs w:val="28"/>
              </w:rPr>
              <w:t>у</w:t>
            </w:r>
            <w:r w:rsidRPr="000D59A4">
              <w:rPr>
                <w:sz w:val="28"/>
                <w:szCs w:val="28"/>
              </w:rPr>
              <w:t>ниципальных) органов и взносы по обязател</w:t>
            </w:r>
            <w:r w:rsidRPr="000D59A4">
              <w:rPr>
                <w:sz w:val="28"/>
                <w:szCs w:val="28"/>
              </w:rPr>
              <w:t>ь</w:t>
            </w:r>
            <w:r w:rsidRPr="000D59A4">
              <w:rPr>
                <w:sz w:val="28"/>
                <w:szCs w:val="28"/>
              </w:rPr>
              <w:t>ному социальному страхованию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121</w:t>
            </w:r>
          </w:p>
        </w:tc>
        <w:tc>
          <w:tcPr>
            <w:tcW w:w="1418" w:type="dxa"/>
            <w:noWrap/>
            <w:vAlign w:val="bottom"/>
          </w:tcPr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72949,9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72949,9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Иные выплаты перс</w:t>
            </w:r>
            <w:r w:rsidRPr="000D59A4">
              <w:rPr>
                <w:sz w:val="28"/>
                <w:szCs w:val="28"/>
              </w:rPr>
              <w:t>о</w:t>
            </w:r>
            <w:r w:rsidRPr="000D59A4">
              <w:rPr>
                <w:sz w:val="28"/>
                <w:szCs w:val="28"/>
              </w:rPr>
              <w:t>налу государственных (муниципальных) орг</w:t>
            </w:r>
            <w:r w:rsidRPr="000D59A4">
              <w:rPr>
                <w:sz w:val="28"/>
                <w:szCs w:val="28"/>
              </w:rPr>
              <w:t>а</w:t>
            </w:r>
            <w:r w:rsidRPr="000D59A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122</w:t>
            </w:r>
          </w:p>
        </w:tc>
        <w:tc>
          <w:tcPr>
            <w:tcW w:w="1418" w:type="dxa"/>
            <w:noWrap/>
            <w:vAlign w:val="bottom"/>
          </w:tcPr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240,7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240,7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Прочая закупка тов</w:t>
            </w:r>
            <w:r w:rsidRPr="000D59A4">
              <w:rPr>
                <w:sz w:val="28"/>
                <w:szCs w:val="28"/>
              </w:rPr>
              <w:t>а</w:t>
            </w:r>
            <w:r w:rsidRPr="000D59A4">
              <w:rPr>
                <w:sz w:val="28"/>
                <w:szCs w:val="28"/>
              </w:rPr>
              <w:t>ров, работ и услуг для обеспечения государс</w:t>
            </w:r>
            <w:r w:rsidRPr="000D59A4">
              <w:rPr>
                <w:sz w:val="28"/>
                <w:szCs w:val="28"/>
              </w:rPr>
              <w:t>т</w:t>
            </w:r>
            <w:r w:rsidRPr="000D59A4">
              <w:rPr>
                <w:sz w:val="28"/>
                <w:szCs w:val="28"/>
              </w:rPr>
              <w:t>венных (муниципал</w:t>
            </w:r>
            <w:r w:rsidRPr="000D59A4">
              <w:rPr>
                <w:sz w:val="28"/>
                <w:szCs w:val="28"/>
              </w:rPr>
              <w:t>ь</w:t>
            </w:r>
            <w:r w:rsidRPr="000D59A4">
              <w:rPr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244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10320,7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10320,7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D86E04" w:rsidRDefault="009A78A8" w:rsidP="00D86E04">
            <w:pPr>
              <w:spacing w:line="348" w:lineRule="auto"/>
              <w:jc w:val="both"/>
              <w:rPr>
                <w:spacing w:val="-4"/>
                <w:sz w:val="28"/>
                <w:szCs w:val="28"/>
              </w:rPr>
            </w:pPr>
            <w:r w:rsidRPr="00D86E04">
              <w:rPr>
                <w:spacing w:val="-4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852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46,5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46,5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Другие вопросы в о</w:t>
            </w:r>
            <w:r w:rsidRPr="000D59A4">
              <w:rPr>
                <w:sz w:val="28"/>
                <w:szCs w:val="28"/>
              </w:rPr>
              <w:t>б</w:t>
            </w:r>
            <w:r w:rsidRPr="000D59A4">
              <w:rPr>
                <w:sz w:val="28"/>
                <w:szCs w:val="28"/>
              </w:rPr>
              <w:t>ласти национальной экономики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84611,3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79756,9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D86E04" w:rsidRDefault="009A78A8" w:rsidP="00D86E04">
            <w:pPr>
              <w:spacing w:line="348" w:lineRule="auto"/>
              <w:jc w:val="both"/>
              <w:rPr>
                <w:spacing w:val="-4"/>
                <w:sz w:val="28"/>
                <w:szCs w:val="28"/>
              </w:rPr>
            </w:pPr>
            <w:r w:rsidRPr="00D86E04">
              <w:rPr>
                <w:spacing w:val="-4"/>
                <w:sz w:val="28"/>
                <w:szCs w:val="28"/>
              </w:rPr>
              <w:t>Учреждения по сопр</w:t>
            </w:r>
            <w:r w:rsidRPr="00D86E04">
              <w:rPr>
                <w:spacing w:val="-4"/>
                <w:sz w:val="28"/>
                <w:szCs w:val="28"/>
              </w:rPr>
              <w:t>о</w:t>
            </w:r>
            <w:r w:rsidRPr="00D86E04">
              <w:rPr>
                <w:spacing w:val="-4"/>
                <w:sz w:val="28"/>
                <w:szCs w:val="28"/>
              </w:rPr>
              <w:t>вождению исполнения отдельных процедур, осуществляемых при исполнении государс</w:t>
            </w:r>
            <w:r w:rsidRPr="00D86E04">
              <w:rPr>
                <w:spacing w:val="-4"/>
                <w:sz w:val="28"/>
                <w:szCs w:val="28"/>
              </w:rPr>
              <w:t>т</w:t>
            </w:r>
            <w:r w:rsidRPr="00D86E04">
              <w:rPr>
                <w:spacing w:val="-4"/>
                <w:sz w:val="28"/>
                <w:szCs w:val="28"/>
              </w:rPr>
              <w:t>венных функций гос</w:t>
            </w:r>
            <w:r w:rsidRPr="00D86E04">
              <w:rPr>
                <w:spacing w:val="-4"/>
                <w:sz w:val="28"/>
                <w:szCs w:val="28"/>
              </w:rPr>
              <w:t>у</w:t>
            </w:r>
            <w:r w:rsidRPr="00D86E04">
              <w:rPr>
                <w:spacing w:val="-4"/>
                <w:sz w:val="28"/>
                <w:szCs w:val="28"/>
              </w:rPr>
              <w:t>дарственными органами Ульяновской области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43765,0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43765,0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Фонд оплаты труда к</w:t>
            </w:r>
            <w:r w:rsidRPr="000D59A4">
              <w:rPr>
                <w:sz w:val="28"/>
                <w:szCs w:val="28"/>
              </w:rPr>
              <w:t>а</w:t>
            </w:r>
            <w:r w:rsidRPr="000D59A4">
              <w:rPr>
                <w:sz w:val="28"/>
                <w:szCs w:val="28"/>
              </w:rPr>
              <w:t>зённых учреждений и взносы по обязательн</w:t>
            </w:r>
            <w:r w:rsidRPr="000D59A4">
              <w:rPr>
                <w:sz w:val="28"/>
                <w:szCs w:val="28"/>
              </w:rPr>
              <w:t>о</w:t>
            </w:r>
            <w:r w:rsidRPr="000D59A4">
              <w:rPr>
                <w:sz w:val="28"/>
                <w:szCs w:val="28"/>
              </w:rPr>
              <w:t>му социальному стр</w:t>
            </w:r>
            <w:r w:rsidRPr="000D59A4">
              <w:rPr>
                <w:sz w:val="28"/>
                <w:szCs w:val="28"/>
              </w:rPr>
              <w:t>а</w:t>
            </w:r>
            <w:r w:rsidRPr="000D59A4">
              <w:rPr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111</w:t>
            </w:r>
          </w:p>
        </w:tc>
        <w:tc>
          <w:tcPr>
            <w:tcW w:w="1418" w:type="dxa"/>
            <w:noWrap/>
            <w:vAlign w:val="bottom"/>
          </w:tcPr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35804,6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35804,6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Иные выплаты перс</w:t>
            </w:r>
            <w:r w:rsidRPr="000D59A4">
              <w:rPr>
                <w:sz w:val="28"/>
                <w:szCs w:val="28"/>
              </w:rPr>
              <w:t>о</w:t>
            </w:r>
            <w:r w:rsidRPr="000D59A4">
              <w:rPr>
                <w:sz w:val="28"/>
                <w:szCs w:val="28"/>
              </w:rPr>
              <w:t>налу казённых учре</w:t>
            </w:r>
            <w:r w:rsidRPr="000D59A4">
              <w:rPr>
                <w:sz w:val="28"/>
                <w:szCs w:val="28"/>
              </w:rPr>
              <w:t>ж</w:t>
            </w:r>
            <w:r w:rsidRPr="000D59A4">
              <w:rPr>
                <w:sz w:val="28"/>
                <w:szCs w:val="28"/>
              </w:rPr>
              <w:t>дений,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112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16,0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16,0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Прочая закупка тов</w:t>
            </w:r>
            <w:r w:rsidRPr="000D59A4">
              <w:rPr>
                <w:sz w:val="28"/>
                <w:szCs w:val="28"/>
              </w:rPr>
              <w:t>а</w:t>
            </w:r>
            <w:r w:rsidRPr="000D59A4">
              <w:rPr>
                <w:sz w:val="28"/>
                <w:szCs w:val="28"/>
              </w:rPr>
              <w:t>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0D59A4">
              <w:rPr>
                <w:sz w:val="28"/>
                <w:szCs w:val="28"/>
              </w:rPr>
              <w:t>венных (муниципал</w:t>
            </w:r>
            <w:r w:rsidRPr="000D59A4">
              <w:rPr>
                <w:sz w:val="28"/>
                <w:szCs w:val="28"/>
              </w:rPr>
              <w:t>ь</w:t>
            </w:r>
            <w:r w:rsidRPr="000D59A4">
              <w:rPr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244</w:t>
            </w:r>
          </w:p>
        </w:tc>
        <w:tc>
          <w:tcPr>
            <w:tcW w:w="1418" w:type="dxa"/>
            <w:noWrap/>
            <w:vAlign w:val="bottom"/>
          </w:tcPr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7822,4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7822,4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Уплата налога на им</w:t>
            </w:r>
            <w:r w:rsidRPr="000D59A4">
              <w:rPr>
                <w:sz w:val="28"/>
                <w:szCs w:val="28"/>
              </w:rPr>
              <w:t>у</w:t>
            </w:r>
            <w:r w:rsidRPr="000D59A4">
              <w:rPr>
                <w:sz w:val="28"/>
                <w:szCs w:val="28"/>
              </w:rPr>
              <w:t>щество организаций и земельного налога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851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D86E04" w:rsidRDefault="009A78A8" w:rsidP="00D86E04">
            <w:pPr>
              <w:spacing w:line="348" w:lineRule="auto"/>
              <w:jc w:val="both"/>
              <w:rPr>
                <w:spacing w:val="-4"/>
                <w:sz w:val="28"/>
                <w:szCs w:val="28"/>
              </w:rPr>
            </w:pPr>
            <w:r w:rsidRPr="00D86E04">
              <w:rPr>
                <w:spacing w:val="-4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852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122,0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122,0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Государственная пр</w:t>
            </w:r>
            <w:r w:rsidRPr="000D59A4">
              <w:rPr>
                <w:sz w:val="28"/>
                <w:szCs w:val="28"/>
              </w:rPr>
              <w:t>о</w:t>
            </w:r>
            <w:r w:rsidRPr="000D59A4">
              <w:rPr>
                <w:sz w:val="28"/>
                <w:szCs w:val="28"/>
              </w:rPr>
              <w:t>грамма Ульяновской области «Формиров</w:t>
            </w:r>
            <w:r w:rsidRPr="000D59A4">
              <w:rPr>
                <w:sz w:val="28"/>
                <w:szCs w:val="28"/>
              </w:rPr>
              <w:t>а</w:t>
            </w:r>
            <w:r w:rsidRPr="000D59A4">
              <w:rPr>
                <w:sz w:val="28"/>
                <w:szCs w:val="28"/>
              </w:rPr>
              <w:t>ние благоприятного и</w:t>
            </w:r>
            <w:r w:rsidRPr="000D59A4">
              <w:rPr>
                <w:sz w:val="28"/>
                <w:szCs w:val="28"/>
              </w:rPr>
              <w:t>н</w:t>
            </w:r>
            <w:r w:rsidRPr="000D59A4">
              <w:rPr>
                <w:sz w:val="28"/>
                <w:szCs w:val="28"/>
              </w:rPr>
              <w:t>вестиционного климата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900 0000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39846,3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34991,9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D86E04" w:rsidRDefault="009A78A8" w:rsidP="00D86E04">
            <w:pPr>
              <w:spacing w:line="343" w:lineRule="auto"/>
              <w:jc w:val="both"/>
              <w:rPr>
                <w:spacing w:val="-4"/>
                <w:sz w:val="28"/>
                <w:szCs w:val="28"/>
              </w:rPr>
            </w:pPr>
            <w:r w:rsidRPr="00D86E04">
              <w:rPr>
                <w:spacing w:val="-4"/>
                <w:sz w:val="28"/>
                <w:szCs w:val="28"/>
              </w:rPr>
              <w:t>Подпрограмма «Форм</w:t>
            </w:r>
            <w:r w:rsidRPr="00D86E04">
              <w:rPr>
                <w:spacing w:val="-4"/>
                <w:sz w:val="28"/>
                <w:szCs w:val="28"/>
              </w:rPr>
              <w:t>и</w:t>
            </w:r>
            <w:r w:rsidRPr="00D86E04">
              <w:rPr>
                <w:spacing w:val="-4"/>
                <w:sz w:val="28"/>
                <w:szCs w:val="28"/>
              </w:rPr>
              <w:t>рование и развитие и</w:t>
            </w:r>
            <w:r w:rsidRPr="00D86E04">
              <w:rPr>
                <w:spacing w:val="-4"/>
                <w:sz w:val="28"/>
                <w:szCs w:val="28"/>
              </w:rPr>
              <w:t>н</w:t>
            </w:r>
            <w:r w:rsidRPr="00D86E04">
              <w:rPr>
                <w:spacing w:val="-4"/>
                <w:sz w:val="28"/>
                <w:szCs w:val="28"/>
              </w:rPr>
              <w:t>фраструктуры зон ра</w:t>
            </w:r>
            <w:r w:rsidRPr="00D86E04">
              <w:rPr>
                <w:spacing w:val="-4"/>
                <w:sz w:val="28"/>
                <w:szCs w:val="28"/>
              </w:rPr>
              <w:t>з</w:t>
            </w:r>
            <w:r w:rsidRPr="00D86E04">
              <w:rPr>
                <w:spacing w:val="-4"/>
                <w:sz w:val="28"/>
                <w:szCs w:val="28"/>
              </w:rPr>
              <w:t>вития Ульяновской о</w:t>
            </w:r>
            <w:r w:rsidRPr="00D86E04">
              <w:rPr>
                <w:spacing w:val="-4"/>
                <w:sz w:val="28"/>
                <w:szCs w:val="28"/>
              </w:rPr>
              <w:t>б</w:t>
            </w:r>
            <w:r w:rsidRPr="00D86E04">
              <w:rPr>
                <w:spacing w:val="-4"/>
                <w:sz w:val="28"/>
                <w:szCs w:val="28"/>
              </w:rPr>
              <w:t>ласти» на 2014-2018 г</w:t>
            </w:r>
            <w:r w:rsidRPr="00D86E04">
              <w:rPr>
                <w:spacing w:val="-4"/>
                <w:sz w:val="28"/>
                <w:szCs w:val="28"/>
              </w:rPr>
              <w:t>о</w:t>
            </w:r>
            <w:r w:rsidRPr="00D86E04">
              <w:rPr>
                <w:spacing w:val="-4"/>
                <w:sz w:val="28"/>
                <w:szCs w:val="28"/>
              </w:rPr>
              <w:t>ды государственной программы Ульяновской области «Формирование благоприятного инв</w:t>
            </w:r>
            <w:r w:rsidRPr="00D86E04">
              <w:rPr>
                <w:spacing w:val="-4"/>
                <w:sz w:val="28"/>
                <w:szCs w:val="28"/>
              </w:rPr>
              <w:t>е</w:t>
            </w:r>
            <w:r w:rsidRPr="00D86E04">
              <w:rPr>
                <w:spacing w:val="-4"/>
                <w:sz w:val="28"/>
                <w:szCs w:val="28"/>
              </w:rPr>
              <w:t>стиционного климата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901 0000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39846,3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34991,9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Субсидии организац</w:t>
            </w:r>
            <w:r w:rsidRPr="000D59A4">
              <w:rPr>
                <w:sz w:val="28"/>
                <w:szCs w:val="28"/>
              </w:rPr>
              <w:t>и</w:t>
            </w:r>
            <w:r w:rsidRPr="000D59A4">
              <w:rPr>
                <w:sz w:val="28"/>
                <w:szCs w:val="28"/>
              </w:rPr>
              <w:t>ям, которым в соотве</w:t>
            </w:r>
            <w:r w:rsidRPr="000D59A4">
              <w:rPr>
                <w:sz w:val="28"/>
                <w:szCs w:val="28"/>
              </w:rPr>
              <w:t>т</w:t>
            </w:r>
            <w:r w:rsidRPr="000D59A4">
              <w:rPr>
                <w:sz w:val="28"/>
                <w:szCs w:val="28"/>
              </w:rPr>
              <w:t>ствии с Законом Уль</w:t>
            </w:r>
            <w:r w:rsidRPr="000D59A4">
              <w:rPr>
                <w:sz w:val="28"/>
                <w:szCs w:val="28"/>
              </w:rPr>
              <w:t>я</w:t>
            </w:r>
            <w:r w:rsidRPr="000D59A4">
              <w:rPr>
                <w:sz w:val="28"/>
                <w:szCs w:val="28"/>
              </w:rPr>
              <w:t>новской области от 15.03.2005 № 019-ЗО «О развитии инвест</w:t>
            </w:r>
            <w:r w:rsidRPr="000D59A4">
              <w:rPr>
                <w:sz w:val="28"/>
                <w:szCs w:val="28"/>
              </w:rPr>
              <w:t>и</w:t>
            </w:r>
            <w:r w:rsidRPr="000D59A4">
              <w:rPr>
                <w:sz w:val="28"/>
                <w:szCs w:val="28"/>
              </w:rPr>
              <w:t>ционной деятельности на территории Уль</w:t>
            </w:r>
            <w:r w:rsidRPr="000D59A4">
              <w:rPr>
                <w:sz w:val="28"/>
                <w:szCs w:val="28"/>
              </w:rPr>
              <w:t>я</w:t>
            </w:r>
            <w:r w:rsidRPr="000D59A4">
              <w:rPr>
                <w:sz w:val="28"/>
                <w:szCs w:val="28"/>
              </w:rPr>
              <w:t>новской области» пр</w:t>
            </w:r>
            <w:r w:rsidRPr="000D59A4">
              <w:rPr>
                <w:sz w:val="28"/>
                <w:szCs w:val="28"/>
              </w:rPr>
              <w:t>и</w:t>
            </w:r>
            <w:r w:rsidRPr="000D59A4">
              <w:rPr>
                <w:sz w:val="28"/>
                <w:szCs w:val="28"/>
              </w:rPr>
              <w:t>своен статус организ</w:t>
            </w:r>
            <w:r w:rsidRPr="000D59A4">
              <w:rPr>
                <w:sz w:val="28"/>
                <w:szCs w:val="28"/>
              </w:rPr>
              <w:t>а</w:t>
            </w:r>
            <w:r w:rsidRPr="000D59A4">
              <w:rPr>
                <w:sz w:val="28"/>
                <w:szCs w:val="28"/>
              </w:rPr>
              <w:t>ции, уполномоченной в сфере формирования и развития инфрастру</w:t>
            </w:r>
            <w:r w:rsidRPr="000D59A4">
              <w:rPr>
                <w:sz w:val="28"/>
                <w:szCs w:val="28"/>
              </w:rPr>
              <w:t>к</w:t>
            </w:r>
            <w:r w:rsidRPr="000D59A4">
              <w:rPr>
                <w:sz w:val="28"/>
                <w:szCs w:val="28"/>
              </w:rPr>
              <w:t>туры промышленных зон, в целях возмещ</w:t>
            </w:r>
            <w:r w:rsidRPr="000D59A4">
              <w:rPr>
                <w:sz w:val="28"/>
                <w:szCs w:val="28"/>
              </w:rPr>
              <w:t>е</w:t>
            </w:r>
            <w:r w:rsidRPr="000D59A4">
              <w:rPr>
                <w:sz w:val="28"/>
                <w:szCs w:val="28"/>
              </w:rPr>
              <w:t>ния затрат указанных организаций по уплате процентов по кредитам, полученным на форм</w:t>
            </w:r>
            <w:r w:rsidRPr="000D59A4">
              <w:rPr>
                <w:sz w:val="28"/>
                <w:szCs w:val="28"/>
              </w:rPr>
              <w:t>и</w:t>
            </w:r>
            <w:r w:rsidRPr="000D59A4">
              <w:rPr>
                <w:sz w:val="28"/>
                <w:szCs w:val="28"/>
              </w:rPr>
              <w:t>рование и развитие и</w:t>
            </w:r>
            <w:r w:rsidRPr="000D59A4">
              <w:rPr>
                <w:sz w:val="28"/>
                <w:szCs w:val="28"/>
              </w:rPr>
              <w:t>н</w:t>
            </w:r>
            <w:r w:rsidRPr="000D59A4">
              <w:rPr>
                <w:sz w:val="28"/>
                <w:szCs w:val="28"/>
              </w:rPr>
              <w:t>фраструктуры промы</w:t>
            </w:r>
            <w:r w:rsidRPr="000D59A4">
              <w:rPr>
                <w:sz w:val="28"/>
                <w:szCs w:val="28"/>
              </w:rPr>
              <w:t>ш</w:t>
            </w:r>
            <w:r w:rsidRPr="000D59A4">
              <w:rPr>
                <w:sz w:val="28"/>
                <w:szCs w:val="28"/>
              </w:rPr>
              <w:t>ленных зон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39846,3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34991,9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Субсидии юридическим лицам (кроме неко</w:t>
            </w:r>
            <w:r w:rsidRPr="000D59A4">
              <w:rPr>
                <w:sz w:val="28"/>
                <w:szCs w:val="28"/>
              </w:rPr>
              <w:t>м</w:t>
            </w:r>
            <w:r w:rsidRPr="000D59A4">
              <w:rPr>
                <w:sz w:val="28"/>
                <w:szCs w:val="28"/>
              </w:rPr>
              <w:t>мерческих организ</w:t>
            </w:r>
            <w:r w:rsidRPr="000D59A4">
              <w:rPr>
                <w:sz w:val="28"/>
                <w:szCs w:val="28"/>
              </w:rPr>
              <w:t>а</w:t>
            </w:r>
            <w:r w:rsidRPr="000D59A4">
              <w:rPr>
                <w:sz w:val="28"/>
                <w:szCs w:val="28"/>
              </w:rPr>
              <w:t>ций), индивидуальным предпринимателям, ф</w:t>
            </w:r>
            <w:r w:rsidRPr="000D59A4">
              <w:rPr>
                <w:sz w:val="28"/>
                <w:szCs w:val="28"/>
              </w:rPr>
              <w:t>и</w:t>
            </w:r>
            <w:r w:rsidRPr="000D59A4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810</w:t>
            </w:r>
          </w:p>
        </w:tc>
        <w:tc>
          <w:tcPr>
            <w:tcW w:w="1418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39846,3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34991,9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D86E04" w:rsidRDefault="009A78A8" w:rsidP="00D86E04">
            <w:pPr>
              <w:spacing w:line="343" w:lineRule="auto"/>
              <w:jc w:val="both"/>
              <w:rPr>
                <w:spacing w:val="-4"/>
                <w:sz w:val="28"/>
                <w:szCs w:val="28"/>
              </w:rPr>
            </w:pPr>
            <w:r w:rsidRPr="00D86E04">
              <w:rPr>
                <w:spacing w:val="-4"/>
                <w:sz w:val="28"/>
                <w:szCs w:val="28"/>
              </w:rPr>
              <w:t>Государственная пр</w:t>
            </w:r>
            <w:r w:rsidRPr="00D86E04">
              <w:rPr>
                <w:spacing w:val="-4"/>
                <w:sz w:val="28"/>
                <w:szCs w:val="28"/>
              </w:rPr>
              <w:t>о</w:t>
            </w:r>
            <w:r w:rsidRPr="00D86E04">
              <w:rPr>
                <w:spacing w:val="-4"/>
                <w:sz w:val="28"/>
                <w:szCs w:val="28"/>
              </w:rPr>
              <w:t>грамма Ульяновской о</w:t>
            </w:r>
            <w:r w:rsidRPr="00D86E04">
              <w:rPr>
                <w:spacing w:val="-4"/>
                <w:sz w:val="28"/>
                <w:szCs w:val="28"/>
              </w:rPr>
              <w:t>б</w:t>
            </w:r>
            <w:r w:rsidRPr="00D86E04">
              <w:rPr>
                <w:spacing w:val="-4"/>
                <w:sz w:val="28"/>
                <w:szCs w:val="28"/>
              </w:rPr>
              <w:t>ласти «Развитие туризма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910 0000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1000,0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Рекламно-информаци</w:t>
            </w:r>
            <w:r>
              <w:rPr>
                <w:sz w:val="28"/>
                <w:szCs w:val="28"/>
              </w:rPr>
              <w:t>-</w:t>
            </w:r>
            <w:r w:rsidRPr="000D59A4">
              <w:rPr>
                <w:sz w:val="28"/>
                <w:szCs w:val="28"/>
              </w:rPr>
              <w:t>онное обеспечение  ра</w:t>
            </w:r>
            <w:r w:rsidRPr="000D59A4">
              <w:rPr>
                <w:sz w:val="28"/>
                <w:szCs w:val="28"/>
              </w:rPr>
              <w:t>з</w:t>
            </w:r>
            <w:r w:rsidRPr="000D59A4">
              <w:rPr>
                <w:sz w:val="28"/>
                <w:szCs w:val="28"/>
              </w:rPr>
              <w:t>вития туризма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1000,0</w:t>
            </w:r>
          </w:p>
        </w:tc>
      </w:tr>
      <w:tr w:rsidR="009A78A8" w:rsidRPr="000D59A4" w:rsidTr="00EC68E6">
        <w:trPr>
          <w:trHeight w:val="20"/>
        </w:trPr>
        <w:tc>
          <w:tcPr>
            <w:tcW w:w="3140" w:type="dxa"/>
          </w:tcPr>
          <w:p w:rsidR="009A78A8" w:rsidRPr="000D59A4" w:rsidRDefault="009A78A8" w:rsidP="00D86E0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Прочая закупка тов</w:t>
            </w:r>
            <w:r w:rsidRPr="000D59A4">
              <w:rPr>
                <w:sz w:val="28"/>
                <w:szCs w:val="28"/>
              </w:rPr>
              <w:t>а</w:t>
            </w:r>
            <w:r w:rsidRPr="000D59A4">
              <w:rPr>
                <w:sz w:val="28"/>
                <w:szCs w:val="28"/>
              </w:rPr>
              <w:t>ров, работ и услуг для обеспечения государс</w:t>
            </w:r>
            <w:r w:rsidRPr="000D59A4">
              <w:rPr>
                <w:sz w:val="28"/>
                <w:szCs w:val="28"/>
              </w:rPr>
              <w:t>т</w:t>
            </w:r>
            <w:r w:rsidRPr="000D59A4">
              <w:rPr>
                <w:sz w:val="28"/>
                <w:szCs w:val="28"/>
              </w:rPr>
              <w:t>венных (муниципал</w:t>
            </w:r>
            <w:r w:rsidRPr="000D59A4">
              <w:rPr>
                <w:sz w:val="28"/>
                <w:szCs w:val="28"/>
              </w:rPr>
              <w:t>ь</w:t>
            </w:r>
            <w:r w:rsidRPr="000D59A4">
              <w:rPr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9A78A8" w:rsidRPr="000D59A4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244</w:t>
            </w:r>
          </w:p>
        </w:tc>
        <w:tc>
          <w:tcPr>
            <w:tcW w:w="1418" w:type="dxa"/>
            <w:noWrap/>
            <w:vAlign w:val="bottom"/>
          </w:tcPr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  <w:noWrap/>
            <w:vAlign w:val="bottom"/>
          </w:tcPr>
          <w:p w:rsidR="009A78A8" w:rsidRPr="000D59A4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0D59A4">
              <w:rPr>
                <w:sz w:val="28"/>
                <w:szCs w:val="28"/>
              </w:rPr>
              <w:t>1000,0»;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г) в главе «Министерство здравоохранения и социального развития Уль</w:t>
      </w:r>
      <w:r>
        <w:rPr>
          <w:sz w:val="28"/>
        </w:rPr>
        <w:t>я</w:t>
      </w:r>
      <w:r>
        <w:rPr>
          <w:sz w:val="28"/>
        </w:rPr>
        <w:t>новской области» (Мин 261):</w:t>
      </w:r>
    </w:p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9923" w:type="dxa"/>
        <w:tblInd w:w="108" w:type="dxa"/>
        <w:tblLayout w:type="fixed"/>
        <w:tblLook w:val="00A0"/>
      </w:tblPr>
      <w:tblGrid>
        <w:gridCol w:w="3261"/>
        <w:gridCol w:w="708"/>
        <w:gridCol w:w="567"/>
        <w:gridCol w:w="567"/>
        <w:gridCol w:w="1276"/>
        <w:gridCol w:w="709"/>
        <w:gridCol w:w="1276"/>
        <w:gridCol w:w="1559"/>
      </w:tblGrid>
      <w:tr w:rsidR="009A78A8" w:rsidRPr="008C0BB5" w:rsidTr="00A72616">
        <w:trPr>
          <w:trHeight w:val="1500"/>
        </w:trPr>
        <w:tc>
          <w:tcPr>
            <w:tcW w:w="3261" w:type="dxa"/>
          </w:tcPr>
          <w:p w:rsidR="009A78A8" w:rsidRPr="008C0BB5" w:rsidRDefault="009A78A8" w:rsidP="00D86E04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8C0BB5">
              <w:rPr>
                <w:color w:val="000000"/>
                <w:sz w:val="28"/>
                <w:szCs w:val="28"/>
              </w:rPr>
              <w:t>Пособия, компенсации, меры социальной по</w:t>
            </w:r>
            <w:r w:rsidRPr="008C0BB5">
              <w:rPr>
                <w:color w:val="000000"/>
                <w:sz w:val="28"/>
                <w:szCs w:val="28"/>
              </w:rPr>
              <w:t>д</w:t>
            </w:r>
            <w:r w:rsidRPr="008C0BB5">
              <w:rPr>
                <w:color w:val="000000"/>
                <w:sz w:val="28"/>
                <w:szCs w:val="28"/>
              </w:rPr>
              <w:t>держки по публичным нормативным обязател</w:t>
            </w:r>
            <w:r w:rsidRPr="008C0BB5">
              <w:rPr>
                <w:color w:val="000000"/>
                <w:sz w:val="28"/>
                <w:szCs w:val="28"/>
              </w:rPr>
              <w:t>ь</w:t>
            </w:r>
            <w:r w:rsidRPr="008C0BB5">
              <w:rPr>
                <w:color w:val="000000"/>
                <w:sz w:val="28"/>
                <w:szCs w:val="28"/>
              </w:rPr>
              <w:t>ствам</w:t>
            </w:r>
          </w:p>
        </w:tc>
        <w:tc>
          <w:tcPr>
            <w:tcW w:w="708" w:type="dxa"/>
            <w:vAlign w:val="bottom"/>
          </w:tcPr>
          <w:p w:rsidR="009A78A8" w:rsidRPr="008C0BB5" w:rsidRDefault="009A78A8" w:rsidP="00D86E04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8C0B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A78A8" w:rsidRPr="008C0BB5" w:rsidRDefault="009A78A8" w:rsidP="00D86E04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8C0B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Pr="008C0BB5" w:rsidRDefault="009A78A8" w:rsidP="00D86E04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8C0B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Pr="008C0BB5" w:rsidRDefault="009A78A8" w:rsidP="00D86E04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8C0BB5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9A78A8" w:rsidRPr="008C0BB5" w:rsidRDefault="009A78A8" w:rsidP="00D86E04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8C0BB5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276" w:type="dxa"/>
            <w:noWrap/>
            <w:vAlign w:val="bottom"/>
          </w:tcPr>
          <w:p w:rsidR="009A78A8" w:rsidRPr="008C0BB5" w:rsidRDefault="009A78A8" w:rsidP="00D86E04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8C0BB5">
              <w:rPr>
                <w:color w:val="000000"/>
                <w:sz w:val="28"/>
                <w:szCs w:val="28"/>
              </w:rPr>
              <w:t>1206,3</w:t>
            </w:r>
          </w:p>
        </w:tc>
        <w:tc>
          <w:tcPr>
            <w:tcW w:w="1559" w:type="dxa"/>
            <w:noWrap/>
            <w:vAlign w:val="bottom"/>
          </w:tcPr>
          <w:p w:rsidR="009A78A8" w:rsidRPr="008C0BB5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8C0BB5">
              <w:rPr>
                <w:sz w:val="28"/>
                <w:szCs w:val="28"/>
              </w:rPr>
              <w:t>1206,3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43" w:lineRule="auto"/>
        <w:ind w:left="0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9923" w:type="dxa"/>
        <w:tblInd w:w="108" w:type="dxa"/>
        <w:tblLayout w:type="fixed"/>
        <w:tblLook w:val="00A0"/>
      </w:tblPr>
      <w:tblGrid>
        <w:gridCol w:w="3261"/>
        <w:gridCol w:w="708"/>
        <w:gridCol w:w="567"/>
        <w:gridCol w:w="567"/>
        <w:gridCol w:w="1276"/>
        <w:gridCol w:w="709"/>
        <w:gridCol w:w="1276"/>
        <w:gridCol w:w="1559"/>
      </w:tblGrid>
      <w:tr w:rsidR="009A78A8" w:rsidRPr="008C0BB5" w:rsidTr="00A72616">
        <w:trPr>
          <w:trHeight w:val="87"/>
        </w:trPr>
        <w:tc>
          <w:tcPr>
            <w:tcW w:w="3261" w:type="dxa"/>
          </w:tcPr>
          <w:p w:rsidR="009A78A8" w:rsidRPr="00A72616" w:rsidRDefault="009A78A8" w:rsidP="00D86E04">
            <w:pPr>
              <w:spacing w:line="34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72616">
              <w:rPr>
                <w:sz w:val="28"/>
                <w:szCs w:val="28"/>
              </w:rPr>
              <w:t>Пособия, компенсации и иные социальные в</w:t>
            </w:r>
            <w:r w:rsidRPr="00A72616">
              <w:rPr>
                <w:sz w:val="28"/>
                <w:szCs w:val="28"/>
              </w:rPr>
              <w:t>ы</w:t>
            </w:r>
            <w:r w:rsidRPr="00A72616">
              <w:rPr>
                <w:sz w:val="28"/>
                <w:szCs w:val="28"/>
              </w:rPr>
              <w:t>платы гражданам,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A72616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7261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A72616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72616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A72616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7261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A72616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72616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A72616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72616">
              <w:rPr>
                <w:sz w:val="28"/>
                <w:szCs w:val="28"/>
              </w:rPr>
              <w:t>321</w:t>
            </w:r>
          </w:p>
        </w:tc>
        <w:tc>
          <w:tcPr>
            <w:tcW w:w="1276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A78A8" w:rsidRPr="008C0BB5" w:rsidRDefault="009A78A8" w:rsidP="00D86E04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505,8</w:t>
            </w:r>
          </w:p>
        </w:tc>
        <w:tc>
          <w:tcPr>
            <w:tcW w:w="1559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Pr="008C0BB5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505,8»;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в графах 7 и 8 строки «</w:t>
      </w:r>
      <w:r w:rsidRPr="00A72616">
        <w:rPr>
          <w:sz w:val="28"/>
        </w:rPr>
        <w:t>Субсидии бюджетным учреждениям на иные цели</w:t>
      </w:r>
      <w:r>
        <w:rPr>
          <w:sz w:val="28"/>
        </w:rPr>
        <w:t>» (Мин 261 Рз 10 ПР 03 ЦС 505 9100 ВР 612) цифры «28544,8» заменить цифрами «28039,0»;</w:t>
      </w:r>
    </w:p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д) в главе «Министерство образования и науки Ульяновской области» </w:t>
      </w:r>
      <w:r>
        <w:rPr>
          <w:sz w:val="28"/>
        </w:rPr>
        <w:br/>
        <w:t>(Мин 273):</w:t>
      </w:r>
    </w:p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3544"/>
        <w:gridCol w:w="636"/>
        <w:gridCol w:w="498"/>
        <w:gridCol w:w="496"/>
        <w:gridCol w:w="1347"/>
        <w:gridCol w:w="636"/>
        <w:gridCol w:w="1490"/>
        <w:gridCol w:w="1418"/>
      </w:tblGrid>
      <w:tr w:rsidR="009A78A8" w:rsidRPr="00AD0BE1" w:rsidTr="00D86E04">
        <w:trPr>
          <w:trHeight w:val="87"/>
        </w:trPr>
        <w:tc>
          <w:tcPr>
            <w:tcW w:w="3544" w:type="dxa"/>
          </w:tcPr>
          <w:p w:rsidR="009A78A8" w:rsidRPr="00D86E04" w:rsidRDefault="009A78A8" w:rsidP="00D86E04">
            <w:pPr>
              <w:spacing w:line="343" w:lineRule="auto"/>
              <w:ind w:right="-108"/>
              <w:jc w:val="both"/>
              <w:rPr>
                <w:spacing w:val="-6"/>
                <w:sz w:val="28"/>
                <w:szCs w:val="28"/>
              </w:rPr>
            </w:pPr>
            <w:r w:rsidRPr="00D86E04">
              <w:rPr>
                <w:spacing w:val="-6"/>
                <w:sz w:val="28"/>
                <w:szCs w:val="28"/>
              </w:rPr>
              <w:t>«Осуществление обуча</w:t>
            </w:r>
            <w:r w:rsidRPr="00D86E04">
              <w:rPr>
                <w:spacing w:val="-6"/>
                <w:sz w:val="28"/>
                <w:szCs w:val="28"/>
              </w:rPr>
              <w:t>ю</w:t>
            </w:r>
            <w:r w:rsidRPr="00D86E04">
              <w:rPr>
                <w:spacing w:val="-6"/>
                <w:sz w:val="28"/>
                <w:szCs w:val="28"/>
              </w:rPr>
              <w:t>щимся 10-х и 11-х классов муниципальных общеобраз</w:t>
            </w:r>
            <w:r w:rsidRPr="00D86E04">
              <w:rPr>
                <w:spacing w:val="-6"/>
                <w:sz w:val="28"/>
                <w:szCs w:val="28"/>
              </w:rPr>
              <w:t>о</w:t>
            </w:r>
            <w:r w:rsidRPr="00D86E04">
              <w:rPr>
                <w:spacing w:val="-6"/>
                <w:sz w:val="28"/>
                <w:szCs w:val="28"/>
              </w:rPr>
              <w:t>вательных организаций еж</w:t>
            </w:r>
            <w:r w:rsidRPr="00D86E04">
              <w:rPr>
                <w:spacing w:val="-6"/>
                <w:sz w:val="28"/>
                <w:szCs w:val="28"/>
              </w:rPr>
              <w:t>е</w:t>
            </w:r>
            <w:r w:rsidRPr="00D86E04">
              <w:rPr>
                <w:spacing w:val="-6"/>
                <w:sz w:val="28"/>
                <w:szCs w:val="28"/>
              </w:rPr>
              <w:t>месячных денежных выплат</w:t>
            </w:r>
          </w:p>
        </w:tc>
        <w:tc>
          <w:tcPr>
            <w:tcW w:w="636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02</w:t>
            </w:r>
          </w:p>
        </w:tc>
        <w:tc>
          <w:tcPr>
            <w:tcW w:w="1347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521 1600</w:t>
            </w:r>
          </w:p>
        </w:tc>
        <w:tc>
          <w:tcPr>
            <w:tcW w:w="636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 </w:t>
            </w:r>
          </w:p>
        </w:tc>
        <w:tc>
          <w:tcPr>
            <w:tcW w:w="1490" w:type="dxa"/>
            <w:noWrap/>
            <w:vAlign w:val="bottom"/>
          </w:tcPr>
          <w:p w:rsidR="009A78A8" w:rsidRPr="00AD0BE1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21691,9</w:t>
            </w:r>
          </w:p>
        </w:tc>
        <w:tc>
          <w:tcPr>
            <w:tcW w:w="1418" w:type="dxa"/>
            <w:noWrap/>
            <w:vAlign w:val="bottom"/>
          </w:tcPr>
          <w:p w:rsidR="009A78A8" w:rsidRPr="00AD0BE1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20505,6</w:t>
            </w:r>
          </w:p>
        </w:tc>
      </w:tr>
      <w:tr w:rsidR="009A78A8" w:rsidRPr="00AD0BE1" w:rsidTr="00AD0BE1">
        <w:trPr>
          <w:trHeight w:val="375"/>
        </w:trPr>
        <w:tc>
          <w:tcPr>
            <w:tcW w:w="3544" w:type="dxa"/>
          </w:tcPr>
          <w:p w:rsidR="009A78A8" w:rsidRPr="00AD0BE1" w:rsidRDefault="009A78A8" w:rsidP="00D86E0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Субвенции</w:t>
            </w:r>
          </w:p>
        </w:tc>
        <w:tc>
          <w:tcPr>
            <w:tcW w:w="636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02</w:t>
            </w:r>
          </w:p>
        </w:tc>
        <w:tc>
          <w:tcPr>
            <w:tcW w:w="1347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521 1600</w:t>
            </w:r>
          </w:p>
        </w:tc>
        <w:tc>
          <w:tcPr>
            <w:tcW w:w="636" w:type="dxa"/>
            <w:vAlign w:val="bottom"/>
          </w:tcPr>
          <w:p w:rsidR="009A78A8" w:rsidRPr="00AD0BE1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530</w:t>
            </w:r>
          </w:p>
        </w:tc>
        <w:tc>
          <w:tcPr>
            <w:tcW w:w="1490" w:type="dxa"/>
            <w:noWrap/>
            <w:vAlign w:val="bottom"/>
          </w:tcPr>
          <w:p w:rsidR="009A78A8" w:rsidRPr="00AD0BE1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21691,9</w:t>
            </w:r>
          </w:p>
        </w:tc>
        <w:tc>
          <w:tcPr>
            <w:tcW w:w="1418" w:type="dxa"/>
            <w:noWrap/>
            <w:vAlign w:val="bottom"/>
          </w:tcPr>
          <w:p w:rsidR="009A78A8" w:rsidRPr="00AD0BE1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20505,6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38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A78A8" w:rsidRDefault="009A78A8" w:rsidP="00D86E04">
      <w:pPr>
        <w:pStyle w:val="BodyTextIndent"/>
        <w:widowControl w:val="0"/>
        <w:spacing w:after="0" w:line="338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3544"/>
        <w:gridCol w:w="709"/>
        <w:gridCol w:w="496"/>
        <w:gridCol w:w="496"/>
        <w:gridCol w:w="1276"/>
        <w:gridCol w:w="709"/>
        <w:gridCol w:w="1417"/>
        <w:gridCol w:w="1418"/>
      </w:tblGrid>
      <w:tr w:rsidR="009A78A8" w:rsidRPr="00AD0BE1" w:rsidTr="00AD0BE1">
        <w:trPr>
          <w:trHeight w:val="375"/>
        </w:trPr>
        <w:tc>
          <w:tcPr>
            <w:tcW w:w="3544" w:type="dxa"/>
          </w:tcPr>
          <w:p w:rsidR="009A78A8" w:rsidRPr="00AD0BE1" w:rsidRDefault="009A78A8" w:rsidP="00D86E04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D0BE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AD0BE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AD0BE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AD0BE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AD0BE1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AD0BE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417" w:type="dxa"/>
            <w:noWrap/>
            <w:vAlign w:val="bottom"/>
          </w:tcPr>
          <w:p w:rsidR="009A78A8" w:rsidRPr="00AD0BE1" w:rsidRDefault="009A78A8" w:rsidP="00D86E04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AD0BE1">
              <w:rPr>
                <w:color w:val="000000"/>
                <w:sz w:val="28"/>
                <w:szCs w:val="28"/>
              </w:rPr>
              <w:t>14045,5</w:t>
            </w:r>
          </w:p>
        </w:tc>
        <w:tc>
          <w:tcPr>
            <w:tcW w:w="1418" w:type="dxa"/>
            <w:noWrap/>
            <w:vAlign w:val="bottom"/>
          </w:tcPr>
          <w:p w:rsidR="009A78A8" w:rsidRPr="00AD0BE1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14430,2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38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129" w:type="dxa"/>
        <w:tblInd w:w="-34" w:type="dxa"/>
        <w:tblLook w:val="00A0"/>
      </w:tblPr>
      <w:tblGrid>
        <w:gridCol w:w="3510"/>
        <w:gridCol w:w="705"/>
        <w:gridCol w:w="496"/>
        <w:gridCol w:w="496"/>
        <w:gridCol w:w="1314"/>
        <w:gridCol w:w="705"/>
        <w:gridCol w:w="1559"/>
        <w:gridCol w:w="1344"/>
      </w:tblGrid>
      <w:tr w:rsidR="009A78A8" w:rsidRPr="00AD0BE1" w:rsidTr="00AD0BE1">
        <w:trPr>
          <w:trHeight w:val="2250"/>
        </w:trPr>
        <w:tc>
          <w:tcPr>
            <w:tcW w:w="3510" w:type="dxa"/>
            <w:vAlign w:val="center"/>
          </w:tcPr>
          <w:p w:rsidR="009A78A8" w:rsidRPr="00D86E04" w:rsidRDefault="009A78A8" w:rsidP="00D86E04">
            <w:pPr>
              <w:spacing w:line="338" w:lineRule="auto"/>
              <w:jc w:val="both"/>
              <w:rPr>
                <w:spacing w:val="-6"/>
                <w:sz w:val="28"/>
                <w:szCs w:val="28"/>
              </w:rPr>
            </w:pPr>
            <w:r w:rsidRPr="00D86E04">
              <w:rPr>
                <w:spacing w:val="-6"/>
                <w:sz w:val="28"/>
                <w:szCs w:val="28"/>
              </w:rPr>
              <w:t>«Осуществление обуча</w:t>
            </w:r>
            <w:r w:rsidRPr="00D86E04">
              <w:rPr>
                <w:spacing w:val="-6"/>
                <w:sz w:val="28"/>
                <w:szCs w:val="28"/>
              </w:rPr>
              <w:t>ю</w:t>
            </w:r>
            <w:r w:rsidRPr="00D86E04">
              <w:rPr>
                <w:spacing w:val="-6"/>
                <w:sz w:val="28"/>
                <w:szCs w:val="28"/>
              </w:rPr>
              <w:t>щимся 10-х (11-х) и 11-х (12-х) классов муниципал</w:t>
            </w:r>
            <w:r w:rsidRPr="00D86E04">
              <w:rPr>
                <w:spacing w:val="-6"/>
                <w:sz w:val="28"/>
                <w:szCs w:val="28"/>
              </w:rPr>
              <w:t>ь</w:t>
            </w:r>
            <w:r w:rsidRPr="00D86E04">
              <w:rPr>
                <w:spacing w:val="-6"/>
                <w:sz w:val="28"/>
                <w:szCs w:val="28"/>
              </w:rPr>
              <w:t>ных общеобразовательных организаций ежемесячных денежных выплат</w:t>
            </w:r>
          </w:p>
        </w:tc>
        <w:tc>
          <w:tcPr>
            <w:tcW w:w="705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02</w:t>
            </w:r>
          </w:p>
        </w:tc>
        <w:tc>
          <w:tcPr>
            <w:tcW w:w="1314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521 2600</w:t>
            </w:r>
          </w:p>
        </w:tc>
        <w:tc>
          <w:tcPr>
            <w:tcW w:w="705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21691,9</w:t>
            </w:r>
          </w:p>
        </w:tc>
        <w:tc>
          <w:tcPr>
            <w:tcW w:w="1344" w:type="dxa"/>
            <w:noWrap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20505,6</w:t>
            </w:r>
          </w:p>
        </w:tc>
      </w:tr>
      <w:tr w:rsidR="009A78A8" w:rsidRPr="00AD0BE1" w:rsidTr="00AD0BE1">
        <w:trPr>
          <w:trHeight w:val="375"/>
        </w:trPr>
        <w:tc>
          <w:tcPr>
            <w:tcW w:w="3510" w:type="dxa"/>
            <w:vAlign w:val="center"/>
          </w:tcPr>
          <w:p w:rsidR="009A78A8" w:rsidRPr="00AD0BE1" w:rsidRDefault="009A78A8" w:rsidP="00D86E04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Субвенции</w:t>
            </w:r>
          </w:p>
        </w:tc>
        <w:tc>
          <w:tcPr>
            <w:tcW w:w="705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02</w:t>
            </w:r>
          </w:p>
        </w:tc>
        <w:tc>
          <w:tcPr>
            <w:tcW w:w="1314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521 2600</w:t>
            </w:r>
          </w:p>
        </w:tc>
        <w:tc>
          <w:tcPr>
            <w:tcW w:w="705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530</w:t>
            </w:r>
          </w:p>
        </w:tc>
        <w:tc>
          <w:tcPr>
            <w:tcW w:w="1559" w:type="dxa"/>
            <w:noWrap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21691,9</w:t>
            </w:r>
          </w:p>
        </w:tc>
        <w:tc>
          <w:tcPr>
            <w:tcW w:w="1344" w:type="dxa"/>
            <w:noWrap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20505,6»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38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е) в главе «Министерство </w:t>
      </w:r>
      <w:r w:rsidRPr="00AD0BE1">
        <w:rPr>
          <w:sz w:val="28"/>
        </w:rPr>
        <w:t>сельского, лесного хозяйства и природных ресу</w:t>
      </w:r>
      <w:r w:rsidRPr="00AD0BE1">
        <w:rPr>
          <w:sz w:val="28"/>
        </w:rPr>
        <w:t>р</w:t>
      </w:r>
      <w:r w:rsidRPr="00AD0BE1">
        <w:rPr>
          <w:sz w:val="28"/>
        </w:rPr>
        <w:t>сов Ульяновской области</w:t>
      </w:r>
      <w:r>
        <w:rPr>
          <w:sz w:val="28"/>
        </w:rPr>
        <w:t>» (Мин 287):</w:t>
      </w:r>
    </w:p>
    <w:p w:rsidR="009A78A8" w:rsidRDefault="009A78A8" w:rsidP="00D86E04">
      <w:pPr>
        <w:pStyle w:val="BodyTextIndent"/>
        <w:widowControl w:val="0"/>
        <w:spacing w:after="0" w:line="338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3544"/>
        <w:gridCol w:w="709"/>
        <w:gridCol w:w="567"/>
        <w:gridCol w:w="496"/>
        <w:gridCol w:w="1347"/>
        <w:gridCol w:w="567"/>
        <w:gridCol w:w="1559"/>
        <w:gridCol w:w="1276"/>
      </w:tblGrid>
      <w:tr w:rsidR="009A78A8" w:rsidRPr="00AD0BE1" w:rsidTr="006B588C">
        <w:trPr>
          <w:trHeight w:val="87"/>
        </w:trPr>
        <w:tc>
          <w:tcPr>
            <w:tcW w:w="3544" w:type="dxa"/>
            <w:vAlign w:val="center"/>
          </w:tcPr>
          <w:p w:rsidR="009A78A8" w:rsidRPr="00D86E04" w:rsidRDefault="009A78A8" w:rsidP="00D86E04">
            <w:pPr>
              <w:spacing w:line="338" w:lineRule="auto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D86E04">
              <w:rPr>
                <w:spacing w:val="-4"/>
                <w:sz w:val="28"/>
                <w:szCs w:val="28"/>
              </w:rPr>
              <w:t>«Поощрение и популяриз</w:t>
            </w:r>
            <w:r w:rsidRPr="00D86E04">
              <w:rPr>
                <w:spacing w:val="-4"/>
                <w:sz w:val="28"/>
                <w:szCs w:val="28"/>
              </w:rPr>
              <w:t>а</w:t>
            </w:r>
            <w:r w:rsidRPr="00D86E04">
              <w:rPr>
                <w:spacing w:val="-4"/>
                <w:sz w:val="28"/>
                <w:szCs w:val="28"/>
              </w:rPr>
              <w:t>ция достижений в сфере ра</w:t>
            </w:r>
            <w:r w:rsidRPr="00D86E04">
              <w:rPr>
                <w:spacing w:val="-4"/>
                <w:sz w:val="28"/>
                <w:szCs w:val="28"/>
              </w:rPr>
              <w:t>з</w:t>
            </w:r>
            <w:r w:rsidRPr="00D86E04">
              <w:rPr>
                <w:spacing w:val="-4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709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05</w:t>
            </w:r>
          </w:p>
        </w:tc>
        <w:tc>
          <w:tcPr>
            <w:tcW w:w="1347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931 2516</w:t>
            </w:r>
          </w:p>
        </w:tc>
        <w:tc>
          <w:tcPr>
            <w:tcW w:w="567" w:type="dxa"/>
            <w:vAlign w:val="bottom"/>
          </w:tcPr>
          <w:p w:rsidR="009A78A8" w:rsidRPr="00AD0BE1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A78A8" w:rsidRPr="00AD0BE1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25000,0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9A78A8" w:rsidRPr="00AD0BE1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AD0BE1">
              <w:rPr>
                <w:sz w:val="28"/>
                <w:szCs w:val="28"/>
              </w:rPr>
              <w:t>25000,0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38" w:lineRule="auto"/>
        <w:ind w:left="0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512"/>
        <w:gridCol w:w="636"/>
        <w:gridCol w:w="563"/>
        <w:gridCol w:w="496"/>
        <w:gridCol w:w="1319"/>
        <w:gridCol w:w="636"/>
        <w:gridCol w:w="1559"/>
        <w:gridCol w:w="1344"/>
      </w:tblGrid>
      <w:tr w:rsidR="009A78A8" w:rsidRPr="006B588C" w:rsidTr="006B588C">
        <w:trPr>
          <w:trHeight w:val="87"/>
        </w:trPr>
        <w:tc>
          <w:tcPr>
            <w:tcW w:w="3512" w:type="dxa"/>
            <w:vAlign w:val="center"/>
          </w:tcPr>
          <w:p w:rsidR="009A78A8" w:rsidRPr="006B588C" w:rsidRDefault="009A78A8" w:rsidP="00D86E04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«Иные выплаты населению</w:t>
            </w:r>
          </w:p>
        </w:tc>
        <w:tc>
          <w:tcPr>
            <w:tcW w:w="636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287</w:t>
            </w:r>
          </w:p>
        </w:tc>
        <w:tc>
          <w:tcPr>
            <w:tcW w:w="563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05</w:t>
            </w:r>
          </w:p>
        </w:tc>
        <w:tc>
          <w:tcPr>
            <w:tcW w:w="1319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931 2516</w:t>
            </w:r>
          </w:p>
        </w:tc>
        <w:tc>
          <w:tcPr>
            <w:tcW w:w="636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360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A78A8" w:rsidRPr="006B588C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25000,0</w:t>
            </w:r>
          </w:p>
        </w:tc>
        <w:tc>
          <w:tcPr>
            <w:tcW w:w="1344" w:type="dxa"/>
            <w:shd w:val="clear" w:color="000000" w:fill="FFFFFF"/>
            <w:noWrap/>
            <w:vAlign w:val="bottom"/>
          </w:tcPr>
          <w:p w:rsidR="009A78A8" w:rsidRPr="006B588C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25000,0»;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38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65" w:type="dxa"/>
        <w:tblInd w:w="-34" w:type="dxa"/>
        <w:tblLook w:val="00A0"/>
      </w:tblPr>
      <w:tblGrid>
        <w:gridCol w:w="3512"/>
        <w:gridCol w:w="636"/>
        <w:gridCol w:w="563"/>
        <w:gridCol w:w="496"/>
        <w:gridCol w:w="1319"/>
        <w:gridCol w:w="636"/>
        <w:gridCol w:w="1559"/>
        <w:gridCol w:w="1344"/>
      </w:tblGrid>
      <w:tr w:rsidR="009A78A8" w:rsidRPr="006B588C" w:rsidTr="007661B8">
        <w:trPr>
          <w:trHeight w:val="87"/>
        </w:trPr>
        <w:tc>
          <w:tcPr>
            <w:tcW w:w="3512" w:type="dxa"/>
            <w:vAlign w:val="center"/>
          </w:tcPr>
          <w:p w:rsidR="009A78A8" w:rsidRPr="006B588C" w:rsidRDefault="009A78A8" w:rsidP="00D86E04">
            <w:pPr>
              <w:spacing w:line="3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B588C">
              <w:rPr>
                <w:sz w:val="28"/>
                <w:szCs w:val="28"/>
              </w:rPr>
              <w:t>Субсидии юридическим лицам (кроме некоммерч</w:t>
            </w:r>
            <w:r w:rsidRPr="006B588C">
              <w:rPr>
                <w:sz w:val="28"/>
                <w:szCs w:val="28"/>
              </w:rPr>
              <w:t>е</w:t>
            </w:r>
            <w:r w:rsidRPr="006B588C">
              <w:rPr>
                <w:sz w:val="28"/>
                <w:szCs w:val="28"/>
              </w:rPr>
              <w:t>ских организаций), инд</w:t>
            </w:r>
            <w:r w:rsidRPr="006B588C">
              <w:rPr>
                <w:sz w:val="28"/>
                <w:szCs w:val="28"/>
              </w:rPr>
              <w:t>и</w:t>
            </w:r>
            <w:r w:rsidRPr="006B588C">
              <w:rPr>
                <w:sz w:val="28"/>
                <w:szCs w:val="28"/>
              </w:rPr>
              <w:t>видуальным предприним</w:t>
            </w:r>
            <w:r w:rsidRPr="006B588C">
              <w:rPr>
                <w:sz w:val="28"/>
                <w:szCs w:val="28"/>
              </w:rPr>
              <w:t>а</w:t>
            </w:r>
            <w:r w:rsidRPr="006B588C">
              <w:rPr>
                <w:sz w:val="28"/>
                <w:szCs w:val="28"/>
              </w:rPr>
              <w:t>телям, физическим лицам</w:t>
            </w:r>
          </w:p>
        </w:tc>
        <w:tc>
          <w:tcPr>
            <w:tcW w:w="636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287</w:t>
            </w:r>
          </w:p>
        </w:tc>
        <w:tc>
          <w:tcPr>
            <w:tcW w:w="563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05</w:t>
            </w:r>
          </w:p>
        </w:tc>
        <w:tc>
          <w:tcPr>
            <w:tcW w:w="1319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931 2516</w:t>
            </w:r>
          </w:p>
        </w:tc>
        <w:tc>
          <w:tcPr>
            <w:tcW w:w="636" w:type="dxa"/>
            <w:vAlign w:val="bottom"/>
          </w:tcPr>
          <w:p w:rsidR="009A78A8" w:rsidRPr="006B588C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810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A78A8" w:rsidRPr="006B588C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25000,0</w:t>
            </w:r>
          </w:p>
        </w:tc>
        <w:tc>
          <w:tcPr>
            <w:tcW w:w="1344" w:type="dxa"/>
            <w:shd w:val="clear" w:color="000000" w:fill="FFFFFF"/>
            <w:noWrap/>
            <w:vAlign w:val="bottom"/>
          </w:tcPr>
          <w:p w:rsidR="009A78A8" w:rsidRPr="006B588C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6B588C">
              <w:rPr>
                <w:sz w:val="28"/>
                <w:szCs w:val="28"/>
              </w:rPr>
              <w:t>25000,0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38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A78A8" w:rsidRDefault="009A78A8" w:rsidP="00D86E04">
      <w:pPr>
        <w:pStyle w:val="BodyTextIndent"/>
        <w:widowControl w:val="0"/>
        <w:spacing w:after="0" w:line="338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65" w:type="dxa"/>
        <w:tblInd w:w="-34" w:type="dxa"/>
        <w:tblLayout w:type="fixed"/>
        <w:tblLook w:val="00A0"/>
      </w:tblPr>
      <w:tblGrid>
        <w:gridCol w:w="3686"/>
        <w:gridCol w:w="709"/>
        <w:gridCol w:w="567"/>
        <w:gridCol w:w="567"/>
        <w:gridCol w:w="1276"/>
        <w:gridCol w:w="708"/>
        <w:gridCol w:w="1144"/>
        <w:gridCol w:w="1408"/>
      </w:tblGrid>
      <w:tr w:rsidR="009A78A8" w:rsidRPr="00B274FF" w:rsidTr="007661B8">
        <w:trPr>
          <w:trHeight w:val="20"/>
        </w:trPr>
        <w:tc>
          <w:tcPr>
            <w:tcW w:w="3686" w:type="dxa"/>
            <w:vAlign w:val="center"/>
          </w:tcPr>
          <w:p w:rsidR="009A78A8" w:rsidRPr="00B274FF" w:rsidRDefault="009A78A8" w:rsidP="00D86E04">
            <w:pPr>
              <w:spacing w:line="3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274FF">
              <w:rPr>
                <w:sz w:val="28"/>
                <w:szCs w:val="28"/>
              </w:rPr>
              <w:t>Субсидии юридическим лицам (кроме некоммерч</w:t>
            </w:r>
            <w:r w:rsidRPr="00B274FF">
              <w:rPr>
                <w:sz w:val="28"/>
                <w:szCs w:val="28"/>
              </w:rPr>
              <w:t>е</w:t>
            </w:r>
            <w:r w:rsidRPr="00B274FF">
              <w:rPr>
                <w:sz w:val="28"/>
                <w:szCs w:val="28"/>
              </w:rPr>
              <w:t>ских организаций), индив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дуальным предпринимат</w:t>
            </w:r>
            <w:r w:rsidRPr="00B274FF">
              <w:rPr>
                <w:sz w:val="28"/>
                <w:szCs w:val="28"/>
              </w:rPr>
              <w:t>е</w:t>
            </w:r>
            <w:r w:rsidRPr="00B274FF">
              <w:rPr>
                <w:sz w:val="28"/>
                <w:szCs w:val="28"/>
              </w:rPr>
              <w:t>лям, физическим лицам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932 5214</w:t>
            </w:r>
          </w:p>
        </w:tc>
        <w:tc>
          <w:tcPr>
            <w:tcW w:w="708" w:type="dxa"/>
            <w:vAlign w:val="bottom"/>
          </w:tcPr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810</w:t>
            </w:r>
          </w:p>
        </w:tc>
        <w:tc>
          <w:tcPr>
            <w:tcW w:w="1144" w:type="dxa"/>
            <w:noWrap/>
            <w:vAlign w:val="bottom"/>
          </w:tcPr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</w:p>
        </w:tc>
        <w:tc>
          <w:tcPr>
            <w:tcW w:w="1408" w:type="dxa"/>
            <w:noWrap/>
            <w:vAlign w:val="bottom"/>
          </w:tcPr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38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43" w:lineRule="auto"/>
        <w:ind w:left="0"/>
        <w:jc w:val="both"/>
        <w:rPr>
          <w:sz w:val="28"/>
        </w:rPr>
      </w:pPr>
      <w:r>
        <w:rPr>
          <w:sz w:val="28"/>
        </w:rPr>
        <w:t>изложить в следующей редакции:</w:t>
      </w:r>
    </w:p>
    <w:tbl>
      <w:tblPr>
        <w:tblW w:w="9923" w:type="dxa"/>
        <w:tblInd w:w="-34" w:type="dxa"/>
        <w:tblLayout w:type="fixed"/>
        <w:tblLook w:val="00A0"/>
      </w:tblPr>
      <w:tblGrid>
        <w:gridCol w:w="3686"/>
        <w:gridCol w:w="709"/>
        <w:gridCol w:w="567"/>
        <w:gridCol w:w="567"/>
        <w:gridCol w:w="1276"/>
        <w:gridCol w:w="708"/>
        <w:gridCol w:w="1144"/>
        <w:gridCol w:w="1266"/>
      </w:tblGrid>
      <w:tr w:rsidR="009A78A8" w:rsidRPr="00B274FF" w:rsidTr="007661B8">
        <w:trPr>
          <w:trHeight w:val="20"/>
        </w:trPr>
        <w:tc>
          <w:tcPr>
            <w:tcW w:w="3686" w:type="dxa"/>
            <w:vAlign w:val="center"/>
          </w:tcPr>
          <w:p w:rsidR="009A78A8" w:rsidRPr="00B274FF" w:rsidRDefault="009A78A8" w:rsidP="00D86E04">
            <w:pPr>
              <w:spacing w:line="34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274FF">
              <w:rPr>
                <w:sz w:val="28"/>
                <w:szCs w:val="28"/>
              </w:rPr>
              <w:t>Субсидии юридическим лицам (кроме некоммерч</w:t>
            </w:r>
            <w:r w:rsidRPr="00B274FF">
              <w:rPr>
                <w:sz w:val="28"/>
                <w:szCs w:val="28"/>
              </w:rPr>
              <w:t>е</w:t>
            </w:r>
            <w:r w:rsidRPr="00B274FF">
              <w:rPr>
                <w:sz w:val="28"/>
                <w:szCs w:val="28"/>
              </w:rPr>
              <w:t>ских организаций), индив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дуальным предпринимат</w:t>
            </w:r>
            <w:r w:rsidRPr="00B274FF">
              <w:rPr>
                <w:sz w:val="28"/>
                <w:szCs w:val="28"/>
              </w:rPr>
              <w:t>е</w:t>
            </w:r>
            <w:r w:rsidRPr="00B274FF">
              <w:rPr>
                <w:sz w:val="28"/>
                <w:szCs w:val="28"/>
              </w:rPr>
              <w:t>лям, физическим лицам</w:t>
            </w:r>
          </w:p>
        </w:tc>
        <w:tc>
          <w:tcPr>
            <w:tcW w:w="709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 xml:space="preserve">932 </w:t>
            </w:r>
            <w:r>
              <w:rPr>
                <w:sz w:val="28"/>
                <w:szCs w:val="28"/>
              </w:rPr>
              <w:t>25</w:t>
            </w:r>
            <w:r w:rsidRPr="00B274FF">
              <w:rPr>
                <w:sz w:val="28"/>
                <w:szCs w:val="28"/>
              </w:rPr>
              <w:t>14</w:t>
            </w:r>
          </w:p>
        </w:tc>
        <w:tc>
          <w:tcPr>
            <w:tcW w:w="708" w:type="dxa"/>
            <w:vAlign w:val="bottom"/>
          </w:tcPr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810</w:t>
            </w:r>
          </w:p>
        </w:tc>
        <w:tc>
          <w:tcPr>
            <w:tcW w:w="1144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</w:p>
        </w:tc>
        <w:tc>
          <w:tcPr>
            <w:tcW w:w="1266" w:type="dxa"/>
            <w:noWrap/>
            <w:vAlign w:val="bottom"/>
          </w:tcPr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</w:p>
          <w:p w:rsidR="009A78A8" w:rsidRPr="00B274FF" w:rsidRDefault="009A78A8" w:rsidP="00D86E0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ж) главу 370 «Министерство стратегического развития и инноваций Уль</w:t>
      </w:r>
      <w:r>
        <w:rPr>
          <w:sz w:val="28"/>
        </w:rPr>
        <w:t>я</w:t>
      </w:r>
      <w:r>
        <w:rPr>
          <w:sz w:val="28"/>
        </w:rPr>
        <w:t>новской области» (Мин 370) исключить;</w:t>
      </w:r>
    </w:p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14) в приложении 14:</w:t>
      </w:r>
    </w:p>
    <w:p w:rsidR="009A78A8" w:rsidRDefault="009A78A8" w:rsidP="00D86E04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а) таблицу 7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C36AA" w:rsidTr="0069100B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7D189A" w:rsidRDefault="009A78A8" w:rsidP="008E18A7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7</w:t>
            </w:r>
          </w:p>
        </w:tc>
      </w:tr>
      <w:tr w:rsidR="009A78A8" w:rsidRPr="00AC36AA" w:rsidTr="0069100B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Default="009A78A8" w:rsidP="008E18A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9A78A8" w:rsidRDefault="009A78A8" w:rsidP="008E18A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 xml:space="preserve">и городских округов Ульяновской области на осуществление </w:t>
            </w:r>
          </w:p>
          <w:p w:rsidR="009A78A8" w:rsidRDefault="009A78A8" w:rsidP="008E18A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 xml:space="preserve">переданных органам местного самоуправления государственных </w:t>
            </w:r>
          </w:p>
          <w:p w:rsidR="009A78A8" w:rsidRDefault="009A78A8" w:rsidP="008E18A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 xml:space="preserve">полномочий Ульяновской области по выплате ежемесячной выплаты </w:t>
            </w:r>
          </w:p>
          <w:p w:rsidR="009A78A8" w:rsidRDefault="009A78A8" w:rsidP="008E18A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>на содержание реб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>нка опекуну (попечителю) и при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 xml:space="preserve">мной семье, </w:t>
            </w:r>
          </w:p>
          <w:p w:rsidR="009A78A8" w:rsidRDefault="009A78A8" w:rsidP="008E18A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 xml:space="preserve">а также по осуществлению выплаты вознаграждения, </w:t>
            </w:r>
          </w:p>
          <w:p w:rsidR="009A78A8" w:rsidRPr="008E18A7" w:rsidRDefault="009A78A8" w:rsidP="00AE34E8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>причитающегося при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8E18A7">
              <w:rPr>
                <w:rFonts w:ascii="Times New Roman" w:hAnsi="Times New Roman"/>
                <w:b/>
                <w:sz w:val="28"/>
                <w:szCs w:val="28"/>
              </w:rPr>
              <w:t>мному родителю, на 2014 год</w:t>
            </w:r>
          </w:p>
        </w:tc>
      </w:tr>
      <w:tr w:rsidR="009A78A8" w:rsidRPr="00AC36AA" w:rsidTr="0069100B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AC36AA" w:rsidRDefault="009A78A8" w:rsidP="008E18A7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9A78A8" w:rsidRPr="00AC36AA" w:rsidTr="008E18A7">
        <w:trPr>
          <w:trHeight w:val="448"/>
          <w:tblHeader/>
        </w:trPr>
        <w:tc>
          <w:tcPr>
            <w:tcW w:w="735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</w:tbl>
    <w:p w:rsidR="009A78A8" w:rsidRPr="008E18A7" w:rsidRDefault="009A78A8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4D256F" w:rsidTr="008E18A7">
        <w:trPr>
          <w:trHeight w:val="236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660578" w:rsidRDefault="009A78A8" w:rsidP="008E1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660578" w:rsidRDefault="009A78A8" w:rsidP="008E1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660578" w:rsidRDefault="009A78A8" w:rsidP="008E1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</w:tcBorders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3181,5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30047,2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12311,6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10749,2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7356,3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7693,0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8531,3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16521,8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19027,6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7348,3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12520,5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12124,4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14198,5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11001,8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12123,7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15009,3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8980,2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6763,9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18464,8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24143,5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14532,2</w:t>
            </w:r>
          </w:p>
        </w:tc>
      </w:tr>
      <w:tr w:rsidR="009A78A8" w:rsidRPr="008E18A7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b/>
                <w:sz w:val="28"/>
                <w:szCs w:val="28"/>
              </w:rPr>
            </w:pPr>
            <w:r w:rsidRPr="008E18A7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b/>
                <w:sz w:val="28"/>
                <w:szCs w:val="28"/>
              </w:rPr>
            </w:pPr>
            <w:r w:rsidRPr="008E18A7">
              <w:rPr>
                <w:b/>
                <w:sz w:val="28"/>
                <w:szCs w:val="28"/>
              </w:rPr>
              <w:t>272630,6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36100,9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5260,4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sz w:val="28"/>
                <w:szCs w:val="28"/>
              </w:rPr>
              <w:t>86884,3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b/>
                <w:sz w:val="28"/>
                <w:szCs w:val="28"/>
              </w:rPr>
            </w:pPr>
            <w:r w:rsidRPr="008E18A7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b/>
                <w:sz w:val="28"/>
                <w:szCs w:val="28"/>
              </w:rPr>
            </w:pPr>
            <w:r w:rsidRPr="008E18A7">
              <w:rPr>
                <w:b/>
                <w:sz w:val="28"/>
                <w:szCs w:val="28"/>
              </w:rPr>
              <w:t>128245,6</w:t>
            </w:r>
          </w:p>
        </w:tc>
      </w:tr>
      <w:tr w:rsidR="009A78A8" w:rsidRPr="004D256F" w:rsidTr="0069100B">
        <w:trPr>
          <w:trHeight w:val="375"/>
        </w:trPr>
        <w:tc>
          <w:tcPr>
            <w:tcW w:w="735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both"/>
              <w:rPr>
                <w:b/>
                <w:sz w:val="28"/>
                <w:szCs w:val="28"/>
              </w:rPr>
            </w:pPr>
            <w:r w:rsidRPr="008E18A7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noWrap/>
          </w:tcPr>
          <w:p w:rsidR="009A78A8" w:rsidRPr="008E18A7" w:rsidRDefault="009A78A8" w:rsidP="00D86E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28"/>
                <w:szCs w:val="28"/>
              </w:rPr>
            </w:pPr>
            <w:r w:rsidRPr="008E18A7">
              <w:rPr>
                <w:b/>
                <w:sz w:val="28"/>
                <w:szCs w:val="28"/>
              </w:rPr>
              <w:t>400876,2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б) таблицы 9 и 10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611A0" w:rsidTr="0069100B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A611A0" w:rsidRDefault="009A78A8" w:rsidP="0069100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611A0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9</w:t>
            </w:r>
          </w:p>
        </w:tc>
      </w:tr>
      <w:tr w:rsidR="009A78A8" w:rsidRPr="00A611A0" w:rsidTr="0069100B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Pr="00A611A0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A78A8" w:rsidRPr="00A611A0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9A78A8" w:rsidRPr="00A611A0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9A78A8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A611A0">
              <w:rPr>
                <w:b/>
                <w:sz w:val="28"/>
                <w:szCs w:val="28"/>
              </w:rPr>
              <w:t>осуществлению обучающимся 10-х</w:t>
            </w:r>
            <w:r>
              <w:rPr>
                <w:b/>
                <w:sz w:val="28"/>
                <w:szCs w:val="28"/>
              </w:rPr>
              <w:t xml:space="preserve"> (11-х)</w:t>
            </w:r>
            <w:r w:rsidRPr="00A611A0">
              <w:rPr>
                <w:b/>
                <w:sz w:val="28"/>
                <w:szCs w:val="28"/>
              </w:rPr>
              <w:t xml:space="preserve"> </w:t>
            </w:r>
          </w:p>
          <w:p w:rsidR="009A78A8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A611A0">
              <w:rPr>
                <w:b/>
                <w:sz w:val="28"/>
                <w:szCs w:val="28"/>
              </w:rPr>
              <w:t>и 11-х</w:t>
            </w:r>
            <w:r>
              <w:rPr>
                <w:b/>
                <w:sz w:val="28"/>
                <w:szCs w:val="28"/>
              </w:rPr>
              <w:t xml:space="preserve"> (12-х)</w:t>
            </w:r>
            <w:r w:rsidRPr="00A611A0">
              <w:rPr>
                <w:b/>
                <w:sz w:val="28"/>
                <w:szCs w:val="28"/>
              </w:rPr>
              <w:t xml:space="preserve"> классов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11A0">
              <w:rPr>
                <w:b/>
                <w:sz w:val="28"/>
                <w:szCs w:val="28"/>
              </w:rPr>
              <w:t xml:space="preserve">муниципальных общеобразовательных </w:t>
            </w:r>
          </w:p>
          <w:p w:rsidR="009A78A8" w:rsidRPr="00A611A0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sz w:val="28"/>
                <w:szCs w:val="28"/>
              </w:rPr>
              <w:t>организаций ежемесячных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11A0">
              <w:rPr>
                <w:b/>
                <w:sz w:val="28"/>
                <w:szCs w:val="28"/>
              </w:rPr>
              <w:t>денежных выплат на 2014 год</w:t>
            </w:r>
          </w:p>
        </w:tc>
      </w:tr>
      <w:tr w:rsidR="009A78A8" w:rsidRPr="00A611A0" w:rsidTr="0069100B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611A0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611A0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611A0" w:rsidRDefault="009A78A8" w:rsidP="0069100B">
            <w:pPr>
              <w:jc w:val="right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A611A0" w:rsidRDefault="009A78A8" w:rsidP="001F279B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9A78A8" w:rsidRPr="00A611A0" w:rsidTr="0069100B">
        <w:trPr>
          <w:trHeight w:val="448"/>
        </w:trPr>
        <w:tc>
          <w:tcPr>
            <w:tcW w:w="735" w:type="dxa"/>
            <w:vAlign w:val="center"/>
          </w:tcPr>
          <w:p w:rsidR="009A78A8" w:rsidRPr="00A611A0" w:rsidRDefault="009A78A8" w:rsidP="0069100B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 xml:space="preserve">№   </w:t>
            </w:r>
            <w:r w:rsidRPr="00A611A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 xml:space="preserve">Наименование </w:t>
            </w:r>
          </w:p>
          <w:p w:rsidR="009A78A8" w:rsidRPr="00A611A0" w:rsidRDefault="009A78A8" w:rsidP="0069100B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9A78A8" w:rsidRPr="00A611A0" w:rsidRDefault="009A78A8" w:rsidP="0069100B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Сумма</w:t>
            </w:r>
          </w:p>
        </w:tc>
      </w:tr>
    </w:tbl>
    <w:p w:rsidR="009A78A8" w:rsidRPr="001F279B" w:rsidRDefault="009A78A8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611A0" w:rsidTr="0033223E">
        <w:trPr>
          <w:trHeight w:val="138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8A8" w:rsidRPr="00A611A0" w:rsidRDefault="009A78A8" w:rsidP="001F2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8A8" w:rsidRPr="00A611A0" w:rsidRDefault="009A78A8" w:rsidP="001F2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8A8" w:rsidRDefault="009A78A8" w:rsidP="001F2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A78A8" w:rsidRPr="00A611A0" w:rsidTr="001F279B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437,4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246,4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565,6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368,6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254,5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192,6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241,6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242,0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332,9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221,9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208,2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185,7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210,2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535,5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389,5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626,7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6425,1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1345,9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143,9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6037,2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7527,0</w:t>
            </w:r>
          </w:p>
        </w:tc>
      </w:tr>
      <w:tr w:rsidR="009A78A8" w:rsidRPr="00A611A0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A611A0" w:rsidRDefault="009A78A8" w:rsidP="00D86E04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13952,1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9A78A8" w:rsidRPr="00D2081C" w:rsidTr="0069100B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1F279B" w:rsidRDefault="009A78A8" w:rsidP="001F279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D2081C">
              <w:rPr>
                <w:bCs/>
                <w:sz w:val="28"/>
                <w:szCs w:val="28"/>
              </w:rPr>
              <w:t>Таблица 10</w:t>
            </w:r>
          </w:p>
        </w:tc>
      </w:tr>
      <w:tr w:rsidR="009A78A8" w:rsidRPr="00D2081C" w:rsidTr="0069100B">
        <w:trPr>
          <w:trHeight w:val="1908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Pr="00D2081C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A78A8" w:rsidRPr="00D2081C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9A78A8" w:rsidRPr="00D2081C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9A78A8" w:rsidRPr="00D2081C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Ульяновской области по выплате родителям (законным представителям)</w:t>
            </w:r>
          </w:p>
          <w:p w:rsidR="009A78A8" w:rsidRPr="00D2081C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детей, посещающих муниципальные и частные образовательные</w:t>
            </w:r>
          </w:p>
          <w:p w:rsidR="009A78A8" w:rsidRPr="00D2081C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организации, реализующие образовательную программу дошкольного</w:t>
            </w:r>
          </w:p>
          <w:p w:rsidR="009A78A8" w:rsidRPr="00D2081C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образования, компенсации части внесённой в соответствующие</w:t>
            </w:r>
          </w:p>
          <w:p w:rsidR="009A78A8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образовательные организации</w:t>
            </w:r>
            <w:r>
              <w:rPr>
                <w:b/>
                <w:sz w:val="28"/>
                <w:szCs w:val="28"/>
              </w:rPr>
              <w:t xml:space="preserve"> родительской платы за присмотр</w:t>
            </w:r>
          </w:p>
          <w:p w:rsidR="009A78A8" w:rsidRPr="00D2081C" w:rsidRDefault="009A78A8" w:rsidP="001F279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2081C">
              <w:rPr>
                <w:b/>
                <w:sz w:val="28"/>
                <w:szCs w:val="28"/>
              </w:rPr>
              <w:t>и уход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2081C">
              <w:rPr>
                <w:b/>
                <w:sz w:val="28"/>
                <w:szCs w:val="28"/>
              </w:rPr>
              <w:t>за детьми</w:t>
            </w:r>
            <w:r w:rsidRPr="00D2081C">
              <w:rPr>
                <w:sz w:val="26"/>
                <w:szCs w:val="26"/>
              </w:rPr>
              <w:t xml:space="preserve"> </w:t>
            </w:r>
            <w:r w:rsidRPr="00D2081C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9A78A8" w:rsidRPr="00D2081C" w:rsidTr="0069100B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69100B">
            <w:pPr>
              <w:jc w:val="right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D2081C" w:rsidRDefault="009A78A8" w:rsidP="001F279B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9A78A8" w:rsidRPr="00D2081C" w:rsidTr="0069100B">
        <w:trPr>
          <w:trHeight w:val="531"/>
        </w:trPr>
        <w:tc>
          <w:tcPr>
            <w:tcW w:w="594" w:type="dxa"/>
            <w:vAlign w:val="center"/>
          </w:tcPr>
          <w:p w:rsidR="009A78A8" w:rsidRPr="00D2081C" w:rsidRDefault="009A78A8" w:rsidP="0069100B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 xml:space="preserve">Наименование </w:t>
            </w:r>
          </w:p>
          <w:p w:rsidR="009A78A8" w:rsidRPr="00D2081C" w:rsidRDefault="009A78A8" w:rsidP="0069100B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2" w:type="dxa"/>
            <w:vAlign w:val="center"/>
          </w:tcPr>
          <w:p w:rsidR="009A78A8" w:rsidRPr="00D2081C" w:rsidRDefault="009A78A8" w:rsidP="0069100B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Сумма</w:t>
            </w:r>
          </w:p>
        </w:tc>
      </w:tr>
    </w:tbl>
    <w:p w:rsidR="009A78A8" w:rsidRPr="00D2081C" w:rsidRDefault="009A78A8" w:rsidP="001F279B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9A78A8" w:rsidRPr="00D2081C" w:rsidTr="001F279B">
        <w:trPr>
          <w:trHeight w:val="209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D2081C" w:rsidRDefault="009A78A8" w:rsidP="001F279B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D2081C" w:rsidRDefault="009A78A8" w:rsidP="001F279B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D2081C" w:rsidRDefault="009A78A8" w:rsidP="001F279B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3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201,0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2020,9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1004,4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1810,5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1608,1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912,1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1623,0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2786,3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1767,5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853,2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1860,2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823,5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978,1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1918,9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572,6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1059,5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717,4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778,8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3514,7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2237,1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2896,4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2081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31944,2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15359,3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1517,3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75379,5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2081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92256,1</w:t>
            </w:r>
          </w:p>
        </w:tc>
      </w:tr>
      <w:tr w:rsidR="009A78A8" w:rsidRPr="00D2081C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D2081C" w:rsidRDefault="009A78A8" w:rsidP="001F279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2081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1F279B" w:rsidRDefault="009A78A8" w:rsidP="001F279B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D2081C">
              <w:rPr>
                <w:b/>
                <w:bCs/>
                <w:color w:val="000000"/>
                <w:sz w:val="28"/>
                <w:szCs w:val="28"/>
              </w:rPr>
              <w:t>124200,3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в) таблицу 16 изложить в следующей редакции:</w:t>
      </w:r>
    </w:p>
    <w:p w:rsidR="009A78A8" w:rsidRDefault="009A78A8">
      <w:r>
        <w:br w:type="page"/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9A78A8" w:rsidRPr="00707453" w:rsidTr="0069100B">
        <w:trPr>
          <w:trHeight w:val="484"/>
        </w:trPr>
        <w:tc>
          <w:tcPr>
            <w:tcW w:w="9796" w:type="dxa"/>
            <w:gridSpan w:val="3"/>
            <w:vAlign w:val="center"/>
          </w:tcPr>
          <w:p w:rsidR="009A78A8" w:rsidRPr="00707453" w:rsidRDefault="009A78A8" w:rsidP="0069100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707453">
              <w:rPr>
                <w:bCs/>
                <w:sz w:val="28"/>
                <w:szCs w:val="28"/>
              </w:rPr>
              <w:t>Таблица 16</w:t>
            </w:r>
          </w:p>
        </w:tc>
      </w:tr>
      <w:tr w:rsidR="009A78A8" w:rsidRPr="00707453" w:rsidTr="0069100B">
        <w:trPr>
          <w:trHeight w:val="1057"/>
        </w:trPr>
        <w:tc>
          <w:tcPr>
            <w:tcW w:w="9796" w:type="dxa"/>
            <w:gridSpan w:val="3"/>
            <w:vAlign w:val="center"/>
          </w:tcPr>
          <w:p w:rsidR="009A78A8" w:rsidRPr="00707453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 и городских</w:t>
            </w:r>
          </w:p>
          <w:p w:rsidR="009A78A8" w:rsidRPr="00707453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округов Ульяновской области на обеспечение государственных гарантий</w:t>
            </w:r>
          </w:p>
          <w:p w:rsidR="009A78A8" w:rsidRPr="00707453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реализации прав на получение общедоступного и бесплатного</w:t>
            </w:r>
          </w:p>
          <w:p w:rsidR="009A78A8" w:rsidRPr="00707453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дошкольного образования в муниципальных дошкольных</w:t>
            </w:r>
          </w:p>
          <w:p w:rsidR="009A78A8" w:rsidRPr="00707453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 xml:space="preserve">образовательных организациях </w:t>
            </w:r>
            <w:r w:rsidRPr="00707453">
              <w:rPr>
                <w:b/>
                <w:sz w:val="28"/>
                <w:szCs w:val="28"/>
              </w:rPr>
              <w:t>на 2014 год</w:t>
            </w:r>
          </w:p>
        </w:tc>
      </w:tr>
      <w:tr w:rsidR="009A78A8" w:rsidRPr="00707453" w:rsidTr="0069100B">
        <w:trPr>
          <w:trHeight w:val="196"/>
        </w:trPr>
        <w:tc>
          <w:tcPr>
            <w:tcW w:w="594" w:type="dxa"/>
            <w:noWrap/>
            <w:vAlign w:val="bottom"/>
          </w:tcPr>
          <w:p w:rsidR="009A78A8" w:rsidRPr="00707453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9A78A8" w:rsidRPr="00707453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9A78A8" w:rsidRPr="00707453" w:rsidRDefault="009A78A8" w:rsidP="0069100B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707453" w:rsidRDefault="009A78A8" w:rsidP="0069100B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9A78A8" w:rsidRPr="00707453" w:rsidTr="0069100B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9A78A8" w:rsidRPr="00707453" w:rsidRDefault="009A78A8" w:rsidP="0069100B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</w:t>
            </w:r>
          </w:p>
          <w:p w:rsidR="009A78A8" w:rsidRPr="00707453" w:rsidRDefault="009A78A8" w:rsidP="0069100B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9A78A8" w:rsidRPr="00707453" w:rsidRDefault="009A78A8" w:rsidP="0069100B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9A78A8" w:rsidRPr="00707453" w:rsidRDefault="009A78A8" w:rsidP="0069100B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9A78A8" w:rsidRPr="00707453" w:rsidTr="0069100B">
        <w:trPr>
          <w:trHeight w:val="213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8A8" w:rsidRPr="00707453" w:rsidRDefault="009A78A8" w:rsidP="0069100B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8A8" w:rsidRPr="00707453" w:rsidRDefault="009A78A8" w:rsidP="0069100B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8A8" w:rsidRPr="00707453" w:rsidRDefault="009A78A8" w:rsidP="0069100B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3111,4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23463,4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13921,4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27033,5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21190,6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10387,7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19980,5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28577,1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8249,2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7118,0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24323,2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7570,7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8276,5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14362,5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5070,5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21022,6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10648,8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10202,6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33151,3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21705,0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37170,4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356536,9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152284,1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18183,7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738683,9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909151,7</w:t>
            </w:r>
          </w:p>
        </w:tc>
      </w:tr>
      <w:tr w:rsidR="009A78A8" w:rsidRPr="00707453" w:rsidTr="0069100B">
        <w:trPr>
          <w:trHeight w:val="375"/>
        </w:trPr>
        <w:tc>
          <w:tcPr>
            <w:tcW w:w="594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9A78A8" w:rsidRPr="00707453" w:rsidRDefault="009A78A8" w:rsidP="00BC30D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9A78A8" w:rsidRPr="00BC30DA" w:rsidRDefault="009A78A8" w:rsidP="00BC30D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1265688,6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г) таблицу 24 изложить в следующей редакции:</w:t>
      </w:r>
    </w:p>
    <w:tbl>
      <w:tblPr>
        <w:tblW w:w="10080" w:type="dxa"/>
        <w:tblInd w:w="-318" w:type="dxa"/>
        <w:tblLook w:val="0000"/>
      </w:tblPr>
      <w:tblGrid>
        <w:gridCol w:w="735"/>
        <w:gridCol w:w="4680"/>
        <w:gridCol w:w="4665"/>
      </w:tblGrid>
      <w:tr w:rsidR="009A78A8" w:rsidRPr="00525EA9" w:rsidTr="0069100B">
        <w:trPr>
          <w:trHeight w:val="157"/>
        </w:trPr>
        <w:tc>
          <w:tcPr>
            <w:tcW w:w="10080" w:type="dxa"/>
            <w:gridSpan w:val="3"/>
            <w:vAlign w:val="center"/>
          </w:tcPr>
          <w:p w:rsidR="009A78A8" w:rsidRPr="007D189A" w:rsidRDefault="009A78A8" w:rsidP="0098060D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525EA9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24</w:t>
            </w:r>
          </w:p>
        </w:tc>
      </w:tr>
      <w:tr w:rsidR="009A78A8" w:rsidRPr="00525EA9" w:rsidTr="0069100B">
        <w:trPr>
          <w:trHeight w:val="80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Pr="00525EA9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9A78A8" w:rsidRPr="00525EA9" w:rsidRDefault="009A78A8" w:rsidP="0069100B">
            <w:pPr>
              <w:ind w:left="191" w:hanging="191"/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и городских округов Ульяновской области на реализацию</w:t>
            </w:r>
          </w:p>
          <w:p w:rsidR="009A78A8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 xml:space="preserve">государственной программы </w:t>
            </w:r>
            <w:r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525EA9">
              <w:rPr>
                <w:b/>
                <w:bCs/>
                <w:sz w:val="28"/>
                <w:szCs w:val="28"/>
              </w:rPr>
              <w:t xml:space="preserve">«Культура </w:t>
            </w:r>
          </w:p>
          <w:p w:rsidR="009A78A8" w:rsidRPr="00525EA9" w:rsidRDefault="009A78A8" w:rsidP="0098060D">
            <w:pPr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25EA9">
              <w:rPr>
                <w:b/>
                <w:bCs/>
                <w:sz w:val="28"/>
                <w:szCs w:val="28"/>
              </w:rPr>
              <w:t>Ульяновской области»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25EA9">
              <w:rPr>
                <w:b/>
                <w:bCs/>
                <w:sz w:val="28"/>
                <w:szCs w:val="28"/>
              </w:rPr>
              <w:t>на 2014-2018 годы на 2014 год</w:t>
            </w:r>
          </w:p>
        </w:tc>
      </w:tr>
      <w:tr w:rsidR="009A78A8" w:rsidRPr="00525EA9" w:rsidTr="00691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69100B">
            <w:pPr>
              <w:jc w:val="right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525EA9" w:rsidRDefault="009A78A8" w:rsidP="0098060D">
      <w:pPr>
        <w:rPr>
          <w:sz w:val="2"/>
          <w:szCs w:val="2"/>
        </w:rPr>
      </w:pPr>
    </w:p>
    <w:tbl>
      <w:tblPr>
        <w:tblW w:w="10044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5"/>
        <w:gridCol w:w="3401"/>
        <w:gridCol w:w="2410"/>
        <w:gridCol w:w="2268"/>
        <w:gridCol w:w="1240"/>
      </w:tblGrid>
      <w:tr w:rsidR="009A78A8" w:rsidRPr="00525EA9" w:rsidTr="0069100B">
        <w:trPr>
          <w:trHeight w:val="501"/>
          <w:tblHeader/>
        </w:trPr>
        <w:tc>
          <w:tcPr>
            <w:tcW w:w="725" w:type="dxa"/>
            <w:vAlign w:val="center"/>
          </w:tcPr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 xml:space="preserve">№   </w:t>
            </w:r>
            <w:r w:rsidRPr="00525EA9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3401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 xml:space="preserve">Наименование </w:t>
            </w:r>
          </w:p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 xml:space="preserve">муниципального </w:t>
            </w:r>
          </w:p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образования</w:t>
            </w:r>
          </w:p>
        </w:tc>
        <w:tc>
          <w:tcPr>
            <w:tcW w:w="2410" w:type="dxa"/>
            <w:vAlign w:val="center"/>
          </w:tcPr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Реконструкция и</w:t>
            </w:r>
          </w:p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проведение</w:t>
            </w:r>
          </w:p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ремонтно-реставрационных</w:t>
            </w:r>
          </w:p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работ зданий,</w:t>
            </w:r>
          </w:p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укрепление</w:t>
            </w:r>
          </w:p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материально-технической базы</w:t>
            </w:r>
          </w:p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учреждений</w:t>
            </w:r>
          </w:p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культуры</w:t>
            </w:r>
          </w:p>
        </w:tc>
        <w:tc>
          <w:tcPr>
            <w:tcW w:w="2268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Комплектование</w:t>
            </w:r>
          </w:p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25EA9">
              <w:rPr>
                <w:sz w:val="28"/>
                <w:szCs w:val="28"/>
              </w:rPr>
              <w:t>иблиотечных</w:t>
            </w:r>
          </w:p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фондов</w:t>
            </w:r>
          </w:p>
        </w:tc>
        <w:tc>
          <w:tcPr>
            <w:tcW w:w="1240" w:type="dxa"/>
            <w:vAlign w:val="center"/>
          </w:tcPr>
          <w:p w:rsidR="009A78A8" w:rsidRPr="00525EA9" w:rsidRDefault="009A78A8" w:rsidP="0069100B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Всего</w:t>
            </w:r>
          </w:p>
        </w:tc>
      </w:tr>
    </w:tbl>
    <w:p w:rsidR="009A78A8" w:rsidRPr="00525EA9" w:rsidRDefault="009A78A8" w:rsidP="0098060D">
      <w:pPr>
        <w:rPr>
          <w:sz w:val="2"/>
          <w:szCs w:val="2"/>
        </w:rPr>
      </w:pPr>
    </w:p>
    <w:tbl>
      <w:tblPr>
        <w:tblW w:w="10044" w:type="dxa"/>
        <w:tblInd w:w="-318" w:type="dxa"/>
        <w:tblLayout w:type="fixed"/>
        <w:tblLook w:val="0000"/>
      </w:tblPr>
      <w:tblGrid>
        <w:gridCol w:w="703"/>
        <w:gridCol w:w="3423"/>
        <w:gridCol w:w="2410"/>
        <w:gridCol w:w="2268"/>
        <w:gridCol w:w="1240"/>
      </w:tblGrid>
      <w:tr w:rsidR="009A78A8" w:rsidRPr="00525EA9" w:rsidTr="0069100B">
        <w:trPr>
          <w:trHeight w:val="207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8A8" w:rsidRPr="00525EA9" w:rsidRDefault="009A78A8" w:rsidP="0098060D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8A8" w:rsidRPr="00525EA9" w:rsidRDefault="009A78A8" w:rsidP="0098060D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8A8" w:rsidRPr="00525EA9" w:rsidRDefault="009A78A8" w:rsidP="0098060D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A8" w:rsidRPr="00525EA9" w:rsidRDefault="009A78A8" w:rsidP="0098060D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A8" w:rsidRPr="00525EA9" w:rsidRDefault="009A78A8" w:rsidP="0098060D">
            <w:pPr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5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1.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12,2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12,2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53,4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53,4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3.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24,9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24,9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42,5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42,5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5.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31,0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2031,0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6.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29,7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29,7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7.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32,5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4832,5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8.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44,2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44,2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9.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32,6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32,6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10.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18,7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18,7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11.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26,2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26,2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12.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18,0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18,0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13.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16,5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16,5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14.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28,7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28,7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15.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18,4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18,4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16.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22,1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22,1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17.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2545,8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24,1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2569,9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18.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22,2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22,2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19.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45,2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45,2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20.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31,5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31,5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21.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47,3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47,3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Pr="00525EA9">
              <w:rPr>
                <w:b/>
                <w:bCs/>
                <w:sz w:val="28"/>
                <w:szCs w:val="28"/>
              </w:rPr>
              <w:t>345,8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621,9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9967,7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22.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bCs/>
                <w:sz w:val="28"/>
                <w:szCs w:val="28"/>
              </w:rPr>
            </w:pPr>
            <w:r w:rsidRPr="00525EA9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25EA9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25EA9">
              <w:rPr>
                <w:bCs/>
                <w:sz w:val="28"/>
                <w:szCs w:val="28"/>
              </w:rPr>
              <w:t>143,4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25EA9">
              <w:rPr>
                <w:bCs/>
                <w:sz w:val="28"/>
                <w:szCs w:val="28"/>
              </w:rPr>
              <w:t>143,4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23.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19,0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19,0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24.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г. Ульяновск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715,7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EA9">
              <w:rPr>
                <w:sz w:val="28"/>
                <w:szCs w:val="28"/>
              </w:rPr>
              <w:t>715,7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878,1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878,1</w:t>
            </w:r>
          </w:p>
        </w:tc>
      </w:tr>
      <w:tr w:rsidR="009A78A8" w:rsidRPr="00525EA9" w:rsidTr="0069100B"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Итого по районам</w:t>
            </w:r>
          </w:p>
          <w:p w:rsidR="009A78A8" w:rsidRPr="00525EA9" w:rsidRDefault="009A78A8" w:rsidP="0098060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Pr="00525EA9">
              <w:rPr>
                <w:b/>
                <w:bCs/>
                <w:sz w:val="28"/>
                <w:szCs w:val="28"/>
              </w:rPr>
              <w:t>345,8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25EA9" w:rsidRDefault="009A78A8" w:rsidP="0098060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1500,0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98060D" w:rsidRDefault="009A78A8" w:rsidP="0098060D">
            <w:pPr>
              <w:spacing w:line="360" w:lineRule="auto"/>
              <w:ind w:left="-122" w:right="-129"/>
              <w:jc w:val="center"/>
              <w:rPr>
                <w:bCs/>
                <w:sz w:val="28"/>
                <w:szCs w:val="28"/>
              </w:rPr>
            </w:pPr>
            <w:r w:rsidRPr="00525EA9">
              <w:rPr>
                <w:b/>
                <w:bCs/>
                <w:sz w:val="28"/>
                <w:szCs w:val="28"/>
              </w:rPr>
              <w:t>10845,8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д) таблицу 27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A78A8" w:rsidRPr="002A22C7" w:rsidTr="0069100B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Pr="002A22C7" w:rsidRDefault="009A78A8" w:rsidP="0069100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A22C7">
              <w:rPr>
                <w:bCs/>
                <w:sz w:val="28"/>
                <w:szCs w:val="28"/>
              </w:rPr>
              <w:t>Таблица 27</w:t>
            </w:r>
          </w:p>
        </w:tc>
      </w:tr>
      <w:tr w:rsidR="009A78A8" w:rsidRPr="002A22C7" w:rsidTr="0069100B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Pr="002A22C7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A78A8" w:rsidRPr="002A22C7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9A78A8" w:rsidRPr="002A22C7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9A78A8" w:rsidRPr="002A22C7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2A22C7">
              <w:rPr>
                <w:b/>
                <w:sz w:val="28"/>
                <w:szCs w:val="28"/>
              </w:rPr>
              <w:t>по предоставлению мер социальной поддержки</w:t>
            </w:r>
          </w:p>
          <w:p w:rsidR="009A78A8" w:rsidRPr="002A22C7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2A22C7">
              <w:rPr>
                <w:b/>
                <w:sz w:val="28"/>
                <w:szCs w:val="28"/>
              </w:rPr>
              <w:t>молодым специалистам, поступившим на работу в муниципальные</w:t>
            </w:r>
          </w:p>
          <w:p w:rsidR="009A78A8" w:rsidRPr="002A22C7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2A22C7">
              <w:rPr>
                <w:b/>
                <w:sz w:val="28"/>
                <w:szCs w:val="28"/>
              </w:rPr>
              <w:t>учреждения муниципальных образований Ульяновской области,</w:t>
            </w:r>
          </w:p>
          <w:p w:rsidR="009A78A8" w:rsidRPr="002A22C7" w:rsidRDefault="009A78A8" w:rsidP="0069100B">
            <w:pPr>
              <w:jc w:val="center"/>
              <w:rPr>
                <w:b/>
                <w:sz w:val="28"/>
                <w:szCs w:val="28"/>
              </w:rPr>
            </w:pPr>
            <w:r w:rsidRPr="002A22C7">
              <w:rPr>
                <w:b/>
                <w:sz w:val="28"/>
                <w:szCs w:val="28"/>
              </w:rPr>
              <w:t>осуществляющие в качестве основного (уставного) вида деятельности</w:t>
            </w:r>
          </w:p>
          <w:p w:rsidR="009A78A8" w:rsidRPr="002A22C7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22C7">
              <w:rPr>
                <w:b/>
                <w:sz w:val="28"/>
                <w:szCs w:val="28"/>
              </w:rPr>
              <w:t>деятельность в сфере культуры или архивного дела</w:t>
            </w:r>
            <w:r w:rsidRPr="002A22C7">
              <w:rPr>
                <w:b/>
                <w:bCs/>
                <w:sz w:val="28"/>
                <w:szCs w:val="28"/>
              </w:rPr>
              <w:t>, на 2014 год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69100B">
            <w:pPr>
              <w:jc w:val="right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3C44AD" w:rsidRDefault="009A78A8" w:rsidP="002A22C7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9A78A8" w:rsidRPr="002A22C7" w:rsidTr="0069100B">
        <w:trPr>
          <w:trHeight w:val="750"/>
          <w:tblHeader/>
        </w:trPr>
        <w:tc>
          <w:tcPr>
            <w:tcW w:w="594" w:type="dxa"/>
            <w:vAlign w:val="center"/>
          </w:tcPr>
          <w:p w:rsidR="009A78A8" w:rsidRPr="002A22C7" w:rsidRDefault="009A78A8" w:rsidP="0069100B">
            <w:pPr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 xml:space="preserve">Наименование </w:t>
            </w:r>
          </w:p>
          <w:p w:rsidR="009A78A8" w:rsidRPr="002A22C7" w:rsidRDefault="009A78A8" w:rsidP="0069100B">
            <w:pPr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9A78A8" w:rsidRPr="002A22C7" w:rsidRDefault="009A78A8" w:rsidP="0069100B">
            <w:pPr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Сумма</w:t>
            </w:r>
          </w:p>
        </w:tc>
      </w:tr>
    </w:tbl>
    <w:p w:rsidR="009A78A8" w:rsidRPr="003C601C" w:rsidRDefault="009A78A8" w:rsidP="002A22C7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A78A8" w:rsidRPr="002A22C7" w:rsidTr="0069100B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2A22C7" w:rsidRDefault="009A78A8" w:rsidP="002A22C7">
            <w:pPr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2A22C7" w:rsidRDefault="009A78A8" w:rsidP="002A22C7">
            <w:pPr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2A22C7" w:rsidRDefault="009A78A8" w:rsidP="002A22C7">
            <w:pPr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3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26,1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47,2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58,8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46,2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26,1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26,8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78,2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136,5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46,2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42,0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42,0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46,2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26,1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74,0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58,1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70,2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26,1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26,1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26,1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26,1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26,1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>981,2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bCs/>
                <w:sz w:val="28"/>
                <w:szCs w:val="28"/>
              </w:rPr>
            </w:pPr>
            <w:r w:rsidRPr="002A22C7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A22C7">
              <w:rPr>
                <w:bCs/>
                <w:sz w:val="28"/>
                <w:szCs w:val="28"/>
              </w:rPr>
              <w:t>191,0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58,3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22C7">
              <w:rPr>
                <w:sz w:val="28"/>
                <w:szCs w:val="28"/>
              </w:rPr>
              <w:t>82,5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>331,8</w:t>
            </w:r>
          </w:p>
        </w:tc>
      </w:tr>
      <w:tr w:rsidR="009A78A8" w:rsidRPr="002A22C7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2A22C7" w:rsidRDefault="009A78A8" w:rsidP="002A22C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A22C7">
              <w:rPr>
                <w:b/>
                <w:bCs/>
                <w:sz w:val="28"/>
                <w:szCs w:val="28"/>
              </w:rPr>
              <w:t>1313,0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е) таблицы 32 и 33 изложить в следующей редакции:</w:t>
      </w:r>
    </w:p>
    <w:p w:rsidR="009A78A8" w:rsidRDefault="009A78A8">
      <w:r>
        <w:br w:type="page"/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9A78A8" w:rsidRPr="00A1532B" w:rsidTr="00F107DF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A1532B" w:rsidRDefault="009A78A8" w:rsidP="00F107D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32</w:t>
            </w:r>
          </w:p>
        </w:tc>
      </w:tr>
      <w:tr w:rsidR="009A78A8" w:rsidRPr="00A1532B" w:rsidTr="00F107DF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Pr="00F107DF" w:rsidRDefault="009A78A8" w:rsidP="00F107DF">
            <w:pPr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9A78A8" w:rsidRPr="00F107DF" w:rsidRDefault="009A78A8" w:rsidP="00F107DF">
            <w:pPr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Ульяновской области на реализацию мероприятий по улучшению </w:t>
            </w:r>
          </w:p>
          <w:p w:rsidR="009A78A8" w:rsidRPr="00F107DF" w:rsidRDefault="009A78A8" w:rsidP="00F107DF">
            <w:pPr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жилищных условий молодых семей и молодых специалистов, </w:t>
            </w:r>
          </w:p>
          <w:p w:rsidR="009A78A8" w:rsidRPr="00F107DF" w:rsidRDefault="009A78A8" w:rsidP="00F107DF">
            <w:pPr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проживающих в сельской местности, федеральной целевой программы </w:t>
            </w:r>
          </w:p>
          <w:p w:rsidR="009A78A8" w:rsidRPr="00F107DF" w:rsidRDefault="009A78A8" w:rsidP="00F107DF">
            <w:pPr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«Устойчивое развитие сельских территорий на 2014-2017 годы </w:t>
            </w:r>
          </w:p>
          <w:p w:rsidR="009A78A8" w:rsidRPr="0069100B" w:rsidRDefault="009A78A8" w:rsidP="00F107DF">
            <w:pPr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>и на период до 2020 года» на 2014 год</w:t>
            </w:r>
          </w:p>
        </w:tc>
      </w:tr>
      <w:tr w:rsidR="009A78A8" w:rsidRPr="007B667E" w:rsidTr="00F107D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B667E" w:rsidRDefault="009A78A8" w:rsidP="00F107DF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B667E" w:rsidRDefault="009A78A8" w:rsidP="00F107DF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B667E" w:rsidRDefault="009A78A8" w:rsidP="00F107DF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7B667E" w:rsidRDefault="009A78A8" w:rsidP="00F107DF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12"/>
        <w:gridCol w:w="3377"/>
        <w:gridCol w:w="2127"/>
        <w:gridCol w:w="1842"/>
        <w:gridCol w:w="23"/>
        <w:gridCol w:w="1962"/>
      </w:tblGrid>
      <w:tr w:rsidR="009A78A8" w:rsidRPr="007B667E" w:rsidTr="00F107DF">
        <w:trPr>
          <w:trHeight w:val="300"/>
          <w:tblHeader/>
        </w:trPr>
        <w:tc>
          <w:tcPr>
            <w:tcW w:w="595" w:type="dxa"/>
            <w:vAlign w:val="center"/>
          </w:tcPr>
          <w:p w:rsidR="009A78A8" w:rsidRPr="007B667E" w:rsidRDefault="009A78A8" w:rsidP="00F107DF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3389" w:type="dxa"/>
            <w:gridSpan w:val="2"/>
            <w:vAlign w:val="center"/>
          </w:tcPr>
          <w:p w:rsidR="009A78A8" w:rsidRDefault="009A78A8" w:rsidP="00F107DF">
            <w:pPr>
              <w:pStyle w:val="xl24"/>
              <w:spacing w:before="0" w:beforeAutospacing="0" w:after="0" w:afterAutospacing="0"/>
            </w:pPr>
            <w:r w:rsidRPr="007B667E">
              <w:t>Наименование</w:t>
            </w:r>
          </w:p>
          <w:p w:rsidR="009A78A8" w:rsidRPr="007B667E" w:rsidRDefault="009A78A8" w:rsidP="00F107DF">
            <w:pPr>
              <w:pStyle w:val="xl24"/>
              <w:spacing w:before="0" w:beforeAutospacing="0" w:after="0" w:afterAutospacing="0"/>
            </w:pPr>
            <w:r w:rsidRPr="007B667E">
              <w:t>муниципального</w:t>
            </w:r>
          </w:p>
          <w:p w:rsidR="009A78A8" w:rsidRPr="007B667E" w:rsidRDefault="009A78A8" w:rsidP="00F107DF">
            <w:pPr>
              <w:pStyle w:val="xl24"/>
              <w:spacing w:before="0" w:beforeAutospacing="0" w:after="0" w:afterAutospacing="0"/>
            </w:pPr>
            <w:r w:rsidRPr="007B667E">
              <w:t>образования</w:t>
            </w:r>
          </w:p>
        </w:tc>
        <w:tc>
          <w:tcPr>
            <w:tcW w:w="2127" w:type="dxa"/>
            <w:vAlign w:val="center"/>
          </w:tcPr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</w:p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областного </w:t>
            </w:r>
          </w:p>
          <w:p w:rsidR="009A78A8" w:rsidRPr="007B667E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1865" w:type="dxa"/>
            <w:gridSpan w:val="2"/>
            <w:vAlign w:val="center"/>
          </w:tcPr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</w:p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бюджета</w:t>
            </w:r>
          </w:p>
        </w:tc>
        <w:tc>
          <w:tcPr>
            <w:tcW w:w="1962" w:type="dxa"/>
            <w:vAlign w:val="center"/>
          </w:tcPr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9A78A8" w:rsidRPr="00A1532B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2926,224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1977,696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4903,92</w:t>
            </w:r>
          </w:p>
        </w:tc>
      </w:tr>
      <w:tr w:rsidR="009A78A8" w:rsidRPr="00A1532B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843,696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557,424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1401,12</w:t>
            </w:r>
          </w:p>
        </w:tc>
      </w:tr>
      <w:tr w:rsidR="009A78A8" w:rsidRPr="00A1532B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6659,909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4400,154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11060,063</w:t>
            </w:r>
          </w:p>
        </w:tc>
      </w:tr>
      <w:tr w:rsidR="009A78A8" w:rsidRPr="00A1532B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361,584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238,896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600,48</w:t>
            </w:r>
          </w:p>
        </w:tc>
      </w:tr>
      <w:tr w:rsidR="009A78A8" w:rsidRPr="00A1532B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482,112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318,528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800,64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220,968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145,992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366,96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7.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1963,471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1451,693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3415,164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843,696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557,424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1401,12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9.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1393,438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920,634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2314,072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10.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727,922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480,933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1208,855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113,832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75,208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189,04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331,8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834,0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2089,152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1380,288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3469,44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1767,744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1167,936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2935,68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15.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4362,549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2837,344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7199,893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5838,603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3849,38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9687,983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17.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6146,7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4173,95314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10320,65314</w:t>
            </w:r>
          </w:p>
        </w:tc>
      </w:tr>
      <w:tr w:rsidR="009A78A8" w:rsidRPr="00780AD5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37243,8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24865,28314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62109,08314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9A78A8" w:rsidRDefault="009A78A8">
      <w:r>
        <w:br w:type="page"/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9A78A8" w:rsidRPr="00A1532B" w:rsidTr="00F107DF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A1532B" w:rsidRDefault="009A78A8" w:rsidP="00F107DF">
            <w:pPr>
              <w:jc w:val="right"/>
              <w:rPr>
                <w:bCs/>
                <w:sz w:val="28"/>
                <w:szCs w:val="28"/>
              </w:rPr>
            </w:pP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33</w:t>
            </w:r>
          </w:p>
        </w:tc>
      </w:tr>
      <w:tr w:rsidR="009A78A8" w:rsidRPr="00A1532B" w:rsidTr="00F107DF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Default="009A78A8" w:rsidP="00F107D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9A78A8" w:rsidRDefault="009A78A8" w:rsidP="00F107D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>и городских округов Ульяновской области на реализацию мероприятий</w:t>
            </w:r>
          </w:p>
          <w:p w:rsidR="009A78A8" w:rsidRPr="00F107DF" w:rsidRDefault="009A78A8" w:rsidP="00F107D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по улучшению жилищных условий граждан Российской Федерации, </w:t>
            </w:r>
          </w:p>
          <w:p w:rsidR="009A78A8" w:rsidRPr="00F107DF" w:rsidRDefault="009A78A8" w:rsidP="00F107D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проживающих в сельской местности,  федеральной целевой </w:t>
            </w:r>
          </w:p>
          <w:p w:rsidR="009A78A8" w:rsidRDefault="009A78A8" w:rsidP="00F107DF">
            <w:pPr>
              <w:tabs>
                <w:tab w:val="left" w:pos="9069"/>
              </w:tabs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программы «Устойчивое развитие сельских территорий </w:t>
            </w:r>
          </w:p>
          <w:p w:rsidR="009A78A8" w:rsidRPr="0069100B" w:rsidRDefault="009A78A8" w:rsidP="005D11CC">
            <w:pPr>
              <w:tabs>
                <w:tab w:val="left" w:pos="9069"/>
              </w:tabs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>на 2014-2017 год</w:t>
            </w:r>
            <w:r>
              <w:rPr>
                <w:b/>
                <w:bCs/>
                <w:sz w:val="28"/>
                <w:szCs w:val="28"/>
              </w:rPr>
              <w:t xml:space="preserve">ы </w:t>
            </w:r>
            <w:r w:rsidRPr="00F107DF">
              <w:rPr>
                <w:b/>
                <w:bCs/>
                <w:sz w:val="28"/>
                <w:szCs w:val="28"/>
              </w:rPr>
              <w:t>и на период до 2020 года» на 2014 год</w:t>
            </w:r>
          </w:p>
        </w:tc>
      </w:tr>
      <w:tr w:rsidR="009A78A8" w:rsidRPr="007B667E" w:rsidTr="00F107D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B667E" w:rsidRDefault="009A78A8" w:rsidP="00F107DF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B667E" w:rsidRDefault="009A78A8" w:rsidP="00F107DF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B667E" w:rsidRDefault="009A78A8" w:rsidP="00F107DF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7B667E" w:rsidRDefault="009A78A8" w:rsidP="00F107DF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3389"/>
        <w:gridCol w:w="2127"/>
        <w:gridCol w:w="1865"/>
        <w:gridCol w:w="1962"/>
      </w:tblGrid>
      <w:tr w:rsidR="009A78A8" w:rsidRPr="007B667E" w:rsidTr="00F107DF">
        <w:trPr>
          <w:trHeight w:val="300"/>
          <w:tblHeader/>
        </w:trPr>
        <w:tc>
          <w:tcPr>
            <w:tcW w:w="595" w:type="dxa"/>
            <w:vAlign w:val="center"/>
          </w:tcPr>
          <w:p w:rsidR="009A78A8" w:rsidRPr="007B667E" w:rsidRDefault="009A78A8" w:rsidP="00F107DF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3389" w:type="dxa"/>
            <w:vAlign w:val="center"/>
          </w:tcPr>
          <w:p w:rsidR="009A78A8" w:rsidRDefault="009A78A8" w:rsidP="00F107DF">
            <w:pPr>
              <w:pStyle w:val="xl24"/>
              <w:spacing w:before="0" w:beforeAutospacing="0" w:after="0" w:afterAutospacing="0"/>
            </w:pPr>
            <w:r w:rsidRPr="007B667E">
              <w:t>Наименование</w:t>
            </w:r>
          </w:p>
          <w:p w:rsidR="009A78A8" w:rsidRPr="007B667E" w:rsidRDefault="009A78A8" w:rsidP="00F107DF">
            <w:pPr>
              <w:pStyle w:val="xl24"/>
              <w:spacing w:before="0" w:beforeAutospacing="0" w:after="0" w:afterAutospacing="0"/>
            </w:pPr>
            <w:r w:rsidRPr="007B667E">
              <w:t>муниципального</w:t>
            </w:r>
          </w:p>
          <w:p w:rsidR="009A78A8" w:rsidRPr="007B667E" w:rsidRDefault="009A78A8" w:rsidP="00F107DF">
            <w:pPr>
              <w:pStyle w:val="xl24"/>
              <w:spacing w:before="0" w:beforeAutospacing="0" w:after="0" w:afterAutospacing="0"/>
            </w:pPr>
            <w:r w:rsidRPr="007B667E">
              <w:t>образования</w:t>
            </w:r>
          </w:p>
        </w:tc>
        <w:tc>
          <w:tcPr>
            <w:tcW w:w="2127" w:type="dxa"/>
            <w:vAlign w:val="center"/>
          </w:tcPr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</w:p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областного </w:t>
            </w:r>
          </w:p>
          <w:p w:rsidR="009A78A8" w:rsidRPr="007B667E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1865" w:type="dxa"/>
            <w:vAlign w:val="center"/>
          </w:tcPr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</w:p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бюджета</w:t>
            </w:r>
          </w:p>
        </w:tc>
        <w:tc>
          <w:tcPr>
            <w:tcW w:w="1962" w:type="dxa"/>
            <w:vAlign w:val="center"/>
          </w:tcPr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</w:tbl>
    <w:p w:rsidR="009A78A8" w:rsidRPr="007B667E" w:rsidRDefault="009A78A8" w:rsidP="00F107DF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607"/>
        <w:gridCol w:w="3377"/>
        <w:gridCol w:w="2127"/>
        <w:gridCol w:w="1842"/>
        <w:gridCol w:w="1985"/>
      </w:tblGrid>
      <w:tr w:rsidR="009A78A8" w:rsidRPr="007B667E" w:rsidTr="00F107DF">
        <w:trPr>
          <w:trHeight w:val="77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8A8" w:rsidRPr="007B667E" w:rsidRDefault="009A78A8" w:rsidP="00F107DF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7B667E" w:rsidRDefault="009A78A8" w:rsidP="00F107DF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8A8" w:rsidRPr="007B667E" w:rsidRDefault="009A78A8" w:rsidP="00F107DF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8" w:rsidRPr="007B667E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A78A8" w:rsidRPr="00A1532B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69,184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135,119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204,303</w:t>
            </w:r>
          </w:p>
        </w:tc>
      </w:tr>
      <w:tr w:rsidR="009A78A8" w:rsidRPr="00A1532B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145,807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145,807</w:t>
            </w:r>
          </w:p>
        </w:tc>
      </w:tr>
      <w:tr w:rsidR="009A78A8" w:rsidRPr="00A1532B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 xml:space="preserve">Карсунский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1978,087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1418,954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3397,041</w:t>
            </w:r>
          </w:p>
        </w:tc>
      </w:tr>
      <w:tr w:rsidR="009A78A8" w:rsidRPr="00A1532B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482,112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318,528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800,64</w:t>
            </w:r>
          </w:p>
        </w:tc>
      </w:tr>
      <w:tr w:rsidR="009A78A8" w:rsidRPr="00A1532B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355,892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235,136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591,028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1325,808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1502,101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2827,909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7.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167,244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167,244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709,373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711,37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1420,743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9.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147,312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97,328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244,64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10.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320,036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320,036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110,735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110,735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358,512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358,512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1336,048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1139,399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2475,447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14.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591,822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591,822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426,6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337,153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763,753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888,817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888,817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17.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1815,984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3903,541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5719,525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18.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1950,0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2391,593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4341,593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19.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982,156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1632,156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11246,4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15755,351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27001,751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20.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bCs/>
                <w:sz w:val="28"/>
                <w:szCs w:val="28"/>
              </w:rPr>
            </w:pPr>
            <w:r w:rsidRPr="00F107DF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953,568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953,568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953,568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953,568</w:t>
            </w:r>
          </w:p>
        </w:tc>
      </w:tr>
      <w:tr w:rsidR="009A78A8" w:rsidRPr="00780AD5" w:rsidTr="00F107D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Default="009A78A8" w:rsidP="00F107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9A78A8" w:rsidRPr="00F107DF" w:rsidRDefault="009A78A8" w:rsidP="00F107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11246,4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16708,919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07DF">
              <w:rPr>
                <w:b/>
                <w:sz w:val="28"/>
                <w:szCs w:val="28"/>
              </w:rPr>
              <w:t>27955,319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ж) таблицу 36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9A78A8" w:rsidRPr="00A1532B" w:rsidTr="0069100B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A1532B" w:rsidRDefault="009A78A8" w:rsidP="0069100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36</w:t>
            </w:r>
          </w:p>
        </w:tc>
      </w:tr>
      <w:tr w:rsidR="009A78A8" w:rsidRPr="00A1532B" w:rsidTr="0069100B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505FFD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субсидий</w:t>
            </w:r>
            <w:r w:rsidRPr="00505FFD">
              <w:rPr>
                <w:b/>
                <w:bCs/>
                <w:sz w:val="28"/>
                <w:szCs w:val="28"/>
              </w:rPr>
              <w:t xml:space="preserve">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9A78A8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</w:t>
            </w:r>
            <w:r w:rsidRPr="00505FFD">
              <w:rPr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sz w:val="28"/>
                <w:szCs w:val="28"/>
              </w:rPr>
              <w:t xml:space="preserve"> на реализацию </w:t>
            </w:r>
          </w:p>
          <w:p w:rsidR="009A78A8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государственной программы Ульяновской области </w:t>
            </w:r>
          </w:p>
          <w:p w:rsidR="009A78A8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«Развитие и модернизация образования в Ульяновской области» </w:t>
            </w:r>
          </w:p>
          <w:p w:rsidR="009A78A8" w:rsidRPr="0069100B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2014-2018 годы на 2014 год</w:t>
            </w:r>
          </w:p>
        </w:tc>
      </w:tr>
      <w:tr w:rsidR="009A78A8" w:rsidRPr="007B667E" w:rsidTr="0069100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B667E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B667E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B667E" w:rsidRDefault="009A78A8" w:rsidP="0069100B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7B667E" w:rsidRDefault="009A78A8" w:rsidP="0069100B">
      <w:pPr>
        <w:rPr>
          <w:sz w:val="2"/>
          <w:szCs w:val="2"/>
        </w:rPr>
      </w:pPr>
    </w:p>
    <w:tbl>
      <w:tblPr>
        <w:tblW w:w="968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13"/>
        <w:gridCol w:w="2810"/>
        <w:gridCol w:w="3402"/>
        <w:gridCol w:w="6"/>
        <w:gridCol w:w="2829"/>
        <w:gridCol w:w="33"/>
      </w:tblGrid>
      <w:tr w:rsidR="009A78A8" w:rsidRPr="007B667E" w:rsidTr="0033223E">
        <w:trPr>
          <w:gridAfter w:val="1"/>
          <w:wAfter w:w="33" w:type="dxa"/>
          <w:trHeight w:val="300"/>
          <w:tblHeader/>
        </w:trPr>
        <w:tc>
          <w:tcPr>
            <w:tcW w:w="594" w:type="dxa"/>
            <w:vAlign w:val="center"/>
          </w:tcPr>
          <w:p w:rsidR="009A78A8" w:rsidRPr="007B667E" w:rsidRDefault="009A78A8" w:rsidP="0069100B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2823" w:type="dxa"/>
            <w:gridSpan w:val="2"/>
            <w:vAlign w:val="center"/>
          </w:tcPr>
          <w:p w:rsidR="009A78A8" w:rsidRDefault="009A78A8" w:rsidP="0069100B">
            <w:pPr>
              <w:pStyle w:val="xl24"/>
              <w:spacing w:before="0" w:beforeAutospacing="0" w:after="0" w:afterAutospacing="0"/>
            </w:pPr>
            <w:r w:rsidRPr="007B667E">
              <w:t>Наименование</w:t>
            </w:r>
          </w:p>
          <w:p w:rsidR="009A78A8" w:rsidRPr="007B667E" w:rsidRDefault="009A78A8" w:rsidP="0069100B">
            <w:pPr>
              <w:pStyle w:val="xl24"/>
              <w:spacing w:before="0" w:beforeAutospacing="0" w:after="0" w:afterAutospacing="0"/>
            </w:pPr>
            <w:r w:rsidRPr="007B667E">
              <w:t>муниципального</w:t>
            </w:r>
          </w:p>
          <w:p w:rsidR="009A78A8" w:rsidRPr="007B667E" w:rsidRDefault="009A78A8" w:rsidP="0069100B">
            <w:pPr>
              <w:pStyle w:val="xl24"/>
              <w:spacing w:before="0" w:beforeAutospacing="0" w:after="0" w:afterAutospacing="0"/>
            </w:pPr>
            <w:r w:rsidRPr="007B667E">
              <w:t>образования</w:t>
            </w:r>
          </w:p>
        </w:tc>
        <w:tc>
          <w:tcPr>
            <w:tcW w:w="3402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</w:t>
            </w:r>
          </w:p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материально-технической</w:t>
            </w:r>
          </w:p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базы системы</w:t>
            </w:r>
          </w:p>
          <w:p w:rsidR="009A78A8" w:rsidRPr="007B667E" w:rsidRDefault="009A78A8" w:rsidP="00691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дошкольного образования</w:t>
            </w:r>
          </w:p>
        </w:tc>
        <w:tc>
          <w:tcPr>
            <w:tcW w:w="2835" w:type="dxa"/>
            <w:gridSpan w:val="2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</w:t>
            </w:r>
          </w:p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условий для развития</w:t>
            </w:r>
          </w:p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системы образования</w:t>
            </w:r>
          </w:p>
        </w:tc>
      </w:tr>
      <w:tr w:rsidR="009A78A8" w:rsidRPr="00A1532B" w:rsidTr="003322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E17E3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E17E3">
              <w:rPr>
                <w:sz w:val="28"/>
                <w:szCs w:val="28"/>
              </w:rPr>
              <w:t>.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E17E3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</w:t>
            </w:r>
            <w:r w:rsidRPr="005E17E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E17E3" w:rsidRDefault="009A78A8" w:rsidP="006574B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5000,0</w:t>
            </w:r>
          </w:p>
        </w:tc>
      </w:tr>
      <w:tr w:rsidR="009A78A8" w:rsidRPr="00A1532B" w:rsidTr="003322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E17E3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10000,0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9A78A8" w:rsidRPr="00A1532B" w:rsidTr="003322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2857,1</w:t>
            </w:r>
          </w:p>
        </w:tc>
      </w:tr>
      <w:tr w:rsidR="009A78A8" w:rsidRPr="00A1532B" w:rsidTr="003322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E17E3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108500,0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9A78A8" w:rsidRPr="00A1532B" w:rsidTr="003322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E17E3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5E17E3" w:rsidRDefault="009A78A8" w:rsidP="0069100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6C3B">
              <w:rPr>
                <w:b/>
                <w:bCs/>
                <w:color w:val="000000"/>
                <w:sz w:val="28"/>
                <w:szCs w:val="28"/>
              </w:rPr>
              <w:t>118500,0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6C3B">
              <w:rPr>
                <w:b/>
                <w:bCs/>
                <w:color w:val="000000"/>
                <w:sz w:val="28"/>
                <w:szCs w:val="28"/>
              </w:rPr>
              <w:t>7857,1</w:t>
            </w:r>
          </w:p>
        </w:tc>
      </w:tr>
      <w:tr w:rsidR="009A78A8" w:rsidRPr="00780AD5" w:rsidTr="003322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80AD5">
              <w:rPr>
                <w:sz w:val="28"/>
                <w:szCs w:val="28"/>
              </w:rPr>
              <w:t>.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9100B">
            <w:pPr>
              <w:spacing w:line="360" w:lineRule="auto"/>
              <w:rPr>
                <w:bCs/>
                <w:sz w:val="28"/>
                <w:szCs w:val="28"/>
              </w:rPr>
            </w:pPr>
            <w:r w:rsidRPr="00780AD5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80AD5">
              <w:rPr>
                <w:bCs/>
                <w:sz w:val="28"/>
                <w:szCs w:val="28"/>
              </w:rPr>
              <w:t>Новоульяновск</w:t>
            </w:r>
          </w:p>
        </w:tc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574B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96C3B">
              <w:rPr>
                <w:bCs/>
                <w:color w:val="000000"/>
                <w:sz w:val="28"/>
                <w:szCs w:val="28"/>
              </w:rPr>
              <w:t>7142,9</w:t>
            </w:r>
          </w:p>
        </w:tc>
      </w:tr>
      <w:tr w:rsidR="009A78A8" w:rsidRPr="00780AD5" w:rsidTr="003322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9100B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574B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396C3B" w:rsidRDefault="009A78A8" w:rsidP="006574B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5589,3</w:t>
            </w:r>
          </w:p>
        </w:tc>
      </w:tr>
      <w:tr w:rsidR="009A78A8" w:rsidRPr="00780AD5" w:rsidTr="003322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9100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80AD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574B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780AD5" w:rsidRDefault="009A78A8" w:rsidP="006574B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12732,2</w:t>
            </w:r>
          </w:p>
        </w:tc>
      </w:tr>
      <w:tr w:rsidR="009A78A8" w:rsidRPr="00780AD5" w:rsidTr="0033223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780AD5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9A78A8" w:rsidRPr="00780AD5" w:rsidRDefault="009A78A8" w:rsidP="0069100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Default="009A78A8" w:rsidP="006574B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118822,5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6574B5" w:rsidRDefault="009A78A8" w:rsidP="006574B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20589,3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з) таблицу 39 изложить в следующей редакции:</w:t>
      </w:r>
    </w:p>
    <w:p w:rsidR="009A78A8" w:rsidRDefault="009A78A8">
      <w:r>
        <w:br w:type="page"/>
      </w:r>
    </w:p>
    <w:tbl>
      <w:tblPr>
        <w:tblW w:w="9796" w:type="dxa"/>
        <w:tblInd w:w="93" w:type="dxa"/>
        <w:tblLook w:val="00A0"/>
      </w:tblPr>
      <w:tblGrid>
        <w:gridCol w:w="735"/>
        <w:gridCol w:w="4680"/>
        <w:gridCol w:w="4381"/>
      </w:tblGrid>
      <w:tr w:rsidR="009A78A8" w:rsidRPr="006546E9" w:rsidTr="00F107DF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6546E9" w:rsidRDefault="009A78A8" w:rsidP="00220F63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6546E9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39</w:t>
            </w:r>
          </w:p>
        </w:tc>
      </w:tr>
      <w:tr w:rsidR="009A78A8" w:rsidRPr="006546E9" w:rsidTr="00F107DF">
        <w:trPr>
          <w:trHeight w:val="80"/>
        </w:trPr>
        <w:tc>
          <w:tcPr>
            <w:tcW w:w="9796" w:type="dxa"/>
            <w:gridSpan w:val="3"/>
            <w:vAlign w:val="center"/>
          </w:tcPr>
          <w:p w:rsidR="009A78A8" w:rsidRPr="006546E9" w:rsidRDefault="009A78A8" w:rsidP="00F107DF">
            <w:pPr>
              <w:jc w:val="center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субсидий</w:t>
            </w:r>
            <w:r w:rsidRPr="006546E9">
              <w:rPr>
                <w:b/>
                <w:bCs/>
                <w:sz w:val="28"/>
                <w:szCs w:val="28"/>
              </w:rPr>
              <w:t xml:space="preserve"> бюджетам муниципальных районов</w:t>
            </w:r>
          </w:p>
          <w:p w:rsidR="009A78A8" w:rsidRDefault="009A78A8" w:rsidP="00F107DF">
            <w:pPr>
              <w:jc w:val="center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</w:t>
            </w:r>
            <w:r>
              <w:rPr>
                <w:b/>
                <w:bCs/>
                <w:sz w:val="28"/>
                <w:szCs w:val="28"/>
              </w:rPr>
              <w:t xml:space="preserve">модернизацию </w:t>
            </w:r>
          </w:p>
          <w:p w:rsidR="009A78A8" w:rsidRPr="006546E9" w:rsidRDefault="009A78A8" w:rsidP="005D11C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региональной системы дошкольного образования</w:t>
            </w:r>
            <w:r w:rsidRPr="006546E9">
              <w:rPr>
                <w:b/>
                <w:sz w:val="28"/>
                <w:szCs w:val="28"/>
              </w:rPr>
              <w:t xml:space="preserve"> на 2014 год</w:t>
            </w:r>
          </w:p>
        </w:tc>
      </w:tr>
      <w:tr w:rsidR="009A78A8" w:rsidRPr="006546E9" w:rsidTr="00F107DF">
        <w:trPr>
          <w:trHeight w:val="80"/>
        </w:trPr>
        <w:tc>
          <w:tcPr>
            <w:tcW w:w="735" w:type="dxa"/>
            <w:noWrap/>
            <w:vAlign w:val="bottom"/>
          </w:tcPr>
          <w:p w:rsidR="009A78A8" w:rsidRPr="006546E9" w:rsidRDefault="009A78A8" w:rsidP="00F107D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9A78A8" w:rsidRPr="006546E9" w:rsidRDefault="009A78A8" w:rsidP="00F107DF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noWrap/>
            <w:vAlign w:val="bottom"/>
          </w:tcPr>
          <w:p w:rsidR="009A78A8" w:rsidRPr="006546E9" w:rsidRDefault="009A78A8" w:rsidP="005D11CC">
            <w:pPr>
              <w:jc w:val="right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тыс. руб.</w:t>
            </w:r>
          </w:p>
        </w:tc>
      </w:tr>
      <w:tr w:rsidR="009A78A8" w:rsidRPr="006546E9" w:rsidTr="00220F6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</w:trPr>
        <w:tc>
          <w:tcPr>
            <w:tcW w:w="735" w:type="dxa"/>
            <w:vAlign w:val="center"/>
          </w:tcPr>
          <w:p w:rsidR="009A78A8" w:rsidRPr="006546E9" w:rsidRDefault="009A78A8" w:rsidP="00F107DF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№   </w:t>
            </w:r>
            <w:r w:rsidRPr="006546E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vAlign w:val="center"/>
          </w:tcPr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Наименование </w:t>
            </w:r>
          </w:p>
          <w:p w:rsidR="009A78A8" w:rsidRPr="006546E9" w:rsidRDefault="009A78A8" w:rsidP="00F107DF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9A78A8" w:rsidRPr="006546E9" w:rsidRDefault="009A78A8" w:rsidP="00F107DF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Сумма</w:t>
            </w:r>
          </w:p>
        </w:tc>
      </w:tr>
      <w:tr w:rsidR="009A78A8" w:rsidRPr="006546E9" w:rsidTr="00220F6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6200,0</w:t>
            </w:r>
          </w:p>
        </w:tc>
      </w:tr>
      <w:tr w:rsidR="009A78A8" w:rsidRPr="006546E9" w:rsidTr="00F107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2913,6</w:t>
            </w:r>
          </w:p>
        </w:tc>
      </w:tr>
      <w:tr w:rsidR="009A78A8" w:rsidRPr="006546E9" w:rsidTr="00F107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5997,9</w:t>
            </w:r>
          </w:p>
        </w:tc>
      </w:tr>
      <w:tr w:rsidR="009A78A8" w:rsidRPr="006546E9" w:rsidTr="00F107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34051,8</w:t>
            </w:r>
          </w:p>
        </w:tc>
      </w:tr>
      <w:tr w:rsidR="009A78A8" w:rsidRPr="006546E9" w:rsidTr="00F107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</w:tr>
      <w:tr w:rsidR="009A78A8" w:rsidRPr="006546E9" w:rsidTr="00F107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59163,3</w:t>
            </w:r>
          </w:p>
        </w:tc>
      </w:tr>
      <w:tr w:rsidR="009A78A8" w:rsidRPr="006546E9" w:rsidTr="00F107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53071,0</w:t>
            </w:r>
          </w:p>
        </w:tc>
      </w:tr>
      <w:tr w:rsidR="009A78A8" w:rsidRPr="006546E9" w:rsidTr="00F107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91165,2</w:t>
            </w:r>
          </w:p>
        </w:tc>
      </w:tr>
      <w:tr w:rsidR="009A78A8" w:rsidRPr="006546E9" w:rsidTr="00F107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144236,2</w:t>
            </w:r>
          </w:p>
        </w:tc>
      </w:tr>
      <w:tr w:rsidR="009A78A8" w:rsidRPr="006546E9" w:rsidTr="00F107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6546E9" w:rsidRDefault="009A78A8" w:rsidP="00220F6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8A8" w:rsidRPr="00220F63" w:rsidRDefault="009A78A8" w:rsidP="00220F6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203399,5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и) таблицу 42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C36AA" w:rsidTr="00F107DF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7D189A" w:rsidRDefault="009A78A8" w:rsidP="00F107DF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42</w:t>
            </w:r>
          </w:p>
        </w:tc>
      </w:tr>
      <w:tr w:rsidR="009A78A8" w:rsidRPr="00AC36AA" w:rsidTr="00F107D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Pr="00F107DF" w:rsidRDefault="009A78A8" w:rsidP="00F107DF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107DF">
              <w:rPr>
                <w:rFonts w:ascii="Times New Roman" w:hAnsi="Times New Roman" w:cs="Times New Roman"/>
              </w:rPr>
              <w:t xml:space="preserve">Распределение субсидий бюджетам муниципальных районов </w:t>
            </w:r>
          </w:p>
          <w:p w:rsidR="009A78A8" w:rsidRDefault="009A78A8" w:rsidP="00F107DF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107DF">
              <w:rPr>
                <w:rFonts w:ascii="Times New Roman" w:hAnsi="Times New Roman" w:cs="Times New Roman"/>
              </w:rPr>
              <w:t>Ульяновской области на реализацию мероприятий по развитию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A78A8" w:rsidRPr="00F107DF" w:rsidRDefault="009A78A8" w:rsidP="00F107DF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107DF">
              <w:rPr>
                <w:rFonts w:ascii="Times New Roman" w:hAnsi="Times New Roman" w:cs="Times New Roman"/>
              </w:rPr>
              <w:t xml:space="preserve">газификации в сельской местности по федеральной целевой </w:t>
            </w:r>
          </w:p>
          <w:p w:rsidR="009A78A8" w:rsidRPr="00F107DF" w:rsidRDefault="009A78A8" w:rsidP="00F107DF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107DF">
              <w:rPr>
                <w:rFonts w:ascii="Times New Roman" w:hAnsi="Times New Roman" w:cs="Times New Roman"/>
              </w:rPr>
              <w:t xml:space="preserve">программе «Устойчивое развитие сельских территорий </w:t>
            </w:r>
          </w:p>
          <w:p w:rsidR="009A78A8" w:rsidRPr="00AC36AA" w:rsidRDefault="009A78A8" w:rsidP="00907AA4">
            <w:pPr>
              <w:pStyle w:val="xl39"/>
              <w:spacing w:before="0" w:beforeAutospacing="0" w:after="0" w:afterAutospacing="0"/>
              <w:rPr>
                <w:b w:val="0"/>
                <w:bCs w:val="0"/>
              </w:rPr>
            </w:pPr>
            <w:r w:rsidRPr="00F107DF">
              <w:rPr>
                <w:rFonts w:ascii="Times New Roman" w:hAnsi="Times New Roman" w:cs="Times New Roman"/>
              </w:rPr>
              <w:t xml:space="preserve">на 2014-2017 годы и на период до 2020 года» </w:t>
            </w:r>
            <w:r w:rsidRPr="00F107DF">
              <w:t>на 2014 год</w:t>
            </w:r>
          </w:p>
        </w:tc>
      </w:tr>
      <w:tr w:rsidR="009A78A8" w:rsidRPr="00AC36AA" w:rsidTr="00F107DF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F107D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F107DF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F107DF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AC36AA" w:rsidRDefault="009A78A8" w:rsidP="00F107D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9A78A8" w:rsidRPr="00AC36AA" w:rsidTr="00F107DF">
        <w:trPr>
          <w:trHeight w:val="448"/>
          <w:tblHeader/>
        </w:trPr>
        <w:tc>
          <w:tcPr>
            <w:tcW w:w="735" w:type="dxa"/>
            <w:vAlign w:val="center"/>
          </w:tcPr>
          <w:p w:rsidR="009A78A8" w:rsidRPr="00AC36AA" w:rsidRDefault="009A78A8" w:rsidP="00F107DF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9A78A8" w:rsidRDefault="009A78A8" w:rsidP="00F107DF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9A78A8" w:rsidRPr="00AC36AA" w:rsidRDefault="009A78A8" w:rsidP="00F107DF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9A78A8" w:rsidRPr="00AC36AA" w:rsidRDefault="009A78A8" w:rsidP="00F107DF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9A78A8" w:rsidRPr="004D256F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8484,0</w:t>
            </w:r>
          </w:p>
        </w:tc>
      </w:tr>
      <w:tr w:rsidR="009A78A8" w:rsidRPr="004D256F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8055,0</w:t>
            </w:r>
          </w:p>
        </w:tc>
      </w:tr>
      <w:tr w:rsidR="009A78A8" w:rsidRPr="004D256F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DF">
              <w:rPr>
                <w:sz w:val="28"/>
                <w:szCs w:val="28"/>
              </w:rPr>
              <w:t>2641,0</w:t>
            </w:r>
          </w:p>
        </w:tc>
      </w:tr>
      <w:tr w:rsidR="009A78A8" w:rsidRPr="004D256F" w:rsidTr="00F107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F107D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F107DF">
            <w:pPr>
              <w:spacing w:line="360" w:lineRule="auto"/>
              <w:rPr>
                <w:b/>
                <w:sz w:val="28"/>
                <w:szCs w:val="28"/>
              </w:rPr>
            </w:pPr>
            <w:r w:rsidRPr="00304E2A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F107DF" w:rsidRDefault="009A78A8" w:rsidP="00F107D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F107DF">
              <w:rPr>
                <w:b/>
                <w:bCs/>
                <w:sz w:val="28"/>
                <w:szCs w:val="28"/>
              </w:rPr>
              <w:t>19180,0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к) дополнить таблицами 43-48 следующего содержания:</w:t>
      </w:r>
    </w:p>
    <w:p w:rsidR="009A78A8" w:rsidRDefault="009A78A8">
      <w:r>
        <w:br w:type="page"/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C36AA" w:rsidTr="0069100B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7D189A" w:rsidRDefault="009A78A8" w:rsidP="009F4321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43</w:t>
            </w:r>
          </w:p>
        </w:tc>
      </w:tr>
      <w:tr w:rsidR="009A78A8" w:rsidRPr="00AC36AA" w:rsidTr="0069100B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AC36AA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 xml:space="preserve">субсидий бюджетам муниципальных районов </w:t>
            </w:r>
          </w:p>
          <w:p w:rsidR="009A78A8" w:rsidRDefault="009A78A8" w:rsidP="009F43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Ульяновской области на реализацию мероприятий федеральной </w:t>
            </w:r>
          </w:p>
          <w:p w:rsidR="009A78A8" w:rsidRDefault="009A78A8" w:rsidP="009F43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целевой программы «Развитие водохозяйственного комплекса </w:t>
            </w:r>
          </w:p>
          <w:p w:rsidR="009A78A8" w:rsidRPr="00AC36AA" w:rsidRDefault="009A78A8" w:rsidP="009F43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Российской Федерации в 2012-2020 годах» на 2014 год</w:t>
            </w:r>
          </w:p>
        </w:tc>
      </w:tr>
      <w:tr w:rsidR="009A78A8" w:rsidRPr="00AC36AA" w:rsidTr="0069100B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AC36AA" w:rsidRDefault="009A78A8" w:rsidP="009F432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9A78A8" w:rsidRPr="00AC36AA" w:rsidTr="009F4321">
        <w:trPr>
          <w:trHeight w:val="448"/>
          <w:tblHeader/>
        </w:trPr>
        <w:tc>
          <w:tcPr>
            <w:tcW w:w="735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9A78A8" w:rsidRPr="004D256F" w:rsidTr="009F43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0578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7529,6</w:t>
            </w:r>
          </w:p>
        </w:tc>
      </w:tr>
      <w:tr w:rsidR="009A78A8" w:rsidRPr="004D256F" w:rsidTr="009F43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5558,8</w:t>
            </w:r>
          </w:p>
        </w:tc>
      </w:tr>
      <w:tr w:rsidR="009A78A8" w:rsidRPr="004D256F" w:rsidTr="009F43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69100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69100B">
            <w:pPr>
              <w:spacing w:line="360" w:lineRule="auto"/>
              <w:rPr>
                <w:b/>
                <w:sz w:val="28"/>
                <w:szCs w:val="28"/>
              </w:rPr>
            </w:pPr>
            <w:r w:rsidRPr="00304E2A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9F4321" w:rsidRDefault="009A78A8" w:rsidP="00500E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13088,4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C36AA" w:rsidTr="0069100B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7D189A" w:rsidRDefault="009A78A8" w:rsidP="00500E15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44</w:t>
            </w:r>
          </w:p>
        </w:tc>
      </w:tr>
      <w:tr w:rsidR="009A78A8" w:rsidRPr="00AC36AA" w:rsidTr="0069100B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AC36AA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 xml:space="preserve">субсидий бюджетам муниципальных районов </w:t>
            </w:r>
          </w:p>
          <w:p w:rsidR="009A78A8" w:rsidRDefault="009A78A8" w:rsidP="00500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Ульяновской области на приобретение оборудования </w:t>
            </w:r>
          </w:p>
          <w:p w:rsidR="009A78A8" w:rsidRDefault="009A78A8" w:rsidP="00500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для быстровозводимых физкультурно-оздоровительных комплексов,</w:t>
            </w:r>
          </w:p>
          <w:p w:rsidR="009A78A8" w:rsidRPr="00AC36AA" w:rsidRDefault="009A78A8" w:rsidP="00500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включая металлоконструкции и металлоизделия, на 2014 год</w:t>
            </w:r>
          </w:p>
        </w:tc>
      </w:tr>
      <w:tr w:rsidR="009A78A8" w:rsidRPr="00AC36AA" w:rsidTr="0069100B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AC36AA" w:rsidRDefault="009A78A8" w:rsidP="00500E15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9A78A8" w:rsidRPr="00AC36AA" w:rsidTr="0069100B">
        <w:trPr>
          <w:trHeight w:val="448"/>
          <w:tblHeader/>
        </w:trPr>
        <w:tc>
          <w:tcPr>
            <w:tcW w:w="735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0578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12700,0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19158,137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12700,0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69100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69100B">
            <w:pPr>
              <w:spacing w:line="360" w:lineRule="auto"/>
              <w:rPr>
                <w:b/>
                <w:sz w:val="28"/>
                <w:szCs w:val="28"/>
              </w:rPr>
            </w:pPr>
            <w:r w:rsidRPr="00304E2A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500E15" w:rsidRDefault="009A78A8" w:rsidP="0069100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00E15">
              <w:rPr>
                <w:b/>
                <w:sz w:val="28"/>
                <w:szCs w:val="28"/>
              </w:rPr>
              <w:t>44558,137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C36AA" w:rsidTr="0069100B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7D189A" w:rsidRDefault="009A78A8" w:rsidP="00500E15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45</w:t>
            </w:r>
          </w:p>
        </w:tc>
      </w:tr>
      <w:tr w:rsidR="009A78A8" w:rsidRPr="00AC36AA" w:rsidTr="0069100B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Default="009A78A8" w:rsidP="0069100B">
            <w:pPr>
              <w:jc w:val="center"/>
              <w:rPr>
                <w:b/>
                <w:bCs/>
                <w:sz w:val="28"/>
                <w:szCs w:val="28"/>
              </w:rPr>
            </w:pPr>
            <w:r w:rsidRPr="00AC36AA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 xml:space="preserve">субсидий бюджетам муниципальных районов </w:t>
            </w:r>
          </w:p>
          <w:p w:rsidR="009A78A8" w:rsidRDefault="009A78A8" w:rsidP="00500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Ульяновской области на финансовое обеспечение расходов </w:t>
            </w:r>
          </w:p>
          <w:p w:rsidR="009A78A8" w:rsidRDefault="009A78A8" w:rsidP="00500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общепрограммного характера в рамках федеральной целевой программы</w:t>
            </w:r>
          </w:p>
          <w:p w:rsidR="009A78A8" w:rsidRDefault="009A78A8" w:rsidP="00500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«Развитие физической культуры и спорта в Российской Федерации </w:t>
            </w:r>
          </w:p>
          <w:p w:rsidR="009A78A8" w:rsidRPr="00AC36AA" w:rsidRDefault="009A78A8" w:rsidP="00500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2006-2015 годы» на 2014 год</w:t>
            </w:r>
          </w:p>
        </w:tc>
      </w:tr>
      <w:tr w:rsidR="009A78A8" w:rsidRPr="00AC36AA" w:rsidTr="0069100B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AC36AA" w:rsidRDefault="009A78A8" w:rsidP="00500E15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9A78A8" w:rsidRPr="00AC36AA" w:rsidTr="0069100B">
        <w:trPr>
          <w:trHeight w:val="448"/>
          <w:tblHeader/>
        </w:trPr>
        <w:tc>
          <w:tcPr>
            <w:tcW w:w="735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0578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40000,0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29472,74995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69100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69100B">
            <w:pPr>
              <w:spacing w:line="360" w:lineRule="auto"/>
              <w:rPr>
                <w:b/>
                <w:sz w:val="28"/>
                <w:szCs w:val="28"/>
              </w:rPr>
            </w:pPr>
            <w:r w:rsidRPr="00304E2A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500E15" w:rsidRDefault="009A78A8" w:rsidP="0073051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69472,74995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C36AA" w:rsidTr="0069100B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7D189A" w:rsidRDefault="009A78A8" w:rsidP="00730510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46</w:t>
            </w:r>
          </w:p>
        </w:tc>
      </w:tr>
      <w:tr w:rsidR="009A78A8" w:rsidRPr="00AC36AA" w:rsidTr="0069100B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Default="009A78A8" w:rsidP="00730510">
            <w:pPr>
              <w:jc w:val="center"/>
              <w:rPr>
                <w:b/>
                <w:bCs/>
                <w:sz w:val="28"/>
                <w:szCs w:val="28"/>
              </w:rPr>
            </w:pPr>
            <w:r w:rsidRPr="00AC36AA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 xml:space="preserve">субсидий бюджетам муниципальных районов </w:t>
            </w:r>
          </w:p>
          <w:p w:rsidR="009A78A8" w:rsidRDefault="009A78A8" w:rsidP="007305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мероприятий </w:t>
            </w:r>
          </w:p>
          <w:p w:rsidR="009A78A8" w:rsidRDefault="009A78A8" w:rsidP="007305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подпрограммы «Обеспечение жильём молодых семей» федеральной </w:t>
            </w:r>
          </w:p>
          <w:p w:rsidR="009A78A8" w:rsidRPr="00AC36AA" w:rsidRDefault="009A78A8" w:rsidP="007305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целевой программы «Жилище» на 2011-2015 годы на 2014 год</w:t>
            </w:r>
          </w:p>
        </w:tc>
      </w:tr>
      <w:tr w:rsidR="009A78A8" w:rsidRPr="00AC36AA" w:rsidTr="0069100B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AC36AA" w:rsidRDefault="009A78A8" w:rsidP="00730510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9A78A8" w:rsidRPr="00AC36AA" w:rsidTr="00730510">
        <w:trPr>
          <w:trHeight w:val="448"/>
          <w:tblHeader/>
        </w:trPr>
        <w:tc>
          <w:tcPr>
            <w:tcW w:w="735" w:type="dxa"/>
            <w:tcBorders>
              <w:bottom w:val="nil"/>
            </w:tcBorders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tcBorders>
              <w:bottom w:val="nil"/>
            </w:tcBorders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9A78A8" w:rsidRPr="004D256F" w:rsidTr="0073051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</w:tr>
      <w:tr w:rsidR="009A78A8" w:rsidRPr="004D256F" w:rsidTr="0073051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60,48</w:t>
            </w:r>
          </w:p>
        </w:tc>
      </w:tr>
      <w:tr w:rsidR="009A78A8" w:rsidRPr="004D256F" w:rsidTr="0073051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52,92</w:t>
            </w:r>
          </w:p>
        </w:tc>
      </w:tr>
      <w:tr w:rsidR="009A78A8" w:rsidRPr="004D256F" w:rsidTr="0073051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133,245</w:t>
            </w:r>
          </w:p>
        </w:tc>
      </w:tr>
      <w:tr w:rsidR="009A78A8" w:rsidRPr="004D256F" w:rsidTr="0073051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189,0</w:t>
            </w:r>
          </w:p>
        </w:tc>
      </w:tr>
      <w:tr w:rsidR="009A78A8" w:rsidRPr="004D256F" w:rsidTr="0073051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730510" w:rsidRDefault="009A78A8" w:rsidP="0069100B">
            <w:pPr>
              <w:spacing w:line="360" w:lineRule="auto"/>
              <w:rPr>
                <w:b/>
                <w:sz w:val="28"/>
                <w:szCs w:val="28"/>
              </w:rPr>
            </w:pPr>
            <w:r w:rsidRPr="00730510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730510" w:rsidRDefault="009A78A8" w:rsidP="0069100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681,345</w:t>
            </w:r>
          </w:p>
        </w:tc>
      </w:tr>
      <w:tr w:rsidR="009A78A8" w:rsidRPr="004D256F" w:rsidTr="0073051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635,04</w:t>
            </w:r>
          </w:p>
        </w:tc>
      </w:tr>
      <w:tr w:rsidR="009A78A8" w:rsidRPr="004D256F" w:rsidTr="0073051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</w:t>
            </w:r>
          </w:p>
        </w:tc>
      </w:tr>
      <w:tr w:rsidR="009A78A8" w:rsidRPr="004D256F" w:rsidTr="0073051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60578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73051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1224,95802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730510" w:rsidRDefault="009A78A8" w:rsidP="0069100B">
            <w:pPr>
              <w:spacing w:line="360" w:lineRule="auto"/>
              <w:rPr>
                <w:b/>
                <w:sz w:val="28"/>
                <w:szCs w:val="28"/>
              </w:rPr>
            </w:pPr>
            <w:r w:rsidRPr="00730510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730510" w:rsidRDefault="009A78A8" w:rsidP="0069100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1948,19802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69100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730510" w:rsidRDefault="009A78A8" w:rsidP="0069100B">
            <w:pPr>
              <w:spacing w:line="360" w:lineRule="auto"/>
              <w:rPr>
                <w:b/>
                <w:sz w:val="28"/>
                <w:szCs w:val="28"/>
              </w:rPr>
            </w:pPr>
            <w:r w:rsidRPr="00730510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730510" w:rsidRDefault="009A78A8" w:rsidP="00E33AB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2629,54302</w:t>
            </w:r>
          </w:p>
        </w:tc>
      </w:tr>
    </w:tbl>
    <w:p w:rsidR="009A78A8" w:rsidRDefault="009A78A8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C36AA" w:rsidTr="0069100B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7D189A" w:rsidRDefault="009A78A8" w:rsidP="00E33ABF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47</w:t>
            </w:r>
          </w:p>
        </w:tc>
      </w:tr>
      <w:tr w:rsidR="009A78A8" w:rsidRPr="00AC36AA" w:rsidTr="0069100B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Default="009A78A8" w:rsidP="00E33ABF">
            <w:pPr>
              <w:jc w:val="center"/>
              <w:rPr>
                <w:b/>
                <w:bCs/>
                <w:sz w:val="28"/>
                <w:szCs w:val="28"/>
              </w:rPr>
            </w:pPr>
            <w:r w:rsidRPr="00AC36AA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 xml:space="preserve">субсидий бюджету городского округа </w:t>
            </w:r>
          </w:p>
          <w:p w:rsidR="009A78A8" w:rsidRDefault="009A78A8" w:rsidP="00E33A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 на реализацию мероприятий федеральной целевой</w:t>
            </w:r>
          </w:p>
          <w:p w:rsidR="009A78A8" w:rsidRDefault="009A78A8" w:rsidP="00E33A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программы развития образования на 2011-2015 годы по направлению</w:t>
            </w:r>
          </w:p>
          <w:p w:rsidR="009A78A8" w:rsidRDefault="009A78A8" w:rsidP="00E33A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«Распространение на всей территории Российской Федерации </w:t>
            </w:r>
          </w:p>
          <w:p w:rsidR="009A78A8" w:rsidRPr="00AC36AA" w:rsidRDefault="009A78A8" w:rsidP="00E33A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современных моделей успешной социализации детей» на 2014 год</w:t>
            </w:r>
          </w:p>
        </w:tc>
      </w:tr>
      <w:tr w:rsidR="009A78A8" w:rsidRPr="00AC36AA" w:rsidTr="0069100B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69100B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AC36AA" w:rsidRDefault="009A78A8" w:rsidP="00E33AB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9A78A8" w:rsidRPr="00AC36AA" w:rsidTr="0069100B">
        <w:trPr>
          <w:trHeight w:val="448"/>
          <w:tblHeader/>
        </w:trPr>
        <w:tc>
          <w:tcPr>
            <w:tcW w:w="735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9A78A8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9A78A8" w:rsidRPr="00AC36AA" w:rsidRDefault="009A78A8" w:rsidP="0069100B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0578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E33AB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9100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5972,0</w:t>
            </w:r>
          </w:p>
        </w:tc>
      </w:tr>
      <w:tr w:rsidR="009A78A8" w:rsidRPr="004D256F" w:rsidTr="006910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69100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E33ABF">
            <w:pPr>
              <w:spacing w:line="360" w:lineRule="auto"/>
              <w:rPr>
                <w:b/>
                <w:sz w:val="28"/>
                <w:szCs w:val="28"/>
              </w:rPr>
            </w:pPr>
            <w:r w:rsidRPr="00304E2A">
              <w:rPr>
                <w:b/>
                <w:sz w:val="28"/>
                <w:szCs w:val="28"/>
              </w:rPr>
              <w:t xml:space="preserve">Итого по </w:t>
            </w:r>
            <w:r>
              <w:rPr>
                <w:b/>
                <w:sz w:val="28"/>
                <w:szCs w:val="28"/>
              </w:rPr>
              <w:t>городам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E33ABF" w:rsidRDefault="009A78A8" w:rsidP="00664B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5972,0</w:t>
            </w:r>
          </w:p>
        </w:tc>
      </w:tr>
    </w:tbl>
    <w:p w:rsidR="009A78A8" w:rsidRDefault="009A78A8" w:rsidP="00E33ABF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78A8" w:rsidRDefault="009A78A8">
      <w:r>
        <w:br w:type="page"/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A78A8" w:rsidRPr="00AC36AA" w:rsidTr="00463FA1">
        <w:trPr>
          <w:trHeight w:val="157"/>
        </w:trPr>
        <w:tc>
          <w:tcPr>
            <w:tcW w:w="9796" w:type="dxa"/>
            <w:gridSpan w:val="3"/>
            <w:vAlign w:val="center"/>
          </w:tcPr>
          <w:p w:rsidR="009A78A8" w:rsidRPr="007D189A" w:rsidRDefault="009A78A8" w:rsidP="00664B67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48</w:t>
            </w:r>
          </w:p>
        </w:tc>
      </w:tr>
      <w:tr w:rsidR="009A78A8" w:rsidRPr="00AC36AA" w:rsidTr="00463FA1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8A8" w:rsidRDefault="009A78A8" w:rsidP="00463FA1">
            <w:pPr>
              <w:jc w:val="center"/>
              <w:rPr>
                <w:b/>
                <w:sz w:val="28"/>
                <w:szCs w:val="28"/>
              </w:rPr>
            </w:pPr>
            <w:r w:rsidRPr="00664B67">
              <w:rPr>
                <w:b/>
                <w:sz w:val="28"/>
                <w:szCs w:val="28"/>
              </w:rPr>
              <w:t xml:space="preserve">Распределение субсидий бюджетам городских округов </w:t>
            </w:r>
          </w:p>
          <w:p w:rsidR="009A78A8" w:rsidRDefault="009A78A8" w:rsidP="00463FA1">
            <w:pPr>
              <w:jc w:val="center"/>
              <w:rPr>
                <w:b/>
                <w:sz w:val="28"/>
                <w:szCs w:val="28"/>
              </w:rPr>
            </w:pPr>
            <w:r w:rsidRPr="00664B67">
              <w:rPr>
                <w:b/>
                <w:sz w:val="28"/>
                <w:szCs w:val="28"/>
              </w:rPr>
              <w:t xml:space="preserve">Ульяновской области на мероприятия, предусмотренные </w:t>
            </w:r>
          </w:p>
          <w:p w:rsidR="009A78A8" w:rsidRDefault="009A78A8" w:rsidP="00463FA1">
            <w:pPr>
              <w:jc w:val="center"/>
              <w:rPr>
                <w:b/>
                <w:sz w:val="28"/>
                <w:szCs w:val="28"/>
              </w:rPr>
            </w:pPr>
            <w:r w:rsidRPr="00664B67">
              <w:rPr>
                <w:b/>
                <w:sz w:val="28"/>
                <w:szCs w:val="28"/>
              </w:rPr>
              <w:t xml:space="preserve">программами развития пилотных инновационных территориальных </w:t>
            </w:r>
          </w:p>
          <w:p w:rsidR="009A78A8" w:rsidRPr="00664B67" w:rsidRDefault="009A78A8" w:rsidP="00463FA1">
            <w:pPr>
              <w:jc w:val="center"/>
              <w:rPr>
                <w:b/>
                <w:bCs/>
                <w:sz w:val="28"/>
                <w:szCs w:val="28"/>
              </w:rPr>
            </w:pPr>
            <w:r w:rsidRPr="00664B67">
              <w:rPr>
                <w:b/>
                <w:sz w:val="28"/>
                <w:szCs w:val="28"/>
              </w:rPr>
              <w:t>кластеров</w:t>
            </w:r>
            <w:r>
              <w:rPr>
                <w:b/>
                <w:sz w:val="28"/>
                <w:szCs w:val="28"/>
              </w:rPr>
              <w:t>, на 2014 год</w:t>
            </w:r>
          </w:p>
        </w:tc>
      </w:tr>
      <w:tr w:rsidR="009A78A8" w:rsidRPr="00AC36AA" w:rsidTr="00463FA1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463FA1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78A8" w:rsidRPr="00AC36AA" w:rsidRDefault="009A78A8" w:rsidP="00463FA1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9A78A8" w:rsidRPr="00AC36AA" w:rsidRDefault="009A78A8" w:rsidP="00664B67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9A78A8" w:rsidRPr="00AC36AA" w:rsidTr="00463FA1">
        <w:trPr>
          <w:trHeight w:val="448"/>
          <w:tblHeader/>
        </w:trPr>
        <w:tc>
          <w:tcPr>
            <w:tcW w:w="735" w:type="dxa"/>
            <w:vAlign w:val="center"/>
          </w:tcPr>
          <w:p w:rsidR="009A78A8" w:rsidRPr="00AC36AA" w:rsidRDefault="009A78A8" w:rsidP="00463FA1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9A78A8" w:rsidRDefault="009A78A8" w:rsidP="00463FA1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9A78A8" w:rsidRPr="00AC36AA" w:rsidRDefault="009A78A8" w:rsidP="00463FA1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9A78A8" w:rsidRPr="00AC36AA" w:rsidRDefault="009A78A8" w:rsidP="00463FA1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9A78A8" w:rsidRPr="004D256F" w:rsidTr="00463F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463F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0578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664B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A78A8" w:rsidRPr="00660578" w:rsidRDefault="009A78A8" w:rsidP="00463F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5900,17394</w:t>
            </w:r>
          </w:p>
        </w:tc>
      </w:tr>
      <w:tr w:rsidR="009A78A8" w:rsidRPr="004D256F" w:rsidTr="00463F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463F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9A78A8" w:rsidRPr="00304E2A" w:rsidRDefault="009A78A8" w:rsidP="00463FA1">
            <w:pPr>
              <w:spacing w:line="360" w:lineRule="auto"/>
              <w:rPr>
                <w:b/>
                <w:sz w:val="28"/>
                <w:szCs w:val="28"/>
              </w:rPr>
            </w:pPr>
            <w:r w:rsidRPr="00304E2A">
              <w:rPr>
                <w:b/>
                <w:sz w:val="28"/>
                <w:szCs w:val="28"/>
              </w:rPr>
              <w:t xml:space="preserve">Итого по </w:t>
            </w:r>
            <w:r>
              <w:rPr>
                <w:b/>
                <w:sz w:val="28"/>
                <w:szCs w:val="28"/>
              </w:rPr>
              <w:t>городам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9A78A8" w:rsidRPr="00664B67" w:rsidRDefault="009A78A8" w:rsidP="00463F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5900,17394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E33ABF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наименование таблицы 9 приложения 15 изложить в следующей </w:t>
      </w:r>
      <w:r>
        <w:rPr>
          <w:sz w:val="28"/>
          <w:szCs w:val="28"/>
        </w:rPr>
        <w:br/>
        <w:t>редакции:</w:t>
      </w:r>
    </w:p>
    <w:p w:rsidR="009A78A8" w:rsidRPr="00A611A0" w:rsidRDefault="009A78A8" w:rsidP="0076682B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A611A0">
        <w:rPr>
          <w:b/>
          <w:bCs/>
          <w:sz w:val="28"/>
          <w:szCs w:val="28"/>
        </w:rPr>
        <w:t>Распределение субвенций бюджетам муниципальных районов</w:t>
      </w:r>
    </w:p>
    <w:p w:rsidR="009A78A8" w:rsidRDefault="009A78A8" w:rsidP="0076682B">
      <w:pPr>
        <w:jc w:val="center"/>
        <w:rPr>
          <w:b/>
          <w:bCs/>
          <w:sz w:val="28"/>
          <w:szCs w:val="28"/>
        </w:rPr>
      </w:pPr>
      <w:r w:rsidRPr="00A611A0">
        <w:rPr>
          <w:b/>
          <w:bCs/>
          <w:sz w:val="28"/>
          <w:szCs w:val="28"/>
        </w:rPr>
        <w:t xml:space="preserve">и городских округов Ульяновской области на осуществление </w:t>
      </w:r>
    </w:p>
    <w:p w:rsidR="009A78A8" w:rsidRDefault="009A78A8" w:rsidP="0076682B">
      <w:pPr>
        <w:jc w:val="center"/>
        <w:rPr>
          <w:b/>
          <w:bCs/>
          <w:sz w:val="28"/>
          <w:szCs w:val="28"/>
        </w:rPr>
      </w:pPr>
      <w:r w:rsidRPr="00A611A0">
        <w:rPr>
          <w:b/>
          <w:bCs/>
          <w:sz w:val="28"/>
          <w:szCs w:val="28"/>
        </w:rPr>
        <w:t>переданных</w:t>
      </w:r>
      <w:r>
        <w:rPr>
          <w:b/>
          <w:bCs/>
          <w:sz w:val="28"/>
          <w:szCs w:val="28"/>
        </w:rPr>
        <w:t xml:space="preserve"> </w:t>
      </w:r>
      <w:r w:rsidRPr="00A611A0">
        <w:rPr>
          <w:b/>
          <w:bCs/>
          <w:sz w:val="28"/>
          <w:szCs w:val="28"/>
        </w:rPr>
        <w:t xml:space="preserve">органам местного самоуправления государственных </w:t>
      </w:r>
    </w:p>
    <w:p w:rsidR="009A78A8" w:rsidRDefault="009A78A8" w:rsidP="0076682B">
      <w:pPr>
        <w:jc w:val="center"/>
        <w:rPr>
          <w:b/>
          <w:sz w:val="28"/>
          <w:szCs w:val="28"/>
        </w:rPr>
      </w:pPr>
      <w:r w:rsidRPr="00A611A0">
        <w:rPr>
          <w:b/>
          <w:bCs/>
          <w:sz w:val="28"/>
          <w:szCs w:val="28"/>
        </w:rPr>
        <w:t>полномочий</w:t>
      </w:r>
      <w:r>
        <w:rPr>
          <w:b/>
          <w:bCs/>
          <w:sz w:val="28"/>
          <w:szCs w:val="28"/>
        </w:rPr>
        <w:t xml:space="preserve"> </w:t>
      </w:r>
      <w:r w:rsidRPr="00A611A0">
        <w:rPr>
          <w:b/>
          <w:bCs/>
          <w:sz w:val="28"/>
          <w:szCs w:val="28"/>
        </w:rPr>
        <w:t xml:space="preserve">Ульяновской области по </w:t>
      </w:r>
      <w:r w:rsidRPr="00A611A0">
        <w:rPr>
          <w:b/>
          <w:sz w:val="28"/>
          <w:szCs w:val="28"/>
        </w:rPr>
        <w:t xml:space="preserve">осуществлению </w:t>
      </w:r>
    </w:p>
    <w:p w:rsidR="009A78A8" w:rsidRDefault="009A78A8" w:rsidP="0076682B">
      <w:pPr>
        <w:jc w:val="center"/>
        <w:rPr>
          <w:b/>
          <w:sz w:val="28"/>
          <w:szCs w:val="28"/>
        </w:rPr>
      </w:pPr>
      <w:r w:rsidRPr="00A611A0">
        <w:rPr>
          <w:b/>
          <w:sz w:val="28"/>
          <w:szCs w:val="28"/>
        </w:rPr>
        <w:t>обучающимся 10-х</w:t>
      </w:r>
      <w:r>
        <w:rPr>
          <w:b/>
          <w:sz w:val="28"/>
          <w:szCs w:val="28"/>
        </w:rPr>
        <w:t xml:space="preserve"> (11-х) </w:t>
      </w:r>
      <w:r w:rsidRPr="00A611A0">
        <w:rPr>
          <w:b/>
          <w:sz w:val="28"/>
          <w:szCs w:val="28"/>
        </w:rPr>
        <w:t>и 11-х</w:t>
      </w:r>
      <w:r>
        <w:rPr>
          <w:b/>
          <w:sz w:val="28"/>
          <w:szCs w:val="28"/>
        </w:rPr>
        <w:t xml:space="preserve"> (12-х)</w:t>
      </w:r>
      <w:r w:rsidRPr="00A611A0">
        <w:rPr>
          <w:b/>
          <w:sz w:val="28"/>
          <w:szCs w:val="28"/>
        </w:rPr>
        <w:t xml:space="preserve"> классов</w:t>
      </w:r>
      <w:r>
        <w:rPr>
          <w:b/>
          <w:sz w:val="28"/>
          <w:szCs w:val="28"/>
        </w:rPr>
        <w:t xml:space="preserve"> </w:t>
      </w:r>
      <w:r w:rsidRPr="00A611A0">
        <w:rPr>
          <w:b/>
          <w:sz w:val="28"/>
          <w:szCs w:val="28"/>
        </w:rPr>
        <w:t xml:space="preserve">муниципальных </w:t>
      </w:r>
    </w:p>
    <w:p w:rsidR="009A78A8" w:rsidRDefault="009A78A8" w:rsidP="00766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A611A0">
        <w:rPr>
          <w:b/>
          <w:sz w:val="28"/>
          <w:szCs w:val="28"/>
        </w:rPr>
        <w:t>бщеобразовательных</w:t>
      </w:r>
      <w:r>
        <w:rPr>
          <w:b/>
          <w:sz w:val="28"/>
          <w:szCs w:val="28"/>
        </w:rPr>
        <w:t xml:space="preserve"> </w:t>
      </w:r>
      <w:r w:rsidRPr="00A611A0">
        <w:rPr>
          <w:b/>
          <w:sz w:val="28"/>
          <w:szCs w:val="28"/>
        </w:rPr>
        <w:t>организаций ежемесячных</w:t>
      </w:r>
      <w:r>
        <w:rPr>
          <w:b/>
          <w:sz w:val="28"/>
          <w:szCs w:val="28"/>
        </w:rPr>
        <w:t xml:space="preserve"> </w:t>
      </w:r>
      <w:r w:rsidRPr="00A611A0">
        <w:rPr>
          <w:b/>
          <w:sz w:val="28"/>
          <w:szCs w:val="28"/>
        </w:rPr>
        <w:t xml:space="preserve">денежных выплат </w:t>
      </w:r>
    </w:p>
    <w:p w:rsidR="009A78A8" w:rsidRPr="0076682B" w:rsidRDefault="009A78A8" w:rsidP="0076682B">
      <w:pPr>
        <w:pStyle w:val="BodyTextIndent"/>
        <w:widowControl w:val="0"/>
        <w:spacing w:after="0" w:line="360" w:lineRule="auto"/>
        <w:ind w:left="0" w:firstLine="709"/>
        <w:jc w:val="center"/>
        <w:rPr>
          <w:sz w:val="28"/>
          <w:szCs w:val="28"/>
        </w:rPr>
      </w:pPr>
      <w:r w:rsidRPr="00A611A0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плановый период 2015 и 2016 </w:t>
      </w:r>
      <w:r w:rsidRPr="00A611A0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ов</w:t>
      </w:r>
      <w:r>
        <w:rPr>
          <w:sz w:val="28"/>
          <w:szCs w:val="28"/>
        </w:rPr>
        <w:t>»;</w:t>
      </w:r>
    </w:p>
    <w:p w:rsidR="009A78A8" w:rsidRDefault="009A78A8" w:rsidP="00E33ABF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16) приложение 29 изложить в следующей редакции:</w:t>
      </w:r>
    </w:p>
    <w:tbl>
      <w:tblPr>
        <w:tblW w:w="4253" w:type="dxa"/>
        <w:tblInd w:w="5778" w:type="dxa"/>
        <w:tblLook w:val="00A0"/>
      </w:tblPr>
      <w:tblGrid>
        <w:gridCol w:w="4253"/>
      </w:tblGrid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29</w:t>
            </w:r>
          </w:p>
        </w:tc>
      </w:tr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9A78A8" w:rsidRPr="005826EB" w:rsidTr="000635C2">
        <w:trPr>
          <w:trHeight w:val="2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«Об областном бюджете</w:t>
            </w:r>
          </w:p>
        </w:tc>
      </w:tr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 на 2014</w:t>
            </w:r>
            <w:r w:rsidRPr="005826EB">
              <w:rPr>
                <w:sz w:val="28"/>
                <w:szCs w:val="28"/>
              </w:rPr>
              <w:t xml:space="preserve"> год</w:t>
            </w:r>
          </w:p>
        </w:tc>
      </w:tr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и на плановый период</w:t>
            </w:r>
          </w:p>
        </w:tc>
      </w:tr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26EB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5826E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9A78A8" w:rsidRDefault="009A78A8" w:rsidP="00426E76">
      <w:pPr>
        <w:pStyle w:val="Title"/>
        <w:jc w:val="right"/>
        <w:rPr>
          <w:b w:val="0"/>
        </w:rPr>
      </w:pPr>
    </w:p>
    <w:p w:rsidR="009A78A8" w:rsidRPr="00346609" w:rsidRDefault="009A78A8" w:rsidP="00426E76">
      <w:pPr>
        <w:pStyle w:val="Title"/>
      </w:pPr>
      <w:r w:rsidRPr="00346609">
        <w:t>Программа</w:t>
      </w:r>
    </w:p>
    <w:p w:rsidR="009A78A8" w:rsidRDefault="009A78A8" w:rsidP="00426E76">
      <w:pPr>
        <w:jc w:val="center"/>
        <w:rPr>
          <w:b/>
          <w:bCs/>
          <w:sz w:val="28"/>
        </w:rPr>
      </w:pPr>
      <w:r w:rsidRPr="00346609">
        <w:rPr>
          <w:b/>
          <w:bCs/>
          <w:sz w:val="28"/>
        </w:rPr>
        <w:t xml:space="preserve">государственных внутренних заимствований </w:t>
      </w:r>
    </w:p>
    <w:p w:rsidR="009A78A8" w:rsidRDefault="009A78A8" w:rsidP="00426E76">
      <w:pPr>
        <w:jc w:val="center"/>
        <w:rPr>
          <w:b/>
          <w:bCs/>
          <w:sz w:val="28"/>
        </w:rPr>
      </w:pPr>
      <w:r w:rsidRPr="00346609">
        <w:rPr>
          <w:b/>
          <w:bCs/>
          <w:sz w:val="28"/>
        </w:rPr>
        <w:t>Ульяновской области</w:t>
      </w:r>
      <w:r>
        <w:rPr>
          <w:b/>
          <w:bCs/>
          <w:sz w:val="28"/>
        </w:rPr>
        <w:t xml:space="preserve"> </w:t>
      </w:r>
      <w:r w:rsidRPr="00346609">
        <w:rPr>
          <w:b/>
          <w:bCs/>
          <w:sz w:val="28"/>
        </w:rPr>
        <w:t>на 20</w:t>
      </w:r>
      <w:r>
        <w:rPr>
          <w:b/>
          <w:bCs/>
          <w:sz w:val="28"/>
        </w:rPr>
        <w:t>14</w:t>
      </w:r>
      <w:r w:rsidRPr="00346609">
        <w:rPr>
          <w:b/>
          <w:bCs/>
          <w:sz w:val="28"/>
        </w:rPr>
        <w:t xml:space="preserve"> год</w:t>
      </w:r>
    </w:p>
    <w:p w:rsidR="009A78A8" w:rsidRPr="00346609" w:rsidRDefault="009A78A8" w:rsidP="00426E76">
      <w:pPr>
        <w:jc w:val="center"/>
        <w:rPr>
          <w:b/>
          <w:bCs/>
          <w:sz w:val="28"/>
        </w:rPr>
      </w:pPr>
    </w:p>
    <w:p w:rsidR="009A78A8" w:rsidRPr="00346609" w:rsidRDefault="009A78A8" w:rsidP="00426E76">
      <w:pPr>
        <w:pStyle w:val="Heading1"/>
      </w:pP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>
        <w:tab/>
      </w:r>
      <w:r w:rsidRPr="00346609">
        <w:tab/>
        <w:t>тыс. руб</w:t>
      </w:r>
      <w:r>
        <w:t>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1559"/>
        <w:gridCol w:w="1701"/>
        <w:gridCol w:w="1559"/>
        <w:gridCol w:w="1701"/>
        <w:gridCol w:w="425"/>
      </w:tblGrid>
      <w:tr w:rsidR="009A78A8" w:rsidRPr="00346609" w:rsidTr="000635C2">
        <w:trPr>
          <w:cantSplit/>
        </w:trPr>
        <w:tc>
          <w:tcPr>
            <w:tcW w:w="3403" w:type="dxa"/>
            <w:vMerge w:val="restart"/>
            <w:vAlign w:val="center"/>
          </w:tcPr>
          <w:p w:rsidR="009A78A8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Наименование </w:t>
            </w:r>
          </w:p>
          <w:p w:rsidR="009A78A8" w:rsidRPr="00346609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>показателей</w:t>
            </w:r>
          </w:p>
        </w:tc>
        <w:tc>
          <w:tcPr>
            <w:tcW w:w="1559" w:type="dxa"/>
            <w:vMerge w:val="restart"/>
            <w:vAlign w:val="center"/>
          </w:tcPr>
          <w:p w:rsidR="009A78A8" w:rsidRPr="00346609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Долг </w:t>
            </w:r>
            <w:r>
              <w:rPr>
                <w:sz w:val="28"/>
              </w:rPr>
              <w:t>по состоянию на 01.01</w:t>
            </w:r>
            <w:r w:rsidRPr="00346609">
              <w:rPr>
                <w:sz w:val="28"/>
              </w:rPr>
              <w:t>.201</w:t>
            </w:r>
            <w:r>
              <w:rPr>
                <w:sz w:val="28"/>
              </w:rPr>
              <w:t>4</w:t>
            </w:r>
          </w:p>
        </w:tc>
        <w:tc>
          <w:tcPr>
            <w:tcW w:w="3260" w:type="dxa"/>
            <w:gridSpan w:val="2"/>
            <w:vAlign w:val="center"/>
          </w:tcPr>
          <w:p w:rsidR="009A78A8" w:rsidRPr="00E61272" w:rsidRDefault="009A78A8" w:rsidP="000635C2">
            <w:pPr>
              <w:pStyle w:val="Heading2"/>
              <w:jc w:val="center"/>
              <w:rPr>
                <w:bCs w:val="0"/>
                <w:i w:val="0"/>
              </w:rPr>
            </w:pPr>
            <w:r w:rsidRPr="00E61272">
              <w:rPr>
                <w:bCs w:val="0"/>
                <w:i w:val="0"/>
              </w:rPr>
              <w:t>План</w:t>
            </w:r>
          </w:p>
        </w:tc>
        <w:tc>
          <w:tcPr>
            <w:tcW w:w="1701" w:type="dxa"/>
            <w:vMerge w:val="restart"/>
            <w:vAlign w:val="center"/>
          </w:tcPr>
          <w:p w:rsidR="009A78A8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Долг </w:t>
            </w:r>
            <w:r>
              <w:rPr>
                <w:sz w:val="28"/>
              </w:rPr>
              <w:t xml:space="preserve">по </w:t>
            </w:r>
          </w:p>
          <w:p w:rsidR="009A78A8" w:rsidRPr="00346609" w:rsidRDefault="009A78A8" w:rsidP="000635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состоянию </w:t>
            </w:r>
            <w:r w:rsidRPr="00346609">
              <w:rPr>
                <w:sz w:val="28"/>
              </w:rPr>
              <w:t>на 01.01.201</w:t>
            </w:r>
            <w:r>
              <w:rPr>
                <w:sz w:val="28"/>
              </w:rPr>
              <w:t>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A78A8" w:rsidRPr="00346609" w:rsidRDefault="009A78A8" w:rsidP="000635C2">
            <w:pPr>
              <w:jc w:val="center"/>
              <w:rPr>
                <w:sz w:val="28"/>
              </w:rPr>
            </w:pPr>
          </w:p>
        </w:tc>
      </w:tr>
      <w:tr w:rsidR="009A78A8" w:rsidRPr="00346609" w:rsidTr="000635C2">
        <w:trPr>
          <w:cantSplit/>
        </w:trPr>
        <w:tc>
          <w:tcPr>
            <w:tcW w:w="3403" w:type="dxa"/>
            <w:vMerge/>
            <w:tcBorders>
              <w:bottom w:val="nil"/>
            </w:tcBorders>
          </w:tcPr>
          <w:p w:rsidR="009A78A8" w:rsidRPr="00346609" w:rsidRDefault="009A78A8" w:rsidP="000635C2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9A78A8" w:rsidRPr="00346609" w:rsidRDefault="009A78A8" w:rsidP="000635C2">
            <w:pPr>
              <w:rPr>
                <w:sz w:val="28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A78A8" w:rsidRPr="00346609" w:rsidRDefault="009A78A8" w:rsidP="000635C2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346609">
              <w:rPr>
                <w:sz w:val="28"/>
              </w:rPr>
              <w:t>ривлечение в 20</w:t>
            </w:r>
            <w:r>
              <w:rPr>
                <w:sz w:val="28"/>
              </w:rPr>
              <w:t xml:space="preserve">14 </w:t>
            </w:r>
            <w:r w:rsidRPr="00346609">
              <w:rPr>
                <w:sz w:val="28"/>
              </w:rPr>
              <w:t>г</w:t>
            </w:r>
            <w:r>
              <w:rPr>
                <w:sz w:val="28"/>
              </w:rPr>
              <w:t>оду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A78A8" w:rsidRPr="00346609" w:rsidRDefault="009A78A8" w:rsidP="000635C2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346609">
              <w:rPr>
                <w:sz w:val="28"/>
              </w:rPr>
              <w:t>огашение в 20</w:t>
            </w:r>
            <w:r>
              <w:rPr>
                <w:sz w:val="28"/>
              </w:rPr>
              <w:t>14</w:t>
            </w:r>
            <w:r w:rsidRPr="00346609">
              <w:rPr>
                <w:sz w:val="28"/>
              </w:rPr>
              <w:t xml:space="preserve"> г</w:t>
            </w:r>
            <w:r>
              <w:rPr>
                <w:sz w:val="28"/>
              </w:rPr>
              <w:t>оду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9A78A8" w:rsidRPr="00346609" w:rsidRDefault="009A78A8" w:rsidP="000635C2">
            <w:pPr>
              <w:rPr>
                <w:sz w:val="28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A78A8" w:rsidRPr="00346609" w:rsidRDefault="009A78A8" w:rsidP="000635C2">
            <w:pPr>
              <w:rPr>
                <w:sz w:val="28"/>
              </w:rPr>
            </w:pPr>
          </w:p>
        </w:tc>
      </w:tr>
    </w:tbl>
    <w:p w:rsidR="009A78A8" w:rsidRPr="00203246" w:rsidRDefault="009A78A8">
      <w:pPr>
        <w:rPr>
          <w:sz w:val="2"/>
          <w:szCs w:val="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1559"/>
        <w:gridCol w:w="1701"/>
        <w:gridCol w:w="1559"/>
        <w:gridCol w:w="1701"/>
        <w:gridCol w:w="425"/>
      </w:tblGrid>
      <w:tr w:rsidR="009A78A8" w:rsidRPr="00346609" w:rsidTr="00203246">
        <w:trPr>
          <w:tblHeader/>
        </w:trPr>
        <w:tc>
          <w:tcPr>
            <w:tcW w:w="3403" w:type="dxa"/>
          </w:tcPr>
          <w:p w:rsidR="009A78A8" w:rsidRPr="00346609" w:rsidRDefault="009A78A8" w:rsidP="002032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59" w:type="dxa"/>
          </w:tcPr>
          <w:p w:rsidR="009A78A8" w:rsidRDefault="009A78A8" w:rsidP="002032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9A78A8" w:rsidRDefault="009A78A8" w:rsidP="002032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59" w:type="dxa"/>
          </w:tcPr>
          <w:p w:rsidR="009A78A8" w:rsidRDefault="009A78A8" w:rsidP="002032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</w:tcPr>
          <w:p w:rsidR="009A78A8" w:rsidRDefault="009A78A8" w:rsidP="002032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A78A8" w:rsidRDefault="009A78A8" w:rsidP="00203246">
            <w:pPr>
              <w:jc w:val="center"/>
              <w:rPr>
                <w:sz w:val="28"/>
              </w:rPr>
            </w:pPr>
          </w:p>
        </w:tc>
      </w:tr>
      <w:tr w:rsidR="009A78A8" w:rsidRPr="00346609" w:rsidTr="000635C2">
        <w:tc>
          <w:tcPr>
            <w:tcW w:w="3403" w:type="dxa"/>
          </w:tcPr>
          <w:p w:rsidR="009A78A8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Кредиты кредитных ор</w:t>
            </w:r>
            <w:r>
              <w:rPr>
                <w:sz w:val="28"/>
              </w:rPr>
              <w:t>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 xml:space="preserve">низаций  в валюте </w:t>
            </w:r>
          </w:p>
          <w:p w:rsidR="009A78A8" w:rsidRPr="00346609" w:rsidRDefault="009A78A8" w:rsidP="000635C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Российской Ф</w:t>
            </w:r>
            <w:r w:rsidRPr="00346609">
              <w:rPr>
                <w:sz w:val="28"/>
              </w:rPr>
              <w:t>едерации</w:t>
            </w:r>
          </w:p>
        </w:tc>
        <w:tc>
          <w:tcPr>
            <w:tcW w:w="1559" w:type="dxa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10200000</w:t>
            </w:r>
            <w:r w:rsidRPr="007324C0">
              <w:rPr>
                <w:color w:val="000000"/>
                <w:sz w:val="28"/>
              </w:rPr>
              <w:t>,0</w:t>
            </w:r>
          </w:p>
        </w:tc>
        <w:tc>
          <w:tcPr>
            <w:tcW w:w="1701" w:type="dxa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7135809,9</w:t>
            </w:r>
          </w:p>
        </w:tc>
        <w:tc>
          <w:tcPr>
            <w:tcW w:w="1559" w:type="dxa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3300000,0</w:t>
            </w:r>
          </w:p>
        </w:tc>
        <w:tc>
          <w:tcPr>
            <w:tcW w:w="1701" w:type="dxa"/>
          </w:tcPr>
          <w:p w:rsidR="009A78A8" w:rsidRPr="00491306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14035809,9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A78A8" w:rsidRDefault="009A78A8" w:rsidP="000635C2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9A78A8" w:rsidRPr="00346609" w:rsidTr="000635C2">
        <w:tc>
          <w:tcPr>
            <w:tcW w:w="3403" w:type="dxa"/>
          </w:tcPr>
          <w:p w:rsidR="009A78A8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Бюджетные кредиты от других бюджетов бю</w:t>
            </w:r>
            <w:r w:rsidRPr="00346609">
              <w:rPr>
                <w:sz w:val="28"/>
              </w:rPr>
              <w:t>д</w:t>
            </w:r>
            <w:r w:rsidRPr="00346609">
              <w:rPr>
                <w:sz w:val="28"/>
              </w:rPr>
              <w:t xml:space="preserve">жетной системы </w:t>
            </w:r>
          </w:p>
          <w:p w:rsidR="009A78A8" w:rsidRPr="00346609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Российской Федерации</w:t>
            </w:r>
          </w:p>
        </w:tc>
        <w:tc>
          <w:tcPr>
            <w:tcW w:w="1559" w:type="dxa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2663045,5</w:t>
            </w:r>
          </w:p>
        </w:tc>
        <w:tc>
          <w:tcPr>
            <w:tcW w:w="1701" w:type="dxa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2000000,0</w:t>
            </w:r>
          </w:p>
        </w:tc>
        <w:tc>
          <w:tcPr>
            <w:tcW w:w="1559" w:type="dxa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2241834,4</w:t>
            </w:r>
          </w:p>
        </w:tc>
        <w:tc>
          <w:tcPr>
            <w:tcW w:w="1701" w:type="dxa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2421211,1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A78A8" w:rsidRDefault="009A78A8" w:rsidP="000635C2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9A78A8" w:rsidRPr="00346609" w:rsidTr="000635C2">
        <w:tc>
          <w:tcPr>
            <w:tcW w:w="3403" w:type="dxa"/>
          </w:tcPr>
          <w:p w:rsidR="009A78A8" w:rsidRPr="00346609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12863045,5</w:t>
            </w:r>
          </w:p>
        </w:tc>
        <w:tc>
          <w:tcPr>
            <w:tcW w:w="1701" w:type="dxa"/>
            <w:vAlign w:val="center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9135809,9</w:t>
            </w:r>
          </w:p>
        </w:tc>
        <w:tc>
          <w:tcPr>
            <w:tcW w:w="1559" w:type="dxa"/>
            <w:vAlign w:val="center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5541834,4</w:t>
            </w:r>
          </w:p>
        </w:tc>
        <w:tc>
          <w:tcPr>
            <w:tcW w:w="1701" w:type="dxa"/>
            <w:vAlign w:val="center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16457021,0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A78A8" w:rsidRDefault="009A78A8" w:rsidP="00426E76">
            <w:pPr>
              <w:spacing w:line="360" w:lineRule="auto"/>
              <w:ind w:left="-11"/>
              <w:jc w:val="center"/>
              <w:rPr>
                <w:sz w:val="28"/>
              </w:rPr>
            </w:pPr>
            <w:r>
              <w:rPr>
                <w:sz w:val="28"/>
              </w:rPr>
              <w:t>»;</w:t>
            </w:r>
          </w:p>
        </w:tc>
      </w:tr>
    </w:tbl>
    <w:p w:rsidR="009A78A8" w:rsidRDefault="009A78A8" w:rsidP="00E33ABF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78A8" w:rsidRDefault="009A78A8" w:rsidP="00E33ABF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17) приложение 30 изложить в следующей редакции:</w:t>
      </w:r>
    </w:p>
    <w:tbl>
      <w:tblPr>
        <w:tblW w:w="4253" w:type="dxa"/>
        <w:tblInd w:w="5778" w:type="dxa"/>
        <w:tblLook w:val="00A0"/>
      </w:tblPr>
      <w:tblGrid>
        <w:gridCol w:w="4253"/>
      </w:tblGrid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>«ПРИЛОЖЕНИЕ 30</w:t>
            </w:r>
          </w:p>
        </w:tc>
      </w:tr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9A78A8" w:rsidRPr="005826EB" w:rsidTr="000635C2">
        <w:trPr>
          <w:trHeight w:val="2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«Об областном бюджете</w:t>
            </w:r>
          </w:p>
        </w:tc>
      </w:tr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 на 2014</w:t>
            </w:r>
            <w:r w:rsidRPr="005826EB">
              <w:rPr>
                <w:sz w:val="28"/>
                <w:szCs w:val="28"/>
              </w:rPr>
              <w:t xml:space="preserve"> год</w:t>
            </w:r>
          </w:p>
        </w:tc>
      </w:tr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и на плановый период</w:t>
            </w:r>
          </w:p>
        </w:tc>
      </w:tr>
      <w:tr w:rsidR="009A78A8" w:rsidRPr="005826EB" w:rsidTr="000635C2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26EB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5826E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9A78A8" w:rsidRPr="00F603FD" w:rsidRDefault="009A78A8" w:rsidP="000635C2">
      <w:pPr>
        <w:pStyle w:val="Title"/>
        <w:jc w:val="right"/>
        <w:rPr>
          <w:b w:val="0"/>
        </w:rPr>
      </w:pPr>
      <w:r>
        <w:rPr>
          <w:b w:val="0"/>
        </w:rPr>
        <w:t xml:space="preserve"> </w:t>
      </w:r>
    </w:p>
    <w:p w:rsidR="009A78A8" w:rsidRDefault="009A78A8" w:rsidP="000635C2">
      <w:pPr>
        <w:pStyle w:val="Title"/>
        <w:jc w:val="right"/>
        <w:rPr>
          <w:b w:val="0"/>
        </w:rPr>
      </w:pPr>
      <w:r w:rsidRPr="00F603FD">
        <w:rPr>
          <w:b w:val="0"/>
        </w:rPr>
        <w:t>Таблица 1</w:t>
      </w:r>
    </w:p>
    <w:p w:rsidR="009A78A8" w:rsidRPr="008A426C" w:rsidRDefault="009A78A8" w:rsidP="000635C2">
      <w:pPr>
        <w:pStyle w:val="Title"/>
        <w:jc w:val="right"/>
        <w:rPr>
          <w:b w:val="0"/>
        </w:rPr>
      </w:pPr>
    </w:p>
    <w:p w:rsidR="009A78A8" w:rsidRPr="00346609" w:rsidRDefault="009A78A8" w:rsidP="000635C2">
      <w:pPr>
        <w:pStyle w:val="Title"/>
      </w:pPr>
      <w:r w:rsidRPr="00346609">
        <w:t>Программа</w:t>
      </w:r>
    </w:p>
    <w:p w:rsidR="009A78A8" w:rsidRDefault="009A78A8" w:rsidP="000635C2">
      <w:pPr>
        <w:jc w:val="center"/>
        <w:rPr>
          <w:b/>
          <w:bCs/>
          <w:sz w:val="28"/>
        </w:rPr>
      </w:pPr>
      <w:r w:rsidRPr="00346609">
        <w:rPr>
          <w:b/>
          <w:bCs/>
          <w:sz w:val="28"/>
        </w:rPr>
        <w:t xml:space="preserve">государственных внутренних заимствований </w:t>
      </w:r>
    </w:p>
    <w:p w:rsidR="009A78A8" w:rsidRDefault="009A78A8" w:rsidP="000635C2">
      <w:pPr>
        <w:jc w:val="center"/>
        <w:rPr>
          <w:b/>
          <w:bCs/>
          <w:sz w:val="28"/>
        </w:rPr>
      </w:pPr>
      <w:r w:rsidRPr="00346609">
        <w:rPr>
          <w:b/>
          <w:bCs/>
          <w:sz w:val="28"/>
        </w:rPr>
        <w:t>Ульяновской области</w:t>
      </w:r>
      <w:r>
        <w:rPr>
          <w:b/>
          <w:bCs/>
          <w:sz w:val="28"/>
        </w:rPr>
        <w:t xml:space="preserve"> </w:t>
      </w:r>
      <w:r w:rsidRPr="00346609">
        <w:rPr>
          <w:b/>
          <w:bCs/>
          <w:sz w:val="28"/>
        </w:rPr>
        <w:t>на 20</w:t>
      </w:r>
      <w:r>
        <w:rPr>
          <w:b/>
          <w:bCs/>
          <w:sz w:val="28"/>
        </w:rPr>
        <w:t xml:space="preserve">15 </w:t>
      </w:r>
      <w:r w:rsidRPr="00346609">
        <w:rPr>
          <w:b/>
          <w:bCs/>
          <w:sz w:val="28"/>
        </w:rPr>
        <w:t>год</w:t>
      </w:r>
    </w:p>
    <w:p w:rsidR="009A78A8" w:rsidRPr="00346609" w:rsidRDefault="009A78A8" w:rsidP="000635C2">
      <w:pPr>
        <w:jc w:val="center"/>
        <w:rPr>
          <w:b/>
          <w:bCs/>
          <w:sz w:val="28"/>
        </w:rPr>
      </w:pPr>
    </w:p>
    <w:p w:rsidR="009A78A8" w:rsidRPr="00346609" w:rsidRDefault="009A78A8" w:rsidP="000635C2">
      <w:pPr>
        <w:pStyle w:val="Heading1"/>
      </w:pP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>
        <w:tab/>
      </w:r>
      <w:r w:rsidRPr="00346609">
        <w:tab/>
        <w:t>тыс. руб</w:t>
      </w:r>
      <w: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1559"/>
        <w:gridCol w:w="1701"/>
        <w:gridCol w:w="1560"/>
        <w:gridCol w:w="1559"/>
      </w:tblGrid>
      <w:tr w:rsidR="009A78A8" w:rsidRPr="00346609" w:rsidTr="000635C2">
        <w:trPr>
          <w:cantSplit/>
        </w:trPr>
        <w:tc>
          <w:tcPr>
            <w:tcW w:w="3544" w:type="dxa"/>
            <w:vMerge w:val="restart"/>
            <w:vAlign w:val="center"/>
          </w:tcPr>
          <w:p w:rsidR="009A78A8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Наименование </w:t>
            </w:r>
          </w:p>
          <w:p w:rsidR="009A78A8" w:rsidRPr="00346609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>показателей</w:t>
            </w:r>
          </w:p>
        </w:tc>
        <w:tc>
          <w:tcPr>
            <w:tcW w:w="1559" w:type="dxa"/>
            <w:vMerge w:val="restart"/>
            <w:vAlign w:val="center"/>
          </w:tcPr>
          <w:p w:rsidR="009A78A8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Долг </w:t>
            </w:r>
            <w:r>
              <w:rPr>
                <w:sz w:val="28"/>
              </w:rPr>
              <w:t xml:space="preserve">по </w:t>
            </w:r>
          </w:p>
          <w:p w:rsidR="009A78A8" w:rsidRPr="00346609" w:rsidRDefault="009A78A8" w:rsidP="000635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состоянию </w:t>
            </w:r>
            <w:r w:rsidRPr="00346609">
              <w:rPr>
                <w:sz w:val="28"/>
              </w:rPr>
              <w:t>на 01.0</w:t>
            </w:r>
            <w:r>
              <w:rPr>
                <w:sz w:val="28"/>
              </w:rPr>
              <w:t>1</w:t>
            </w:r>
            <w:r w:rsidRPr="00346609">
              <w:rPr>
                <w:sz w:val="28"/>
              </w:rPr>
              <w:t>.201</w:t>
            </w:r>
            <w:r>
              <w:rPr>
                <w:sz w:val="28"/>
              </w:rPr>
              <w:t>5</w:t>
            </w:r>
          </w:p>
        </w:tc>
        <w:tc>
          <w:tcPr>
            <w:tcW w:w="3261" w:type="dxa"/>
            <w:gridSpan w:val="2"/>
            <w:vAlign w:val="center"/>
          </w:tcPr>
          <w:p w:rsidR="009A78A8" w:rsidRPr="00E61272" w:rsidRDefault="009A78A8" w:rsidP="000635C2">
            <w:pPr>
              <w:pStyle w:val="Heading2"/>
              <w:jc w:val="center"/>
              <w:rPr>
                <w:bCs w:val="0"/>
                <w:i w:val="0"/>
              </w:rPr>
            </w:pPr>
            <w:r w:rsidRPr="00E61272">
              <w:rPr>
                <w:bCs w:val="0"/>
                <w:i w:val="0"/>
              </w:rPr>
              <w:t>План</w:t>
            </w:r>
          </w:p>
        </w:tc>
        <w:tc>
          <w:tcPr>
            <w:tcW w:w="1559" w:type="dxa"/>
            <w:vMerge w:val="restart"/>
            <w:vAlign w:val="center"/>
          </w:tcPr>
          <w:p w:rsidR="009A78A8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Долг </w:t>
            </w:r>
            <w:r>
              <w:rPr>
                <w:sz w:val="28"/>
              </w:rPr>
              <w:t xml:space="preserve">по </w:t>
            </w:r>
          </w:p>
          <w:p w:rsidR="009A78A8" w:rsidRPr="00346609" w:rsidRDefault="009A78A8" w:rsidP="000635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состоянию </w:t>
            </w:r>
            <w:r w:rsidRPr="00346609">
              <w:rPr>
                <w:sz w:val="28"/>
              </w:rPr>
              <w:t>на 01.01.201</w:t>
            </w:r>
            <w:r>
              <w:rPr>
                <w:sz w:val="28"/>
              </w:rPr>
              <w:t>6</w:t>
            </w:r>
          </w:p>
        </w:tc>
      </w:tr>
      <w:tr w:rsidR="009A78A8" w:rsidRPr="00346609" w:rsidTr="000635C2">
        <w:trPr>
          <w:cantSplit/>
          <w:trHeight w:val="773"/>
        </w:trPr>
        <w:tc>
          <w:tcPr>
            <w:tcW w:w="3544" w:type="dxa"/>
            <w:vMerge/>
          </w:tcPr>
          <w:p w:rsidR="009A78A8" w:rsidRPr="00346609" w:rsidRDefault="009A78A8" w:rsidP="000635C2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A78A8" w:rsidRPr="00346609" w:rsidRDefault="009A78A8" w:rsidP="000635C2">
            <w:pPr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9A78A8" w:rsidRPr="00346609" w:rsidRDefault="009A78A8" w:rsidP="000635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346609">
              <w:rPr>
                <w:sz w:val="28"/>
              </w:rPr>
              <w:t>ривлеч</w:t>
            </w:r>
            <w:r w:rsidRPr="00346609">
              <w:rPr>
                <w:sz w:val="28"/>
              </w:rPr>
              <w:t>е</w:t>
            </w:r>
            <w:r w:rsidRPr="00346609">
              <w:rPr>
                <w:sz w:val="28"/>
              </w:rPr>
              <w:t>ние в 20</w:t>
            </w:r>
            <w:r>
              <w:rPr>
                <w:sz w:val="28"/>
              </w:rPr>
              <w:t xml:space="preserve">15 </w:t>
            </w:r>
            <w:r w:rsidRPr="00346609">
              <w:rPr>
                <w:sz w:val="28"/>
              </w:rPr>
              <w:t>г</w:t>
            </w:r>
            <w:r>
              <w:rPr>
                <w:sz w:val="28"/>
              </w:rPr>
              <w:t>оду</w:t>
            </w:r>
          </w:p>
        </w:tc>
        <w:tc>
          <w:tcPr>
            <w:tcW w:w="1560" w:type="dxa"/>
            <w:vAlign w:val="center"/>
          </w:tcPr>
          <w:p w:rsidR="009A78A8" w:rsidRDefault="009A78A8" w:rsidP="000635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346609">
              <w:rPr>
                <w:sz w:val="28"/>
              </w:rPr>
              <w:t>огашение в 20</w:t>
            </w:r>
            <w:r>
              <w:rPr>
                <w:sz w:val="28"/>
              </w:rPr>
              <w:t>15</w:t>
            </w:r>
            <w:r w:rsidRPr="00346609">
              <w:rPr>
                <w:sz w:val="28"/>
              </w:rPr>
              <w:t xml:space="preserve"> </w:t>
            </w:r>
          </w:p>
          <w:p w:rsidR="009A78A8" w:rsidRPr="00346609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>г</w:t>
            </w:r>
            <w:r>
              <w:rPr>
                <w:sz w:val="28"/>
              </w:rPr>
              <w:t>оду</w:t>
            </w:r>
          </w:p>
        </w:tc>
        <w:tc>
          <w:tcPr>
            <w:tcW w:w="1559" w:type="dxa"/>
            <w:vMerge/>
          </w:tcPr>
          <w:p w:rsidR="009A78A8" w:rsidRPr="00346609" w:rsidRDefault="009A78A8" w:rsidP="000635C2">
            <w:pPr>
              <w:rPr>
                <w:sz w:val="28"/>
              </w:rPr>
            </w:pPr>
          </w:p>
        </w:tc>
      </w:tr>
      <w:tr w:rsidR="009A78A8" w:rsidRPr="00346609" w:rsidTr="000635C2">
        <w:tc>
          <w:tcPr>
            <w:tcW w:w="3544" w:type="dxa"/>
          </w:tcPr>
          <w:p w:rsidR="009A78A8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Кредиты кредитных ор</w:t>
            </w:r>
            <w:r>
              <w:rPr>
                <w:sz w:val="28"/>
              </w:rPr>
              <w:t>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 xml:space="preserve">низаций  в валюте </w:t>
            </w:r>
          </w:p>
          <w:p w:rsidR="009A78A8" w:rsidRPr="00346609" w:rsidRDefault="009A78A8" w:rsidP="000635C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Российской Ф</w:t>
            </w:r>
            <w:r w:rsidRPr="00346609">
              <w:rPr>
                <w:sz w:val="28"/>
              </w:rPr>
              <w:t>едерации</w:t>
            </w:r>
          </w:p>
        </w:tc>
        <w:tc>
          <w:tcPr>
            <w:tcW w:w="1559" w:type="dxa"/>
          </w:tcPr>
          <w:p w:rsidR="009A78A8" w:rsidRPr="00491306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14035809,9</w:t>
            </w:r>
          </w:p>
        </w:tc>
        <w:tc>
          <w:tcPr>
            <w:tcW w:w="1701" w:type="dxa"/>
          </w:tcPr>
          <w:p w:rsidR="009A78A8" w:rsidRPr="003977D8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7195903,2</w:t>
            </w:r>
          </w:p>
        </w:tc>
        <w:tc>
          <w:tcPr>
            <w:tcW w:w="1560" w:type="dxa"/>
          </w:tcPr>
          <w:p w:rsidR="009A78A8" w:rsidRPr="003977D8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3000000,0</w:t>
            </w:r>
          </w:p>
        </w:tc>
        <w:tc>
          <w:tcPr>
            <w:tcW w:w="1559" w:type="dxa"/>
          </w:tcPr>
          <w:p w:rsidR="009A78A8" w:rsidRPr="003977D8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18231713,1</w:t>
            </w:r>
          </w:p>
        </w:tc>
      </w:tr>
      <w:tr w:rsidR="009A78A8" w:rsidRPr="00346609" w:rsidTr="000635C2">
        <w:tc>
          <w:tcPr>
            <w:tcW w:w="3544" w:type="dxa"/>
          </w:tcPr>
          <w:p w:rsidR="009A78A8" w:rsidRPr="00346609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Бюджетные кредиты от других бюджетов бюдже</w:t>
            </w:r>
            <w:r w:rsidRPr="00346609">
              <w:rPr>
                <w:sz w:val="28"/>
              </w:rPr>
              <w:t>т</w:t>
            </w:r>
            <w:r w:rsidRPr="00346609">
              <w:rPr>
                <w:sz w:val="28"/>
              </w:rPr>
              <w:t>ной системы Российской Федерации</w:t>
            </w:r>
          </w:p>
        </w:tc>
        <w:tc>
          <w:tcPr>
            <w:tcW w:w="1559" w:type="dxa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2421211,1</w:t>
            </w:r>
          </w:p>
        </w:tc>
        <w:tc>
          <w:tcPr>
            <w:tcW w:w="1701" w:type="dxa"/>
          </w:tcPr>
          <w:p w:rsidR="009A78A8" w:rsidRPr="003977D8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</w:tcPr>
          <w:p w:rsidR="009A78A8" w:rsidRPr="003977D8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1076111,1</w:t>
            </w:r>
          </w:p>
        </w:tc>
        <w:tc>
          <w:tcPr>
            <w:tcW w:w="1559" w:type="dxa"/>
          </w:tcPr>
          <w:p w:rsidR="009A78A8" w:rsidRPr="003977D8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1345100,0</w:t>
            </w:r>
          </w:p>
        </w:tc>
      </w:tr>
      <w:tr w:rsidR="009A78A8" w:rsidRPr="00346609" w:rsidTr="000635C2">
        <w:tc>
          <w:tcPr>
            <w:tcW w:w="3544" w:type="dxa"/>
          </w:tcPr>
          <w:p w:rsidR="009A78A8" w:rsidRPr="00346609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9A78A8" w:rsidRPr="007324C0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16457021,0</w:t>
            </w:r>
          </w:p>
        </w:tc>
        <w:tc>
          <w:tcPr>
            <w:tcW w:w="1701" w:type="dxa"/>
            <w:vAlign w:val="center"/>
          </w:tcPr>
          <w:p w:rsidR="009A78A8" w:rsidRPr="009621AC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7195903,2</w:t>
            </w:r>
          </w:p>
        </w:tc>
        <w:tc>
          <w:tcPr>
            <w:tcW w:w="1560" w:type="dxa"/>
            <w:vAlign w:val="center"/>
          </w:tcPr>
          <w:p w:rsidR="009A78A8" w:rsidRPr="009621AC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4076111,1</w:t>
            </w:r>
          </w:p>
        </w:tc>
        <w:tc>
          <w:tcPr>
            <w:tcW w:w="1559" w:type="dxa"/>
            <w:vAlign w:val="center"/>
          </w:tcPr>
          <w:p w:rsidR="009A78A8" w:rsidRPr="009621AC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19576813,1</w:t>
            </w:r>
          </w:p>
        </w:tc>
      </w:tr>
    </w:tbl>
    <w:p w:rsidR="009A78A8" w:rsidRDefault="009A78A8" w:rsidP="000635C2">
      <w:pPr>
        <w:pStyle w:val="BodyText"/>
        <w:jc w:val="right"/>
      </w:pPr>
      <w:r>
        <w:t>Таблица 2</w:t>
      </w:r>
    </w:p>
    <w:p w:rsidR="009A78A8" w:rsidRPr="00346609" w:rsidRDefault="009A78A8" w:rsidP="000635C2">
      <w:pPr>
        <w:pStyle w:val="BodyText"/>
        <w:jc w:val="right"/>
      </w:pPr>
    </w:p>
    <w:p w:rsidR="009A78A8" w:rsidRPr="00346609" w:rsidRDefault="009A78A8" w:rsidP="000635C2">
      <w:pPr>
        <w:pStyle w:val="Title"/>
      </w:pPr>
      <w:r w:rsidRPr="00346609">
        <w:t>Программа</w:t>
      </w:r>
    </w:p>
    <w:p w:rsidR="009A78A8" w:rsidRDefault="009A78A8" w:rsidP="000635C2">
      <w:pPr>
        <w:jc w:val="center"/>
        <w:rPr>
          <w:b/>
          <w:bCs/>
          <w:sz w:val="28"/>
        </w:rPr>
      </w:pPr>
      <w:r w:rsidRPr="00346609">
        <w:rPr>
          <w:b/>
          <w:bCs/>
          <w:sz w:val="28"/>
        </w:rPr>
        <w:t xml:space="preserve">государственных внутренних заимствований </w:t>
      </w:r>
      <w:r>
        <w:rPr>
          <w:b/>
          <w:bCs/>
          <w:sz w:val="28"/>
        </w:rPr>
        <w:br/>
      </w:r>
      <w:r w:rsidRPr="00346609">
        <w:rPr>
          <w:b/>
          <w:bCs/>
          <w:sz w:val="28"/>
        </w:rPr>
        <w:t>Ульяновской области</w:t>
      </w:r>
      <w:r>
        <w:rPr>
          <w:b/>
          <w:bCs/>
          <w:sz w:val="28"/>
        </w:rPr>
        <w:t xml:space="preserve"> </w:t>
      </w:r>
      <w:r w:rsidRPr="00346609">
        <w:rPr>
          <w:b/>
          <w:bCs/>
          <w:sz w:val="28"/>
        </w:rPr>
        <w:t>на 201</w:t>
      </w:r>
      <w:r>
        <w:rPr>
          <w:b/>
          <w:bCs/>
          <w:sz w:val="28"/>
        </w:rPr>
        <w:t>6</w:t>
      </w:r>
      <w:r w:rsidRPr="00346609">
        <w:rPr>
          <w:b/>
          <w:bCs/>
          <w:sz w:val="28"/>
        </w:rPr>
        <w:t xml:space="preserve"> год</w:t>
      </w:r>
    </w:p>
    <w:p w:rsidR="009A78A8" w:rsidRPr="00346609" w:rsidRDefault="009A78A8" w:rsidP="000635C2">
      <w:pPr>
        <w:jc w:val="center"/>
        <w:rPr>
          <w:b/>
          <w:bCs/>
          <w:sz w:val="28"/>
        </w:rPr>
      </w:pPr>
    </w:p>
    <w:p w:rsidR="009A78A8" w:rsidRPr="00346609" w:rsidRDefault="009A78A8" w:rsidP="000635C2">
      <w:pPr>
        <w:pStyle w:val="Heading1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тыс</w:t>
      </w:r>
      <w:r w:rsidRPr="00346609">
        <w:t xml:space="preserve">. </w:t>
      </w:r>
      <w:r>
        <w:t>руб.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559"/>
        <w:gridCol w:w="1701"/>
        <w:gridCol w:w="1560"/>
        <w:gridCol w:w="1559"/>
        <w:gridCol w:w="1559"/>
        <w:gridCol w:w="1559"/>
      </w:tblGrid>
      <w:tr w:rsidR="009A78A8" w:rsidRPr="00346609" w:rsidTr="000635C2">
        <w:trPr>
          <w:cantSplit/>
        </w:trPr>
        <w:tc>
          <w:tcPr>
            <w:tcW w:w="3402" w:type="dxa"/>
            <w:vMerge w:val="restart"/>
            <w:vAlign w:val="center"/>
          </w:tcPr>
          <w:p w:rsidR="009A78A8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Наименование </w:t>
            </w:r>
          </w:p>
          <w:p w:rsidR="009A78A8" w:rsidRPr="00346609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>показателей</w:t>
            </w:r>
          </w:p>
        </w:tc>
        <w:tc>
          <w:tcPr>
            <w:tcW w:w="1559" w:type="dxa"/>
            <w:vMerge w:val="restart"/>
            <w:vAlign w:val="center"/>
          </w:tcPr>
          <w:p w:rsidR="009A78A8" w:rsidRPr="00346609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Долг </w:t>
            </w:r>
            <w:r>
              <w:rPr>
                <w:sz w:val="28"/>
              </w:rPr>
              <w:t xml:space="preserve">по состоянию </w:t>
            </w:r>
            <w:r w:rsidRPr="00346609">
              <w:rPr>
                <w:sz w:val="28"/>
              </w:rPr>
              <w:t>на 01.01.201</w:t>
            </w:r>
            <w:r>
              <w:rPr>
                <w:sz w:val="28"/>
              </w:rPr>
              <w:t>6</w:t>
            </w:r>
          </w:p>
        </w:tc>
        <w:tc>
          <w:tcPr>
            <w:tcW w:w="3261" w:type="dxa"/>
            <w:gridSpan w:val="2"/>
            <w:vAlign w:val="center"/>
          </w:tcPr>
          <w:p w:rsidR="009A78A8" w:rsidRPr="00E61272" w:rsidRDefault="009A78A8" w:rsidP="000635C2">
            <w:pPr>
              <w:pStyle w:val="Heading2"/>
              <w:jc w:val="center"/>
              <w:rPr>
                <w:bCs w:val="0"/>
                <w:i w:val="0"/>
              </w:rPr>
            </w:pPr>
            <w:r w:rsidRPr="00E61272">
              <w:rPr>
                <w:bCs w:val="0"/>
                <w:i w:val="0"/>
              </w:rPr>
              <w:t>План</w:t>
            </w:r>
          </w:p>
        </w:tc>
        <w:tc>
          <w:tcPr>
            <w:tcW w:w="1559" w:type="dxa"/>
            <w:vMerge w:val="restart"/>
            <w:vAlign w:val="center"/>
          </w:tcPr>
          <w:p w:rsidR="009A78A8" w:rsidRPr="00346609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Долг </w:t>
            </w:r>
            <w:r>
              <w:rPr>
                <w:sz w:val="28"/>
              </w:rPr>
              <w:t xml:space="preserve">по    состоянию </w:t>
            </w:r>
            <w:r w:rsidRPr="00346609">
              <w:rPr>
                <w:sz w:val="28"/>
              </w:rPr>
              <w:t xml:space="preserve">на </w:t>
            </w:r>
            <w:r>
              <w:rPr>
                <w:sz w:val="28"/>
              </w:rPr>
              <w:t xml:space="preserve"> </w:t>
            </w:r>
            <w:r w:rsidRPr="00346609">
              <w:rPr>
                <w:sz w:val="28"/>
              </w:rPr>
              <w:t>01.01.201</w:t>
            </w:r>
            <w:r>
              <w:rPr>
                <w:sz w:val="28"/>
              </w:rPr>
              <w:t>7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:rsidR="009A78A8" w:rsidRPr="00346609" w:rsidRDefault="009A78A8" w:rsidP="000635C2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9A78A8" w:rsidRPr="00346609" w:rsidRDefault="009A78A8" w:rsidP="000635C2">
            <w:pPr>
              <w:jc w:val="center"/>
              <w:rPr>
                <w:sz w:val="28"/>
              </w:rPr>
            </w:pPr>
          </w:p>
        </w:tc>
      </w:tr>
      <w:tr w:rsidR="009A78A8" w:rsidRPr="00346609" w:rsidTr="000635C2">
        <w:trPr>
          <w:cantSplit/>
        </w:trPr>
        <w:tc>
          <w:tcPr>
            <w:tcW w:w="3402" w:type="dxa"/>
            <w:vMerge/>
          </w:tcPr>
          <w:p w:rsidR="009A78A8" w:rsidRPr="00346609" w:rsidRDefault="009A78A8" w:rsidP="000635C2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A78A8" w:rsidRPr="00346609" w:rsidRDefault="009A78A8" w:rsidP="000635C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9A78A8" w:rsidRPr="00346609" w:rsidRDefault="009A78A8" w:rsidP="000635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привлеч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ние в 2016</w:t>
            </w:r>
            <w:r w:rsidRPr="00346609">
              <w:rPr>
                <w:sz w:val="28"/>
              </w:rPr>
              <w:t xml:space="preserve"> г</w:t>
            </w:r>
            <w:r>
              <w:rPr>
                <w:sz w:val="28"/>
              </w:rPr>
              <w:t>оду</w:t>
            </w:r>
          </w:p>
        </w:tc>
        <w:tc>
          <w:tcPr>
            <w:tcW w:w="1560" w:type="dxa"/>
          </w:tcPr>
          <w:p w:rsidR="009A78A8" w:rsidRDefault="009A78A8" w:rsidP="000635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погашение в 2016</w:t>
            </w:r>
            <w:r w:rsidRPr="00346609">
              <w:rPr>
                <w:sz w:val="28"/>
              </w:rPr>
              <w:t xml:space="preserve"> </w:t>
            </w:r>
          </w:p>
          <w:p w:rsidR="009A78A8" w:rsidRPr="00346609" w:rsidRDefault="009A78A8" w:rsidP="000635C2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>г</w:t>
            </w:r>
            <w:r>
              <w:rPr>
                <w:sz w:val="28"/>
              </w:rPr>
              <w:t>оду</w:t>
            </w:r>
          </w:p>
        </w:tc>
        <w:tc>
          <w:tcPr>
            <w:tcW w:w="1559" w:type="dxa"/>
            <w:vMerge/>
          </w:tcPr>
          <w:p w:rsidR="009A78A8" w:rsidRPr="00346609" w:rsidRDefault="009A78A8" w:rsidP="000635C2">
            <w:pPr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:rsidR="009A78A8" w:rsidRPr="00346609" w:rsidRDefault="009A78A8" w:rsidP="000635C2">
            <w:pPr>
              <w:rPr>
                <w:sz w:val="28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9A78A8" w:rsidRPr="00346609" w:rsidRDefault="009A78A8" w:rsidP="000635C2">
            <w:pPr>
              <w:rPr>
                <w:sz w:val="28"/>
              </w:rPr>
            </w:pPr>
          </w:p>
        </w:tc>
      </w:tr>
      <w:tr w:rsidR="009A78A8" w:rsidRPr="00346609" w:rsidTr="000635C2">
        <w:tc>
          <w:tcPr>
            <w:tcW w:w="3402" w:type="dxa"/>
          </w:tcPr>
          <w:p w:rsidR="009A78A8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Кредиты кредитных орг</w:t>
            </w:r>
            <w:r w:rsidRPr="00346609">
              <w:rPr>
                <w:sz w:val="28"/>
              </w:rPr>
              <w:t>а</w:t>
            </w:r>
            <w:r w:rsidRPr="00346609">
              <w:rPr>
                <w:sz w:val="28"/>
              </w:rPr>
              <w:t xml:space="preserve">низаций  в валюте </w:t>
            </w:r>
          </w:p>
          <w:p w:rsidR="009A78A8" w:rsidRPr="00346609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 xml:space="preserve">Российской </w:t>
            </w:r>
            <w:r>
              <w:rPr>
                <w:sz w:val="28"/>
              </w:rPr>
              <w:t>Ф</w:t>
            </w:r>
            <w:r w:rsidRPr="00346609">
              <w:rPr>
                <w:sz w:val="28"/>
              </w:rPr>
              <w:t>едерации</w:t>
            </w:r>
          </w:p>
        </w:tc>
        <w:tc>
          <w:tcPr>
            <w:tcW w:w="1559" w:type="dxa"/>
          </w:tcPr>
          <w:p w:rsidR="009A78A8" w:rsidRPr="003977D8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18231713,1</w:t>
            </w:r>
          </w:p>
        </w:tc>
        <w:tc>
          <w:tcPr>
            <w:tcW w:w="1701" w:type="dxa"/>
          </w:tcPr>
          <w:p w:rsidR="009A78A8" w:rsidRPr="00661E23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10933388,7</w:t>
            </w:r>
          </w:p>
        </w:tc>
        <w:tc>
          <w:tcPr>
            <w:tcW w:w="1560" w:type="dxa"/>
          </w:tcPr>
          <w:p w:rsidR="009A78A8" w:rsidRPr="00661E23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5600000,0</w:t>
            </w:r>
          </w:p>
        </w:tc>
        <w:tc>
          <w:tcPr>
            <w:tcW w:w="1559" w:type="dxa"/>
          </w:tcPr>
          <w:p w:rsidR="009A78A8" w:rsidRPr="00661E23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23565101,8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:rsidR="009A78A8" w:rsidRDefault="009A78A8" w:rsidP="000635C2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9A78A8" w:rsidRDefault="009A78A8" w:rsidP="000635C2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9A78A8" w:rsidRPr="00346609" w:rsidTr="000635C2">
        <w:tc>
          <w:tcPr>
            <w:tcW w:w="3402" w:type="dxa"/>
          </w:tcPr>
          <w:p w:rsidR="009A78A8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Бюджетные кредиты от других бюджетов бю</w:t>
            </w:r>
            <w:r w:rsidRPr="00346609">
              <w:rPr>
                <w:sz w:val="28"/>
              </w:rPr>
              <w:t>д</w:t>
            </w:r>
            <w:r w:rsidRPr="00346609">
              <w:rPr>
                <w:sz w:val="28"/>
              </w:rPr>
              <w:t xml:space="preserve">жетной системы </w:t>
            </w:r>
          </w:p>
          <w:p w:rsidR="009A78A8" w:rsidRPr="00346609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Российской Федерации</w:t>
            </w:r>
          </w:p>
        </w:tc>
        <w:tc>
          <w:tcPr>
            <w:tcW w:w="1559" w:type="dxa"/>
          </w:tcPr>
          <w:p w:rsidR="009A78A8" w:rsidRPr="003977D8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1345100,0</w:t>
            </w:r>
          </w:p>
        </w:tc>
        <w:tc>
          <w:tcPr>
            <w:tcW w:w="1701" w:type="dxa"/>
          </w:tcPr>
          <w:p w:rsidR="009A78A8" w:rsidRPr="00661E23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</w:tcPr>
          <w:p w:rsidR="009A78A8" w:rsidRPr="00661E23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1345100,0</w:t>
            </w:r>
          </w:p>
        </w:tc>
        <w:tc>
          <w:tcPr>
            <w:tcW w:w="1559" w:type="dxa"/>
          </w:tcPr>
          <w:p w:rsidR="009A78A8" w:rsidRPr="00880A3A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:rsidR="009A78A8" w:rsidRDefault="009A78A8" w:rsidP="000635C2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9A78A8" w:rsidRDefault="009A78A8" w:rsidP="000635C2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9A78A8" w:rsidRPr="00346609" w:rsidTr="000635C2">
        <w:tc>
          <w:tcPr>
            <w:tcW w:w="3402" w:type="dxa"/>
          </w:tcPr>
          <w:p w:rsidR="009A78A8" w:rsidRPr="00346609" w:rsidRDefault="009A78A8" w:rsidP="000635C2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9A78A8" w:rsidRPr="009621AC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19576813,1</w:t>
            </w:r>
          </w:p>
        </w:tc>
        <w:tc>
          <w:tcPr>
            <w:tcW w:w="1701" w:type="dxa"/>
            <w:vAlign w:val="center"/>
          </w:tcPr>
          <w:p w:rsidR="009A78A8" w:rsidRPr="00661E23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10933388,7</w:t>
            </w:r>
          </w:p>
        </w:tc>
        <w:tc>
          <w:tcPr>
            <w:tcW w:w="1560" w:type="dxa"/>
            <w:vAlign w:val="center"/>
          </w:tcPr>
          <w:p w:rsidR="009A78A8" w:rsidRPr="00661E23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6945100,0</w:t>
            </w:r>
          </w:p>
        </w:tc>
        <w:tc>
          <w:tcPr>
            <w:tcW w:w="1559" w:type="dxa"/>
            <w:vAlign w:val="center"/>
          </w:tcPr>
          <w:p w:rsidR="009A78A8" w:rsidRPr="00880A3A" w:rsidRDefault="009A78A8" w:rsidP="000635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23565101,8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9A78A8" w:rsidRDefault="009A78A8" w:rsidP="000635C2">
            <w:pPr>
              <w:rPr>
                <w:sz w:val="28"/>
              </w:rPr>
            </w:pPr>
            <w:r>
              <w:rPr>
                <w:sz w:val="28"/>
              </w:rPr>
              <w:t>»;</w:t>
            </w:r>
          </w:p>
        </w:tc>
        <w:tc>
          <w:tcPr>
            <w:tcW w:w="1559" w:type="dxa"/>
            <w:tcBorders>
              <w:left w:val="nil"/>
            </w:tcBorders>
          </w:tcPr>
          <w:p w:rsidR="009A78A8" w:rsidRDefault="009A78A8" w:rsidP="000635C2">
            <w:pPr>
              <w:spacing w:line="360" w:lineRule="auto"/>
              <w:jc w:val="center"/>
              <w:rPr>
                <w:sz w:val="28"/>
              </w:rPr>
            </w:pPr>
          </w:p>
        </w:tc>
      </w:tr>
    </w:tbl>
    <w:p w:rsidR="009A78A8" w:rsidRDefault="009A78A8" w:rsidP="000635C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78A8" w:rsidRDefault="009A78A8" w:rsidP="000635C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18) приложение 31 изложить в следующей редакции:</w:t>
      </w:r>
    </w:p>
    <w:p w:rsidR="009A78A8" w:rsidRDefault="009A78A8">
      <w:r>
        <w:br w:type="page"/>
      </w:r>
    </w:p>
    <w:tbl>
      <w:tblPr>
        <w:tblW w:w="4394" w:type="dxa"/>
        <w:tblInd w:w="5637" w:type="dxa"/>
        <w:tblLook w:val="00A0"/>
      </w:tblPr>
      <w:tblGrid>
        <w:gridCol w:w="4394"/>
      </w:tblGrid>
      <w:tr w:rsidR="009A78A8" w:rsidRPr="005826EB" w:rsidTr="000635C2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br w:type="page"/>
            </w:r>
            <w:r w:rsidRPr="006861C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ПРИЛОЖЕНИЕ 31</w:t>
            </w:r>
          </w:p>
        </w:tc>
      </w:tr>
      <w:tr w:rsidR="009A78A8" w:rsidRPr="005826EB" w:rsidTr="000635C2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9A78A8" w:rsidRPr="005826EB" w:rsidTr="000635C2">
        <w:trPr>
          <w:trHeight w:val="243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«Об областном бюджете</w:t>
            </w:r>
          </w:p>
        </w:tc>
      </w:tr>
      <w:tr w:rsidR="009A78A8" w:rsidRPr="005826EB" w:rsidTr="000635C2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 на 2014</w:t>
            </w:r>
            <w:r w:rsidRPr="005826EB">
              <w:rPr>
                <w:sz w:val="28"/>
                <w:szCs w:val="28"/>
              </w:rPr>
              <w:t xml:space="preserve"> год</w:t>
            </w:r>
          </w:p>
        </w:tc>
      </w:tr>
      <w:tr w:rsidR="009A78A8" w:rsidRPr="005826EB" w:rsidTr="000635C2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и на плановый период</w:t>
            </w:r>
          </w:p>
        </w:tc>
      </w:tr>
      <w:tr w:rsidR="009A78A8" w:rsidRPr="005826EB" w:rsidTr="000635C2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0635C2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26EB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5826E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9A78A8" w:rsidRDefault="009A78A8" w:rsidP="000635C2">
      <w:pPr>
        <w:pStyle w:val="Title"/>
        <w:jc w:val="right"/>
        <w:rPr>
          <w:b w:val="0"/>
        </w:rPr>
      </w:pPr>
    </w:p>
    <w:p w:rsidR="009A78A8" w:rsidRDefault="009A78A8" w:rsidP="000635C2">
      <w:pPr>
        <w:pStyle w:val="Title"/>
        <w:jc w:val="right"/>
        <w:rPr>
          <w:b w:val="0"/>
        </w:rPr>
      </w:pPr>
    </w:p>
    <w:p w:rsidR="009A78A8" w:rsidRDefault="009A78A8" w:rsidP="000635C2">
      <w:pPr>
        <w:pStyle w:val="Title"/>
        <w:jc w:val="right"/>
        <w:rPr>
          <w:b w:val="0"/>
        </w:rPr>
      </w:pPr>
    </w:p>
    <w:p w:rsidR="009A78A8" w:rsidRPr="00346609" w:rsidRDefault="009A78A8" w:rsidP="000635C2">
      <w:pPr>
        <w:pStyle w:val="BodyText"/>
        <w:ind w:left="-426" w:right="-2" w:firstLine="426"/>
        <w:jc w:val="center"/>
      </w:pPr>
      <w:r w:rsidRPr="00A41D7B">
        <w:rPr>
          <w:b/>
          <w:bCs/>
          <w:szCs w:val="28"/>
        </w:rPr>
        <w:t>Программа</w:t>
      </w:r>
    </w:p>
    <w:p w:rsidR="009A78A8" w:rsidRPr="00A41D7B" w:rsidRDefault="009A78A8" w:rsidP="000635C2">
      <w:pPr>
        <w:jc w:val="center"/>
        <w:rPr>
          <w:b/>
          <w:bCs/>
          <w:sz w:val="28"/>
          <w:szCs w:val="28"/>
        </w:rPr>
      </w:pPr>
      <w:r w:rsidRPr="00A41D7B">
        <w:rPr>
          <w:b/>
          <w:bCs/>
          <w:sz w:val="28"/>
          <w:szCs w:val="28"/>
        </w:rPr>
        <w:t xml:space="preserve">государственных гарантий </w:t>
      </w:r>
      <w:r>
        <w:rPr>
          <w:b/>
          <w:bCs/>
          <w:sz w:val="28"/>
          <w:szCs w:val="28"/>
        </w:rPr>
        <w:br/>
      </w:r>
      <w:r w:rsidRPr="00A41D7B">
        <w:rPr>
          <w:b/>
          <w:bCs/>
          <w:sz w:val="28"/>
          <w:szCs w:val="28"/>
        </w:rPr>
        <w:t>Ульяновской области</w:t>
      </w:r>
      <w:r>
        <w:rPr>
          <w:b/>
          <w:bCs/>
          <w:sz w:val="28"/>
          <w:szCs w:val="28"/>
        </w:rPr>
        <w:t xml:space="preserve"> </w:t>
      </w:r>
      <w:r w:rsidRPr="00A41D7B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4</w:t>
      </w:r>
      <w:r w:rsidRPr="00A41D7B">
        <w:rPr>
          <w:b/>
          <w:bCs/>
          <w:sz w:val="28"/>
          <w:szCs w:val="28"/>
        </w:rPr>
        <w:t xml:space="preserve"> год </w:t>
      </w:r>
    </w:p>
    <w:p w:rsidR="009A78A8" w:rsidRDefault="009A78A8" w:rsidP="000635C2">
      <w:pPr>
        <w:jc w:val="center"/>
        <w:rPr>
          <w:b/>
          <w:bCs/>
          <w:sz w:val="28"/>
        </w:rPr>
      </w:pPr>
    </w:p>
    <w:p w:rsidR="009A78A8" w:rsidRDefault="009A78A8" w:rsidP="000635C2">
      <w:pPr>
        <w:jc w:val="right"/>
        <w:rPr>
          <w:bCs/>
          <w:sz w:val="28"/>
        </w:rPr>
      </w:pPr>
      <w:r w:rsidRPr="00CE5B65">
        <w:rPr>
          <w:bCs/>
          <w:sz w:val="28"/>
        </w:rPr>
        <w:t>Таблица 1</w:t>
      </w:r>
    </w:p>
    <w:p w:rsidR="009A78A8" w:rsidRPr="00CE5B65" w:rsidRDefault="009A78A8" w:rsidP="000635C2">
      <w:pPr>
        <w:jc w:val="right"/>
        <w:rPr>
          <w:bCs/>
          <w:sz w:val="28"/>
        </w:rPr>
      </w:pPr>
    </w:p>
    <w:p w:rsidR="009A78A8" w:rsidRPr="00E357B6" w:rsidRDefault="009A78A8" w:rsidP="000635C2">
      <w:pPr>
        <w:pStyle w:val="Heading1"/>
        <w:jc w:val="center"/>
        <w:rPr>
          <w:b/>
          <w:szCs w:val="28"/>
        </w:rPr>
      </w:pPr>
      <w:r w:rsidRPr="00E357B6">
        <w:rPr>
          <w:b/>
          <w:szCs w:val="28"/>
        </w:rPr>
        <w:t>Перечень подлежащих предоставлению государственных гарантий</w:t>
      </w:r>
    </w:p>
    <w:p w:rsidR="009A78A8" w:rsidRPr="00E357B6" w:rsidRDefault="009A78A8" w:rsidP="000635C2">
      <w:pPr>
        <w:pStyle w:val="Heading1"/>
        <w:jc w:val="center"/>
        <w:rPr>
          <w:b/>
          <w:szCs w:val="28"/>
        </w:rPr>
      </w:pPr>
      <w:r w:rsidRPr="00E357B6">
        <w:rPr>
          <w:b/>
          <w:szCs w:val="28"/>
        </w:rPr>
        <w:t>Ульяновской области</w:t>
      </w:r>
    </w:p>
    <w:p w:rsidR="009A78A8" w:rsidRPr="00963436" w:rsidRDefault="009A78A8" w:rsidP="000635C2"/>
    <w:p w:rsidR="009A78A8" w:rsidRDefault="009A78A8" w:rsidP="000635C2">
      <w:pPr>
        <w:pStyle w:val="Heading1"/>
        <w:jc w:val="right"/>
      </w:pPr>
      <w:r w:rsidRPr="00346609">
        <w:t>тыс. руб</w:t>
      </w:r>
      <w:r>
        <w:t>.</w:t>
      </w:r>
    </w:p>
    <w:tbl>
      <w:tblPr>
        <w:tblW w:w="1020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402"/>
        <w:gridCol w:w="2976"/>
        <w:gridCol w:w="1276"/>
        <w:gridCol w:w="1957"/>
      </w:tblGrid>
      <w:tr w:rsidR="009A78A8" w:rsidRPr="00CE5B65" w:rsidTr="00203246">
        <w:trPr>
          <w:trHeight w:val="322"/>
        </w:trPr>
        <w:tc>
          <w:tcPr>
            <w:tcW w:w="594" w:type="dxa"/>
            <w:vMerge w:val="restart"/>
            <w:tcBorders>
              <w:bottom w:val="nil"/>
            </w:tcBorders>
            <w:vAlign w:val="center"/>
          </w:tcPr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№</w:t>
            </w:r>
          </w:p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п/п</w:t>
            </w:r>
          </w:p>
        </w:tc>
        <w:tc>
          <w:tcPr>
            <w:tcW w:w="3402" w:type="dxa"/>
            <w:vMerge w:val="restart"/>
            <w:tcBorders>
              <w:bottom w:val="nil"/>
            </w:tcBorders>
            <w:vAlign w:val="center"/>
          </w:tcPr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2976" w:type="dxa"/>
            <w:vMerge w:val="restart"/>
            <w:tcBorders>
              <w:bottom w:val="nil"/>
            </w:tcBorders>
            <w:vAlign w:val="center"/>
          </w:tcPr>
          <w:p w:rsidR="009A78A8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Категория</w:t>
            </w:r>
          </w:p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(наименование)</w:t>
            </w:r>
          </w:p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принципала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Общая сумма</w:t>
            </w:r>
          </w:p>
        </w:tc>
        <w:tc>
          <w:tcPr>
            <w:tcW w:w="1957" w:type="dxa"/>
            <w:vMerge w:val="restart"/>
            <w:tcBorders>
              <w:bottom w:val="nil"/>
            </w:tcBorders>
            <w:vAlign w:val="center"/>
          </w:tcPr>
          <w:p w:rsidR="009A78A8" w:rsidRDefault="009A78A8" w:rsidP="000635C2">
            <w:pPr>
              <w:ind w:left="-78" w:right="-108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 xml:space="preserve">Наличие права </w:t>
            </w:r>
          </w:p>
          <w:p w:rsidR="009A78A8" w:rsidRPr="00CE5B65" w:rsidRDefault="009A78A8" w:rsidP="000635C2">
            <w:pPr>
              <w:ind w:left="-78" w:right="-108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регрессного требования</w:t>
            </w:r>
          </w:p>
        </w:tc>
      </w:tr>
      <w:tr w:rsidR="009A78A8" w:rsidRPr="00CE5B65" w:rsidTr="00203246">
        <w:trPr>
          <w:trHeight w:val="322"/>
        </w:trPr>
        <w:tc>
          <w:tcPr>
            <w:tcW w:w="594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  <w:tc>
          <w:tcPr>
            <w:tcW w:w="1957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</w:tr>
    </w:tbl>
    <w:p w:rsidR="009A78A8" w:rsidRPr="00203246" w:rsidRDefault="009A78A8">
      <w:pPr>
        <w:rPr>
          <w:sz w:val="2"/>
          <w:szCs w:val="2"/>
        </w:rPr>
      </w:pPr>
    </w:p>
    <w:tbl>
      <w:tblPr>
        <w:tblW w:w="1020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402"/>
        <w:gridCol w:w="2976"/>
        <w:gridCol w:w="1276"/>
        <w:gridCol w:w="1957"/>
      </w:tblGrid>
      <w:tr w:rsidR="009A78A8" w:rsidRPr="00CE5B65" w:rsidTr="00203246">
        <w:trPr>
          <w:tblHeader/>
        </w:trPr>
        <w:tc>
          <w:tcPr>
            <w:tcW w:w="594" w:type="dxa"/>
          </w:tcPr>
          <w:p w:rsidR="009A78A8" w:rsidRPr="00CE5B65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9A78A8" w:rsidRPr="00CE5B65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9A78A8" w:rsidRPr="008F347D" w:rsidRDefault="009A78A8" w:rsidP="0020324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276" w:type="dxa"/>
          </w:tcPr>
          <w:p w:rsidR="009A78A8" w:rsidRPr="00CE5B65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57" w:type="dxa"/>
          </w:tcPr>
          <w:p w:rsidR="009A78A8" w:rsidRPr="00CE5B65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A78A8" w:rsidRPr="00CE5B65" w:rsidTr="000635C2">
        <w:tc>
          <w:tcPr>
            <w:tcW w:w="594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9A78A8" w:rsidRPr="00CE5B65" w:rsidRDefault="009A78A8" w:rsidP="000635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По заимствованиям в ц</w:t>
            </w:r>
            <w:r w:rsidRPr="00CE5B65">
              <w:rPr>
                <w:sz w:val="28"/>
                <w:szCs w:val="28"/>
              </w:rPr>
              <w:t>е</w:t>
            </w:r>
            <w:r w:rsidRPr="00CE5B65">
              <w:rPr>
                <w:sz w:val="28"/>
                <w:szCs w:val="28"/>
              </w:rPr>
              <w:t>лях создания инфрастру</w:t>
            </w:r>
            <w:r w:rsidRPr="00CE5B65">
              <w:rPr>
                <w:sz w:val="28"/>
                <w:szCs w:val="28"/>
              </w:rPr>
              <w:t>к</w:t>
            </w:r>
            <w:r w:rsidRPr="00CE5B65">
              <w:rPr>
                <w:sz w:val="28"/>
                <w:szCs w:val="28"/>
              </w:rPr>
              <w:t>туры промышленной зоны (промышленных зон) на территории Ульяновской области и (или) портовой особой экономической зоны на территории м</w:t>
            </w:r>
            <w:r w:rsidRPr="00CE5B65">
              <w:rPr>
                <w:sz w:val="28"/>
                <w:szCs w:val="28"/>
              </w:rPr>
              <w:t>у</w:t>
            </w:r>
            <w:r w:rsidRPr="00CE5B65">
              <w:rPr>
                <w:sz w:val="28"/>
                <w:szCs w:val="28"/>
              </w:rPr>
              <w:t>ниципального образов</w:t>
            </w:r>
            <w:r w:rsidRPr="00CE5B65">
              <w:rPr>
                <w:sz w:val="28"/>
                <w:szCs w:val="28"/>
              </w:rPr>
              <w:t>а</w:t>
            </w:r>
            <w:r w:rsidRPr="00CE5B65"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>«</w:t>
            </w:r>
            <w:r w:rsidRPr="00CE5B65">
              <w:rPr>
                <w:sz w:val="28"/>
                <w:szCs w:val="28"/>
              </w:rPr>
              <w:t>Чердаклинский  ра</w:t>
            </w:r>
            <w:r w:rsidRPr="00CE5B65">
              <w:rPr>
                <w:sz w:val="28"/>
                <w:szCs w:val="28"/>
              </w:rPr>
              <w:t>й</w:t>
            </w:r>
            <w:r w:rsidRPr="00CE5B65">
              <w:rPr>
                <w:sz w:val="28"/>
                <w:szCs w:val="28"/>
              </w:rPr>
              <w:t>он</w:t>
            </w:r>
            <w:r>
              <w:rPr>
                <w:sz w:val="28"/>
                <w:szCs w:val="28"/>
              </w:rPr>
              <w:t>»</w:t>
            </w:r>
            <w:r w:rsidRPr="00CE5B65"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2976" w:type="dxa"/>
          </w:tcPr>
          <w:p w:rsidR="009A78A8" w:rsidRPr="008F347D" w:rsidRDefault="009A78A8" w:rsidP="000635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Открытое акционе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ное общество «Корп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рация развития Уль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новской области»</w:t>
            </w:r>
          </w:p>
        </w:tc>
        <w:tc>
          <w:tcPr>
            <w:tcW w:w="1276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0,0</w:t>
            </w:r>
          </w:p>
        </w:tc>
        <w:tc>
          <w:tcPr>
            <w:tcW w:w="1957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нет</w:t>
            </w:r>
          </w:p>
        </w:tc>
      </w:tr>
      <w:tr w:rsidR="009A78A8" w:rsidRPr="00CE5B65" w:rsidTr="000635C2">
        <w:tc>
          <w:tcPr>
            <w:tcW w:w="594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9A78A8" w:rsidRPr="00CE5B65" w:rsidRDefault="009A78A8" w:rsidP="000635C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заимствованиям, 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ществляемым в целях создания инфраструктуры промышленной зоны «З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волжье»</w:t>
            </w:r>
          </w:p>
        </w:tc>
        <w:tc>
          <w:tcPr>
            <w:tcW w:w="2976" w:type="dxa"/>
          </w:tcPr>
          <w:p w:rsidR="009A78A8" w:rsidRPr="008F347D" w:rsidRDefault="009A78A8" w:rsidP="000635C2">
            <w:pPr>
              <w:spacing w:line="360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Юридические лица, отобранные в соотве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ствии с законодател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ь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ством Российской Ф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дерации и законод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тельством Ульяно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ской области</w:t>
            </w:r>
          </w:p>
        </w:tc>
        <w:tc>
          <w:tcPr>
            <w:tcW w:w="1276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1957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9A78A8" w:rsidRPr="00CE5B65" w:rsidTr="000635C2">
        <w:tc>
          <w:tcPr>
            <w:tcW w:w="6972" w:type="dxa"/>
            <w:gridSpan w:val="3"/>
          </w:tcPr>
          <w:p w:rsidR="009A78A8" w:rsidRPr="00CE5B65" w:rsidRDefault="009A78A8" w:rsidP="000635C2">
            <w:pPr>
              <w:spacing w:line="360" w:lineRule="auto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1957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A78A8" w:rsidRPr="008D7204" w:rsidRDefault="009A78A8" w:rsidP="000635C2">
      <w:pPr>
        <w:spacing w:line="360" w:lineRule="auto"/>
        <w:rPr>
          <w:sz w:val="28"/>
          <w:szCs w:val="28"/>
        </w:rPr>
      </w:pPr>
    </w:p>
    <w:p w:rsidR="009A78A8" w:rsidRPr="00880A76" w:rsidRDefault="009A78A8" w:rsidP="000635C2">
      <w:pPr>
        <w:pStyle w:val="Heading1"/>
        <w:jc w:val="right"/>
        <w:rPr>
          <w:b/>
          <w:szCs w:val="28"/>
        </w:rPr>
      </w:pPr>
      <w:r w:rsidRPr="00880A76">
        <w:rPr>
          <w:szCs w:val="28"/>
        </w:rPr>
        <w:t>Таблица</w:t>
      </w:r>
      <w:r>
        <w:rPr>
          <w:szCs w:val="28"/>
        </w:rPr>
        <w:t xml:space="preserve"> </w:t>
      </w:r>
      <w:r w:rsidRPr="00880A76">
        <w:rPr>
          <w:szCs w:val="28"/>
        </w:rPr>
        <w:t xml:space="preserve">2 </w:t>
      </w:r>
    </w:p>
    <w:p w:rsidR="009A78A8" w:rsidRDefault="009A78A8" w:rsidP="000635C2">
      <w:pPr>
        <w:pStyle w:val="Heading1"/>
        <w:jc w:val="center"/>
        <w:rPr>
          <w:b/>
          <w:szCs w:val="28"/>
        </w:rPr>
      </w:pPr>
    </w:p>
    <w:p w:rsidR="009A78A8" w:rsidRPr="00E357B6" w:rsidRDefault="009A78A8" w:rsidP="000635C2">
      <w:pPr>
        <w:pStyle w:val="Heading1"/>
        <w:jc w:val="center"/>
        <w:rPr>
          <w:b/>
          <w:szCs w:val="28"/>
        </w:rPr>
      </w:pPr>
      <w:r w:rsidRPr="00E357B6">
        <w:rPr>
          <w:b/>
          <w:szCs w:val="28"/>
        </w:rPr>
        <w:t xml:space="preserve">Перечень подлежащих исполнению государственных гарантий </w:t>
      </w:r>
    </w:p>
    <w:p w:rsidR="009A78A8" w:rsidRPr="00880A76" w:rsidRDefault="009A78A8" w:rsidP="000635C2">
      <w:pPr>
        <w:pStyle w:val="Heading1"/>
        <w:jc w:val="center"/>
        <w:rPr>
          <w:b/>
        </w:rPr>
      </w:pPr>
      <w:r w:rsidRPr="00E357B6">
        <w:rPr>
          <w:b/>
          <w:szCs w:val="28"/>
        </w:rPr>
        <w:t>Ульяновской области</w:t>
      </w:r>
    </w:p>
    <w:p w:rsidR="009A78A8" w:rsidRPr="00880A76" w:rsidRDefault="009A78A8" w:rsidP="000635C2">
      <w:pPr>
        <w:pStyle w:val="Heading1"/>
        <w:jc w:val="right"/>
        <w:rPr>
          <w:b/>
        </w:rPr>
      </w:pPr>
      <w:r w:rsidRPr="00880A76">
        <w:t>тыс. руб.</w:t>
      </w:r>
    </w:p>
    <w:tbl>
      <w:tblPr>
        <w:tblW w:w="10133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3402"/>
        <w:gridCol w:w="2976"/>
        <w:gridCol w:w="1418"/>
        <w:gridCol w:w="1701"/>
      </w:tblGrid>
      <w:tr w:rsidR="009A78A8" w:rsidRPr="00CE5B65" w:rsidTr="00203246">
        <w:trPr>
          <w:trHeight w:val="322"/>
        </w:trPr>
        <w:tc>
          <w:tcPr>
            <w:tcW w:w="636" w:type="dxa"/>
            <w:vMerge w:val="restart"/>
            <w:tcBorders>
              <w:bottom w:val="nil"/>
            </w:tcBorders>
            <w:vAlign w:val="center"/>
          </w:tcPr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№</w:t>
            </w:r>
          </w:p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п/п</w:t>
            </w:r>
          </w:p>
        </w:tc>
        <w:tc>
          <w:tcPr>
            <w:tcW w:w="3402" w:type="dxa"/>
            <w:vMerge w:val="restart"/>
            <w:tcBorders>
              <w:bottom w:val="nil"/>
            </w:tcBorders>
            <w:vAlign w:val="center"/>
          </w:tcPr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2976" w:type="dxa"/>
            <w:vMerge w:val="restart"/>
            <w:tcBorders>
              <w:bottom w:val="nil"/>
            </w:tcBorders>
            <w:vAlign w:val="center"/>
          </w:tcPr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Категория                        (наименование)</w:t>
            </w:r>
          </w:p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принципала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Общая сумма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9A78A8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 xml:space="preserve">Наличие права </w:t>
            </w:r>
          </w:p>
          <w:p w:rsidR="009A78A8" w:rsidRPr="00CE5B65" w:rsidRDefault="009A78A8" w:rsidP="000635C2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регрессного требования</w:t>
            </w:r>
          </w:p>
        </w:tc>
      </w:tr>
      <w:tr w:rsidR="009A78A8" w:rsidRPr="00CE5B65" w:rsidTr="00203246">
        <w:trPr>
          <w:trHeight w:val="322"/>
        </w:trPr>
        <w:tc>
          <w:tcPr>
            <w:tcW w:w="636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9A78A8" w:rsidRPr="00CE5B65" w:rsidRDefault="009A78A8" w:rsidP="000635C2">
            <w:pPr>
              <w:rPr>
                <w:sz w:val="28"/>
                <w:szCs w:val="28"/>
              </w:rPr>
            </w:pPr>
          </w:p>
        </w:tc>
      </w:tr>
    </w:tbl>
    <w:p w:rsidR="009A78A8" w:rsidRPr="00203246" w:rsidRDefault="009A78A8">
      <w:pPr>
        <w:rPr>
          <w:sz w:val="2"/>
          <w:szCs w:val="2"/>
        </w:rPr>
      </w:pPr>
    </w:p>
    <w:tbl>
      <w:tblPr>
        <w:tblW w:w="10133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3402"/>
        <w:gridCol w:w="2976"/>
        <w:gridCol w:w="1418"/>
        <w:gridCol w:w="1701"/>
      </w:tblGrid>
      <w:tr w:rsidR="009A78A8" w:rsidRPr="00CE5B65" w:rsidTr="00203246">
        <w:trPr>
          <w:tblHeader/>
        </w:trPr>
        <w:tc>
          <w:tcPr>
            <w:tcW w:w="636" w:type="dxa"/>
          </w:tcPr>
          <w:p w:rsidR="009A78A8" w:rsidRPr="00CE5B65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9A78A8" w:rsidRPr="00CE5B65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9A78A8" w:rsidRPr="008F347D" w:rsidRDefault="009A78A8" w:rsidP="0020324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418" w:type="dxa"/>
          </w:tcPr>
          <w:p w:rsidR="009A78A8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A78A8" w:rsidRPr="00CE5B65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A78A8" w:rsidRPr="00CE5B65" w:rsidTr="000635C2">
        <w:tc>
          <w:tcPr>
            <w:tcW w:w="636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9A78A8" w:rsidRPr="00CE5B65" w:rsidRDefault="009A78A8" w:rsidP="000635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По заимствованиям в ц</w:t>
            </w:r>
            <w:r w:rsidRPr="00CE5B65">
              <w:rPr>
                <w:sz w:val="28"/>
                <w:szCs w:val="28"/>
              </w:rPr>
              <w:t>е</w:t>
            </w:r>
            <w:r w:rsidRPr="00CE5B65">
              <w:rPr>
                <w:sz w:val="28"/>
                <w:szCs w:val="28"/>
              </w:rPr>
              <w:t>лях создания инфрастру</w:t>
            </w:r>
            <w:r w:rsidRPr="00CE5B65">
              <w:rPr>
                <w:sz w:val="28"/>
                <w:szCs w:val="28"/>
              </w:rPr>
              <w:t>к</w:t>
            </w:r>
            <w:r w:rsidRPr="00CE5B65">
              <w:rPr>
                <w:sz w:val="28"/>
                <w:szCs w:val="28"/>
              </w:rPr>
              <w:t>туры промышленной зоны (промышленных зон) на территории Ульяновской области и (или) портовой особой экономической зоны на территории м</w:t>
            </w:r>
            <w:r w:rsidRPr="00CE5B65">
              <w:rPr>
                <w:sz w:val="28"/>
                <w:szCs w:val="28"/>
              </w:rPr>
              <w:t>у</w:t>
            </w:r>
            <w:r w:rsidRPr="00CE5B65">
              <w:rPr>
                <w:sz w:val="28"/>
                <w:szCs w:val="28"/>
              </w:rPr>
              <w:t>ниципального образов</w:t>
            </w:r>
            <w:r w:rsidRPr="00CE5B65">
              <w:rPr>
                <w:sz w:val="28"/>
                <w:szCs w:val="28"/>
              </w:rPr>
              <w:t>а</w:t>
            </w:r>
            <w:r w:rsidRPr="00CE5B65"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>«</w:t>
            </w:r>
            <w:r w:rsidRPr="00CE5B65">
              <w:rPr>
                <w:sz w:val="28"/>
                <w:szCs w:val="28"/>
              </w:rPr>
              <w:t>Чердаклинский  ра</w:t>
            </w:r>
            <w:r w:rsidRPr="00CE5B65">
              <w:rPr>
                <w:sz w:val="28"/>
                <w:szCs w:val="28"/>
              </w:rPr>
              <w:t>й</w:t>
            </w:r>
            <w:r w:rsidRPr="00CE5B65">
              <w:rPr>
                <w:sz w:val="28"/>
                <w:szCs w:val="28"/>
              </w:rPr>
              <w:t>он</w:t>
            </w:r>
            <w:r>
              <w:rPr>
                <w:sz w:val="28"/>
                <w:szCs w:val="28"/>
              </w:rPr>
              <w:t>»</w:t>
            </w:r>
            <w:r w:rsidRPr="00CE5B65">
              <w:rPr>
                <w:sz w:val="28"/>
                <w:szCs w:val="28"/>
              </w:rPr>
              <w:t xml:space="preserve"> Ульяновской области  </w:t>
            </w:r>
          </w:p>
        </w:tc>
        <w:tc>
          <w:tcPr>
            <w:tcW w:w="2976" w:type="dxa"/>
          </w:tcPr>
          <w:p w:rsidR="009A78A8" w:rsidRPr="00CE5B65" w:rsidRDefault="009A78A8" w:rsidP="000635C2">
            <w:pPr>
              <w:spacing w:line="360" w:lineRule="auto"/>
              <w:rPr>
                <w:sz w:val="28"/>
                <w:szCs w:val="28"/>
              </w:rPr>
            </w:pP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Открытое акционе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ное общество «Корп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рация развития Уль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новской области»</w:t>
            </w:r>
          </w:p>
        </w:tc>
        <w:tc>
          <w:tcPr>
            <w:tcW w:w="1418" w:type="dxa"/>
          </w:tcPr>
          <w:p w:rsidR="009A78A8" w:rsidRPr="008F347D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79374,8</w:t>
            </w:r>
          </w:p>
        </w:tc>
        <w:tc>
          <w:tcPr>
            <w:tcW w:w="1701" w:type="dxa"/>
          </w:tcPr>
          <w:p w:rsidR="009A78A8" w:rsidRPr="00CE5B65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нет</w:t>
            </w:r>
          </w:p>
        </w:tc>
      </w:tr>
      <w:tr w:rsidR="009A78A8" w:rsidRPr="00CE5B65" w:rsidTr="000635C2">
        <w:tc>
          <w:tcPr>
            <w:tcW w:w="636" w:type="dxa"/>
          </w:tcPr>
          <w:p w:rsidR="009A78A8" w:rsidRPr="00CE5B65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9A78A8" w:rsidRPr="00CE5B65" w:rsidRDefault="009A78A8" w:rsidP="00524F4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заимствованиям, 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ществляемым в целях создания инфраструктуры промышленной зоны «З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волжье»</w:t>
            </w:r>
          </w:p>
        </w:tc>
        <w:tc>
          <w:tcPr>
            <w:tcW w:w="2976" w:type="dxa"/>
          </w:tcPr>
          <w:p w:rsidR="009A78A8" w:rsidRPr="008F347D" w:rsidRDefault="009A78A8" w:rsidP="00524F47">
            <w:pPr>
              <w:spacing w:line="360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Юридические лица, отобранные в соотве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ствии с законодател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ь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ством Российской Ф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дерации и законод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тельством Ульяно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ской области</w:t>
            </w:r>
          </w:p>
        </w:tc>
        <w:tc>
          <w:tcPr>
            <w:tcW w:w="1418" w:type="dxa"/>
          </w:tcPr>
          <w:p w:rsidR="009A78A8" w:rsidRPr="00CE5B65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1701" w:type="dxa"/>
          </w:tcPr>
          <w:p w:rsidR="009A78A8" w:rsidRPr="00CE5B65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9A78A8" w:rsidRPr="00CE5B65" w:rsidTr="000635C2">
        <w:trPr>
          <w:trHeight w:val="152"/>
        </w:trPr>
        <w:tc>
          <w:tcPr>
            <w:tcW w:w="7014" w:type="dxa"/>
            <w:gridSpan w:val="3"/>
          </w:tcPr>
          <w:p w:rsidR="009A78A8" w:rsidRPr="00CE5B65" w:rsidRDefault="009A78A8" w:rsidP="000635C2">
            <w:pPr>
              <w:spacing w:line="360" w:lineRule="auto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Итого</w:t>
            </w:r>
          </w:p>
        </w:tc>
        <w:tc>
          <w:tcPr>
            <w:tcW w:w="1418" w:type="dxa"/>
          </w:tcPr>
          <w:p w:rsidR="009A78A8" w:rsidRPr="008F347D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175374,8</w:t>
            </w:r>
          </w:p>
        </w:tc>
        <w:tc>
          <w:tcPr>
            <w:tcW w:w="1701" w:type="dxa"/>
          </w:tcPr>
          <w:p w:rsidR="009A78A8" w:rsidRPr="00CE5B65" w:rsidRDefault="009A78A8" w:rsidP="000635C2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9A78A8" w:rsidRDefault="009A78A8" w:rsidP="000635C2">
      <w:pPr>
        <w:jc w:val="center"/>
        <w:rPr>
          <w:sz w:val="28"/>
          <w:szCs w:val="28"/>
        </w:rPr>
      </w:pPr>
    </w:p>
    <w:p w:rsidR="009A78A8" w:rsidRDefault="009A78A8" w:rsidP="000635C2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9A78A8" w:rsidRDefault="009A78A8" w:rsidP="000635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78A8" w:rsidRDefault="009A78A8" w:rsidP="000635C2">
      <w:pPr>
        <w:jc w:val="center"/>
        <w:rPr>
          <w:b/>
          <w:sz w:val="28"/>
          <w:szCs w:val="28"/>
        </w:rPr>
      </w:pPr>
      <w:r w:rsidRPr="00E357B6">
        <w:rPr>
          <w:b/>
          <w:sz w:val="28"/>
          <w:szCs w:val="28"/>
        </w:rPr>
        <w:t>Общий объ</w:t>
      </w:r>
      <w:r>
        <w:rPr>
          <w:b/>
          <w:sz w:val="28"/>
          <w:szCs w:val="28"/>
        </w:rPr>
        <w:t>ё</w:t>
      </w:r>
      <w:r w:rsidRPr="00E357B6">
        <w:rPr>
          <w:b/>
          <w:sz w:val="28"/>
          <w:szCs w:val="28"/>
        </w:rPr>
        <w:t xml:space="preserve">м бюджетных ассигнований, предусмотренных </w:t>
      </w:r>
    </w:p>
    <w:p w:rsidR="009A78A8" w:rsidRDefault="009A78A8" w:rsidP="000635C2">
      <w:pPr>
        <w:jc w:val="center"/>
        <w:rPr>
          <w:b/>
          <w:sz w:val="28"/>
          <w:szCs w:val="28"/>
        </w:rPr>
      </w:pPr>
      <w:r w:rsidRPr="00E357B6">
        <w:rPr>
          <w:b/>
          <w:sz w:val="28"/>
          <w:szCs w:val="28"/>
        </w:rPr>
        <w:t xml:space="preserve">на исполнение государственных гарантий </w:t>
      </w:r>
    </w:p>
    <w:p w:rsidR="009A78A8" w:rsidRPr="00E357B6" w:rsidRDefault="009A78A8" w:rsidP="000635C2">
      <w:pPr>
        <w:jc w:val="center"/>
        <w:rPr>
          <w:b/>
          <w:sz w:val="28"/>
          <w:szCs w:val="28"/>
        </w:rPr>
      </w:pPr>
      <w:r w:rsidRPr="00E357B6">
        <w:rPr>
          <w:b/>
          <w:sz w:val="28"/>
          <w:szCs w:val="28"/>
        </w:rPr>
        <w:t>Ульяновской области</w:t>
      </w:r>
    </w:p>
    <w:p w:rsidR="009A78A8" w:rsidRPr="00880A76" w:rsidRDefault="009A78A8" w:rsidP="000635C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3"/>
        <w:gridCol w:w="4394"/>
        <w:gridCol w:w="567"/>
      </w:tblGrid>
      <w:tr w:rsidR="009A78A8" w:rsidRPr="00880A76" w:rsidTr="000635C2">
        <w:trPr>
          <w:trHeight w:val="1408"/>
        </w:trPr>
        <w:tc>
          <w:tcPr>
            <w:tcW w:w="5353" w:type="dxa"/>
            <w:vAlign w:val="center"/>
          </w:tcPr>
          <w:p w:rsidR="009A78A8" w:rsidRPr="00431C93" w:rsidRDefault="009A78A8" w:rsidP="000635C2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Исполнение государственных гарантий Ульяновской области</w:t>
            </w:r>
          </w:p>
        </w:tc>
        <w:tc>
          <w:tcPr>
            <w:tcW w:w="4394" w:type="dxa"/>
            <w:vAlign w:val="center"/>
          </w:tcPr>
          <w:p w:rsidR="009A78A8" w:rsidRDefault="009A78A8" w:rsidP="000635C2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Объём бюджетных ассигнований,</w:t>
            </w:r>
          </w:p>
          <w:p w:rsidR="009A78A8" w:rsidRDefault="009A78A8" w:rsidP="000635C2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 xml:space="preserve">предусмотренных на исполнение </w:t>
            </w:r>
          </w:p>
          <w:p w:rsidR="009A78A8" w:rsidRDefault="009A78A8" w:rsidP="000635C2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 xml:space="preserve">государственных гарантий </w:t>
            </w:r>
          </w:p>
          <w:p w:rsidR="009A78A8" w:rsidRPr="00431C93" w:rsidRDefault="009A78A8" w:rsidP="000635C2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9A78A8" w:rsidRPr="00431C93" w:rsidRDefault="009A78A8" w:rsidP="000635C2">
            <w:pPr>
              <w:jc w:val="center"/>
              <w:rPr>
                <w:sz w:val="28"/>
                <w:szCs w:val="28"/>
              </w:rPr>
            </w:pPr>
          </w:p>
        </w:tc>
      </w:tr>
      <w:tr w:rsidR="009A78A8" w:rsidRPr="00880A76" w:rsidTr="000635C2">
        <w:tc>
          <w:tcPr>
            <w:tcW w:w="5353" w:type="dxa"/>
          </w:tcPr>
          <w:p w:rsidR="009A78A8" w:rsidRPr="00431C93" w:rsidRDefault="009A78A8" w:rsidP="0069772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За счёт расходов областного бюджета</w:t>
            </w:r>
            <w:r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4394" w:type="dxa"/>
          </w:tcPr>
          <w:p w:rsidR="009A78A8" w:rsidRPr="008F347D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79374,8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9A78A8" w:rsidRPr="008F347D" w:rsidRDefault="009A78A8" w:rsidP="000635C2">
            <w:pPr>
              <w:rPr>
                <w:sz w:val="28"/>
                <w:szCs w:val="28"/>
              </w:rPr>
            </w:pPr>
          </w:p>
        </w:tc>
      </w:tr>
      <w:tr w:rsidR="009A78A8" w:rsidRPr="00880A76" w:rsidTr="000635C2">
        <w:tc>
          <w:tcPr>
            <w:tcW w:w="5353" w:type="dxa"/>
          </w:tcPr>
          <w:p w:rsidR="009A78A8" w:rsidRPr="00431C93" w:rsidRDefault="009A78A8" w:rsidP="0069772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счёт источников финансирования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фицита областного бюджета Ульяновской области</w:t>
            </w:r>
          </w:p>
        </w:tc>
        <w:tc>
          <w:tcPr>
            <w:tcW w:w="4394" w:type="dxa"/>
          </w:tcPr>
          <w:p w:rsidR="009A78A8" w:rsidRDefault="009A78A8" w:rsidP="000635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9A78A8" w:rsidRDefault="009A78A8" w:rsidP="000635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A78A8" w:rsidRDefault="009A78A8" w:rsidP="000635C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78A8" w:rsidRDefault="009A78A8" w:rsidP="000635C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19) приложение 32 изложить в следующей редакции:</w:t>
      </w:r>
    </w:p>
    <w:p w:rsidR="009A78A8" w:rsidRDefault="009A78A8">
      <w:r>
        <w:br w:type="page"/>
      </w:r>
    </w:p>
    <w:tbl>
      <w:tblPr>
        <w:tblW w:w="4253" w:type="dxa"/>
        <w:tblInd w:w="5778" w:type="dxa"/>
        <w:tblLook w:val="00A0"/>
      </w:tblPr>
      <w:tblGrid>
        <w:gridCol w:w="4253"/>
      </w:tblGrid>
      <w:tr w:rsidR="009A78A8" w:rsidRPr="005826EB" w:rsidTr="00524F47">
        <w:trPr>
          <w:trHeight w:val="29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524F47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br w:type="page"/>
            </w:r>
            <w:r w:rsidRPr="006861C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ПРИЛОЖЕНИЕ 32</w:t>
            </w:r>
          </w:p>
        </w:tc>
      </w:tr>
      <w:tr w:rsidR="009A78A8" w:rsidRPr="005826EB" w:rsidTr="00524F47">
        <w:trPr>
          <w:trHeight w:val="23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524F47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9A78A8" w:rsidRPr="005826EB" w:rsidTr="00524F47">
        <w:trPr>
          <w:trHeight w:val="29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524F47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«Об областном бюджете</w:t>
            </w:r>
          </w:p>
        </w:tc>
      </w:tr>
      <w:tr w:rsidR="009A78A8" w:rsidRPr="005826EB" w:rsidTr="00524F47">
        <w:trPr>
          <w:trHeight w:val="25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524F47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 на 2014</w:t>
            </w:r>
            <w:r w:rsidRPr="005826EB">
              <w:rPr>
                <w:sz w:val="28"/>
                <w:szCs w:val="28"/>
              </w:rPr>
              <w:t xml:space="preserve"> год</w:t>
            </w:r>
          </w:p>
        </w:tc>
      </w:tr>
      <w:tr w:rsidR="009A78A8" w:rsidRPr="005826EB" w:rsidTr="00524F47">
        <w:trPr>
          <w:trHeight w:val="18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524F47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и на плановый период</w:t>
            </w:r>
          </w:p>
        </w:tc>
      </w:tr>
      <w:tr w:rsidR="009A78A8" w:rsidRPr="005826EB" w:rsidTr="00524F47">
        <w:trPr>
          <w:trHeight w:val="9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8A8" w:rsidRPr="005826EB" w:rsidRDefault="009A78A8" w:rsidP="00524F47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26EB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5826E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9A78A8" w:rsidRDefault="009A78A8" w:rsidP="00697723">
      <w:pPr>
        <w:spacing w:line="235" w:lineRule="auto"/>
        <w:jc w:val="center"/>
        <w:rPr>
          <w:b/>
          <w:bCs/>
          <w:sz w:val="28"/>
          <w:szCs w:val="32"/>
        </w:rPr>
      </w:pPr>
    </w:p>
    <w:p w:rsidR="009A78A8" w:rsidRDefault="009A78A8" w:rsidP="00697723">
      <w:pPr>
        <w:spacing w:line="235" w:lineRule="auto"/>
        <w:jc w:val="center"/>
        <w:rPr>
          <w:b/>
          <w:bCs/>
          <w:sz w:val="28"/>
          <w:szCs w:val="32"/>
        </w:rPr>
      </w:pPr>
    </w:p>
    <w:p w:rsidR="009A78A8" w:rsidRPr="00764172" w:rsidRDefault="009A78A8" w:rsidP="00697723">
      <w:pPr>
        <w:spacing w:line="235" w:lineRule="auto"/>
        <w:jc w:val="center"/>
        <w:rPr>
          <w:b/>
          <w:bCs/>
          <w:sz w:val="28"/>
          <w:szCs w:val="32"/>
        </w:rPr>
      </w:pPr>
    </w:p>
    <w:p w:rsidR="009A78A8" w:rsidRDefault="009A78A8" w:rsidP="00697723">
      <w:pPr>
        <w:spacing w:line="235" w:lineRule="auto"/>
        <w:jc w:val="center"/>
        <w:rPr>
          <w:b/>
          <w:bCs/>
          <w:sz w:val="32"/>
          <w:szCs w:val="32"/>
        </w:rPr>
      </w:pPr>
      <w:r w:rsidRPr="00A41D7B">
        <w:rPr>
          <w:b/>
          <w:bCs/>
          <w:sz w:val="28"/>
          <w:szCs w:val="28"/>
        </w:rPr>
        <w:t>Программа</w:t>
      </w:r>
    </w:p>
    <w:p w:rsidR="009A78A8" w:rsidRPr="00A41D7B" w:rsidRDefault="009A78A8" w:rsidP="00697723">
      <w:pPr>
        <w:spacing w:line="235" w:lineRule="auto"/>
        <w:jc w:val="center"/>
        <w:rPr>
          <w:b/>
          <w:bCs/>
          <w:sz w:val="28"/>
          <w:szCs w:val="28"/>
        </w:rPr>
      </w:pPr>
      <w:r w:rsidRPr="00A41D7B">
        <w:rPr>
          <w:b/>
          <w:bCs/>
          <w:sz w:val="28"/>
          <w:szCs w:val="28"/>
        </w:rPr>
        <w:t xml:space="preserve">государственных гарантий Ульяновской области </w:t>
      </w:r>
    </w:p>
    <w:p w:rsidR="009A78A8" w:rsidRPr="00A41D7B" w:rsidRDefault="009A78A8" w:rsidP="00697723">
      <w:pPr>
        <w:spacing w:line="23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плановый период 2015 и 2016 годов</w:t>
      </w:r>
    </w:p>
    <w:p w:rsidR="009A78A8" w:rsidRDefault="009A78A8" w:rsidP="00697723">
      <w:pPr>
        <w:spacing w:line="235" w:lineRule="auto"/>
        <w:jc w:val="center"/>
        <w:rPr>
          <w:b/>
          <w:bCs/>
          <w:sz w:val="28"/>
        </w:rPr>
      </w:pPr>
    </w:p>
    <w:p w:rsidR="009A78A8" w:rsidRDefault="009A78A8" w:rsidP="00697723">
      <w:pPr>
        <w:jc w:val="right"/>
        <w:rPr>
          <w:bCs/>
          <w:sz w:val="28"/>
        </w:rPr>
      </w:pPr>
      <w:r w:rsidRPr="00880A76">
        <w:rPr>
          <w:bCs/>
          <w:sz w:val="28"/>
        </w:rPr>
        <w:t>Таблица 1</w:t>
      </w:r>
    </w:p>
    <w:p w:rsidR="009A78A8" w:rsidRPr="00880A76" w:rsidRDefault="009A78A8" w:rsidP="00697723">
      <w:pPr>
        <w:jc w:val="right"/>
        <w:rPr>
          <w:bCs/>
          <w:sz w:val="28"/>
        </w:rPr>
      </w:pPr>
    </w:p>
    <w:p w:rsidR="009A78A8" w:rsidRDefault="009A78A8" w:rsidP="00697723">
      <w:pPr>
        <w:pStyle w:val="Heading1"/>
        <w:jc w:val="center"/>
        <w:rPr>
          <w:b/>
          <w:szCs w:val="28"/>
        </w:rPr>
      </w:pPr>
      <w:r w:rsidRPr="006C08EF">
        <w:rPr>
          <w:b/>
          <w:szCs w:val="28"/>
        </w:rPr>
        <w:t xml:space="preserve">Перечень подлежащих предоставлению государственных гарантий </w:t>
      </w:r>
    </w:p>
    <w:p w:rsidR="009A78A8" w:rsidRDefault="009A78A8" w:rsidP="00697723">
      <w:pPr>
        <w:pStyle w:val="Heading1"/>
        <w:jc w:val="center"/>
        <w:rPr>
          <w:b/>
          <w:szCs w:val="28"/>
        </w:rPr>
      </w:pPr>
      <w:r w:rsidRPr="006C08EF">
        <w:rPr>
          <w:b/>
          <w:szCs w:val="28"/>
        </w:rPr>
        <w:t>Ульяновской области</w:t>
      </w:r>
    </w:p>
    <w:p w:rsidR="009A78A8" w:rsidRPr="006C08EF" w:rsidRDefault="009A78A8" w:rsidP="00697723"/>
    <w:p w:rsidR="009A78A8" w:rsidRPr="00880A76" w:rsidRDefault="009A78A8" w:rsidP="00697723">
      <w:pPr>
        <w:pStyle w:val="Heading1"/>
        <w:jc w:val="right"/>
        <w:rPr>
          <w:b/>
        </w:rPr>
      </w:pPr>
      <w:r w:rsidRPr="00880A76">
        <w:t>тыс. руб.</w:t>
      </w:r>
    </w:p>
    <w:tbl>
      <w:tblPr>
        <w:tblW w:w="0" w:type="auto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8"/>
        <w:gridCol w:w="3260"/>
        <w:gridCol w:w="2143"/>
        <w:gridCol w:w="975"/>
        <w:gridCol w:w="993"/>
        <w:gridCol w:w="1984"/>
      </w:tblGrid>
      <w:tr w:rsidR="009A78A8" w:rsidRPr="004F5046" w:rsidTr="00524F47">
        <w:trPr>
          <w:trHeight w:val="841"/>
        </w:trPr>
        <w:tc>
          <w:tcPr>
            <w:tcW w:w="608" w:type="dxa"/>
            <w:vMerge w:val="restart"/>
            <w:vAlign w:val="center"/>
          </w:tcPr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№</w:t>
            </w:r>
          </w:p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п/п</w:t>
            </w:r>
          </w:p>
        </w:tc>
        <w:tc>
          <w:tcPr>
            <w:tcW w:w="3260" w:type="dxa"/>
            <w:vMerge w:val="restart"/>
            <w:vAlign w:val="center"/>
          </w:tcPr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2143" w:type="dxa"/>
            <w:vMerge w:val="restart"/>
            <w:vAlign w:val="center"/>
          </w:tcPr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Категория      (наименование) принципала</w:t>
            </w:r>
          </w:p>
        </w:tc>
        <w:tc>
          <w:tcPr>
            <w:tcW w:w="1968" w:type="dxa"/>
            <w:gridSpan w:val="2"/>
            <w:vAlign w:val="center"/>
          </w:tcPr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Общая сумма</w:t>
            </w:r>
          </w:p>
        </w:tc>
        <w:tc>
          <w:tcPr>
            <w:tcW w:w="1984" w:type="dxa"/>
            <w:vMerge w:val="restart"/>
            <w:vAlign w:val="center"/>
          </w:tcPr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 xml:space="preserve">Наличие </w:t>
            </w:r>
          </w:p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 xml:space="preserve">права </w:t>
            </w:r>
          </w:p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регрессного требования</w:t>
            </w:r>
          </w:p>
        </w:tc>
      </w:tr>
      <w:tr w:rsidR="009A78A8" w:rsidRPr="004F5046" w:rsidTr="00524F47">
        <w:trPr>
          <w:trHeight w:val="290"/>
        </w:trPr>
        <w:tc>
          <w:tcPr>
            <w:tcW w:w="608" w:type="dxa"/>
            <w:vMerge/>
          </w:tcPr>
          <w:p w:rsidR="009A78A8" w:rsidRPr="00077381" w:rsidRDefault="009A78A8" w:rsidP="00524F47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A78A8" w:rsidRPr="00077381" w:rsidRDefault="009A78A8" w:rsidP="00524F47">
            <w:pPr>
              <w:rPr>
                <w:sz w:val="28"/>
                <w:szCs w:val="28"/>
              </w:rPr>
            </w:pPr>
          </w:p>
        </w:tc>
        <w:tc>
          <w:tcPr>
            <w:tcW w:w="2143" w:type="dxa"/>
            <w:vMerge/>
          </w:tcPr>
          <w:p w:rsidR="009A78A8" w:rsidRPr="00077381" w:rsidRDefault="009A78A8" w:rsidP="00524F47">
            <w:pPr>
              <w:rPr>
                <w:sz w:val="28"/>
                <w:szCs w:val="28"/>
              </w:rPr>
            </w:pPr>
          </w:p>
        </w:tc>
        <w:tc>
          <w:tcPr>
            <w:tcW w:w="975" w:type="dxa"/>
            <w:vAlign w:val="center"/>
          </w:tcPr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2015 год</w:t>
            </w:r>
          </w:p>
        </w:tc>
        <w:tc>
          <w:tcPr>
            <w:tcW w:w="993" w:type="dxa"/>
            <w:vAlign w:val="center"/>
          </w:tcPr>
          <w:p w:rsidR="009A78A8" w:rsidRPr="00077381" w:rsidRDefault="009A78A8" w:rsidP="00524F47">
            <w:pPr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2016 год</w:t>
            </w:r>
          </w:p>
        </w:tc>
        <w:tc>
          <w:tcPr>
            <w:tcW w:w="1984" w:type="dxa"/>
            <w:vMerge/>
          </w:tcPr>
          <w:p w:rsidR="009A78A8" w:rsidRPr="00077381" w:rsidRDefault="009A78A8" w:rsidP="00524F47">
            <w:pPr>
              <w:rPr>
                <w:sz w:val="28"/>
                <w:szCs w:val="28"/>
              </w:rPr>
            </w:pPr>
          </w:p>
        </w:tc>
      </w:tr>
      <w:tr w:rsidR="009A78A8" w:rsidRPr="004F5046" w:rsidTr="00524F47">
        <w:tc>
          <w:tcPr>
            <w:tcW w:w="608" w:type="dxa"/>
          </w:tcPr>
          <w:p w:rsidR="009A78A8" w:rsidRPr="00077381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9A78A8" w:rsidRPr="00077381" w:rsidRDefault="009A78A8" w:rsidP="00524F4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По заимствованиям в ц</w:t>
            </w:r>
            <w:r w:rsidRPr="00077381">
              <w:rPr>
                <w:sz w:val="28"/>
                <w:szCs w:val="28"/>
              </w:rPr>
              <w:t>е</w:t>
            </w:r>
            <w:r w:rsidRPr="00077381">
              <w:rPr>
                <w:sz w:val="28"/>
                <w:szCs w:val="28"/>
              </w:rPr>
              <w:t>лях создания инфр</w:t>
            </w:r>
            <w:r w:rsidRPr="00077381">
              <w:rPr>
                <w:sz w:val="28"/>
                <w:szCs w:val="28"/>
              </w:rPr>
              <w:t>а</w:t>
            </w:r>
            <w:r w:rsidRPr="00077381">
              <w:rPr>
                <w:sz w:val="28"/>
                <w:szCs w:val="28"/>
              </w:rPr>
              <w:t>структуры промышле</w:t>
            </w:r>
            <w:r w:rsidRPr="00077381">
              <w:rPr>
                <w:sz w:val="28"/>
                <w:szCs w:val="28"/>
              </w:rPr>
              <w:t>н</w:t>
            </w:r>
            <w:r w:rsidRPr="00077381">
              <w:rPr>
                <w:sz w:val="28"/>
                <w:szCs w:val="28"/>
              </w:rPr>
              <w:t>ной зоны (промышле</w:t>
            </w:r>
            <w:r w:rsidRPr="00077381">
              <w:rPr>
                <w:sz w:val="28"/>
                <w:szCs w:val="28"/>
              </w:rPr>
              <w:t>н</w:t>
            </w:r>
            <w:r w:rsidRPr="00077381">
              <w:rPr>
                <w:sz w:val="28"/>
                <w:szCs w:val="28"/>
              </w:rPr>
              <w:t>ных зон) на территории Ульяновской области и (или) портовой особой экономической зоны на территории муниц</w:t>
            </w:r>
            <w:r w:rsidRPr="00077381">
              <w:rPr>
                <w:sz w:val="28"/>
                <w:szCs w:val="28"/>
              </w:rPr>
              <w:t>и</w:t>
            </w:r>
            <w:r w:rsidRPr="00077381">
              <w:rPr>
                <w:sz w:val="28"/>
                <w:szCs w:val="28"/>
              </w:rPr>
              <w:t>пального образования  «Чердаклинский  район» Ульяновской области</w:t>
            </w:r>
          </w:p>
        </w:tc>
        <w:tc>
          <w:tcPr>
            <w:tcW w:w="2143" w:type="dxa"/>
          </w:tcPr>
          <w:p w:rsidR="009A78A8" w:rsidRPr="00077381" w:rsidRDefault="009A78A8" w:rsidP="00524F4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Открытое а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ционерное о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б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щество «Ко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порация разв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тия Ульяно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077381">
              <w:rPr>
                <w:color w:val="000000"/>
                <w:sz w:val="28"/>
                <w:szCs w:val="28"/>
                <w:shd w:val="clear" w:color="auto" w:fill="FFFFFF"/>
              </w:rPr>
              <w:t>ской области»</w:t>
            </w:r>
          </w:p>
        </w:tc>
        <w:tc>
          <w:tcPr>
            <w:tcW w:w="975" w:type="dxa"/>
          </w:tcPr>
          <w:p w:rsidR="009A78A8" w:rsidRPr="00077381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9A78A8" w:rsidRPr="00077381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9A78A8" w:rsidRPr="00077381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нет</w:t>
            </w:r>
          </w:p>
        </w:tc>
      </w:tr>
      <w:tr w:rsidR="009A78A8" w:rsidRPr="006C08EF" w:rsidTr="00524F47">
        <w:tc>
          <w:tcPr>
            <w:tcW w:w="6011" w:type="dxa"/>
            <w:gridSpan w:val="3"/>
          </w:tcPr>
          <w:p w:rsidR="009A78A8" w:rsidRPr="00077381" w:rsidRDefault="009A78A8" w:rsidP="00524F47">
            <w:pPr>
              <w:spacing w:line="360" w:lineRule="auto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Итого</w:t>
            </w:r>
          </w:p>
        </w:tc>
        <w:tc>
          <w:tcPr>
            <w:tcW w:w="975" w:type="dxa"/>
          </w:tcPr>
          <w:p w:rsidR="009A78A8" w:rsidRPr="00077381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9A78A8" w:rsidRPr="00077381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7381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9A78A8" w:rsidRPr="00077381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A78A8" w:rsidRDefault="009A78A8" w:rsidP="00697723">
      <w:pPr>
        <w:spacing w:line="360" w:lineRule="auto"/>
        <w:rPr>
          <w:sz w:val="28"/>
          <w:szCs w:val="28"/>
        </w:rPr>
      </w:pPr>
    </w:p>
    <w:p w:rsidR="009A78A8" w:rsidRDefault="009A78A8" w:rsidP="00697723">
      <w:pPr>
        <w:jc w:val="right"/>
        <w:rPr>
          <w:sz w:val="28"/>
          <w:szCs w:val="28"/>
        </w:rPr>
      </w:pPr>
      <w:r w:rsidRPr="006C08E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Pr="006C08EF">
        <w:rPr>
          <w:sz w:val="28"/>
          <w:szCs w:val="28"/>
        </w:rPr>
        <w:t xml:space="preserve"> </w:t>
      </w:r>
    </w:p>
    <w:p w:rsidR="009A78A8" w:rsidRPr="006C08EF" w:rsidRDefault="009A78A8" w:rsidP="00697723">
      <w:pPr>
        <w:jc w:val="right"/>
        <w:rPr>
          <w:sz w:val="28"/>
          <w:szCs w:val="28"/>
        </w:rPr>
      </w:pPr>
    </w:p>
    <w:p w:rsidR="009A78A8" w:rsidRPr="006C08EF" w:rsidRDefault="009A78A8" w:rsidP="00697723">
      <w:pPr>
        <w:pStyle w:val="Heading1"/>
        <w:jc w:val="center"/>
        <w:rPr>
          <w:b/>
          <w:szCs w:val="28"/>
        </w:rPr>
      </w:pPr>
      <w:r w:rsidRPr="006C08EF">
        <w:rPr>
          <w:b/>
          <w:szCs w:val="28"/>
        </w:rPr>
        <w:t xml:space="preserve">Перечень подлежащих исполнению государственных гарантий </w:t>
      </w:r>
    </w:p>
    <w:p w:rsidR="009A78A8" w:rsidRDefault="009A78A8" w:rsidP="00697723">
      <w:pPr>
        <w:pStyle w:val="Heading1"/>
        <w:jc w:val="center"/>
        <w:rPr>
          <w:b/>
          <w:szCs w:val="28"/>
        </w:rPr>
      </w:pPr>
      <w:r w:rsidRPr="006C08EF">
        <w:rPr>
          <w:b/>
          <w:szCs w:val="28"/>
        </w:rPr>
        <w:t>Ульяновской области</w:t>
      </w:r>
    </w:p>
    <w:p w:rsidR="009A78A8" w:rsidRPr="006C08EF" w:rsidRDefault="009A78A8" w:rsidP="00697723"/>
    <w:p w:rsidR="009A78A8" w:rsidRPr="006C08EF" w:rsidRDefault="009A78A8" w:rsidP="00697723">
      <w:pPr>
        <w:pStyle w:val="Heading1"/>
        <w:jc w:val="right"/>
        <w:rPr>
          <w:b/>
          <w:szCs w:val="28"/>
        </w:rPr>
      </w:pPr>
      <w:r w:rsidRPr="006C08EF">
        <w:rPr>
          <w:szCs w:val="28"/>
        </w:rPr>
        <w:t>тыс. руб.</w:t>
      </w:r>
    </w:p>
    <w:tbl>
      <w:tblPr>
        <w:tblW w:w="10005" w:type="dxa"/>
        <w:tblInd w:w="-11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1"/>
        <w:gridCol w:w="2824"/>
        <w:gridCol w:w="2268"/>
        <w:gridCol w:w="1275"/>
        <w:gridCol w:w="1276"/>
        <w:gridCol w:w="1701"/>
      </w:tblGrid>
      <w:tr w:rsidR="009A78A8" w:rsidRPr="006C08EF" w:rsidTr="00203246">
        <w:trPr>
          <w:trHeight w:val="840"/>
        </w:trPr>
        <w:tc>
          <w:tcPr>
            <w:tcW w:w="661" w:type="dxa"/>
            <w:vMerge w:val="restart"/>
            <w:vAlign w:val="center"/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№</w:t>
            </w:r>
          </w:p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п/п</w:t>
            </w:r>
          </w:p>
        </w:tc>
        <w:tc>
          <w:tcPr>
            <w:tcW w:w="2824" w:type="dxa"/>
            <w:vMerge w:val="restart"/>
            <w:vAlign w:val="center"/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2268" w:type="dxa"/>
            <w:vMerge w:val="restart"/>
            <w:vAlign w:val="center"/>
          </w:tcPr>
          <w:p w:rsidR="009A78A8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Категория</w:t>
            </w:r>
          </w:p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(наименование) принципала</w:t>
            </w:r>
          </w:p>
        </w:tc>
        <w:tc>
          <w:tcPr>
            <w:tcW w:w="2551" w:type="dxa"/>
            <w:gridSpan w:val="2"/>
            <w:vAlign w:val="center"/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Общая сумма</w:t>
            </w:r>
          </w:p>
        </w:tc>
        <w:tc>
          <w:tcPr>
            <w:tcW w:w="1701" w:type="dxa"/>
            <w:vMerge w:val="restart"/>
            <w:vAlign w:val="center"/>
          </w:tcPr>
          <w:p w:rsidR="009A78A8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 xml:space="preserve">Наличие </w:t>
            </w:r>
          </w:p>
          <w:p w:rsidR="009A78A8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 xml:space="preserve">права </w:t>
            </w:r>
          </w:p>
          <w:p w:rsidR="009A78A8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 xml:space="preserve">регрессного </w:t>
            </w:r>
          </w:p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требования</w:t>
            </w:r>
          </w:p>
        </w:tc>
      </w:tr>
      <w:tr w:rsidR="009A78A8" w:rsidRPr="006C08EF" w:rsidTr="00203246">
        <w:trPr>
          <w:trHeight w:val="293"/>
        </w:trPr>
        <w:tc>
          <w:tcPr>
            <w:tcW w:w="661" w:type="dxa"/>
            <w:vMerge/>
          </w:tcPr>
          <w:p w:rsidR="009A78A8" w:rsidRPr="006C08EF" w:rsidRDefault="009A78A8" w:rsidP="00524F47">
            <w:pPr>
              <w:rPr>
                <w:sz w:val="28"/>
                <w:szCs w:val="28"/>
              </w:rPr>
            </w:pPr>
          </w:p>
        </w:tc>
        <w:tc>
          <w:tcPr>
            <w:tcW w:w="2824" w:type="dxa"/>
            <w:vMerge/>
          </w:tcPr>
          <w:p w:rsidR="009A78A8" w:rsidRPr="006C08EF" w:rsidRDefault="009A78A8" w:rsidP="00524F4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A78A8" w:rsidRPr="006C08EF" w:rsidRDefault="009A78A8" w:rsidP="00524F47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2016 год</w:t>
            </w:r>
          </w:p>
        </w:tc>
        <w:tc>
          <w:tcPr>
            <w:tcW w:w="1701" w:type="dxa"/>
            <w:vMerge/>
          </w:tcPr>
          <w:p w:rsidR="009A78A8" w:rsidRPr="006C08EF" w:rsidRDefault="009A78A8" w:rsidP="00524F47">
            <w:pPr>
              <w:rPr>
                <w:sz w:val="28"/>
                <w:szCs w:val="28"/>
              </w:rPr>
            </w:pPr>
          </w:p>
        </w:tc>
      </w:tr>
    </w:tbl>
    <w:p w:rsidR="009A78A8" w:rsidRPr="00203246" w:rsidRDefault="009A78A8">
      <w:pPr>
        <w:rPr>
          <w:sz w:val="2"/>
          <w:szCs w:val="2"/>
        </w:rPr>
      </w:pPr>
    </w:p>
    <w:tbl>
      <w:tblPr>
        <w:tblW w:w="10005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1"/>
        <w:gridCol w:w="2824"/>
        <w:gridCol w:w="2268"/>
        <w:gridCol w:w="1275"/>
        <w:gridCol w:w="1276"/>
        <w:gridCol w:w="1701"/>
      </w:tblGrid>
      <w:tr w:rsidR="009A78A8" w:rsidRPr="006C08EF" w:rsidTr="00203246">
        <w:trPr>
          <w:trHeight w:val="70"/>
          <w:tblHeader/>
        </w:trPr>
        <w:tc>
          <w:tcPr>
            <w:tcW w:w="661" w:type="dxa"/>
          </w:tcPr>
          <w:p w:rsidR="009A78A8" w:rsidRPr="006C08EF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9A78A8" w:rsidRPr="006C08EF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9A78A8" w:rsidRPr="008F347D" w:rsidRDefault="009A78A8" w:rsidP="0020324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275" w:type="dxa"/>
          </w:tcPr>
          <w:p w:rsidR="009A78A8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A78A8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A78A8" w:rsidRPr="006C08EF" w:rsidRDefault="009A78A8" w:rsidP="0020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A78A8" w:rsidRPr="006C08EF" w:rsidTr="00524F47">
        <w:trPr>
          <w:trHeight w:val="70"/>
        </w:trPr>
        <w:tc>
          <w:tcPr>
            <w:tcW w:w="661" w:type="dxa"/>
          </w:tcPr>
          <w:p w:rsidR="009A78A8" w:rsidRPr="006C08EF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9A78A8" w:rsidRPr="006C08EF" w:rsidRDefault="009A78A8" w:rsidP="00524F4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По заимствованиям в целях создания и</w:t>
            </w:r>
            <w:r w:rsidRPr="006C08EF">
              <w:rPr>
                <w:sz w:val="28"/>
                <w:szCs w:val="28"/>
              </w:rPr>
              <w:t>н</w:t>
            </w:r>
            <w:r w:rsidRPr="006C08EF">
              <w:rPr>
                <w:sz w:val="28"/>
                <w:szCs w:val="28"/>
              </w:rPr>
              <w:t>фраструктуры пр</w:t>
            </w:r>
            <w:r w:rsidRPr="006C08EF">
              <w:rPr>
                <w:sz w:val="28"/>
                <w:szCs w:val="28"/>
              </w:rPr>
              <w:t>о</w:t>
            </w:r>
            <w:r w:rsidRPr="006C08EF">
              <w:rPr>
                <w:sz w:val="28"/>
                <w:szCs w:val="28"/>
              </w:rPr>
              <w:t>мышленной зоны (промышленных зон) на территории Уль</w:t>
            </w:r>
            <w:r w:rsidRPr="006C08EF">
              <w:rPr>
                <w:sz w:val="28"/>
                <w:szCs w:val="28"/>
              </w:rPr>
              <w:t>я</w:t>
            </w:r>
            <w:r w:rsidRPr="006C08EF">
              <w:rPr>
                <w:sz w:val="28"/>
                <w:szCs w:val="28"/>
              </w:rPr>
              <w:t>новской области и (или) портовой ос</w:t>
            </w:r>
            <w:r w:rsidRPr="006C08EF">
              <w:rPr>
                <w:sz w:val="28"/>
                <w:szCs w:val="28"/>
              </w:rPr>
              <w:t>о</w:t>
            </w:r>
            <w:r w:rsidRPr="006C08EF">
              <w:rPr>
                <w:sz w:val="28"/>
                <w:szCs w:val="28"/>
              </w:rPr>
              <w:t>бой экономической зоны на территории муниципального о</w:t>
            </w:r>
            <w:r w:rsidRPr="006C08EF">
              <w:rPr>
                <w:sz w:val="28"/>
                <w:szCs w:val="28"/>
              </w:rPr>
              <w:t>б</w:t>
            </w:r>
            <w:r w:rsidRPr="006C08EF">
              <w:rPr>
                <w:sz w:val="28"/>
                <w:szCs w:val="28"/>
              </w:rPr>
              <w:t>разования</w:t>
            </w:r>
            <w:r>
              <w:rPr>
                <w:sz w:val="28"/>
                <w:szCs w:val="28"/>
              </w:rPr>
              <w:t xml:space="preserve"> «</w:t>
            </w:r>
            <w:r w:rsidRPr="006C08EF">
              <w:rPr>
                <w:sz w:val="28"/>
                <w:szCs w:val="28"/>
              </w:rPr>
              <w:t>Черда</w:t>
            </w:r>
            <w:r w:rsidRPr="006C08EF">
              <w:rPr>
                <w:sz w:val="28"/>
                <w:szCs w:val="28"/>
              </w:rPr>
              <w:t>к</w:t>
            </w:r>
            <w:r w:rsidRPr="006C08EF">
              <w:rPr>
                <w:sz w:val="28"/>
                <w:szCs w:val="28"/>
              </w:rPr>
              <w:t>линский район</w:t>
            </w:r>
            <w:r>
              <w:rPr>
                <w:sz w:val="28"/>
                <w:szCs w:val="28"/>
              </w:rPr>
              <w:t>»</w:t>
            </w:r>
            <w:r w:rsidRPr="006C08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6C08EF">
              <w:rPr>
                <w:sz w:val="28"/>
                <w:szCs w:val="28"/>
              </w:rPr>
              <w:t>л</w:t>
            </w:r>
            <w:r w:rsidRPr="006C08EF">
              <w:rPr>
                <w:sz w:val="28"/>
                <w:szCs w:val="28"/>
              </w:rPr>
              <w:t>ь</w:t>
            </w:r>
            <w:r w:rsidRPr="006C08EF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2268" w:type="dxa"/>
          </w:tcPr>
          <w:p w:rsidR="009A78A8" w:rsidRPr="006C08EF" w:rsidRDefault="009A78A8" w:rsidP="00524F4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Открытое а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ционерное о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б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щество «Корп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8F347D">
              <w:rPr>
                <w:color w:val="000000"/>
                <w:sz w:val="28"/>
                <w:szCs w:val="28"/>
                <w:shd w:val="clear" w:color="auto" w:fill="FFFFFF"/>
              </w:rPr>
              <w:t>рация развития Ульяновской области»</w:t>
            </w:r>
          </w:p>
        </w:tc>
        <w:tc>
          <w:tcPr>
            <w:tcW w:w="1275" w:type="dxa"/>
          </w:tcPr>
          <w:p w:rsidR="009A78A8" w:rsidRPr="00912A0D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74520,4</w:t>
            </w:r>
          </w:p>
        </w:tc>
        <w:tc>
          <w:tcPr>
            <w:tcW w:w="1276" w:type="dxa"/>
          </w:tcPr>
          <w:p w:rsidR="009A78A8" w:rsidRPr="00912A0D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69666,0</w:t>
            </w:r>
          </w:p>
        </w:tc>
        <w:tc>
          <w:tcPr>
            <w:tcW w:w="1701" w:type="dxa"/>
          </w:tcPr>
          <w:p w:rsidR="009A78A8" w:rsidRPr="006C08EF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нет</w:t>
            </w:r>
          </w:p>
        </w:tc>
      </w:tr>
      <w:tr w:rsidR="009A78A8" w:rsidRPr="006C08EF" w:rsidTr="00524F47">
        <w:trPr>
          <w:trHeight w:val="70"/>
        </w:trPr>
        <w:tc>
          <w:tcPr>
            <w:tcW w:w="661" w:type="dxa"/>
          </w:tcPr>
          <w:p w:rsidR="009A78A8" w:rsidRPr="006C08EF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24" w:type="dxa"/>
          </w:tcPr>
          <w:p w:rsidR="009A78A8" w:rsidRPr="006C08EF" w:rsidRDefault="009A78A8" w:rsidP="00524F4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заимствованиям, осуществляемым в целях создания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фраструктуры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мышленной зоны «Заволжье»</w:t>
            </w:r>
          </w:p>
        </w:tc>
        <w:tc>
          <w:tcPr>
            <w:tcW w:w="2268" w:type="dxa"/>
          </w:tcPr>
          <w:p w:rsidR="009A78A8" w:rsidRPr="008F347D" w:rsidRDefault="009A78A8" w:rsidP="004F5046">
            <w:pPr>
              <w:spacing w:line="360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Юридические лица, отобра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н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ные в соответс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вии с законод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тельством Ро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сийской Фед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рации и закон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дательством Ульяновской области</w:t>
            </w:r>
          </w:p>
        </w:tc>
        <w:tc>
          <w:tcPr>
            <w:tcW w:w="1275" w:type="dxa"/>
          </w:tcPr>
          <w:p w:rsidR="009A78A8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1276" w:type="dxa"/>
          </w:tcPr>
          <w:p w:rsidR="009A78A8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1701" w:type="dxa"/>
          </w:tcPr>
          <w:p w:rsidR="009A78A8" w:rsidRPr="006C08EF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9A78A8" w:rsidRPr="006C08EF" w:rsidTr="00524F47">
        <w:trPr>
          <w:trHeight w:val="283"/>
        </w:trPr>
        <w:tc>
          <w:tcPr>
            <w:tcW w:w="5753" w:type="dxa"/>
            <w:gridSpan w:val="3"/>
          </w:tcPr>
          <w:p w:rsidR="009A78A8" w:rsidRPr="006C08EF" w:rsidRDefault="009A78A8" w:rsidP="00524F47">
            <w:pPr>
              <w:spacing w:line="360" w:lineRule="auto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9A78A8" w:rsidRPr="00912A0D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170520,4</w:t>
            </w:r>
          </w:p>
        </w:tc>
        <w:tc>
          <w:tcPr>
            <w:tcW w:w="1276" w:type="dxa"/>
          </w:tcPr>
          <w:p w:rsidR="009A78A8" w:rsidRPr="00912A0D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165666,0</w:t>
            </w:r>
          </w:p>
        </w:tc>
        <w:tc>
          <w:tcPr>
            <w:tcW w:w="1701" w:type="dxa"/>
          </w:tcPr>
          <w:p w:rsidR="009A78A8" w:rsidRPr="006C08EF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A78A8" w:rsidRDefault="009A78A8" w:rsidP="00697723">
      <w:pPr>
        <w:spacing w:line="360" w:lineRule="auto"/>
        <w:rPr>
          <w:sz w:val="28"/>
          <w:szCs w:val="28"/>
        </w:rPr>
      </w:pPr>
    </w:p>
    <w:p w:rsidR="009A78A8" w:rsidRDefault="009A78A8" w:rsidP="00697723">
      <w:pPr>
        <w:jc w:val="right"/>
        <w:rPr>
          <w:sz w:val="28"/>
          <w:szCs w:val="28"/>
        </w:rPr>
      </w:pPr>
      <w:r w:rsidRPr="006C08EF">
        <w:rPr>
          <w:sz w:val="28"/>
          <w:szCs w:val="28"/>
        </w:rPr>
        <w:t xml:space="preserve">Таблица 3 </w:t>
      </w:r>
    </w:p>
    <w:p w:rsidR="009A78A8" w:rsidRPr="006C08EF" w:rsidRDefault="009A78A8" w:rsidP="00697723">
      <w:pPr>
        <w:jc w:val="right"/>
        <w:rPr>
          <w:sz w:val="28"/>
          <w:szCs w:val="28"/>
        </w:rPr>
      </w:pPr>
    </w:p>
    <w:p w:rsidR="009A78A8" w:rsidRDefault="009A78A8" w:rsidP="00697723">
      <w:pPr>
        <w:jc w:val="center"/>
        <w:rPr>
          <w:b/>
          <w:sz w:val="28"/>
          <w:szCs w:val="28"/>
        </w:rPr>
      </w:pPr>
      <w:r w:rsidRPr="006C08EF">
        <w:rPr>
          <w:b/>
          <w:sz w:val="28"/>
          <w:szCs w:val="28"/>
        </w:rPr>
        <w:t>Общий объ</w:t>
      </w:r>
      <w:r>
        <w:rPr>
          <w:b/>
          <w:sz w:val="28"/>
          <w:szCs w:val="28"/>
        </w:rPr>
        <w:t>ё</w:t>
      </w:r>
      <w:r w:rsidRPr="006C08EF">
        <w:rPr>
          <w:b/>
          <w:sz w:val="28"/>
          <w:szCs w:val="28"/>
        </w:rPr>
        <w:t xml:space="preserve">м бюджетных ассигнований, предусмотренных </w:t>
      </w:r>
    </w:p>
    <w:p w:rsidR="009A78A8" w:rsidRDefault="009A78A8" w:rsidP="00697723">
      <w:pPr>
        <w:jc w:val="center"/>
        <w:rPr>
          <w:b/>
          <w:sz w:val="28"/>
          <w:szCs w:val="28"/>
        </w:rPr>
      </w:pPr>
      <w:r w:rsidRPr="006C08EF">
        <w:rPr>
          <w:b/>
          <w:sz w:val="28"/>
          <w:szCs w:val="28"/>
        </w:rPr>
        <w:t xml:space="preserve">на исполнение государственных гарантий </w:t>
      </w:r>
    </w:p>
    <w:p w:rsidR="009A78A8" w:rsidRDefault="009A78A8" w:rsidP="00697723">
      <w:pPr>
        <w:jc w:val="center"/>
        <w:rPr>
          <w:b/>
          <w:sz w:val="28"/>
          <w:szCs w:val="28"/>
        </w:rPr>
      </w:pPr>
      <w:r w:rsidRPr="006C08EF">
        <w:rPr>
          <w:b/>
          <w:sz w:val="28"/>
          <w:szCs w:val="28"/>
        </w:rPr>
        <w:t>Ульяновской области</w:t>
      </w:r>
    </w:p>
    <w:p w:rsidR="009A78A8" w:rsidRDefault="009A78A8" w:rsidP="00697723">
      <w:pPr>
        <w:jc w:val="center"/>
        <w:rPr>
          <w:sz w:val="28"/>
          <w:szCs w:val="28"/>
        </w:rPr>
      </w:pPr>
    </w:p>
    <w:p w:rsidR="009A78A8" w:rsidRPr="006C08EF" w:rsidRDefault="009A78A8" w:rsidP="00697723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2977"/>
        <w:gridCol w:w="2835"/>
        <w:gridCol w:w="426"/>
      </w:tblGrid>
      <w:tr w:rsidR="009A78A8" w:rsidRPr="006C08EF" w:rsidTr="00524F47">
        <w:tc>
          <w:tcPr>
            <w:tcW w:w="4077" w:type="dxa"/>
            <w:vMerge w:val="restart"/>
            <w:vAlign w:val="center"/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Исполнение государственных гарантий Ульяновской области</w:t>
            </w:r>
          </w:p>
        </w:tc>
        <w:tc>
          <w:tcPr>
            <w:tcW w:w="5812" w:type="dxa"/>
            <w:gridSpan w:val="2"/>
          </w:tcPr>
          <w:p w:rsidR="009A78A8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 xml:space="preserve">Объём бюджетных ассигнований, </w:t>
            </w:r>
          </w:p>
          <w:p w:rsidR="009A78A8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 xml:space="preserve">предусмотренных на исполнение </w:t>
            </w:r>
          </w:p>
          <w:p w:rsidR="009A78A8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 xml:space="preserve">государственных гарантий </w:t>
            </w:r>
          </w:p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</w:p>
        </w:tc>
      </w:tr>
      <w:tr w:rsidR="009A78A8" w:rsidRPr="006C08EF" w:rsidTr="00524F47">
        <w:tc>
          <w:tcPr>
            <w:tcW w:w="4077" w:type="dxa"/>
            <w:vMerge/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2015 год</w:t>
            </w:r>
          </w:p>
        </w:tc>
        <w:tc>
          <w:tcPr>
            <w:tcW w:w="2835" w:type="dxa"/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2016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9A78A8" w:rsidRPr="006C08EF" w:rsidRDefault="009A78A8" w:rsidP="00524F47">
            <w:pPr>
              <w:jc w:val="center"/>
              <w:rPr>
                <w:sz w:val="28"/>
                <w:szCs w:val="28"/>
              </w:rPr>
            </w:pPr>
          </w:p>
        </w:tc>
      </w:tr>
      <w:tr w:rsidR="009A78A8" w:rsidRPr="006C08EF" w:rsidTr="00524F47">
        <w:tc>
          <w:tcPr>
            <w:tcW w:w="4077" w:type="dxa"/>
          </w:tcPr>
          <w:p w:rsidR="009A78A8" w:rsidRPr="006C08EF" w:rsidRDefault="009A78A8" w:rsidP="00524F47">
            <w:pPr>
              <w:spacing w:line="360" w:lineRule="auto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За счёт расходов областного бюджета</w:t>
            </w:r>
            <w:r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2977" w:type="dxa"/>
          </w:tcPr>
          <w:p w:rsidR="009A78A8" w:rsidRPr="00912A0D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74520,4</w:t>
            </w:r>
          </w:p>
        </w:tc>
        <w:tc>
          <w:tcPr>
            <w:tcW w:w="2835" w:type="dxa"/>
          </w:tcPr>
          <w:p w:rsidR="009A78A8" w:rsidRPr="006C08EF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69666,0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9A78A8" w:rsidRPr="00912A0D" w:rsidRDefault="009A78A8" w:rsidP="00524F47">
            <w:pPr>
              <w:rPr>
                <w:sz w:val="28"/>
                <w:szCs w:val="28"/>
              </w:rPr>
            </w:pPr>
          </w:p>
        </w:tc>
      </w:tr>
      <w:tr w:rsidR="009A78A8" w:rsidRPr="006C08EF" w:rsidTr="00524F47">
        <w:tc>
          <w:tcPr>
            <w:tcW w:w="4077" w:type="dxa"/>
          </w:tcPr>
          <w:p w:rsidR="009A78A8" w:rsidRPr="006C08EF" w:rsidRDefault="009A78A8" w:rsidP="00524F4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счёт источников финансир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дефицита областного бюджета Ульяновской области</w:t>
            </w:r>
          </w:p>
        </w:tc>
        <w:tc>
          <w:tcPr>
            <w:tcW w:w="2977" w:type="dxa"/>
          </w:tcPr>
          <w:p w:rsidR="009A78A8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2835" w:type="dxa"/>
          </w:tcPr>
          <w:p w:rsidR="009A78A8" w:rsidRDefault="009A78A8" w:rsidP="00524F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9A78A8" w:rsidRDefault="009A78A8" w:rsidP="00524F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9A78A8" w:rsidRDefault="009A78A8" w:rsidP="000635C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78A8" w:rsidRPr="00E33ABF" w:rsidRDefault="009A78A8" w:rsidP="00E33ABF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9A78A8" w:rsidRPr="00E33ABF" w:rsidRDefault="009A78A8" w:rsidP="00E33ABF">
      <w:pPr>
        <w:pStyle w:val="BodyText"/>
        <w:ind w:firstLine="720"/>
        <w:rPr>
          <w:szCs w:val="28"/>
        </w:rPr>
      </w:pPr>
    </w:p>
    <w:p w:rsidR="009A78A8" w:rsidRPr="00E33ABF" w:rsidRDefault="009A78A8" w:rsidP="00E33ABF">
      <w:pPr>
        <w:pStyle w:val="BodyText"/>
        <w:ind w:firstLine="720"/>
        <w:rPr>
          <w:szCs w:val="28"/>
        </w:rPr>
      </w:pPr>
    </w:p>
    <w:p w:rsidR="009A78A8" w:rsidRPr="00B148E1" w:rsidRDefault="009A78A8" w:rsidP="00E14975">
      <w:pPr>
        <w:pStyle w:val="Heading1"/>
        <w:spacing w:line="360" w:lineRule="auto"/>
        <w:rPr>
          <w:b/>
        </w:rPr>
      </w:pPr>
      <w:r w:rsidRPr="00B148E1">
        <w:rPr>
          <w:b/>
        </w:rPr>
        <w:t>Губернатор У</w:t>
      </w:r>
      <w:r>
        <w:rPr>
          <w:b/>
        </w:rPr>
        <w:t xml:space="preserve">льяновской области    </w:t>
      </w:r>
      <w:r w:rsidRPr="00B148E1">
        <w:rPr>
          <w:b/>
        </w:rPr>
        <w:t xml:space="preserve">                            </w:t>
      </w:r>
      <w:r>
        <w:rPr>
          <w:b/>
        </w:rPr>
        <w:t xml:space="preserve">          </w:t>
      </w:r>
      <w:r w:rsidRPr="00B148E1">
        <w:rPr>
          <w:b/>
        </w:rPr>
        <w:t xml:space="preserve">              С.И.Морозов</w:t>
      </w:r>
    </w:p>
    <w:p w:rsidR="009A78A8" w:rsidRPr="00620322" w:rsidRDefault="009A78A8" w:rsidP="00A41D7B">
      <w:pPr>
        <w:pStyle w:val="Heading1"/>
        <w:tabs>
          <w:tab w:val="right" w:pos="8647"/>
        </w:tabs>
        <w:rPr>
          <w:sz w:val="20"/>
        </w:rPr>
      </w:pPr>
    </w:p>
    <w:p w:rsidR="009A78A8" w:rsidRPr="00620322" w:rsidRDefault="009A78A8" w:rsidP="00A41D7B">
      <w:pPr>
        <w:jc w:val="both"/>
      </w:pPr>
    </w:p>
    <w:p w:rsidR="009A78A8" w:rsidRPr="00620322" w:rsidRDefault="009A78A8" w:rsidP="00A41D7B"/>
    <w:p w:rsidR="009A78A8" w:rsidRPr="00B148E1" w:rsidRDefault="009A78A8" w:rsidP="007E0A34">
      <w:pPr>
        <w:spacing w:line="288" w:lineRule="auto"/>
        <w:jc w:val="center"/>
        <w:rPr>
          <w:sz w:val="28"/>
        </w:rPr>
      </w:pPr>
      <w:r w:rsidRPr="00B148E1">
        <w:rPr>
          <w:sz w:val="28"/>
        </w:rPr>
        <w:t>г. Ульяновск</w:t>
      </w:r>
    </w:p>
    <w:p w:rsidR="009A78A8" w:rsidRPr="00B148E1" w:rsidRDefault="009A78A8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27</w:t>
      </w:r>
      <w:r w:rsidRPr="00B148E1">
        <w:rPr>
          <w:sz w:val="28"/>
        </w:rPr>
        <w:t xml:space="preserve"> </w:t>
      </w:r>
      <w:r>
        <w:rPr>
          <w:sz w:val="28"/>
        </w:rPr>
        <w:t>июня</w:t>
      </w:r>
      <w:r w:rsidRPr="00B148E1">
        <w:rPr>
          <w:sz w:val="28"/>
        </w:rPr>
        <w:t xml:space="preserve"> 201</w:t>
      </w:r>
      <w:r>
        <w:rPr>
          <w:sz w:val="28"/>
        </w:rPr>
        <w:t>4</w:t>
      </w:r>
      <w:r w:rsidRPr="00B148E1">
        <w:rPr>
          <w:sz w:val="28"/>
        </w:rPr>
        <w:t xml:space="preserve"> г.</w:t>
      </w:r>
    </w:p>
    <w:p w:rsidR="009A78A8" w:rsidRPr="00B42C55" w:rsidRDefault="009A78A8" w:rsidP="007E0A34">
      <w:pPr>
        <w:spacing w:line="288" w:lineRule="auto"/>
        <w:jc w:val="center"/>
      </w:pPr>
      <w:r w:rsidRPr="00B148E1">
        <w:rPr>
          <w:sz w:val="28"/>
        </w:rPr>
        <w:t xml:space="preserve">№ </w:t>
      </w:r>
      <w:r>
        <w:rPr>
          <w:sz w:val="28"/>
        </w:rPr>
        <w:t>94</w:t>
      </w:r>
      <w:r w:rsidRPr="00B148E1">
        <w:rPr>
          <w:sz w:val="28"/>
        </w:rPr>
        <w:t>-ЗО</w:t>
      </w:r>
      <w:r w:rsidRPr="00B42C55">
        <w:tab/>
      </w:r>
    </w:p>
    <w:sectPr w:rsidR="009A78A8" w:rsidRPr="00B42C55" w:rsidSect="00FF0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8A8" w:rsidRDefault="009A78A8">
      <w:r>
        <w:separator/>
      </w:r>
    </w:p>
  </w:endnote>
  <w:endnote w:type="continuationSeparator" w:id="0">
    <w:p w:rsidR="009A78A8" w:rsidRDefault="009A7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8A8" w:rsidRDefault="009A7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8A8" w:rsidRDefault="009A78A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8A8" w:rsidRPr="003E7FEB" w:rsidRDefault="009A78A8" w:rsidP="003E7FE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1706тд1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8A8" w:rsidRDefault="009A78A8">
      <w:r>
        <w:separator/>
      </w:r>
    </w:p>
  </w:footnote>
  <w:footnote w:type="continuationSeparator" w:id="0">
    <w:p w:rsidR="009A78A8" w:rsidRDefault="009A7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8A8" w:rsidRDefault="009A78A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78A8" w:rsidRDefault="009A7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8A8" w:rsidRPr="00FF095B" w:rsidRDefault="009A78A8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395</w:t>
    </w:r>
    <w:r w:rsidRPr="00FF095B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8A8" w:rsidRDefault="009A7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14C"/>
    <w:rsid w:val="000001C0"/>
    <w:rsid w:val="000004B0"/>
    <w:rsid w:val="000004B8"/>
    <w:rsid w:val="000009BF"/>
    <w:rsid w:val="00000C3C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0FA8"/>
    <w:rsid w:val="000112E2"/>
    <w:rsid w:val="00011360"/>
    <w:rsid w:val="0001170E"/>
    <w:rsid w:val="00011735"/>
    <w:rsid w:val="00011D38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6065"/>
    <w:rsid w:val="00026C2F"/>
    <w:rsid w:val="00026EAA"/>
    <w:rsid w:val="00027284"/>
    <w:rsid w:val="000278F1"/>
    <w:rsid w:val="00027C06"/>
    <w:rsid w:val="00027D31"/>
    <w:rsid w:val="00027D8C"/>
    <w:rsid w:val="000305A5"/>
    <w:rsid w:val="000306C6"/>
    <w:rsid w:val="00030B57"/>
    <w:rsid w:val="00031452"/>
    <w:rsid w:val="000314C2"/>
    <w:rsid w:val="00031BB1"/>
    <w:rsid w:val="00031DE3"/>
    <w:rsid w:val="000321A2"/>
    <w:rsid w:val="000324D8"/>
    <w:rsid w:val="000328D8"/>
    <w:rsid w:val="00032A5F"/>
    <w:rsid w:val="00032AFC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E7B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18C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35C2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E74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76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581"/>
    <w:rsid w:val="000A68CC"/>
    <w:rsid w:val="000A7130"/>
    <w:rsid w:val="000A72DF"/>
    <w:rsid w:val="000A7CCE"/>
    <w:rsid w:val="000A7DEB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6F34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9A4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B39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05D3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984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20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FFA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2006"/>
    <w:rsid w:val="0016209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0E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F7E"/>
    <w:rsid w:val="0017401C"/>
    <w:rsid w:val="00174162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3A2"/>
    <w:rsid w:val="001B14AD"/>
    <w:rsid w:val="001B1E6D"/>
    <w:rsid w:val="001B276F"/>
    <w:rsid w:val="001B295D"/>
    <w:rsid w:val="001B299D"/>
    <w:rsid w:val="001B2CC4"/>
    <w:rsid w:val="001B2D4F"/>
    <w:rsid w:val="001B3159"/>
    <w:rsid w:val="001B33D6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D2A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1EAD"/>
    <w:rsid w:val="001C238F"/>
    <w:rsid w:val="001C2531"/>
    <w:rsid w:val="001C25DA"/>
    <w:rsid w:val="001C291F"/>
    <w:rsid w:val="001C3007"/>
    <w:rsid w:val="001C30A5"/>
    <w:rsid w:val="001C3932"/>
    <w:rsid w:val="001C4477"/>
    <w:rsid w:val="001C464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C14"/>
    <w:rsid w:val="001D3D34"/>
    <w:rsid w:val="001D43CD"/>
    <w:rsid w:val="001D45D6"/>
    <w:rsid w:val="001D4729"/>
    <w:rsid w:val="001D47A1"/>
    <w:rsid w:val="001D4C42"/>
    <w:rsid w:val="001D50AC"/>
    <w:rsid w:val="001D50CE"/>
    <w:rsid w:val="001D566C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5BF7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9B"/>
    <w:rsid w:val="001F27C3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2E"/>
    <w:rsid w:val="00202194"/>
    <w:rsid w:val="00202222"/>
    <w:rsid w:val="00202398"/>
    <w:rsid w:val="002024EF"/>
    <w:rsid w:val="00202556"/>
    <w:rsid w:val="002029A4"/>
    <w:rsid w:val="00202A26"/>
    <w:rsid w:val="00202DE3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C11"/>
    <w:rsid w:val="00206DC5"/>
    <w:rsid w:val="00207464"/>
    <w:rsid w:val="00210072"/>
    <w:rsid w:val="00210271"/>
    <w:rsid w:val="0021032C"/>
    <w:rsid w:val="00210686"/>
    <w:rsid w:val="00210794"/>
    <w:rsid w:val="00210A3D"/>
    <w:rsid w:val="00210FE7"/>
    <w:rsid w:val="00211151"/>
    <w:rsid w:val="00211253"/>
    <w:rsid w:val="00211516"/>
    <w:rsid w:val="00211864"/>
    <w:rsid w:val="002118A0"/>
    <w:rsid w:val="00211B80"/>
    <w:rsid w:val="00212D48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309"/>
    <w:rsid w:val="002204B0"/>
    <w:rsid w:val="002204C3"/>
    <w:rsid w:val="002205E5"/>
    <w:rsid w:val="00220F63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576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64B"/>
    <w:rsid w:val="00267A21"/>
    <w:rsid w:val="00267CF3"/>
    <w:rsid w:val="00267D59"/>
    <w:rsid w:val="00270084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C21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1F84"/>
    <w:rsid w:val="00282138"/>
    <w:rsid w:val="00282383"/>
    <w:rsid w:val="00282516"/>
    <w:rsid w:val="0028259F"/>
    <w:rsid w:val="002829C8"/>
    <w:rsid w:val="00283F77"/>
    <w:rsid w:val="00283FD7"/>
    <w:rsid w:val="0028404D"/>
    <w:rsid w:val="002842EE"/>
    <w:rsid w:val="0028458F"/>
    <w:rsid w:val="00284B0A"/>
    <w:rsid w:val="00284E6D"/>
    <w:rsid w:val="002850BD"/>
    <w:rsid w:val="00285CF5"/>
    <w:rsid w:val="002861E2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2C7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725"/>
    <w:rsid w:val="002A6BA5"/>
    <w:rsid w:val="002A6CAD"/>
    <w:rsid w:val="002A6F74"/>
    <w:rsid w:val="002A6F81"/>
    <w:rsid w:val="002A71EF"/>
    <w:rsid w:val="002A7AEA"/>
    <w:rsid w:val="002A7B2A"/>
    <w:rsid w:val="002B003F"/>
    <w:rsid w:val="002B04A3"/>
    <w:rsid w:val="002B0686"/>
    <w:rsid w:val="002B07FC"/>
    <w:rsid w:val="002B0CAF"/>
    <w:rsid w:val="002B12C9"/>
    <w:rsid w:val="002B137B"/>
    <w:rsid w:val="002B1508"/>
    <w:rsid w:val="002B1A1B"/>
    <w:rsid w:val="002B1AD6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3F"/>
    <w:rsid w:val="002C0786"/>
    <w:rsid w:val="002C0FBF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4333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0F63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4EC2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27A"/>
    <w:rsid w:val="00302ABF"/>
    <w:rsid w:val="00302C7B"/>
    <w:rsid w:val="00302CF4"/>
    <w:rsid w:val="00303249"/>
    <w:rsid w:val="00303693"/>
    <w:rsid w:val="00304A99"/>
    <w:rsid w:val="00304DED"/>
    <w:rsid w:val="00304E2A"/>
    <w:rsid w:val="003051DA"/>
    <w:rsid w:val="0030597A"/>
    <w:rsid w:val="00305CE1"/>
    <w:rsid w:val="00305FE2"/>
    <w:rsid w:val="00306067"/>
    <w:rsid w:val="003069B4"/>
    <w:rsid w:val="00307482"/>
    <w:rsid w:val="00307624"/>
    <w:rsid w:val="00307B89"/>
    <w:rsid w:val="00307BF4"/>
    <w:rsid w:val="003115D7"/>
    <w:rsid w:val="00311997"/>
    <w:rsid w:val="00312095"/>
    <w:rsid w:val="00312327"/>
    <w:rsid w:val="00312D40"/>
    <w:rsid w:val="00312F3A"/>
    <w:rsid w:val="0031326E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23E"/>
    <w:rsid w:val="00332A6C"/>
    <w:rsid w:val="003336D1"/>
    <w:rsid w:val="00333C04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609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FD"/>
    <w:rsid w:val="00352407"/>
    <w:rsid w:val="003524AD"/>
    <w:rsid w:val="00352E13"/>
    <w:rsid w:val="0035344E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0AA3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73C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24B7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BF3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7D"/>
    <w:rsid w:val="00387614"/>
    <w:rsid w:val="00387A3B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EA"/>
    <w:rsid w:val="00392BBB"/>
    <w:rsid w:val="00392E2F"/>
    <w:rsid w:val="0039439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C3B"/>
    <w:rsid w:val="00396E9A"/>
    <w:rsid w:val="0039715D"/>
    <w:rsid w:val="003971D0"/>
    <w:rsid w:val="00397343"/>
    <w:rsid w:val="00397359"/>
    <w:rsid w:val="00397495"/>
    <w:rsid w:val="00397668"/>
    <w:rsid w:val="003977D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BB7"/>
    <w:rsid w:val="003A3CA9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8DC"/>
    <w:rsid w:val="003A74DC"/>
    <w:rsid w:val="003A7525"/>
    <w:rsid w:val="003A7595"/>
    <w:rsid w:val="003A7687"/>
    <w:rsid w:val="003A78B3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3F7"/>
    <w:rsid w:val="003C1978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AD"/>
    <w:rsid w:val="003C45FA"/>
    <w:rsid w:val="003C4A7F"/>
    <w:rsid w:val="003C4BCD"/>
    <w:rsid w:val="003C4D51"/>
    <w:rsid w:val="003C512C"/>
    <w:rsid w:val="003C581A"/>
    <w:rsid w:val="003C5C91"/>
    <w:rsid w:val="003C5E73"/>
    <w:rsid w:val="003C601C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2E27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364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5F91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6E4"/>
    <w:rsid w:val="003F070E"/>
    <w:rsid w:val="003F0BC6"/>
    <w:rsid w:val="003F0F55"/>
    <w:rsid w:val="003F108D"/>
    <w:rsid w:val="003F119F"/>
    <w:rsid w:val="003F151C"/>
    <w:rsid w:val="003F160A"/>
    <w:rsid w:val="003F16D4"/>
    <w:rsid w:val="003F1CF8"/>
    <w:rsid w:val="003F279F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9BF"/>
    <w:rsid w:val="003F59D6"/>
    <w:rsid w:val="003F5EAD"/>
    <w:rsid w:val="003F5F67"/>
    <w:rsid w:val="003F6640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40CE"/>
    <w:rsid w:val="00404228"/>
    <w:rsid w:val="00404304"/>
    <w:rsid w:val="00405129"/>
    <w:rsid w:val="0040540A"/>
    <w:rsid w:val="0040579C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2BF4"/>
    <w:rsid w:val="00413D53"/>
    <w:rsid w:val="00414253"/>
    <w:rsid w:val="0041449D"/>
    <w:rsid w:val="0041480B"/>
    <w:rsid w:val="0041487C"/>
    <w:rsid w:val="004149C6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3F01"/>
    <w:rsid w:val="004240BA"/>
    <w:rsid w:val="00424BF8"/>
    <w:rsid w:val="00424E2F"/>
    <w:rsid w:val="00424E4F"/>
    <w:rsid w:val="00424F0C"/>
    <w:rsid w:val="00425D65"/>
    <w:rsid w:val="00426204"/>
    <w:rsid w:val="004268DD"/>
    <w:rsid w:val="00426E76"/>
    <w:rsid w:val="00427625"/>
    <w:rsid w:val="00427804"/>
    <w:rsid w:val="00427917"/>
    <w:rsid w:val="004279A0"/>
    <w:rsid w:val="00427A01"/>
    <w:rsid w:val="0043038D"/>
    <w:rsid w:val="004304C7"/>
    <w:rsid w:val="004306EF"/>
    <w:rsid w:val="00431C93"/>
    <w:rsid w:val="0043214F"/>
    <w:rsid w:val="00432368"/>
    <w:rsid w:val="0043269A"/>
    <w:rsid w:val="00432DD9"/>
    <w:rsid w:val="00432E96"/>
    <w:rsid w:val="0043323B"/>
    <w:rsid w:val="0043385C"/>
    <w:rsid w:val="004338F9"/>
    <w:rsid w:val="00433CBB"/>
    <w:rsid w:val="00433F91"/>
    <w:rsid w:val="0043400D"/>
    <w:rsid w:val="00434B31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6D0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ACC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E37"/>
    <w:rsid w:val="00463FA1"/>
    <w:rsid w:val="00463FE3"/>
    <w:rsid w:val="00464082"/>
    <w:rsid w:val="00464875"/>
    <w:rsid w:val="00464FA6"/>
    <w:rsid w:val="004650D5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4FFA"/>
    <w:rsid w:val="004757F8"/>
    <w:rsid w:val="004759CB"/>
    <w:rsid w:val="00475C5B"/>
    <w:rsid w:val="004768BC"/>
    <w:rsid w:val="004768EB"/>
    <w:rsid w:val="004769C3"/>
    <w:rsid w:val="00476D2C"/>
    <w:rsid w:val="00477FDB"/>
    <w:rsid w:val="004807EA"/>
    <w:rsid w:val="00480EA4"/>
    <w:rsid w:val="0048146B"/>
    <w:rsid w:val="0048150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5101"/>
    <w:rsid w:val="00485C25"/>
    <w:rsid w:val="00485C79"/>
    <w:rsid w:val="00485F22"/>
    <w:rsid w:val="00486082"/>
    <w:rsid w:val="004861CB"/>
    <w:rsid w:val="0048622C"/>
    <w:rsid w:val="00486937"/>
    <w:rsid w:val="00486E40"/>
    <w:rsid w:val="00486EFE"/>
    <w:rsid w:val="00487111"/>
    <w:rsid w:val="0048739C"/>
    <w:rsid w:val="004879F1"/>
    <w:rsid w:val="0049031B"/>
    <w:rsid w:val="004910CB"/>
    <w:rsid w:val="00491306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975F7"/>
    <w:rsid w:val="004A0AE4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058"/>
    <w:rsid w:val="004B72F2"/>
    <w:rsid w:val="004B745D"/>
    <w:rsid w:val="004B7B6E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C9A"/>
    <w:rsid w:val="004C3D62"/>
    <w:rsid w:val="004C4483"/>
    <w:rsid w:val="004C45CA"/>
    <w:rsid w:val="004C492D"/>
    <w:rsid w:val="004C4945"/>
    <w:rsid w:val="004C4A87"/>
    <w:rsid w:val="004C4C5D"/>
    <w:rsid w:val="004C4E16"/>
    <w:rsid w:val="004C57D3"/>
    <w:rsid w:val="004C5AFC"/>
    <w:rsid w:val="004C6231"/>
    <w:rsid w:val="004C651D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56F"/>
    <w:rsid w:val="004D2B04"/>
    <w:rsid w:val="004D346E"/>
    <w:rsid w:val="004D3A8F"/>
    <w:rsid w:val="004D40D7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830"/>
    <w:rsid w:val="004F49D6"/>
    <w:rsid w:val="004F504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7239"/>
    <w:rsid w:val="004F72B2"/>
    <w:rsid w:val="004F73F0"/>
    <w:rsid w:val="004F759C"/>
    <w:rsid w:val="004F7606"/>
    <w:rsid w:val="004F7CBE"/>
    <w:rsid w:val="005004C8"/>
    <w:rsid w:val="00500991"/>
    <w:rsid w:val="00500993"/>
    <w:rsid w:val="00500A67"/>
    <w:rsid w:val="00500AC3"/>
    <w:rsid w:val="00500E15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5FFD"/>
    <w:rsid w:val="0050613F"/>
    <w:rsid w:val="0050653F"/>
    <w:rsid w:val="0050774E"/>
    <w:rsid w:val="00507883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1F9A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E47"/>
    <w:rsid w:val="00524F47"/>
    <w:rsid w:val="00524FF8"/>
    <w:rsid w:val="0052520D"/>
    <w:rsid w:val="00525318"/>
    <w:rsid w:val="00525520"/>
    <w:rsid w:val="00525B4F"/>
    <w:rsid w:val="00525EA9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5DB6"/>
    <w:rsid w:val="00546866"/>
    <w:rsid w:val="00546ABB"/>
    <w:rsid w:val="00547174"/>
    <w:rsid w:val="0054720D"/>
    <w:rsid w:val="005472A1"/>
    <w:rsid w:val="00547317"/>
    <w:rsid w:val="00547A90"/>
    <w:rsid w:val="00547B19"/>
    <w:rsid w:val="00547D9A"/>
    <w:rsid w:val="00547ECD"/>
    <w:rsid w:val="00550008"/>
    <w:rsid w:val="00550044"/>
    <w:rsid w:val="005500CE"/>
    <w:rsid w:val="0055064A"/>
    <w:rsid w:val="00550A90"/>
    <w:rsid w:val="00550CFC"/>
    <w:rsid w:val="00550FC0"/>
    <w:rsid w:val="00551031"/>
    <w:rsid w:val="005512CD"/>
    <w:rsid w:val="00551315"/>
    <w:rsid w:val="0055163F"/>
    <w:rsid w:val="0055181A"/>
    <w:rsid w:val="00551C32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5311"/>
    <w:rsid w:val="0055551F"/>
    <w:rsid w:val="005556EA"/>
    <w:rsid w:val="0055588A"/>
    <w:rsid w:val="00555E84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6EB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FB"/>
    <w:rsid w:val="00597174"/>
    <w:rsid w:val="005973A6"/>
    <w:rsid w:val="00597BB5"/>
    <w:rsid w:val="00597D44"/>
    <w:rsid w:val="00597EDB"/>
    <w:rsid w:val="005A00D7"/>
    <w:rsid w:val="005A017A"/>
    <w:rsid w:val="005A09B4"/>
    <w:rsid w:val="005A0C80"/>
    <w:rsid w:val="005A0D2E"/>
    <w:rsid w:val="005A137B"/>
    <w:rsid w:val="005A15EA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0BD"/>
    <w:rsid w:val="005B587C"/>
    <w:rsid w:val="005B5F06"/>
    <w:rsid w:val="005B5FC4"/>
    <w:rsid w:val="005B6871"/>
    <w:rsid w:val="005B6EAE"/>
    <w:rsid w:val="005B7164"/>
    <w:rsid w:val="005B71AE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34C"/>
    <w:rsid w:val="005C7648"/>
    <w:rsid w:val="005C77A5"/>
    <w:rsid w:val="005C7AF7"/>
    <w:rsid w:val="005C7C97"/>
    <w:rsid w:val="005C7F6F"/>
    <w:rsid w:val="005D0580"/>
    <w:rsid w:val="005D0E8A"/>
    <w:rsid w:val="005D11CC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A4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7E3"/>
    <w:rsid w:val="005E1944"/>
    <w:rsid w:val="005E1C46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848"/>
    <w:rsid w:val="005F4CB0"/>
    <w:rsid w:val="005F4D9B"/>
    <w:rsid w:val="005F4F93"/>
    <w:rsid w:val="005F4FF6"/>
    <w:rsid w:val="005F56D6"/>
    <w:rsid w:val="005F5762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1D4E"/>
    <w:rsid w:val="006022EB"/>
    <w:rsid w:val="00602D2C"/>
    <w:rsid w:val="00602E13"/>
    <w:rsid w:val="00603660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22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DF4"/>
    <w:rsid w:val="006268A2"/>
    <w:rsid w:val="0062691F"/>
    <w:rsid w:val="00626B13"/>
    <w:rsid w:val="00626E84"/>
    <w:rsid w:val="00626EFA"/>
    <w:rsid w:val="00627027"/>
    <w:rsid w:val="00627984"/>
    <w:rsid w:val="00627B63"/>
    <w:rsid w:val="00630225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6E9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D6"/>
    <w:rsid w:val="00657651"/>
    <w:rsid w:val="00657BA5"/>
    <w:rsid w:val="00657FBE"/>
    <w:rsid w:val="00660578"/>
    <w:rsid w:val="006606BD"/>
    <w:rsid w:val="00660C82"/>
    <w:rsid w:val="00660ECE"/>
    <w:rsid w:val="006610C7"/>
    <w:rsid w:val="0066148D"/>
    <w:rsid w:val="006617ED"/>
    <w:rsid w:val="00661AF1"/>
    <w:rsid w:val="00661E23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B67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D50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3DDD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50F"/>
    <w:rsid w:val="0068469F"/>
    <w:rsid w:val="00684906"/>
    <w:rsid w:val="00684AAF"/>
    <w:rsid w:val="00685173"/>
    <w:rsid w:val="006851C8"/>
    <w:rsid w:val="006855B5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00B"/>
    <w:rsid w:val="006913AA"/>
    <w:rsid w:val="006919FE"/>
    <w:rsid w:val="00691AF5"/>
    <w:rsid w:val="00692370"/>
    <w:rsid w:val="0069251C"/>
    <w:rsid w:val="006925B9"/>
    <w:rsid w:val="006928C2"/>
    <w:rsid w:val="00692921"/>
    <w:rsid w:val="00692EC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6AE"/>
    <w:rsid w:val="00696E1A"/>
    <w:rsid w:val="0069730C"/>
    <w:rsid w:val="006973AF"/>
    <w:rsid w:val="006973C7"/>
    <w:rsid w:val="006976BB"/>
    <w:rsid w:val="0069770A"/>
    <w:rsid w:val="00697723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DCE"/>
    <w:rsid w:val="006A3FD0"/>
    <w:rsid w:val="006A41E6"/>
    <w:rsid w:val="006A5292"/>
    <w:rsid w:val="006A561D"/>
    <w:rsid w:val="006A5650"/>
    <w:rsid w:val="006A5801"/>
    <w:rsid w:val="006A5BAB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8EF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51D"/>
    <w:rsid w:val="006E2E7F"/>
    <w:rsid w:val="006E302C"/>
    <w:rsid w:val="006E401B"/>
    <w:rsid w:val="006E4BB5"/>
    <w:rsid w:val="006E4EF9"/>
    <w:rsid w:val="006E5122"/>
    <w:rsid w:val="006E517B"/>
    <w:rsid w:val="006E54C6"/>
    <w:rsid w:val="006E5BF2"/>
    <w:rsid w:val="006E6512"/>
    <w:rsid w:val="006E6DDB"/>
    <w:rsid w:val="006E6E6C"/>
    <w:rsid w:val="006E7342"/>
    <w:rsid w:val="006E7533"/>
    <w:rsid w:val="006E7FA5"/>
    <w:rsid w:val="006F0B08"/>
    <w:rsid w:val="006F0B42"/>
    <w:rsid w:val="006F0BEE"/>
    <w:rsid w:val="006F0D47"/>
    <w:rsid w:val="006F145C"/>
    <w:rsid w:val="006F199F"/>
    <w:rsid w:val="006F1BCE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536"/>
    <w:rsid w:val="0070189F"/>
    <w:rsid w:val="00701A37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453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60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266F"/>
    <w:rsid w:val="007226A2"/>
    <w:rsid w:val="00722F07"/>
    <w:rsid w:val="00723887"/>
    <w:rsid w:val="00724B30"/>
    <w:rsid w:val="00724BB5"/>
    <w:rsid w:val="00725153"/>
    <w:rsid w:val="00725578"/>
    <w:rsid w:val="007255CF"/>
    <w:rsid w:val="00725D24"/>
    <w:rsid w:val="0072602A"/>
    <w:rsid w:val="00726166"/>
    <w:rsid w:val="00726459"/>
    <w:rsid w:val="00726799"/>
    <w:rsid w:val="00726870"/>
    <w:rsid w:val="00726DD7"/>
    <w:rsid w:val="00726F8A"/>
    <w:rsid w:val="00727155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4C0"/>
    <w:rsid w:val="00732500"/>
    <w:rsid w:val="00732615"/>
    <w:rsid w:val="0073289D"/>
    <w:rsid w:val="00732A4B"/>
    <w:rsid w:val="00733336"/>
    <w:rsid w:val="007337BA"/>
    <w:rsid w:val="007337C7"/>
    <w:rsid w:val="00733A03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2EF7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BD"/>
    <w:rsid w:val="007504FD"/>
    <w:rsid w:val="007507C3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741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E07"/>
    <w:rsid w:val="0078202A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3B"/>
    <w:rsid w:val="007A2B47"/>
    <w:rsid w:val="007A2C48"/>
    <w:rsid w:val="007A3226"/>
    <w:rsid w:val="007A3798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A2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67E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05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B0B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EF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F52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9D6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54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6C87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3F66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315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8D"/>
    <w:rsid w:val="008800C8"/>
    <w:rsid w:val="00880211"/>
    <w:rsid w:val="00880460"/>
    <w:rsid w:val="00880631"/>
    <w:rsid w:val="00880711"/>
    <w:rsid w:val="00880788"/>
    <w:rsid w:val="00880A3A"/>
    <w:rsid w:val="00880A76"/>
    <w:rsid w:val="00880B63"/>
    <w:rsid w:val="008814C4"/>
    <w:rsid w:val="00881843"/>
    <w:rsid w:val="008819B6"/>
    <w:rsid w:val="00881F69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C92"/>
    <w:rsid w:val="00885FB5"/>
    <w:rsid w:val="00886E39"/>
    <w:rsid w:val="00886F9A"/>
    <w:rsid w:val="00887099"/>
    <w:rsid w:val="008871BD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542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26C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BB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4D8A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47D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FC8"/>
    <w:rsid w:val="00906FE4"/>
    <w:rsid w:val="009078A5"/>
    <w:rsid w:val="00907AA4"/>
    <w:rsid w:val="00907F29"/>
    <w:rsid w:val="00910279"/>
    <w:rsid w:val="009107E1"/>
    <w:rsid w:val="00910819"/>
    <w:rsid w:val="009112E1"/>
    <w:rsid w:val="009113C8"/>
    <w:rsid w:val="0091143E"/>
    <w:rsid w:val="009115A2"/>
    <w:rsid w:val="009120BE"/>
    <w:rsid w:val="00912A0D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4AC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A58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8D"/>
    <w:rsid w:val="0094279E"/>
    <w:rsid w:val="009427DE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FAE"/>
    <w:rsid w:val="00947B61"/>
    <w:rsid w:val="00947CC3"/>
    <w:rsid w:val="00950EA0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D59"/>
    <w:rsid w:val="00953410"/>
    <w:rsid w:val="00953499"/>
    <w:rsid w:val="00953983"/>
    <w:rsid w:val="00953A30"/>
    <w:rsid w:val="00953BA2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1AC"/>
    <w:rsid w:val="0096250C"/>
    <w:rsid w:val="0096280B"/>
    <w:rsid w:val="009631DF"/>
    <w:rsid w:val="009631E5"/>
    <w:rsid w:val="00963436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D6B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554"/>
    <w:rsid w:val="0098060D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1FED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97F00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F97"/>
    <w:rsid w:val="009A6FC9"/>
    <w:rsid w:val="009A7427"/>
    <w:rsid w:val="009A76EF"/>
    <w:rsid w:val="009A78A8"/>
    <w:rsid w:val="009A7BE9"/>
    <w:rsid w:val="009A7E6C"/>
    <w:rsid w:val="009B0D00"/>
    <w:rsid w:val="009B0D85"/>
    <w:rsid w:val="009B1207"/>
    <w:rsid w:val="009B136B"/>
    <w:rsid w:val="009B1396"/>
    <w:rsid w:val="009B19B3"/>
    <w:rsid w:val="009B1C26"/>
    <w:rsid w:val="009B1FB8"/>
    <w:rsid w:val="009B20B8"/>
    <w:rsid w:val="009B24BD"/>
    <w:rsid w:val="009B2C80"/>
    <w:rsid w:val="009B3111"/>
    <w:rsid w:val="009B3E5A"/>
    <w:rsid w:val="009B4623"/>
    <w:rsid w:val="009B525F"/>
    <w:rsid w:val="009B567E"/>
    <w:rsid w:val="009B59DA"/>
    <w:rsid w:val="009B59E8"/>
    <w:rsid w:val="009B5BB4"/>
    <w:rsid w:val="009B623F"/>
    <w:rsid w:val="009B680A"/>
    <w:rsid w:val="009B70C7"/>
    <w:rsid w:val="009B70D6"/>
    <w:rsid w:val="009B7945"/>
    <w:rsid w:val="009B7AE7"/>
    <w:rsid w:val="009B7B0E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52B"/>
    <w:rsid w:val="009C577E"/>
    <w:rsid w:val="009C578E"/>
    <w:rsid w:val="009C591B"/>
    <w:rsid w:val="009C5EF2"/>
    <w:rsid w:val="009C6282"/>
    <w:rsid w:val="009C675E"/>
    <w:rsid w:val="009C6A19"/>
    <w:rsid w:val="009C6ECC"/>
    <w:rsid w:val="009C70F6"/>
    <w:rsid w:val="009C73CF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59BE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CA5"/>
    <w:rsid w:val="009F3D79"/>
    <w:rsid w:val="009F42D3"/>
    <w:rsid w:val="009F4300"/>
    <w:rsid w:val="009F4321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7EF"/>
    <w:rsid w:val="00A01826"/>
    <w:rsid w:val="00A0193C"/>
    <w:rsid w:val="00A01BEA"/>
    <w:rsid w:val="00A01C06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D1C"/>
    <w:rsid w:val="00A13440"/>
    <w:rsid w:val="00A138CE"/>
    <w:rsid w:val="00A13D1D"/>
    <w:rsid w:val="00A1405D"/>
    <w:rsid w:val="00A14394"/>
    <w:rsid w:val="00A144A8"/>
    <w:rsid w:val="00A14BA0"/>
    <w:rsid w:val="00A14EF1"/>
    <w:rsid w:val="00A1532B"/>
    <w:rsid w:val="00A15452"/>
    <w:rsid w:val="00A15A74"/>
    <w:rsid w:val="00A15D04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BE6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CD1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330"/>
    <w:rsid w:val="00A40538"/>
    <w:rsid w:val="00A40ED7"/>
    <w:rsid w:val="00A411A6"/>
    <w:rsid w:val="00A412F7"/>
    <w:rsid w:val="00A41771"/>
    <w:rsid w:val="00A41D7B"/>
    <w:rsid w:val="00A423C1"/>
    <w:rsid w:val="00A42E6F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1A0"/>
    <w:rsid w:val="00A6136E"/>
    <w:rsid w:val="00A613BC"/>
    <w:rsid w:val="00A6140A"/>
    <w:rsid w:val="00A616FC"/>
    <w:rsid w:val="00A61B8C"/>
    <w:rsid w:val="00A620AC"/>
    <w:rsid w:val="00A62465"/>
    <w:rsid w:val="00A629E1"/>
    <w:rsid w:val="00A62B4B"/>
    <w:rsid w:val="00A62C27"/>
    <w:rsid w:val="00A62C67"/>
    <w:rsid w:val="00A62F77"/>
    <w:rsid w:val="00A63C0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61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63D"/>
    <w:rsid w:val="00A806BF"/>
    <w:rsid w:val="00A80B9E"/>
    <w:rsid w:val="00A80BC0"/>
    <w:rsid w:val="00A80D1C"/>
    <w:rsid w:val="00A812E5"/>
    <w:rsid w:val="00A8130E"/>
    <w:rsid w:val="00A81BCD"/>
    <w:rsid w:val="00A81E32"/>
    <w:rsid w:val="00A81EF3"/>
    <w:rsid w:val="00A82551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D42"/>
    <w:rsid w:val="00A97EC0"/>
    <w:rsid w:val="00AA0503"/>
    <w:rsid w:val="00AA0AEC"/>
    <w:rsid w:val="00AA0C02"/>
    <w:rsid w:val="00AA0FBB"/>
    <w:rsid w:val="00AA1132"/>
    <w:rsid w:val="00AA1352"/>
    <w:rsid w:val="00AA1650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CFE"/>
    <w:rsid w:val="00AB0F5B"/>
    <w:rsid w:val="00AB1098"/>
    <w:rsid w:val="00AB10B4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8A4"/>
    <w:rsid w:val="00AC1A8E"/>
    <w:rsid w:val="00AC1C0A"/>
    <w:rsid w:val="00AC2CA6"/>
    <w:rsid w:val="00AC36AA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70E"/>
    <w:rsid w:val="00AC58EA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934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9CC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6EA"/>
    <w:rsid w:val="00AF5834"/>
    <w:rsid w:val="00AF59F4"/>
    <w:rsid w:val="00AF6791"/>
    <w:rsid w:val="00AF67D9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BCF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ACF"/>
    <w:rsid w:val="00B1662E"/>
    <w:rsid w:val="00B16749"/>
    <w:rsid w:val="00B16A80"/>
    <w:rsid w:val="00B16C0A"/>
    <w:rsid w:val="00B16FE5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4FF"/>
    <w:rsid w:val="00B2787B"/>
    <w:rsid w:val="00B27A3F"/>
    <w:rsid w:val="00B27FDC"/>
    <w:rsid w:val="00B30B6B"/>
    <w:rsid w:val="00B30D3B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83"/>
    <w:rsid w:val="00B3447E"/>
    <w:rsid w:val="00B34550"/>
    <w:rsid w:val="00B3472C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070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4F23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3E81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FC1"/>
    <w:rsid w:val="00B6708F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1092"/>
    <w:rsid w:val="00B710C9"/>
    <w:rsid w:val="00B71843"/>
    <w:rsid w:val="00B71C3D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97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09A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656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37F7"/>
    <w:rsid w:val="00BA41E2"/>
    <w:rsid w:val="00BA4202"/>
    <w:rsid w:val="00BA42B0"/>
    <w:rsid w:val="00BA45F1"/>
    <w:rsid w:val="00BA4895"/>
    <w:rsid w:val="00BA4E34"/>
    <w:rsid w:val="00BA4FC8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2F76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F92"/>
    <w:rsid w:val="00BC2DCE"/>
    <w:rsid w:val="00BC2FA7"/>
    <w:rsid w:val="00BC30D2"/>
    <w:rsid w:val="00BC30DA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21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939"/>
    <w:rsid w:val="00BD41D1"/>
    <w:rsid w:val="00BD4547"/>
    <w:rsid w:val="00BD4589"/>
    <w:rsid w:val="00BD6333"/>
    <w:rsid w:val="00BD63B8"/>
    <w:rsid w:val="00BD64AC"/>
    <w:rsid w:val="00BD6C8E"/>
    <w:rsid w:val="00BD70B2"/>
    <w:rsid w:val="00BD7362"/>
    <w:rsid w:val="00BD7443"/>
    <w:rsid w:val="00BD7501"/>
    <w:rsid w:val="00BD7893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E4F"/>
    <w:rsid w:val="00BF1FEB"/>
    <w:rsid w:val="00BF2015"/>
    <w:rsid w:val="00BF2646"/>
    <w:rsid w:val="00BF2ACE"/>
    <w:rsid w:val="00BF322D"/>
    <w:rsid w:val="00BF323A"/>
    <w:rsid w:val="00BF3948"/>
    <w:rsid w:val="00BF410A"/>
    <w:rsid w:val="00BF42F0"/>
    <w:rsid w:val="00BF43B3"/>
    <w:rsid w:val="00BF489C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2CF"/>
    <w:rsid w:val="00C01BE3"/>
    <w:rsid w:val="00C02913"/>
    <w:rsid w:val="00C02BA1"/>
    <w:rsid w:val="00C03055"/>
    <w:rsid w:val="00C03A11"/>
    <w:rsid w:val="00C04062"/>
    <w:rsid w:val="00C047CA"/>
    <w:rsid w:val="00C04BCA"/>
    <w:rsid w:val="00C053C0"/>
    <w:rsid w:val="00C05706"/>
    <w:rsid w:val="00C05EB2"/>
    <w:rsid w:val="00C0604F"/>
    <w:rsid w:val="00C065DC"/>
    <w:rsid w:val="00C068F3"/>
    <w:rsid w:val="00C06965"/>
    <w:rsid w:val="00C07189"/>
    <w:rsid w:val="00C07542"/>
    <w:rsid w:val="00C0789B"/>
    <w:rsid w:val="00C07DBA"/>
    <w:rsid w:val="00C07FB5"/>
    <w:rsid w:val="00C10300"/>
    <w:rsid w:val="00C1080F"/>
    <w:rsid w:val="00C10A13"/>
    <w:rsid w:val="00C114A7"/>
    <w:rsid w:val="00C11FCC"/>
    <w:rsid w:val="00C1227B"/>
    <w:rsid w:val="00C12B18"/>
    <w:rsid w:val="00C12B20"/>
    <w:rsid w:val="00C12BDB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5CE"/>
    <w:rsid w:val="00C40613"/>
    <w:rsid w:val="00C4085F"/>
    <w:rsid w:val="00C40860"/>
    <w:rsid w:val="00C40CD0"/>
    <w:rsid w:val="00C40FCC"/>
    <w:rsid w:val="00C412DE"/>
    <w:rsid w:val="00C4192B"/>
    <w:rsid w:val="00C41AF8"/>
    <w:rsid w:val="00C4217C"/>
    <w:rsid w:val="00C424ED"/>
    <w:rsid w:val="00C4259B"/>
    <w:rsid w:val="00C42C4B"/>
    <w:rsid w:val="00C43A81"/>
    <w:rsid w:val="00C4447D"/>
    <w:rsid w:val="00C44617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7F"/>
    <w:rsid w:val="00C51AD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AD"/>
    <w:rsid w:val="00C60BE7"/>
    <w:rsid w:val="00C60EB7"/>
    <w:rsid w:val="00C610CF"/>
    <w:rsid w:val="00C6112E"/>
    <w:rsid w:val="00C61652"/>
    <w:rsid w:val="00C618E5"/>
    <w:rsid w:val="00C62124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D1F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2FBB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778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EE4"/>
    <w:rsid w:val="00CB6454"/>
    <w:rsid w:val="00CB64BE"/>
    <w:rsid w:val="00CB65D5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81C"/>
    <w:rsid w:val="00CE2AB1"/>
    <w:rsid w:val="00CE2FD0"/>
    <w:rsid w:val="00CE30E7"/>
    <w:rsid w:val="00CE3B14"/>
    <w:rsid w:val="00CE3B86"/>
    <w:rsid w:val="00CE423B"/>
    <w:rsid w:val="00CE49E1"/>
    <w:rsid w:val="00CE4F60"/>
    <w:rsid w:val="00CE561C"/>
    <w:rsid w:val="00CE5B65"/>
    <w:rsid w:val="00CE5DC2"/>
    <w:rsid w:val="00CE6602"/>
    <w:rsid w:val="00CE6917"/>
    <w:rsid w:val="00CE6E4D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C2F"/>
    <w:rsid w:val="00D04E09"/>
    <w:rsid w:val="00D051D3"/>
    <w:rsid w:val="00D053A5"/>
    <w:rsid w:val="00D05696"/>
    <w:rsid w:val="00D05C56"/>
    <w:rsid w:val="00D05E65"/>
    <w:rsid w:val="00D06149"/>
    <w:rsid w:val="00D06781"/>
    <w:rsid w:val="00D0781A"/>
    <w:rsid w:val="00D07C32"/>
    <w:rsid w:val="00D07E3E"/>
    <w:rsid w:val="00D10180"/>
    <w:rsid w:val="00D1055A"/>
    <w:rsid w:val="00D109BB"/>
    <w:rsid w:val="00D10B05"/>
    <w:rsid w:val="00D112D1"/>
    <w:rsid w:val="00D114A3"/>
    <w:rsid w:val="00D116A7"/>
    <w:rsid w:val="00D11EAB"/>
    <w:rsid w:val="00D12963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17F3D"/>
    <w:rsid w:val="00D2002B"/>
    <w:rsid w:val="00D2081C"/>
    <w:rsid w:val="00D2090D"/>
    <w:rsid w:val="00D20BAB"/>
    <w:rsid w:val="00D21725"/>
    <w:rsid w:val="00D21B40"/>
    <w:rsid w:val="00D22A85"/>
    <w:rsid w:val="00D2350C"/>
    <w:rsid w:val="00D239D8"/>
    <w:rsid w:val="00D23B48"/>
    <w:rsid w:val="00D23F54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0003"/>
    <w:rsid w:val="00D412F2"/>
    <w:rsid w:val="00D4133F"/>
    <w:rsid w:val="00D415BE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5154"/>
    <w:rsid w:val="00D455AD"/>
    <w:rsid w:val="00D455EB"/>
    <w:rsid w:val="00D4568A"/>
    <w:rsid w:val="00D45718"/>
    <w:rsid w:val="00D45F50"/>
    <w:rsid w:val="00D468EB"/>
    <w:rsid w:val="00D46F03"/>
    <w:rsid w:val="00D46FAE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618"/>
    <w:rsid w:val="00D56756"/>
    <w:rsid w:val="00D56AA5"/>
    <w:rsid w:val="00D56F7F"/>
    <w:rsid w:val="00D57179"/>
    <w:rsid w:val="00D575A0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28FF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0E9E"/>
    <w:rsid w:val="00D80FFE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C2"/>
    <w:rsid w:val="00D86E04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3F7"/>
    <w:rsid w:val="00DA490A"/>
    <w:rsid w:val="00DA4C42"/>
    <w:rsid w:val="00DA51E3"/>
    <w:rsid w:val="00DA5AAF"/>
    <w:rsid w:val="00DA5BBD"/>
    <w:rsid w:val="00DA5DD4"/>
    <w:rsid w:val="00DA6408"/>
    <w:rsid w:val="00DA653E"/>
    <w:rsid w:val="00DA6BCE"/>
    <w:rsid w:val="00DA6C97"/>
    <w:rsid w:val="00DA6D39"/>
    <w:rsid w:val="00DA6DD9"/>
    <w:rsid w:val="00DA7224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96D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9DB"/>
    <w:rsid w:val="00DC1AC0"/>
    <w:rsid w:val="00DC1D63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9D7"/>
    <w:rsid w:val="00DD3C95"/>
    <w:rsid w:val="00DD49DA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B3D"/>
    <w:rsid w:val="00DF0E47"/>
    <w:rsid w:val="00DF11EE"/>
    <w:rsid w:val="00DF1340"/>
    <w:rsid w:val="00DF164E"/>
    <w:rsid w:val="00DF18FE"/>
    <w:rsid w:val="00DF1FBA"/>
    <w:rsid w:val="00DF269B"/>
    <w:rsid w:val="00DF2B72"/>
    <w:rsid w:val="00DF32AC"/>
    <w:rsid w:val="00DF384E"/>
    <w:rsid w:val="00DF3CF0"/>
    <w:rsid w:val="00DF41C1"/>
    <w:rsid w:val="00DF4793"/>
    <w:rsid w:val="00DF4A83"/>
    <w:rsid w:val="00DF58E2"/>
    <w:rsid w:val="00DF5A0E"/>
    <w:rsid w:val="00DF680F"/>
    <w:rsid w:val="00DF6ABF"/>
    <w:rsid w:val="00DF6C91"/>
    <w:rsid w:val="00DF6DDB"/>
    <w:rsid w:val="00E0080D"/>
    <w:rsid w:val="00E00CA6"/>
    <w:rsid w:val="00E010DF"/>
    <w:rsid w:val="00E01182"/>
    <w:rsid w:val="00E016A6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AE1"/>
    <w:rsid w:val="00E04E91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67A"/>
    <w:rsid w:val="00E13E16"/>
    <w:rsid w:val="00E1414B"/>
    <w:rsid w:val="00E142A7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CD6"/>
    <w:rsid w:val="00E23F75"/>
    <w:rsid w:val="00E24012"/>
    <w:rsid w:val="00E2413F"/>
    <w:rsid w:val="00E241A2"/>
    <w:rsid w:val="00E24A73"/>
    <w:rsid w:val="00E24CA7"/>
    <w:rsid w:val="00E24D00"/>
    <w:rsid w:val="00E24F91"/>
    <w:rsid w:val="00E25062"/>
    <w:rsid w:val="00E25149"/>
    <w:rsid w:val="00E259EC"/>
    <w:rsid w:val="00E25AA9"/>
    <w:rsid w:val="00E25C13"/>
    <w:rsid w:val="00E26550"/>
    <w:rsid w:val="00E266D8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BF"/>
    <w:rsid w:val="00E340B5"/>
    <w:rsid w:val="00E3436C"/>
    <w:rsid w:val="00E343F8"/>
    <w:rsid w:val="00E34828"/>
    <w:rsid w:val="00E34866"/>
    <w:rsid w:val="00E34FDB"/>
    <w:rsid w:val="00E34FFB"/>
    <w:rsid w:val="00E357B6"/>
    <w:rsid w:val="00E3592E"/>
    <w:rsid w:val="00E3598E"/>
    <w:rsid w:val="00E35DAD"/>
    <w:rsid w:val="00E35DD2"/>
    <w:rsid w:val="00E3613C"/>
    <w:rsid w:val="00E3655B"/>
    <w:rsid w:val="00E368AA"/>
    <w:rsid w:val="00E368D7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29CB"/>
    <w:rsid w:val="00E42EBD"/>
    <w:rsid w:val="00E42F8D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27F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72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7FB"/>
    <w:rsid w:val="00E67AD7"/>
    <w:rsid w:val="00E70076"/>
    <w:rsid w:val="00E70731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D22"/>
    <w:rsid w:val="00E80F7A"/>
    <w:rsid w:val="00E81058"/>
    <w:rsid w:val="00E81970"/>
    <w:rsid w:val="00E825BA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10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E83"/>
    <w:rsid w:val="00E92F03"/>
    <w:rsid w:val="00E92FB0"/>
    <w:rsid w:val="00E938DD"/>
    <w:rsid w:val="00E93B74"/>
    <w:rsid w:val="00E93BBC"/>
    <w:rsid w:val="00E945FA"/>
    <w:rsid w:val="00E94A42"/>
    <w:rsid w:val="00E94B0F"/>
    <w:rsid w:val="00E94B29"/>
    <w:rsid w:val="00E94C18"/>
    <w:rsid w:val="00E951D9"/>
    <w:rsid w:val="00E9534E"/>
    <w:rsid w:val="00E9546D"/>
    <w:rsid w:val="00E95667"/>
    <w:rsid w:val="00E958BA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7F0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68D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481"/>
    <w:rsid w:val="00EC798E"/>
    <w:rsid w:val="00EC7C28"/>
    <w:rsid w:val="00EC7DD6"/>
    <w:rsid w:val="00ED0305"/>
    <w:rsid w:val="00ED0360"/>
    <w:rsid w:val="00ED04A0"/>
    <w:rsid w:val="00ED04B9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2AD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7DF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5A37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020"/>
    <w:rsid w:val="00F224D2"/>
    <w:rsid w:val="00F22A4F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667"/>
    <w:rsid w:val="00F2577B"/>
    <w:rsid w:val="00F265F0"/>
    <w:rsid w:val="00F267F6"/>
    <w:rsid w:val="00F2725F"/>
    <w:rsid w:val="00F274DE"/>
    <w:rsid w:val="00F2772D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7A9"/>
    <w:rsid w:val="00F41B84"/>
    <w:rsid w:val="00F41CFA"/>
    <w:rsid w:val="00F42180"/>
    <w:rsid w:val="00F4222D"/>
    <w:rsid w:val="00F422CC"/>
    <w:rsid w:val="00F4252F"/>
    <w:rsid w:val="00F42B28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46E3"/>
    <w:rsid w:val="00F55051"/>
    <w:rsid w:val="00F55222"/>
    <w:rsid w:val="00F554B4"/>
    <w:rsid w:val="00F55BF0"/>
    <w:rsid w:val="00F5604E"/>
    <w:rsid w:val="00F5606C"/>
    <w:rsid w:val="00F5617D"/>
    <w:rsid w:val="00F56AFE"/>
    <w:rsid w:val="00F56DCA"/>
    <w:rsid w:val="00F5796B"/>
    <w:rsid w:val="00F579F1"/>
    <w:rsid w:val="00F57E31"/>
    <w:rsid w:val="00F602C2"/>
    <w:rsid w:val="00F603FD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AA1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26CD"/>
    <w:rsid w:val="00F83019"/>
    <w:rsid w:val="00F837FD"/>
    <w:rsid w:val="00F8486D"/>
    <w:rsid w:val="00F849BD"/>
    <w:rsid w:val="00F84D74"/>
    <w:rsid w:val="00F85063"/>
    <w:rsid w:val="00F851C7"/>
    <w:rsid w:val="00F857E6"/>
    <w:rsid w:val="00F8591E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21DE"/>
    <w:rsid w:val="00F9259D"/>
    <w:rsid w:val="00F92969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64C"/>
    <w:rsid w:val="00FA5B04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3A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5363"/>
    <w:rsid w:val="00FC5520"/>
    <w:rsid w:val="00FC5575"/>
    <w:rsid w:val="00FC56BC"/>
    <w:rsid w:val="00FC5C56"/>
    <w:rsid w:val="00FC5E92"/>
    <w:rsid w:val="00FC6106"/>
    <w:rsid w:val="00FC623B"/>
    <w:rsid w:val="00FC6324"/>
    <w:rsid w:val="00FC66FF"/>
    <w:rsid w:val="00FC69B9"/>
    <w:rsid w:val="00FC7212"/>
    <w:rsid w:val="00FC775C"/>
    <w:rsid w:val="00FC78AC"/>
    <w:rsid w:val="00FD0010"/>
    <w:rsid w:val="00FD0087"/>
    <w:rsid w:val="00FD01D0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672"/>
    <w:rsid w:val="00FD5D39"/>
    <w:rsid w:val="00FD6145"/>
    <w:rsid w:val="00FD6FAF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310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95B"/>
    <w:rsid w:val="00FF0C10"/>
    <w:rsid w:val="00FF0F69"/>
    <w:rsid w:val="00FF1078"/>
    <w:rsid w:val="00FF1617"/>
    <w:rsid w:val="00FF1F7D"/>
    <w:rsid w:val="00FF1F86"/>
    <w:rsid w:val="00FF209F"/>
    <w:rsid w:val="00FF2152"/>
    <w:rsid w:val="00FF22F1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34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345D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354</TotalTime>
  <Pages>395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77</cp:revision>
  <cp:lastPrinted>2014-06-25T05:13:00Z</cp:lastPrinted>
  <dcterms:created xsi:type="dcterms:W3CDTF">2014-06-17T12:35:00Z</dcterms:created>
  <dcterms:modified xsi:type="dcterms:W3CDTF">2014-07-04T07:02:00Z</dcterms:modified>
</cp:coreProperties>
</file>